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C761A" w14:textId="77777777" w:rsidR="00033562" w:rsidRPr="0087345D" w:rsidRDefault="00115F49" w:rsidP="00462692">
      <w:pPr>
        <w:pStyle w:val="Photoauteur"/>
      </w:pPr>
      <w:r w:rsidRPr="0087345D">
        <w:drawing>
          <wp:anchor distT="0" distB="0" distL="114300" distR="114300" simplePos="0" relativeHeight="251657728" behindDoc="0" locked="0" layoutInCell="1" allowOverlap="1" wp14:anchorId="6FC779D8" wp14:editId="529A5279">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anchor>
        </w:drawing>
      </w:r>
      <w:r w:rsidR="003D7C3C" w:rsidRPr="0087345D">
        <w:drawing>
          <wp:inline distT="0" distB="0" distL="0" distR="0" wp14:anchorId="055AC14E" wp14:editId="05B67C8B">
            <wp:extent cx="3209544" cy="4279392"/>
            <wp:effectExtent l="0" t="0" r="0" b="6985"/>
            <wp:docPr id="928921989" name="Image 2" descr="Le rêve des hommes. ( Jean Giono ) - Le Lecturam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 rêve des hommes. ( Jean Giono ) - Le Lecturama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18369" cy="4291158"/>
                    </a:xfrm>
                    <a:prstGeom prst="rect">
                      <a:avLst/>
                    </a:prstGeom>
                    <a:noFill/>
                    <a:ln>
                      <a:noFill/>
                    </a:ln>
                  </pic:spPr>
                </pic:pic>
              </a:graphicData>
            </a:graphic>
          </wp:inline>
        </w:drawing>
      </w:r>
    </w:p>
    <w:p w14:paraId="184B956B" w14:textId="77777777" w:rsidR="00033562" w:rsidRPr="0087345D" w:rsidRDefault="003D7C3C">
      <w:pPr>
        <w:pStyle w:val="Auteur"/>
      </w:pPr>
      <w:r w:rsidRPr="0087345D">
        <w:t>Jean Giono</w:t>
      </w:r>
    </w:p>
    <w:p w14:paraId="26AFF8C6" w14:textId="77777777" w:rsidR="00033562" w:rsidRPr="0087345D" w:rsidRDefault="001B73FA" w:rsidP="007C1C6B">
      <w:pPr>
        <w:pStyle w:val="Titrelivre"/>
      </w:pPr>
      <w:r w:rsidRPr="0087345D">
        <w:t>ANGELO</w:t>
      </w:r>
    </w:p>
    <w:p w14:paraId="47E781AC" w14:textId="77777777" w:rsidR="00C443EF" w:rsidRPr="0087345D" w:rsidRDefault="00290DA8" w:rsidP="00C443EF">
      <w:pPr>
        <w:pStyle w:val="Soustitrelivre"/>
      </w:pPr>
      <w:r w:rsidRPr="0087345D">
        <w:t>Le Cycle du Hussard</w:t>
      </w:r>
      <w:r w:rsidR="00462692" w:rsidRPr="0087345D">
        <w:t xml:space="preserve"> – </w:t>
      </w:r>
      <w:r w:rsidRPr="0087345D">
        <w:t>I</w:t>
      </w:r>
      <w:r w:rsidR="00C443EF" w:rsidRPr="0087345D">
        <w:t>I</w:t>
      </w:r>
    </w:p>
    <w:p w14:paraId="176670BD" w14:textId="77777777" w:rsidR="00033562" w:rsidRPr="0087345D" w:rsidRDefault="00D71404" w:rsidP="003D7C3C">
      <w:pPr>
        <w:pStyle w:val="DateSortie"/>
      </w:pPr>
      <w:r w:rsidRPr="0087345D">
        <w:t>19</w:t>
      </w:r>
      <w:r w:rsidR="001B73FA" w:rsidRPr="0087345D">
        <w:t>53</w:t>
      </w:r>
    </w:p>
    <w:p w14:paraId="4FFFC08D" w14:textId="77777777" w:rsidR="00033562" w:rsidRPr="0087345D" w:rsidRDefault="00033562" w:rsidP="007C1C6B">
      <w:pPr>
        <w:sectPr w:rsidR="00033562" w:rsidRPr="0087345D" w:rsidSect="002E68EE">
          <w:footerReference w:type="default" r:id="rId10"/>
          <w:pgSz w:w="11906" w:h="16838" w:code="9"/>
          <w:pgMar w:top="0" w:right="0" w:bottom="0" w:left="0" w:header="0" w:footer="0" w:gutter="0"/>
          <w:cols w:space="708"/>
          <w:titlePg/>
          <w:docGrid w:linePitch="360"/>
        </w:sectPr>
      </w:pPr>
    </w:p>
    <w:p w14:paraId="218ABC6A" w14:textId="77777777" w:rsidR="007715FF" w:rsidRPr="00633842" w:rsidRDefault="007715FF" w:rsidP="007715FF">
      <w:pPr>
        <w:pStyle w:val="Titretablematires"/>
      </w:pPr>
      <w:r w:rsidRPr="00633842">
        <w:lastRenderedPageBreak/>
        <w:t>Table des matières</w:t>
      </w:r>
    </w:p>
    <w:p w14:paraId="626AE428" w14:textId="77777777" w:rsidR="007715FF" w:rsidRPr="00633842" w:rsidRDefault="007715FF" w:rsidP="007715FF"/>
    <w:p w14:paraId="105F827A" w14:textId="38F3C563" w:rsidR="00490904" w:rsidRDefault="00F272AD">
      <w:pPr>
        <w:pStyle w:val="TM1"/>
        <w:rPr>
          <w:rFonts w:asciiTheme="minorHAnsi" w:eastAsiaTheme="minorEastAsia" w:hAnsiTheme="minorHAnsi" w:cstheme="minorBidi"/>
          <w:bCs w:val="0"/>
          <w:iCs w:val="0"/>
          <w:color w:val="auto"/>
          <w:kern w:val="2"/>
          <w:sz w:val="24"/>
          <w:szCs w:val="24"/>
          <w14:ligatures w14:val="standardContextual"/>
        </w:rPr>
      </w:pPr>
      <w:r w:rsidRPr="0047457F">
        <w:fldChar w:fldCharType="begin"/>
      </w:r>
      <w:r w:rsidR="007715FF" w:rsidRPr="0047457F">
        <w:instrText xml:space="preserve"> TOC \o "1-3" \h \z </w:instrText>
      </w:r>
      <w:r w:rsidRPr="0047457F">
        <w:fldChar w:fldCharType="separate"/>
      </w:r>
      <w:hyperlink w:anchor="_Toc195026582" w:history="1">
        <w:r w:rsidR="00490904" w:rsidRPr="00661584">
          <w:rPr>
            <w:rStyle w:val="Lienhypertexte"/>
          </w:rPr>
          <w:t>I</w:t>
        </w:r>
        <w:r w:rsidR="00490904">
          <w:rPr>
            <w:webHidden/>
          </w:rPr>
          <w:tab/>
        </w:r>
        <w:r w:rsidR="00490904">
          <w:rPr>
            <w:webHidden/>
          </w:rPr>
          <w:fldChar w:fldCharType="begin"/>
        </w:r>
        <w:r w:rsidR="00490904">
          <w:rPr>
            <w:webHidden/>
          </w:rPr>
          <w:instrText xml:space="preserve"> PAGEREF _Toc195026582 \h </w:instrText>
        </w:r>
        <w:r w:rsidR="00490904">
          <w:rPr>
            <w:webHidden/>
          </w:rPr>
        </w:r>
        <w:r w:rsidR="00490904">
          <w:rPr>
            <w:webHidden/>
          </w:rPr>
          <w:fldChar w:fldCharType="separate"/>
        </w:r>
        <w:r w:rsidR="00CF1BEF">
          <w:rPr>
            <w:webHidden/>
          </w:rPr>
          <w:t>3</w:t>
        </w:r>
        <w:r w:rsidR="00490904">
          <w:rPr>
            <w:webHidden/>
          </w:rPr>
          <w:fldChar w:fldCharType="end"/>
        </w:r>
      </w:hyperlink>
    </w:p>
    <w:p w14:paraId="3B1D4E4C" w14:textId="2A38EFF5" w:rsidR="00490904" w:rsidRDefault="00490904">
      <w:pPr>
        <w:pStyle w:val="TM1"/>
        <w:rPr>
          <w:rFonts w:asciiTheme="minorHAnsi" w:eastAsiaTheme="minorEastAsia" w:hAnsiTheme="minorHAnsi" w:cstheme="minorBidi"/>
          <w:bCs w:val="0"/>
          <w:iCs w:val="0"/>
          <w:color w:val="auto"/>
          <w:kern w:val="2"/>
          <w:sz w:val="24"/>
          <w:szCs w:val="24"/>
          <w14:ligatures w14:val="standardContextual"/>
        </w:rPr>
      </w:pPr>
      <w:hyperlink w:anchor="_Toc195026583" w:history="1">
        <w:r w:rsidRPr="00661584">
          <w:rPr>
            <w:rStyle w:val="Lienhypertexte"/>
          </w:rPr>
          <w:t>II</w:t>
        </w:r>
        <w:r>
          <w:rPr>
            <w:webHidden/>
          </w:rPr>
          <w:tab/>
        </w:r>
        <w:r>
          <w:rPr>
            <w:webHidden/>
          </w:rPr>
          <w:fldChar w:fldCharType="begin"/>
        </w:r>
        <w:r>
          <w:rPr>
            <w:webHidden/>
          </w:rPr>
          <w:instrText xml:space="preserve"> PAGEREF _Toc195026583 \h </w:instrText>
        </w:r>
        <w:r>
          <w:rPr>
            <w:webHidden/>
          </w:rPr>
        </w:r>
        <w:r>
          <w:rPr>
            <w:webHidden/>
          </w:rPr>
          <w:fldChar w:fldCharType="separate"/>
        </w:r>
        <w:r w:rsidR="00CF1BEF">
          <w:rPr>
            <w:webHidden/>
          </w:rPr>
          <w:t>14</w:t>
        </w:r>
        <w:r>
          <w:rPr>
            <w:webHidden/>
          </w:rPr>
          <w:fldChar w:fldCharType="end"/>
        </w:r>
      </w:hyperlink>
    </w:p>
    <w:p w14:paraId="6E519A7D" w14:textId="52DE3EE1" w:rsidR="00490904" w:rsidRDefault="00490904">
      <w:pPr>
        <w:pStyle w:val="TM1"/>
        <w:rPr>
          <w:rFonts w:asciiTheme="minorHAnsi" w:eastAsiaTheme="minorEastAsia" w:hAnsiTheme="minorHAnsi" w:cstheme="minorBidi"/>
          <w:bCs w:val="0"/>
          <w:iCs w:val="0"/>
          <w:color w:val="auto"/>
          <w:kern w:val="2"/>
          <w:sz w:val="24"/>
          <w:szCs w:val="24"/>
          <w14:ligatures w14:val="standardContextual"/>
        </w:rPr>
      </w:pPr>
      <w:hyperlink w:anchor="_Toc195026584" w:history="1">
        <w:r w:rsidRPr="00661584">
          <w:rPr>
            <w:rStyle w:val="Lienhypertexte"/>
          </w:rPr>
          <w:t>III</w:t>
        </w:r>
        <w:r>
          <w:rPr>
            <w:webHidden/>
          </w:rPr>
          <w:tab/>
        </w:r>
        <w:r>
          <w:rPr>
            <w:webHidden/>
          </w:rPr>
          <w:fldChar w:fldCharType="begin"/>
        </w:r>
        <w:r>
          <w:rPr>
            <w:webHidden/>
          </w:rPr>
          <w:instrText xml:space="preserve"> PAGEREF _Toc195026584 \h </w:instrText>
        </w:r>
        <w:r>
          <w:rPr>
            <w:webHidden/>
          </w:rPr>
        </w:r>
        <w:r>
          <w:rPr>
            <w:webHidden/>
          </w:rPr>
          <w:fldChar w:fldCharType="separate"/>
        </w:r>
        <w:r w:rsidR="00CF1BEF">
          <w:rPr>
            <w:webHidden/>
          </w:rPr>
          <w:t>31</w:t>
        </w:r>
        <w:r>
          <w:rPr>
            <w:webHidden/>
          </w:rPr>
          <w:fldChar w:fldCharType="end"/>
        </w:r>
      </w:hyperlink>
    </w:p>
    <w:p w14:paraId="4BA0A84B" w14:textId="4C7EE76D" w:rsidR="00490904" w:rsidRDefault="00490904">
      <w:pPr>
        <w:pStyle w:val="TM1"/>
        <w:rPr>
          <w:rFonts w:asciiTheme="minorHAnsi" w:eastAsiaTheme="minorEastAsia" w:hAnsiTheme="minorHAnsi" w:cstheme="minorBidi"/>
          <w:bCs w:val="0"/>
          <w:iCs w:val="0"/>
          <w:color w:val="auto"/>
          <w:kern w:val="2"/>
          <w:sz w:val="24"/>
          <w:szCs w:val="24"/>
          <w14:ligatures w14:val="standardContextual"/>
        </w:rPr>
      </w:pPr>
      <w:hyperlink w:anchor="_Toc195026585" w:history="1">
        <w:r w:rsidRPr="00661584">
          <w:rPr>
            <w:rStyle w:val="Lienhypertexte"/>
          </w:rPr>
          <w:t>IV</w:t>
        </w:r>
        <w:r>
          <w:rPr>
            <w:webHidden/>
          </w:rPr>
          <w:tab/>
        </w:r>
        <w:r>
          <w:rPr>
            <w:webHidden/>
          </w:rPr>
          <w:fldChar w:fldCharType="begin"/>
        </w:r>
        <w:r>
          <w:rPr>
            <w:webHidden/>
          </w:rPr>
          <w:instrText xml:space="preserve"> PAGEREF _Toc195026585 \h </w:instrText>
        </w:r>
        <w:r>
          <w:rPr>
            <w:webHidden/>
          </w:rPr>
        </w:r>
        <w:r>
          <w:rPr>
            <w:webHidden/>
          </w:rPr>
          <w:fldChar w:fldCharType="separate"/>
        </w:r>
        <w:r w:rsidR="00CF1BEF">
          <w:rPr>
            <w:webHidden/>
          </w:rPr>
          <w:t>49</w:t>
        </w:r>
        <w:r>
          <w:rPr>
            <w:webHidden/>
          </w:rPr>
          <w:fldChar w:fldCharType="end"/>
        </w:r>
      </w:hyperlink>
    </w:p>
    <w:p w14:paraId="6D651AE3" w14:textId="64025F4C" w:rsidR="00490904" w:rsidRDefault="00490904">
      <w:pPr>
        <w:pStyle w:val="TM1"/>
        <w:rPr>
          <w:rFonts w:asciiTheme="minorHAnsi" w:eastAsiaTheme="minorEastAsia" w:hAnsiTheme="minorHAnsi" w:cstheme="minorBidi"/>
          <w:bCs w:val="0"/>
          <w:iCs w:val="0"/>
          <w:color w:val="auto"/>
          <w:kern w:val="2"/>
          <w:sz w:val="24"/>
          <w:szCs w:val="24"/>
          <w14:ligatures w14:val="standardContextual"/>
        </w:rPr>
      </w:pPr>
      <w:hyperlink w:anchor="_Toc195026586" w:history="1">
        <w:r w:rsidRPr="00661584">
          <w:rPr>
            <w:rStyle w:val="Lienhypertexte"/>
          </w:rPr>
          <w:t>V</w:t>
        </w:r>
        <w:r>
          <w:rPr>
            <w:webHidden/>
          </w:rPr>
          <w:tab/>
        </w:r>
        <w:r>
          <w:rPr>
            <w:webHidden/>
          </w:rPr>
          <w:fldChar w:fldCharType="begin"/>
        </w:r>
        <w:r>
          <w:rPr>
            <w:webHidden/>
          </w:rPr>
          <w:instrText xml:space="preserve"> PAGEREF _Toc195026586 \h </w:instrText>
        </w:r>
        <w:r>
          <w:rPr>
            <w:webHidden/>
          </w:rPr>
        </w:r>
        <w:r>
          <w:rPr>
            <w:webHidden/>
          </w:rPr>
          <w:fldChar w:fldCharType="separate"/>
        </w:r>
        <w:r w:rsidR="00CF1BEF">
          <w:rPr>
            <w:webHidden/>
          </w:rPr>
          <w:t>68</w:t>
        </w:r>
        <w:r>
          <w:rPr>
            <w:webHidden/>
          </w:rPr>
          <w:fldChar w:fldCharType="end"/>
        </w:r>
      </w:hyperlink>
    </w:p>
    <w:p w14:paraId="5AC567E8" w14:textId="33C5E445" w:rsidR="00490904" w:rsidRDefault="00490904">
      <w:pPr>
        <w:pStyle w:val="TM1"/>
        <w:rPr>
          <w:rFonts w:asciiTheme="minorHAnsi" w:eastAsiaTheme="minorEastAsia" w:hAnsiTheme="minorHAnsi" w:cstheme="minorBidi"/>
          <w:bCs w:val="0"/>
          <w:iCs w:val="0"/>
          <w:color w:val="auto"/>
          <w:kern w:val="2"/>
          <w:sz w:val="24"/>
          <w:szCs w:val="24"/>
          <w14:ligatures w14:val="standardContextual"/>
        </w:rPr>
      </w:pPr>
      <w:hyperlink w:anchor="_Toc195026587" w:history="1">
        <w:r w:rsidRPr="00661584">
          <w:rPr>
            <w:rStyle w:val="Lienhypertexte"/>
          </w:rPr>
          <w:t>VI</w:t>
        </w:r>
        <w:r>
          <w:rPr>
            <w:webHidden/>
          </w:rPr>
          <w:tab/>
        </w:r>
        <w:r>
          <w:rPr>
            <w:webHidden/>
          </w:rPr>
          <w:fldChar w:fldCharType="begin"/>
        </w:r>
        <w:r>
          <w:rPr>
            <w:webHidden/>
          </w:rPr>
          <w:instrText xml:space="preserve"> PAGEREF _Toc195026587 \h </w:instrText>
        </w:r>
        <w:r>
          <w:rPr>
            <w:webHidden/>
          </w:rPr>
        </w:r>
        <w:r>
          <w:rPr>
            <w:webHidden/>
          </w:rPr>
          <w:fldChar w:fldCharType="separate"/>
        </w:r>
        <w:r w:rsidR="00CF1BEF">
          <w:rPr>
            <w:webHidden/>
          </w:rPr>
          <w:t>89</w:t>
        </w:r>
        <w:r>
          <w:rPr>
            <w:webHidden/>
          </w:rPr>
          <w:fldChar w:fldCharType="end"/>
        </w:r>
      </w:hyperlink>
    </w:p>
    <w:p w14:paraId="6230096B" w14:textId="3BC4143E" w:rsidR="00490904" w:rsidRDefault="00490904">
      <w:pPr>
        <w:pStyle w:val="TM1"/>
        <w:rPr>
          <w:rFonts w:asciiTheme="minorHAnsi" w:eastAsiaTheme="minorEastAsia" w:hAnsiTheme="minorHAnsi" w:cstheme="minorBidi"/>
          <w:bCs w:val="0"/>
          <w:iCs w:val="0"/>
          <w:color w:val="auto"/>
          <w:kern w:val="2"/>
          <w:sz w:val="24"/>
          <w:szCs w:val="24"/>
          <w14:ligatures w14:val="standardContextual"/>
        </w:rPr>
      </w:pPr>
      <w:hyperlink w:anchor="_Toc195026588" w:history="1">
        <w:r w:rsidRPr="00661584">
          <w:rPr>
            <w:rStyle w:val="Lienhypertexte"/>
          </w:rPr>
          <w:t>VII</w:t>
        </w:r>
        <w:r>
          <w:rPr>
            <w:webHidden/>
          </w:rPr>
          <w:tab/>
        </w:r>
        <w:r>
          <w:rPr>
            <w:webHidden/>
          </w:rPr>
          <w:fldChar w:fldCharType="begin"/>
        </w:r>
        <w:r>
          <w:rPr>
            <w:webHidden/>
          </w:rPr>
          <w:instrText xml:space="preserve"> PAGEREF _Toc195026588 \h </w:instrText>
        </w:r>
        <w:r>
          <w:rPr>
            <w:webHidden/>
          </w:rPr>
        </w:r>
        <w:r>
          <w:rPr>
            <w:webHidden/>
          </w:rPr>
          <w:fldChar w:fldCharType="separate"/>
        </w:r>
        <w:r w:rsidR="00CF1BEF">
          <w:rPr>
            <w:webHidden/>
          </w:rPr>
          <w:t>118</w:t>
        </w:r>
        <w:r>
          <w:rPr>
            <w:webHidden/>
          </w:rPr>
          <w:fldChar w:fldCharType="end"/>
        </w:r>
      </w:hyperlink>
    </w:p>
    <w:p w14:paraId="67E63B6A" w14:textId="57DF21D3" w:rsidR="00490904" w:rsidRDefault="00490904">
      <w:pPr>
        <w:pStyle w:val="TM1"/>
        <w:rPr>
          <w:rFonts w:asciiTheme="minorHAnsi" w:eastAsiaTheme="minorEastAsia" w:hAnsiTheme="minorHAnsi" w:cstheme="minorBidi"/>
          <w:bCs w:val="0"/>
          <w:iCs w:val="0"/>
          <w:color w:val="auto"/>
          <w:kern w:val="2"/>
          <w:sz w:val="24"/>
          <w:szCs w:val="24"/>
          <w14:ligatures w14:val="standardContextual"/>
        </w:rPr>
      </w:pPr>
      <w:hyperlink w:anchor="_Toc195026589" w:history="1">
        <w:r w:rsidRPr="00661584">
          <w:rPr>
            <w:rStyle w:val="Lienhypertexte"/>
          </w:rPr>
          <w:t>VIII</w:t>
        </w:r>
        <w:r>
          <w:rPr>
            <w:webHidden/>
          </w:rPr>
          <w:tab/>
        </w:r>
        <w:r>
          <w:rPr>
            <w:webHidden/>
          </w:rPr>
          <w:fldChar w:fldCharType="begin"/>
        </w:r>
        <w:r>
          <w:rPr>
            <w:webHidden/>
          </w:rPr>
          <w:instrText xml:space="preserve"> PAGEREF _Toc195026589 \h </w:instrText>
        </w:r>
        <w:r>
          <w:rPr>
            <w:webHidden/>
          </w:rPr>
        </w:r>
        <w:r>
          <w:rPr>
            <w:webHidden/>
          </w:rPr>
          <w:fldChar w:fldCharType="separate"/>
        </w:r>
        <w:r w:rsidR="00CF1BEF">
          <w:rPr>
            <w:webHidden/>
          </w:rPr>
          <w:t>129</w:t>
        </w:r>
        <w:r>
          <w:rPr>
            <w:webHidden/>
          </w:rPr>
          <w:fldChar w:fldCharType="end"/>
        </w:r>
      </w:hyperlink>
    </w:p>
    <w:p w14:paraId="068240C8" w14:textId="7065493F" w:rsidR="00490904" w:rsidRDefault="00490904">
      <w:pPr>
        <w:pStyle w:val="TM1"/>
        <w:rPr>
          <w:rFonts w:asciiTheme="minorHAnsi" w:eastAsiaTheme="minorEastAsia" w:hAnsiTheme="minorHAnsi" w:cstheme="minorBidi"/>
          <w:bCs w:val="0"/>
          <w:iCs w:val="0"/>
          <w:color w:val="auto"/>
          <w:kern w:val="2"/>
          <w:sz w:val="24"/>
          <w:szCs w:val="24"/>
          <w14:ligatures w14:val="standardContextual"/>
        </w:rPr>
      </w:pPr>
      <w:hyperlink w:anchor="_Toc195026590" w:history="1">
        <w:r w:rsidRPr="00661584">
          <w:rPr>
            <w:rStyle w:val="Lienhypertexte"/>
          </w:rPr>
          <w:t>IX</w:t>
        </w:r>
        <w:r>
          <w:rPr>
            <w:webHidden/>
          </w:rPr>
          <w:tab/>
        </w:r>
        <w:r>
          <w:rPr>
            <w:webHidden/>
          </w:rPr>
          <w:fldChar w:fldCharType="begin"/>
        </w:r>
        <w:r>
          <w:rPr>
            <w:webHidden/>
          </w:rPr>
          <w:instrText xml:space="preserve"> PAGEREF _Toc195026590 \h </w:instrText>
        </w:r>
        <w:r>
          <w:rPr>
            <w:webHidden/>
          </w:rPr>
        </w:r>
        <w:r>
          <w:rPr>
            <w:webHidden/>
          </w:rPr>
          <w:fldChar w:fldCharType="separate"/>
        </w:r>
        <w:r w:rsidR="00CF1BEF">
          <w:rPr>
            <w:webHidden/>
          </w:rPr>
          <w:t>147</w:t>
        </w:r>
        <w:r>
          <w:rPr>
            <w:webHidden/>
          </w:rPr>
          <w:fldChar w:fldCharType="end"/>
        </w:r>
      </w:hyperlink>
    </w:p>
    <w:p w14:paraId="4DFBE204" w14:textId="45099ADC" w:rsidR="00490904" w:rsidRDefault="00490904">
      <w:pPr>
        <w:pStyle w:val="TM1"/>
        <w:rPr>
          <w:rFonts w:asciiTheme="minorHAnsi" w:eastAsiaTheme="minorEastAsia" w:hAnsiTheme="minorHAnsi" w:cstheme="minorBidi"/>
          <w:bCs w:val="0"/>
          <w:iCs w:val="0"/>
          <w:color w:val="auto"/>
          <w:kern w:val="2"/>
          <w:sz w:val="24"/>
          <w:szCs w:val="24"/>
          <w14:ligatures w14:val="standardContextual"/>
        </w:rPr>
      </w:pPr>
      <w:hyperlink w:anchor="_Toc195026591" w:history="1">
        <w:r w:rsidRPr="00661584">
          <w:rPr>
            <w:rStyle w:val="Lienhypertexte"/>
          </w:rPr>
          <w:t>X</w:t>
        </w:r>
        <w:r>
          <w:rPr>
            <w:webHidden/>
          </w:rPr>
          <w:tab/>
        </w:r>
        <w:r>
          <w:rPr>
            <w:webHidden/>
          </w:rPr>
          <w:fldChar w:fldCharType="begin"/>
        </w:r>
        <w:r>
          <w:rPr>
            <w:webHidden/>
          </w:rPr>
          <w:instrText xml:space="preserve"> PAGEREF _Toc195026591 \h </w:instrText>
        </w:r>
        <w:r>
          <w:rPr>
            <w:webHidden/>
          </w:rPr>
        </w:r>
        <w:r>
          <w:rPr>
            <w:webHidden/>
          </w:rPr>
          <w:fldChar w:fldCharType="separate"/>
        </w:r>
        <w:r w:rsidR="00CF1BEF">
          <w:rPr>
            <w:webHidden/>
          </w:rPr>
          <w:t>169</w:t>
        </w:r>
        <w:r>
          <w:rPr>
            <w:webHidden/>
          </w:rPr>
          <w:fldChar w:fldCharType="end"/>
        </w:r>
      </w:hyperlink>
    </w:p>
    <w:p w14:paraId="531A977B" w14:textId="79F6D72A" w:rsidR="00490904" w:rsidRDefault="00490904">
      <w:pPr>
        <w:pStyle w:val="TM1"/>
        <w:rPr>
          <w:rFonts w:asciiTheme="minorHAnsi" w:eastAsiaTheme="minorEastAsia" w:hAnsiTheme="minorHAnsi" w:cstheme="minorBidi"/>
          <w:bCs w:val="0"/>
          <w:iCs w:val="0"/>
          <w:color w:val="auto"/>
          <w:kern w:val="2"/>
          <w:sz w:val="24"/>
          <w:szCs w:val="24"/>
          <w14:ligatures w14:val="standardContextual"/>
        </w:rPr>
      </w:pPr>
      <w:hyperlink w:anchor="_Toc195026592" w:history="1">
        <w:r w:rsidRPr="00661584">
          <w:rPr>
            <w:rStyle w:val="Lienhypertexte"/>
          </w:rPr>
          <w:t>À propos de cette édition électronique</w:t>
        </w:r>
        <w:r>
          <w:rPr>
            <w:webHidden/>
          </w:rPr>
          <w:tab/>
        </w:r>
        <w:r>
          <w:rPr>
            <w:webHidden/>
          </w:rPr>
          <w:fldChar w:fldCharType="begin"/>
        </w:r>
        <w:r>
          <w:rPr>
            <w:webHidden/>
          </w:rPr>
          <w:instrText xml:space="preserve"> PAGEREF _Toc195026592 \h </w:instrText>
        </w:r>
        <w:r>
          <w:rPr>
            <w:webHidden/>
          </w:rPr>
        </w:r>
        <w:r>
          <w:rPr>
            <w:webHidden/>
          </w:rPr>
          <w:fldChar w:fldCharType="separate"/>
        </w:r>
        <w:r w:rsidR="00CF1BEF">
          <w:rPr>
            <w:webHidden/>
          </w:rPr>
          <w:t>194</w:t>
        </w:r>
        <w:r>
          <w:rPr>
            <w:webHidden/>
          </w:rPr>
          <w:fldChar w:fldCharType="end"/>
        </w:r>
      </w:hyperlink>
    </w:p>
    <w:p w14:paraId="737DBF09" w14:textId="3E323654" w:rsidR="00C443EF" w:rsidRPr="00A4769E" w:rsidRDefault="00F272AD" w:rsidP="007715FF">
      <w:pPr>
        <w:pStyle w:val="Titre1"/>
      </w:pPr>
      <w:r w:rsidRPr="0047457F">
        <w:lastRenderedPageBreak/>
        <w:fldChar w:fldCharType="end"/>
      </w:r>
      <w:bookmarkStart w:id="0" w:name="_Toc195026582"/>
      <w:r w:rsidR="00C443EF" w:rsidRPr="00A4769E">
        <w:t>I</w:t>
      </w:r>
      <w:bookmarkEnd w:id="0"/>
    </w:p>
    <w:p w14:paraId="3A16C1A4" w14:textId="77777777" w:rsidR="00462692" w:rsidRPr="00A4769E" w:rsidRDefault="001B73FA" w:rsidP="001B73FA">
      <w:pPr>
        <w:rPr>
          <w:szCs w:val="20"/>
        </w:rPr>
      </w:pPr>
      <w:r w:rsidRPr="001B73FA">
        <w:rPr>
          <w:szCs w:val="20"/>
        </w:rPr>
        <w:t>Le charmant Cavour n</w:t>
      </w:r>
      <w:r w:rsidR="00462692" w:rsidRPr="00A4769E">
        <w:rPr>
          <w:szCs w:val="20"/>
        </w:rPr>
        <w:t>’</w:t>
      </w:r>
      <w:r w:rsidRPr="001B73FA">
        <w:rPr>
          <w:szCs w:val="20"/>
        </w:rPr>
        <w:t xml:space="preserve">avait pas encore commencé à vocaliser entre ses favoris roux les cavatines de sa </w:t>
      </w:r>
      <w:r w:rsidR="00462692" w:rsidRPr="00A4769E">
        <w:rPr>
          <w:szCs w:val="20"/>
        </w:rPr>
        <w:t>« </w:t>
      </w:r>
      <w:r w:rsidRPr="001B73FA">
        <w:rPr>
          <w:szCs w:val="20"/>
        </w:rPr>
        <w:t>politique gaie</w:t>
      </w:r>
      <w:r w:rsidR="00462692" w:rsidRPr="00A4769E">
        <w:rPr>
          <w:szCs w:val="20"/>
        </w:rPr>
        <w:t xml:space="preserve"> ». </w:t>
      </w:r>
      <w:r w:rsidRPr="001B73FA">
        <w:rPr>
          <w:szCs w:val="20"/>
        </w:rPr>
        <w:t>Les sociétés noires chantaient déjà la basse noble de l</w:t>
      </w:r>
      <w:r w:rsidR="00462692" w:rsidRPr="00A4769E">
        <w:rPr>
          <w:szCs w:val="20"/>
        </w:rPr>
        <w:t>’</w:t>
      </w:r>
      <w:r w:rsidRPr="001B73FA">
        <w:rPr>
          <w:i/>
          <w:iCs/>
          <w:szCs w:val="20"/>
        </w:rPr>
        <w:t>opera seria</w:t>
      </w:r>
      <w:r w:rsidRPr="001B73FA">
        <w:rPr>
          <w:szCs w:val="20"/>
        </w:rPr>
        <w:t xml:space="preserve"> dans les forêts du royaume sarde</w:t>
      </w:r>
      <w:r w:rsidR="00462692" w:rsidRPr="00A4769E">
        <w:rPr>
          <w:szCs w:val="20"/>
        </w:rPr>
        <w:t>.</w:t>
      </w:r>
    </w:p>
    <w:p w14:paraId="160F96B5" w14:textId="77777777" w:rsidR="00462692" w:rsidRPr="00A4769E" w:rsidRDefault="001B73FA" w:rsidP="001B73FA">
      <w:pPr>
        <w:rPr>
          <w:szCs w:val="20"/>
        </w:rPr>
      </w:pPr>
      <w:r w:rsidRPr="001B73FA">
        <w:rPr>
          <w:szCs w:val="20"/>
        </w:rPr>
        <w:t>Les affiliés à l</w:t>
      </w:r>
      <w:r w:rsidR="00462692" w:rsidRPr="00A4769E">
        <w:rPr>
          <w:szCs w:val="20"/>
        </w:rPr>
        <w:t>’œ</w:t>
      </w:r>
      <w:r w:rsidRPr="001B73FA">
        <w:rPr>
          <w:szCs w:val="20"/>
        </w:rPr>
        <w:t>uvre du Charbon se recrutaient dans toutes les classes de la société</w:t>
      </w:r>
      <w:r w:rsidR="00462692" w:rsidRPr="00A4769E">
        <w:rPr>
          <w:szCs w:val="20"/>
        </w:rPr>
        <w:t xml:space="preserve">. </w:t>
      </w:r>
      <w:r w:rsidRPr="001B73FA">
        <w:rPr>
          <w:szCs w:val="20"/>
        </w:rPr>
        <w:t>Des nobles</w:t>
      </w:r>
      <w:r w:rsidR="00462692" w:rsidRPr="00A4769E">
        <w:rPr>
          <w:szCs w:val="20"/>
        </w:rPr>
        <w:t xml:space="preserve">, </w:t>
      </w:r>
      <w:r w:rsidRPr="001B73FA">
        <w:rPr>
          <w:szCs w:val="20"/>
        </w:rPr>
        <w:t>des artisans</w:t>
      </w:r>
      <w:r w:rsidR="00462692" w:rsidRPr="00A4769E">
        <w:rPr>
          <w:szCs w:val="20"/>
        </w:rPr>
        <w:t xml:space="preserve">, </w:t>
      </w:r>
      <w:r w:rsidRPr="001B73FA">
        <w:rPr>
          <w:szCs w:val="20"/>
        </w:rPr>
        <w:t>des officiers</w:t>
      </w:r>
      <w:r w:rsidR="00462692" w:rsidRPr="00A4769E">
        <w:rPr>
          <w:szCs w:val="20"/>
        </w:rPr>
        <w:t xml:space="preserve">, </w:t>
      </w:r>
      <w:r w:rsidRPr="001B73FA">
        <w:rPr>
          <w:szCs w:val="20"/>
        </w:rPr>
        <w:t>des marins</w:t>
      </w:r>
      <w:r w:rsidR="00462692" w:rsidRPr="00A4769E">
        <w:rPr>
          <w:szCs w:val="20"/>
        </w:rPr>
        <w:t xml:space="preserve">, </w:t>
      </w:r>
      <w:r w:rsidRPr="001B73FA">
        <w:rPr>
          <w:szCs w:val="20"/>
        </w:rPr>
        <w:t>des professeurs</w:t>
      </w:r>
      <w:r w:rsidR="00462692" w:rsidRPr="00A4769E">
        <w:rPr>
          <w:szCs w:val="20"/>
        </w:rPr>
        <w:t xml:space="preserve">, </w:t>
      </w:r>
      <w:r w:rsidRPr="001B73FA">
        <w:rPr>
          <w:szCs w:val="20"/>
        </w:rPr>
        <w:t>des soldats</w:t>
      </w:r>
      <w:r w:rsidR="00462692" w:rsidRPr="00A4769E">
        <w:rPr>
          <w:szCs w:val="20"/>
        </w:rPr>
        <w:t xml:space="preserve">, </w:t>
      </w:r>
      <w:r w:rsidRPr="001B73FA">
        <w:rPr>
          <w:szCs w:val="20"/>
        </w:rPr>
        <w:t>des étudiants</w:t>
      </w:r>
      <w:r w:rsidR="00462692" w:rsidRPr="00A4769E">
        <w:rPr>
          <w:szCs w:val="20"/>
        </w:rPr>
        <w:t xml:space="preserve">, </w:t>
      </w:r>
      <w:r w:rsidRPr="001B73FA">
        <w:rPr>
          <w:szCs w:val="20"/>
        </w:rPr>
        <w:t xml:space="preserve">et même des femmes fougueuses mais que le délice de cette </w:t>
      </w:r>
      <w:r w:rsidRPr="001B73FA">
        <w:rPr>
          <w:i/>
          <w:iCs/>
          <w:szCs w:val="20"/>
        </w:rPr>
        <w:t>politique romanesque</w:t>
      </w:r>
      <w:r w:rsidRPr="001B73FA">
        <w:rPr>
          <w:szCs w:val="20"/>
        </w:rPr>
        <w:t xml:space="preserve"> rendait discrètes</w:t>
      </w:r>
      <w:r w:rsidR="00462692" w:rsidRPr="00A4769E">
        <w:rPr>
          <w:szCs w:val="20"/>
        </w:rPr>
        <w:t xml:space="preserve">, </w:t>
      </w:r>
      <w:r w:rsidRPr="001B73FA">
        <w:rPr>
          <w:szCs w:val="20"/>
        </w:rPr>
        <w:t>composaient un ardent compagnonnage d</w:t>
      </w:r>
      <w:r w:rsidR="00462692" w:rsidRPr="00A4769E">
        <w:rPr>
          <w:szCs w:val="20"/>
        </w:rPr>
        <w:t>’</w:t>
      </w:r>
      <w:r w:rsidRPr="001B73FA">
        <w:rPr>
          <w:szCs w:val="20"/>
        </w:rPr>
        <w:t>ombres où étaient placés à l</w:t>
      </w:r>
      <w:r w:rsidR="00462692" w:rsidRPr="00A4769E">
        <w:rPr>
          <w:szCs w:val="20"/>
        </w:rPr>
        <w:t>’</w:t>
      </w:r>
      <w:r w:rsidRPr="001B73FA">
        <w:rPr>
          <w:szCs w:val="20"/>
        </w:rPr>
        <w:t xml:space="preserve">honneur le courage et la </w:t>
      </w:r>
      <w:r w:rsidRPr="001B73FA">
        <w:rPr>
          <w:i/>
          <w:iCs/>
          <w:szCs w:val="20"/>
        </w:rPr>
        <w:t>sainteté des serments</w:t>
      </w:r>
      <w:r w:rsidR="00462692" w:rsidRPr="00A4769E">
        <w:rPr>
          <w:szCs w:val="20"/>
        </w:rPr>
        <w:t>.</w:t>
      </w:r>
    </w:p>
    <w:p w14:paraId="6F156755" w14:textId="77777777" w:rsidR="00462692" w:rsidRPr="00A4769E" w:rsidRDefault="001B73FA" w:rsidP="001B73FA">
      <w:pPr>
        <w:rPr>
          <w:szCs w:val="20"/>
        </w:rPr>
      </w:pPr>
      <w:r w:rsidRPr="001B73FA">
        <w:rPr>
          <w:szCs w:val="20"/>
        </w:rPr>
        <w:t>Le danger couru était très grand</w:t>
      </w:r>
      <w:r w:rsidR="00462692" w:rsidRPr="00A4769E">
        <w:rPr>
          <w:szCs w:val="20"/>
        </w:rPr>
        <w:t xml:space="preserve">. </w:t>
      </w:r>
      <w:r w:rsidRPr="001B73FA">
        <w:rPr>
          <w:szCs w:val="20"/>
        </w:rPr>
        <w:t>Malgré la sympathie qu</w:t>
      </w:r>
      <w:r w:rsidR="00462692" w:rsidRPr="00A4769E">
        <w:rPr>
          <w:szCs w:val="20"/>
        </w:rPr>
        <w:t>’</w:t>
      </w:r>
      <w:r w:rsidRPr="001B73FA">
        <w:rPr>
          <w:szCs w:val="20"/>
        </w:rPr>
        <w:t>un immuable ciel d</w:t>
      </w:r>
      <w:r w:rsidR="00462692" w:rsidRPr="00A4769E">
        <w:rPr>
          <w:szCs w:val="20"/>
        </w:rPr>
        <w:t>’</w:t>
      </w:r>
      <w:r w:rsidRPr="001B73FA">
        <w:rPr>
          <w:szCs w:val="20"/>
        </w:rPr>
        <w:t>azur donne pour les idées généreuses et la température méditerranéenne du royaume qui rend l</w:t>
      </w:r>
      <w:r w:rsidR="00462692" w:rsidRPr="00A4769E">
        <w:rPr>
          <w:szCs w:val="20"/>
        </w:rPr>
        <w:t>’</w:t>
      </w:r>
      <w:r w:rsidRPr="001B73FA">
        <w:rPr>
          <w:szCs w:val="20"/>
        </w:rPr>
        <w:t>assassinat patriotique adorable</w:t>
      </w:r>
      <w:r w:rsidR="00462692" w:rsidRPr="00A4769E">
        <w:rPr>
          <w:szCs w:val="20"/>
        </w:rPr>
        <w:t xml:space="preserve">, </w:t>
      </w:r>
      <w:r w:rsidRPr="001B73FA">
        <w:rPr>
          <w:szCs w:val="20"/>
        </w:rPr>
        <w:t>on était obligé de fusiller les bons assassins avec de grands coups de chapeau</w:t>
      </w:r>
      <w:r w:rsidR="00462692" w:rsidRPr="00A4769E">
        <w:rPr>
          <w:szCs w:val="20"/>
        </w:rPr>
        <w:t xml:space="preserve">, </w:t>
      </w:r>
      <w:r w:rsidRPr="001B73FA">
        <w:rPr>
          <w:szCs w:val="20"/>
        </w:rPr>
        <w:t>mais de fort vilaines balles sardes</w:t>
      </w:r>
      <w:r w:rsidR="00462692" w:rsidRPr="00A4769E">
        <w:rPr>
          <w:szCs w:val="20"/>
        </w:rPr>
        <w:t xml:space="preserve">. </w:t>
      </w:r>
      <w:r w:rsidRPr="001B73FA">
        <w:rPr>
          <w:szCs w:val="20"/>
        </w:rPr>
        <w:t>Les nerfs de la monarchie autrichienne ne supportaient pas la perte du plus petit de ses espions</w:t>
      </w:r>
      <w:r w:rsidR="00462692" w:rsidRPr="00A4769E">
        <w:rPr>
          <w:szCs w:val="20"/>
        </w:rPr>
        <w:t xml:space="preserve">, </w:t>
      </w:r>
      <w:r w:rsidRPr="001B73FA">
        <w:rPr>
          <w:szCs w:val="20"/>
        </w:rPr>
        <w:t>et elle soutenait ses vapeurs avec quarante divisions de grenadiers athlétiques</w:t>
      </w:r>
      <w:r w:rsidR="00462692" w:rsidRPr="00A4769E">
        <w:rPr>
          <w:szCs w:val="20"/>
        </w:rPr>
        <w:t>.</w:t>
      </w:r>
    </w:p>
    <w:p w14:paraId="232A0FF5" w14:textId="77777777" w:rsidR="00462692" w:rsidRPr="00A4769E" w:rsidRDefault="001B73FA" w:rsidP="001B73FA">
      <w:pPr>
        <w:rPr>
          <w:szCs w:val="20"/>
        </w:rPr>
      </w:pPr>
      <w:r w:rsidRPr="001B73FA">
        <w:rPr>
          <w:szCs w:val="20"/>
        </w:rPr>
        <w:t>Un matin de mai 18</w:t>
      </w:r>
      <w:r w:rsidR="00462692" w:rsidRPr="00A4769E">
        <w:rPr>
          <w:szCs w:val="20"/>
        </w:rPr>
        <w:t xml:space="preserve">…, </w:t>
      </w:r>
      <w:r w:rsidRPr="001B73FA">
        <w:rPr>
          <w:szCs w:val="20"/>
        </w:rPr>
        <w:t>on découvrit sous les buissons</w:t>
      </w:r>
      <w:r w:rsidR="00462692" w:rsidRPr="00A4769E">
        <w:rPr>
          <w:szCs w:val="20"/>
        </w:rPr>
        <w:t xml:space="preserve">, </w:t>
      </w:r>
      <w:r w:rsidRPr="001B73FA">
        <w:rPr>
          <w:szCs w:val="20"/>
        </w:rPr>
        <w:t>à deux lieues de Turin</w:t>
      </w:r>
      <w:r w:rsidR="00462692" w:rsidRPr="00A4769E">
        <w:rPr>
          <w:szCs w:val="20"/>
        </w:rPr>
        <w:t xml:space="preserve">, </w:t>
      </w:r>
      <w:r w:rsidRPr="001B73FA">
        <w:rPr>
          <w:szCs w:val="20"/>
        </w:rPr>
        <w:t>le cadavre du baron Schwartz</w:t>
      </w:r>
      <w:r w:rsidR="00462692" w:rsidRPr="00A4769E">
        <w:rPr>
          <w:szCs w:val="20"/>
        </w:rPr>
        <w:t xml:space="preserve">. </w:t>
      </w:r>
      <w:r w:rsidRPr="001B73FA">
        <w:rPr>
          <w:szCs w:val="20"/>
        </w:rPr>
        <w:t>C</w:t>
      </w:r>
      <w:r w:rsidR="00462692" w:rsidRPr="00A4769E">
        <w:rPr>
          <w:szCs w:val="20"/>
        </w:rPr>
        <w:t>’</w:t>
      </w:r>
      <w:r w:rsidRPr="001B73FA">
        <w:rPr>
          <w:szCs w:val="20"/>
        </w:rPr>
        <w:t>était un soi-disant Lombard</w:t>
      </w:r>
      <w:r w:rsidR="00462692" w:rsidRPr="00A4769E">
        <w:rPr>
          <w:szCs w:val="20"/>
        </w:rPr>
        <w:t xml:space="preserve">, </w:t>
      </w:r>
      <w:r w:rsidRPr="001B73FA">
        <w:rPr>
          <w:szCs w:val="20"/>
        </w:rPr>
        <w:t>qui se faisait ouvertement des rentes avec le Spielberg</w:t>
      </w:r>
      <w:r w:rsidR="00462692" w:rsidRPr="00A4769E">
        <w:rPr>
          <w:szCs w:val="20"/>
        </w:rPr>
        <w:t xml:space="preserve">. </w:t>
      </w:r>
      <w:r w:rsidRPr="001B73FA">
        <w:rPr>
          <w:szCs w:val="20"/>
        </w:rPr>
        <w:t>Il venait</w:t>
      </w:r>
      <w:r w:rsidR="00462692" w:rsidRPr="00A4769E">
        <w:rPr>
          <w:szCs w:val="20"/>
        </w:rPr>
        <w:t xml:space="preserve">, </w:t>
      </w:r>
      <w:r w:rsidRPr="001B73FA">
        <w:rPr>
          <w:szCs w:val="20"/>
        </w:rPr>
        <w:t>encore tout récemment</w:t>
      </w:r>
      <w:r w:rsidR="00462692" w:rsidRPr="00A4769E">
        <w:rPr>
          <w:szCs w:val="20"/>
        </w:rPr>
        <w:t xml:space="preserve">, </w:t>
      </w:r>
      <w:r w:rsidRPr="001B73FA">
        <w:rPr>
          <w:szCs w:val="20"/>
        </w:rPr>
        <w:t>d</w:t>
      </w:r>
      <w:r w:rsidR="00462692" w:rsidRPr="00A4769E">
        <w:rPr>
          <w:szCs w:val="20"/>
        </w:rPr>
        <w:t>’</w:t>
      </w:r>
      <w:r w:rsidRPr="001B73FA">
        <w:rPr>
          <w:szCs w:val="20"/>
        </w:rPr>
        <w:t>y faire expédier trois cordonniers qui</w:t>
      </w:r>
      <w:r w:rsidR="00462692" w:rsidRPr="00A4769E">
        <w:rPr>
          <w:szCs w:val="20"/>
        </w:rPr>
        <w:t xml:space="preserve">, </w:t>
      </w:r>
      <w:r w:rsidRPr="001B73FA">
        <w:rPr>
          <w:szCs w:val="20"/>
        </w:rPr>
        <w:t>paraît-il</w:t>
      </w:r>
      <w:r w:rsidR="00462692" w:rsidRPr="00A4769E">
        <w:rPr>
          <w:szCs w:val="20"/>
        </w:rPr>
        <w:t xml:space="preserve">, </w:t>
      </w:r>
      <w:r w:rsidRPr="001B73FA">
        <w:rPr>
          <w:szCs w:val="20"/>
        </w:rPr>
        <w:t>complotaient en cousant la trépointe</w:t>
      </w:r>
      <w:r w:rsidR="00462692" w:rsidRPr="00A4769E">
        <w:rPr>
          <w:szCs w:val="20"/>
        </w:rPr>
        <w:t xml:space="preserve">. </w:t>
      </w:r>
      <w:r w:rsidRPr="001B73FA">
        <w:rPr>
          <w:szCs w:val="20"/>
        </w:rPr>
        <w:t xml:space="preserve">Le peuple de la rue fit courir aussitôt un </w:t>
      </w:r>
      <w:r w:rsidRPr="001B73FA">
        <w:rPr>
          <w:szCs w:val="20"/>
        </w:rPr>
        <w:lastRenderedPageBreak/>
        <w:t>petit sonnet qui avait tout l</w:t>
      </w:r>
      <w:r w:rsidR="00462692" w:rsidRPr="00A4769E">
        <w:rPr>
          <w:szCs w:val="20"/>
        </w:rPr>
        <w:t>’</w:t>
      </w:r>
      <w:r w:rsidRPr="001B73FA">
        <w:rPr>
          <w:szCs w:val="20"/>
        </w:rPr>
        <w:t>air d</w:t>
      </w:r>
      <w:r w:rsidR="00462692" w:rsidRPr="00A4769E">
        <w:rPr>
          <w:szCs w:val="20"/>
        </w:rPr>
        <w:t>’</w:t>
      </w:r>
      <w:r w:rsidRPr="001B73FA">
        <w:rPr>
          <w:szCs w:val="20"/>
        </w:rPr>
        <w:t>avoir été préparé et dans lequel il était dit crûment que le baron avait dû mécontenter un amateur de bottes</w:t>
      </w:r>
      <w:r w:rsidR="00462692" w:rsidRPr="00A4769E">
        <w:rPr>
          <w:szCs w:val="20"/>
        </w:rPr>
        <w:t xml:space="preserve">. </w:t>
      </w:r>
      <w:r w:rsidRPr="001B73FA">
        <w:rPr>
          <w:szCs w:val="20"/>
        </w:rPr>
        <w:t>Mais la police se donna le visage de prendre la chose au sérieux</w:t>
      </w:r>
      <w:r w:rsidR="00462692" w:rsidRPr="00A4769E">
        <w:rPr>
          <w:szCs w:val="20"/>
        </w:rPr>
        <w:t>.</w:t>
      </w:r>
    </w:p>
    <w:p w14:paraId="1FB2E905" w14:textId="510FD61E" w:rsidR="00462692" w:rsidRPr="00A4769E" w:rsidRDefault="001B73FA" w:rsidP="001B73FA">
      <w:pPr>
        <w:rPr>
          <w:szCs w:val="20"/>
        </w:rPr>
      </w:pPr>
      <w:r w:rsidRPr="001B73FA">
        <w:rPr>
          <w:szCs w:val="20"/>
        </w:rPr>
        <w:t>Le cadavre était torse nu</w:t>
      </w:r>
      <w:r w:rsidR="00462692" w:rsidRPr="00A4769E">
        <w:rPr>
          <w:szCs w:val="20"/>
        </w:rPr>
        <w:t xml:space="preserve">. </w:t>
      </w:r>
      <w:r w:rsidRPr="001B73FA">
        <w:rPr>
          <w:szCs w:val="20"/>
        </w:rPr>
        <w:t>Sa poitrine</w:t>
      </w:r>
      <w:r w:rsidR="00462692" w:rsidRPr="00A4769E">
        <w:rPr>
          <w:szCs w:val="20"/>
        </w:rPr>
        <w:t xml:space="preserve">, </w:t>
      </w:r>
      <w:r w:rsidRPr="001B73FA">
        <w:rPr>
          <w:szCs w:val="20"/>
        </w:rPr>
        <w:t>blanche comme celle d</w:t>
      </w:r>
      <w:r w:rsidR="00462692" w:rsidRPr="00A4769E">
        <w:rPr>
          <w:szCs w:val="20"/>
        </w:rPr>
        <w:t>’</w:t>
      </w:r>
      <w:r w:rsidRPr="001B73FA">
        <w:rPr>
          <w:szCs w:val="20"/>
        </w:rPr>
        <w:t>une femme</w:t>
      </w:r>
      <w:r w:rsidR="00462692" w:rsidRPr="00A4769E">
        <w:rPr>
          <w:szCs w:val="20"/>
        </w:rPr>
        <w:t xml:space="preserve">, </w:t>
      </w:r>
      <w:r w:rsidRPr="001B73FA">
        <w:rPr>
          <w:szCs w:val="20"/>
        </w:rPr>
        <w:t>était toute salie de ruisselets de sueur séchée</w:t>
      </w:r>
      <w:r w:rsidR="00462692" w:rsidRPr="00A4769E">
        <w:rPr>
          <w:szCs w:val="20"/>
        </w:rPr>
        <w:t xml:space="preserve">. </w:t>
      </w:r>
      <w:r w:rsidRPr="001B73FA">
        <w:rPr>
          <w:szCs w:val="20"/>
        </w:rPr>
        <w:t>C</w:t>
      </w:r>
      <w:r w:rsidR="00462692" w:rsidRPr="00A4769E">
        <w:rPr>
          <w:szCs w:val="20"/>
        </w:rPr>
        <w:t>’</w:t>
      </w:r>
      <w:r w:rsidRPr="001B73FA">
        <w:rPr>
          <w:szCs w:val="20"/>
        </w:rPr>
        <w:t xml:space="preserve">est ce qui fit regarder avec attention le sabre dont feu </w:t>
      </w:r>
      <w:r w:rsidR="00462692" w:rsidRPr="00A4769E">
        <w:rPr>
          <w:szCs w:val="20"/>
        </w:rPr>
        <w:t>M. </w:t>
      </w:r>
      <w:r w:rsidRPr="001B73FA">
        <w:rPr>
          <w:szCs w:val="20"/>
        </w:rPr>
        <w:t>le Baron serrait la poignée dans son poing droit</w:t>
      </w:r>
      <w:r w:rsidR="00462692" w:rsidRPr="00A4769E">
        <w:rPr>
          <w:szCs w:val="20"/>
        </w:rPr>
        <w:t xml:space="preserve">. </w:t>
      </w:r>
      <w:r w:rsidRPr="001B73FA">
        <w:rPr>
          <w:szCs w:val="20"/>
        </w:rPr>
        <w:t>Cela n</w:t>
      </w:r>
      <w:r w:rsidR="00462692" w:rsidRPr="00A4769E">
        <w:rPr>
          <w:szCs w:val="20"/>
        </w:rPr>
        <w:t>’</w:t>
      </w:r>
      <w:r w:rsidRPr="001B73FA">
        <w:rPr>
          <w:szCs w:val="20"/>
        </w:rPr>
        <w:t>était pas une comédie de duel</w:t>
      </w:r>
      <w:r w:rsidR="00AA3BAE">
        <w:rPr>
          <w:szCs w:val="20"/>
        </w:rPr>
        <w:t>.</w:t>
      </w:r>
      <w:r w:rsidR="00462692" w:rsidRPr="00A4769E">
        <w:rPr>
          <w:szCs w:val="20"/>
        </w:rPr>
        <w:t xml:space="preserve"> </w:t>
      </w:r>
      <w:r w:rsidR="00AA3BAE">
        <w:rPr>
          <w:szCs w:val="20"/>
        </w:rPr>
        <w:t>O</w:t>
      </w:r>
      <w:r w:rsidRPr="001B73FA">
        <w:rPr>
          <w:szCs w:val="20"/>
        </w:rPr>
        <w:t>n lui avait longuement permis de défendre sa vie</w:t>
      </w:r>
      <w:r w:rsidR="00462692" w:rsidRPr="00A4769E">
        <w:rPr>
          <w:szCs w:val="20"/>
        </w:rPr>
        <w:t xml:space="preserve">. </w:t>
      </w:r>
      <w:r w:rsidRPr="001B73FA">
        <w:rPr>
          <w:szCs w:val="20"/>
        </w:rPr>
        <w:t>La blessure unique dont il était mort était singulière pour avoir été faite au sabre qui</w:t>
      </w:r>
      <w:r w:rsidR="00462692" w:rsidRPr="00A4769E">
        <w:rPr>
          <w:szCs w:val="20"/>
        </w:rPr>
        <w:t xml:space="preserve">, </w:t>
      </w:r>
      <w:r w:rsidRPr="001B73FA">
        <w:rPr>
          <w:szCs w:val="20"/>
        </w:rPr>
        <w:t>dans l</w:t>
      </w:r>
      <w:r w:rsidR="00462692" w:rsidRPr="00A4769E">
        <w:rPr>
          <w:szCs w:val="20"/>
        </w:rPr>
        <w:t>’</w:t>
      </w:r>
      <w:r w:rsidRPr="001B73FA">
        <w:rPr>
          <w:szCs w:val="20"/>
        </w:rPr>
        <w:t>exaltation des combats</w:t>
      </w:r>
      <w:r w:rsidR="00462692" w:rsidRPr="00A4769E">
        <w:rPr>
          <w:szCs w:val="20"/>
        </w:rPr>
        <w:t xml:space="preserve">, </w:t>
      </w:r>
      <w:r w:rsidRPr="001B73FA">
        <w:rPr>
          <w:szCs w:val="20"/>
        </w:rPr>
        <w:t>mâche toujours un peu les chairs</w:t>
      </w:r>
      <w:r w:rsidR="00462692" w:rsidRPr="00A4769E">
        <w:rPr>
          <w:szCs w:val="20"/>
        </w:rPr>
        <w:t xml:space="preserve">. </w:t>
      </w:r>
      <w:r w:rsidRPr="001B73FA">
        <w:rPr>
          <w:szCs w:val="20"/>
        </w:rPr>
        <w:t>C</w:t>
      </w:r>
      <w:r w:rsidR="00462692" w:rsidRPr="00A4769E">
        <w:rPr>
          <w:szCs w:val="20"/>
        </w:rPr>
        <w:t>’</w:t>
      </w:r>
      <w:r w:rsidRPr="001B73FA">
        <w:rPr>
          <w:szCs w:val="20"/>
        </w:rPr>
        <w:t>était un coup de pointe</w:t>
      </w:r>
      <w:r w:rsidR="00462692" w:rsidRPr="00A4769E">
        <w:rPr>
          <w:szCs w:val="20"/>
        </w:rPr>
        <w:t xml:space="preserve">, </w:t>
      </w:r>
      <w:r w:rsidRPr="001B73FA">
        <w:rPr>
          <w:szCs w:val="20"/>
        </w:rPr>
        <w:t>net comme un coup d</w:t>
      </w:r>
      <w:r w:rsidR="00462692" w:rsidRPr="00A4769E">
        <w:rPr>
          <w:szCs w:val="20"/>
        </w:rPr>
        <w:t>’</w:t>
      </w:r>
      <w:r w:rsidRPr="001B73FA">
        <w:rPr>
          <w:szCs w:val="20"/>
        </w:rPr>
        <w:t>épée</w:t>
      </w:r>
      <w:r w:rsidR="00462692" w:rsidRPr="00A4769E">
        <w:rPr>
          <w:szCs w:val="20"/>
        </w:rPr>
        <w:t xml:space="preserve">, </w:t>
      </w:r>
      <w:r w:rsidRPr="001B73FA">
        <w:rPr>
          <w:szCs w:val="20"/>
        </w:rPr>
        <w:t>qui avait proprement percé le c</w:t>
      </w:r>
      <w:r w:rsidR="00462692" w:rsidRPr="00A4769E">
        <w:rPr>
          <w:szCs w:val="20"/>
        </w:rPr>
        <w:t>œ</w:t>
      </w:r>
      <w:r w:rsidRPr="001B73FA">
        <w:rPr>
          <w:szCs w:val="20"/>
        </w:rPr>
        <w:t>ur</w:t>
      </w:r>
      <w:r w:rsidR="00462692" w:rsidRPr="00A4769E">
        <w:rPr>
          <w:szCs w:val="20"/>
        </w:rPr>
        <w:t>.</w:t>
      </w:r>
    </w:p>
    <w:p w14:paraId="2DA23571" w14:textId="77777777" w:rsidR="00462692" w:rsidRPr="00A4769E" w:rsidRDefault="001B73FA" w:rsidP="001B73FA">
      <w:pPr>
        <w:rPr>
          <w:szCs w:val="20"/>
        </w:rPr>
      </w:pPr>
      <w:r w:rsidRPr="001B73FA">
        <w:rPr>
          <w:szCs w:val="20"/>
        </w:rPr>
        <w:t>Il y avait alors à Turin un intendant de police très entendu à l</w:t>
      </w:r>
      <w:r w:rsidR="00462692" w:rsidRPr="00A4769E">
        <w:rPr>
          <w:szCs w:val="20"/>
        </w:rPr>
        <w:t>’</w:t>
      </w:r>
      <w:r w:rsidRPr="001B73FA">
        <w:rPr>
          <w:szCs w:val="20"/>
        </w:rPr>
        <w:t>escrime</w:t>
      </w:r>
      <w:r w:rsidR="00462692" w:rsidRPr="00A4769E">
        <w:rPr>
          <w:szCs w:val="20"/>
        </w:rPr>
        <w:t xml:space="preserve">. </w:t>
      </w:r>
      <w:r w:rsidRPr="001B73FA">
        <w:rPr>
          <w:szCs w:val="20"/>
        </w:rPr>
        <w:t>Cette blessure lui parut parfaitement parlante</w:t>
      </w:r>
      <w:r w:rsidR="00462692" w:rsidRPr="00A4769E">
        <w:rPr>
          <w:szCs w:val="20"/>
        </w:rPr>
        <w:t>.</w:t>
      </w:r>
    </w:p>
    <w:p w14:paraId="42E8F49C" w14:textId="5EEAA9A5" w:rsidR="00462692" w:rsidRPr="00A4769E" w:rsidRDefault="00462692" w:rsidP="001B73FA">
      <w:pPr>
        <w:rPr>
          <w:szCs w:val="20"/>
        </w:rPr>
      </w:pPr>
      <w:r w:rsidRPr="00A4769E">
        <w:rPr>
          <w:szCs w:val="20"/>
        </w:rPr>
        <w:t>« </w:t>
      </w:r>
      <w:r w:rsidR="001B73FA" w:rsidRPr="001B73FA">
        <w:rPr>
          <w:szCs w:val="20"/>
        </w:rPr>
        <w:t>C</w:t>
      </w:r>
      <w:r w:rsidRPr="00A4769E">
        <w:rPr>
          <w:szCs w:val="20"/>
        </w:rPr>
        <w:t>’</w:t>
      </w:r>
      <w:r w:rsidR="001B73FA" w:rsidRPr="001B73FA">
        <w:rPr>
          <w:szCs w:val="20"/>
        </w:rPr>
        <w:t>est un coup</w:t>
      </w:r>
      <w:r w:rsidRPr="00A4769E">
        <w:rPr>
          <w:szCs w:val="20"/>
        </w:rPr>
        <w:t xml:space="preserve">, </w:t>
      </w:r>
      <w:r w:rsidR="001B73FA" w:rsidRPr="001B73FA">
        <w:rPr>
          <w:szCs w:val="20"/>
        </w:rPr>
        <w:t>dit-il</w:t>
      </w:r>
      <w:r w:rsidRPr="00A4769E">
        <w:rPr>
          <w:szCs w:val="20"/>
        </w:rPr>
        <w:t xml:space="preserve">, </w:t>
      </w:r>
      <w:r w:rsidR="001B73FA" w:rsidRPr="001B73FA">
        <w:rPr>
          <w:szCs w:val="20"/>
        </w:rPr>
        <w:t>qui exige dix ans de pratique et trois cents ans de désinvolture héréditaire</w:t>
      </w:r>
      <w:r w:rsidRPr="00A4769E">
        <w:rPr>
          <w:szCs w:val="20"/>
        </w:rPr>
        <w:t>. »</w:t>
      </w:r>
      <w:r w:rsidR="001B73FA" w:rsidRPr="001B73FA">
        <w:rPr>
          <w:szCs w:val="20"/>
        </w:rPr>
        <w:t xml:space="preserve"> Cet intendant était</w:t>
      </w:r>
      <w:r w:rsidRPr="00A4769E">
        <w:rPr>
          <w:szCs w:val="20"/>
        </w:rPr>
        <w:t xml:space="preserve">, </w:t>
      </w:r>
      <w:r w:rsidR="001B73FA" w:rsidRPr="001B73FA">
        <w:rPr>
          <w:szCs w:val="20"/>
        </w:rPr>
        <w:t>par ailleurs</w:t>
      </w:r>
      <w:r w:rsidRPr="00A4769E">
        <w:rPr>
          <w:szCs w:val="20"/>
        </w:rPr>
        <w:t xml:space="preserve">, </w:t>
      </w:r>
      <w:r w:rsidR="001B73FA" w:rsidRPr="001B73FA">
        <w:rPr>
          <w:szCs w:val="20"/>
        </w:rPr>
        <w:t>homme d</w:t>
      </w:r>
      <w:r w:rsidRPr="00A4769E">
        <w:rPr>
          <w:szCs w:val="20"/>
        </w:rPr>
        <w:t>’</w:t>
      </w:r>
      <w:r w:rsidR="001B73FA" w:rsidRPr="001B73FA">
        <w:rPr>
          <w:szCs w:val="20"/>
        </w:rPr>
        <w:t>esprit</w:t>
      </w:r>
      <w:r w:rsidRPr="00A4769E">
        <w:rPr>
          <w:szCs w:val="20"/>
        </w:rPr>
        <w:t xml:space="preserve"> ; </w:t>
      </w:r>
      <w:r w:rsidR="001B73FA" w:rsidRPr="001B73FA">
        <w:rPr>
          <w:szCs w:val="20"/>
        </w:rPr>
        <w:t>il écrivait sous des pseudonymes de petits romans de caractère qui ne manquaient pas de valeur</w:t>
      </w:r>
      <w:r w:rsidRPr="00A4769E">
        <w:rPr>
          <w:szCs w:val="20"/>
        </w:rPr>
        <w:t xml:space="preserve">. </w:t>
      </w:r>
      <w:r w:rsidR="001B73FA" w:rsidRPr="001B73FA">
        <w:rPr>
          <w:szCs w:val="20"/>
        </w:rPr>
        <w:t>Il donna beaucoup d</w:t>
      </w:r>
      <w:r w:rsidRPr="00A4769E">
        <w:rPr>
          <w:szCs w:val="20"/>
        </w:rPr>
        <w:t>’</w:t>
      </w:r>
      <w:r w:rsidR="001B73FA" w:rsidRPr="001B73FA">
        <w:rPr>
          <w:szCs w:val="20"/>
        </w:rPr>
        <w:t>attention à un fait psychologique</w:t>
      </w:r>
      <w:r w:rsidRPr="00A4769E">
        <w:rPr>
          <w:szCs w:val="20"/>
        </w:rPr>
        <w:t xml:space="preserve">. </w:t>
      </w:r>
      <w:r w:rsidR="001B73FA" w:rsidRPr="001B73FA">
        <w:rPr>
          <w:szCs w:val="20"/>
        </w:rPr>
        <w:t>Non seulement</w:t>
      </w:r>
      <w:r w:rsidRPr="00A4769E">
        <w:rPr>
          <w:szCs w:val="20"/>
        </w:rPr>
        <w:t xml:space="preserve">, </w:t>
      </w:r>
      <w:r w:rsidR="001B73FA" w:rsidRPr="001B73FA">
        <w:rPr>
          <w:szCs w:val="20"/>
        </w:rPr>
        <w:t>de toute évidence</w:t>
      </w:r>
      <w:r w:rsidRPr="00A4769E">
        <w:rPr>
          <w:szCs w:val="20"/>
        </w:rPr>
        <w:t xml:space="preserve">, </w:t>
      </w:r>
      <w:r w:rsidR="001B73FA" w:rsidRPr="001B73FA">
        <w:rPr>
          <w:szCs w:val="20"/>
        </w:rPr>
        <w:t>on avait répugné au coup de poignard dans le dos</w:t>
      </w:r>
      <w:r w:rsidRPr="00A4769E">
        <w:rPr>
          <w:szCs w:val="20"/>
        </w:rPr>
        <w:t xml:space="preserve">, </w:t>
      </w:r>
      <w:r w:rsidR="001B73FA" w:rsidRPr="001B73FA">
        <w:rPr>
          <w:szCs w:val="20"/>
        </w:rPr>
        <w:t>mais encore</w:t>
      </w:r>
      <w:r w:rsidRPr="00A4769E">
        <w:rPr>
          <w:szCs w:val="20"/>
        </w:rPr>
        <w:t xml:space="preserve">, </w:t>
      </w:r>
      <w:r w:rsidR="001B73FA" w:rsidRPr="001B73FA">
        <w:rPr>
          <w:szCs w:val="20"/>
        </w:rPr>
        <w:t>on avait eu la générosité de laisser à une canaille aussi avérée que le baron licence de se défendre</w:t>
      </w:r>
      <w:r w:rsidRPr="00A4769E">
        <w:rPr>
          <w:szCs w:val="20"/>
        </w:rPr>
        <w:t xml:space="preserve">, </w:t>
      </w:r>
      <w:r w:rsidR="001B73FA" w:rsidRPr="001B73FA">
        <w:rPr>
          <w:szCs w:val="20"/>
        </w:rPr>
        <w:t>et une générosité aussi monumentale ne pouvait</w:t>
      </w:r>
      <w:r w:rsidRPr="00A4769E">
        <w:rPr>
          <w:szCs w:val="20"/>
        </w:rPr>
        <w:t xml:space="preserve">, </w:t>
      </w:r>
      <w:r w:rsidR="001B73FA" w:rsidRPr="001B73FA">
        <w:rPr>
          <w:szCs w:val="20"/>
        </w:rPr>
        <w:t>hélas</w:t>
      </w:r>
      <w:r w:rsidRPr="00A4769E">
        <w:rPr>
          <w:szCs w:val="20"/>
        </w:rPr>
        <w:t xml:space="preserve"> ! </w:t>
      </w:r>
      <w:r w:rsidR="001B73FA" w:rsidRPr="001B73FA">
        <w:rPr>
          <w:szCs w:val="20"/>
        </w:rPr>
        <w:t>permettre aucune erreur d</w:t>
      </w:r>
      <w:r w:rsidRPr="00A4769E">
        <w:rPr>
          <w:szCs w:val="20"/>
        </w:rPr>
        <w:t>’</w:t>
      </w:r>
      <w:r w:rsidR="001B73FA" w:rsidRPr="001B73FA">
        <w:rPr>
          <w:szCs w:val="20"/>
        </w:rPr>
        <w:t>interprétation</w:t>
      </w:r>
      <w:r w:rsidRPr="00A4769E">
        <w:rPr>
          <w:szCs w:val="20"/>
        </w:rPr>
        <w:t xml:space="preserve">. </w:t>
      </w:r>
      <w:r w:rsidR="001B73FA" w:rsidRPr="001B73FA">
        <w:rPr>
          <w:szCs w:val="20"/>
        </w:rPr>
        <w:t>Le Schwartz n</w:t>
      </w:r>
      <w:r w:rsidRPr="00A4769E">
        <w:rPr>
          <w:szCs w:val="20"/>
        </w:rPr>
        <w:t>’</w:t>
      </w:r>
      <w:r w:rsidR="001B73FA" w:rsidRPr="001B73FA">
        <w:rPr>
          <w:szCs w:val="20"/>
        </w:rPr>
        <w:t>était pas le seul espion de la ville</w:t>
      </w:r>
      <w:r w:rsidRPr="00A4769E">
        <w:rPr>
          <w:szCs w:val="20"/>
        </w:rPr>
        <w:t xml:space="preserve"> – </w:t>
      </w:r>
      <w:r w:rsidR="001B73FA" w:rsidRPr="001B73FA">
        <w:rPr>
          <w:szCs w:val="20"/>
        </w:rPr>
        <w:t>il s</w:t>
      </w:r>
      <w:r w:rsidRPr="00A4769E">
        <w:rPr>
          <w:szCs w:val="20"/>
        </w:rPr>
        <w:t>’</w:t>
      </w:r>
      <w:r w:rsidR="001B73FA" w:rsidRPr="001B73FA">
        <w:rPr>
          <w:szCs w:val="20"/>
        </w:rPr>
        <w:t>en fallait de beaucoup</w:t>
      </w:r>
      <w:r w:rsidRPr="00A4769E">
        <w:rPr>
          <w:szCs w:val="20"/>
        </w:rPr>
        <w:t xml:space="preserve"> – </w:t>
      </w:r>
      <w:r w:rsidR="001B73FA" w:rsidRPr="001B73FA">
        <w:rPr>
          <w:szCs w:val="20"/>
        </w:rPr>
        <w:t>dans deux jours</w:t>
      </w:r>
      <w:r w:rsidRPr="00A4769E">
        <w:rPr>
          <w:szCs w:val="20"/>
        </w:rPr>
        <w:t xml:space="preserve">, </w:t>
      </w:r>
      <w:r w:rsidR="001B73FA" w:rsidRPr="001B73FA">
        <w:rPr>
          <w:szCs w:val="20"/>
        </w:rPr>
        <w:t>la chancellerie autrichienne proclamerait ironiquement le nom du coupable</w:t>
      </w:r>
      <w:r w:rsidRPr="00A4769E">
        <w:rPr>
          <w:szCs w:val="20"/>
        </w:rPr>
        <w:t>.</w:t>
      </w:r>
    </w:p>
    <w:p w14:paraId="7DFCE63A" w14:textId="77777777" w:rsidR="00462692" w:rsidRPr="00A4769E" w:rsidRDefault="00462692" w:rsidP="001B73FA">
      <w:pPr>
        <w:rPr>
          <w:szCs w:val="20"/>
        </w:rPr>
      </w:pPr>
    </w:p>
    <w:p w14:paraId="6A192BF0" w14:textId="77777777" w:rsidR="00462692" w:rsidRPr="00A4769E" w:rsidRDefault="00462692" w:rsidP="001B73FA">
      <w:pPr>
        <w:rPr>
          <w:szCs w:val="20"/>
        </w:rPr>
      </w:pPr>
      <w:r w:rsidRPr="00A4769E">
        <w:rPr>
          <w:szCs w:val="20"/>
        </w:rPr>
        <w:t>« </w:t>
      </w:r>
      <w:r w:rsidR="001B73FA" w:rsidRPr="001B73FA">
        <w:rPr>
          <w:szCs w:val="20"/>
        </w:rPr>
        <w:t>L</w:t>
      </w:r>
      <w:r w:rsidRPr="00A4769E">
        <w:rPr>
          <w:szCs w:val="20"/>
        </w:rPr>
        <w:t>’</w:t>
      </w:r>
      <w:r w:rsidR="001B73FA" w:rsidRPr="001B73FA">
        <w:rPr>
          <w:szCs w:val="20"/>
        </w:rPr>
        <w:t>ironie doit rester l</w:t>
      </w:r>
      <w:r w:rsidRPr="00A4769E">
        <w:rPr>
          <w:szCs w:val="20"/>
        </w:rPr>
        <w:t>’</w:t>
      </w:r>
      <w:r w:rsidR="001B73FA" w:rsidRPr="001B73FA">
        <w:rPr>
          <w:szCs w:val="20"/>
        </w:rPr>
        <w:t>arme du plus faible</w:t>
      </w:r>
      <w:r w:rsidRPr="00A4769E">
        <w:rPr>
          <w:szCs w:val="20"/>
        </w:rPr>
        <w:t xml:space="preserve"> », </w:t>
      </w:r>
      <w:r w:rsidR="001B73FA" w:rsidRPr="001B73FA">
        <w:rPr>
          <w:szCs w:val="20"/>
        </w:rPr>
        <w:t>soupira l</w:t>
      </w:r>
      <w:r w:rsidRPr="00A4769E">
        <w:rPr>
          <w:szCs w:val="20"/>
        </w:rPr>
        <w:t>’</w:t>
      </w:r>
      <w:r w:rsidR="001B73FA" w:rsidRPr="001B73FA">
        <w:rPr>
          <w:szCs w:val="20"/>
        </w:rPr>
        <w:t>intendant de police</w:t>
      </w:r>
      <w:r w:rsidRPr="00A4769E">
        <w:rPr>
          <w:szCs w:val="20"/>
        </w:rPr>
        <w:t xml:space="preserve">. </w:t>
      </w:r>
      <w:r w:rsidR="001B73FA" w:rsidRPr="001B73FA">
        <w:rPr>
          <w:szCs w:val="20"/>
        </w:rPr>
        <w:t>Il aurait pu faire avec trois</w:t>
      </w:r>
      <w:r w:rsidRPr="00A4769E">
        <w:rPr>
          <w:szCs w:val="20"/>
        </w:rPr>
        <w:t xml:space="preserve">, </w:t>
      </w:r>
      <w:r w:rsidR="001B73FA" w:rsidRPr="001B73FA">
        <w:rPr>
          <w:szCs w:val="20"/>
        </w:rPr>
        <w:t>mais toute la ville applaudit à la naïveté qu</w:t>
      </w:r>
      <w:r w:rsidRPr="00A4769E">
        <w:rPr>
          <w:szCs w:val="20"/>
        </w:rPr>
        <w:t>’</w:t>
      </w:r>
      <w:r w:rsidR="001B73FA" w:rsidRPr="001B73FA">
        <w:rPr>
          <w:szCs w:val="20"/>
        </w:rPr>
        <w:t>il eut d</w:t>
      </w:r>
      <w:r w:rsidRPr="00A4769E">
        <w:rPr>
          <w:szCs w:val="20"/>
        </w:rPr>
        <w:t>’</w:t>
      </w:r>
      <w:r w:rsidR="001B73FA" w:rsidRPr="001B73FA">
        <w:rPr>
          <w:szCs w:val="20"/>
        </w:rPr>
        <w:t>envoyer magnifiquement huit argousins au palais Pardi vers les cinq heures du soir</w:t>
      </w:r>
      <w:r w:rsidRPr="00A4769E">
        <w:rPr>
          <w:szCs w:val="20"/>
        </w:rPr>
        <w:t xml:space="preserve">. </w:t>
      </w:r>
      <w:r w:rsidR="001B73FA" w:rsidRPr="001B73FA">
        <w:rPr>
          <w:szCs w:val="20"/>
        </w:rPr>
        <w:t>Il n</w:t>
      </w:r>
      <w:r w:rsidRPr="00A4769E">
        <w:rPr>
          <w:szCs w:val="20"/>
        </w:rPr>
        <w:t>’</w:t>
      </w:r>
      <w:r w:rsidR="001B73FA" w:rsidRPr="001B73FA">
        <w:rPr>
          <w:szCs w:val="20"/>
        </w:rPr>
        <w:t>eut pas besoin de leur recommander de faire beaucoup de bruit</w:t>
      </w:r>
      <w:r w:rsidRPr="00A4769E">
        <w:rPr>
          <w:szCs w:val="20"/>
        </w:rPr>
        <w:t xml:space="preserve">, </w:t>
      </w:r>
      <w:r w:rsidR="001B73FA" w:rsidRPr="001B73FA">
        <w:rPr>
          <w:szCs w:val="20"/>
        </w:rPr>
        <w:t>ce qui aurait pu inquiéter l</w:t>
      </w:r>
      <w:r w:rsidRPr="00A4769E">
        <w:rPr>
          <w:szCs w:val="20"/>
        </w:rPr>
        <w:t>’</w:t>
      </w:r>
      <w:r w:rsidR="001B73FA" w:rsidRPr="001B73FA">
        <w:rPr>
          <w:szCs w:val="20"/>
        </w:rPr>
        <w:t>âme pure de ces subalternes</w:t>
      </w:r>
      <w:r w:rsidRPr="00A4769E">
        <w:rPr>
          <w:szCs w:val="20"/>
        </w:rPr>
        <w:t xml:space="preserve"> ; </w:t>
      </w:r>
      <w:r w:rsidR="001B73FA" w:rsidRPr="001B73FA">
        <w:rPr>
          <w:szCs w:val="20"/>
        </w:rPr>
        <w:t>la compagnie de gros souliers devait fatalement éveiller les échos des ruelles pavées de grès qui tournent autour du palais avant de déboucher sur la grand-place</w:t>
      </w:r>
      <w:r w:rsidRPr="00A4769E">
        <w:rPr>
          <w:szCs w:val="20"/>
        </w:rPr>
        <w:t xml:space="preserve">. </w:t>
      </w:r>
      <w:r w:rsidR="001B73FA" w:rsidRPr="001B73FA">
        <w:rPr>
          <w:szCs w:val="20"/>
        </w:rPr>
        <w:t>Ces hommes simples demandèrent au portier le colonel de hussards Angelo</w:t>
      </w:r>
      <w:r w:rsidRPr="00A4769E">
        <w:rPr>
          <w:szCs w:val="20"/>
        </w:rPr>
        <w:t xml:space="preserve">. </w:t>
      </w:r>
      <w:r w:rsidR="001B73FA" w:rsidRPr="001B73FA">
        <w:rPr>
          <w:szCs w:val="20"/>
        </w:rPr>
        <w:t>C</w:t>
      </w:r>
      <w:r w:rsidRPr="00A4769E">
        <w:rPr>
          <w:szCs w:val="20"/>
        </w:rPr>
        <w:t>’</w:t>
      </w:r>
      <w:r w:rsidR="001B73FA" w:rsidRPr="001B73FA">
        <w:rPr>
          <w:szCs w:val="20"/>
        </w:rPr>
        <w:t>était le fils naturel de la tendre et passionnée duchesse Ezzia Pardi</w:t>
      </w:r>
      <w:r w:rsidRPr="00A4769E">
        <w:rPr>
          <w:szCs w:val="20"/>
        </w:rPr>
        <w:t xml:space="preserve">, </w:t>
      </w:r>
      <w:r w:rsidR="001B73FA" w:rsidRPr="001B73FA">
        <w:rPr>
          <w:szCs w:val="20"/>
        </w:rPr>
        <w:t>un très grand jeune homme de vingt-cinq ans</w:t>
      </w:r>
      <w:r w:rsidRPr="00A4769E">
        <w:rPr>
          <w:szCs w:val="20"/>
        </w:rPr>
        <w:t xml:space="preserve">, </w:t>
      </w:r>
      <w:r w:rsidR="001B73FA" w:rsidRPr="001B73FA">
        <w:rPr>
          <w:szCs w:val="20"/>
        </w:rPr>
        <w:t>aux lèvres minces et aux beaux yeux de velours noir</w:t>
      </w:r>
      <w:r w:rsidRPr="00A4769E">
        <w:rPr>
          <w:szCs w:val="20"/>
        </w:rPr>
        <w:t xml:space="preserve">. </w:t>
      </w:r>
      <w:r w:rsidR="001B73FA" w:rsidRPr="001B73FA">
        <w:rPr>
          <w:szCs w:val="20"/>
        </w:rPr>
        <w:t>Le portier dit que Sa Seigneurie venait malencontreusement de sortir une demi-heure à peine avant l</w:t>
      </w:r>
      <w:r w:rsidRPr="00A4769E">
        <w:rPr>
          <w:szCs w:val="20"/>
        </w:rPr>
        <w:t>’</w:t>
      </w:r>
      <w:r w:rsidR="001B73FA" w:rsidRPr="001B73FA">
        <w:rPr>
          <w:szCs w:val="20"/>
        </w:rPr>
        <w:t>arrivée des huit honorés messieurs</w:t>
      </w:r>
      <w:r w:rsidRPr="00A4769E">
        <w:rPr>
          <w:szCs w:val="20"/>
        </w:rPr>
        <w:t xml:space="preserve">. </w:t>
      </w:r>
      <w:r w:rsidR="001B73FA" w:rsidRPr="001B73FA">
        <w:rPr>
          <w:szCs w:val="20"/>
        </w:rPr>
        <w:t>Le hussard d</w:t>
      </w:r>
      <w:r w:rsidRPr="00A4769E">
        <w:rPr>
          <w:szCs w:val="20"/>
        </w:rPr>
        <w:t>’</w:t>
      </w:r>
      <w:r w:rsidR="001B73FA" w:rsidRPr="001B73FA">
        <w:rPr>
          <w:szCs w:val="20"/>
        </w:rPr>
        <w:t>ordonnance</w:t>
      </w:r>
      <w:r w:rsidRPr="00A4769E">
        <w:rPr>
          <w:szCs w:val="20"/>
        </w:rPr>
        <w:t xml:space="preserve">, </w:t>
      </w:r>
      <w:r w:rsidR="001B73FA" w:rsidRPr="001B73FA">
        <w:rPr>
          <w:szCs w:val="20"/>
        </w:rPr>
        <w:t>qui flânait dans la cour</w:t>
      </w:r>
      <w:r w:rsidRPr="00A4769E">
        <w:rPr>
          <w:szCs w:val="20"/>
        </w:rPr>
        <w:t xml:space="preserve">, </w:t>
      </w:r>
      <w:r w:rsidR="001B73FA" w:rsidRPr="001B73FA">
        <w:rPr>
          <w:szCs w:val="20"/>
        </w:rPr>
        <w:t>put aimablement compléter le renseignement en indiquant que ce devait être pour une simple visite et très probablement même une visite galante</w:t>
      </w:r>
      <w:r w:rsidRPr="00A4769E">
        <w:rPr>
          <w:szCs w:val="20"/>
        </w:rPr>
        <w:t xml:space="preserve">, </w:t>
      </w:r>
      <w:r w:rsidR="001B73FA" w:rsidRPr="001B73FA">
        <w:rPr>
          <w:szCs w:val="20"/>
        </w:rPr>
        <w:t>car le colonel était en grand uniforme et il montait un cheval de parade</w:t>
      </w:r>
      <w:r w:rsidRPr="00A4769E">
        <w:rPr>
          <w:szCs w:val="20"/>
        </w:rPr>
        <w:t xml:space="preserve">. </w:t>
      </w:r>
      <w:r w:rsidR="001B73FA" w:rsidRPr="001B73FA">
        <w:rPr>
          <w:szCs w:val="20"/>
        </w:rPr>
        <w:t>Sur quoi</w:t>
      </w:r>
      <w:r w:rsidRPr="00A4769E">
        <w:rPr>
          <w:szCs w:val="20"/>
        </w:rPr>
        <w:t xml:space="preserve">, </w:t>
      </w:r>
      <w:r w:rsidR="001B73FA" w:rsidRPr="001B73FA">
        <w:rPr>
          <w:szCs w:val="20"/>
        </w:rPr>
        <w:t>les huit chapeaux-tromblons</w:t>
      </w:r>
      <w:r w:rsidRPr="00A4769E">
        <w:rPr>
          <w:szCs w:val="20"/>
        </w:rPr>
        <w:t xml:space="preserve">, </w:t>
      </w:r>
      <w:r w:rsidR="001B73FA" w:rsidRPr="001B73FA">
        <w:rPr>
          <w:szCs w:val="20"/>
        </w:rPr>
        <w:t>clignant de l</w:t>
      </w:r>
      <w:r w:rsidRPr="00A4769E">
        <w:rPr>
          <w:szCs w:val="20"/>
        </w:rPr>
        <w:t>’œ</w:t>
      </w:r>
      <w:r w:rsidR="001B73FA" w:rsidRPr="001B73FA">
        <w:rPr>
          <w:szCs w:val="20"/>
        </w:rPr>
        <w:t>il</w:t>
      </w:r>
      <w:r w:rsidRPr="00A4769E">
        <w:rPr>
          <w:szCs w:val="20"/>
        </w:rPr>
        <w:t xml:space="preserve">, </w:t>
      </w:r>
      <w:r w:rsidR="001B73FA" w:rsidRPr="001B73FA">
        <w:rPr>
          <w:szCs w:val="20"/>
        </w:rPr>
        <w:t>s</w:t>
      </w:r>
      <w:r w:rsidRPr="00A4769E">
        <w:rPr>
          <w:szCs w:val="20"/>
        </w:rPr>
        <w:t>’</w:t>
      </w:r>
      <w:r w:rsidR="001B73FA" w:rsidRPr="001B73FA">
        <w:rPr>
          <w:szCs w:val="20"/>
        </w:rPr>
        <w:t>installèrent dans le hall du palais pour fumer</w:t>
      </w:r>
      <w:r w:rsidRPr="00A4769E">
        <w:rPr>
          <w:szCs w:val="20"/>
        </w:rPr>
        <w:t xml:space="preserve">, </w:t>
      </w:r>
      <w:r w:rsidR="001B73FA" w:rsidRPr="001B73FA">
        <w:rPr>
          <w:szCs w:val="20"/>
        </w:rPr>
        <w:t>en l</w:t>
      </w:r>
      <w:r w:rsidRPr="00A4769E">
        <w:rPr>
          <w:szCs w:val="20"/>
        </w:rPr>
        <w:t>’</w:t>
      </w:r>
      <w:r w:rsidR="001B73FA" w:rsidRPr="001B73FA">
        <w:rPr>
          <w:szCs w:val="20"/>
        </w:rPr>
        <w:t>attendant</w:t>
      </w:r>
      <w:r w:rsidRPr="00A4769E">
        <w:rPr>
          <w:szCs w:val="20"/>
        </w:rPr>
        <w:t xml:space="preserve">, </w:t>
      </w:r>
      <w:r w:rsidR="001B73FA" w:rsidRPr="001B73FA">
        <w:rPr>
          <w:szCs w:val="20"/>
        </w:rPr>
        <w:t>leurs infects petits cigares noirs</w:t>
      </w:r>
      <w:r w:rsidRPr="00A4769E">
        <w:rPr>
          <w:szCs w:val="20"/>
        </w:rPr>
        <w:t>.</w:t>
      </w:r>
    </w:p>
    <w:p w14:paraId="62B7938A" w14:textId="77777777" w:rsidR="00462692" w:rsidRPr="00A4769E" w:rsidRDefault="00462692" w:rsidP="001B73FA">
      <w:pPr>
        <w:rPr>
          <w:szCs w:val="20"/>
        </w:rPr>
      </w:pPr>
    </w:p>
    <w:p w14:paraId="2C29BD8C" w14:textId="2BA27745" w:rsidR="00462692" w:rsidRPr="00A4769E" w:rsidRDefault="001B73FA" w:rsidP="001B73FA">
      <w:pPr>
        <w:rPr>
          <w:szCs w:val="20"/>
        </w:rPr>
      </w:pPr>
      <w:r w:rsidRPr="001B73FA">
        <w:rPr>
          <w:szCs w:val="20"/>
        </w:rPr>
        <w:t>Deux jours après</w:t>
      </w:r>
      <w:r w:rsidR="00462692" w:rsidRPr="00A4769E">
        <w:rPr>
          <w:szCs w:val="20"/>
        </w:rPr>
        <w:t xml:space="preserve">, </w:t>
      </w:r>
      <w:r w:rsidRPr="001B73FA">
        <w:rPr>
          <w:szCs w:val="20"/>
        </w:rPr>
        <w:t>le douanier français qui</w:t>
      </w:r>
      <w:r w:rsidR="00462692" w:rsidRPr="00A4769E">
        <w:rPr>
          <w:szCs w:val="20"/>
        </w:rPr>
        <w:t xml:space="preserve">, </w:t>
      </w:r>
      <w:r w:rsidRPr="001B73FA">
        <w:rPr>
          <w:szCs w:val="20"/>
        </w:rPr>
        <w:t>le soir</w:t>
      </w:r>
      <w:r w:rsidR="00462692" w:rsidRPr="00A4769E">
        <w:rPr>
          <w:szCs w:val="20"/>
        </w:rPr>
        <w:t xml:space="preserve">, </w:t>
      </w:r>
      <w:r w:rsidRPr="001B73FA">
        <w:rPr>
          <w:szCs w:val="20"/>
        </w:rPr>
        <w:t>se dégourdissait les jambes sur la route d</w:t>
      </w:r>
      <w:r w:rsidR="00462692" w:rsidRPr="00A4769E">
        <w:rPr>
          <w:szCs w:val="20"/>
        </w:rPr>
        <w:t>’</w:t>
      </w:r>
      <w:r w:rsidRPr="001B73FA">
        <w:rPr>
          <w:szCs w:val="20"/>
        </w:rPr>
        <w:t>Italie au mont Genèvre</w:t>
      </w:r>
      <w:r w:rsidR="00462692" w:rsidRPr="00A4769E">
        <w:rPr>
          <w:szCs w:val="20"/>
        </w:rPr>
        <w:t xml:space="preserve">, </w:t>
      </w:r>
      <w:r w:rsidRPr="001B73FA">
        <w:rPr>
          <w:szCs w:val="20"/>
        </w:rPr>
        <w:t>vit monter du côté de Césana un cavalier qui semblait un épi d</w:t>
      </w:r>
      <w:r w:rsidR="00462692" w:rsidRPr="00A4769E">
        <w:rPr>
          <w:szCs w:val="20"/>
        </w:rPr>
        <w:t>’</w:t>
      </w:r>
      <w:r w:rsidRPr="001B73FA">
        <w:rPr>
          <w:szCs w:val="20"/>
        </w:rPr>
        <w:t>or sur un cheval noir</w:t>
      </w:r>
      <w:r w:rsidR="00462692" w:rsidRPr="00A4769E">
        <w:rPr>
          <w:szCs w:val="20"/>
        </w:rPr>
        <w:t xml:space="preserve">. </w:t>
      </w:r>
      <w:r w:rsidRPr="001B73FA">
        <w:rPr>
          <w:szCs w:val="20"/>
        </w:rPr>
        <w:t>À mieux regarder</w:t>
      </w:r>
      <w:r w:rsidR="00462692" w:rsidRPr="00A4769E">
        <w:rPr>
          <w:szCs w:val="20"/>
        </w:rPr>
        <w:t xml:space="preserve">, </w:t>
      </w:r>
      <w:r w:rsidRPr="001B73FA">
        <w:rPr>
          <w:szCs w:val="20"/>
        </w:rPr>
        <w:t>il reconnut que c</w:t>
      </w:r>
      <w:r w:rsidR="00462692" w:rsidRPr="00A4769E">
        <w:rPr>
          <w:szCs w:val="20"/>
        </w:rPr>
        <w:t>’</w:t>
      </w:r>
      <w:r w:rsidRPr="001B73FA">
        <w:rPr>
          <w:szCs w:val="20"/>
        </w:rPr>
        <w:t>était un officier des hussards du roi de Sardaigne en grand uniforme</w:t>
      </w:r>
      <w:r w:rsidR="00462692" w:rsidRPr="00A4769E">
        <w:rPr>
          <w:szCs w:val="20"/>
        </w:rPr>
        <w:t xml:space="preserve">. </w:t>
      </w:r>
      <w:r w:rsidRPr="001B73FA">
        <w:rPr>
          <w:szCs w:val="20"/>
        </w:rPr>
        <w:t>Il venait au pas</w:t>
      </w:r>
      <w:r w:rsidR="00462692" w:rsidRPr="00A4769E">
        <w:rPr>
          <w:szCs w:val="20"/>
        </w:rPr>
        <w:t xml:space="preserve">. </w:t>
      </w:r>
      <w:r w:rsidRPr="001B73FA">
        <w:rPr>
          <w:szCs w:val="20"/>
        </w:rPr>
        <w:t xml:space="preserve">La douane piémontaise est plus </w:t>
      </w:r>
      <w:r w:rsidRPr="001B73FA">
        <w:rPr>
          <w:szCs w:val="20"/>
        </w:rPr>
        <w:lastRenderedPageBreak/>
        <w:t>bas</w:t>
      </w:r>
      <w:r w:rsidR="00462692" w:rsidRPr="00A4769E">
        <w:rPr>
          <w:szCs w:val="20"/>
        </w:rPr>
        <w:t xml:space="preserve">, </w:t>
      </w:r>
      <w:r w:rsidRPr="001B73FA">
        <w:rPr>
          <w:szCs w:val="20"/>
        </w:rPr>
        <w:t>cachée derrière le tournant de la route</w:t>
      </w:r>
      <w:r w:rsidR="00462692" w:rsidRPr="00A4769E">
        <w:rPr>
          <w:szCs w:val="20"/>
        </w:rPr>
        <w:t xml:space="preserve"> ; </w:t>
      </w:r>
      <w:r w:rsidRPr="001B73FA">
        <w:rPr>
          <w:szCs w:val="20"/>
        </w:rPr>
        <w:t>le cavalier était donc déjà sur le territoire français</w:t>
      </w:r>
      <w:r w:rsidR="00462692" w:rsidRPr="00A4769E">
        <w:rPr>
          <w:szCs w:val="20"/>
        </w:rPr>
        <w:t>.</w:t>
      </w:r>
      <w:r w:rsidR="008D5939">
        <w:rPr>
          <w:szCs w:val="20"/>
        </w:rPr>
        <w:t xml:space="preserve"> </w:t>
      </w:r>
      <w:r w:rsidRPr="001B73FA">
        <w:rPr>
          <w:szCs w:val="20"/>
        </w:rPr>
        <w:t>Il avait l</w:t>
      </w:r>
      <w:r w:rsidR="00462692" w:rsidRPr="00A4769E">
        <w:rPr>
          <w:szCs w:val="20"/>
        </w:rPr>
        <w:t>’</w:t>
      </w:r>
      <w:r w:rsidRPr="001B73FA">
        <w:rPr>
          <w:szCs w:val="20"/>
        </w:rPr>
        <w:t>air</w:t>
      </w:r>
      <w:r w:rsidR="00462692" w:rsidRPr="00A4769E">
        <w:rPr>
          <w:szCs w:val="20"/>
        </w:rPr>
        <w:t xml:space="preserve">, </w:t>
      </w:r>
      <w:r w:rsidRPr="001B73FA">
        <w:rPr>
          <w:szCs w:val="20"/>
        </w:rPr>
        <w:t>néanmoins</w:t>
      </w:r>
      <w:r w:rsidR="00462692" w:rsidRPr="00A4769E">
        <w:rPr>
          <w:szCs w:val="20"/>
        </w:rPr>
        <w:t xml:space="preserve">, </w:t>
      </w:r>
      <w:r w:rsidRPr="001B73FA">
        <w:rPr>
          <w:szCs w:val="20"/>
        </w:rPr>
        <w:t>d</w:t>
      </w:r>
      <w:r w:rsidR="00462692" w:rsidRPr="00A4769E">
        <w:rPr>
          <w:szCs w:val="20"/>
        </w:rPr>
        <w:t>’</w:t>
      </w:r>
      <w:r w:rsidRPr="001B73FA">
        <w:rPr>
          <w:szCs w:val="20"/>
        </w:rPr>
        <w:t>accomplir son invasion avec une désinvolture parfaite</w:t>
      </w:r>
      <w:r w:rsidR="00462692" w:rsidRPr="00A4769E">
        <w:rPr>
          <w:szCs w:val="20"/>
        </w:rPr>
        <w:t>.</w:t>
      </w:r>
    </w:p>
    <w:p w14:paraId="78585A50" w14:textId="283752AE" w:rsidR="00462692" w:rsidRPr="00A4769E" w:rsidRDefault="001B73FA" w:rsidP="001B73FA">
      <w:pPr>
        <w:rPr>
          <w:szCs w:val="20"/>
        </w:rPr>
      </w:pPr>
      <w:r w:rsidRPr="001B73FA">
        <w:rPr>
          <w:szCs w:val="20"/>
        </w:rPr>
        <w:t>Il faisait un temps de suavités printanières qui</w:t>
      </w:r>
      <w:r w:rsidR="00462692" w:rsidRPr="00A4769E">
        <w:rPr>
          <w:szCs w:val="20"/>
        </w:rPr>
        <w:t xml:space="preserve">, </w:t>
      </w:r>
      <w:r w:rsidRPr="001B73FA">
        <w:rPr>
          <w:szCs w:val="20"/>
        </w:rPr>
        <w:t>dans ces hauteurs et au crépuscule</w:t>
      </w:r>
      <w:r w:rsidR="00462692" w:rsidRPr="00A4769E">
        <w:rPr>
          <w:szCs w:val="20"/>
        </w:rPr>
        <w:t xml:space="preserve">, </w:t>
      </w:r>
      <w:r w:rsidRPr="001B73FA">
        <w:rPr>
          <w:szCs w:val="20"/>
        </w:rPr>
        <w:t>porte facilement aux résolutions extrêmes</w:t>
      </w:r>
      <w:r w:rsidR="00462692" w:rsidRPr="00A4769E">
        <w:rPr>
          <w:szCs w:val="20"/>
        </w:rPr>
        <w:t xml:space="preserve">. </w:t>
      </w:r>
      <w:r w:rsidRPr="001B73FA">
        <w:rPr>
          <w:szCs w:val="20"/>
        </w:rPr>
        <w:t>Le douanier venait de souper d</w:t>
      </w:r>
      <w:r w:rsidR="00462692" w:rsidRPr="00A4769E">
        <w:rPr>
          <w:szCs w:val="20"/>
        </w:rPr>
        <w:t>’</w:t>
      </w:r>
      <w:r w:rsidRPr="001B73FA">
        <w:rPr>
          <w:szCs w:val="20"/>
        </w:rPr>
        <w:t>oignons crus au corps de garde</w:t>
      </w:r>
      <w:r w:rsidR="00462692" w:rsidRPr="00A4769E">
        <w:rPr>
          <w:szCs w:val="20"/>
        </w:rPr>
        <w:t xml:space="preserve"> ; </w:t>
      </w:r>
      <w:r w:rsidRPr="001B73FA">
        <w:rPr>
          <w:szCs w:val="20"/>
        </w:rPr>
        <w:t>cet étincelant soldat lui donna de l</w:t>
      </w:r>
      <w:r w:rsidR="00462692" w:rsidRPr="00A4769E">
        <w:rPr>
          <w:szCs w:val="20"/>
        </w:rPr>
        <w:t>’</w:t>
      </w:r>
      <w:r w:rsidRPr="001B73FA">
        <w:rPr>
          <w:szCs w:val="20"/>
        </w:rPr>
        <w:t>humeur</w:t>
      </w:r>
      <w:r w:rsidR="00462692" w:rsidRPr="00A4769E">
        <w:rPr>
          <w:szCs w:val="20"/>
        </w:rPr>
        <w:t>.</w:t>
      </w:r>
      <w:r w:rsidR="004037F0">
        <w:rPr>
          <w:szCs w:val="20"/>
        </w:rPr>
        <w:t xml:space="preserve"> </w:t>
      </w:r>
      <w:r w:rsidRPr="001B73FA">
        <w:rPr>
          <w:szCs w:val="20"/>
        </w:rPr>
        <w:t>Il arma son pistolet</w:t>
      </w:r>
      <w:r w:rsidR="00462692" w:rsidRPr="00A4769E">
        <w:rPr>
          <w:szCs w:val="20"/>
        </w:rPr>
        <w:t>.</w:t>
      </w:r>
    </w:p>
    <w:p w14:paraId="708DB123" w14:textId="77777777" w:rsidR="00462692" w:rsidRPr="00A4769E" w:rsidRDefault="001B73FA" w:rsidP="001B73FA">
      <w:pPr>
        <w:rPr>
          <w:szCs w:val="20"/>
        </w:rPr>
      </w:pPr>
      <w:r w:rsidRPr="001B73FA">
        <w:rPr>
          <w:szCs w:val="20"/>
        </w:rPr>
        <w:t>Le cavalier rêvait</w:t>
      </w:r>
      <w:r w:rsidR="00462692" w:rsidRPr="00A4769E">
        <w:rPr>
          <w:szCs w:val="20"/>
        </w:rPr>
        <w:t xml:space="preserve"> ; </w:t>
      </w:r>
      <w:r w:rsidRPr="001B73FA">
        <w:rPr>
          <w:szCs w:val="20"/>
        </w:rPr>
        <w:t>sa fourragère</w:t>
      </w:r>
      <w:r w:rsidR="00462692" w:rsidRPr="00A4769E">
        <w:rPr>
          <w:szCs w:val="20"/>
        </w:rPr>
        <w:t xml:space="preserve">, </w:t>
      </w:r>
      <w:r w:rsidRPr="001B73FA">
        <w:rPr>
          <w:szCs w:val="20"/>
        </w:rPr>
        <w:t>ses aiguillettes et ses brandebourgs le couvraient de frissons d</w:t>
      </w:r>
      <w:r w:rsidR="00462692" w:rsidRPr="00A4769E">
        <w:rPr>
          <w:szCs w:val="20"/>
        </w:rPr>
        <w:t>’</w:t>
      </w:r>
      <w:r w:rsidRPr="001B73FA">
        <w:rPr>
          <w:szCs w:val="20"/>
        </w:rPr>
        <w:t>huile à chaque ondulation du cheval</w:t>
      </w:r>
      <w:r w:rsidR="00462692" w:rsidRPr="00A4769E">
        <w:rPr>
          <w:szCs w:val="20"/>
        </w:rPr>
        <w:t xml:space="preserve"> ; </w:t>
      </w:r>
      <w:r w:rsidRPr="001B73FA">
        <w:rPr>
          <w:szCs w:val="20"/>
        </w:rPr>
        <w:t>il jouait négligemment avec ses guides basses</w:t>
      </w:r>
      <w:r w:rsidR="00462692" w:rsidRPr="00A4769E">
        <w:rPr>
          <w:szCs w:val="20"/>
        </w:rPr>
        <w:t>.</w:t>
      </w:r>
    </w:p>
    <w:p w14:paraId="06D17225" w14:textId="77777777" w:rsidR="001B73FA" w:rsidRPr="001B73FA" w:rsidRDefault="001B73FA" w:rsidP="001B73FA">
      <w:pPr>
        <w:rPr>
          <w:szCs w:val="20"/>
        </w:rPr>
      </w:pPr>
      <w:r w:rsidRPr="001B73FA">
        <w:rPr>
          <w:szCs w:val="20"/>
        </w:rPr>
        <w:t>Le douanier trouva cette rêverie particulièrement insolente</w:t>
      </w:r>
      <w:r w:rsidR="00462692" w:rsidRPr="00A4769E">
        <w:rPr>
          <w:szCs w:val="20"/>
        </w:rPr>
        <w:t>. « </w:t>
      </w:r>
      <w:r w:rsidRPr="001B73FA">
        <w:rPr>
          <w:szCs w:val="20"/>
        </w:rPr>
        <w:t>Ce beau monsieur</w:t>
      </w:r>
      <w:r w:rsidR="00462692" w:rsidRPr="00A4769E">
        <w:rPr>
          <w:szCs w:val="20"/>
        </w:rPr>
        <w:t xml:space="preserve">, </w:t>
      </w:r>
      <w:r w:rsidRPr="001B73FA">
        <w:rPr>
          <w:szCs w:val="20"/>
        </w:rPr>
        <w:t>se dit-il</w:t>
      </w:r>
      <w:r w:rsidR="00462692" w:rsidRPr="00A4769E">
        <w:rPr>
          <w:szCs w:val="20"/>
        </w:rPr>
        <w:t xml:space="preserve">, </w:t>
      </w:r>
      <w:r w:rsidRPr="001B73FA">
        <w:rPr>
          <w:szCs w:val="20"/>
        </w:rPr>
        <w:t>en prend à son aise</w:t>
      </w:r>
      <w:r w:rsidR="00462692" w:rsidRPr="00A4769E">
        <w:rPr>
          <w:szCs w:val="20"/>
        </w:rPr>
        <w:t xml:space="preserve">. </w:t>
      </w:r>
      <w:r w:rsidRPr="001B73FA">
        <w:rPr>
          <w:szCs w:val="20"/>
        </w:rPr>
        <w:t>Il se promène en France comme chez lui</w:t>
      </w:r>
      <w:r w:rsidR="00462692" w:rsidRPr="00A4769E">
        <w:rPr>
          <w:szCs w:val="20"/>
        </w:rPr>
        <w:t xml:space="preserve">. </w:t>
      </w:r>
      <w:r w:rsidRPr="001B73FA">
        <w:rPr>
          <w:szCs w:val="20"/>
        </w:rPr>
        <w:t>Pas de ça</w:t>
      </w:r>
      <w:r w:rsidR="00462692" w:rsidRPr="00A4769E">
        <w:rPr>
          <w:szCs w:val="20"/>
        </w:rPr>
        <w:t xml:space="preserve">, </w:t>
      </w:r>
      <w:r w:rsidRPr="001B73FA">
        <w:rPr>
          <w:szCs w:val="20"/>
        </w:rPr>
        <w:t>Lisette</w:t>
      </w:r>
      <w:r w:rsidR="00462692" w:rsidRPr="00A4769E">
        <w:rPr>
          <w:szCs w:val="20"/>
        </w:rPr>
        <w:t xml:space="preserve"> ! </w:t>
      </w:r>
      <w:r w:rsidRPr="001B73FA">
        <w:rPr>
          <w:szCs w:val="20"/>
        </w:rPr>
        <w:t>Je vais lui faire voir de quel bois je me chauffe</w:t>
      </w:r>
      <w:r w:rsidR="00462692" w:rsidRPr="00A4769E">
        <w:rPr>
          <w:szCs w:val="20"/>
        </w:rPr>
        <w:t>. »</w:t>
      </w:r>
      <w:r w:rsidRPr="001B73FA">
        <w:rPr>
          <w:szCs w:val="20"/>
        </w:rPr>
        <w:t xml:space="preserve"> Il ne pouvait se défendre</w:t>
      </w:r>
      <w:r w:rsidR="00462692" w:rsidRPr="00A4769E">
        <w:rPr>
          <w:szCs w:val="20"/>
        </w:rPr>
        <w:t xml:space="preserve">, </w:t>
      </w:r>
      <w:r w:rsidRPr="001B73FA">
        <w:rPr>
          <w:szCs w:val="20"/>
        </w:rPr>
        <w:t>au surplus</w:t>
      </w:r>
      <w:r w:rsidR="00462692" w:rsidRPr="00A4769E">
        <w:rPr>
          <w:szCs w:val="20"/>
        </w:rPr>
        <w:t xml:space="preserve">, </w:t>
      </w:r>
      <w:r w:rsidRPr="001B73FA">
        <w:rPr>
          <w:szCs w:val="20"/>
        </w:rPr>
        <w:t>d</w:t>
      </w:r>
      <w:r w:rsidR="00462692" w:rsidRPr="00A4769E">
        <w:rPr>
          <w:szCs w:val="20"/>
        </w:rPr>
        <w:t>’</w:t>
      </w:r>
      <w:r w:rsidRPr="001B73FA">
        <w:rPr>
          <w:szCs w:val="20"/>
        </w:rPr>
        <w:t>être fasciné par les arabesques</w:t>
      </w:r>
      <w:r w:rsidR="00462692" w:rsidRPr="00A4769E">
        <w:rPr>
          <w:szCs w:val="20"/>
        </w:rPr>
        <w:t xml:space="preserve">, </w:t>
      </w:r>
      <w:r w:rsidRPr="001B73FA">
        <w:rPr>
          <w:szCs w:val="20"/>
        </w:rPr>
        <w:t>les trèfles de galons qui escaladaient le dolman et le casque d</w:t>
      </w:r>
      <w:r w:rsidR="00462692" w:rsidRPr="00A4769E">
        <w:rPr>
          <w:szCs w:val="20"/>
        </w:rPr>
        <w:t>’</w:t>
      </w:r>
      <w:r w:rsidRPr="001B73FA">
        <w:rPr>
          <w:szCs w:val="20"/>
        </w:rPr>
        <w:t xml:space="preserve">or emplumé de </w:t>
      </w:r>
      <w:r w:rsidR="0077262C" w:rsidRPr="001B73FA">
        <w:rPr>
          <w:szCs w:val="20"/>
        </w:rPr>
        <w:t>faisanneries</w:t>
      </w:r>
      <w:r w:rsidR="004037F0">
        <w:rPr>
          <w:szCs w:val="20"/>
        </w:rPr>
        <w:t xml:space="preserve"> </w:t>
      </w:r>
      <w:r w:rsidRPr="001B73FA">
        <w:rPr>
          <w:szCs w:val="20"/>
        </w:rPr>
        <w:t>sous lequel il commençait à voir un très pur et très grave visage</w:t>
      </w:r>
      <w:r w:rsidR="00462692" w:rsidRPr="00A4769E">
        <w:rPr>
          <w:szCs w:val="20"/>
        </w:rPr>
        <w:t>. « </w:t>
      </w:r>
      <w:r w:rsidRPr="001B73FA">
        <w:rPr>
          <w:szCs w:val="20"/>
        </w:rPr>
        <w:t>Je risque tout au plus</w:t>
      </w:r>
      <w:r w:rsidR="00462692" w:rsidRPr="00A4769E">
        <w:rPr>
          <w:szCs w:val="20"/>
        </w:rPr>
        <w:t xml:space="preserve">, </w:t>
      </w:r>
      <w:r w:rsidRPr="001B73FA">
        <w:rPr>
          <w:szCs w:val="20"/>
        </w:rPr>
        <w:t>poursuivit-il</w:t>
      </w:r>
      <w:r w:rsidR="00462692" w:rsidRPr="00A4769E">
        <w:rPr>
          <w:szCs w:val="20"/>
        </w:rPr>
        <w:t xml:space="preserve">, </w:t>
      </w:r>
      <w:r w:rsidRPr="001B73FA">
        <w:rPr>
          <w:szCs w:val="20"/>
        </w:rPr>
        <w:t>qu</w:t>
      </w:r>
      <w:r w:rsidR="00462692" w:rsidRPr="00A4769E">
        <w:rPr>
          <w:szCs w:val="20"/>
        </w:rPr>
        <w:t>’</w:t>
      </w:r>
      <w:r w:rsidRPr="001B73FA">
        <w:rPr>
          <w:szCs w:val="20"/>
        </w:rPr>
        <w:t>au lieu d</w:t>
      </w:r>
      <w:r w:rsidR="00462692" w:rsidRPr="00A4769E">
        <w:rPr>
          <w:szCs w:val="20"/>
        </w:rPr>
        <w:t>’</w:t>
      </w:r>
      <w:r w:rsidRPr="001B73FA">
        <w:rPr>
          <w:szCs w:val="20"/>
        </w:rPr>
        <w:t xml:space="preserve">un écu il me jette quelques </w:t>
      </w:r>
      <w:r w:rsidRPr="001B73FA">
        <w:rPr>
          <w:i/>
          <w:iCs/>
          <w:szCs w:val="20"/>
        </w:rPr>
        <w:t>toscans</w:t>
      </w:r>
      <w:r w:rsidRPr="001B73FA">
        <w:rPr>
          <w:szCs w:val="20"/>
        </w:rPr>
        <w:t xml:space="preserve"> de son étui à cigares quand je lui dirai de faire demi-tour</w:t>
      </w:r>
      <w:r w:rsidR="00462692" w:rsidRPr="00A4769E">
        <w:rPr>
          <w:szCs w:val="20"/>
        </w:rPr>
        <w:t>.</w:t>
      </w:r>
      <w:r w:rsidR="00462692" w:rsidRPr="00A4769E">
        <w:rPr>
          <w:szCs w:val="20"/>
        </w:rPr>
        <w:t> »</w:t>
      </w:r>
    </w:p>
    <w:p w14:paraId="2C14B49C" w14:textId="77777777" w:rsidR="00462692" w:rsidRPr="00A4769E" w:rsidRDefault="001B73FA" w:rsidP="001B73FA">
      <w:pPr>
        <w:rPr>
          <w:szCs w:val="20"/>
        </w:rPr>
      </w:pPr>
      <w:r w:rsidRPr="001B73FA">
        <w:rPr>
          <w:szCs w:val="20"/>
        </w:rPr>
        <w:t>Le douanier se tenait près de la barrière pareille à une barrière de parc à moutons</w:t>
      </w:r>
      <w:r w:rsidR="00462692" w:rsidRPr="00A4769E">
        <w:rPr>
          <w:szCs w:val="20"/>
        </w:rPr>
        <w:t xml:space="preserve">, </w:t>
      </w:r>
      <w:r w:rsidRPr="001B73FA">
        <w:rPr>
          <w:szCs w:val="20"/>
        </w:rPr>
        <w:t>mais haute de deux mètres</w:t>
      </w:r>
      <w:r w:rsidR="00462692" w:rsidRPr="00A4769E">
        <w:rPr>
          <w:szCs w:val="20"/>
        </w:rPr>
        <w:t xml:space="preserve">, </w:t>
      </w:r>
      <w:r w:rsidRPr="001B73FA">
        <w:rPr>
          <w:szCs w:val="20"/>
        </w:rPr>
        <w:t>placée en travers de la route</w:t>
      </w:r>
      <w:r w:rsidR="00462692" w:rsidRPr="00A4769E">
        <w:rPr>
          <w:szCs w:val="20"/>
        </w:rPr>
        <w:t xml:space="preserve">, </w:t>
      </w:r>
      <w:r w:rsidRPr="001B73FA">
        <w:rPr>
          <w:szCs w:val="20"/>
        </w:rPr>
        <w:t>et au-delà de laquelle commencent les terres gardées de la France</w:t>
      </w:r>
      <w:r w:rsidR="00462692" w:rsidRPr="00A4769E">
        <w:rPr>
          <w:szCs w:val="20"/>
        </w:rPr>
        <w:t xml:space="preserve">. </w:t>
      </w:r>
      <w:r w:rsidRPr="001B73FA">
        <w:rPr>
          <w:szCs w:val="20"/>
        </w:rPr>
        <w:t>Le cavalier avait toujours cette nonchalance rêveuse à quatre pas du pistolet qui</w:t>
      </w:r>
      <w:r w:rsidR="00462692" w:rsidRPr="00A4769E">
        <w:rPr>
          <w:szCs w:val="20"/>
        </w:rPr>
        <w:t xml:space="preserve">, </w:t>
      </w:r>
      <w:r w:rsidRPr="001B73FA">
        <w:rPr>
          <w:szCs w:val="20"/>
        </w:rPr>
        <w:t>maintenant</w:t>
      </w:r>
      <w:r w:rsidR="00462692" w:rsidRPr="00A4769E">
        <w:rPr>
          <w:szCs w:val="20"/>
        </w:rPr>
        <w:t xml:space="preserve">, </w:t>
      </w:r>
      <w:r w:rsidRPr="001B73FA">
        <w:rPr>
          <w:szCs w:val="20"/>
        </w:rPr>
        <w:t>se voyait fort bien</w:t>
      </w:r>
      <w:r w:rsidR="00462692" w:rsidRPr="00A4769E">
        <w:rPr>
          <w:szCs w:val="20"/>
        </w:rPr>
        <w:t xml:space="preserve">. </w:t>
      </w:r>
      <w:r w:rsidRPr="001B73FA">
        <w:rPr>
          <w:szCs w:val="20"/>
        </w:rPr>
        <w:t>Soudain</w:t>
      </w:r>
      <w:r w:rsidR="00462692" w:rsidRPr="00A4769E">
        <w:rPr>
          <w:szCs w:val="20"/>
        </w:rPr>
        <w:t xml:space="preserve">, </w:t>
      </w:r>
      <w:r w:rsidRPr="001B73FA">
        <w:rPr>
          <w:szCs w:val="20"/>
        </w:rPr>
        <w:t>par on ne sait quel prestige des jambes</w:t>
      </w:r>
      <w:r w:rsidR="00462692" w:rsidRPr="00A4769E">
        <w:rPr>
          <w:szCs w:val="20"/>
        </w:rPr>
        <w:t xml:space="preserve"> – </w:t>
      </w:r>
      <w:r w:rsidRPr="001B73FA">
        <w:rPr>
          <w:szCs w:val="20"/>
        </w:rPr>
        <w:t>et surtout du c</w:t>
      </w:r>
      <w:r w:rsidR="00462692" w:rsidRPr="00A4769E">
        <w:rPr>
          <w:szCs w:val="20"/>
        </w:rPr>
        <w:t>œ</w:t>
      </w:r>
      <w:r w:rsidRPr="001B73FA">
        <w:rPr>
          <w:szCs w:val="20"/>
        </w:rPr>
        <w:t>ur</w:t>
      </w:r>
      <w:r w:rsidR="00462692" w:rsidRPr="00A4769E">
        <w:rPr>
          <w:szCs w:val="20"/>
        </w:rPr>
        <w:t xml:space="preserve">, </w:t>
      </w:r>
      <w:r w:rsidRPr="001B73FA">
        <w:rPr>
          <w:szCs w:val="20"/>
        </w:rPr>
        <w:t>aurait dit la duchesse Ezzia si elle avait été là avec ses beaux souvenirs</w:t>
      </w:r>
      <w:r w:rsidR="00462692" w:rsidRPr="00A4769E">
        <w:rPr>
          <w:szCs w:val="20"/>
        </w:rPr>
        <w:t xml:space="preserve"> – </w:t>
      </w:r>
      <w:r w:rsidRPr="001B73FA">
        <w:rPr>
          <w:szCs w:val="20"/>
        </w:rPr>
        <w:t>il fit que le cheval</w:t>
      </w:r>
      <w:r w:rsidR="00462692" w:rsidRPr="00A4769E">
        <w:rPr>
          <w:szCs w:val="20"/>
        </w:rPr>
        <w:t xml:space="preserve">, </w:t>
      </w:r>
      <w:r w:rsidRPr="001B73FA">
        <w:rPr>
          <w:szCs w:val="20"/>
        </w:rPr>
        <w:t>accroupi comme un chat</w:t>
      </w:r>
      <w:r w:rsidR="00462692" w:rsidRPr="00A4769E">
        <w:rPr>
          <w:szCs w:val="20"/>
        </w:rPr>
        <w:t xml:space="preserve">, </w:t>
      </w:r>
      <w:r w:rsidRPr="001B73FA">
        <w:rPr>
          <w:szCs w:val="20"/>
        </w:rPr>
        <w:t xml:space="preserve">se détendit et </w:t>
      </w:r>
      <w:r w:rsidRPr="001B73FA">
        <w:rPr>
          <w:szCs w:val="20"/>
        </w:rPr>
        <w:lastRenderedPageBreak/>
        <w:t>s</w:t>
      </w:r>
      <w:r w:rsidR="00462692" w:rsidRPr="00A4769E">
        <w:rPr>
          <w:szCs w:val="20"/>
        </w:rPr>
        <w:t>’</w:t>
      </w:r>
      <w:r w:rsidRPr="001B73FA">
        <w:rPr>
          <w:szCs w:val="20"/>
        </w:rPr>
        <w:t>envola sans élan par-dessus la barrière</w:t>
      </w:r>
      <w:r w:rsidR="00462692" w:rsidRPr="00A4769E">
        <w:rPr>
          <w:szCs w:val="20"/>
        </w:rPr>
        <w:t xml:space="preserve">. </w:t>
      </w:r>
      <w:r w:rsidRPr="001B73FA">
        <w:rPr>
          <w:szCs w:val="20"/>
        </w:rPr>
        <w:t>Le douanier fut totalement éberlué au passage par un sourire mélancolique des lèvres minces au milieu de tant d</w:t>
      </w:r>
      <w:r w:rsidR="00462692" w:rsidRPr="00A4769E">
        <w:rPr>
          <w:szCs w:val="20"/>
        </w:rPr>
        <w:t>’</w:t>
      </w:r>
      <w:r w:rsidRPr="001B73FA">
        <w:rPr>
          <w:szCs w:val="20"/>
        </w:rPr>
        <w:t>audace paisible</w:t>
      </w:r>
      <w:r w:rsidR="00462692" w:rsidRPr="00A4769E">
        <w:rPr>
          <w:szCs w:val="20"/>
        </w:rPr>
        <w:t xml:space="preserve">. </w:t>
      </w:r>
      <w:r w:rsidRPr="001B73FA">
        <w:rPr>
          <w:szCs w:val="20"/>
        </w:rPr>
        <w:t>Le cavalier était déjà entré ventre à terre dans les forêts qui tombaient vers les vallées françaises avant que le douanier se dise</w:t>
      </w:r>
      <w:r w:rsidR="00462692" w:rsidRPr="00A4769E">
        <w:rPr>
          <w:szCs w:val="20"/>
        </w:rPr>
        <w:t> : « </w:t>
      </w:r>
      <w:r w:rsidRPr="001B73FA">
        <w:rPr>
          <w:szCs w:val="20"/>
        </w:rPr>
        <w:t>ce Jean-Foutre va me faire perdre mes douze sous par jour</w:t>
      </w:r>
      <w:r w:rsidR="00462692" w:rsidRPr="00A4769E">
        <w:rPr>
          <w:szCs w:val="20"/>
        </w:rPr>
        <w:t>. »</w:t>
      </w:r>
      <w:r w:rsidRPr="001B73FA">
        <w:rPr>
          <w:szCs w:val="20"/>
        </w:rPr>
        <w:t xml:space="preserve"> Et il tira un coup de pistolet en l</w:t>
      </w:r>
      <w:r w:rsidR="00462692" w:rsidRPr="00A4769E">
        <w:rPr>
          <w:szCs w:val="20"/>
        </w:rPr>
        <w:t>’</w:t>
      </w:r>
      <w:r w:rsidRPr="001B73FA">
        <w:rPr>
          <w:szCs w:val="20"/>
        </w:rPr>
        <w:t>air</w:t>
      </w:r>
      <w:r w:rsidR="00462692" w:rsidRPr="00A4769E">
        <w:rPr>
          <w:szCs w:val="20"/>
        </w:rPr>
        <w:t>.</w:t>
      </w:r>
    </w:p>
    <w:p w14:paraId="31617CDF" w14:textId="77777777" w:rsidR="00462692" w:rsidRPr="00A4769E" w:rsidRDefault="001B73FA" w:rsidP="001B73FA">
      <w:pPr>
        <w:rPr>
          <w:szCs w:val="20"/>
        </w:rPr>
      </w:pPr>
      <w:r w:rsidRPr="001B73FA">
        <w:rPr>
          <w:szCs w:val="20"/>
        </w:rPr>
        <w:t>Cette même nuit</w:t>
      </w:r>
      <w:r w:rsidR="00462692" w:rsidRPr="00A4769E">
        <w:rPr>
          <w:szCs w:val="20"/>
        </w:rPr>
        <w:t xml:space="preserve">, </w:t>
      </w:r>
      <w:r w:rsidRPr="001B73FA">
        <w:rPr>
          <w:szCs w:val="20"/>
        </w:rPr>
        <w:t>vers les deux heures du matin</w:t>
      </w:r>
      <w:r w:rsidR="00462692" w:rsidRPr="00A4769E">
        <w:rPr>
          <w:szCs w:val="20"/>
        </w:rPr>
        <w:t xml:space="preserve">, </w:t>
      </w:r>
      <w:r w:rsidRPr="001B73FA">
        <w:rPr>
          <w:szCs w:val="20"/>
        </w:rPr>
        <w:t>l</w:t>
      </w:r>
      <w:r w:rsidR="00462692" w:rsidRPr="00A4769E">
        <w:rPr>
          <w:szCs w:val="20"/>
        </w:rPr>
        <w:t>’</w:t>
      </w:r>
      <w:r w:rsidRPr="001B73FA">
        <w:rPr>
          <w:szCs w:val="20"/>
        </w:rPr>
        <w:t xml:space="preserve">aubergiste de </w:t>
      </w:r>
      <w:r w:rsidRPr="001B73FA">
        <w:rPr>
          <w:i/>
          <w:iCs/>
          <w:szCs w:val="20"/>
        </w:rPr>
        <w:t>La Croix de Malte</w:t>
      </w:r>
      <w:r w:rsidRPr="001B73FA">
        <w:rPr>
          <w:szCs w:val="20"/>
        </w:rPr>
        <w:t xml:space="preserve"> à Briançon monta réveiller un maquignon de Monetier qui était à l</w:t>
      </w:r>
      <w:r w:rsidR="00462692" w:rsidRPr="00A4769E">
        <w:rPr>
          <w:szCs w:val="20"/>
        </w:rPr>
        <w:t>’</w:t>
      </w:r>
      <w:r w:rsidRPr="001B73FA">
        <w:rPr>
          <w:szCs w:val="20"/>
        </w:rPr>
        <w:t>auberge pour la foire de Sainte-Marie</w:t>
      </w:r>
      <w:r w:rsidR="00462692" w:rsidRPr="00A4769E">
        <w:rPr>
          <w:szCs w:val="20"/>
        </w:rPr>
        <w:t xml:space="preserve">. </w:t>
      </w:r>
      <w:r w:rsidRPr="001B73FA">
        <w:rPr>
          <w:szCs w:val="20"/>
        </w:rPr>
        <w:t>Il le fit descendre pieds nus jusqu</w:t>
      </w:r>
      <w:r w:rsidR="00462692" w:rsidRPr="00A4769E">
        <w:rPr>
          <w:szCs w:val="20"/>
        </w:rPr>
        <w:t>’</w:t>
      </w:r>
      <w:r w:rsidRPr="001B73FA">
        <w:rPr>
          <w:szCs w:val="20"/>
        </w:rPr>
        <w:t>à l</w:t>
      </w:r>
      <w:r w:rsidR="00462692" w:rsidRPr="00A4769E">
        <w:rPr>
          <w:szCs w:val="20"/>
        </w:rPr>
        <w:t>’</w:t>
      </w:r>
      <w:r w:rsidRPr="001B73FA">
        <w:rPr>
          <w:szCs w:val="20"/>
        </w:rPr>
        <w:t>étable pour examiner à l</w:t>
      </w:r>
      <w:r w:rsidR="00462692" w:rsidRPr="00A4769E">
        <w:rPr>
          <w:szCs w:val="20"/>
        </w:rPr>
        <w:t>’</w:t>
      </w:r>
      <w:r w:rsidRPr="001B73FA">
        <w:rPr>
          <w:szCs w:val="20"/>
        </w:rPr>
        <w:t>abri des regards indiscrets un cheval noir encore tout frémissant et très triste</w:t>
      </w:r>
      <w:r w:rsidR="00462692" w:rsidRPr="00A4769E">
        <w:rPr>
          <w:szCs w:val="20"/>
        </w:rPr>
        <w:t xml:space="preserve">. </w:t>
      </w:r>
      <w:r w:rsidRPr="001B73FA">
        <w:rPr>
          <w:szCs w:val="20"/>
        </w:rPr>
        <w:t>Il l</w:t>
      </w:r>
      <w:r w:rsidR="00462692" w:rsidRPr="00A4769E">
        <w:rPr>
          <w:szCs w:val="20"/>
        </w:rPr>
        <w:t>’</w:t>
      </w:r>
      <w:r w:rsidRPr="001B73FA">
        <w:rPr>
          <w:szCs w:val="20"/>
        </w:rPr>
        <w:t>avait acheté</w:t>
      </w:r>
      <w:r w:rsidR="00462692" w:rsidRPr="00A4769E">
        <w:rPr>
          <w:szCs w:val="20"/>
        </w:rPr>
        <w:t xml:space="preserve">, </w:t>
      </w:r>
      <w:r w:rsidRPr="001B73FA">
        <w:rPr>
          <w:szCs w:val="20"/>
        </w:rPr>
        <w:t>disait-il</w:t>
      </w:r>
      <w:r w:rsidR="00462692" w:rsidRPr="00A4769E">
        <w:rPr>
          <w:szCs w:val="20"/>
        </w:rPr>
        <w:t xml:space="preserve">, </w:t>
      </w:r>
      <w:r w:rsidRPr="001B73FA">
        <w:rPr>
          <w:szCs w:val="20"/>
        </w:rPr>
        <w:t>il y avait à peine quelques heures</w:t>
      </w:r>
      <w:r w:rsidR="00462692" w:rsidRPr="00A4769E">
        <w:rPr>
          <w:szCs w:val="20"/>
        </w:rPr>
        <w:t xml:space="preserve">, </w:t>
      </w:r>
      <w:r w:rsidRPr="001B73FA">
        <w:rPr>
          <w:szCs w:val="20"/>
        </w:rPr>
        <w:t>et la bête refusait l</w:t>
      </w:r>
      <w:r w:rsidR="00462692" w:rsidRPr="00A4769E">
        <w:rPr>
          <w:szCs w:val="20"/>
        </w:rPr>
        <w:t>’</w:t>
      </w:r>
      <w:r w:rsidRPr="001B73FA">
        <w:rPr>
          <w:szCs w:val="20"/>
        </w:rPr>
        <w:t>avoine</w:t>
      </w:r>
      <w:r w:rsidR="00462692" w:rsidRPr="00A4769E">
        <w:rPr>
          <w:szCs w:val="20"/>
        </w:rPr>
        <w:t xml:space="preserve">. </w:t>
      </w:r>
      <w:r w:rsidRPr="001B73FA">
        <w:rPr>
          <w:szCs w:val="20"/>
        </w:rPr>
        <w:t>Le maquignon regarda sous les sabots du cheval</w:t>
      </w:r>
      <w:r w:rsidR="00462692" w:rsidRPr="00A4769E">
        <w:rPr>
          <w:szCs w:val="20"/>
        </w:rPr>
        <w:t xml:space="preserve">, </w:t>
      </w:r>
      <w:r w:rsidRPr="001B73FA">
        <w:rPr>
          <w:szCs w:val="20"/>
        </w:rPr>
        <w:t>vit le matricule de la cavalerie royale marqué sur les fers et demanda alors fort benoîtement où se trouvait l</w:t>
      </w:r>
      <w:r w:rsidR="00462692" w:rsidRPr="00A4769E">
        <w:rPr>
          <w:szCs w:val="20"/>
        </w:rPr>
        <w:t>’</w:t>
      </w:r>
      <w:r w:rsidRPr="001B73FA">
        <w:rPr>
          <w:szCs w:val="20"/>
        </w:rPr>
        <w:t>uniforme</w:t>
      </w:r>
      <w:r w:rsidR="00462692" w:rsidRPr="00A4769E">
        <w:rPr>
          <w:szCs w:val="20"/>
        </w:rPr>
        <w:t xml:space="preserve">. </w:t>
      </w:r>
      <w:r w:rsidRPr="001B73FA">
        <w:rPr>
          <w:szCs w:val="20"/>
        </w:rPr>
        <w:t>On le lui sortit d</w:t>
      </w:r>
      <w:r w:rsidR="00462692" w:rsidRPr="00A4769E">
        <w:rPr>
          <w:szCs w:val="20"/>
        </w:rPr>
        <w:t>’</w:t>
      </w:r>
      <w:r w:rsidRPr="001B73FA">
        <w:rPr>
          <w:szCs w:val="20"/>
        </w:rPr>
        <w:t>un coffre à grain</w:t>
      </w:r>
      <w:r w:rsidR="00462692" w:rsidRPr="00A4769E">
        <w:rPr>
          <w:szCs w:val="20"/>
        </w:rPr>
        <w:t xml:space="preserve">. </w:t>
      </w:r>
      <w:r w:rsidRPr="001B73FA">
        <w:rPr>
          <w:szCs w:val="20"/>
        </w:rPr>
        <w:t>Quand il vit qu</w:t>
      </w:r>
      <w:r w:rsidR="00462692" w:rsidRPr="00A4769E">
        <w:rPr>
          <w:szCs w:val="20"/>
        </w:rPr>
        <w:t>’</w:t>
      </w:r>
      <w:r w:rsidRPr="001B73FA">
        <w:rPr>
          <w:szCs w:val="20"/>
        </w:rPr>
        <w:t>il s</w:t>
      </w:r>
      <w:r w:rsidR="00462692" w:rsidRPr="00A4769E">
        <w:rPr>
          <w:szCs w:val="20"/>
        </w:rPr>
        <w:t>’</w:t>
      </w:r>
      <w:r w:rsidRPr="001B73FA">
        <w:rPr>
          <w:szCs w:val="20"/>
        </w:rPr>
        <w:t>agissait d</w:t>
      </w:r>
      <w:r w:rsidR="00462692" w:rsidRPr="00A4769E">
        <w:rPr>
          <w:szCs w:val="20"/>
        </w:rPr>
        <w:t>’</w:t>
      </w:r>
      <w:r w:rsidRPr="001B73FA">
        <w:rPr>
          <w:szCs w:val="20"/>
        </w:rPr>
        <w:t>un uniforme de colonel</w:t>
      </w:r>
      <w:r w:rsidR="00462692" w:rsidRPr="00A4769E">
        <w:rPr>
          <w:szCs w:val="20"/>
        </w:rPr>
        <w:t xml:space="preserve">, </w:t>
      </w:r>
      <w:r w:rsidRPr="001B73FA">
        <w:rPr>
          <w:szCs w:val="20"/>
        </w:rPr>
        <w:t>il jura les grands dieux qu</w:t>
      </w:r>
      <w:r w:rsidR="00462692" w:rsidRPr="00A4769E">
        <w:rPr>
          <w:szCs w:val="20"/>
        </w:rPr>
        <w:t>’</w:t>
      </w:r>
      <w:r w:rsidRPr="001B73FA">
        <w:rPr>
          <w:szCs w:val="20"/>
        </w:rPr>
        <w:t>il ne voulait pas entendre parler de cette histoire-là</w:t>
      </w:r>
      <w:r w:rsidR="00462692" w:rsidRPr="00A4769E">
        <w:rPr>
          <w:szCs w:val="20"/>
        </w:rPr>
        <w:t xml:space="preserve">. </w:t>
      </w:r>
      <w:r w:rsidRPr="001B73FA">
        <w:rPr>
          <w:szCs w:val="20"/>
        </w:rPr>
        <w:t>Il y avait sûrement là-dessous quelque chose qui allait faire du bruit</w:t>
      </w:r>
      <w:r w:rsidR="00462692" w:rsidRPr="00A4769E">
        <w:rPr>
          <w:szCs w:val="20"/>
        </w:rPr>
        <w:t xml:space="preserve">. </w:t>
      </w:r>
      <w:r w:rsidRPr="001B73FA">
        <w:rPr>
          <w:szCs w:val="20"/>
        </w:rPr>
        <w:t>D</w:t>
      </w:r>
      <w:r w:rsidR="00462692" w:rsidRPr="00A4769E">
        <w:rPr>
          <w:szCs w:val="20"/>
        </w:rPr>
        <w:t>’</w:t>
      </w:r>
      <w:r w:rsidRPr="001B73FA">
        <w:rPr>
          <w:szCs w:val="20"/>
        </w:rPr>
        <w:t>ailleurs</w:t>
      </w:r>
      <w:r w:rsidR="00462692" w:rsidRPr="00A4769E">
        <w:rPr>
          <w:szCs w:val="20"/>
        </w:rPr>
        <w:t xml:space="preserve">, </w:t>
      </w:r>
      <w:r w:rsidRPr="001B73FA">
        <w:rPr>
          <w:szCs w:val="20"/>
        </w:rPr>
        <w:t>à son avis</w:t>
      </w:r>
      <w:r w:rsidR="00462692" w:rsidRPr="00A4769E">
        <w:rPr>
          <w:szCs w:val="20"/>
        </w:rPr>
        <w:t xml:space="preserve">, </w:t>
      </w:r>
      <w:r w:rsidRPr="001B73FA">
        <w:rPr>
          <w:szCs w:val="20"/>
        </w:rPr>
        <w:t>la bête était si belle et si tendre qu</w:t>
      </w:r>
      <w:r w:rsidR="00462692" w:rsidRPr="00A4769E">
        <w:rPr>
          <w:szCs w:val="20"/>
        </w:rPr>
        <w:t>’</w:t>
      </w:r>
      <w:r w:rsidRPr="001B73FA">
        <w:rPr>
          <w:szCs w:val="20"/>
        </w:rPr>
        <w:t>elle allait sûrement se laisser mourir de chagrin maintenant qu</w:t>
      </w:r>
      <w:r w:rsidR="00462692" w:rsidRPr="00A4769E">
        <w:rPr>
          <w:szCs w:val="20"/>
        </w:rPr>
        <w:t>’</w:t>
      </w:r>
      <w:r w:rsidRPr="001B73FA">
        <w:rPr>
          <w:szCs w:val="20"/>
        </w:rPr>
        <w:t>elle était séparée de son maître</w:t>
      </w:r>
      <w:r w:rsidR="00462692" w:rsidRPr="00A4769E">
        <w:rPr>
          <w:szCs w:val="20"/>
        </w:rPr>
        <w:t xml:space="preserve">. </w:t>
      </w:r>
      <w:r w:rsidRPr="001B73FA">
        <w:rPr>
          <w:szCs w:val="20"/>
        </w:rPr>
        <w:t>Finalement</w:t>
      </w:r>
      <w:r w:rsidR="00462692" w:rsidRPr="00A4769E">
        <w:rPr>
          <w:szCs w:val="20"/>
        </w:rPr>
        <w:t xml:space="preserve">, </w:t>
      </w:r>
      <w:r w:rsidRPr="001B73FA">
        <w:rPr>
          <w:szCs w:val="20"/>
        </w:rPr>
        <w:t>il fit la bonne manière de vouloir bien se charger des risques en achetant le cheval pour trois écus</w:t>
      </w:r>
      <w:r w:rsidR="00462692" w:rsidRPr="00A4769E">
        <w:rPr>
          <w:szCs w:val="20"/>
        </w:rPr>
        <w:t xml:space="preserve">, </w:t>
      </w:r>
      <w:r w:rsidRPr="001B73FA">
        <w:rPr>
          <w:szCs w:val="20"/>
        </w:rPr>
        <w:t>mais après qu</w:t>
      </w:r>
      <w:r w:rsidR="00462692" w:rsidRPr="00A4769E">
        <w:rPr>
          <w:szCs w:val="20"/>
        </w:rPr>
        <w:t>’</w:t>
      </w:r>
      <w:r w:rsidRPr="001B73FA">
        <w:rPr>
          <w:szCs w:val="20"/>
        </w:rPr>
        <w:t>on lui eut assuré que le colonel</w:t>
      </w:r>
      <w:r w:rsidR="00462692" w:rsidRPr="00A4769E">
        <w:rPr>
          <w:szCs w:val="20"/>
        </w:rPr>
        <w:t xml:space="preserve">, </w:t>
      </w:r>
      <w:r w:rsidRPr="001B73FA">
        <w:rPr>
          <w:szCs w:val="20"/>
        </w:rPr>
        <w:t>nanti d</w:t>
      </w:r>
      <w:r w:rsidR="00462692" w:rsidRPr="00A4769E">
        <w:rPr>
          <w:szCs w:val="20"/>
        </w:rPr>
        <w:t>’</w:t>
      </w:r>
      <w:r w:rsidRPr="001B73FA">
        <w:rPr>
          <w:szCs w:val="20"/>
        </w:rPr>
        <w:t>un vieux costume de terrassier en velours blanc</w:t>
      </w:r>
      <w:r w:rsidR="00462692" w:rsidRPr="00A4769E">
        <w:rPr>
          <w:szCs w:val="20"/>
        </w:rPr>
        <w:t xml:space="preserve">, </w:t>
      </w:r>
      <w:r w:rsidRPr="001B73FA">
        <w:rPr>
          <w:szCs w:val="20"/>
        </w:rPr>
        <w:t>était depuis longtemps sorti de la ville par la porte d</w:t>
      </w:r>
      <w:r w:rsidR="00462692" w:rsidRPr="00A4769E">
        <w:rPr>
          <w:szCs w:val="20"/>
        </w:rPr>
        <w:t>’</w:t>
      </w:r>
      <w:r w:rsidRPr="001B73FA">
        <w:rPr>
          <w:szCs w:val="20"/>
        </w:rPr>
        <w:t>Embrun</w:t>
      </w:r>
      <w:r w:rsidR="00462692" w:rsidRPr="00A4769E">
        <w:rPr>
          <w:szCs w:val="20"/>
        </w:rPr>
        <w:t>.</w:t>
      </w:r>
    </w:p>
    <w:p w14:paraId="04003355" w14:textId="77777777" w:rsidR="00462692" w:rsidRPr="00A4769E" w:rsidRDefault="001B73FA" w:rsidP="001B73FA">
      <w:pPr>
        <w:rPr>
          <w:szCs w:val="20"/>
        </w:rPr>
      </w:pPr>
      <w:r w:rsidRPr="001B73FA">
        <w:rPr>
          <w:szCs w:val="20"/>
        </w:rPr>
        <w:t>Angelo était en effet sorti très rapidement des murs de la forteresse</w:t>
      </w:r>
      <w:r w:rsidR="00462692" w:rsidRPr="00A4769E">
        <w:rPr>
          <w:szCs w:val="20"/>
        </w:rPr>
        <w:t xml:space="preserve">. </w:t>
      </w:r>
      <w:r w:rsidRPr="001B73FA">
        <w:rPr>
          <w:szCs w:val="20"/>
        </w:rPr>
        <w:t>Pour éviter les patrouilles</w:t>
      </w:r>
      <w:r w:rsidR="00462692" w:rsidRPr="00A4769E">
        <w:rPr>
          <w:szCs w:val="20"/>
        </w:rPr>
        <w:t xml:space="preserve">, </w:t>
      </w:r>
      <w:r w:rsidRPr="001B73FA">
        <w:rPr>
          <w:szCs w:val="20"/>
        </w:rPr>
        <w:t xml:space="preserve">il se tint à bonne distance de la route et marcha à travers les oseraies et les </w:t>
      </w:r>
      <w:r w:rsidRPr="001B73FA">
        <w:rPr>
          <w:szCs w:val="20"/>
        </w:rPr>
        <w:lastRenderedPageBreak/>
        <w:t>bois d</w:t>
      </w:r>
      <w:r w:rsidR="00462692" w:rsidRPr="00A4769E">
        <w:rPr>
          <w:szCs w:val="20"/>
        </w:rPr>
        <w:t>’</w:t>
      </w:r>
      <w:r w:rsidRPr="001B73FA">
        <w:rPr>
          <w:szCs w:val="20"/>
        </w:rPr>
        <w:t>aulnes au bord de la Durance</w:t>
      </w:r>
      <w:r w:rsidR="00462692" w:rsidRPr="00A4769E">
        <w:rPr>
          <w:szCs w:val="20"/>
        </w:rPr>
        <w:t xml:space="preserve">. </w:t>
      </w:r>
      <w:r w:rsidRPr="001B73FA">
        <w:rPr>
          <w:szCs w:val="20"/>
        </w:rPr>
        <w:t>Il éprouvait un grand plaisir physique à se trouver dans un costume trop large pour lui</w:t>
      </w:r>
      <w:r w:rsidR="00462692" w:rsidRPr="00A4769E">
        <w:rPr>
          <w:szCs w:val="20"/>
        </w:rPr>
        <w:t xml:space="preserve">. </w:t>
      </w:r>
      <w:r w:rsidRPr="001B73FA">
        <w:rPr>
          <w:szCs w:val="20"/>
        </w:rPr>
        <w:t>Le velours des manches un peu longues frottait le dos de sa main et le rappelait à chaque instant à jouer ce jeu d</w:t>
      </w:r>
      <w:r w:rsidR="00462692" w:rsidRPr="00A4769E">
        <w:rPr>
          <w:szCs w:val="20"/>
        </w:rPr>
        <w:t>’</w:t>
      </w:r>
      <w:r w:rsidRPr="001B73FA">
        <w:rPr>
          <w:szCs w:val="20"/>
        </w:rPr>
        <w:t>audace et de domination de l</w:t>
      </w:r>
      <w:r w:rsidR="00462692" w:rsidRPr="00A4769E">
        <w:rPr>
          <w:szCs w:val="20"/>
        </w:rPr>
        <w:t>’</w:t>
      </w:r>
      <w:r w:rsidRPr="001B73FA">
        <w:rPr>
          <w:szCs w:val="20"/>
        </w:rPr>
        <w:t>ombre si cher aux c</w:t>
      </w:r>
      <w:r w:rsidR="00462692" w:rsidRPr="00A4769E">
        <w:rPr>
          <w:szCs w:val="20"/>
        </w:rPr>
        <w:t>œ</w:t>
      </w:r>
      <w:r w:rsidRPr="001B73FA">
        <w:rPr>
          <w:szCs w:val="20"/>
        </w:rPr>
        <w:t>urs italiens</w:t>
      </w:r>
      <w:r w:rsidR="00462692" w:rsidRPr="00A4769E">
        <w:rPr>
          <w:szCs w:val="20"/>
        </w:rPr>
        <w:t xml:space="preserve">. </w:t>
      </w:r>
      <w:r w:rsidRPr="001B73FA">
        <w:rPr>
          <w:szCs w:val="20"/>
        </w:rPr>
        <w:t>Il traitait les forêts de sapins et les chaumières que lui montrait la lune avec une suave duplicité</w:t>
      </w:r>
      <w:r w:rsidR="00462692" w:rsidRPr="00A4769E">
        <w:rPr>
          <w:szCs w:val="20"/>
        </w:rPr>
        <w:t xml:space="preserve">. </w:t>
      </w:r>
      <w:r w:rsidRPr="001B73FA">
        <w:rPr>
          <w:szCs w:val="20"/>
        </w:rPr>
        <w:t>Il avait gardé un très beau poignard qui pesait dans la contre-poche de sa veste</w:t>
      </w:r>
      <w:r w:rsidR="00462692" w:rsidRPr="00A4769E">
        <w:rPr>
          <w:szCs w:val="20"/>
        </w:rPr>
        <w:t xml:space="preserve">. </w:t>
      </w:r>
      <w:r w:rsidRPr="001B73FA">
        <w:rPr>
          <w:szCs w:val="20"/>
        </w:rPr>
        <w:t>Il était dans un état d</w:t>
      </w:r>
      <w:r w:rsidR="00462692" w:rsidRPr="00A4769E">
        <w:rPr>
          <w:szCs w:val="20"/>
        </w:rPr>
        <w:t>’</w:t>
      </w:r>
      <w:r w:rsidRPr="001B73FA">
        <w:rPr>
          <w:szCs w:val="20"/>
        </w:rPr>
        <w:t>exaltation extrême</w:t>
      </w:r>
      <w:r w:rsidR="00462692" w:rsidRPr="00A4769E">
        <w:rPr>
          <w:szCs w:val="20"/>
        </w:rPr>
        <w:t>. « </w:t>
      </w:r>
      <w:r w:rsidRPr="001B73FA">
        <w:rPr>
          <w:szCs w:val="20"/>
        </w:rPr>
        <w:t>Je suis au pays natal de la liberté</w:t>
      </w:r>
      <w:r w:rsidR="00462692" w:rsidRPr="00A4769E">
        <w:rPr>
          <w:szCs w:val="20"/>
        </w:rPr>
        <w:t xml:space="preserve"> », </w:t>
      </w:r>
      <w:r w:rsidRPr="001B73FA">
        <w:rPr>
          <w:szCs w:val="20"/>
        </w:rPr>
        <w:t>se disait-il</w:t>
      </w:r>
      <w:r w:rsidR="00462692" w:rsidRPr="00A4769E">
        <w:rPr>
          <w:szCs w:val="20"/>
        </w:rPr>
        <w:t xml:space="preserve">. </w:t>
      </w:r>
      <w:r w:rsidRPr="001B73FA">
        <w:rPr>
          <w:szCs w:val="20"/>
        </w:rPr>
        <w:t>Il vit l</w:t>
      </w:r>
      <w:r w:rsidR="00462692" w:rsidRPr="00A4769E">
        <w:rPr>
          <w:szCs w:val="20"/>
        </w:rPr>
        <w:t>’</w:t>
      </w:r>
      <w:r w:rsidRPr="001B73FA">
        <w:rPr>
          <w:szCs w:val="20"/>
        </w:rPr>
        <w:t>aube rouer comme un paon au-dessus des montagnes</w:t>
      </w:r>
      <w:r w:rsidR="00462692" w:rsidRPr="00A4769E">
        <w:rPr>
          <w:szCs w:val="20"/>
        </w:rPr>
        <w:t>.</w:t>
      </w:r>
    </w:p>
    <w:p w14:paraId="16BDFFD3" w14:textId="77777777" w:rsidR="00462692" w:rsidRPr="00A4769E" w:rsidRDefault="001B73FA" w:rsidP="001B73FA">
      <w:pPr>
        <w:rPr>
          <w:szCs w:val="20"/>
        </w:rPr>
      </w:pPr>
      <w:r w:rsidRPr="001B73FA">
        <w:rPr>
          <w:szCs w:val="20"/>
        </w:rPr>
        <w:t>Il marcha tout le jour sans se permettre de faire halte ou de demander à manger</w:t>
      </w:r>
      <w:r w:rsidR="00462692" w:rsidRPr="00A4769E">
        <w:rPr>
          <w:szCs w:val="20"/>
        </w:rPr>
        <w:t xml:space="preserve">, </w:t>
      </w:r>
      <w:r w:rsidRPr="001B73FA">
        <w:rPr>
          <w:szCs w:val="20"/>
        </w:rPr>
        <w:t>quoiqu</w:t>
      </w:r>
      <w:r w:rsidR="00462692" w:rsidRPr="00A4769E">
        <w:rPr>
          <w:szCs w:val="20"/>
        </w:rPr>
        <w:t>’</w:t>
      </w:r>
      <w:r w:rsidRPr="001B73FA">
        <w:rPr>
          <w:szCs w:val="20"/>
        </w:rPr>
        <w:t>il croisât dans les sentiers</w:t>
      </w:r>
      <w:r w:rsidR="00462692" w:rsidRPr="00A4769E">
        <w:rPr>
          <w:szCs w:val="20"/>
        </w:rPr>
        <w:t xml:space="preserve">, </w:t>
      </w:r>
      <w:r w:rsidRPr="001B73FA">
        <w:rPr>
          <w:szCs w:val="20"/>
        </w:rPr>
        <w:t>aux abords des villages et des fermes</w:t>
      </w:r>
      <w:r w:rsidR="00462692" w:rsidRPr="00A4769E">
        <w:rPr>
          <w:szCs w:val="20"/>
        </w:rPr>
        <w:t xml:space="preserve">, </w:t>
      </w:r>
      <w:r w:rsidRPr="001B73FA">
        <w:rPr>
          <w:szCs w:val="20"/>
        </w:rPr>
        <w:t>de jeunes paysannes qui le regardaient avec sympathie</w:t>
      </w:r>
      <w:r w:rsidR="00462692" w:rsidRPr="00A4769E">
        <w:rPr>
          <w:szCs w:val="20"/>
        </w:rPr>
        <w:t xml:space="preserve">. </w:t>
      </w:r>
      <w:r w:rsidRPr="001B73FA">
        <w:rPr>
          <w:szCs w:val="20"/>
        </w:rPr>
        <w:t>Sans qu</w:t>
      </w:r>
      <w:r w:rsidR="00462692" w:rsidRPr="00A4769E">
        <w:rPr>
          <w:szCs w:val="20"/>
        </w:rPr>
        <w:t>’</w:t>
      </w:r>
      <w:r w:rsidRPr="001B73FA">
        <w:rPr>
          <w:szCs w:val="20"/>
        </w:rPr>
        <w:t>il s</w:t>
      </w:r>
      <w:r w:rsidR="00462692" w:rsidRPr="00A4769E">
        <w:rPr>
          <w:szCs w:val="20"/>
        </w:rPr>
        <w:t>’</w:t>
      </w:r>
      <w:r w:rsidRPr="001B73FA">
        <w:rPr>
          <w:szCs w:val="20"/>
        </w:rPr>
        <w:t>en doutât</w:t>
      </w:r>
      <w:r w:rsidR="00462692" w:rsidRPr="00A4769E">
        <w:rPr>
          <w:szCs w:val="20"/>
        </w:rPr>
        <w:t xml:space="preserve">, </w:t>
      </w:r>
      <w:r w:rsidRPr="001B73FA">
        <w:rPr>
          <w:szCs w:val="20"/>
        </w:rPr>
        <w:t>ses yeux avaient les feux de l</w:t>
      </w:r>
      <w:r w:rsidR="00462692" w:rsidRPr="00A4769E">
        <w:rPr>
          <w:szCs w:val="20"/>
        </w:rPr>
        <w:t>’</w:t>
      </w:r>
      <w:r w:rsidRPr="001B73FA">
        <w:rPr>
          <w:szCs w:val="20"/>
        </w:rPr>
        <w:t>amour le plus vif</w:t>
      </w:r>
      <w:r w:rsidR="00462692" w:rsidRPr="00A4769E">
        <w:rPr>
          <w:szCs w:val="20"/>
        </w:rPr>
        <w:t>.</w:t>
      </w:r>
    </w:p>
    <w:p w14:paraId="120C011F" w14:textId="7B31054F" w:rsidR="001B73FA" w:rsidRPr="001B73FA" w:rsidRDefault="00462692" w:rsidP="001B73FA">
      <w:pPr>
        <w:rPr>
          <w:szCs w:val="20"/>
        </w:rPr>
      </w:pPr>
      <w:r w:rsidRPr="00A4769E">
        <w:rPr>
          <w:szCs w:val="20"/>
        </w:rPr>
        <w:t>« </w:t>
      </w:r>
      <w:r w:rsidR="001B73FA" w:rsidRPr="001B73FA">
        <w:rPr>
          <w:szCs w:val="20"/>
        </w:rPr>
        <w:t>Voltaire et Montesquieu</w:t>
      </w:r>
      <w:r w:rsidRPr="00A4769E">
        <w:rPr>
          <w:szCs w:val="20"/>
        </w:rPr>
        <w:t xml:space="preserve">, </w:t>
      </w:r>
      <w:r w:rsidR="001B73FA" w:rsidRPr="001B73FA">
        <w:rPr>
          <w:szCs w:val="20"/>
        </w:rPr>
        <w:t>se disait-il</w:t>
      </w:r>
      <w:r w:rsidRPr="00A4769E">
        <w:rPr>
          <w:szCs w:val="20"/>
        </w:rPr>
        <w:t xml:space="preserve">, </w:t>
      </w:r>
      <w:r w:rsidR="001B73FA" w:rsidRPr="001B73FA">
        <w:rPr>
          <w:szCs w:val="20"/>
        </w:rPr>
        <w:t>se respirent ici comme l</w:t>
      </w:r>
      <w:r w:rsidRPr="00A4769E">
        <w:rPr>
          <w:szCs w:val="20"/>
        </w:rPr>
        <w:t>’</w:t>
      </w:r>
      <w:r w:rsidR="001B73FA" w:rsidRPr="001B73FA">
        <w:rPr>
          <w:szCs w:val="20"/>
        </w:rPr>
        <w:t>air même</w:t>
      </w:r>
      <w:r w:rsidRPr="00A4769E">
        <w:rPr>
          <w:szCs w:val="20"/>
        </w:rPr>
        <w:t xml:space="preserve">. </w:t>
      </w:r>
      <w:r w:rsidR="001B73FA" w:rsidRPr="001B73FA">
        <w:rPr>
          <w:szCs w:val="20"/>
        </w:rPr>
        <w:t>Le plus pauvre contadin de Montezemollo joue sa vie et le pain de sa femme et de ses enfants contre le petit espion noir qui se promène en soutane à travers ses champs</w:t>
      </w:r>
      <w:r w:rsidRPr="00A4769E">
        <w:rPr>
          <w:szCs w:val="20"/>
        </w:rPr>
        <w:t xml:space="preserve">. </w:t>
      </w:r>
      <w:r w:rsidR="001B73FA" w:rsidRPr="001B73FA">
        <w:rPr>
          <w:szCs w:val="20"/>
        </w:rPr>
        <w:t>Cette servitude absolue rend peut-être nos paysans plus subtils que ceux-ci</w:t>
      </w:r>
      <w:r w:rsidRPr="00A4769E">
        <w:rPr>
          <w:szCs w:val="20"/>
        </w:rPr>
        <w:t xml:space="preserve">, </w:t>
      </w:r>
      <w:r w:rsidR="001B73FA" w:rsidRPr="001B73FA">
        <w:rPr>
          <w:szCs w:val="20"/>
        </w:rPr>
        <w:t>mais quand je les rencontre au coin de quelque haie</w:t>
      </w:r>
      <w:r w:rsidRPr="00A4769E">
        <w:rPr>
          <w:szCs w:val="20"/>
        </w:rPr>
        <w:t xml:space="preserve">, </w:t>
      </w:r>
      <w:r w:rsidR="001B73FA" w:rsidRPr="001B73FA">
        <w:rPr>
          <w:szCs w:val="20"/>
        </w:rPr>
        <w:t>ils me détruisent le sublime</w:t>
      </w:r>
      <w:r w:rsidRPr="00A4769E">
        <w:rPr>
          <w:szCs w:val="20"/>
        </w:rPr>
        <w:t xml:space="preserve">. </w:t>
      </w:r>
      <w:r w:rsidR="001B73FA" w:rsidRPr="001B73FA">
        <w:rPr>
          <w:szCs w:val="20"/>
        </w:rPr>
        <w:t>Et s</w:t>
      </w:r>
      <w:r w:rsidRPr="00A4769E">
        <w:rPr>
          <w:szCs w:val="20"/>
        </w:rPr>
        <w:t>’</w:t>
      </w:r>
      <w:r w:rsidR="001B73FA" w:rsidRPr="001B73FA">
        <w:rPr>
          <w:szCs w:val="20"/>
        </w:rPr>
        <w:t>il n</w:t>
      </w:r>
      <w:r w:rsidRPr="00A4769E">
        <w:rPr>
          <w:szCs w:val="20"/>
        </w:rPr>
        <w:t>’</w:t>
      </w:r>
      <w:r w:rsidR="001B73FA" w:rsidRPr="001B73FA">
        <w:rPr>
          <w:szCs w:val="20"/>
        </w:rPr>
        <w:t>est pas possible de croire des âmes nobles aux hommes les plus simples</w:t>
      </w:r>
      <w:r w:rsidRPr="00A4769E">
        <w:rPr>
          <w:szCs w:val="20"/>
        </w:rPr>
        <w:t xml:space="preserve">, </w:t>
      </w:r>
      <w:r w:rsidR="001B73FA" w:rsidRPr="001B73FA">
        <w:rPr>
          <w:szCs w:val="20"/>
        </w:rPr>
        <w:t>comment pourrai-je conserver ma propre noblesse et avoir du goût à vivre</w:t>
      </w:r>
      <w:r w:rsidRPr="00A4769E">
        <w:rPr>
          <w:szCs w:val="20"/>
        </w:rPr>
        <w:t> ? »</w:t>
      </w:r>
    </w:p>
    <w:p w14:paraId="7193AFF7" w14:textId="5D746DE7" w:rsidR="00462692" w:rsidRPr="00A4769E" w:rsidRDefault="001B73FA" w:rsidP="001B73FA">
      <w:pPr>
        <w:rPr>
          <w:szCs w:val="20"/>
        </w:rPr>
      </w:pPr>
      <w:r w:rsidRPr="001B73FA">
        <w:rPr>
          <w:szCs w:val="20"/>
        </w:rPr>
        <w:t>Le soir</w:t>
      </w:r>
      <w:r w:rsidR="00462692" w:rsidRPr="00A4769E">
        <w:rPr>
          <w:szCs w:val="20"/>
        </w:rPr>
        <w:t xml:space="preserve">, </w:t>
      </w:r>
      <w:r w:rsidRPr="001B73FA">
        <w:rPr>
          <w:szCs w:val="20"/>
        </w:rPr>
        <w:t>il traversa tranquillement Embrun</w:t>
      </w:r>
      <w:r w:rsidR="00462692" w:rsidRPr="00A4769E">
        <w:rPr>
          <w:szCs w:val="20"/>
        </w:rPr>
        <w:t xml:space="preserve">. </w:t>
      </w:r>
      <w:r w:rsidRPr="001B73FA">
        <w:rPr>
          <w:szCs w:val="20"/>
        </w:rPr>
        <w:t>Il acheta pour trois sous un demi-pain chaud et un petit fromage blanc</w:t>
      </w:r>
      <w:r w:rsidR="00462692" w:rsidRPr="00A4769E">
        <w:rPr>
          <w:szCs w:val="20"/>
        </w:rPr>
        <w:t xml:space="preserve">. </w:t>
      </w:r>
      <w:r w:rsidRPr="001B73FA">
        <w:rPr>
          <w:szCs w:val="20"/>
        </w:rPr>
        <w:t>Il osa s</w:t>
      </w:r>
      <w:r w:rsidR="00462692" w:rsidRPr="00A4769E">
        <w:rPr>
          <w:szCs w:val="20"/>
        </w:rPr>
        <w:t>’</w:t>
      </w:r>
      <w:r w:rsidRPr="001B73FA">
        <w:rPr>
          <w:szCs w:val="20"/>
        </w:rPr>
        <w:t>adresser à une artisane qui battait des pièces de drap devant sa porte</w:t>
      </w:r>
      <w:r w:rsidR="00462692" w:rsidRPr="00A4769E">
        <w:rPr>
          <w:szCs w:val="20"/>
        </w:rPr>
        <w:t xml:space="preserve">. </w:t>
      </w:r>
      <w:r w:rsidRPr="001B73FA">
        <w:rPr>
          <w:szCs w:val="20"/>
        </w:rPr>
        <w:t>Elle resta un instant muette devant ce visage grave et tendre</w:t>
      </w:r>
      <w:r w:rsidR="00462692" w:rsidRPr="00A4769E">
        <w:rPr>
          <w:szCs w:val="20"/>
        </w:rPr>
        <w:t xml:space="preserve">. </w:t>
      </w:r>
      <w:r w:rsidRPr="001B73FA">
        <w:rPr>
          <w:szCs w:val="20"/>
        </w:rPr>
        <w:t>Cette femme du peuple eut la déli</w:t>
      </w:r>
      <w:r w:rsidRPr="001B73FA">
        <w:rPr>
          <w:szCs w:val="20"/>
        </w:rPr>
        <w:lastRenderedPageBreak/>
        <w:t>catesse de ne pas s</w:t>
      </w:r>
      <w:r w:rsidR="00462692" w:rsidRPr="00A4769E">
        <w:rPr>
          <w:szCs w:val="20"/>
        </w:rPr>
        <w:t>’</w:t>
      </w:r>
      <w:r w:rsidRPr="001B73FA">
        <w:rPr>
          <w:szCs w:val="20"/>
        </w:rPr>
        <w:t>effrayer du magnifique salut qu</w:t>
      </w:r>
      <w:r w:rsidR="00462692" w:rsidRPr="00A4769E">
        <w:rPr>
          <w:szCs w:val="20"/>
        </w:rPr>
        <w:t>’</w:t>
      </w:r>
      <w:r w:rsidRPr="001B73FA">
        <w:rPr>
          <w:szCs w:val="20"/>
        </w:rPr>
        <w:t>il fit avec son large chapeau de feutre</w:t>
      </w:r>
      <w:r w:rsidR="00462692" w:rsidRPr="00A4769E">
        <w:rPr>
          <w:szCs w:val="20"/>
        </w:rPr>
        <w:t xml:space="preserve">, </w:t>
      </w:r>
      <w:r w:rsidRPr="001B73FA">
        <w:rPr>
          <w:szCs w:val="20"/>
        </w:rPr>
        <w:t>de ses yeux brillants</w:t>
      </w:r>
      <w:r w:rsidR="00462692" w:rsidRPr="00A4769E">
        <w:rPr>
          <w:szCs w:val="20"/>
        </w:rPr>
        <w:t xml:space="preserve">, </w:t>
      </w:r>
      <w:r w:rsidRPr="001B73FA">
        <w:rPr>
          <w:szCs w:val="20"/>
        </w:rPr>
        <w:t>des phrases passionnées avec lesquelles il la pria</w:t>
      </w:r>
      <w:r w:rsidR="00462692" w:rsidRPr="00A4769E">
        <w:rPr>
          <w:szCs w:val="20"/>
        </w:rPr>
        <w:t xml:space="preserve">, </w:t>
      </w:r>
      <w:r w:rsidRPr="001B73FA">
        <w:rPr>
          <w:szCs w:val="20"/>
        </w:rPr>
        <w:t>en fin de compte</w:t>
      </w:r>
      <w:r w:rsidR="00462692" w:rsidRPr="00A4769E">
        <w:rPr>
          <w:szCs w:val="20"/>
        </w:rPr>
        <w:t xml:space="preserve">, </w:t>
      </w:r>
      <w:r w:rsidRPr="001B73FA">
        <w:rPr>
          <w:szCs w:val="20"/>
        </w:rPr>
        <w:t>de lui dire d</w:t>
      </w:r>
      <w:r w:rsidR="00462692" w:rsidRPr="00A4769E">
        <w:rPr>
          <w:szCs w:val="20"/>
        </w:rPr>
        <w:t>’</w:t>
      </w:r>
      <w:r w:rsidRPr="001B73FA">
        <w:rPr>
          <w:szCs w:val="20"/>
        </w:rPr>
        <w:t>où partaient les Messageries royales</w:t>
      </w:r>
      <w:r w:rsidR="00462692" w:rsidRPr="00A4769E">
        <w:rPr>
          <w:szCs w:val="20"/>
        </w:rPr>
        <w:t>. « </w:t>
      </w:r>
      <w:r w:rsidRPr="001B73FA">
        <w:rPr>
          <w:szCs w:val="20"/>
        </w:rPr>
        <w:t>Ne fais pas tes yeux de chat</w:t>
      </w:r>
      <w:r w:rsidR="00462692" w:rsidRPr="00A4769E">
        <w:rPr>
          <w:szCs w:val="20"/>
        </w:rPr>
        <w:t xml:space="preserve">, </w:t>
      </w:r>
      <w:r w:rsidRPr="001B73FA">
        <w:rPr>
          <w:szCs w:val="20"/>
        </w:rPr>
        <w:t>dit-elle</w:t>
      </w:r>
      <w:r w:rsidR="00462692" w:rsidRPr="00A4769E">
        <w:rPr>
          <w:szCs w:val="20"/>
        </w:rPr>
        <w:t xml:space="preserve">, </w:t>
      </w:r>
      <w:r w:rsidRPr="001B73FA">
        <w:rPr>
          <w:szCs w:val="20"/>
        </w:rPr>
        <w:t>et ne lève pas autant ton chapeau si tu as des sous dans la poche</w:t>
      </w:r>
      <w:r w:rsidR="00462692" w:rsidRPr="00A4769E">
        <w:rPr>
          <w:szCs w:val="20"/>
        </w:rPr>
        <w:t>. »</w:t>
      </w:r>
      <w:r w:rsidRPr="001B73FA">
        <w:rPr>
          <w:szCs w:val="20"/>
        </w:rPr>
        <w:t xml:space="preserve"> Elle le voyait si beau et si naïvement donné à tous qu</w:t>
      </w:r>
      <w:r w:rsidR="00462692" w:rsidRPr="00A4769E">
        <w:rPr>
          <w:szCs w:val="20"/>
        </w:rPr>
        <w:t>’</w:t>
      </w:r>
      <w:r w:rsidRPr="001B73FA">
        <w:rPr>
          <w:szCs w:val="20"/>
        </w:rPr>
        <w:t>elle en prenait de l</w:t>
      </w:r>
      <w:r w:rsidR="00462692" w:rsidRPr="00A4769E">
        <w:rPr>
          <w:szCs w:val="20"/>
        </w:rPr>
        <w:t>’</w:t>
      </w:r>
      <w:r w:rsidRPr="001B73FA">
        <w:rPr>
          <w:szCs w:val="20"/>
        </w:rPr>
        <w:t>irritation</w:t>
      </w:r>
      <w:r w:rsidR="00462692" w:rsidRPr="00A4769E">
        <w:rPr>
          <w:szCs w:val="20"/>
        </w:rPr>
        <w:t xml:space="preserve">. </w:t>
      </w:r>
      <w:r w:rsidRPr="001B73FA">
        <w:rPr>
          <w:szCs w:val="20"/>
        </w:rPr>
        <w:t>Il se dit</w:t>
      </w:r>
      <w:r w:rsidR="00462692" w:rsidRPr="00A4769E">
        <w:rPr>
          <w:szCs w:val="20"/>
        </w:rPr>
        <w:t> : « </w:t>
      </w:r>
      <w:r w:rsidRPr="001B73FA">
        <w:rPr>
          <w:szCs w:val="20"/>
        </w:rPr>
        <w:t>Cette femme si simple m</w:t>
      </w:r>
      <w:r w:rsidR="00462692" w:rsidRPr="00A4769E">
        <w:rPr>
          <w:szCs w:val="20"/>
        </w:rPr>
        <w:t>’</w:t>
      </w:r>
      <w:r w:rsidRPr="001B73FA">
        <w:rPr>
          <w:szCs w:val="20"/>
        </w:rPr>
        <w:t>a percé à jour</w:t>
      </w:r>
      <w:r w:rsidR="00462692" w:rsidRPr="00A4769E">
        <w:rPr>
          <w:szCs w:val="20"/>
        </w:rPr>
        <w:t xml:space="preserve">. </w:t>
      </w:r>
      <w:r w:rsidRPr="001B73FA">
        <w:rPr>
          <w:szCs w:val="20"/>
        </w:rPr>
        <w:t>Je dois avoir du sang sur les mains</w:t>
      </w:r>
      <w:r w:rsidR="00462692" w:rsidRPr="00A4769E">
        <w:rPr>
          <w:szCs w:val="20"/>
        </w:rPr>
        <w:t xml:space="preserve">, </w:t>
      </w:r>
      <w:r w:rsidRPr="001B73FA">
        <w:rPr>
          <w:szCs w:val="20"/>
        </w:rPr>
        <w:t>comme Macbeth</w:t>
      </w:r>
      <w:r w:rsidR="00462692" w:rsidRPr="00A4769E">
        <w:rPr>
          <w:szCs w:val="20"/>
        </w:rPr>
        <w:t xml:space="preserve">. </w:t>
      </w:r>
      <w:r w:rsidRPr="001B73FA">
        <w:rPr>
          <w:szCs w:val="20"/>
        </w:rPr>
        <w:t>Il faut que je lui donne des explications qu</w:t>
      </w:r>
      <w:r w:rsidR="00462692" w:rsidRPr="00A4769E">
        <w:rPr>
          <w:szCs w:val="20"/>
        </w:rPr>
        <w:t>’</w:t>
      </w:r>
      <w:r w:rsidRPr="001B73FA">
        <w:rPr>
          <w:szCs w:val="20"/>
        </w:rPr>
        <w:t>elle puisse comprendre</w:t>
      </w:r>
      <w:r w:rsidR="00462692" w:rsidRPr="00A4769E">
        <w:rPr>
          <w:szCs w:val="20"/>
        </w:rPr>
        <w:t>. »« </w:t>
      </w:r>
      <w:r w:rsidRPr="001B73FA">
        <w:rPr>
          <w:szCs w:val="20"/>
        </w:rPr>
        <w:t>Ce matin</w:t>
      </w:r>
      <w:r w:rsidR="00462692" w:rsidRPr="00A4769E">
        <w:rPr>
          <w:szCs w:val="20"/>
        </w:rPr>
        <w:t xml:space="preserve">, </w:t>
      </w:r>
      <w:r w:rsidRPr="001B73FA">
        <w:rPr>
          <w:szCs w:val="20"/>
        </w:rPr>
        <w:t>dit-il</w:t>
      </w:r>
      <w:r w:rsidR="00462692" w:rsidRPr="00A4769E">
        <w:rPr>
          <w:szCs w:val="20"/>
        </w:rPr>
        <w:t xml:space="preserve">, </w:t>
      </w:r>
      <w:r w:rsidRPr="001B73FA">
        <w:rPr>
          <w:szCs w:val="20"/>
        </w:rPr>
        <w:t>j</w:t>
      </w:r>
      <w:r w:rsidR="00462692" w:rsidRPr="00A4769E">
        <w:rPr>
          <w:szCs w:val="20"/>
        </w:rPr>
        <w:t>’</w:t>
      </w:r>
      <w:r w:rsidRPr="001B73FA">
        <w:rPr>
          <w:szCs w:val="20"/>
        </w:rPr>
        <w:t>ai voulu enlever la fille de mon patron</w:t>
      </w:r>
      <w:r w:rsidR="00462692" w:rsidRPr="00A4769E">
        <w:rPr>
          <w:szCs w:val="20"/>
        </w:rPr>
        <w:t xml:space="preserve">. </w:t>
      </w:r>
      <w:r w:rsidRPr="001B73FA">
        <w:rPr>
          <w:szCs w:val="20"/>
        </w:rPr>
        <w:t>Elle m</w:t>
      </w:r>
      <w:r w:rsidR="00462692" w:rsidRPr="00A4769E">
        <w:rPr>
          <w:szCs w:val="20"/>
        </w:rPr>
        <w:t>’</w:t>
      </w:r>
      <w:r w:rsidRPr="001B73FA">
        <w:rPr>
          <w:szCs w:val="20"/>
        </w:rPr>
        <w:t>aime et je lui ai promis le mariage</w:t>
      </w:r>
      <w:r w:rsidR="00462692" w:rsidRPr="00A4769E">
        <w:rPr>
          <w:szCs w:val="20"/>
        </w:rPr>
        <w:t xml:space="preserve">. </w:t>
      </w:r>
      <w:r w:rsidRPr="001B73FA">
        <w:rPr>
          <w:szCs w:val="20"/>
        </w:rPr>
        <w:t>Mais</w:t>
      </w:r>
      <w:r w:rsidR="00462692" w:rsidRPr="00A4769E">
        <w:rPr>
          <w:szCs w:val="20"/>
        </w:rPr>
        <w:t xml:space="preserve">, </w:t>
      </w:r>
      <w:r w:rsidRPr="001B73FA">
        <w:rPr>
          <w:szCs w:val="20"/>
        </w:rPr>
        <w:t>comme je sautais de la fenêtre de sa chambre où j</w:t>
      </w:r>
      <w:r w:rsidR="00462692" w:rsidRPr="00A4769E">
        <w:rPr>
          <w:szCs w:val="20"/>
        </w:rPr>
        <w:t>’</w:t>
      </w:r>
      <w:r w:rsidRPr="001B73FA">
        <w:rPr>
          <w:szCs w:val="20"/>
        </w:rPr>
        <w:t>étais allé l</w:t>
      </w:r>
      <w:r w:rsidR="00462692" w:rsidRPr="00A4769E">
        <w:rPr>
          <w:szCs w:val="20"/>
        </w:rPr>
        <w:t>’</w:t>
      </w:r>
      <w:r w:rsidRPr="001B73FA">
        <w:rPr>
          <w:szCs w:val="20"/>
        </w:rPr>
        <w:t>aider à faire son bagage</w:t>
      </w:r>
      <w:r w:rsidR="00462692" w:rsidRPr="00A4769E">
        <w:rPr>
          <w:szCs w:val="20"/>
        </w:rPr>
        <w:t xml:space="preserve">, </w:t>
      </w:r>
      <w:r w:rsidRPr="001B73FA">
        <w:rPr>
          <w:szCs w:val="20"/>
        </w:rPr>
        <w:t>son frère</w:t>
      </w:r>
      <w:r w:rsidR="00462692" w:rsidRPr="00A4769E">
        <w:rPr>
          <w:szCs w:val="20"/>
        </w:rPr>
        <w:t xml:space="preserve">, </w:t>
      </w:r>
      <w:r w:rsidRPr="001B73FA">
        <w:rPr>
          <w:szCs w:val="20"/>
        </w:rPr>
        <w:t>qui est un brutal et ne l</w:t>
      </w:r>
      <w:r w:rsidR="00462692" w:rsidRPr="00A4769E">
        <w:rPr>
          <w:szCs w:val="20"/>
        </w:rPr>
        <w:t>’</w:t>
      </w:r>
      <w:r w:rsidRPr="001B73FA">
        <w:rPr>
          <w:szCs w:val="20"/>
        </w:rPr>
        <w:t>aime pas parce qu</w:t>
      </w:r>
      <w:r w:rsidR="00462692" w:rsidRPr="00A4769E">
        <w:rPr>
          <w:szCs w:val="20"/>
        </w:rPr>
        <w:t>’</w:t>
      </w:r>
      <w:r w:rsidRPr="001B73FA">
        <w:rPr>
          <w:szCs w:val="20"/>
        </w:rPr>
        <w:t>elle est l</w:t>
      </w:r>
      <w:r w:rsidR="00462692" w:rsidRPr="00A4769E">
        <w:rPr>
          <w:szCs w:val="20"/>
        </w:rPr>
        <w:t>’</w:t>
      </w:r>
      <w:r w:rsidRPr="001B73FA">
        <w:rPr>
          <w:szCs w:val="20"/>
        </w:rPr>
        <w:t>aînée</w:t>
      </w:r>
      <w:r w:rsidR="00462692" w:rsidRPr="00A4769E">
        <w:rPr>
          <w:szCs w:val="20"/>
        </w:rPr>
        <w:t xml:space="preserve">, </w:t>
      </w:r>
      <w:r w:rsidRPr="001B73FA">
        <w:rPr>
          <w:szCs w:val="20"/>
        </w:rPr>
        <w:t>a voulu me tuer avec un bâton</w:t>
      </w:r>
      <w:r w:rsidR="00462692" w:rsidRPr="00A4769E">
        <w:rPr>
          <w:szCs w:val="20"/>
        </w:rPr>
        <w:t xml:space="preserve">. </w:t>
      </w:r>
      <w:r w:rsidRPr="001B73FA">
        <w:rPr>
          <w:szCs w:val="20"/>
        </w:rPr>
        <w:t>Je me suis défendu et je l</w:t>
      </w:r>
      <w:r w:rsidR="00462692" w:rsidRPr="00A4769E">
        <w:rPr>
          <w:szCs w:val="20"/>
        </w:rPr>
        <w:t>’</w:t>
      </w:r>
      <w:r w:rsidRPr="001B73FA">
        <w:rPr>
          <w:szCs w:val="20"/>
        </w:rPr>
        <w:t>ai blessé à la cuisse avec mon couteau</w:t>
      </w:r>
      <w:r w:rsidR="00462692" w:rsidRPr="00A4769E">
        <w:rPr>
          <w:szCs w:val="20"/>
        </w:rPr>
        <w:t xml:space="preserve">. </w:t>
      </w:r>
      <w:r w:rsidRPr="001B73FA">
        <w:rPr>
          <w:szCs w:val="20"/>
        </w:rPr>
        <w:t>J</w:t>
      </w:r>
      <w:r w:rsidR="00462692" w:rsidRPr="00A4769E">
        <w:rPr>
          <w:szCs w:val="20"/>
        </w:rPr>
        <w:t>’</w:t>
      </w:r>
      <w:r w:rsidRPr="001B73FA">
        <w:rPr>
          <w:szCs w:val="20"/>
        </w:rPr>
        <w:t>ai pu faire dire à celle que je considère comme ma femme que je l</w:t>
      </w:r>
      <w:r w:rsidR="00462692" w:rsidRPr="00A4769E">
        <w:rPr>
          <w:szCs w:val="20"/>
        </w:rPr>
        <w:t>’</w:t>
      </w:r>
      <w:r w:rsidRPr="001B73FA">
        <w:rPr>
          <w:szCs w:val="20"/>
        </w:rPr>
        <w:t>attendrais dans la cour des Messageries royales</w:t>
      </w:r>
      <w:r w:rsidR="00462692" w:rsidRPr="00A4769E">
        <w:rPr>
          <w:szCs w:val="20"/>
        </w:rPr>
        <w:t xml:space="preserve">. </w:t>
      </w:r>
      <w:r w:rsidRPr="001B73FA">
        <w:rPr>
          <w:szCs w:val="20"/>
        </w:rPr>
        <w:t>Mais comme nous vivions à la campagne et que je ne venais jamais ici puisque j</w:t>
      </w:r>
      <w:r w:rsidR="00462692" w:rsidRPr="00A4769E">
        <w:rPr>
          <w:szCs w:val="20"/>
        </w:rPr>
        <w:t>’</w:t>
      </w:r>
      <w:r w:rsidRPr="001B73FA">
        <w:rPr>
          <w:szCs w:val="20"/>
        </w:rPr>
        <w:t>aimais cette jeune fille</w:t>
      </w:r>
      <w:r w:rsidR="00462692" w:rsidRPr="00A4769E">
        <w:rPr>
          <w:szCs w:val="20"/>
        </w:rPr>
        <w:t xml:space="preserve">, </w:t>
      </w:r>
      <w:r w:rsidRPr="001B73FA">
        <w:rPr>
          <w:szCs w:val="20"/>
        </w:rPr>
        <w:t>je ne sais pas où sont ces Messageries et je les cherche</w:t>
      </w:r>
      <w:r w:rsidR="00462692" w:rsidRPr="00A4769E">
        <w:rPr>
          <w:szCs w:val="20"/>
        </w:rPr>
        <w:t xml:space="preserve">. </w:t>
      </w:r>
      <w:r w:rsidRPr="001B73FA">
        <w:rPr>
          <w:szCs w:val="20"/>
        </w:rPr>
        <w:t>Voilà aussi pourquoi</w:t>
      </w:r>
      <w:r w:rsidR="00462692" w:rsidRPr="00A4769E">
        <w:rPr>
          <w:szCs w:val="20"/>
        </w:rPr>
        <w:t xml:space="preserve">, </w:t>
      </w:r>
      <w:r w:rsidRPr="001B73FA">
        <w:rPr>
          <w:szCs w:val="20"/>
        </w:rPr>
        <w:t>sans doute</w:t>
      </w:r>
      <w:r w:rsidR="00462692" w:rsidRPr="00A4769E">
        <w:rPr>
          <w:szCs w:val="20"/>
        </w:rPr>
        <w:t xml:space="preserve">, </w:t>
      </w:r>
      <w:r w:rsidRPr="001B73FA">
        <w:rPr>
          <w:szCs w:val="20"/>
        </w:rPr>
        <w:t>j</w:t>
      </w:r>
      <w:r w:rsidR="00462692" w:rsidRPr="00A4769E">
        <w:rPr>
          <w:szCs w:val="20"/>
        </w:rPr>
        <w:t>’</w:t>
      </w:r>
      <w:r w:rsidRPr="001B73FA">
        <w:rPr>
          <w:szCs w:val="20"/>
        </w:rPr>
        <w:t>ai l</w:t>
      </w:r>
      <w:r w:rsidR="00462692" w:rsidRPr="00A4769E">
        <w:rPr>
          <w:szCs w:val="20"/>
        </w:rPr>
        <w:t>’</w:t>
      </w:r>
      <w:r w:rsidRPr="001B73FA">
        <w:rPr>
          <w:szCs w:val="20"/>
        </w:rPr>
        <w:t>air un peu égaré</w:t>
      </w:r>
      <w:r w:rsidR="00462692" w:rsidRPr="00A4769E">
        <w:rPr>
          <w:szCs w:val="20"/>
        </w:rPr>
        <w:t>. »</w:t>
      </w:r>
      <w:r w:rsidRPr="001B73FA">
        <w:rPr>
          <w:szCs w:val="20"/>
        </w:rPr>
        <w:t xml:space="preserve"> Il avait pris en racontant l</w:t>
      </w:r>
      <w:r w:rsidR="00462692" w:rsidRPr="00A4769E">
        <w:rPr>
          <w:szCs w:val="20"/>
        </w:rPr>
        <w:t>’</w:t>
      </w:r>
      <w:r w:rsidRPr="001B73FA">
        <w:rPr>
          <w:szCs w:val="20"/>
        </w:rPr>
        <w:t>histoire un ton humble qui le rendait très désirable</w:t>
      </w:r>
      <w:r w:rsidR="00462692" w:rsidRPr="00A4769E">
        <w:rPr>
          <w:szCs w:val="20"/>
        </w:rPr>
        <w:t>. « </w:t>
      </w:r>
      <w:r w:rsidRPr="001B73FA">
        <w:rPr>
          <w:szCs w:val="20"/>
        </w:rPr>
        <w:t>Les Messageries royales sont à Gap</w:t>
      </w:r>
      <w:r w:rsidR="00462692" w:rsidRPr="00A4769E">
        <w:rPr>
          <w:szCs w:val="20"/>
        </w:rPr>
        <w:t xml:space="preserve">, </w:t>
      </w:r>
      <w:r w:rsidRPr="001B73FA">
        <w:rPr>
          <w:szCs w:val="20"/>
        </w:rPr>
        <w:t>mon petit</w:t>
      </w:r>
      <w:r w:rsidR="00462692" w:rsidRPr="00A4769E">
        <w:rPr>
          <w:szCs w:val="20"/>
        </w:rPr>
        <w:t xml:space="preserve">, </w:t>
      </w:r>
      <w:r w:rsidRPr="001B73FA">
        <w:rPr>
          <w:szCs w:val="20"/>
        </w:rPr>
        <w:t>dit la femme</w:t>
      </w:r>
      <w:r w:rsidR="00462692" w:rsidRPr="00A4769E">
        <w:rPr>
          <w:szCs w:val="20"/>
        </w:rPr>
        <w:t xml:space="preserve">, </w:t>
      </w:r>
      <w:r w:rsidRPr="001B73FA">
        <w:rPr>
          <w:szCs w:val="20"/>
        </w:rPr>
        <w:t>est-ce que ta bonne amie le sait</w:t>
      </w:r>
      <w:r w:rsidR="00462692" w:rsidRPr="00A4769E">
        <w:rPr>
          <w:szCs w:val="20"/>
        </w:rPr>
        <w:t> ?</w:t>
      </w:r>
    </w:p>
    <w:p w14:paraId="49D28F4A" w14:textId="23ACE09B" w:rsidR="001B73FA" w:rsidRPr="001B73FA" w:rsidRDefault="00462692" w:rsidP="001B73FA">
      <w:pPr>
        <w:rPr>
          <w:szCs w:val="20"/>
        </w:rPr>
      </w:pPr>
      <w:r w:rsidRPr="00A4769E">
        <w:rPr>
          <w:szCs w:val="20"/>
        </w:rPr>
        <w:t>— </w:t>
      </w:r>
      <w:r w:rsidR="001B73FA" w:rsidRPr="001B73FA">
        <w:rPr>
          <w:szCs w:val="20"/>
        </w:rPr>
        <w:t>Elle le sait sûrement</w:t>
      </w:r>
      <w:r w:rsidRPr="00A4769E">
        <w:rPr>
          <w:szCs w:val="20"/>
        </w:rPr>
        <w:t xml:space="preserve">, </w:t>
      </w:r>
      <w:r w:rsidR="001B73FA" w:rsidRPr="001B73FA">
        <w:rPr>
          <w:szCs w:val="20"/>
        </w:rPr>
        <w:t>dit-il</w:t>
      </w:r>
      <w:r w:rsidRPr="00A4769E">
        <w:rPr>
          <w:szCs w:val="20"/>
        </w:rPr>
        <w:t xml:space="preserve">, </w:t>
      </w:r>
      <w:r w:rsidR="001B73FA" w:rsidRPr="001B73FA">
        <w:rPr>
          <w:szCs w:val="20"/>
        </w:rPr>
        <w:t>c</w:t>
      </w:r>
      <w:r w:rsidRPr="00A4769E">
        <w:rPr>
          <w:szCs w:val="20"/>
        </w:rPr>
        <w:t>’</w:t>
      </w:r>
      <w:r w:rsidR="001B73FA" w:rsidRPr="001B73FA">
        <w:rPr>
          <w:szCs w:val="20"/>
        </w:rPr>
        <w:t>est la fille d</w:t>
      </w:r>
      <w:r w:rsidRPr="00A4769E">
        <w:rPr>
          <w:szCs w:val="20"/>
        </w:rPr>
        <w:t>’</w:t>
      </w:r>
      <w:r w:rsidR="001B73FA" w:rsidRPr="001B73FA">
        <w:rPr>
          <w:szCs w:val="20"/>
        </w:rPr>
        <w:t>une ferme à deux lieues d</w:t>
      </w:r>
      <w:r w:rsidRPr="00A4769E">
        <w:rPr>
          <w:szCs w:val="20"/>
        </w:rPr>
        <w:t>’</w:t>
      </w:r>
      <w:r w:rsidR="001B73FA" w:rsidRPr="001B73FA">
        <w:rPr>
          <w:szCs w:val="20"/>
        </w:rPr>
        <w:t>ici</w:t>
      </w:r>
      <w:r w:rsidRPr="00A4769E">
        <w:rPr>
          <w:szCs w:val="20"/>
        </w:rPr>
        <w:t>. »</w:t>
      </w:r>
    </w:p>
    <w:p w14:paraId="2DCFEDC3" w14:textId="6B5BC498" w:rsidR="00462692" w:rsidRPr="00A4769E" w:rsidRDefault="001B73FA" w:rsidP="001B73FA">
      <w:pPr>
        <w:rPr>
          <w:szCs w:val="20"/>
        </w:rPr>
      </w:pPr>
      <w:r w:rsidRPr="001B73FA">
        <w:rPr>
          <w:szCs w:val="20"/>
        </w:rPr>
        <w:t>Il pensait</w:t>
      </w:r>
      <w:r w:rsidR="00462692" w:rsidRPr="00A4769E">
        <w:rPr>
          <w:szCs w:val="20"/>
        </w:rPr>
        <w:t> : « </w:t>
      </w:r>
      <w:r w:rsidRPr="001B73FA">
        <w:rPr>
          <w:szCs w:val="20"/>
        </w:rPr>
        <w:t>Pourquoi m</w:t>
      </w:r>
      <w:r w:rsidR="00462692" w:rsidRPr="00A4769E">
        <w:rPr>
          <w:szCs w:val="20"/>
        </w:rPr>
        <w:t>’</w:t>
      </w:r>
      <w:r w:rsidRPr="001B73FA">
        <w:rPr>
          <w:szCs w:val="20"/>
        </w:rPr>
        <w:t>appelle-t-elle mon petit</w:t>
      </w:r>
      <w:r w:rsidR="00462692" w:rsidRPr="00A4769E">
        <w:rPr>
          <w:szCs w:val="20"/>
        </w:rPr>
        <w:t xml:space="preserve"> ? </w:t>
      </w:r>
      <w:r w:rsidRPr="001B73FA">
        <w:rPr>
          <w:szCs w:val="20"/>
        </w:rPr>
        <w:t>J</w:t>
      </w:r>
      <w:r w:rsidR="00462692" w:rsidRPr="00A4769E">
        <w:rPr>
          <w:szCs w:val="20"/>
        </w:rPr>
        <w:t>’</w:t>
      </w:r>
      <w:r w:rsidRPr="001B73FA">
        <w:rPr>
          <w:szCs w:val="20"/>
        </w:rPr>
        <w:t xml:space="preserve">ai </w:t>
      </w:r>
      <w:r w:rsidR="00462692" w:rsidRPr="001B73FA">
        <w:rPr>
          <w:szCs w:val="20"/>
        </w:rPr>
        <w:t>1</w:t>
      </w:r>
      <w:r w:rsidR="00462692" w:rsidRPr="00A4769E">
        <w:rPr>
          <w:szCs w:val="20"/>
        </w:rPr>
        <w:t>,</w:t>
      </w:r>
      <w:r w:rsidR="00462692" w:rsidRPr="001B73FA">
        <w:rPr>
          <w:szCs w:val="20"/>
        </w:rPr>
        <w:t>8</w:t>
      </w:r>
      <w:r w:rsidRPr="001B73FA">
        <w:rPr>
          <w:szCs w:val="20"/>
        </w:rPr>
        <w:t>0m et je terrifie les recrues du roi de Sardaigne</w:t>
      </w:r>
      <w:r w:rsidR="00462692" w:rsidRPr="00A4769E">
        <w:rPr>
          <w:szCs w:val="20"/>
        </w:rPr>
        <w:t>. »« </w:t>
      </w:r>
      <w:r w:rsidRPr="001B73FA">
        <w:rPr>
          <w:szCs w:val="20"/>
        </w:rPr>
        <w:t>Alors</w:t>
      </w:r>
      <w:r w:rsidR="00462692" w:rsidRPr="00A4769E">
        <w:rPr>
          <w:szCs w:val="20"/>
        </w:rPr>
        <w:t xml:space="preserve">, </w:t>
      </w:r>
      <w:r w:rsidRPr="001B73FA">
        <w:rPr>
          <w:szCs w:val="20"/>
        </w:rPr>
        <w:t>dit la femme</w:t>
      </w:r>
      <w:r w:rsidR="00462692" w:rsidRPr="00A4769E">
        <w:rPr>
          <w:szCs w:val="20"/>
        </w:rPr>
        <w:t xml:space="preserve">, </w:t>
      </w:r>
      <w:r w:rsidRPr="001B73FA">
        <w:rPr>
          <w:szCs w:val="20"/>
        </w:rPr>
        <w:t>il te faut filer tout de suite</w:t>
      </w:r>
      <w:r w:rsidR="00462692" w:rsidRPr="00A4769E">
        <w:rPr>
          <w:szCs w:val="20"/>
        </w:rPr>
        <w:t xml:space="preserve">. </w:t>
      </w:r>
      <w:r w:rsidRPr="001B73FA">
        <w:rPr>
          <w:szCs w:val="20"/>
        </w:rPr>
        <w:t>As-tu de bonnes jambes</w:t>
      </w:r>
      <w:r w:rsidR="00462692" w:rsidRPr="00A4769E">
        <w:rPr>
          <w:szCs w:val="20"/>
        </w:rPr>
        <w:t xml:space="preserve"> ? </w:t>
      </w:r>
      <w:r w:rsidRPr="001B73FA">
        <w:rPr>
          <w:szCs w:val="20"/>
        </w:rPr>
        <w:t>Il te faudra faire seize lieues</w:t>
      </w:r>
      <w:r w:rsidR="00462692" w:rsidRPr="00A4769E">
        <w:rPr>
          <w:szCs w:val="20"/>
        </w:rPr>
        <w:t xml:space="preserve">. </w:t>
      </w:r>
      <w:r w:rsidRPr="001B73FA">
        <w:rPr>
          <w:szCs w:val="20"/>
        </w:rPr>
        <w:t xml:space="preserve">Si tu peux seulement te promener comme un bourgeois et passer tranquillement </w:t>
      </w:r>
      <w:r w:rsidRPr="001B73FA">
        <w:rPr>
          <w:szCs w:val="20"/>
        </w:rPr>
        <w:lastRenderedPageBreak/>
        <w:t>devant la gendarmerie que tu vois là-bas derrière le gros orme où le soldat fume sa pipe</w:t>
      </w:r>
      <w:r w:rsidR="00462692" w:rsidRPr="00A4769E">
        <w:rPr>
          <w:szCs w:val="20"/>
        </w:rPr>
        <w:t xml:space="preserve">, </w:t>
      </w:r>
      <w:r w:rsidRPr="001B73FA">
        <w:rPr>
          <w:szCs w:val="20"/>
        </w:rPr>
        <w:t>prends le premier chemin à ta droite et tu n</w:t>
      </w:r>
      <w:r w:rsidR="00462692" w:rsidRPr="00A4769E">
        <w:rPr>
          <w:szCs w:val="20"/>
        </w:rPr>
        <w:t>’</w:t>
      </w:r>
      <w:r w:rsidRPr="001B73FA">
        <w:rPr>
          <w:szCs w:val="20"/>
        </w:rPr>
        <w:t>auras pas besoin de traverser le pont</w:t>
      </w:r>
      <w:r w:rsidR="00462692" w:rsidRPr="00A4769E">
        <w:rPr>
          <w:szCs w:val="20"/>
        </w:rPr>
        <w:t xml:space="preserve">, </w:t>
      </w:r>
      <w:r w:rsidRPr="001B73FA">
        <w:rPr>
          <w:szCs w:val="20"/>
        </w:rPr>
        <w:t>qui est gardé toutes les nuits</w:t>
      </w:r>
      <w:r w:rsidR="00462692" w:rsidRPr="00A4769E">
        <w:rPr>
          <w:szCs w:val="20"/>
        </w:rPr>
        <w:t>. »</w:t>
      </w:r>
      <w:r w:rsidRPr="001B73FA">
        <w:rPr>
          <w:szCs w:val="20"/>
        </w:rPr>
        <w:t xml:space="preserve"> Après qu</w:t>
      </w:r>
      <w:r w:rsidR="00462692" w:rsidRPr="00A4769E">
        <w:rPr>
          <w:szCs w:val="20"/>
        </w:rPr>
        <w:t>’</w:t>
      </w:r>
      <w:r w:rsidRPr="001B73FA">
        <w:rPr>
          <w:szCs w:val="20"/>
        </w:rPr>
        <w:t>elle lui eut expliqué avec beaucoup de feu et de détails où se trouvaient les Messageries à Gap</w:t>
      </w:r>
      <w:r w:rsidR="00462692" w:rsidRPr="00A4769E">
        <w:rPr>
          <w:szCs w:val="20"/>
        </w:rPr>
        <w:t xml:space="preserve">, </w:t>
      </w:r>
      <w:r w:rsidRPr="001B73FA">
        <w:rPr>
          <w:szCs w:val="20"/>
        </w:rPr>
        <w:t>il s</w:t>
      </w:r>
      <w:r w:rsidR="00462692" w:rsidRPr="00A4769E">
        <w:rPr>
          <w:szCs w:val="20"/>
        </w:rPr>
        <w:t>’</w:t>
      </w:r>
      <w:r w:rsidRPr="001B73FA">
        <w:rPr>
          <w:szCs w:val="20"/>
        </w:rPr>
        <w:t>en alla d</w:t>
      </w:r>
      <w:r w:rsidR="00462692" w:rsidRPr="00A4769E">
        <w:rPr>
          <w:szCs w:val="20"/>
        </w:rPr>
        <w:t>’</w:t>
      </w:r>
      <w:r w:rsidRPr="001B73FA">
        <w:rPr>
          <w:szCs w:val="20"/>
        </w:rPr>
        <w:t>un pas de promenade et il eut la malice d</w:t>
      </w:r>
      <w:r w:rsidR="00462692" w:rsidRPr="00A4769E">
        <w:rPr>
          <w:szCs w:val="20"/>
        </w:rPr>
        <w:t>’</w:t>
      </w:r>
      <w:r w:rsidRPr="001B73FA">
        <w:rPr>
          <w:szCs w:val="20"/>
        </w:rPr>
        <w:t>aller frôler les jambes du gendarme qui fumait sa pipe</w:t>
      </w:r>
      <w:r w:rsidR="00462692" w:rsidRPr="00A4769E">
        <w:rPr>
          <w:szCs w:val="20"/>
        </w:rPr>
        <w:t>.</w:t>
      </w:r>
    </w:p>
    <w:p w14:paraId="1CE1308D" w14:textId="77777777" w:rsidR="00462692" w:rsidRPr="00A4769E" w:rsidRDefault="001B73FA" w:rsidP="001B73FA">
      <w:pPr>
        <w:rPr>
          <w:szCs w:val="20"/>
        </w:rPr>
      </w:pPr>
      <w:r w:rsidRPr="001B73FA">
        <w:rPr>
          <w:szCs w:val="20"/>
        </w:rPr>
        <w:t>Il avait à peine tourné le coin du chemin qui lui avait été indiqué qu</w:t>
      </w:r>
      <w:r w:rsidR="00462692" w:rsidRPr="00A4769E">
        <w:rPr>
          <w:szCs w:val="20"/>
        </w:rPr>
        <w:t>’</w:t>
      </w:r>
      <w:r w:rsidRPr="001B73FA">
        <w:rPr>
          <w:szCs w:val="20"/>
        </w:rPr>
        <w:t>il s</w:t>
      </w:r>
      <w:r w:rsidR="00462692" w:rsidRPr="00A4769E">
        <w:rPr>
          <w:szCs w:val="20"/>
        </w:rPr>
        <w:t>’</w:t>
      </w:r>
      <w:r w:rsidRPr="001B73FA">
        <w:rPr>
          <w:szCs w:val="20"/>
        </w:rPr>
        <w:t>entendit appeler</w:t>
      </w:r>
      <w:r w:rsidR="00462692" w:rsidRPr="00A4769E">
        <w:rPr>
          <w:szCs w:val="20"/>
        </w:rPr>
        <w:t xml:space="preserve">. </w:t>
      </w:r>
      <w:r w:rsidRPr="001B73FA">
        <w:rPr>
          <w:szCs w:val="20"/>
        </w:rPr>
        <w:t>C</w:t>
      </w:r>
      <w:r w:rsidR="00462692" w:rsidRPr="00A4769E">
        <w:rPr>
          <w:szCs w:val="20"/>
        </w:rPr>
        <w:t>’</w:t>
      </w:r>
      <w:r w:rsidRPr="001B73FA">
        <w:rPr>
          <w:szCs w:val="20"/>
        </w:rPr>
        <w:t>était la femme qui accourait en faisant ballonner ses jupes</w:t>
      </w:r>
      <w:r w:rsidR="00462692" w:rsidRPr="00A4769E">
        <w:rPr>
          <w:szCs w:val="20"/>
        </w:rPr>
        <w:t>. « </w:t>
      </w:r>
      <w:r w:rsidRPr="001B73FA">
        <w:rPr>
          <w:szCs w:val="20"/>
        </w:rPr>
        <w:t>Tu n</w:t>
      </w:r>
      <w:r w:rsidR="00462692" w:rsidRPr="00A4769E">
        <w:rPr>
          <w:szCs w:val="20"/>
        </w:rPr>
        <w:t>’</w:t>
      </w:r>
      <w:r w:rsidRPr="001B73FA">
        <w:rPr>
          <w:szCs w:val="20"/>
        </w:rPr>
        <w:t>as pas de passeport</w:t>
      </w:r>
      <w:r w:rsidR="00462692" w:rsidRPr="00A4769E">
        <w:rPr>
          <w:szCs w:val="20"/>
        </w:rPr>
        <w:t xml:space="preserve"> ? </w:t>
      </w:r>
      <w:r w:rsidRPr="001B73FA">
        <w:rPr>
          <w:szCs w:val="20"/>
        </w:rPr>
        <w:t>dit-elle essoufflée</w:t>
      </w:r>
      <w:r w:rsidR="00462692" w:rsidRPr="00A4769E">
        <w:rPr>
          <w:szCs w:val="20"/>
        </w:rPr>
        <w:t>.</w:t>
      </w:r>
    </w:p>
    <w:p w14:paraId="06105B7B" w14:textId="0F97E010" w:rsidR="00462692" w:rsidRPr="00A4769E" w:rsidRDefault="00462692" w:rsidP="001B73FA">
      <w:pPr>
        <w:rPr>
          <w:szCs w:val="20"/>
        </w:rPr>
      </w:pPr>
      <w:r w:rsidRPr="00A4769E">
        <w:rPr>
          <w:szCs w:val="20"/>
        </w:rPr>
        <w:t>— </w:t>
      </w:r>
      <w:r w:rsidR="001B73FA" w:rsidRPr="001B73FA">
        <w:rPr>
          <w:szCs w:val="20"/>
        </w:rPr>
        <w:t>Non</w:t>
      </w:r>
      <w:r w:rsidRPr="00A4769E">
        <w:rPr>
          <w:szCs w:val="20"/>
        </w:rPr>
        <w:t xml:space="preserve">, </w:t>
      </w:r>
      <w:r w:rsidR="001B73FA" w:rsidRPr="001B73FA">
        <w:rPr>
          <w:szCs w:val="20"/>
        </w:rPr>
        <w:t>dit-il</w:t>
      </w:r>
      <w:r w:rsidRPr="00A4769E">
        <w:rPr>
          <w:szCs w:val="20"/>
        </w:rPr>
        <w:t>.</w:t>
      </w:r>
    </w:p>
    <w:p w14:paraId="3C923162" w14:textId="461DE095" w:rsidR="00462692" w:rsidRPr="00A4769E" w:rsidRDefault="00462692" w:rsidP="001B73FA">
      <w:pPr>
        <w:rPr>
          <w:szCs w:val="20"/>
        </w:rPr>
      </w:pPr>
      <w:r w:rsidRPr="00A4769E">
        <w:rPr>
          <w:szCs w:val="20"/>
        </w:rPr>
        <w:t>— </w:t>
      </w:r>
      <w:r w:rsidR="001B73FA" w:rsidRPr="001B73FA">
        <w:rPr>
          <w:szCs w:val="20"/>
        </w:rPr>
        <w:t>Je l</w:t>
      </w:r>
      <w:r w:rsidRPr="00A4769E">
        <w:rPr>
          <w:szCs w:val="20"/>
        </w:rPr>
        <w:t>’</w:t>
      </w:r>
      <w:r w:rsidR="001B73FA" w:rsidRPr="001B73FA">
        <w:rPr>
          <w:szCs w:val="20"/>
        </w:rPr>
        <w:t>ai pensé</w:t>
      </w:r>
      <w:r w:rsidRPr="00A4769E">
        <w:rPr>
          <w:szCs w:val="20"/>
        </w:rPr>
        <w:t xml:space="preserve">. </w:t>
      </w:r>
      <w:r w:rsidR="001B73FA" w:rsidRPr="001B73FA">
        <w:rPr>
          <w:szCs w:val="20"/>
        </w:rPr>
        <w:t>Tiens</w:t>
      </w:r>
      <w:r w:rsidRPr="00A4769E">
        <w:rPr>
          <w:szCs w:val="20"/>
        </w:rPr>
        <w:t xml:space="preserve">, </w:t>
      </w:r>
      <w:r w:rsidR="001B73FA" w:rsidRPr="001B73FA">
        <w:rPr>
          <w:szCs w:val="20"/>
        </w:rPr>
        <w:t>voilà le livret d</w:t>
      </w:r>
      <w:r w:rsidRPr="00A4769E">
        <w:rPr>
          <w:szCs w:val="20"/>
        </w:rPr>
        <w:t>’</w:t>
      </w:r>
      <w:r w:rsidR="001B73FA" w:rsidRPr="001B73FA">
        <w:rPr>
          <w:szCs w:val="20"/>
        </w:rPr>
        <w:t>un ouvrier drapier que nous avions et qui est parti en l</w:t>
      </w:r>
      <w:r w:rsidRPr="00A4769E">
        <w:rPr>
          <w:szCs w:val="20"/>
        </w:rPr>
        <w:t>’</w:t>
      </w:r>
      <w:r w:rsidR="001B73FA" w:rsidRPr="001B73FA">
        <w:rPr>
          <w:szCs w:val="20"/>
        </w:rPr>
        <w:t>oubliant</w:t>
      </w:r>
      <w:r w:rsidRPr="00A4769E">
        <w:rPr>
          <w:szCs w:val="20"/>
        </w:rPr>
        <w:t xml:space="preserve">. </w:t>
      </w:r>
      <w:r w:rsidR="001B73FA" w:rsidRPr="001B73FA">
        <w:rPr>
          <w:szCs w:val="20"/>
        </w:rPr>
        <w:t>Il était moins grand que toi</w:t>
      </w:r>
      <w:r w:rsidRPr="00A4769E">
        <w:rPr>
          <w:szCs w:val="20"/>
        </w:rPr>
        <w:t xml:space="preserve">, </w:t>
      </w:r>
      <w:r w:rsidR="001B73FA" w:rsidRPr="001B73FA">
        <w:rPr>
          <w:szCs w:val="20"/>
        </w:rPr>
        <w:t>dit-elle en baissant un peu la tête</w:t>
      </w:r>
      <w:r w:rsidRPr="00A4769E">
        <w:rPr>
          <w:szCs w:val="20"/>
        </w:rPr>
        <w:t xml:space="preserve">, </w:t>
      </w:r>
      <w:r w:rsidR="001B73FA" w:rsidRPr="001B73FA">
        <w:rPr>
          <w:szCs w:val="20"/>
        </w:rPr>
        <w:t>mais pour un gendarme et la nuit</w:t>
      </w:r>
      <w:r w:rsidRPr="00A4769E">
        <w:rPr>
          <w:szCs w:val="20"/>
        </w:rPr>
        <w:t xml:space="preserve">, </w:t>
      </w:r>
      <w:r w:rsidR="001B73FA" w:rsidRPr="001B73FA">
        <w:rPr>
          <w:szCs w:val="20"/>
        </w:rPr>
        <w:t>cela ne fera pas beaucoup de différence</w:t>
      </w:r>
      <w:r w:rsidRPr="00A4769E">
        <w:rPr>
          <w:szCs w:val="20"/>
        </w:rPr>
        <w:t xml:space="preserve">. </w:t>
      </w:r>
      <w:r w:rsidR="001B73FA" w:rsidRPr="001B73FA">
        <w:rPr>
          <w:szCs w:val="20"/>
        </w:rPr>
        <w:t>Si on t</w:t>
      </w:r>
      <w:r w:rsidRPr="00A4769E">
        <w:rPr>
          <w:szCs w:val="20"/>
        </w:rPr>
        <w:t>’</w:t>
      </w:r>
      <w:r w:rsidR="001B73FA" w:rsidRPr="001B73FA">
        <w:rPr>
          <w:szCs w:val="20"/>
        </w:rPr>
        <w:t>interroge</w:t>
      </w:r>
      <w:r w:rsidRPr="00A4769E">
        <w:rPr>
          <w:szCs w:val="20"/>
        </w:rPr>
        <w:t xml:space="preserve">, </w:t>
      </w:r>
      <w:r w:rsidR="001B73FA" w:rsidRPr="001B73FA">
        <w:rPr>
          <w:szCs w:val="20"/>
        </w:rPr>
        <w:t xml:space="preserve">soutiens mordicus que tu as travaillé chez </w:t>
      </w:r>
      <w:r w:rsidRPr="00A4769E">
        <w:rPr>
          <w:szCs w:val="20"/>
        </w:rPr>
        <w:t>M</w:t>
      </w:r>
      <w:r w:rsidRPr="00A4769E">
        <w:rPr>
          <w:szCs w:val="20"/>
          <w:vertAlign w:val="superscript"/>
        </w:rPr>
        <w:t>me</w:t>
      </w:r>
      <w:r w:rsidRPr="00A4769E">
        <w:rPr>
          <w:szCs w:val="20"/>
        </w:rPr>
        <w:t> </w:t>
      </w:r>
      <w:r w:rsidR="001B73FA" w:rsidRPr="001B73FA">
        <w:rPr>
          <w:szCs w:val="20"/>
        </w:rPr>
        <w:t>Thérèse</w:t>
      </w:r>
      <w:r w:rsidRPr="00A4769E">
        <w:rPr>
          <w:szCs w:val="20"/>
        </w:rPr>
        <w:t xml:space="preserve">. </w:t>
      </w:r>
      <w:r w:rsidR="001B73FA" w:rsidRPr="001B73FA">
        <w:rPr>
          <w:szCs w:val="20"/>
        </w:rPr>
        <w:t>Si cela ne te fait rien</w:t>
      </w:r>
      <w:r w:rsidRPr="00A4769E">
        <w:rPr>
          <w:szCs w:val="20"/>
        </w:rPr>
        <w:t xml:space="preserve"> », </w:t>
      </w:r>
      <w:r w:rsidR="001B73FA" w:rsidRPr="001B73FA">
        <w:rPr>
          <w:szCs w:val="20"/>
        </w:rPr>
        <w:t>ajouta-t-elle embarrassée</w:t>
      </w:r>
      <w:r w:rsidRPr="00A4769E">
        <w:rPr>
          <w:szCs w:val="20"/>
        </w:rPr>
        <w:t xml:space="preserve">, </w:t>
      </w:r>
      <w:r w:rsidR="001B73FA" w:rsidRPr="001B73FA">
        <w:rPr>
          <w:szCs w:val="20"/>
        </w:rPr>
        <w:t>et elle chiffonnait son tablier</w:t>
      </w:r>
      <w:r w:rsidRPr="00A4769E">
        <w:rPr>
          <w:szCs w:val="20"/>
        </w:rPr>
        <w:t>.</w:t>
      </w:r>
    </w:p>
    <w:p w14:paraId="4F7D632E" w14:textId="13D687E3" w:rsidR="00462692" w:rsidRPr="00A4769E" w:rsidRDefault="001B73FA" w:rsidP="001B73FA">
      <w:pPr>
        <w:rPr>
          <w:szCs w:val="20"/>
        </w:rPr>
      </w:pPr>
      <w:r w:rsidRPr="001B73FA">
        <w:rPr>
          <w:szCs w:val="20"/>
        </w:rPr>
        <w:t>Il lui prit les mains</w:t>
      </w:r>
      <w:r w:rsidR="00462692" w:rsidRPr="00A4769E">
        <w:rPr>
          <w:szCs w:val="20"/>
        </w:rPr>
        <w:t xml:space="preserve">. </w:t>
      </w:r>
      <w:r w:rsidRPr="001B73FA">
        <w:rPr>
          <w:szCs w:val="20"/>
        </w:rPr>
        <w:t>Il était au comble du bonheur</w:t>
      </w:r>
      <w:r w:rsidR="00462692" w:rsidRPr="00A4769E">
        <w:rPr>
          <w:szCs w:val="20"/>
        </w:rPr>
        <w:t>. « </w:t>
      </w:r>
      <w:r w:rsidRPr="001B73FA">
        <w:rPr>
          <w:szCs w:val="20"/>
        </w:rPr>
        <w:t>Quel peuple héroïque</w:t>
      </w:r>
      <w:r w:rsidR="00462692" w:rsidRPr="00A4769E">
        <w:rPr>
          <w:szCs w:val="20"/>
        </w:rPr>
        <w:t> ! »</w:t>
      </w:r>
      <w:r w:rsidRPr="001B73FA">
        <w:rPr>
          <w:szCs w:val="20"/>
        </w:rPr>
        <w:t xml:space="preserve"> se disait-il</w:t>
      </w:r>
      <w:r w:rsidR="00462692" w:rsidRPr="00A4769E">
        <w:rPr>
          <w:szCs w:val="20"/>
        </w:rPr>
        <w:t xml:space="preserve">. </w:t>
      </w:r>
      <w:r w:rsidRPr="001B73FA">
        <w:rPr>
          <w:szCs w:val="20"/>
        </w:rPr>
        <w:t>Il s</w:t>
      </w:r>
      <w:r w:rsidR="00462692" w:rsidRPr="00A4769E">
        <w:rPr>
          <w:szCs w:val="20"/>
        </w:rPr>
        <w:t>’</w:t>
      </w:r>
      <w:r w:rsidRPr="001B73FA">
        <w:rPr>
          <w:szCs w:val="20"/>
        </w:rPr>
        <w:t>en alla à grands pas</w:t>
      </w:r>
      <w:r w:rsidR="00462692" w:rsidRPr="00A4769E">
        <w:rPr>
          <w:szCs w:val="20"/>
        </w:rPr>
        <w:t>.</w:t>
      </w:r>
    </w:p>
    <w:p w14:paraId="1852A8BD" w14:textId="3F804538" w:rsidR="001B73FA" w:rsidRPr="001B73FA" w:rsidRDefault="001B73FA" w:rsidP="001B73FA">
      <w:pPr>
        <w:rPr>
          <w:szCs w:val="20"/>
        </w:rPr>
      </w:pPr>
      <w:r w:rsidRPr="001B73FA">
        <w:rPr>
          <w:szCs w:val="20"/>
        </w:rPr>
        <w:t>Il fit environ deux lieues au crépuscule dans le chemin de traverse et eut la chance de passer le gué de la Durance avec les derniers restes du jour</w:t>
      </w:r>
      <w:r w:rsidR="00462692" w:rsidRPr="00A4769E">
        <w:rPr>
          <w:szCs w:val="20"/>
        </w:rPr>
        <w:t xml:space="preserve">. </w:t>
      </w:r>
      <w:r w:rsidRPr="001B73FA">
        <w:rPr>
          <w:szCs w:val="20"/>
        </w:rPr>
        <w:t xml:space="preserve">Quand il rejoignit la </w:t>
      </w:r>
      <w:proofErr w:type="spellStart"/>
      <w:r w:rsidRPr="001B73FA">
        <w:rPr>
          <w:szCs w:val="20"/>
        </w:rPr>
        <w:t>grand</w:t>
      </w:r>
      <w:r w:rsidR="0055793A">
        <w:rPr>
          <w:szCs w:val="20"/>
        </w:rPr>
        <w:t>’</w:t>
      </w:r>
      <w:r w:rsidRPr="001B73FA">
        <w:rPr>
          <w:szCs w:val="20"/>
        </w:rPr>
        <w:t>route</w:t>
      </w:r>
      <w:proofErr w:type="spellEnd"/>
      <w:r w:rsidR="00462692" w:rsidRPr="00A4769E">
        <w:rPr>
          <w:szCs w:val="20"/>
        </w:rPr>
        <w:t xml:space="preserve">, </w:t>
      </w:r>
      <w:r w:rsidRPr="001B73FA">
        <w:rPr>
          <w:szCs w:val="20"/>
        </w:rPr>
        <w:t>il faisait nuit</w:t>
      </w:r>
      <w:r w:rsidR="00462692" w:rsidRPr="00A4769E">
        <w:rPr>
          <w:szCs w:val="20"/>
        </w:rPr>
        <w:t xml:space="preserve">. </w:t>
      </w:r>
      <w:r w:rsidRPr="001B73FA">
        <w:rPr>
          <w:szCs w:val="20"/>
        </w:rPr>
        <w:t>Il dépassa un village désert</w:t>
      </w:r>
      <w:r w:rsidR="00462692" w:rsidRPr="00A4769E">
        <w:rPr>
          <w:szCs w:val="20"/>
        </w:rPr>
        <w:t xml:space="preserve">. </w:t>
      </w:r>
      <w:r w:rsidRPr="001B73FA">
        <w:rPr>
          <w:szCs w:val="20"/>
        </w:rPr>
        <w:t xml:space="preserve">Sous la seule lanterne de la </w:t>
      </w:r>
      <w:proofErr w:type="spellStart"/>
      <w:r w:rsidRPr="001B73FA">
        <w:rPr>
          <w:szCs w:val="20"/>
        </w:rPr>
        <w:t>grand</w:t>
      </w:r>
      <w:r w:rsidR="0055793A">
        <w:rPr>
          <w:szCs w:val="20"/>
        </w:rPr>
        <w:t>’</w:t>
      </w:r>
      <w:r w:rsidRPr="001B73FA">
        <w:rPr>
          <w:szCs w:val="20"/>
        </w:rPr>
        <w:t>rue</w:t>
      </w:r>
      <w:proofErr w:type="spellEnd"/>
      <w:r w:rsidRPr="001B73FA">
        <w:rPr>
          <w:szCs w:val="20"/>
        </w:rPr>
        <w:t xml:space="preserve"> brillait le panonceau d</w:t>
      </w:r>
      <w:r w:rsidR="00462692" w:rsidRPr="00A4769E">
        <w:rPr>
          <w:szCs w:val="20"/>
        </w:rPr>
        <w:t>’</w:t>
      </w:r>
      <w:r w:rsidRPr="001B73FA">
        <w:rPr>
          <w:szCs w:val="20"/>
        </w:rPr>
        <w:t>un notaire</w:t>
      </w:r>
      <w:r w:rsidR="00462692" w:rsidRPr="00A4769E">
        <w:rPr>
          <w:szCs w:val="20"/>
        </w:rPr>
        <w:t xml:space="preserve">. </w:t>
      </w:r>
      <w:r w:rsidRPr="001B73FA">
        <w:rPr>
          <w:szCs w:val="20"/>
        </w:rPr>
        <w:t>Angelo était si heureux qu</w:t>
      </w:r>
      <w:r w:rsidR="00462692" w:rsidRPr="00A4769E">
        <w:rPr>
          <w:szCs w:val="20"/>
        </w:rPr>
        <w:t>’</w:t>
      </w:r>
      <w:r w:rsidRPr="001B73FA">
        <w:rPr>
          <w:szCs w:val="20"/>
        </w:rPr>
        <w:t>il se permit le petit orgueil de penser</w:t>
      </w:r>
      <w:r w:rsidR="00462692" w:rsidRPr="00A4769E">
        <w:rPr>
          <w:szCs w:val="20"/>
        </w:rPr>
        <w:t> : « </w:t>
      </w:r>
      <w:r w:rsidRPr="001B73FA">
        <w:rPr>
          <w:szCs w:val="20"/>
        </w:rPr>
        <w:t xml:space="preserve">Il y a peut-être là-dedans un vieil amateur </w:t>
      </w:r>
      <w:r w:rsidRPr="001B73FA">
        <w:rPr>
          <w:szCs w:val="20"/>
        </w:rPr>
        <w:lastRenderedPageBreak/>
        <w:t>de curiosités historiques pour lequel le lion fléché qui orne le cachet de ma bague aurait une signification</w:t>
      </w:r>
      <w:r w:rsidR="00462692" w:rsidRPr="00A4769E">
        <w:rPr>
          <w:szCs w:val="20"/>
        </w:rPr>
        <w:t>. »</w:t>
      </w:r>
    </w:p>
    <w:p w14:paraId="36202A03" w14:textId="77777777" w:rsidR="00462692" w:rsidRPr="00A4769E" w:rsidRDefault="001B73FA" w:rsidP="001B73FA">
      <w:pPr>
        <w:rPr>
          <w:szCs w:val="20"/>
        </w:rPr>
      </w:pPr>
      <w:r w:rsidRPr="001B73FA">
        <w:rPr>
          <w:szCs w:val="20"/>
        </w:rPr>
        <w:t>Les chiens aboyaient dans les fermes et donnaient de la profondeur à un paysage de rêve</w:t>
      </w:r>
      <w:r w:rsidR="00462692" w:rsidRPr="00A4769E">
        <w:rPr>
          <w:szCs w:val="20"/>
        </w:rPr>
        <w:t xml:space="preserve">, </w:t>
      </w:r>
      <w:r w:rsidRPr="001B73FA">
        <w:rPr>
          <w:szCs w:val="20"/>
        </w:rPr>
        <w:t>des prairies de lait</w:t>
      </w:r>
      <w:r w:rsidR="00462692" w:rsidRPr="00A4769E">
        <w:rPr>
          <w:szCs w:val="20"/>
        </w:rPr>
        <w:t xml:space="preserve">, </w:t>
      </w:r>
      <w:r w:rsidRPr="001B73FA">
        <w:rPr>
          <w:szCs w:val="20"/>
        </w:rPr>
        <w:t>des fantômes presque transparents d</w:t>
      </w:r>
      <w:r w:rsidR="00462692" w:rsidRPr="00A4769E">
        <w:rPr>
          <w:szCs w:val="20"/>
        </w:rPr>
        <w:t>’</w:t>
      </w:r>
      <w:r w:rsidRPr="001B73FA">
        <w:rPr>
          <w:szCs w:val="20"/>
        </w:rPr>
        <w:t>arbres fleuris de lune</w:t>
      </w:r>
      <w:r w:rsidR="00462692" w:rsidRPr="00A4769E">
        <w:rPr>
          <w:szCs w:val="20"/>
        </w:rPr>
        <w:t>.</w:t>
      </w:r>
    </w:p>
    <w:p w14:paraId="0AF87648" w14:textId="77777777" w:rsidR="00462692" w:rsidRPr="00A4769E" w:rsidRDefault="001B73FA" w:rsidP="001B73FA">
      <w:pPr>
        <w:rPr>
          <w:szCs w:val="20"/>
        </w:rPr>
      </w:pPr>
      <w:r w:rsidRPr="001B73FA">
        <w:rPr>
          <w:szCs w:val="20"/>
        </w:rPr>
        <w:t>Il pensait encore à sa bague</w:t>
      </w:r>
      <w:r w:rsidR="00462692" w:rsidRPr="00A4769E">
        <w:rPr>
          <w:szCs w:val="20"/>
        </w:rPr>
        <w:t>. « </w:t>
      </w:r>
      <w:r w:rsidRPr="001B73FA">
        <w:rPr>
          <w:szCs w:val="20"/>
        </w:rPr>
        <w:t>Je cours le risque</w:t>
      </w:r>
      <w:r w:rsidR="00462692" w:rsidRPr="00A4769E">
        <w:rPr>
          <w:szCs w:val="20"/>
        </w:rPr>
        <w:t xml:space="preserve">, </w:t>
      </w:r>
      <w:r w:rsidRPr="001B73FA">
        <w:rPr>
          <w:szCs w:val="20"/>
        </w:rPr>
        <w:t>se dit-il</w:t>
      </w:r>
      <w:r w:rsidR="00462692" w:rsidRPr="00A4769E">
        <w:rPr>
          <w:szCs w:val="20"/>
        </w:rPr>
        <w:t xml:space="preserve">, </w:t>
      </w:r>
      <w:r w:rsidRPr="001B73FA">
        <w:rPr>
          <w:szCs w:val="20"/>
        </w:rPr>
        <w:t>de m</w:t>
      </w:r>
      <w:r w:rsidR="00462692" w:rsidRPr="00A4769E">
        <w:rPr>
          <w:szCs w:val="20"/>
        </w:rPr>
        <w:t>’</w:t>
      </w:r>
      <w:r w:rsidRPr="001B73FA">
        <w:rPr>
          <w:szCs w:val="20"/>
        </w:rPr>
        <w:t>attacher les moqueries que ce peuple ironique réserve aux fils d</w:t>
      </w:r>
      <w:r w:rsidR="00462692" w:rsidRPr="00A4769E">
        <w:rPr>
          <w:szCs w:val="20"/>
        </w:rPr>
        <w:t>’</w:t>
      </w:r>
      <w:r w:rsidRPr="001B73FA">
        <w:rPr>
          <w:szCs w:val="20"/>
        </w:rPr>
        <w:t>archevêque qui ne conservent pas leurs prérogatives</w:t>
      </w:r>
      <w:r w:rsidR="00462692" w:rsidRPr="00A4769E">
        <w:rPr>
          <w:szCs w:val="20"/>
        </w:rPr>
        <w:t xml:space="preserve">. </w:t>
      </w:r>
      <w:r w:rsidRPr="001B73FA">
        <w:rPr>
          <w:szCs w:val="20"/>
        </w:rPr>
        <w:t>Heureusement que cette femme si franche et si passionnée de liberté qui m</w:t>
      </w:r>
      <w:r w:rsidR="00462692" w:rsidRPr="00A4769E">
        <w:rPr>
          <w:szCs w:val="20"/>
        </w:rPr>
        <w:t>’</w:t>
      </w:r>
      <w:r w:rsidRPr="001B73FA">
        <w:rPr>
          <w:szCs w:val="20"/>
        </w:rPr>
        <w:t>a aidé tout à l</w:t>
      </w:r>
      <w:r w:rsidR="00462692" w:rsidRPr="00A4769E">
        <w:rPr>
          <w:szCs w:val="20"/>
        </w:rPr>
        <w:t>’</w:t>
      </w:r>
      <w:r w:rsidRPr="001B73FA">
        <w:rPr>
          <w:szCs w:val="20"/>
        </w:rPr>
        <w:t>heure ne l</w:t>
      </w:r>
      <w:r w:rsidR="00462692" w:rsidRPr="00A4769E">
        <w:rPr>
          <w:szCs w:val="20"/>
        </w:rPr>
        <w:t>’</w:t>
      </w:r>
      <w:r w:rsidRPr="001B73FA">
        <w:rPr>
          <w:szCs w:val="20"/>
        </w:rPr>
        <w:t>a pas vue</w:t>
      </w:r>
      <w:r w:rsidR="00462692" w:rsidRPr="00A4769E">
        <w:rPr>
          <w:szCs w:val="20"/>
        </w:rPr>
        <w:t xml:space="preserve">. </w:t>
      </w:r>
      <w:r w:rsidRPr="001B73FA">
        <w:rPr>
          <w:szCs w:val="20"/>
        </w:rPr>
        <w:t>Sans quoi</w:t>
      </w:r>
      <w:r w:rsidR="00462692" w:rsidRPr="00A4769E">
        <w:rPr>
          <w:szCs w:val="20"/>
        </w:rPr>
        <w:t xml:space="preserve">, </w:t>
      </w:r>
      <w:r w:rsidRPr="001B73FA">
        <w:rPr>
          <w:szCs w:val="20"/>
        </w:rPr>
        <w:t>adieu la franchise</w:t>
      </w:r>
      <w:r w:rsidR="00462692" w:rsidRPr="00A4769E">
        <w:rPr>
          <w:szCs w:val="20"/>
        </w:rPr>
        <w:t xml:space="preserve">. </w:t>
      </w:r>
      <w:r w:rsidRPr="001B73FA">
        <w:rPr>
          <w:szCs w:val="20"/>
        </w:rPr>
        <w:t>Attention à l</w:t>
      </w:r>
      <w:r w:rsidR="00462692" w:rsidRPr="00A4769E">
        <w:rPr>
          <w:szCs w:val="20"/>
        </w:rPr>
        <w:t>’</w:t>
      </w:r>
      <w:r w:rsidRPr="001B73FA">
        <w:rPr>
          <w:szCs w:val="20"/>
        </w:rPr>
        <w:t>esprit désormais</w:t>
      </w:r>
      <w:r w:rsidR="00462692" w:rsidRPr="00A4769E">
        <w:rPr>
          <w:szCs w:val="20"/>
        </w:rPr>
        <w:t xml:space="preserve"> », </w:t>
      </w:r>
      <w:r w:rsidRPr="001B73FA">
        <w:rPr>
          <w:szCs w:val="20"/>
        </w:rPr>
        <w:t>ajouta-t-il</w:t>
      </w:r>
      <w:r w:rsidR="00462692" w:rsidRPr="00A4769E">
        <w:rPr>
          <w:szCs w:val="20"/>
        </w:rPr>
        <w:t xml:space="preserve">. </w:t>
      </w:r>
      <w:r w:rsidRPr="001B73FA">
        <w:rPr>
          <w:szCs w:val="20"/>
        </w:rPr>
        <w:t>Il fit plus de cinq lieues dans ce paysage nocturne que la proximité des forêts et le surplomb des hautes montagnes rendaient tragique</w:t>
      </w:r>
      <w:r w:rsidR="00462692" w:rsidRPr="00A4769E">
        <w:rPr>
          <w:szCs w:val="20"/>
        </w:rPr>
        <w:t xml:space="preserve">, </w:t>
      </w:r>
      <w:r w:rsidRPr="001B73FA">
        <w:rPr>
          <w:szCs w:val="20"/>
        </w:rPr>
        <w:t>en réfléchissant aux dangers que l</w:t>
      </w:r>
      <w:r w:rsidR="00462692" w:rsidRPr="00A4769E">
        <w:rPr>
          <w:szCs w:val="20"/>
        </w:rPr>
        <w:t>’</w:t>
      </w:r>
      <w:r w:rsidRPr="001B73FA">
        <w:rPr>
          <w:szCs w:val="20"/>
        </w:rPr>
        <w:t>esprit allait lui faire courir</w:t>
      </w:r>
      <w:r w:rsidR="00462692" w:rsidRPr="00A4769E">
        <w:rPr>
          <w:szCs w:val="20"/>
        </w:rPr>
        <w:t>. « </w:t>
      </w:r>
      <w:r w:rsidRPr="001B73FA">
        <w:rPr>
          <w:szCs w:val="20"/>
        </w:rPr>
        <w:t>Je ne sais pas répondre aux réparties</w:t>
      </w:r>
      <w:r w:rsidR="00462692" w:rsidRPr="00A4769E">
        <w:rPr>
          <w:szCs w:val="20"/>
        </w:rPr>
        <w:t xml:space="preserve">, </w:t>
      </w:r>
      <w:r w:rsidRPr="001B73FA">
        <w:rPr>
          <w:szCs w:val="20"/>
        </w:rPr>
        <w:t>se disait-il</w:t>
      </w:r>
      <w:r w:rsidR="00462692" w:rsidRPr="00A4769E">
        <w:rPr>
          <w:szCs w:val="20"/>
        </w:rPr>
        <w:t xml:space="preserve">, </w:t>
      </w:r>
      <w:r w:rsidRPr="001B73FA">
        <w:rPr>
          <w:szCs w:val="20"/>
        </w:rPr>
        <w:t>ou tout au moins je ne sais répondre que d</w:t>
      </w:r>
      <w:r w:rsidR="00462692" w:rsidRPr="00A4769E">
        <w:rPr>
          <w:szCs w:val="20"/>
        </w:rPr>
        <w:t>’</w:t>
      </w:r>
      <w:r w:rsidRPr="001B73FA">
        <w:rPr>
          <w:szCs w:val="20"/>
        </w:rPr>
        <w:t>une seule façon</w:t>
      </w:r>
      <w:r w:rsidR="00462692" w:rsidRPr="00A4769E">
        <w:rPr>
          <w:szCs w:val="20"/>
        </w:rPr>
        <w:t xml:space="preserve"> – </w:t>
      </w:r>
      <w:r w:rsidRPr="001B73FA">
        <w:rPr>
          <w:szCs w:val="20"/>
        </w:rPr>
        <w:t>et il tâtait le poignard dans sa contre-poche</w:t>
      </w:r>
      <w:r w:rsidR="00462692" w:rsidRPr="00A4769E">
        <w:rPr>
          <w:szCs w:val="20"/>
        </w:rPr>
        <w:t xml:space="preserve">. – </w:t>
      </w:r>
      <w:r w:rsidRPr="001B73FA">
        <w:rPr>
          <w:szCs w:val="20"/>
        </w:rPr>
        <w:t>Et quel dommage de tuer un de ces hommes admirables qui sont devenus fous de délire quand il leur a fallu se donner une constitution</w:t>
      </w:r>
      <w:r w:rsidR="00462692" w:rsidRPr="00A4769E">
        <w:rPr>
          <w:szCs w:val="20"/>
        </w:rPr>
        <w:t xml:space="preserve">. </w:t>
      </w:r>
      <w:r w:rsidRPr="001B73FA">
        <w:rPr>
          <w:szCs w:val="20"/>
        </w:rPr>
        <w:t>Je ne sais être léger en rien</w:t>
      </w:r>
      <w:r w:rsidR="00462692" w:rsidRPr="00A4769E">
        <w:rPr>
          <w:szCs w:val="20"/>
        </w:rPr>
        <w:t xml:space="preserve">. </w:t>
      </w:r>
      <w:r w:rsidRPr="001B73FA">
        <w:rPr>
          <w:szCs w:val="20"/>
        </w:rPr>
        <w:t>Tout est grave pour moi</w:t>
      </w:r>
      <w:r w:rsidR="00462692" w:rsidRPr="00A4769E">
        <w:rPr>
          <w:szCs w:val="20"/>
        </w:rPr>
        <w:t xml:space="preserve">. </w:t>
      </w:r>
      <w:r w:rsidRPr="001B73FA">
        <w:rPr>
          <w:szCs w:val="20"/>
        </w:rPr>
        <w:t>Pour eux</w:t>
      </w:r>
      <w:r w:rsidR="00462692" w:rsidRPr="00A4769E">
        <w:rPr>
          <w:szCs w:val="20"/>
        </w:rPr>
        <w:t xml:space="preserve">, </w:t>
      </w:r>
      <w:r w:rsidRPr="001B73FA">
        <w:rPr>
          <w:szCs w:val="20"/>
        </w:rPr>
        <w:t>rien n</w:t>
      </w:r>
      <w:r w:rsidR="00462692" w:rsidRPr="00A4769E">
        <w:rPr>
          <w:szCs w:val="20"/>
        </w:rPr>
        <w:t>’</w:t>
      </w:r>
      <w:r w:rsidRPr="001B73FA">
        <w:rPr>
          <w:szCs w:val="20"/>
        </w:rPr>
        <w:t>a d</w:t>
      </w:r>
      <w:r w:rsidR="00462692" w:rsidRPr="00A4769E">
        <w:rPr>
          <w:szCs w:val="20"/>
        </w:rPr>
        <w:t>’</w:t>
      </w:r>
      <w:r w:rsidRPr="001B73FA">
        <w:rPr>
          <w:szCs w:val="20"/>
        </w:rPr>
        <w:t>importance</w:t>
      </w:r>
      <w:r w:rsidR="00462692" w:rsidRPr="00A4769E">
        <w:rPr>
          <w:szCs w:val="20"/>
        </w:rPr>
        <w:t xml:space="preserve">, </w:t>
      </w:r>
      <w:r w:rsidRPr="001B73FA">
        <w:rPr>
          <w:szCs w:val="20"/>
        </w:rPr>
        <w:t>ils vendraient leur patrie pour le plaisir de faire un mot d</w:t>
      </w:r>
      <w:r w:rsidR="00462692" w:rsidRPr="00A4769E">
        <w:rPr>
          <w:szCs w:val="20"/>
        </w:rPr>
        <w:t>’</w:t>
      </w:r>
      <w:r w:rsidRPr="001B73FA">
        <w:rPr>
          <w:szCs w:val="20"/>
        </w:rPr>
        <w:t>esprit ou de piquer un ridicule</w:t>
      </w:r>
      <w:r w:rsidR="00462692" w:rsidRPr="00A4769E">
        <w:rPr>
          <w:szCs w:val="20"/>
        </w:rPr>
        <w:t xml:space="preserve">. </w:t>
      </w:r>
      <w:r w:rsidRPr="001B73FA">
        <w:rPr>
          <w:szCs w:val="20"/>
        </w:rPr>
        <w:t>Est-il seulement encore possible ici d</w:t>
      </w:r>
      <w:r w:rsidR="00462692" w:rsidRPr="00A4769E">
        <w:rPr>
          <w:szCs w:val="20"/>
        </w:rPr>
        <w:t>’</w:t>
      </w:r>
      <w:r w:rsidRPr="001B73FA">
        <w:rPr>
          <w:szCs w:val="20"/>
        </w:rPr>
        <w:t>être passionné pour les sentiments les plus purs</w:t>
      </w:r>
      <w:r w:rsidR="00462692" w:rsidRPr="00A4769E">
        <w:rPr>
          <w:szCs w:val="20"/>
        </w:rPr>
        <w:t xml:space="preserve"> ? </w:t>
      </w:r>
      <w:r w:rsidRPr="001B73FA">
        <w:rPr>
          <w:szCs w:val="20"/>
        </w:rPr>
        <w:t>Y a-t-il même encore des sentiments</w:t>
      </w:r>
      <w:r w:rsidR="00462692" w:rsidRPr="00A4769E">
        <w:rPr>
          <w:szCs w:val="20"/>
        </w:rPr>
        <w:t xml:space="preserve"> ? </w:t>
      </w:r>
      <w:r w:rsidRPr="001B73FA">
        <w:rPr>
          <w:szCs w:val="20"/>
        </w:rPr>
        <w:t>N</w:t>
      </w:r>
      <w:r w:rsidR="00462692" w:rsidRPr="00A4769E">
        <w:rPr>
          <w:szCs w:val="20"/>
        </w:rPr>
        <w:t>’</w:t>
      </w:r>
      <w:r w:rsidRPr="001B73FA">
        <w:rPr>
          <w:szCs w:val="20"/>
        </w:rPr>
        <w:t>ont-ils pas tout tué avec leurs sarcasmes</w:t>
      </w:r>
      <w:r w:rsidR="00462692" w:rsidRPr="00A4769E">
        <w:rPr>
          <w:szCs w:val="20"/>
        </w:rPr>
        <w:t> ? »</w:t>
      </w:r>
      <w:r w:rsidRPr="001B73FA">
        <w:rPr>
          <w:szCs w:val="20"/>
        </w:rPr>
        <w:t xml:space="preserve"> Il commençait à sentir la fatigue</w:t>
      </w:r>
      <w:r w:rsidR="00462692" w:rsidRPr="00A4769E">
        <w:rPr>
          <w:szCs w:val="20"/>
        </w:rPr>
        <w:t xml:space="preserve">, </w:t>
      </w:r>
      <w:r w:rsidRPr="001B73FA">
        <w:rPr>
          <w:szCs w:val="20"/>
        </w:rPr>
        <w:t>et il était si amer qu</w:t>
      </w:r>
      <w:r w:rsidR="00462692" w:rsidRPr="00A4769E">
        <w:rPr>
          <w:szCs w:val="20"/>
        </w:rPr>
        <w:t>’</w:t>
      </w:r>
      <w:r w:rsidRPr="001B73FA">
        <w:rPr>
          <w:szCs w:val="20"/>
        </w:rPr>
        <w:t>il se demanda s</w:t>
      </w:r>
      <w:r w:rsidR="00462692" w:rsidRPr="00A4769E">
        <w:rPr>
          <w:szCs w:val="20"/>
        </w:rPr>
        <w:t>’</w:t>
      </w:r>
      <w:r w:rsidRPr="001B73FA">
        <w:rPr>
          <w:szCs w:val="20"/>
        </w:rPr>
        <w:t>il n</w:t>
      </w:r>
      <w:r w:rsidR="00462692" w:rsidRPr="00A4769E">
        <w:rPr>
          <w:szCs w:val="20"/>
        </w:rPr>
        <w:t>’</w:t>
      </w:r>
      <w:r w:rsidRPr="001B73FA">
        <w:rPr>
          <w:szCs w:val="20"/>
        </w:rPr>
        <w:t>aurait pas fallu payer froidement d</w:t>
      </w:r>
      <w:r w:rsidR="00462692" w:rsidRPr="00A4769E">
        <w:rPr>
          <w:szCs w:val="20"/>
        </w:rPr>
        <w:t>’</w:t>
      </w:r>
      <w:r w:rsidRPr="001B73FA">
        <w:rPr>
          <w:szCs w:val="20"/>
        </w:rPr>
        <w:t>un écu de trois francs la femme qui lui avait donné le livret d</w:t>
      </w:r>
      <w:r w:rsidR="00462692" w:rsidRPr="00A4769E">
        <w:rPr>
          <w:szCs w:val="20"/>
        </w:rPr>
        <w:t>’</w:t>
      </w:r>
      <w:r w:rsidRPr="001B73FA">
        <w:rPr>
          <w:szCs w:val="20"/>
        </w:rPr>
        <w:t>ouvrier</w:t>
      </w:r>
      <w:r w:rsidR="00462692" w:rsidRPr="00A4769E">
        <w:rPr>
          <w:szCs w:val="20"/>
        </w:rPr>
        <w:t>.</w:t>
      </w:r>
    </w:p>
    <w:p w14:paraId="78DE5CAE" w14:textId="77777777" w:rsidR="00462692" w:rsidRPr="00A4769E" w:rsidRDefault="001B73FA" w:rsidP="001B73FA">
      <w:pPr>
        <w:rPr>
          <w:szCs w:val="20"/>
        </w:rPr>
      </w:pPr>
      <w:r w:rsidRPr="001B73FA">
        <w:rPr>
          <w:szCs w:val="20"/>
        </w:rPr>
        <w:t>Il venait de dépasser une patte d</w:t>
      </w:r>
      <w:r w:rsidR="00462692" w:rsidRPr="00A4769E">
        <w:rPr>
          <w:szCs w:val="20"/>
        </w:rPr>
        <w:t>’</w:t>
      </w:r>
      <w:r w:rsidRPr="001B73FA">
        <w:rPr>
          <w:szCs w:val="20"/>
        </w:rPr>
        <w:t>oie</w:t>
      </w:r>
      <w:r w:rsidR="00462692" w:rsidRPr="00A4769E">
        <w:rPr>
          <w:szCs w:val="20"/>
        </w:rPr>
        <w:t xml:space="preserve">, </w:t>
      </w:r>
      <w:r w:rsidRPr="001B73FA">
        <w:rPr>
          <w:szCs w:val="20"/>
        </w:rPr>
        <w:t>quand il vit derrière lui le feu d</w:t>
      </w:r>
      <w:r w:rsidR="00462692" w:rsidRPr="00A4769E">
        <w:rPr>
          <w:szCs w:val="20"/>
        </w:rPr>
        <w:t>’</w:t>
      </w:r>
      <w:r w:rsidRPr="001B73FA">
        <w:rPr>
          <w:szCs w:val="20"/>
        </w:rPr>
        <w:t>un fanal</w:t>
      </w:r>
      <w:r w:rsidR="00462692" w:rsidRPr="00A4769E">
        <w:rPr>
          <w:szCs w:val="20"/>
        </w:rPr>
        <w:t xml:space="preserve">. </w:t>
      </w:r>
      <w:r w:rsidRPr="001B73FA">
        <w:rPr>
          <w:szCs w:val="20"/>
        </w:rPr>
        <w:t>Peu après il entendit le trot d</w:t>
      </w:r>
      <w:r w:rsidR="00462692" w:rsidRPr="00A4769E">
        <w:rPr>
          <w:szCs w:val="20"/>
        </w:rPr>
        <w:t>’</w:t>
      </w:r>
      <w:r w:rsidRPr="001B73FA">
        <w:rPr>
          <w:szCs w:val="20"/>
        </w:rPr>
        <w:t xml:space="preserve">un </w:t>
      </w:r>
      <w:r w:rsidRPr="001B73FA">
        <w:rPr>
          <w:szCs w:val="20"/>
        </w:rPr>
        <w:lastRenderedPageBreak/>
        <w:t>cheval et des bruits de roues</w:t>
      </w:r>
      <w:r w:rsidR="00462692" w:rsidRPr="00A4769E">
        <w:rPr>
          <w:szCs w:val="20"/>
        </w:rPr>
        <w:t>. « </w:t>
      </w:r>
      <w:r w:rsidRPr="001B73FA">
        <w:rPr>
          <w:szCs w:val="20"/>
        </w:rPr>
        <w:t>En tout cas</w:t>
      </w:r>
      <w:r w:rsidR="00462692" w:rsidRPr="00A4769E">
        <w:rPr>
          <w:szCs w:val="20"/>
        </w:rPr>
        <w:t xml:space="preserve">, </w:t>
      </w:r>
      <w:r w:rsidRPr="001B73FA">
        <w:rPr>
          <w:szCs w:val="20"/>
        </w:rPr>
        <w:t>dit-il</w:t>
      </w:r>
      <w:r w:rsidR="00462692" w:rsidRPr="00A4769E">
        <w:rPr>
          <w:szCs w:val="20"/>
        </w:rPr>
        <w:t xml:space="preserve">, </w:t>
      </w:r>
      <w:r w:rsidRPr="001B73FA">
        <w:rPr>
          <w:szCs w:val="20"/>
        </w:rPr>
        <w:t>ceux-là n</w:t>
      </w:r>
      <w:r w:rsidR="00462692" w:rsidRPr="00A4769E">
        <w:rPr>
          <w:szCs w:val="20"/>
        </w:rPr>
        <w:t>’</w:t>
      </w:r>
      <w:r w:rsidRPr="001B73FA">
        <w:rPr>
          <w:szCs w:val="20"/>
        </w:rPr>
        <w:t>oseront pas se moquer de moi</w:t>
      </w:r>
      <w:r w:rsidR="00462692" w:rsidRPr="00A4769E">
        <w:rPr>
          <w:szCs w:val="20"/>
        </w:rPr>
        <w:t xml:space="preserve"> ; </w:t>
      </w:r>
      <w:r w:rsidRPr="001B73FA">
        <w:rPr>
          <w:szCs w:val="20"/>
        </w:rPr>
        <w:t>j</w:t>
      </w:r>
      <w:r w:rsidR="00462692" w:rsidRPr="00A4769E">
        <w:rPr>
          <w:szCs w:val="20"/>
        </w:rPr>
        <w:t>’</w:t>
      </w:r>
      <w:r w:rsidRPr="001B73FA">
        <w:rPr>
          <w:szCs w:val="20"/>
        </w:rPr>
        <w:t>espère qu</w:t>
      </w:r>
      <w:r w:rsidR="00462692" w:rsidRPr="00A4769E">
        <w:rPr>
          <w:szCs w:val="20"/>
        </w:rPr>
        <w:t>’</w:t>
      </w:r>
      <w:r w:rsidRPr="001B73FA">
        <w:rPr>
          <w:szCs w:val="20"/>
        </w:rPr>
        <w:t>il n</w:t>
      </w:r>
      <w:r w:rsidR="00462692" w:rsidRPr="00A4769E">
        <w:rPr>
          <w:szCs w:val="20"/>
        </w:rPr>
        <w:t>’</w:t>
      </w:r>
      <w:r w:rsidRPr="001B73FA">
        <w:rPr>
          <w:szCs w:val="20"/>
        </w:rPr>
        <w:t>est pas question d</w:t>
      </w:r>
      <w:r w:rsidR="00462692" w:rsidRPr="00A4769E">
        <w:rPr>
          <w:szCs w:val="20"/>
        </w:rPr>
        <w:t>’</w:t>
      </w:r>
      <w:r w:rsidRPr="001B73FA">
        <w:rPr>
          <w:szCs w:val="20"/>
        </w:rPr>
        <w:t>ironie à cette heure-ci</w:t>
      </w:r>
      <w:r w:rsidR="00462692" w:rsidRPr="00A4769E">
        <w:rPr>
          <w:szCs w:val="20"/>
        </w:rPr>
        <w:t xml:space="preserve">, </w:t>
      </w:r>
      <w:r w:rsidRPr="001B73FA">
        <w:rPr>
          <w:szCs w:val="20"/>
        </w:rPr>
        <w:t>et dans ce pays désert</w:t>
      </w:r>
      <w:r w:rsidR="00462692" w:rsidRPr="00A4769E">
        <w:rPr>
          <w:szCs w:val="20"/>
        </w:rPr>
        <w:t xml:space="preserve">. </w:t>
      </w:r>
      <w:r w:rsidRPr="001B73FA">
        <w:rPr>
          <w:szCs w:val="20"/>
        </w:rPr>
        <w:t>Je vais demander si je suis toujours dans la direction de cette ville où il y a des Messageries</w:t>
      </w:r>
      <w:r w:rsidR="00462692" w:rsidRPr="00A4769E">
        <w:rPr>
          <w:szCs w:val="20"/>
        </w:rPr>
        <w:t>. »</w:t>
      </w:r>
      <w:r w:rsidRPr="001B73FA">
        <w:rPr>
          <w:szCs w:val="20"/>
        </w:rPr>
        <w:t xml:space="preserve"> Il se mit en travers de la route</w:t>
      </w:r>
      <w:r w:rsidR="00462692" w:rsidRPr="00A4769E">
        <w:rPr>
          <w:szCs w:val="20"/>
        </w:rPr>
        <w:t xml:space="preserve">. </w:t>
      </w:r>
      <w:r w:rsidRPr="001B73FA">
        <w:rPr>
          <w:szCs w:val="20"/>
        </w:rPr>
        <w:t>La voiture arrivait</w:t>
      </w:r>
      <w:r w:rsidR="00462692" w:rsidRPr="00A4769E">
        <w:rPr>
          <w:szCs w:val="20"/>
        </w:rPr>
        <w:t xml:space="preserve">. </w:t>
      </w:r>
      <w:r w:rsidRPr="001B73FA">
        <w:rPr>
          <w:szCs w:val="20"/>
        </w:rPr>
        <w:t>C</w:t>
      </w:r>
      <w:r w:rsidR="00462692" w:rsidRPr="00A4769E">
        <w:rPr>
          <w:szCs w:val="20"/>
        </w:rPr>
        <w:t>’</w:t>
      </w:r>
      <w:r w:rsidRPr="001B73FA">
        <w:rPr>
          <w:szCs w:val="20"/>
        </w:rPr>
        <w:t>était un petit coche lourdaud</w:t>
      </w:r>
      <w:r w:rsidR="00462692" w:rsidRPr="00A4769E">
        <w:rPr>
          <w:szCs w:val="20"/>
        </w:rPr>
        <w:t>.</w:t>
      </w:r>
    </w:p>
    <w:p w14:paraId="059665B7" w14:textId="0FBB4585" w:rsidR="00462692" w:rsidRPr="00A4769E" w:rsidRDefault="001B73FA" w:rsidP="001B73FA">
      <w:pPr>
        <w:rPr>
          <w:szCs w:val="20"/>
        </w:rPr>
      </w:pPr>
      <w:r w:rsidRPr="001B73FA">
        <w:rPr>
          <w:szCs w:val="20"/>
        </w:rPr>
        <w:t>L</w:t>
      </w:r>
      <w:r w:rsidR="00462692" w:rsidRPr="00A4769E">
        <w:rPr>
          <w:szCs w:val="20"/>
        </w:rPr>
        <w:t>’</w:t>
      </w:r>
      <w:r w:rsidRPr="001B73FA">
        <w:rPr>
          <w:szCs w:val="20"/>
        </w:rPr>
        <w:t>homme qui conduisait retint les chevaux et mit sa main à la poche</w:t>
      </w:r>
      <w:r w:rsidR="00462692" w:rsidRPr="00A4769E">
        <w:rPr>
          <w:szCs w:val="20"/>
        </w:rPr>
        <w:t>. « </w:t>
      </w:r>
      <w:r w:rsidRPr="001B73FA">
        <w:rPr>
          <w:szCs w:val="20"/>
        </w:rPr>
        <w:t>Tire-toi du milieu</w:t>
      </w:r>
      <w:r w:rsidR="00462692" w:rsidRPr="00A4769E">
        <w:rPr>
          <w:szCs w:val="20"/>
        </w:rPr>
        <w:t xml:space="preserve">, </w:t>
      </w:r>
      <w:r w:rsidRPr="001B73FA">
        <w:rPr>
          <w:szCs w:val="20"/>
        </w:rPr>
        <w:t>brigand</w:t>
      </w:r>
      <w:r w:rsidR="00462692" w:rsidRPr="00A4769E">
        <w:rPr>
          <w:szCs w:val="20"/>
        </w:rPr>
        <w:t xml:space="preserve">, </w:t>
      </w:r>
      <w:r w:rsidRPr="001B73FA">
        <w:rPr>
          <w:szCs w:val="20"/>
        </w:rPr>
        <w:t>dit-il</w:t>
      </w:r>
      <w:r w:rsidR="00462692" w:rsidRPr="00A4769E">
        <w:rPr>
          <w:szCs w:val="20"/>
        </w:rPr>
        <w:t>.</w:t>
      </w:r>
    </w:p>
    <w:p w14:paraId="75C8E389" w14:textId="2E32D138" w:rsidR="00462692" w:rsidRPr="00A4769E" w:rsidRDefault="00462692" w:rsidP="001B73FA">
      <w:pPr>
        <w:rPr>
          <w:szCs w:val="20"/>
        </w:rPr>
      </w:pPr>
      <w:r w:rsidRPr="00A4769E">
        <w:rPr>
          <w:szCs w:val="20"/>
        </w:rPr>
        <w:t>— </w:t>
      </w:r>
      <w:r w:rsidR="001B73FA" w:rsidRPr="001B73FA">
        <w:rPr>
          <w:szCs w:val="20"/>
        </w:rPr>
        <w:t>N</w:t>
      </w:r>
      <w:r w:rsidRPr="00A4769E">
        <w:rPr>
          <w:szCs w:val="20"/>
        </w:rPr>
        <w:t>’</w:t>
      </w:r>
      <w:r w:rsidR="001B73FA" w:rsidRPr="001B73FA">
        <w:rPr>
          <w:szCs w:val="20"/>
        </w:rPr>
        <w:t>ayez pas peur</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se mettant dans la lumière du fanal</w:t>
      </w:r>
      <w:r w:rsidRPr="00A4769E">
        <w:rPr>
          <w:szCs w:val="20"/>
        </w:rPr>
        <w:t xml:space="preserve">, </w:t>
      </w:r>
      <w:r w:rsidR="001B73FA" w:rsidRPr="001B73FA">
        <w:rPr>
          <w:szCs w:val="20"/>
        </w:rPr>
        <w:t>je veux seulement demander</w:t>
      </w:r>
      <w:r w:rsidRPr="00A4769E">
        <w:rPr>
          <w:szCs w:val="20"/>
        </w:rPr>
        <w:t>…</w:t>
      </w:r>
    </w:p>
    <w:p w14:paraId="36CDF89B" w14:textId="77777777" w:rsidR="00462692" w:rsidRPr="00A4769E" w:rsidRDefault="00462692" w:rsidP="001B73FA">
      <w:pPr>
        <w:rPr>
          <w:szCs w:val="20"/>
        </w:rPr>
      </w:pPr>
      <w:r w:rsidRPr="00A4769E">
        <w:rPr>
          <w:szCs w:val="20"/>
        </w:rPr>
        <w:t>— </w:t>
      </w:r>
      <w:r w:rsidR="001B73FA" w:rsidRPr="001B73FA">
        <w:rPr>
          <w:szCs w:val="20"/>
        </w:rPr>
        <w:t>Qu</w:t>
      </w:r>
      <w:r w:rsidRPr="00A4769E">
        <w:rPr>
          <w:szCs w:val="20"/>
        </w:rPr>
        <w:t>’</w:t>
      </w:r>
      <w:r w:rsidR="001B73FA" w:rsidRPr="001B73FA">
        <w:rPr>
          <w:szCs w:val="20"/>
        </w:rPr>
        <w:t>est-ce que c</w:t>
      </w:r>
      <w:r w:rsidRPr="00A4769E">
        <w:rPr>
          <w:szCs w:val="20"/>
        </w:rPr>
        <w:t>’</w:t>
      </w:r>
      <w:r w:rsidR="001B73FA" w:rsidRPr="001B73FA">
        <w:rPr>
          <w:szCs w:val="20"/>
        </w:rPr>
        <w:t>est</w:t>
      </w:r>
      <w:r w:rsidRPr="00A4769E">
        <w:rPr>
          <w:szCs w:val="20"/>
        </w:rPr>
        <w:t xml:space="preserve"> ? </w:t>
      </w:r>
      <w:r w:rsidR="001B73FA" w:rsidRPr="001B73FA">
        <w:rPr>
          <w:szCs w:val="20"/>
        </w:rPr>
        <w:t>dit une forte voix de femme</w:t>
      </w:r>
      <w:r w:rsidRPr="00A4769E">
        <w:rPr>
          <w:szCs w:val="20"/>
        </w:rPr>
        <w:t>.</w:t>
      </w:r>
    </w:p>
    <w:p w14:paraId="16C71346" w14:textId="77777777" w:rsidR="00462692" w:rsidRPr="00A4769E" w:rsidRDefault="00462692" w:rsidP="001B73FA">
      <w:pPr>
        <w:rPr>
          <w:szCs w:val="20"/>
        </w:rPr>
      </w:pPr>
      <w:r w:rsidRPr="00A4769E">
        <w:rPr>
          <w:szCs w:val="20"/>
        </w:rPr>
        <w:t>— </w:t>
      </w:r>
      <w:r w:rsidR="001B73FA" w:rsidRPr="001B73FA">
        <w:rPr>
          <w:szCs w:val="20"/>
        </w:rPr>
        <w:t>Dans une minute ce ne sera plus rien</w:t>
      </w:r>
      <w:r w:rsidRPr="00A4769E">
        <w:rPr>
          <w:szCs w:val="20"/>
        </w:rPr>
        <w:t xml:space="preserve">, </w:t>
      </w:r>
      <w:r w:rsidR="001B73FA" w:rsidRPr="001B73FA">
        <w:rPr>
          <w:szCs w:val="20"/>
        </w:rPr>
        <w:t>madame la Marquise</w:t>
      </w:r>
      <w:r w:rsidRPr="00A4769E">
        <w:rPr>
          <w:szCs w:val="20"/>
        </w:rPr>
        <w:t xml:space="preserve"> », </w:t>
      </w:r>
      <w:r w:rsidR="001B73FA" w:rsidRPr="001B73FA">
        <w:rPr>
          <w:szCs w:val="20"/>
        </w:rPr>
        <w:t>dit l</w:t>
      </w:r>
      <w:r w:rsidRPr="00A4769E">
        <w:rPr>
          <w:szCs w:val="20"/>
        </w:rPr>
        <w:t>’</w:t>
      </w:r>
      <w:r w:rsidR="001B73FA" w:rsidRPr="001B73FA">
        <w:rPr>
          <w:szCs w:val="20"/>
        </w:rPr>
        <w:t>homme</w:t>
      </w:r>
      <w:r w:rsidRPr="00A4769E">
        <w:rPr>
          <w:szCs w:val="20"/>
        </w:rPr>
        <w:t xml:space="preserve">. </w:t>
      </w:r>
      <w:r w:rsidR="001B73FA" w:rsidRPr="001B73FA">
        <w:rPr>
          <w:szCs w:val="20"/>
        </w:rPr>
        <w:t>Au même instant</w:t>
      </w:r>
      <w:r w:rsidRPr="00A4769E">
        <w:rPr>
          <w:szCs w:val="20"/>
        </w:rPr>
        <w:t xml:space="preserve">, </w:t>
      </w:r>
      <w:r w:rsidR="001B73FA" w:rsidRPr="001B73FA">
        <w:rPr>
          <w:szCs w:val="20"/>
        </w:rPr>
        <w:t>on abaissa la glace de la portière et Angelo vit une grosse coiffe de dentelle</w:t>
      </w:r>
      <w:r w:rsidRPr="00A4769E">
        <w:rPr>
          <w:szCs w:val="20"/>
        </w:rPr>
        <w:t>.</w:t>
      </w:r>
    </w:p>
    <w:p w14:paraId="6E3B2A69" w14:textId="77777777" w:rsidR="00462692" w:rsidRPr="00A4769E" w:rsidRDefault="00462692" w:rsidP="001B73FA">
      <w:pPr>
        <w:rPr>
          <w:szCs w:val="20"/>
        </w:rPr>
      </w:pPr>
      <w:r w:rsidRPr="00A4769E">
        <w:rPr>
          <w:szCs w:val="20"/>
        </w:rPr>
        <w:t>« </w:t>
      </w:r>
      <w:r w:rsidR="001B73FA" w:rsidRPr="001B73FA">
        <w:rPr>
          <w:szCs w:val="20"/>
        </w:rPr>
        <w:t>C</w:t>
      </w:r>
      <w:r w:rsidRPr="00A4769E">
        <w:rPr>
          <w:szCs w:val="20"/>
        </w:rPr>
        <w:t>’</w:t>
      </w:r>
      <w:r w:rsidR="001B73FA" w:rsidRPr="001B73FA">
        <w:rPr>
          <w:szCs w:val="20"/>
        </w:rPr>
        <w:t>est un enfant</w:t>
      </w:r>
      <w:r w:rsidRPr="00A4769E">
        <w:rPr>
          <w:szCs w:val="20"/>
        </w:rPr>
        <w:t xml:space="preserve">, </w:t>
      </w:r>
      <w:r w:rsidR="001B73FA" w:rsidRPr="001B73FA">
        <w:rPr>
          <w:szCs w:val="20"/>
        </w:rPr>
        <w:t>dit la voix de femme</w:t>
      </w:r>
      <w:r w:rsidRPr="00A4769E">
        <w:rPr>
          <w:szCs w:val="20"/>
        </w:rPr>
        <w:t xml:space="preserve">. </w:t>
      </w:r>
      <w:r w:rsidR="001B73FA" w:rsidRPr="001B73FA">
        <w:rPr>
          <w:szCs w:val="20"/>
        </w:rPr>
        <w:t>Dominique</w:t>
      </w:r>
      <w:r w:rsidR="003D58E7">
        <w:rPr>
          <w:szCs w:val="20"/>
        </w:rPr>
        <w:t>,</w:t>
      </w:r>
      <w:r w:rsidR="001B73FA" w:rsidRPr="001B73FA">
        <w:rPr>
          <w:szCs w:val="20"/>
        </w:rPr>
        <w:t xml:space="preserve"> tu n</w:t>
      </w:r>
      <w:r w:rsidRPr="00A4769E">
        <w:rPr>
          <w:szCs w:val="20"/>
        </w:rPr>
        <w:t>’</w:t>
      </w:r>
      <w:r w:rsidR="001B73FA" w:rsidRPr="001B73FA">
        <w:rPr>
          <w:szCs w:val="20"/>
        </w:rPr>
        <w:t>as pas vu que c</w:t>
      </w:r>
      <w:r w:rsidRPr="00A4769E">
        <w:rPr>
          <w:szCs w:val="20"/>
        </w:rPr>
        <w:t>’</w:t>
      </w:r>
      <w:r w:rsidR="001B73FA" w:rsidRPr="001B73FA">
        <w:rPr>
          <w:szCs w:val="20"/>
        </w:rPr>
        <w:t>est un enfant</w:t>
      </w:r>
      <w:r w:rsidRPr="00A4769E">
        <w:rPr>
          <w:szCs w:val="20"/>
        </w:rPr>
        <w:t xml:space="preserve"> ? </w:t>
      </w:r>
      <w:r w:rsidR="001B73FA" w:rsidRPr="001B73FA">
        <w:rPr>
          <w:szCs w:val="20"/>
        </w:rPr>
        <w:t>Approche-toi</w:t>
      </w:r>
      <w:r w:rsidRPr="00A4769E">
        <w:rPr>
          <w:szCs w:val="20"/>
        </w:rPr>
        <w:t xml:space="preserve">, </w:t>
      </w:r>
      <w:r w:rsidR="001B73FA" w:rsidRPr="001B73FA">
        <w:rPr>
          <w:szCs w:val="20"/>
        </w:rPr>
        <w:t>mon garçon</w:t>
      </w:r>
      <w:r w:rsidRPr="00A4769E">
        <w:rPr>
          <w:szCs w:val="20"/>
        </w:rPr>
        <w:t>.</w:t>
      </w:r>
    </w:p>
    <w:p w14:paraId="6ED6F102" w14:textId="28C1E0C7" w:rsidR="00462692" w:rsidRPr="00A4769E" w:rsidRDefault="00462692" w:rsidP="001B73FA">
      <w:pPr>
        <w:rPr>
          <w:szCs w:val="20"/>
        </w:rPr>
      </w:pPr>
      <w:r w:rsidRPr="00A4769E">
        <w:rPr>
          <w:szCs w:val="20"/>
        </w:rPr>
        <w:t>— </w:t>
      </w:r>
      <w:r w:rsidR="001B73FA" w:rsidRPr="001B73FA">
        <w:rPr>
          <w:szCs w:val="20"/>
        </w:rPr>
        <w:t xml:space="preserve">Je vous fais toutes </w:t>
      </w:r>
      <w:r w:rsidR="003D58E7">
        <w:rPr>
          <w:szCs w:val="20"/>
        </w:rPr>
        <w:t>m</w:t>
      </w:r>
      <w:r w:rsidR="001B73FA" w:rsidRPr="001B73FA">
        <w:rPr>
          <w:szCs w:val="20"/>
        </w:rPr>
        <w:t>es excuses</w:t>
      </w:r>
      <w:r w:rsidRPr="00A4769E">
        <w:rPr>
          <w:szCs w:val="20"/>
        </w:rPr>
        <w:t xml:space="preserve">, </w:t>
      </w:r>
      <w:r w:rsidR="001B73FA" w:rsidRPr="001B73FA">
        <w:rPr>
          <w:szCs w:val="20"/>
        </w:rPr>
        <w:t>madame</w:t>
      </w:r>
      <w:r w:rsidRPr="00A4769E">
        <w:rPr>
          <w:szCs w:val="20"/>
        </w:rPr>
        <w:t>…</w:t>
      </w:r>
    </w:p>
    <w:p w14:paraId="46E8C519" w14:textId="77777777" w:rsidR="00462692" w:rsidRPr="00A4769E" w:rsidRDefault="00462692" w:rsidP="001B73FA">
      <w:pPr>
        <w:rPr>
          <w:szCs w:val="20"/>
        </w:rPr>
      </w:pPr>
      <w:r w:rsidRPr="00A4769E">
        <w:rPr>
          <w:szCs w:val="20"/>
        </w:rPr>
        <w:t>— </w:t>
      </w:r>
      <w:r w:rsidR="001B73FA" w:rsidRPr="001B73FA">
        <w:rPr>
          <w:szCs w:val="20"/>
        </w:rPr>
        <w:t>Et c</w:t>
      </w:r>
      <w:r w:rsidRPr="00A4769E">
        <w:rPr>
          <w:szCs w:val="20"/>
        </w:rPr>
        <w:t>’</w:t>
      </w:r>
      <w:r w:rsidR="001B73FA" w:rsidRPr="001B73FA">
        <w:rPr>
          <w:szCs w:val="20"/>
        </w:rPr>
        <w:t>est un enfant bien élevé</w:t>
      </w:r>
      <w:r w:rsidRPr="00A4769E">
        <w:rPr>
          <w:szCs w:val="20"/>
        </w:rPr>
        <w:t xml:space="preserve">, </w:t>
      </w:r>
      <w:r w:rsidR="001B73FA" w:rsidRPr="001B73FA">
        <w:rPr>
          <w:szCs w:val="20"/>
        </w:rPr>
        <w:t>dit-elle</w:t>
      </w:r>
      <w:r w:rsidRPr="00A4769E">
        <w:rPr>
          <w:szCs w:val="20"/>
        </w:rPr>
        <w:t xml:space="preserve">, </w:t>
      </w:r>
      <w:r w:rsidR="001B73FA" w:rsidRPr="001B73FA">
        <w:rPr>
          <w:szCs w:val="20"/>
        </w:rPr>
        <w:t>il a un peu l</w:t>
      </w:r>
      <w:r w:rsidRPr="00A4769E">
        <w:rPr>
          <w:szCs w:val="20"/>
        </w:rPr>
        <w:t>’</w:t>
      </w:r>
      <w:r w:rsidR="001B73FA" w:rsidRPr="001B73FA">
        <w:rPr>
          <w:szCs w:val="20"/>
        </w:rPr>
        <w:t>accent piémontais</w:t>
      </w:r>
      <w:r w:rsidRPr="00A4769E">
        <w:rPr>
          <w:szCs w:val="20"/>
        </w:rPr>
        <w:t xml:space="preserve">. </w:t>
      </w:r>
      <w:r w:rsidR="001B73FA" w:rsidRPr="001B73FA">
        <w:rPr>
          <w:szCs w:val="20"/>
        </w:rPr>
        <w:t>Mais qu</w:t>
      </w:r>
      <w:r w:rsidRPr="00A4769E">
        <w:rPr>
          <w:szCs w:val="20"/>
        </w:rPr>
        <w:t>’</w:t>
      </w:r>
      <w:r w:rsidR="001B73FA" w:rsidRPr="001B73FA">
        <w:rPr>
          <w:szCs w:val="20"/>
        </w:rPr>
        <w:t>est-ce que tu veux</w:t>
      </w:r>
      <w:r w:rsidRPr="00A4769E">
        <w:rPr>
          <w:szCs w:val="20"/>
        </w:rPr>
        <w:t xml:space="preserve">, </w:t>
      </w:r>
      <w:r w:rsidR="001B73FA" w:rsidRPr="001B73FA">
        <w:rPr>
          <w:szCs w:val="20"/>
        </w:rPr>
        <w:t>mon garçon</w:t>
      </w:r>
      <w:r w:rsidRPr="00A4769E">
        <w:rPr>
          <w:szCs w:val="20"/>
        </w:rPr>
        <w:t> ? »</w:t>
      </w:r>
      <w:r w:rsidR="001B73FA" w:rsidRPr="001B73FA">
        <w:rPr>
          <w:szCs w:val="20"/>
        </w:rPr>
        <w:t xml:space="preserve"> Angelo exprima surtout en termes courtois son regret d</w:t>
      </w:r>
      <w:r w:rsidRPr="00A4769E">
        <w:rPr>
          <w:szCs w:val="20"/>
        </w:rPr>
        <w:t>’</w:t>
      </w:r>
      <w:r w:rsidR="001B73FA" w:rsidRPr="001B73FA">
        <w:rPr>
          <w:szCs w:val="20"/>
        </w:rPr>
        <w:t>avoir effrayé</w:t>
      </w:r>
      <w:r w:rsidRPr="00A4769E">
        <w:rPr>
          <w:szCs w:val="20"/>
        </w:rPr>
        <w:t>. « </w:t>
      </w:r>
      <w:r w:rsidR="001B73FA" w:rsidRPr="001B73FA">
        <w:rPr>
          <w:szCs w:val="20"/>
        </w:rPr>
        <w:t>Tu n</w:t>
      </w:r>
      <w:r w:rsidRPr="00A4769E">
        <w:rPr>
          <w:szCs w:val="20"/>
        </w:rPr>
        <w:t>’</w:t>
      </w:r>
      <w:r w:rsidR="001B73FA" w:rsidRPr="001B73FA">
        <w:rPr>
          <w:szCs w:val="20"/>
        </w:rPr>
        <w:t>as effrayé personne</w:t>
      </w:r>
      <w:r w:rsidRPr="00A4769E">
        <w:rPr>
          <w:szCs w:val="20"/>
        </w:rPr>
        <w:t xml:space="preserve">, </w:t>
      </w:r>
      <w:r w:rsidR="001B73FA" w:rsidRPr="001B73FA">
        <w:rPr>
          <w:szCs w:val="20"/>
        </w:rPr>
        <w:t>dit la dame</w:t>
      </w:r>
      <w:r w:rsidRPr="00A4769E">
        <w:rPr>
          <w:szCs w:val="20"/>
        </w:rPr>
        <w:t xml:space="preserve">. </w:t>
      </w:r>
      <w:r w:rsidR="001B73FA" w:rsidRPr="001B73FA">
        <w:rPr>
          <w:szCs w:val="20"/>
        </w:rPr>
        <w:t>Tu as effrayé Dominique</w:t>
      </w:r>
      <w:r w:rsidRPr="00A4769E">
        <w:rPr>
          <w:szCs w:val="20"/>
        </w:rPr>
        <w:t xml:space="preserve">, </w:t>
      </w:r>
      <w:r w:rsidR="001B73FA" w:rsidRPr="001B73FA">
        <w:rPr>
          <w:szCs w:val="20"/>
        </w:rPr>
        <w:t>un point c</w:t>
      </w:r>
      <w:r w:rsidRPr="00A4769E">
        <w:rPr>
          <w:szCs w:val="20"/>
        </w:rPr>
        <w:t>’</w:t>
      </w:r>
      <w:r w:rsidR="001B73FA" w:rsidRPr="001B73FA">
        <w:rPr>
          <w:szCs w:val="20"/>
        </w:rPr>
        <w:t>est tout</w:t>
      </w:r>
      <w:r w:rsidRPr="00A4769E">
        <w:rPr>
          <w:szCs w:val="20"/>
        </w:rPr>
        <w:t>. »</w:t>
      </w:r>
      <w:r w:rsidR="001B73FA" w:rsidRPr="001B73FA">
        <w:rPr>
          <w:szCs w:val="20"/>
        </w:rPr>
        <w:t xml:space="preserve"> Elle frappa contre les parois du coche avec la poignée de sa canne</w:t>
      </w:r>
      <w:r w:rsidRPr="00A4769E">
        <w:rPr>
          <w:szCs w:val="20"/>
        </w:rPr>
        <w:t>. « </w:t>
      </w:r>
      <w:r w:rsidR="001B73FA" w:rsidRPr="001B73FA">
        <w:rPr>
          <w:szCs w:val="20"/>
        </w:rPr>
        <w:t>Tu n</w:t>
      </w:r>
      <w:r w:rsidRPr="00A4769E">
        <w:rPr>
          <w:szCs w:val="20"/>
        </w:rPr>
        <w:t>’</w:t>
      </w:r>
      <w:r w:rsidR="001B73FA" w:rsidRPr="001B73FA">
        <w:rPr>
          <w:szCs w:val="20"/>
        </w:rPr>
        <w:t>as plus ton sang-froid</w:t>
      </w:r>
      <w:r w:rsidRPr="00A4769E">
        <w:rPr>
          <w:szCs w:val="20"/>
        </w:rPr>
        <w:t xml:space="preserve">, </w:t>
      </w:r>
      <w:r w:rsidR="001B73FA" w:rsidRPr="001B73FA">
        <w:rPr>
          <w:szCs w:val="20"/>
        </w:rPr>
        <w:t>Dominique</w:t>
      </w:r>
      <w:r w:rsidRPr="00A4769E">
        <w:rPr>
          <w:szCs w:val="20"/>
        </w:rPr>
        <w:t xml:space="preserve">. </w:t>
      </w:r>
      <w:r w:rsidR="001B73FA" w:rsidRPr="001B73FA">
        <w:rPr>
          <w:szCs w:val="20"/>
        </w:rPr>
        <w:t>Il faut te faire comme aux chevaux peureux</w:t>
      </w:r>
      <w:r w:rsidRPr="00A4769E">
        <w:rPr>
          <w:szCs w:val="20"/>
        </w:rPr>
        <w:t xml:space="preserve"> ? </w:t>
      </w:r>
      <w:r w:rsidR="001B73FA" w:rsidRPr="001B73FA">
        <w:rPr>
          <w:szCs w:val="20"/>
        </w:rPr>
        <w:t>Il faut te mettre le nez sur l</w:t>
      </w:r>
      <w:r w:rsidRPr="00A4769E">
        <w:rPr>
          <w:szCs w:val="20"/>
        </w:rPr>
        <w:t>’</w:t>
      </w:r>
      <w:r w:rsidR="001B73FA" w:rsidRPr="001B73FA">
        <w:rPr>
          <w:szCs w:val="20"/>
        </w:rPr>
        <w:t>ombre</w:t>
      </w:r>
      <w:r w:rsidRPr="00A4769E">
        <w:rPr>
          <w:szCs w:val="20"/>
        </w:rPr>
        <w:t xml:space="preserve"> ? </w:t>
      </w:r>
      <w:r w:rsidR="001B73FA" w:rsidRPr="001B73FA">
        <w:rPr>
          <w:szCs w:val="20"/>
        </w:rPr>
        <w:t>Est-ce que tu vois maintenant que c</w:t>
      </w:r>
      <w:r w:rsidRPr="00A4769E">
        <w:rPr>
          <w:szCs w:val="20"/>
        </w:rPr>
        <w:t>’</w:t>
      </w:r>
      <w:r w:rsidR="001B73FA" w:rsidRPr="001B73FA">
        <w:rPr>
          <w:szCs w:val="20"/>
        </w:rPr>
        <w:t>est un enfant</w:t>
      </w:r>
      <w:r w:rsidRPr="00A4769E">
        <w:rPr>
          <w:szCs w:val="20"/>
        </w:rPr>
        <w:t> ? »</w:t>
      </w:r>
      <w:r w:rsidR="001B73FA" w:rsidRPr="001B73FA">
        <w:rPr>
          <w:szCs w:val="20"/>
        </w:rPr>
        <w:t xml:space="preserve"> L</w:t>
      </w:r>
      <w:r w:rsidRPr="00A4769E">
        <w:rPr>
          <w:szCs w:val="20"/>
        </w:rPr>
        <w:t>’</w:t>
      </w:r>
      <w:r w:rsidR="001B73FA" w:rsidRPr="001B73FA">
        <w:rPr>
          <w:szCs w:val="20"/>
        </w:rPr>
        <w:t>homme du siège était un géant aux épaules énormes</w:t>
      </w:r>
      <w:r w:rsidRPr="00A4769E">
        <w:rPr>
          <w:szCs w:val="20"/>
        </w:rPr>
        <w:t xml:space="preserve">. </w:t>
      </w:r>
      <w:r w:rsidRPr="00A4769E">
        <w:rPr>
          <w:szCs w:val="20"/>
        </w:rPr>
        <w:lastRenderedPageBreak/>
        <w:t>« </w:t>
      </w:r>
      <w:r w:rsidR="001B73FA" w:rsidRPr="001B73FA">
        <w:rPr>
          <w:szCs w:val="20"/>
        </w:rPr>
        <w:t>Sauf votre respect</w:t>
      </w:r>
      <w:r w:rsidRPr="00A4769E">
        <w:rPr>
          <w:szCs w:val="20"/>
        </w:rPr>
        <w:t xml:space="preserve">, </w:t>
      </w:r>
      <w:r w:rsidR="001B73FA" w:rsidRPr="001B73FA">
        <w:rPr>
          <w:szCs w:val="20"/>
        </w:rPr>
        <w:t>madame la Marquise</w:t>
      </w:r>
      <w:r w:rsidRPr="00A4769E">
        <w:rPr>
          <w:szCs w:val="20"/>
        </w:rPr>
        <w:t xml:space="preserve">, </w:t>
      </w:r>
      <w:r w:rsidR="001B73FA" w:rsidRPr="001B73FA">
        <w:rPr>
          <w:szCs w:val="20"/>
        </w:rPr>
        <w:t>dit-il</w:t>
      </w:r>
      <w:r w:rsidRPr="00A4769E">
        <w:rPr>
          <w:szCs w:val="20"/>
        </w:rPr>
        <w:t xml:space="preserve">, </w:t>
      </w:r>
      <w:r w:rsidR="001B73FA" w:rsidRPr="001B73FA">
        <w:rPr>
          <w:szCs w:val="20"/>
        </w:rPr>
        <w:t>je n</w:t>
      </w:r>
      <w:r w:rsidRPr="00A4769E">
        <w:rPr>
          <w:szCs w:val="20"/>
        </w:rPr>
        <w:t>’</w:t>
      </w:r>
      <w:r w:rsidR="001B73FA" w:rsidRPr="001B73FA">
        <w:rPr>
          <w:szCs w:val="20"/>
        </w:rPr>
        <w:t>aime guère les enfants de minuit</w:t>
      </w:r>
      <w:r w:rsidRPr="00A4769E">
        <w:rPr>
          <w:szCs w:val="20"/>
        </w:rPr>
        <w:t>.</w:t>
      </w:r>
    </w:p>
    <w:p w14:paraId="6ADE3528" w14:textId="7F3DB320" w:rsidR="001B73FA" w:rsidRPr="001B73FA" w:rsidRDefault="00462692" w:rsidP="001B73FA">
      <w:pPr>
        <w:rPr>
          <w:szCs w:val="20"/>
        </w:rPr>
      </w:pPr>
      <w:r w:rsidRPr="00A4769E">
        <w:rPr>
          <w:szCs w:val="20"/>
        </w:rPr>
        <w:t>— </w:t>
      </w:r>
      <w:r w:rsidR="001B73FA" w:rsidRPr="001B73FA">
        <w:rPr>
          <w:szCs w:val="20"/>
        </w:rPr>
        <w:t>Eh bien</w:t>
      </w:r>
      <w:r w:rsidRPr="00A4769E">
        <w:rPr>
          <w:szCs w:val="20"/>
        </w:rPr>
        <w:t xml:space="preserve">, </w:t>
      </w:r>
      <w:r w:rsidR="001B73FA" w:rsidRPr="001B73FA">
        <w:rPr>
          <w:szCs w:val="20"/>
        </w:rPr>
        <w:t>je les aime</w:t>
      </w:r>
      <w:r w:rsidRPr="00A4769E">
        <w:rPr>
          <w:szCs w:val="20"/>
        </w:rPr>
        <w:t xml:space="preserve">, </w:t>
      </w:r>
      <w:r w:rsidR="001B73FA" w:rsidRPr="001B73FA">
        <w:rPr>
          <w:szCs w:val="20"/>
        </w:rPr>
        <w:t>moi</w:t>
      </w:r>
      <w:r w:rsidRPr="00A4769E">
        <w:rPr>
          <w:szCs w:val="20"/>
        </w:rPr>
        <w:t xml:space="preserve">, </w:t>
      </w:r>
      <w:r w:rsidR="001B73FA" w:rsidRPr="001B73FA">
        <w:rPr>
          <w:szCs w:val="20"/>
        </w:rPr>
        <w:t>dit la voix</w:t>
      </w:r>
      <w:r w:rsidRPr="00A4769E">
        <w:rPr>
          <w:szCs w:val="20"/>
        </w:rPr>
        <w:t xml:space="preserve">. </w:t>
      </w:r>
      <w:r w:rsidR="001B73FA" w:rsidRPr="001B73FA">
        <w:rPr>
          <w:szCs w:val="20"/>
        </w:rPr>
        <w:t>Ainsi tu vas aux Messageries</w:t>
      </w:r>
      <w:r w:rsidRPr="00A4769E">
        <w:rPr>
          <w:szCs w:val="20"/>
        </w:rPr>
        <w:t xml:space="preserve">, </w:t>
      </w:r>
      <w:r w:rsidR="001B73FA" w:rsidRPr="001B73FA">
        <w:rPr>
          <w:szCs w:val="20"/>
        </w:rPr>
        <w:t>dit-elle</w:t>
      </w:r>
      <w:r w:rsidRPr="00A4769E">
        <w:rPr>
          <w:szCs w:val="20"/>
        </w:rPr>
        <w:t xml:space="preserve">. </w:t>
      </w:r>
      <w:r w:rsidR="001B73FA" w:rsidRPr="001B73FA">
        <w:rPr>
          <w:szCs w:val="20"/>
        </w:rPr>
        <w:t>Eh bien</w:t>
      </w:r>
      <w:r w:rsidRPr="00A4769E">
        <w:rPr>
          <w:szCs w:val="20"/>
        </w:rPr>
        <w:t xml:space="preserve">, </w:t>
      </w:r>
      <w:r w:rsidR="001B73FA" w:rsidRPr="001B73FA">
        <w:rPr>
          <w:szCs w:val="20"/>
        </w:rPr>
        <w:t>monte</w:t>
      </w:r>
      <w:r w:rsidRPr="00A4769E">
        <w:rPr>
          <w:szCs w:val="20"/>
        </w:rPr>
        <w:t xml:space="preserve">, </w:t>
      </w:r>
      <w:r w:rsidR="001B73FA" w:rsidRPr="001B73FA">
        <w:rPr>
          <w:szCs w:val="20"/>
        </w:rPr>
        <w:t>mon garçon</w:t>
      </w:r>
      <w:r w:rsidRPr="00A4769E">
        <w:rPr>
          <w:szCs w:val="20"/>
        </w:rPr>
        <w:t>. »</w:t>
      </w:r>
    </w:p>
    <w:p w14:paraId="69AA4101" w14:textId="1B92CECB" w:rsidR="001B73FA" w:rsidRPr="001B73FA" w:rsidRDefault="001B73FA" w:rsidP="001B73FA">
      <w:pPr>
        <w:rPr>
          <w:szCs w:val="20"/>
        </w:rPr>
      </w:pPr>
      <w:r w:rsidRPr="001B73FA">
        <w:rPr>
          <w:szCs w:val="20"/>
        </w:rPr>
        <w:t>La portière s</w:t>
      </w:r>
      <w:r w:rsidR="00462692" w:rsidRPr="00A4769E">
        <w:rPr>
          <w:szCs w:val="20"/>
        </w:rPr>
        <w:t>’</w:t>
      </w:r>
      <w:r w:rsidRPr="001B73FA">
        <w:rPr>
          <w:szCs w:val="20"/>
        </w:rPr>
        <w:t>ouvrit et le marchepied tomba</w:t>
      </w:r>
      <w:r w:rsidR="00462692" w:rsidRPr="00A4769E">
        <w:rPr>
          <w:szCs w:val="20"/>
        </w:rPr>
        <w:t xml:space="preserve">. </w:t>
      </w:r>
      <w:r w:rsidRPr="001B73FA">
        <w:rPr>
          <w:szCs w:val="20"/>
        </w:rPr>
        <w:t>Angelo retrouva des grâces pour enjamber les énormes jupes</w:t>
      </w:r>
      <w:r w:rsidR="00462692" w:rsidRPr="00A4769E">
        <w:rPr>
          <w:szCs w:val="20"/>
        </w:rPr>
        <w:t>. « </w:t>
      </w:r>
      <w:r w:rsidRPr="001B73FA">
        <w:rPr>
          <w:szCs w:val="20"/>
        </w:rPr>
        <w:t>Je suis une vieille dame</w:t>
      </w:r>
      <w:r w:rsidR="00462692" w:rsidRPr="00A4769E">
        <w:rPr>
          <w:szCs w:val="20"/>
        </w:rPr>
        <w:t xml:space="preserve">, </w:t>
      </w:r>
      <w:r w:rsidRPr="001B73FA">
        <w:rPr>
          <w:szCs w:val="20"/>
        </w:rPr>
        <w:t>dit la voix</w:t>
      </w:r>
      <w:r w:rsidR="00462692" w:rsidRPr="00A4769E">
        <w:rPr>
          <w:szCs w:val="20"/>
        </w:rPr>
        <w:t xml:space="preserve">, </w:t>
      </w:r>
      <w:r w:rsidRPr="001B73FA">
        <w:rPr>
          <w:szCs w:val="20"/>
        </w:rPr>
        <w:t>inutile de te fatiguer en galanterie</w:t>
      </w:r>
      <w:r w:rsidR="00462692" w:rsidRPr="00A4769E">
        <w:rPr>
          <w:szCs w:val="20"/>
        </w:rPr>
        <w:t xml:space="preserve">. </w:t>
      </w:r>
      <w:r w:rsidRPr="001B73FA">
        <w:rPr>
          <w:szCs w:val="20"/>
        </w:rPr>
        <w:t>Si tu as sommeil</w:t>
      </w:r>
      <w:r w:rsidR="00462692" w:rsidRPr="00A4769E">
        <w:rPr>
          <w:szCs w:val="20"/>
        </w:rPr>
        <w:t xml:space="preserve">, </w:t>
      </w:r>
      <w:r w:rsidRPr="001B73FA">
        <w:rPr>
          <w:szCs w:val="20"/>
        </w:rPr>
        <w:t>dors</w:t>
      </w:r>
      <w:r w:rsidR="00462692" w:rsidRPr="00A4769E">
        <w:rPr>
          <w:szCs w:val="20"/>
        </w:rPr>
        <w:t>. »</w:t>
      </w:r>
    </w:p>
    <w:p w14:paraId="438CBEC5" w14:textId="77777777" w:rsidR="00C443EF" w:rsidRPr="00A4769E" w:rsidRDefault="001B73FA" w:rsidP="00462692">
      <w:pPr>
        <w:pStyle w:val="Titre1"/>
      </w:pPr>
      <w:bookmarkStart w:id="1" w:name="_Toc195026583"/>
      <w:r w:rsidRPr="001B73FA">
        <w:rPr>
          <w:szCs w:val="20"/>
        </w:rPr>
        <w:lastRenderedPageBreak/>
        <w:t>I</w:t>
      </w:r>
      <w:r w:rsidR="00C443EF" w:rsidRPr="00A4769E">
        <w:t>I</w:t>
      </w:r>
      <w:bookmarkEnd w:id="1"/>
    </w:p>
    <w:p w14:paraId="097F6BA1" w14:textId="77777777" w:rsidR="001B73FA" w:rsidRPr="001B73FA" w:rsidRDefault="00462692" w:rsidP="001B73FA">
      <w:pPr>
        <w:rPr>
          <w:szCs w:val="20"/>
        </w:rPr>
      </w:pPr>
      <w:r w:rsidRPr="00A4769E">
        <w:rPr>
          <w:szCs w:val="20"/>
        </w:rPr>
        <w:t>« </w:t>
      </w:r>
      <w:r w:rsidR="001B73FA" w:rsidRPr="001B73FA">
        <w:rPr>
          <w:szCs w:val="20"/>
        </w:rPr>
        <w:t>La marquise Céline de Théus est une libérale</w:t>
      </w:r>
      <w:r w:rsidRPr="00A4769E">
        <w:rPr>
          <w:szCs w:val="20"/>
        </w:rPr>
        <w:t xml:space="preserve"> », </w:t>
      </w:r>
      <w:r w:rsidR="001B73FA" w:rsidRPr="001B73FA">
        <w:rPr>
          <w:szCs w:val="20"/>
        </w:rPr>
        <w:t>disait le préfet de Gap</w:t>
      </w:r>
      <w:r w:rsidRPr="00A4769E">
        <w:rPr>
          <w:szCs w:val="20"/>
        </w:rPr>
        <w:t xml:space="preserve"> ; </w:t>
      </w:r>
      <w:r w:rsidR="001B73FA" w:rsidRPr="001B73FA">
        <w:rPr>
          <w:szCs w:val="20"/>
        </w:rPr>
        <w:t>et il piaffait alors si violemment dans son pantalon à sous-pieds qu</w:t>
      </w:r>
      <w:r w:rsidRPr="00A4769E">
        <w:rPr>
          <w:szCs w:val="20"/>
        </w:rPr>
        <w:t>’</w:t>
      </w:r>
      <w:r w:rsidR="001B73FA" w:rsidRPr="001B73FA">
        <w:rPr>
          <w:szCs w:val="20"/>
        </w:rPr>
        <w:t>on entendait comme un coup de guitare</w:t>
      </w:r>
      <w:r w:rsidRPr="00A4769E">
        <w:rPr>
          <w:szCs w:val="20"/>
        </w:rPr>
        <w:t xml:space="preserve">. </w:t>
      </w:r>
      <w:r w:rsidR="001B73FA" w:rsidRPr="001B73FA">
        <w:rPr>
          <w:szCs w:val="20"/>
        </w:rPr>
        <w:t>Dans ses grands jours de finesse</w:t>
      </w:r>
      <w:r w:rsidRPr="00A4769E">
        <w:rPr>
          <w:szCs w:val="20"/>
        </w:rPr>
        <w:t xml:space="preserve">, </w:t>
      </w:r>
      <w:r w:rsidR="001B73FA" w:rsidRPr="001B73FA">
        <w:rPr>
          <w:szCs w:val="20"/>
        </w:rPr>
        <w:t>il ajoutait</w:t>
      </w:r>
      <w:r w:rsidRPr="00A4769E">
        <w:rPr>
          <w:szCs w:val="20"/>
        </w:rPr>
        <w:t> : « </w:t>
      </w:r>
      <w:r w:rsidR="001B73FA" w:rsidRPr="001B73FA">
        <w:rPr>
          <w:szCs w:val="20"/>
        </w:rPr>
        <w:t>C</w:t>
      </w:r>
      <w:r w:rsidRPr="00A4769E">
        <w:rPr>
          <w:szCs w:val="20"/>
        </w:rPr>
        <w:t>’</w:t>
      </w:r>
      <w:r w:rsidR="001B73FA" w:rsidRPr="001B73FA">
        <w:rPr>
          <w:szCs w:val="20"/>
        </w:rPr>
        <w:t>est une libérale musclée</w:t>
      </w:r>
      <w:r w:rsidRPr="00A4769E">
        <w:rPr>
          <w:szCs w:val="20"/>
        </w:rPr>
        <w:t>. »</w:t>
      </w:r>
      <w:r w:rsidR="001B73FA" w:rsidRPr="001B73FA">
        <w:rPr>
          <w:szCs w:val="20"/>
        </w:rPr>
        <w:t xml:space="preserve"> Mais après cette audacieuse mise au point</w:t>
      </w:r>
      <w:r w:rsidRPr="00A4769E">
        <w:rPr>
          <w:szCs w:val="20"/>
        </w:rPr>
        <w:t xml:space="preserve">, </w:t>
      </w:r>
      <w:r w:rsidR="001B73FA" w:rsidRPr="001B73FA">
        <w:rPr>
          <w:szCs w:val="20"/>
        </w:rPr>
        <w:t>il rejoignait à grands pas quelque groupe au fond du salon</w:t>
      </w:r>
      <w:r w:rsidRPr="00A4769E">
        <w:rPr>
          <w:szCs w:val="20"/>
        </w:rPr>
        <w:t xml:space="preserve">, </w:t>
      </w:r>
      <w:r w:rsidR="001B73FA" w:rsidRPr="001B73FA">
        <w:rPr>
          <w:szCs w:val="20"/>
        </w:rPr>
        <w:t>car</w:t>
      </w:r>
      <w:r w:rsidRPr="00A4769E">
        <w:rPr>
          <w:szCs w:val="20"/>
        </w:rPr>
        <w:t xml:space="preserve">, </w:t>
      </w:r>
      <w:r w:rsidR="001B73FA" w:rsidRPr="001B73FA">
        <w:rPr>
          <w:szCs w:val="20"/>
        </w:rPr>
        <w:t>en réalité</w:t>
      </w:r>
      <w:r w:rsidRPr="00A4769E">
        <w:rPr>
          <w:szCs w:val="20"/>
        </w:rPr>
        <w:t xml:space="preserve">, </w:t>
      </w:r>
      <w:r w:rsidR="001B73FA" w:rsidRPr="001B73FA">
        <w:rPr>
          <w:szCs w:val="20"/>
        </w:rPr>
        <w:t>il était terrifié par cette vieille femme râblée et placide</w:t>
      </w:r>
      <w:r w:rsidRPr="00A4769E">
        <w:rPr>
          <w:szCs w:val="20"/>
        </w:rPr>
        <w:t xml:space="preserve">. </w:t>
      </w:r>
      <w:r w:rsidR="001B73FA" w:rsidRPr="001B73FA">
        <w:rPr>
          <w:szCs w:val="20"/>
        </w:rPr>
        <w:t>Le fait est qu</w:t>
      </w:r>
      <w:r w:rsidRPr="00A4769E">
        <w:rPr>
          <w:szCs w:val="20"/>
        </w:rPr>
        <w:t>’</w:t>
      </w:r>
      <w:r w:rsidR="001B73FA" w:rsidRPr="001B73FA">
        <w:rPr>
          <w:szCs w:val="20"/>
        </w:rPr>
        <w:t>elle ne disposait pas des expressions et des gestes artificiels de la bonne société</w:t>
      </w:r>
      <w:r w:rsidRPr="00A4769E">
        <w:rPr>
          <w:szCs w:val="20"/>
        </w:rPr>
        <w:t xml:space="preserve"> : </w:t>
      </w:r>
      <w:r w:rsidR="001B73FA" w:rsidRPr="001B73FA">
        <w:rPr>
          <w:szCs w:val="20"/>
        </w:rPr>
        <w:t>elle était d</w:t>
      </w:r>
      <w:r w:rsidRPr="00A4769E">
        <w:rPr>
          <w:szCs w:val="20"/>
        </w:rPr>
        <w:t>’</w:t>
      </w:r>
      <w:r w:rsidR="001B73FA" w:rsidRPr="001B73FA">
        <w:rPr>
          <w:szCs w:val="20"/>
        </w:rPr>
        <w:t>une simplicité d</w:t>
      </w:r>
      <w:r w:rsidRPr="00A4769E">
        <w:rPr>
          <w:szCs w:val="20"/>
        </w:rPr>
        <w:t>’œ</w:t>
      </w:r>
      <w:r w:rsidR="001B73FA" w:rsidRPr="001B73FA">
        <w:rPr>
          <w:szCs w:val="20"/>
        </w:rPr>
        <w:t>uf</w:t>
      </w:r>
      <w:r w:rsidRPr="00A4769E">
        <w:rPr>
          <w:szCs w:val="20"/>
        </w:rPr>
        <w:t>. « </w:t>
      </w:r>
      <w:r w:rsidR="001B73FA" w:rsidRPr="001B73FA">
        <w:rPr>
          <w:szCs w:val="20"/>
        </w:rPr>
        <w:t>Mais</w:t>
      </w:r>
      <w:r w:rsidRPr="00A4769E">
        <w:rPr>
          <w:szCs w:val="20"/>
        </w:rPr>
        <w:t xml:space="preserve">, </w:t>
      </w:r>
      <w:r w:rsidR="001B73FA" w:rsidRPr="001B73FA">
        <w:rPr>
          <w:szCs w:val="20"/>
        </w:rPr>
        <w:t>disait le baron d</w:t>
      </w:r>
      <w:r w:rsidRPr="00A4769E">
        <w:rPr>
          <w:szCs w:val="20"/>
        </w:rPr>
        <w:t>’</w:t>
      </w:r>
      <w:r w:rsidR="001B73FA" w:rsidRPr="001B73FA">
        <w:rPr>
          <w:szCs w:val="20"/>
        </w:rPr>
        <w:t>Avêne</w:t>
      </w:r>
      <w:r w:rsidRPr="00A4769E">
        <w:rPr>
          <w:szCs w:val="20"/>
        </w:rPr>
        <w:t xml:space="preserve">, </w:t>
      </w:r>
      <w:r w:rsidR="001B73FA" w:rsidRPr="001B73FA">
        <w:rPr>
          <w:szCs w:val="20"/>
        </w:rPr>
        <w:t>il est très désagréable qu</w:t>
      </w:r>
      <w:r w:rsidRPr="00A4769E">
        <w:rPr>
          <w:szCs w:val="20"/>
        </w:rPr>
        <w:t>’</w:t>
      </w:r>
      <w:r w:rsidR="001B73FA" w:rsidRPr="001B73FA">
        <w:rPr>
          <w:szCs w:val="20"/>
        </w:rPr>
        <w:t xml:space="preserve">on vous casse un </w:t>
      </w:r>
      <w:r w:rsidRPr="00A4769E">
        <w:rPr>
          <w:szCs w:val="20"/>
        </w:rPr>
        <w:t>œ</w:t>
      </w:r>
      <w:r w:rsidR="001B73FA" w:rsidRPr="001B73FA">
        <w:rPr>
          <w:szCs w:val="20"/>
        </w:rPr>
        <w:t>uf sur le plastron de votre chemise</w:t>
      </w:r>
      <w:r w:rsidRPr="00A4769E">
        <w:rPr>
          <w:szCs w:val="20"/>
        </w:rPr>
        <w:t>. »</w:t>
      </w:r>
    </w:p>
    <w:p w14:paraId="7850ADB7" w14:textId="77777777" w:rsidR="00462692" w:rsidRPr="00A4769E" w:rsidRDefault="001B73FA" w:rsidP="001B73FA">
      <w:pPr>
        <w:rPr>
          <w:szCs w:val="20"/>
        </w:rPr>
      </w:pPr>
      <w:r w:rsidRPr="001B73FA">
        <w:rPr>
          <w:szCs w:val="20"/>
        </w:rPr>
        <w:t>Une verdeur de chaste</w:t>
      </w:r>
      <w:r w:rsidR="00462692" w:rsidRPr="00A4769E">
        <w:rPr>
          <w:szCs w:val="20"/>
        </w:rPr>
        <w:t xml:space="preserve">, </w:t>
      </w:r>
      <w:r w:rsidRPr="001B73FA">
        <w:rPr>
          <w:szCs w:val="20"/>
        </w:rPr>
        <w:t>servie par sa voix forte qui écrasait les cristaux de Bohême</w:t>
      </w:r>
      <w:r w:rsidR="00462692" w:rsidRPr="00A4769E">
        <w:rPr>
          <w:szCs w:val="20"/>
        </w:rPr>
        <w:t xml:space="preserve">, </w:t>
      </w:r>
      <w:r w:rsidRPr="001B73FA">
        <w:rPr>
          <w:szCs w:val="20"/>
        </w:rPr>
        <w:t>lui permettait de faire suffoquer en trois mots l</w:t>
      </w:r>
      <w:r w:rsidR="00462692" w:rsidRPr="00A4769E">
        <w:rPr>
          <w:szCs w:val="20"/>
        </w:rPr>
        <w:t>’</w:t>
      </w:r>
      <w:r w:rsidRPr="001B73FA">
        <w:rPr>
          <w:szCs w:val="20"/>
        </w:rPr>
        <w:t>assemblée la plus blasée</w:t>
      </w:r>
      <w:r w:rsidR="00462692" w:rsidRPr="00A4769E">
        <w:rPr>
          <w:szCs w:val="20"/>
        </w:rPr>
        <w:t xml:space="preserve"> ; </w:t>
      </w:r>
      <w:r w:rsidRPr="001B73FA">
        <w:rPr>
          <w:szCs w:val="20"/>
        </w:rPr>
        <w:t xml:space="preserve">et dans le </w:t>
      </w:r>
      <w:r w:rsidRPr="001B73FA">
        <w:rPr>
          <w:i/>
          <w:iCs/>
          <w:szCs w:val="20"/>
        </w:rPr>
        <w:t>souffle coupé</w:t>
      </w:r>
      <w:r w:rsidRPr="001B73FA">
        <w:rPr>
          <w:szCs w:val="20"/>
        </w:rPr>
        <w:t xml:space="preserve"> qui suivait</w:t>
      </w:r>
      <w:r w:rsidR="00462692" w:rsidRPr="00A4769E">
        <w:rPr>
          <w:szCs w:val="20"/>
        </w:rPr>
        <w:t xml:space="preserve">, </w:t>
      </w:r>
      <w:r w:rsidRPr="001B73FA">
        <w:rPr>
          <w:szCs w:val="20"/>
        </w:rPr>
        <w:t>elle continuait à respirer paisiblement</w:t>
      </w:r>
      <w:r w:rsidR="00462692" w:rsidRPr="00A4769E">
        <w:rPr>
          <w:szCs w:val="20"/>
        </w:rPr>
        <w:t xml:space="preserve">, </w:t>
      </w:r>
      <w:r w:rsidRPr="001B73FA">
        <w:rPr>
          <w:szCs w:val="20"/>
        </w:rPr>
        <w:t>à regarder de ses yeux de pâquerette</w:t>
      </w:r>
      <w:r w:rsidR="00462692" w:rsidRPr="00A4769E">
        <w:rPr>
          <w:szCs w:val="20"/>
        </w:rPr>
        <w:t xml:space="preserve"> ; </w:t>
      </w:r>
      <w:r w:rsidRPr="001B73FA">
        <w:rPr>
          <w:szCs w:val="20"/>
        </w:rPr>
        <w:t>intacte et prête à une nouvelle charge de taureau</w:t>
      </w:r>
      <w:r w:rsidR="00462692" w:rsidRPr="00A4769E">
        <w:rPr>
          <w:szCs w:val="20"/>
        </w:rPr>
        <w:t xml:space="preserve">. </w:t>
      </w:r>
      <w:r w:rsidRPr="001B73FA">
        <w:rPr>
          <w:szCs w:val="20"/>
        </w:rPr>
        <w:t>Elle avait ainsi le don de découvrir comme avec un coup de pioche l</w:t>
      </w:r>
      <w:r w:rsidR="00462692" w:rsidRPr="00A4769E">
        <w:rPr>
          <w:szCs w:val="20"/>
        </w:rPr>
        <w:t>’</w:t>
      </w:r>
      <w:r w:rsidRPr="001B73FA">
        <w:rPr>
          <w:szCs w:val="20"/>
        </w:rPr>
        <w:t>endroit secret des c</w:t>
      </w:r>
      <w:r w:rsidR="00462692" w:rsidRPr="00A4769E">
        <w:rPr>
          <w:szCs w:val="20"/>
        </w:rPr>
        <w:t>œ</w:t>
      </w:r>
      <w:r w:rsidRPr="001B73FA">
        <w:rPr>
          <w:szCs w:val="20"/>
        </w:rPr>
        <w:t>urs où hivernaient les salamandres dont le feu brûlait les jupes et les habits</w:t>
      </w:r>
      <w:r w:rsidR="00462692" w:rsidRPr="00A4769E">
        <w:rPr>
          <w:szCs w:val="20"/>
        </w:rPr>
        <w:t xml:space="preserve"> ; </w:t>
      </w:r>
      <w:r w:rsidRPr="001B73FA">
        <w:rPr>
          <w:szCs w:val="20"/>
        </w:rPr>
        <w:t>d</w:t>
      </w:r>
      <w:r w:rsidR="00462692" w:rsidRPr="00A4769E">
        <w:rPr>
          <w:szCs w:val="20"/>
        </w:rPr>
        <w:t>’</w:t>
      </w:r>
      <w:r w:rsidRPr="001B73FA">
        <w:rPr>
          <w:szCs w:val="20"/>
        </w:rPr>
        <w:t>un coup</w:t>
      </w:r>
      <w:r w:rsidR="00462692" w:rsidRPr="00A4769E">
        <w:rPr>
          <w:szCs w:val="20"/>
        </w:rPr>
        <w:t xml:space="preserve">, </w:t>
      </w:r>
      <w:r w:rsidRPr="001B73FA">
        <w:rPr>
          <w:szCs w:val="20"/>
        </w:rPr>
        <w:t>les femmes et les hommes se sentaient nus</w:t>
      </w:r>
      <w:r w:rsidR="00462692" w:rsidRPr="00A4769E">
        <w:rPr>
          <w:szCs w:val="20"/>
        </w:rPr>
        <w:t xml:space="preserve"> ; </w:t>
      </w:r>
      <w:r w:rsidRPr="001B73FA">
        <w:rPr>
          <w:szCs w:val="20"/>
        </w:rPr>
        <w:t>combien</w:t>
      </w:r>
      <w:r w:rsidR="00462692" w:rsidRPr="00A4769E">
        <w:rPr>
          <w:szCs w:val="20"/>
        </w:rPr>
        <w:t xml:space="preserve">, </w:t>
      </w:r>
      <w:r w:rsidRPr="001B73FA">
        <w:rPr>
          <w:szCs w:val="20"/>
        </w:rPr>
        <w:t xml:space="preserve">après une de ces </w:t>
      </w:r>
      <w:r w:rsidRPr="001B73FA">
        <w:rPr>
          <w:i/>
          <w:iCs/>
          <w:szCs w:val="20"/>
        </w:rPr>
        <w:t>simplicités</w:t>
      </w:r>
      <w:r w:rsidR="00462692" w:rsidRPr="00A4769E">
        <w:rPr>
          <w:szCs w:val="20"/>
        </w:rPr>
        <w:t xml:space="preserve">, </w:t>
      </w:r>
      <w:r w:rsidRPr="001B73FA">
        <w:rPr>
          <w:szCs w:val="20"/>
        </w:rPr>
        <w:t>ne s</w:t>
      </w:r>
      <w:r w:rsidR="00462692" w:rsidRPr="00A4769E">
        <w:rPr>
          <w:szCs w:val="20"/>
        </w:rPr>
        <w:t>’</w:t>
      </w:r>
      <w:r w:rsidRPr="001B73FA">
        <w:rPr>
          <w:szCs w:val="20"/>
        </w:rPr>
        <w:t>étaient pas surpris à se couvrir brusquement de la main comme Adam et Ève après la faute</w:t>
      </w:r>
      <w:r w:rsidR="00462692" w:rsidRPr="00A4769E">
        <w:rPr>
          <w:szCs w:val="20"/>
        </w:rPr>
        <w:t> ? « </w:t>
      </w:r>
      <w:r w:rsidRPr="001B73FA">
        <w:rPr>
          <w:szCs w:val="20"/>
        </w:rPr>
        <w:t>Il est inutile d</w:t>
      </w:r>
      <w:r w:rsidR="00462692" w:rsidRPr="00A4769E">
        <w:rPr>
          <w:szCs w:val="20"/>
        </w:rPr>
        <w:t>’</w:t>
      </w:r>
      <w:r w:rsidRPr="001B73FA">
        <w:rPr>
          <w:szCs w:val="20"/>
        </w:rPr>
        <w:t>avoir cinquante mille canuts à Lyon</w:t>
      </w:r>
      <w:r w:rsidR="00462692" w:rsidRPr="00A4769E">
        <w:rPr>
          <w:szCs w:val="20"/>
        </w:rPr>
        <w:t xml:space="preserve">, </w:t>
      </w:r>
      <w:r w:rsidRPr="001B73FA">
        <w:rPr>
          <w:szCs w:val="20"/>
        </w:rPr>
        <w:t xml:space="preserve">disait la petite </w:t>
      </w:r>
      <w:r w:rsidR="00462692" w:rsidRPr="00A4769E">
        <w:rPr>
          <w:szCs w:val="20"/>
        </w:rPr>
        <w:t>M</w:t>
      </w:r>
      <w:r w:rsidR="00462692" w:rsidRPr="00A4769E">
        <w:rPr>
          <w:szCs w:val="20"/>
          <w:vertAlign w:val="superscript"/>
        </w:rPr>
        <w:t>me</w:t>
      </w:r>
      <w:r w:rsidR="00462692" w:rsidRPr="00A4769E">
        <w:rPr>
          <w:szCs w:val="20"/>
        </w:rPr>
        <w:t> de </w:t>
      </w:r>
      <w:r w:rsidRPr="001B73FA">
        <w:rPr>
          <w:szCs w:val="20"/>
        </w:rPr>
        <w:t>Gaucourt</w:t>
      </w:r>
      <w:r w:rsidR="00462692" w:rsidRPr="00A4769E">
        <w:rPr>
          <w:szCs w:val="20"/>
        </w:rPr>
        <w:t xml:space="preserve">, </w:t>
      </w:r>
      <w:r w:rsidRPr="001B73FA">
        <w:rPr>
          <w:szCs w:val="20"/>
        </w:rPr>
        <w:t>si c</w:t>
      </w:r>
      <w:r w:rsidR="00462692" w:rsidRPr="00A4769E">
        <w:rPr>
          <w:szCs w:val="20"/>
        </w:rPr>
        <w:t>’</w:t>
      </w:r>
      <w:r w:rsidRPr="001B73FA">
        <w:rPr>
          <w:szCs w:val="20"/>
        </w:rPr>
        <w:t>est pour faire comme j</w:t>
      </w:r>
      <w:r w:rsidR="00462692" w:rsidRPr="00A4769E">
        <w:rPr>
          <w:szCs w:val="20"/>
        </w:rPr>
        <w:t>’</w:t>
      </w:r>
      <w:r w:rsidRPr="001B73FA">
        <w:rPr>
          <w:szCs w:val="20"/>
        </w:rPr>
        <w:t>ai fait cette semaine</w:t>
      </w:r>
      <w:r w:rsidR="00462692" w:rsidRPr="00A4769E">
        <w:rPr>
          <w:szCs w:val="20"/>
        </w:rPr>
        <w:t xml:space="preserve">. </w:t>
      </w:r>
      <w:r w:rsidRPr="001B73FA">
        <w:rPr>
          <w:szCs w:val="20"/>
        </w:rPr>
        <w:t>J</w:t>
      </w:r>
      <w:r w:rsidR="00462692" w:rsidRPr="00A4769E">
        <w:rPr>
          <w:szCs w:val="20"/>
        </w:rPr>
        <w:t>’</w:t>
      </w:r>
      <w:r w:rsidRPr="001B73FA">
        <w:rPr>
          <w:szCs w:val="20"/>
        </w:rPr>
        <w:t>ai passé toutes mes matinées à pleurer dans mon lit de satin</w:t>
      </w:r>
      <w:r w:rsidR="00462692" w:rsidRPr="00A4769E">
        <w:rPr>
          <w:szCs w:val="20"/>
        </w:rPr>
        <w:t xml:space="preserve">. </w:t>
      </w:r>
      <w:r w:rsidRPr="001B73FA">
        <w:rPr>
          <w:szCs w:val="20"/>
        </w:rPr>
        <w:t xml:space="preserve">Comment faites-vous pour digérer ses </w:t>
      </w:r>
      <w:r w:rsidRPr="001B73FA">
        <w:rPr>
          <w:i/>
          <w:iCs/>
          <w:szCs w:val="20"/>
        </w:rPr>
        <w:t>pestes</w:t>
      </w:r>
      <w:r w:rsidR="00462692" w:rsidRPr="00A4769E">
        <w:rPr>
          <w:i/>
          <w:iCs/>
          <w:szCs w:val="20"/>
        </w:rPr>
        <w:t> ? </w:t>
      </w:r>
      <w:r w:rsidR="00F272AD" w:rsidRPr="00A833C2">
        <w:rPr>
          <w:iCs/>
          <w:szCs w:val="20"/>
        </w:rPr>
        <w:t>»</w:t>
      </w:r>
      <w:r w:rsidRPr="001B73FA">
        <w:rPr>
          <w:szCs w:val="20"/>
        </w:rPr>
        <w:t xml:space="preserve"> </w:t>
      </w:r>
      <w:r w:rsidRPr="001B73FA">
        <w:rPr>
          <w:szCs w:val="20"/>
        </w:rPr>
        <w:lastRenderedPageBreak/>
        <w:t>Personne ne les digérait</w:t>
      </w:r>
      <w:r w:rsidR="00462692" w:rsidRPr="00A4769E">
        <w:rPr>
          <w:szCs w:val="20"/>
        </w:rPr>
        <w:t>. « </w:t>
      </w:r>
      <w:r w:rsidRPr="001B73FA">
        <w:rPr>
          <w:szCs w:val="20"/>
        </w:rPr>
        <w:t>Au revoir</w:t>
      </w:r>
      <w:r w:rsidR="00462692" w:rsidRPr="00A4769E">
        <w:rPr>
          <w:szCs w:val="20"/>
        </w:rPr>
        <w:t xml:space="preserve">, </w:t>
      </w:r>
      <w:r w:rsidRPr="001B73FA">
        <w:rPr>
          <w:szCs w:val="20"/>
        </w:rPr>
        <w:t>les amis</w:t>
      </w:r>
      <w:r w:rsidR="00462692" w:rsidRPr="00A4769E">
        <w:rPr>
          <w:szCs w:val="20"/>
        </w:rPr>
        <w:t xml:space="preserve"> », </w:t>
      </w:r>
      <w:r w:rsidRPr="001B73FA">
        <w:rPr>
          <w:szCs w:val="20"/>
        </w:rPr>
        <w:t>disait rondement la vieille Marquise</w:t>
      </w:r>
      <w:r w:rsidR="00462692" w:rsidRPr="00A4769E">
        <w:rPr>
          <w:szCs w:val="20"/>
        </w:rPr>
        <w:t xml:space="preserve">. </w:t>
      </w:r>
      <w:r w:rsidRPr="001B73FA">
        <w:rPr>
          <w:szCs w:val="20"/>
        </w:rPr>
        <w:t>Et tous s</w:t>
      </w:r>
      <w:r w:rsidR="00462692" w:rsidRPr="00A4769E">
        <w:rPr>
          <w:szCs w:val="20"/>
        </w:rPr>
        <w:t>’</w:t>
      </w:r>
      <w:r w:rsidRPr="001B73FA">
        <w:rPr>
          <w:szCs w:val="20"/>
        </w:rPr>
        <w:t>étranglaient derrière elle avec une de ces vérités qui ne font grâce ni à la politique des États</w:t>
      </w:r>
      <w:r w:rsidR="00462692" w:rsidRPr="00A4769E">
        <w:rPr>
          <w:szCs w:val="20"/>
        </w:rPr>
        <w:t xml:space="preserve">, </w:t>
      </w:r>
      <w:r w:rsidRPr="001B73FA">
        <w:rPr>
          <w:szCs w:val="20"/>
        </w:rPr>
        <w:t>ni à la politique des familles</w:t>
      </w:r>
      <w:r w:rsidR="00462692" w:rsidRPr="00A4769E">
        <w:rPr>
          <w:szCs w:val="20"/>
        </w:rPr>
        <w:t xml:space="preserve">, </w:t>
      </w:r>
      <w:r w:rsidRPr="001B73FA">
        <w:rPr>
          <w:szCs w:val="20"/>
        </w:rPr>
        <w:t>ni à la politique des c</w:t>
      </w:r>
      <w:r w:rsidR="00462692" w:rsidRPr="00A4769E">
        <w:rPr>
          <w:szCs w:val="20"/>
        </w:rPr>
        <w:t>œ</w:t>
      </w:r>
      <w:r w:rsidRPr="001B73FA">
        <w:rPr>
          <w:szCs w:val="20"/>
        </w:rPr>
        <w:t>urs</w:t>
      </w:r>
      <w:r w:rsidR="00462692" w:rsidRPr="00A4769E">
        <w:rPr>
          <w:szCs w:val="20"/>
        </w:rPr>
        <w:t>.</w:t>
      </w:r>
    </w:p>
    <w:p w14:paraId="4A254874" w14:textId="76B75E49" w:rsidR="00462692" w:rsidRPr="00A4769E" w:rsidRDefault="001B73FA" w:rsidP="001B73FA">
      <w:pPr>
        <w:rPr>
          <w:szCs w:val="20"/>
        </w:rPr>
      </w:pPr>
      <w:r w:rsidRPr="001B73FA">
        <w:rPr>
          <w:szCs w:val="20"/>
        </w:rPr>
        <w:t>Mais après ces coups-là</w:t>
      </w:r>
      <w:r w:rsidR="00462692" w:rsidRPr="00A4769E">
        <w:rPr>
          <w:szCs w:val="20"/>
        </w:rPr>
        <w:t xml:space="preserve">, </w:t>
      </w:r>
      <w:r w:rsidRPr="001B73FA">
        <w:rPr>
          <w:szCs w:val="20"/>
        </w:rPr>
        <w:t>la femme que Dominique ramenait au château de Théus se rencognait au fond du petit coche lourdaud</w:t>
      </w:r>
      <w:r w:rsidR="00462692" w:rsidRPr="00A4769E">
        <w:rPr>
          <w:szCs w:val="20"/>
        </w:rPr>
        <w:t xml:space="preserve">. </w:t>
      </w:r>
      <w:r w:rsidRPr="001B73FA">
        <w:rPr>
          <w:szCs w:val="20"/>
        </w:rPr>
        <w:t xml:space="preserve">Sur ses yeux insondables et tristes courait le reflet du paysage comme sur un miroir </w:t>
      </w:r>
      <w:r w:rsidR="005F1182" w:rsidRPr="001B73FA">
        <w:rPr>
          <w:szCs w:val="20"/>
        </w:rPr>
        <w:t>in</w:t>
      </w:r>
      <w:r w:rsidR="005F1182">
        <w:rPr>
          <w:szCs w:val="20"/>
        </w:rPr>
        <w:t>vi</w:t>
      </w:r>
      <w:r w:rsidR="005F1182" w:rsidRPr="001B73FA">
        <w:rPr>
          <w:szCs w:val="20"/>
        </w:rPr>
        <w:t>sible</w:t>
      </w:r>
      <w:r w:rsidR="00462692" w:rsidRPr="00A4769E">
        <w:rPr>
          <w:szCs w:val="20"/>
        </w:rPr>
        <w:t xml:space="preserve">. </w:t>
      </w:r>
      <w:r w:rsidRPr="001B73FA">
        <w:rPr>
          <w:szCs w:val="20"/>
        </w:rPr>
        <w:t>Il y avait deux heures de grand trot pour rentrer</w:t>
      </w:r>
      <w:r w:rsidR="00462692" w:rsidRPr="00A4769E">
        <w:rPr>
          <w:szCs w:val="20"/>
        </w:rPr>
        <w:t xml:space="preserve">. </w:t>
      </w:r>
      <w:r w:rsidRPr="001B73FA">
        <w:rPr>
          <w:szCs w:val="20"/>
        </w:rPr>
        <w:t>D</w:t>
      </w:r>
      <w:r w:rsidR="00462692" w:rsidRPr="00A4769E">
        <w:rPr>
          <w:szCs w:val="20"/>
        </w:rPr>
        <w:t>’</w:t>
      </w:r>
      <w:r w:rsidRPr="001B73FA">
        <w:rPr>
          <w:szCs w:val="20"/>
        </w:rPr>
        <w:t>abord au milieu des prés</w:t>
      </w:r>
      <w:r w:rsidR="00462692" w:rsidRPr="00A4769E">
        <w:rPr>
          <w:szCs w:val="20"/>
        </w:rPr>
        <w:t xml:space="preserve">, </w:t>
      </w:r>
      <w:r w:rsidRPr="001B73FA">
        <w:rPr>
          <w:szCs w:val="20"/>
        </w:rPr>
        <w:t>le long d</w:t>
      </w:r>
      <w:r w:rsidR="00462692" w:rsidRPr="00A4769E">
        <w:rPr>
          <w:szCs w:val="20"/>
        </w:rPr>
        <w:t>’</w:t>
      </w:r>
      <w:r w:rsidRPr="001B73FA">
        <w:rPr>
          <w:szCs w:val="20"/>
        </w:rPr>
        <w:t>une route onduleuse bordée de peupliers</w:t>
      </w:r>
      <w:r w:rsidR="00462692" w:rsidRPr="00A4769E">
        <w:rPr>
          <w:szCs w:val="20"/>
        </w:rPr>
        <w:t xml:space="preserve">, </w:t>
      </w:r>
      <w:r w:rsidRPr="001B73FA">
        <w:rPr>
          <w:szCs w:val="20"/>
        </w:rPr>
        <w:t>puis on prenait une traverse dans de hautes collines jaunâtres et nues</w:t>
      </w:r>
      <w:r w:rsidR="00462692" w:rsidRPr="00A4769E">
        <w:rPr>
          <w:szCs w:val="20"/>
        </w:rPr>
        <w:t xml:space="preserve">. </w:t>
      </w:r>
      <w:r w:rsidRPr="001B73FA">
        <w:rPr>
          <w:szCs w:val="20"/>
        </w:rPr>
        <w:t>Au bout de l</w:t>
      </w:r>
      <w:r w:rsidR="00462692" w:rsidRPr="00A4769E">
        <w:rPr>
          <w:szCs w:val="20"/>
        </w:rPr>
        <w:t>’</w:t>
      </w:r>
      <w:r w:rsidRPr="001B73FA">
        <w:rPr>
          <w:szCs w:val="20"/>
        </w:rPr>
        <w:t>aride montée</w:t>
      </w:r>
      <w:r w:rsidR="00462692" w:rsidRPr="00A4769E">
        <w:rPr>
          <w:szCs w:val="20"/>
        </w:rPr>
        <w:t xml:space="preserve">, </w:t>
      </w:r>
      <w:r w:rsidRPr="001B73FA">
        <w:rPr>
          <w:szCs w:val="20"/>
        </w:rPr>
        <w:t>le chemin abordait un pont-levis maintenant scellé et entrait droit dans la cour</w:t>
      </w:r>
      <w:r w:rsidR="00462692" w:rsidRPr="00A4769E">
        <w:rPr>
          <w:szCs w:val="20"/>
        </w:rPr>
        <w:t xml:space="preserve">. </w:t>
      </w:r>
      <w:r w:rsidRPr="001B73FA">
        <w:rPr>
          <w:szCs w:val="20"/>
        </w:rPr>
        <w:t>Le château de Théus dominait la vallée et commandait mille lieues carrées d</w:t>
      </w:r>
      <w:r w:rsidR="00462692" w:rsidRPr="00A4769E">
        <w:rPr>
          <w:szCs w:val="20"/>
        </w:rPr>
        <w:t>’</w:t>
      </w:r>
      <w:r w:rsidRPr="001B73FA">
        <w:rPr>
          <w:szCs w:val="20"/>
        </w:rPr>
        <w:t>Alpes noires</w:t>
      </w:r>
      <w:r w:rsidR="00462692" w:rsidRPr="00A4769E">
        <w:rPr>
          <w:szCs w:val="20"/>
        </w:rPr>
        <w:t xml:space="preserve">, </w:t>
      </w:r>
      <w:r w:rsidRPr="001B73FA">
        <w:rPr>
          <w:szCs w:val="20"/>
        </w:rPr>
        <w:t>tumultueuses et muettes</w:t>
      </w:r>
      <w:r w:rsidR="00462692" w:rsidRPr="00A4769E">
        <w:rPr>
          <w:szCs w:val="20"/>
        </w:rPr>
        <w:t>.</w:t>
      </w:r>
    </w:p>
    <w:p w14:paraId="13597777" w14:textId="77777777" w:rsidR="00462692" w:rsidRPr="00A4769E" w:rsidRDefault="001B73FA" w:rsidP="001B73FA">
      <w:pPr>
        <w:rPr>
          <w:szCs w:val="20"/>
        </w:rPr>
      </w:pPr>
      <w:r w:rsidRPr="001B73FA">
        <w:rPr>
          <w:szCs w:val="20"/>
        </w:rPr>
        <w:t>La Marquise entrait dans le hall et se décoiffait sur une console</w:t>
      </w:r>
      <w:r w:rsidR="00462692" w:rsidRPr="00A4769E">
        <w:rPr>
          <w:szCs w:val="20"/>
        </w:rPr>
        <w:t xml:space="preserve">. </w:t>
      </w:r>
      <w:r w:rsidRPr="001B73FA">
        <w:rPr>
          <w:szCs w:val="20"/>
        </w:rPr>
        <w:t>Elle avait les cheveux drus</w:t>
      </w:r>
      <w:r w:rsidR="00462692" w:rsidRPr="00A4769E">
        <w:rPr>
          <w:szCs w:val="20"/>
        </w:rPr>
        <w:t xml:space="preserve">, </w:t>
      </w:r>
      <w:r w:rsidRPr="001B73FA">
        <w:rPr>
          <w:szCs w:val="20"/>
        </w:rPr>
        <w:t>raides et gris</w:t>
      </w:r>
      <w:r w:rsidR="00462692" w:rsidRPr="00A4769E">
        <w:rPr>
          <w:szCs w:val="20"/>
        </w:rPr>
        <w:t xml:space="preserve">. </w:t>
      </w:r>
      <w:r w:rsidRPr="001B73FA">
        <w:rPr>
          <w:szCs w:val="20"/>
        </w:rPr>
        <w:t>Elle faisait trois pas à gauche</w:t>
      </w:r>
      <w:r w:rsidR="00462692" w:rsidRPr="00A4769E">
        <w:rPr>
          <w:szCs w:val="20"/>
        </w:rPr>
        <w:t xml:space="preserve">, </w:t>
      </w:r>
      <w:r w:rsidRPr="001B73FA">
        <w:rPr>
          <w:szCs w:val="20"/>
        </w:rPr>
        <w:t>jusque devant un grand portrait</w:t>
      </w:r>
      <w:r w:rsidR="00462692" w:rsidRPr="00A4769E">
        <w:rPr>
          <w:szCs w:val="20"/>
        </w:rPr>
        <w:t xml:space="preserve">. </w:t>
      </w:r>
      <w:r w:rsidRPr="001B73FA">
        <w:rPr>
          <w:szCs w:val="20"/>
        </w:rPr>
        <w:t>C</w:t>
      </w:r>
      <w:r w:rsidR="00462692" w:rsidRPr="00A4769E">
        <w:rPr>
          <w:szCs w:val="20"/>
        </w:rPr>
        <w:t>’</w:t>
      </w:r>
      <w:r w:rsidRPr="001B73FA">
        <w:rPr>
          <w:szCs w:val="20"/>
        </w:rPr>
        <w:t>était un homme très mâle et d</w:t>
      </w:r>
      <w:r w:rsidR="00462692" w:rsidRPr="00A4769E">
        <w:rPr>
          <w:szCs w:val="20"/>
        </w:rPr>
        <w:t>’</w:t>
      </w:r>
      <w:r w:rsidRPr="001B73FA">
        <w:rPr>
          <w:szCs w:val="20"/>
        </w:rPr>
        <w:t>une prestance divine</w:t>
      </w:r>
      <w:r w:rsidR="00462692" w:rsidRPr="00A4769E">
        <w:rPr>
          <w:szCs w:val="20"/>
        </w:rPr>
        <w:t xml:space="preserve">. </w:t>
      </w:r>
      <w:r w:rsidRPr="001B73FA">
        <w:rPr>
          <w:szCs w:val="20"/>
        </w:rPr>
        <w:t>Il était peint en couleur d</w:t>
      </w:r>
      <w:r w:rsidR="00462692" w:rsidRPr="00A4769E">
        <w:rPr>
          <w:szCs w:val="20"/>
        </w:rPr>
        <w:t>’</w:t>
      </w:r>
      <w:r w:rsidRPr="001B73FA">
        <w:rPr>
          <w:szCs w:val="20"/>
        </w:rPr>
        <w:t>émail</w:t>
      </w:r>
      <w:r w:rsidR="00462692" w:rsidRPr="00A4769E">
        <w:rPr>
          <w:szCs w:val="20"/>
        </w:rPr>
        <w:t xml:space="preserve">. </w:t>
      </w:r>
      <w:r w:rsidRPr="001B73FA">
        <w:rPr>
          <w:szCs w:val="20"/>
        </w:rPr>
        <w:t>De lui</w:t>
      </w:r>
      <w:r w:rsidR="00462692" w:rsidRPr="00A4769E">
        <w:rPr>
          <w:szCs w:val="20"/>
        </w:rPr>
        <w:t xml:space="preserve">, </w:t>
      </w:r>
      <w:r w:rsidRPr="001B73FA">
        <w:rPr>
          <w:szCs w:val="20"/>
        </w:rPr>
        <w:t>on ne voyait d</w:t>
      </w:r>
      <w:r w:rsidR="00462692" w:rsidRPr="00A4769E">
        <w:rPr>
          <w:szCs w:val="20"/>
        </w:rPr>
        <w:t>’</w:t>
      </w:r>
      <w:r w:rsidRPr="001B73FA">
        <w:rPr>
          <w:szCs w:val="20"/>
        </w:rPr>
        <w:t>abord que le jet du corps</w:t>
      </w:r>
      <w:r w:rsidR="00462692" w:rsidRPr="00A4769E">
        <w:rPr>
          <w:szCs w:val="20"/>
        </w:rPr>
        <w:t xml:space="preserve">, </w:t>
      </w:r>
      <w:r w:rsidRPr="001B73FA">
        <w:rPr>
          <w:szCs w:val="20"/>
        </w:rPr>
        <w:t>étonnant de grâce</w:t>
      </w:r>
      <w:r w:rsidR="00462692" w:rsidRPr="00A4769E">
        <w:rPr>
          <w:szCs w:val="20"/>
        </w:rPr>
        <w:t xml:space="preserve">. </w:t>
      </w:r>
      <w:r w:rsidRPr="001B73FA">
        <w:rPr>
          <w:szCs w:val="20"/>
        </w:rPr>
        <w:t>Après seulement</w:t>
      </w:r>
      <w:r w:rsidR="00462692" w:rsidRPr="00A4769E">
        <w:rPr>
          <w:szCs w:val="20"/>
        </w:rPr>
        <w:t xml:space="preserve">, </w:t>
      </w:r>
      <w:r w:rsidRPr="001B73FA">
        <w:rPr>
          <w:szCs w:val="20"/>
        </w:rPr>
        <w:t>et parce qu</w:t>
      </w:r>
      <w:r w:rsidR="00462692" w:rsidRPr="00A4769E">
        <w:rPr>
          <w:szCs w:val="20"/>
        </w:rPr>
        <w:t>’</w:t>
      </w:r>
      <w:r w:rsidRPr="001B73FA">
        <w:rPr>
          <w:szCs w:val="20"/>
        </w:rPr>
        <w:t>il y avait là-haut une lueur</w:t>
      </w:r>
      <w:r w:rsidR="00462692" w:rsidRPr="00A4769E">
        <w:rPr>
          <w:szCs w:val="20"/>
        </w:rPr>
        <w:t xml:space="preserve">, </w:t>
      </w:r>
      <w:r w:rsidRPr="001B73FA">
        <w:rPr>
          <w:szCs w:val="20"/>
        </w:rPr>
        <w:t>on allait au visage un peu plein</w:t>
      </w:r>
      <w:r w:rsidR="00462692" w:rsidRPr="00A4769E">
        <w:rPr>
          <w:szCs w:val="20"/>
        </w:rPr>
        <w:t xml:space="preserve">, </w:t>
      </w:r>
      <w:r w:rsidRPr="001B73FA">
        <w:rPr>
          <w:szCs w:val="20"/>
        </w:rPr>
        <w:t>moustaché de blond par deux petites épines courbes à la Turenne</w:t>
      </w:r>
      <w:r w:rsidR="00462692" w:rsidRPr="00A4769E">
        <w:rPr>
          <w:szCs w:val="20"/>
        </w:rPr>
        <w:t xml:space="preserve"> ; </w:t>
      </w:r>
      <w:r w:rsidRPr="001B73FA">
        <w:rPr>
          <w:szCs w:val="20"/>
        </w:rPr>
        <w:t>les yeux de biche étaient presque à fleur d</w:t>
      </w:r>
      <w:r w:rsidR="00462692" w:rsidRPr="00A4769E">
        <w:rPr>
          <w:szCs w:val="20"/>
        </w:rPr>
        <w:t>’</w:t>
      </w:r>
      <w:r w:rsidRPr="001B73FA">
        <w:rPr>
          <w:szCs w:val="20"/>
        </w:rPr>
        <w:t>une énorme perruque de mouton noir</w:t>
      </w:r>
      <w:r w:rsidR="00462692" w:rsidRPr="00A4769E">
        <w:rPr>
          <w:szCs w:val="20"/>
        </w:rPr>
        <w:t>.</w:t>
      </w:r>
    </w:p>
    <w:p w14:paraId="6A48C43A" w14:textId="77777777" w:rsidR="00462692" w:rsidRPr="00A4769E" w:rsidRDefault="00462692" w:rsidP="001B73FA">
      <w:pPr>
        <w:rPr>
          <w:szCs w:val="20"/>
        </w:rPr>
      </w:pPr>
      <w:r w:rsidRPr="00A4769E">
        <w:rPr>
          <w:szCs w:val="20"/>
        </w:rPr>
        <w:t>« </w:t>
      </w:r>
      <w:r w:rsidR="001B73FA" w:rsidRPr="001B73FA">
        <w:rPr>
          <w:szCs w:val="20"/>
        </w:rPr>
        <w:t>Alors</w:t>
      </w:r>
      <w:r w:rsidRPr="00A4769E">
        <w:rPr>
          <w:szCs w:val="20"/>
        </w:rPr>
        <w:t xml:space="preserve">, </w:t>
      </w:r>
      <w:r w:rsidR="001B73FA" w:rsidRPr="001B73FA">
        <w:rPr>
          <w:szCs w:val="20"/>
        </w:rPr>
        <w:t>Diablon</w:t>
      </w:r>
      <w:r w:rsidRPr="00A4769E">
        <w:rPr>
          <w:szCs w:val="20"/>
        </w:rPr>
        <w:t> ? »</w:t>
      </w:r>
      <w:r w:rsidR="001B73FA" w:rsidRPr="001B73FA">
        <w:rPr>
          <w:szCs w:val="20"/>
        </w:rPr>
        <w:t xml:space="preserve"> lui demandait la Marquise</w:t>
      </w:r>
      <w:r w:rsidRPr="00A4769E">
        <w:rPr>
          <w:szCs w:val="20"/>
        </w:rPr>
        <w:t xml:space="preserve"> ; </w:t>
      </w:r>
      <w:r w:rsidR="001B73FA" w:rsidRPr="001B73FA">
        <w:rPr>
          <w:szCs w:val="20"/>
        </w:rPr>
        <w:t>et elle écoutait longuement la réponse de la bouche peinte</w:t>
      </w:r>
      <w:r w:rsidRPr="00A4769E">
        <w:rPr>
          <w:szCs w:val="20"/>
        </w:rPr>
        <w:t>.</w:t>
      </w:r>
    </w:p>
    <w:p w14:paraId="049CE786" w14:textId="77777777" w:rsidR="00462692" w:rsidRPr="00A4769E" w:rsidRDefault="001B73FA" w:rsidP="001B73FA">
      <w:pPr>
        <w:rPr>
          <w:szCs w:val="20"/>
        </w:rPr>
      </w:pPr>
      <w:r w:rsidRPr="001B73FA">
        <w:rPr>
          <w:szCs w:val="20"/>
        </w:rPr>
        <w:t>Il y avait un large escalier que la Marquise</w:t>
      </w:r>
      <w:r w:rsidR="00462692" w:rsidRPr="00A4769E">
        <w:rPr>
          <w:szCs w:val="20"/>
        </w:rPr>
        <w:t xml:space="preserve">, </w:t>
      </w:r>
      <w:r w:rsidRPr="001B73FA">
        <w:rPr>
          <w:szCs w:val="20"/>
        </w:rPr>
        <w:t>ensuite</w:t>
      </w:r>
      <w:r w:rsidR="00462692" w:rsidRPr="00A4769E">
        <w:rPr>
          <w:szCs w:val="20"/>
        </w:rPr>
        <w:t xml:space="preserve">, </w:t>
      </w:r>
      <w:r w:rsidRPr="001B73FA">
        <w:rPr>
          <w:szCs w:val="20"/>
        </w:rPr>
        <w:t>montait tête basse</w:t>
      </w:r>
      <w:r w:rsidR="00462692" w:rsidRPr="00A4769E">
        <w:rPr>
          <w:szCs w:val="20"/>
        </w:rPr>
        <w:t xml:space="preserve"> ; </w:t>
      </w:r>
      <w:r w:rsidRPr="001B73FA">
        <w:rPr>
          <w:szCs w:val="20"/>
        </w:rPr>
        <w:t>elle longeait un interminable couloir</w:t>
      </w:r>
      <w:r w:rsidR="00462692" w:rsidRPr="00A4769E">
        <w:rPr>
          <w:szCs w:val="20"/>
        </w:rPr>
        <w:t xml:space="preserve"> ; </w:t>
      </w:r>
      <w:r w:rsidRPr="001B73FA">
        <w:rPr>
          <w:szCs w:val="20"/>
        </w:rPr>
        <w:t>ses pas sonnaient dans un étrange vide</w:t>
      </w:r>
      <w:r w:rsidR="00462692" w:rsidRPr="00A4769E">
        <w:rPr>
          <w:szCs w:val="20"/>
        </w:rPr>
        <w:t>.</w:t>
      </w:r>
    </w:p>
    <w:p w14:paraId="126ABC3A" w14:textId="77777777" w:rsidR="00462692" w:rsidRPr="00A4769E" w:rsidRDefault="001B73FA" w:rsidP="001B73FA">
      <w:pPr>
        <w:rPr>
          <w:szCs w:val="20"/>
        </w:rPr>
      </w:pPr>
      <w:r w:rsidRPr="001B73FA">
        <w:rPr>
          <w:szCs w:val="20"/>
        </w:rPr>
        <w:lastRenderedPageBreak/>
        <w:t>Elle vivait au premier étage dans les salons d</w:t>
      </w:r>
      <w:r w:rsidR="00462692" w:rsidRPr="00A4769E">
        <w:rPr>
          <w:szCs w:val="20"/>
        </w:rPr>
        <w:t>’</w:t>
      </w:r>
      <w:r w:rsidRPr="001B73FA">
        <w:rPr>
          <w:szCs w:val="20"/>
        </w:rPr>
        <w:t>apparat</w:t>
      </w:r>
      <w:r w:rsidR="00462692" w:rsidRPr="00A4769E">
        <w:rPr>
          <w:szCs w:val="20"/>
        </w:rPr>
        <w:t xml:space="preserve">. </w:t>
      </w:r>
      <w:r w:rsidRPr="001B73FA">
        <w:rPr>
          <w:szCs w:val="20"/>
        </w:rPr>
        <w:t>Trois salons</w:t>
      </w:r>
      <w:r w:rsidR="00462692" w:rsidRPr="00A4769E">
        <w:rPr>
          <w:szCs w:val="20"/>
        </w:rPr>
        <w:t xml:space="preserve">, </w:t>
      </w:r>
      <w:r w:rsidRPr="001B73FA">
        <w:rPr>
          <w:szCs w:val="20"/>
        </w:rPr>
        <w:t>dont chacun pouvait contenir à l</w:t>
      </w:r>
      <w:r w:rsidR="00462692" w:rsidRPr="00A4769E">
        <w:rPr>
          <w:szCs w:val="20"/>
        </w:rPr>
        <w:t>’</w:t>
      </w:r>
      <w:r w:rsidRPr="001B73FA">
        <w:rPr>
          <w:szCs w:val="20"/>
        </w:rPr>
        <w:t>aise tout un bal</w:t>
      </w:r>
      <w:r w:rsidR="00462692" w:rsidRPr="00A4769E">
        <w:rPr>
          <w:szCs w:val="20"/>
        </w:rPr>
        <w:t xml:space="preserve">, </w:t>
      </w:r>
      <w:r w:rsidRPr="001B73FA">
        <w:rPr>
          <w:szCs w:val="20"/>
        </w:rPr>
        <w:t>s</w:t>
      </w:r>
      <w:r w:rsidR="00462692" w:rsidRPr="00A4769E">
        <w:rPr>
          <w:szCs w:val="20"/>
        </w:rPr>
        <w:t>’</w:t>
      </w:r>
      <w:r w:rsidRPr="001B73FA">
        <w:rPr>
          <w:szCs w:val="20"/>
        </w:rPr>
        <w:t>ajoutaient en enfilade par deux larges portes grandes ouvertes</w:t>
      </w:r>
      <w:r w:rsidR="00462692" w:rsidRPr="00A4769E">
        <w:rPr>
          <w:szCs w:val="20"/>
        </w:rPr>
        <w:t xml:space="preserve">. </w:t>
      </w:r>
      <w:r w:rsidRPr="001B73FA">
        <w:rPr>
          <w:szCs w:val="20"/>
        </w:rPr>
        <w:t>Une multitude de hautes glaces de Venise</w:t>
      </w:r>
      <w:r w:rsidR="00462692" w:rsidRPr="00A4769E">
        <w:rPr>
          <w:szCs w:val="20"/>
        </w:rPr>
        <w:t xml:space="preserve">, </w:t>
      </w:r>
      <w:r w:rsidRPr="001B73FA">
        <w:rPr>
          <w:szCs w:val="20"/>
        </w:rPr>
        <w:t>de miroirs</w:t>
      </w:r>
      <w:r w:rsidR="00462692" w:rsidRPr="00A4769E">
        <w:rPr>
          <w:szCs w:val="20"/>
        </w:rPr>
        <w:t xml:space="preserve">, </w:t>
      </w:r>
      <w:r w:rsidRPr="001B73FA">
        <w:rPr>
          <w:szCs w:val="20"/>
        </w:rPr>
        <w:t>de jeux de cristaux</w:t>
      </w:r>
      <w:r w:rsidR="00462692" w:rsidRPr="00A4769E">
        <w:rPr>
          <w:szCs w:val="20"/>
        </w:rPr>
        <w:t xml:space="preserve">, </w:t>
      </w:r>
      <w:r w:rsidRPr="001B73FA">
        <w:rPr>
          <w:szCs w:val="20"/>
        </w:rPr>
        <w:t>d</w:t>
      </w:r>
      <w:r w:rsidR="00462692" w:rsidRPr="00A4769E">
        <w:rPr>
          <w:szCs w:val="20"/>
        </w:rPr>
        <w:t>’</w:t>
      </w:r>
      <w:r w:rsidRPr="001B73FA">
        <w:rPr>
          <w:szCs w:val="20"/>
        </w:rPr>
        <w:t>appliques en verre</w:t>
      </w:r>
      <w:r w:rsidR="00462692" w:rsidRPr="00A4769E">
        <w:rPr>
          <w:szCs w:val="20"/>
        </w:rPr>
        <w:t xml:space="preserve">, </w:t>
      </w:r>
      <w:r w:rsidRPr="001B73FA">
        <w:rPr>
          <w:szCs w:val="20"/>
        </w:rPr>
        <w:t>de pendeloques et de vitrines qui se réfléchissaient</w:t>
      </w:r>
      <w:r w:rsidR="00462692" w:rsidRPr="00A4769E">
        <w:rPr>
          <w:szCs w:val="20"/>
        </w:rPr>
        <w:t xml:space="preserve">, </w:t>
      </w:r>
      <w:r w:rsidRPr="001B73FA">
        <w:rPr>
          <w:szCs w:val="20"/>
        </w:rPr>
        <w:t>multipliaient l</w:t>
      </w:r>
      <w:r w:rsidR="00462692" w:rsidRPr="00A4769E">
        <w:rPr>
          <w:szCs w:val="20"/>
        </w:rPr>
        <w:t>’</w:t>
      </w:r>
      <w:r w:rsidRPr="001B73FA">
        <w:rPr>
          <w:szCs w:val="20"/>
        </w:rPr>
        <w:t>étendue et la solitude</w:t>
      </w:r>
      <w:r w:rsidR="00462692" w:rsidRPr="00A4769E">
        <w:rPr>
          <w:szCs w:val="20"/>
        </w:rPr>
        <w:t xml:space="preserve">. </w:t>
      </w:r>
      <w:r w:rsidRPr="001B73FA">
        <w:rPr>
          <w:szCs w:val="20"/>
        </w:rPr>
        <w:t>Le moindre rayon de lumière faisait poudroyer</w:t>
      </w:r>
      <w:r w:rsidR="00462692" w:rsidRPr="00A4769E">
        <w:rPr>
          <w:szCs w:val="20"/>
        </w:rPr>
        <w:t xml:space="preserve">, </w:t>
      </w:r>
      <w:r w:rsidRPr="001B73FA">
        <w:rPr>
          <w:szCs w:val="20"/>
        </w:rPr>
        <w:t>à l</w:t>
      </w:r>
      <w:r w:rsidR="00462692" w:rsidRPr="00A4769E">
        <w:rPr>
          <w:szCs w:val="20"/>
        </w:rPr>
        <w:t>’</w:t>
      </w:r>
      <w:r w:rsidRPr="001B73FA">
        <w:rPr>
          <w:szCs w:val="20"/>
        </w:rPr>
        <w:t>infini</w:t>
      </w:r>
      <w:r w:rsidR="00462692" w:rsidRPr="00A4769E">
        <w:rPr>
          <w:szCs w:val="20"/>
        </w:rPr>
        <w:t xml:space="preserve">, </w:t>
      </w:r>
      <w:r w:rsidRPr="001B73FA">
        <w:rPr>
          <w:szCs w:val="20"/>
        </w:rPr>
        <w:t>des lointains irisés entre ces murs</w:t>
      </w:r>
      <w:r w:rsidR="00462692" w:rsidRPr="00A4769E">
        <w:rPr>
          <w:szCs w:val="20"/>
        </w:rPr>
        <w:t xml:space="preserve">. </w:t>
      </w:r>
      <w:r w:rsidRPr="001B73FA">
        <w:rPr>
          <w:szCs w:val="20"/>
        </w:rPr>
        <w:t>Tout était dans un ordre et une netteté admirables</w:t>
      </w:r>
      <w:r w:rsidR="00462692" w:rsidRPr="00A4769E">
        <w:rPr>
          <w:szCs w:val="20"/>
        </w:rPr>
        <w:t xml:space="preserve">. </w:t>
      </w:r>
      <w:r w:rsidRPr="001B73FA">
        <w:rPr>
          <w:szCs w:val="20"/>
        </w:rPr>
        <w:t>Les larges parquets de bois nus reluisaient de cire</w:t>
      </w:r>
      <w:r w:rsidR="00462692" w:rsidRPr="00A4769E">
        <w:rPr>
          <w:szCs w:val="20"/>
        </w:rPr>
        <w:t xml:space="preserve">. </w:t>
      </w:r>
      <w:r w:rsidRPr="001B73FA">
        <w:rPr>
          <w:szCs w:val="20"/>
        </w:rPr>
        <w:t>Et dans le silence</w:t>
      </w:r>
      <w:r w:rsidR="00462692" w:rsidRPr="00A4769E">
        <w:rPr>
          <w:szCs w:val="20"/>
        </w:rPr>
        <w:t xml:space="preserve">, </w:t>
      </w:r>
      <w:r w:rsidRPr="001B73FA">
        <w:rPr>
          <w:szCs w:val="20"/>
        </w:rPr>
        <w:t>la plus légère bouffée de chaleur faisait gémir les grands services à boire de cristal fin étalés sur les consoles comme pour une éternelle fête de fantômes</w:t>
      </w:r>
      <w:r w:rsidR="00462692" w:rsidRPr="00A4769E">
        <w:rPr>
          <w:szCs w:val="20"/>
        </w:rPr>
        <w:t xml:space="preserve">. </w:t>
      </w:r>
      <w:r w:rsidRPr="001B73FA">
        <w:rPr>
          <w:szCs w:val="20"/>
        </w:rPr>
        <w:t>Tous les soirs</w:t>
      </w:r>
      <w:r w:rsidR="00462692" w:rsidRPr="00A4769E">
        <w:rPr>
          <w:szCs w:val="20"/>
        </w:rPr>
        <w:t xml:space="preserve">, </w:t>
      </w:r>
      <w:r w:rsidRPr="001B73FA">
        <w:rPr>
          <w:szCs w:val="20"/>
        </w:rPr>
        <w:t>dès que la nuit tombait</w:t>
      </w:r>
      <w:r w:rsidR="00462692" w:rsidRPr="00A4769E">
        <w:rPr>
          <w:szCs w:val="20"/>
        </w:rPr>
        <w:t xml:space="preserve">, </w:t>
      </w:r>
      <w:r w:rsidRPr="001B73FA">
        <w:rPr>
          <w:szCs w:val="20"/>
        </w:rPr>
        <w:t>on allumait les candélabres</w:t>
      </w:r>
      <w:r w:rsidR="00462692" w:rsidRPr="00A4769E">
        <w:rPr>
          <w:szCs w:val="20"/>
        </w:rPr>
        <w:t xml:space="preserve">, </w:t>
      </w:r>
      <w:r w:rsidRPr="001B73FA">
        <w:rPr>
          <w:szCs w:val="20"/>
        </w:rPr>
        <w:t>les lustres</w:t>
      </w:r>
      <w:r w:rsidR="00462692" w:rsidRPr="00A4769E">
        <w:rPr>
          <w:szCs w:val="20"/>
        </w:rPr>
        <w:t xml:space="preserve">, </w:t>
      </w:r>
      <w:r w:rsidRPr="001B73FA">
        <w:rPr>
          <w:szCs w:val="20"/>
        </w:rPr>
        <w:t>les girandoles et les flambeaux</w:t>
      </w:r>
      <w:r w:rsidR="00462692" w:rsidRPr="00A4769E">
        <w:rPr>
          <w:szCs w:val="20"/>
        </w:rPr>
        <w:t xml:space="preserve">. </w:t>
      </w:r>
      <w:r w:rsidRPr="001B73FA">
        <w:rPr>
          <w:szCs w:val="20"/>
        </w:rPr>
        <w:t>Alors</w:t>
      </w:r>
      <w:r w:rsidR="00462692" w:rsidRPr="00A4769E">
        <w:rPr>
          <w:szCs w:val="20"/>
        </w:rPr>
        <w:t xml:space="preserve">, </w:t>
      </w:r>
      <w:r w:rsidRPr="001B73FA">
        <w:rPr>
          <w:szCs w:val="20"/>
        </w:rPr>
        <w:t>au-dessus du crépitement des cristaux</w:t>
      </w:r>
      <w:r w:rsidR="00462692" w:rsidRPr="00A4769E">
        <w:rPr>
          <w:szCs w:val="20"/>
        </w:rPr>
        <w:t xml:space="preserve">, </w:t>
      </w:r>
      <w:r w:rsidRPr="001B73FA">
        <w:rPr>
          <w:szCs w:val="20"/>
        </w:rPr>
        <w:t>bourdonnait le vol sourd et velouté du brasillement des cierges</w:t>
      </w:r>
      <w:r w:rsidR="00462692" w:rsidRPr="00A4769E">
        <w:rPr>
          <w:szCs w:val="20"/>
        </w:rPr>
        <w:t>.</w:t>
      </w:r>
    </w:p>
    <w:p w14:paraId="23C3A78F" w14:textId="77777777" w:rsidR="00462692" w:rsidRPr="00A4769E" w:rsidRDefault="001B73FA" w:rsidP="001B73FA">
      <w:pPr>
        <w:rPr>
          <w:szCs w:val="20"/>
        </w:rPr>
      </w:pPr>
      <w:r w:rsidRPr="001B73FA">
        <w:rPr>
          <w:szCs w:val="20"/>
        </w:rPr>
        <w:t>Dans l</w:t>
      </w:r>
      <w:r w:rsidR="00462692" w:rsidRPr="00A4769E">
        <w:rPr>
          <w:szCs w:val="20"/>
        </w:rPr>
        <w:t>’</w:t>
      </w:r>
      <w:r w:rsidRPr="001B73FA">
        <w:rPr>
          <w:szCs w:val="20"/>
        </w:rPr>
        <w:t>angle le plus au nord de cette glaciale perspective épanouie dans tous les sens</w:t>
      </w:r>
      <w:r w:rsidR="00462692" w:rsidRPr="00A4769E">
        <w:rPr>
          <w:szCs w:val="20"/>
        </w:rPr>
        <w:t xml:space="preserve">, </w:t>
      </w:r>
      <w:r w:rsidRPr="001B73FA">
        <w:rPr>
          <w:szCs w:val="20"/>
        </w:rPr>
        <w:t>la Marquise avait fait placer la boîte dorée d</w:t>
      </w:r>
      <w:r w:rsidR="00462692" w:rsidRPr="00A4769E">
        <w:rPr>
          <w:szCs w:val="20"/>
        </w:rPr>
        <w:t>’</w:t>
      </w:r>
      <w:r w:rsidRPr="001B73FA">
        <w:rPr>
          <w:szCs w:val="20"/>
        </w:rPr>
        <w:t>une chaise à porteurs</w:t>
      </w:r>
      <w:r w:rsidR="00462692" w:rsidRPr="00A4769E">
        <w:rPr>
          <w:szCs w:val="20"/>
        </w:rPr>
        <w:t xml:space="preserve">. </w:t>
      </w:r>
      <w:r w:rsidRPr="001B73FA">
        <w:rPr>
          <w:szCs w:val="20"/>
        </w:rPr>
        <w:t>C</w:t>
      </w:r>
      <w:r w:rsidR="00462692" w:rsidRPr="00A4769E">
        <w:rPr>
          <w:szCs w:val="20"/>
        </w:rPr>
        <w:t>’</w:t>
      </w:r>
      <w:r w:rsidRPr="001B73FA">
        <w:rPr>
          <w:szCs w:val="20"/>
        </w:rPr>
        <w:t>est dans cette boîte qu</w:t>
      </w:r>
      <w:r w:rsidR="00462692" w:rsidRPr="00A4769E">
        <w:rPr>
          <w:szCs w:val="20"/>
        </w:rPr>
        <w:t>’</w:t>
      </w:r>
      <w:r w:rsidRPr="001B73FA">
        <w:rPr>
          <w:szCs w:val="20"/>
        </w:rPr>
        <w:t>elle entrait finalement</w:t>
      </w:r>
      <w:r w:rsidR="00462692" w:rsidRPr="00A4769E">
        <w:rPr>
          <w:szCs w:val="20"/>
        </w:rPr>
        <w:t xml:space="preserve">. </w:t>
      </w:r>
      <w:r w:rsidRPr="001B73FA">
        <w:rPr>
          <w:szCs w:val="20"/>
        </w:rPr>
        <w:t>Elle s</w:t>
      </w:r>
      <w:r w:rsidR="00462692" w:rsidRPr="00A4769E">
        <w:rPr>
          <w:szCs w:val="20"/>
        </w:rPr>
        <w:t>’</w:t>
      </w:r>
      <w:r w:rsidRPr="001B73FA">
        <w:rPr>
          <w:szCs w:val="20"/>
        </w:rPr>
        <w:t>y asseyait</w:t>
      </w:r>
      <w:r w:rsidR="00462692" w:rsidRPr="00A4769E">
        <w:rPr>
          <w:szCs w:val="20"/>
        </w:rPr>
        <w:t xml:space="preserve">, </w:t>
      </w:r>
      <w:r w:rsidRPr="001B73FA">
        <w:rPr>
          <w:szCs w:val="20"/>
        </w:rPr>
        <w:t>y plaçait ses jupes</w:t>
      </w:r>
      <w:r w:rsidR="00462692" w:rsidRPr="00A4769E">
        <w:rPr>
          <w:szCs w:val="20"/>
        </w:rPr>
        <w:t xml:space="preserve">, </w:t>
      </w:r>
      <w:r w:rsidRPr="001B73FA">
        <w:rPr>
          <w:szCs w:val="20"/>
        </w:rPr>
        <w:t>mettait ses vieilles mains à plat sur ses cuisses et retournait dans son temps</w:t>
      </w:r>
      <w:r w:rsidR="00462692" w:rsidRPr="00A4769E">
        <w:rPr>
          <w:szCs w:val="20"/>
        </w:rPr>
        <w:t>.</w:t>
      </w:r>
    </w:p>
    <w:p w14:paraId="23FFCC0D" w14:textId="77777777" w:rsidR="00462692" w:rsidRPr="00A4769E" w:rsidRDefault="001B73FA" w:rsidP="001B73FA">
      <w:pPr>
        <w:rPr>
          <w:szCs w:val="20"/>
        </w:rPr>
      </w:pPr>
      <w:r w:rsidRPr="001B73FA">
        <w:rPr>
          <w:szCs w:val="20"/>
        </w:rPr>
        <w:t>Elle avait eu des joues de pomme</w:t>
      </w:r>
      <w:r w:rsidR="00462692" w:rsidRPr="00A4769E">
        <w:rPr>
          <w:szCs w:val="20"/>
        </w:rPr>
        <w:t xml:space="preserve">, </w:t>
      </w:r>
      <w:r w:rsidRPr="001B73FA">
        <w:rPr>
          <w:szCs w:val="20"/>
        </w:rPr>
        <w:t>une solide santé jardinière</w:t>
      </w:r>
      <w:r w:rsidR="00462692" w:rsidRPr="00A4769E">
        <w:rPr>
          <w:szCs w:val="20"/>
        </w:rPr>
        <w:t xml:space="preserve">, </w:t>
      </w:r>
      <w:r w:rsidRPr="001B73FA">
        <w:rPr>
          <w:szCs w:val="20"/>
        </w:rPr>
        <w:t>et</w:t>
      </w:r>
      <w:r w:rsidR="00462692" w:rsidRPr="00A4769E">
        <w:rPr>
          <w:szCs w:val="20"/>
        </w:rPr>
        <w:t xml:space="preserve">, </w:t>
      </w:r>
      <w:r w:rsidRPr="001B73FA">
        <w:rPr>
          <w:szCs w:val="20"/>
        </w:rPr>
        <w:t>en raison même de son corps montagnard</w:t>
      </w:r>
      <w:r w:rsidR="00462692" w:rsidRPr="00A4769E">
        <w:rPr>
          <w:szCs w:val="20"/>
        </w:rPr>
        <w:t xml:space="preserve">, </w:t>
      </w:r>
      <w:r w:rsidRPr="001B73FA">
        <w:rPr>
          <w:szCs w:val="20"/>
        </w:rPr>
        <w:t>un c</w:t>
      </w:r>
      <w:r w:rsidR="00462692" w:rsidRPr="00A4769E">
        <w:rPr>
          <w:szCs w:val="20"/>
        </w:rPr>
        <w:t>œ</w:t>
      </w:r>
      <w:r w:rsidRPr="001B73FA">
        <w:rPr>
          <w:szCs w:val="20"/>
        </w:rPr>
        <w:t>ur plus pur que l</w:t>
      </w:r>
      <w:r w:rsidR="00462692" w:rsidRPr="00A4769E">
        <w:rPr>
          <w:szCs w:val="20"/>
        </w:rPr>
        <w:t>’</w:t>
      </w:r>
      <w:r w:rsidRPr="001B73FA">
        <w:rPr>
          <w:szCs w:val="20"/>
        </w:rPr>
        <w:t>eau des sources</w:t>
      </w:r>
      <w:r w:rsidR="00462692" w:rsidRPr="00A4769E">
        <w:rPr>
          <w:szCs w:val="20"/>
        </w:rPr>
        <w:t xml:space="preserve">. </w:t>
      </w:r>
      <w:r w:rsidRPr="001B73FA">
        <w:rPr>
          <w:szCs w:val="20"/>
        </w:rPr>
        <w:t>La fraîcheur lui revenait encore quelquefois aux lèvres</w:t>
      </w:r>
      <w:r w:rsidR="00462692" w:rsidRPr="00A4769E">
        <w:rPr>
          <w:szCs w:val="20"/>
        </w:rPr>
        <w:t>.</w:t>
      </w:r>
    </w:p>
    <w:p w14:paraId="2743E3EB" w14:textId="77777777" w:rsidR="00462692" w:rsidRPr="00A4769E" w:rsidRDefault="001B73FA" w:rsidP="001B73FA">
      <w:pPr>
        <w:rPr>
          <w:szCs w:val="20"/>
        </w:rPr>
      </w:pPr>
      <w:r w:rsidRPr="001B73FA">
        <w:rPr>
          <w:szCs w:val="20"/>
        </w:rPr>
        <w:t>Elle n</w:t>
      </w:r>
      <w:r w:rsidR="00462692" w:rsidRPr="00A4769E">
        <w:rPr>
          <w:szCs w:val="20"/>
        </w:rPr>
        <w:t>’</w:t>
      </w:r>
      <w:r w:rsidRPr="001B73FA">
        <w:rPr>
          <w:szCs w:val="20"/>
        </w:rPr>
        <w:t>a jamais été belle</w:t>
      </w:r>
      <w:r w:rsidR="00462692" w:rsidRPr="00A4769E">
        <w:rPr>
          <w:szCs w:val="20"/>
        </w:rPr>
        <w:t xml:space="preserve"> ; </w:t>
      </w:r>
      <w:r w:rsidRPr="001B73FA">
        <w:rPr>
          <w:szCs w:val="20"/>
        </w:rPr>
        <w:t>pas même jolie</w:t>
      </w:r>
      <w:r w:rsidR="00462692" w:rsidRPr="00A4769E">
        <w:rPr>
          <w:szCs w:val="20"/>
        </w:rPr>
        <w:t>. « </w:t>
      </w:r>
      <w:r w:rsidRPr="001B73FA">
        <w:rPr>
          <w:szCs w:val="20"/>
        </w:rPr>
        <w:t>J</w:t>
      </w:r>
      <w:r w:rsidR="00462692" w:rsidRPr="00A4769E">
        <w:rPr>
          <w:szCs w:val="20"/>
        </w:rPr>
        <w:t>’</w:t>
      </w:r>
      <w:r w:rsidRPr="001B73FA">
        <w:rPr>
          <w:szCs w:val="20"/>
        </w:rPr>
        <w:t>ai été fraîche</w:t>
      </w:r>
      <w:r w:rsidR="00462692" w:rsidRPr="00A4769E">
        <w:rPr>
          <w:szCs w:val="20"/>
        </w:rPr>
        <w:t xml:space="preserve"> », </w:t>
      </w:r>
      <w:r w:rsidRPr="001B73FA">
        <w:rPr>
          <w:szCs w:val="20"/>
        </w:rPr>
        <w:t>disait-elle</w:t>
      </w:r>
      <w:r w:rsidR="00462692" w:rsidRPr="00A4769E">
        <w:rPr>
          <w:szCs w:val="20"/>
        </w:rPr>
        <w:t>.</w:t>
      </w:r>
    </w:p>
    <w:p w14:paraId="728B7600" w14:textId="77777777" w:rsidR="00462692" w:rsidRPr="00A4769E" w:rsidRDefault="001B73FA" w:rsidP="001B73FA">
      <w:pPr>
        <w:rPr>
          <w:szCs w:val="20"/>
        </w:rPr>
      </w:pPr>
      <w:r w:rsidRPr="001B73FA">
        <w:rPr>
          <w:szCs w:val="20"/>
        </w:rPr>
        <w:t>À l</w:t>
      </w:r>
      <w:r w:rsidR="00462692" w:rsidRPr="00A4769E">
        <w:rPr>
          <w:szCs w:val="20"/>
        </w:rPr>
        <w:t>’</w:t>
      </w:r>
      <w:r w:rsidRPr="001B73FA">
        <w:rPr>
          <w:szCs w:val="20"/>
        </w:rPr>
        <w:t>époque de sa jeunesse</w:t>
      </w:r>
      <w:r w:rsidR="00462692" w:rsidRPr="00A4769E">
        <w:rPr>
          <w:szCs w:val="20"/>
        </w:rPr>
        <w:t xml:space="preserve">, </w:t>
      </w:r>
      <w:r w:rsidRPr="001B73FA">
        <w:rPr>
          <w:szCs w:val="20"/>
        </w:rPr>
        <w:t>son père dominait</w:t>
      </w:r>
      <w:r w:rsidR="00462692" w:rsidRPr="00A4769E">
        <w:rPr>
          <w:szCs w:val="20"/>
        </w:rPr>
        <w:t xml:space="preserve"> ; </w:t>
      </w:r>
      <w:r w:rsidRPr="001B73FA">
        <w:rPr>
          <w:szCs w:val="20"/>
        </w:rPr>
        <w:t>il était le maître des hauts et des plaines</w:t>
      </w:r>
      <w:r w:rsidR="00462692" w:rsidRPr="00A4769E">
        <w:rPr>
          <w:szCs w:val="20"/>
        </w:rPr>
        <w:t xml:space="preserve">, </w:t>
      </w:r>
      <w:r w:rsidRPr="001B73FA">
        <w:rPr>
          <w:szCs w:val="20"/>
        </w:rPr>
        <w:t>des bûcherons et des fau</w:t>
      </w:r>
      <w:r w:rsidRPr="001B73FA">
        <w:rPr>
          <w:szCs w:val="20"/>
        </w:rPr>
        <w:lastRenderedPageBreak/>
        <w:t>cheurs</w:t>
      </w:r>
      <w:r w:rsidR="00462692" w:rsidRPr="00A4769E">
        <w:rPr>
          <w:szCs w:val="20"/>
        </w:rPr>
        <w:t xml:space="preserve">. </w:t>
      </w:r>
      <w:r w:rsidRPr="001B73FA">
        <w:rPr>
          <w:szCs w:val="20"/>
        </w:rPr>
        <w:t>Lumineux avec ses épais cheveux poudrés d</w:t>
      </w:r>
      <w:r w:rsidR="00462692" w:rsidRPr="00A4769E">
        <w:rPr>
          <w:szCs w:val="20"/>
        </w:rPr>
        <w:t>’</w:t>
      </w:r>
      <w:r w:rsidRPr="001B73FA">
        <w:rPr>
          <w:szCs w:val="20"/>
        </w:rPr>
        <w:t>ans et qu</w:t>
      </w:r>
      <w:r w:rsidR="00462692" w:rsidRPr="00A4769E">
        <w:rPr>
          <w:szCs w:val="20"/>
        </w:rPr>
        <w:t>’</w:t>
      </w:r>
      <w:r w:rsidRPr="001B73FA">
        <w:rPr>
          <w:szCs w:val="20"/>
        </w:rPr>
        <w:t>il portait au naturel</w:t>
      </w:r>
      <w:r w:rsidR="00462692" w:rsidRPr="00A4769E">
        <w:rPr>
          <w:szCs w:val="20"/>
        </w:rPr>
        <w:t xml:space="preserve">, </w:t>
      </w:r>
      <w:r w:rsidRPr="001B73FA">
        <w:rPr>
          <w:szCs w:val="20"/>
        </w:rPr>
        <w:t>sa peau blonde encore pareille à de la rose</w:t>
      </w:r>
      <w:r w:rsidR="00462692" w:rsidRPr="00A4769E">
        <w:rPr>
          <w:szCs w:val="20"/>
        </w:rPr>
        <w:t xml:space="preserve">, </w:t>
      </w:r>
      <w:r w:rsidRPr="001B73FA">
        <w:rPr>
          <w:szCs w:val="20"/>
        </w:rPr>
        <w:t>toujours vêtu de hoquetons de veau souple</w:t>
      </w:r>
      <w:r w:rsidR="00462692" w:rsidRPr="00A4769E">
        <w:rPr>
          <w:szCs w:val="20"/>
        </w:rPr>
        <w:t xml:space="preserve">, </w:t>
      </w:r>
      <w:r w:rsidRPr="001B73FA">
        <w:rPr>
          <w:szCs w:val="20"/>
        </w:rPr>
        <w:t>guêtré de cuir jusqu</w:t>
      </w:r>
      <w:r w:rsidR="00462692" w:rsidRPr="00A4769E">
        <w:rPr>
          <w:szCs w:val="20"/>
        </w:rPr>
        <w:t>’</w:t>
      </w:r>
      <w:r w:rsidRPr="001B73FA">
        <w:rPr>
          <w:szCs w:val="20"/>
        </w:rPr>
        <w:t>aux genoux</w:t>
      </w:r>
      <w:r w:rsidR="00462692" w:rsidRPr="00A4769E">
        <w:rPr>
          <w:szCs w:val="20"/>
        </w:rPr>
        <w:t xml:space="preserve">, </w:t>
      </w:r>
      <w:r w:rsidRPr="001B73FA">
        <w:rPr>
          <w:szCs w:val="20"/>
        </w:rPr>
        <w:t>sautant de montagne en montagne avec son pas de Juif errant</w:t>
      </w:r>
      <w:r w:rsidR="00462692" w:rsidRPr="00A4769E">
        <w:rPr>
          <w:szCs w:val="20"/>
        </w:rPr>
        <w:t xml:space="preserve">, </w:t>
      </w:r>
      <w:r w:rsidRPr="001B73FA">
        <w:rPr>
          <w:szCs w:val="20"/>
        </w:rPr>
        <w:t>sec</w:t>
      </w:r>
      <w:r w:rsidR="00462692" w:rsidRPr="00A4769E">
        <w:rPr>
          <w:szCs w:val="20"/>
        </w:rPr>
        <w:t xml:space="preserve">, </w:t>
      </w:r>
      <w:r w:rsidRPr="001B73FA">
        <w:rPr>
          <w:szCs w:val="20"/>
        </w:rPr>
        <w:t>moulinant des bras qu</w:t>
      </w:r>
      <w:r w:rsidR="00462692" w:rsidRPr="00A4769E">
        <w:rPr>
          <w:szCs w:val="20"/>
        </w:rPr>
        <w:t>’</w:t>
      </w:r>
      <w:r w:rsidRPr="001B73FA">
        <w:rPr>
          <w:szCs w:val="20"/>
        </w:rPr>
        <w:t>il balançait</w:t>
      </w:r>
      <w:r w:rsidR="00462692" w:rsidRPr="00A4769E">
        <w:rPr>
          <w:szCs w:val="20"/>
        </w:rPr>
        <w:t xml:space="preserve"> : </w:t>
      </w:r>
      <w:r w:rsidRPr="001B73FA">
        <w:rPr>
          <w:szCs w:val="20"/>
        </w:rPr>
        <w:t>tel on le voyait faire ici-dessus ses affaires d</w:t>
      </w:r>
      <w:r w:rsidR="00462692" w:rsidRPr="00A4769E">
        <w:rPr>
          <w:szCs w:val="20"/>
        </w:rPr>
        <w:t>’</w:t>
      </w:r>
      <w:r w:rsidRPr="001B73FA">
        <w:rPr>
          <w:szCs w:val="20"/>
        </w:rPr>
        <w:t>un bout de l</w:t>
      </w:r>
      <w:r w:rsidR="00462692" w:rsidRPr="00A4769E">
        <w:rPr>
          <w:szCs w:val="20"/>
        </w:rPr>
        <w:t>’</w:t>
      </w:r>
      <w:r w:rsidRPr="001B73FA">
        <w:rPr>
          <w:szCs w:val="20"/>
        </w:rPr>
        <w:t>an à l</w:t>
      </w:r>
      <w:r w:rsidR="00462692" w:rsidRPr="00A4769E">
        <w:rPr>
          <w:szCs w:val="20"/>
        </w:rPr>
        <w:t>’</w:t>
      </w:r>
      <w:r w:rsidRPr="001B73FA">
        <w:rPr>
          <w:szCs w:val="20"/>
        </w:rPr>
        <w:t>autre</w:t>
      </w:r>
      <w:r w:rsidR="00462692" w:rsidRPr="00A4769E">
        <w:rPr>
          <w:szCs w:val="20"/>
        </w:rPr>
        <w:t xml:space="preserve">. </w:t>
      </w:r>
      <w:r w:rsidRPr="001B73FA">
        <w:rPr>
          <w:szCs w:val="20"/>
        </w:rPr>
        <w:t>Vendant les bois de ses immenses forêts aux chantiers des galères royales de Toulon</w:t>
      </w:r>
      <w:r w:rsidR="00462692" w:rsidRPr="00A4769E">
        <w:rPr>
          <w:szCs w:val="20"/>
        </w:rPr>
        <w:t xml:space="preserve">, </w:t>
      </w:r>
      <w:r w:rsidRPr="001B73FA">
        <w:rPr>
          <w:szCs w:val="20"/>
        </w:rPr>
        <w:t>quelques-uns de ses arbres</w:t>
      </w:r>
      <w:r w:rsidR="00462692" w:rsidRPr="00A4769E">
        <w:rPr>
          <w:szCs w:val="20"/>
        </w:rPr>
        <w:t xml:space="preserve">, </w:t>
      </w:r>
      <w:r w:rsidRPr="001B73FA">
        <w:rPr>
          <w:szCs w:val="20"/>
        </w:rPr>
        <w:t>les plus grands et les plus droits</w:t>
      </w:r>
      <w:r w:rsidR="00462692" w:rsidRPr="00A4769E">
        <w:rPr>
          <w:szCs w:val="20"/>
        </w:rPr>
        <w:t xml:space="preserve"> – </w:t>
      </w:r>
      <w:r w:rsidRPr="001B73FA">
        <w:rPr>
          <w:szCs w:val="20"/>
        </w:rPr>
        <w:t>comme il se doit</w:t>
      </w:r>
      <w:r w:rsidR="00462692" w:rsidRPr="00A4769E">
        <w:rPr>
          <w:szCs w:val="20"/>
        </w:rPr>
        <w:t xml:space="preserve"> –, </w:t>
      </w:r>
      <w:r w:rsidRPr="001B73FA">
        <w:rPr>
          <w:szCs w:val="20"/>
        </w:rPr>
        <w:t>partaient en mâts</w:t>
      </w:r>
      <w:r w:rsidR="00462692" w:rsidRPr="00A4769E">
        <w:rPr>
          <w:szCs w:val="20"/>
        </w:rPr>
        <w:t xml:space="preserve">, </w:t>
      </w:r>
      <w:r w:rsidRPr="001B73FA">
        <w:rPr>
          <w:szCs w:val="20"/>
        </w:rPr>
        <w:t>chargés de toile et portant pavillon jusque de l</w:t>
      </w:r>
      <w:r w:rsidR="00462692" w:rsidRPr="00A4769E">
        <w:rPr>
          <w:szCs w:val="20"/>
        </w:rPr>
        <w:t>’</w:t>
      </w:r>
      <w:r w:rsidRPr="001B73FA">
        <w:rPr>
          <w:szCs w:val="20"/>
        </w:rPr>
        <w:t>autre côté des mers</w:t>
      </w:r>
      <w:r w:rsidR="00462692" w:rsidRPr="00A4769E">
        <w:rPr>
          <w:szCs w:val="20"/>
        </w:rPr>
        <w:t xml:space="preserve">. </w:t>
      </w:r>
      <w:r w:rsidRPr="001B73FA">
        <w:rPr>
          <w:szCs w:val="20"/>
        </w:rPr>
        <w:t>Déjà lui aussi vivait seul</w:t>
      </w:r>
      <w:r w:rsidR="00462692" w:rsidRPr="00A4769E">
        <w:rPr>
          <w:szCs w:val="20"/>
        </w:rPr>
        <w:t xml:space="preserve">, </w:t>
      </w:r>
      <w:r w:rsidRPr="001B73FA">
        <w:rPr>
          <w:szCs w:val="20"/>
        </w:rPr>
        <w:t>sa femme étant morte cinq ans après la naissance du deuxième enfant</w:t>
      </w:r>
      <w:r w:rsidR="00462692" w:rsidRPr="00A4769E">
        <w:rPr>
          <w:szCs w:val="20"/>
        </w:rPr>
        <w:t xml:space="preserve"> : </w:t>
      </w:r>
      <w:r w:rsidRPr="001B73FA">
        <w:rPr>
          <w:szCs w:val="20"/>
        </w:rPr>
        <w:t>la fille</w:t>
      </w:r>
      <w:r w:rsidR="00462692" w:rsidRPr="00A4769E">
        <w:rPr>
          <w:szCs w:val="20"/>
        </w:rPr>
        <w:t xml:space="preserve">, </w:t>
      </w:r>
      <w:r w:rsidRPr="001B73FA">
        <w:rPr>
          <w:szCs w:val="20"/>
        </w:rPr>
        <w:t>et</w:t>
      </w:r>
      <w:r w:rsidR="00462692" w:rsidRPr="00A4769E">
        <w:rPr>
          <w:szCs w:val="20"/>
        </w:rPr>
        <w:t xml:space="preserve">, </w:t>
      </w:r>
      <w:r w:rsidRPr="001B73FA">
        <w:rPr>
          <w:szCs w:val="20"/>
        </w:rPr>
        <w:t>quelquefois</w:t>
      </w:r>
      <w:r w:rsidR="00462692" w:rsidRPr="00A4769E">
        <w:rPr>
          <w:szCs w:val="20"/>
        </w:rPr>
        <w:t xml:space="preserve">, </w:t>
      </w:r>
      <w:r w:rsidRPr="001B73FA">
        <w:rPr>
          <w:szCs w:val="20"/>
        </w:rPr>
        <w:t>tourmenté par de plus gros orages de sa solitude</w:t>
      </w:r>
      <w:r w:rsidR="00462692" w:rsidRPr="00A4769E">
        <w:rPr>
          <w:szCs w:val="20"/>
        </w:rPr>
        <w:t xml:space="preserve">, </w:t>
      </w:r>
      <w:r w:rsidRPr="001B73FA">
        <w:rPr>
          <w:szCs w:val="20"/>
        </w:rPr>
        <w:t>il criait aux fêtes</w:t>
      </w:r>
      <w:r w:rsidR="00462692" w:rsidRPr="00A4769E">
        <w:rPr>
          <w:szCs w:val="20"/>
        </w:rPr>
        <w:t xml:space="preserve">, </w:t>
      </w:r>
      <w:r w:rsidRPr="001B73FA">
        <w:rPr>
          <w:szCs w:val="20"/>
        </w:rPr>
        <w:t>appelait les valets</w:t>
      </w:r>
      <w:r w:rsidR="00462692" w:rsidRPr="00A4769E">
        <w:rPr>
          <w:szCs w:val="20"/>
        </w:rPr>
        <w:t xml:space="preserve">, </w:t>
      </w:r>
      <w:r w:rsidRPr="001B73FA">
        <w:rPr>
          <w:szCs w:val="20"/>
        </w:rPr>
        <w:t>faisait seller les chevaux</w:t>
      </w:r>
      <w:r w:rsidR="00462692" w:rsidRPr="00A4769E">
        <w:rPr>
          <w:szCs w:val="20"/>
        </w:rPr>
        <w:t xml:space="preserve">, </w:t>
      </w:r>
      <w:r w:rsidRPr="001B73FA">
        <w:rPr>
          <w:szCs w:val="20"/>
        </w:rPr>
        <w:t>envoyait des courriers</w:t>
      </w:r>
      <w:r w:rsidR="00462692" w:rsidRPr="00A4769E">
        <w:rPr>
          <w:szCs w:val="20"/>
        </w:rPr>
        <w:t xml:space="preserve">. </w:t>
      </w:r>
      <w:r w:rsidRPr="001B73FA">
        <w:rPr>
          <w:szCs w:val="20"/>
        </w:rPr>
        <w:t>Il mettait la volaille</w:t>
      </w:r>
      <w:r w:rsidR="00462692" w:rsidRPr="00A4769E">
        <w:rPr>
          <w:szCs w:val="20"/>
        </w:rPr>
        <w:t xml:space="preserve">, </w:t>
      </w:r>
      <w:r w:rsidRPr="001B73FA">
        <w:rPr>
          <w:szCs w:val="20"/>
        </w:rPr>
        <w:t>les troupeaux et les caves à feu et à sang</w:t>
      </w:r>
      <w:r w:rsidR="00462692" w:rsidRPr="00A4769E">
        <w:rPr>
          <w:szCs w:val="20"/>
        </w:rPr>
        <w:t xml:space="preserve">, </w:t>
      </w:r>
      <w:r w:rsidRPr="001B73FA">
        <w:rPr>
          <w:szCs w:val="20"/>
        </w:rPr>
        <w:t>et</w:t>
      </w:r>
      <w:r w:rsidR="00462692" w:rsidRPr="00A4769E">
        <w:rPr>
          <w:szCs w:val="20"/>
        </w:rPr>
        <w:t xml:space="preserve">, </w:t>
      </w:r>
      <w:r w:rsidRPr="001B73FA">
        <w:rPr>
          <w:szCs w:val="20"/>
        </w:rPr>
        <w:t>bouillonnant de fureur sombre</w:t>
      </w:r>
      <w:r w:rsidR="00462692" w:rsidRPr="00A4769E">
        <w:rPr>
          <w:szCs w:val="20"/>
        </w:rPr>
        <w:t xml:space="preserve">, </w:t>
      </w:r>
      <w:r w:rsidRPr="001B73FA">
        <w:rPr>
          <w:szCs w:val="20"/>
        </w:rPr>
        <w:t>s</w:t>
      </w:r>
      <w:r w:rsidR="00462692" w:rsidRPr="00A4769E">
        <w:rPr>
          <w:szCs w:val="20"/>
        </w:rPr>
        <w:t>’</w:t>
      </w:r>
      <w:r w:rsidRPr="001B73FA">
        <w:rPr>
          <w:szCs w:val="20"/>
        </w:rPr>
        <w:t>habillait lentement et minutieusement de satin</w:t>
      </w:r>
      <w:r w:rsidR="00462692" w:rsidRPr="00A4769E">
        <w:rPr>
          <w:szCs w:val="20"/>
        </w:rPr>
        <w:t xml:space="preserve">, </w:t>
      </w:r>
      <w:r w:rsidRPr="001B73FA">
        <w:rPr>
          <w:szCs w:val="20"/>
        </w:rPr>
        <w:t>de soie</w:t>
      </w:r>
      <w:r w:rsidR="00462692" w:rsidRPr="00A4769E">
        <w:rPr>
          <w:szCs w:val="20"/>
        </w:rPr>
        <w:t xml:space="preserve">, </w:t>
      </w:r>
      <w:r w:rsidRPr="001B73FA">
        <w:rPr>
          <w:szCs w:val="20"/>
        </w:rPr>
        <w:t>d</w:t>
      </w:r>
      <w:r w:rsidR="00462692" w:rsidRPr="00A4769E">
        <w:rPr>
          <w:szCs w:val="20"/>
        </w:rPr>
        <w:t>’</w:t>
      </w:r>
      <w:r w:rsidRPr="001B73FA">
        <w:rPr>
          <w:szCs w:val="20"/>
        </w:rPr>
        <w:t>or</w:t>
      </w:r>
      <w:r w:rsidR="00462692" w:rsidRPr="00A4769E">
        <w:rPr>
          <w:szCs w:val="20"/>
        </w:rPr>
        <w:t xml:space="preserve">, </w:t>
      </w:r>
      <w:r w:rsidRPr="001B73FA">
        <w:rPr>
          <w:szCs w:val="20"/>
        </w:rPr>
        <w:t>de poudres et de parfums que Céline venait lui vaporiser au visage en se haussant sur la pointe des pieds</w:t>
      </w:r>
      <w:r w:rsidR="00462692" w:rsidRPr="00A4769E">
        <w:rPr>
          <w:szCs w:val="20"/>
        </w:rPr>
        <w:t xml:space="preserve">. </w:t>
      </w:r>
      <w:r w:rsidRPr="001B73FA">
        <w:rPr>
          <w:szCs w:val="20"/>
        </w:rPr>
        <w:t>Alors</w:t>
      </w:r>
      <w:r w:rsidR="00462692" w:rsidRPr="00A4769E">
        <w:rPr>
          <w:szCs w:val="20"/>
        </w:rPr>
        <w:t xml:space="preserve">, </w:t>
      </w:r>
      <w:r w:rsidRPr="001B73FA">
        <w:rPr>
          <w:szCs w:val="20"/>
        </w:rPr>
        <w:t>les salons</w:t>
      </w:r>
      <w:r w:rsidR="00462692" w:rsidRPr="00A4769E">
        <w:rPr>
          <w:szCs w:val="20"/>
        </w:rPr>
        <w:t xml:space="preserve">, </w:t>
      </w:r>
      <w:r w:rsidRPr="001B73FA">
        <w:rPr>
          <w:szCs w:val="20"/>
        </w:rPr>
        <w:t>quoique vastes</w:t>
      </w:r>
      <w:r w:rsidR="00462692" w:rsidRPr="00A4769E">
        <w:rPr>
          <w:szCs w:val="20"/>
        </w:rPr>
        <w:t xml:space="preserve">, </w:t>
      </w:r>
      <w:r w:rsidRPr="001B73FA">
        <w:rPr>
          <w:szCs w:val="20"/>
        </w:rPr>
        <w:t>étaient encore trop petits pour toute la noblesse du canton</w:t>
      </w:r>
      <w:r w:rsidR="00462692" w:rsidRPr="00A4769E">
        <w:rPr>
          <w:szCs w:val="20"/>
        </w:rPr>
        <w:t xml:space="preserve">, </w:t>
      </w:r>
      <w:r w:rsidRPr="001B73FA">
        <w:rPr>
          <w:szCs w:val="20"/>
        </w:rPr>
        <w:t>friande de ces frairies</w:t>
      </w:r>
      <w:r w:rsidR="00462692" w:rsidRPr="00A4769E">
        <w:rPr>
          <w:szCs w:val="20"/>
        </w:rPr>
        <w:t xml:space="preserve"> ; </w:t>
      </w:r>
      <w:r w:rsidRPr="001B73FA">
        <w:rPr>
          <w:szCs w:val="20"/>
        </w:rPr>
        <w:t>de ces fêtes diaboliquement organisées dans l</w:t>
      </w:r>
      <w:r w:rsidR="00462692" w:rsidRPr="00A4769E">
        <w:rPr>
          <w:szCs w:val="20"/>
        </w:rPr>
        <w:t>’</w:t>
      </w:r>
      <w:r w:rsidRPr="001B73FA">
        <w:rPr>
          <w:szCs w:val="20"/>
        </w:rPr>
        <w:t>excessif</w:t>
      </w:r>
      <w:r w:rsidR="00462692" w:rsidRPr="00A4769E">
        <w:rPr>
          <w:szCs w:val="20"/>
        </w:rPr>
        <w:t xml:space="preserve"> ; </w:t>
      </w:r>
      <w:r w:rsidRPr="001B73FA">
        <w:rPr>
          <w:szCs w:val="20"/>
        </w:rPr>
        <w:t>toujours d</w:t>
      </w:r>
      <w:r w:rsidR="00462692" w:rsidRPr="00A4769E">
        <w:rPr>
          <w:szCs w:val="20"/>
        </w:rPr>
        <w:t>’</w:t>
      </w:r>
      <w:r w:rsidRPr="001B73FA">
        <w:rPr>
          <w:szCs w:val="20"/>
        </w:rPr>
        <w:t>une si suprême élégance qu</w:t>
      </w:r>
      <w:r w:rsidR="00462692" w:rsidRPr="00A4769E">
        <w:rPr>
          <w:szCs w:val="20"/>
        </w:rPr>
        <w:t>’</w:t>
      </w:r>
      <w:r w:rsidRPr="001B73FA">
        <w:rPr>
          <w:szCs w:val="20"/>
        </w:rPr>
        <w:t>il y avait de quoi s</w:t>
      </w:r>
      <w:r w:rsidR="00462692" w:rsidRPr="00A4769E">
        <w:rPr>
          <w:szCs w:val="20"/>
        </w:rPr>
        <w:t>’</w:t>
      </w:r>
      <w:r w:rsidRPr="001B73FA">
        <w:rPr>
          <w:szCs w:val="20"/>
        </w:rPr>
        <w:t>évanouir</w:t>
      </w:r>
      <w:r w:rsidR="00462692" w:rsidRPr="00A4769E">
        <w:rPr>
          <w:szCs w:val="20"/>
        </w:rPr>
        <w:t xml:space="preserve"> (</w:t>
      </w:r>
      <w:r w:rsidRPr="001B73FA">
        <w:rPr>
          <w:szCs w:val="20"/>
        </w:rPr>
        <w:t>et plusieurs dames le faisaient chaque fois</w:t>
      </w:r>
      <w:r w:rsidR="00462692" w:rsidRPr="00A4769E">
        <w:rPr>
          <w:szCs w:val="20"/>
        </w:rPr>
        <w:t xml:space="preserve">) </w:t>
      </w:r>
      <w:r w:rsidRPr="001B73FA">
        <w:rPr>
          <w:szCs w:val="20"/>
        </w:rPr>
        <w:t>si</w:t>
      </w:r>
      <w:r w:rsidR="00462692" w:rsidRPr="00A4769E">
        <w:rPr>
          <w:szCs w:val="20"/>
        </w:rPr>
        <w:t xml:space="preserve">, </w:t>
      </w:r>
      <w:r w:rsidRPr="001B73FA">
        <w:rPr>
          <w:szCs w:val="20"/>
        </w:rPr>
        <w:t>après s</w:t>
      </w:r>
      <w:r w:rsidR="00462692" w:rsidRPr="00A4769E">
        <w:rPr>
          <w:szCs w:val="20"/>
        </w:rPr>
        <w:t>’</w:t>
      </w:r>
      <w:r w:rsidRPr="001B73FA">
        <w:rPr>
          <w:szCs w:val="20"/>
        </w:rPr>
        <w:t>être bien bercé le c</w:t>
      </w:r>
      <w:r w:rsidR="00462692" w:rsidRPr="00A4769E">
        <w:rPr>
          <w:szCs w:val="20"/>
        </w:rPr>
        <w:t>œ</w:t>
      </w:r>
      <w:r w:rsidRPr="001B73FA">
        <w:rPr>
          <w:szCs w:val="20"/>
        </w:rPr>
        <w:t>ur de musique</w:t>
      </w:r>
      <w:r w:rsidR="00462692" w:rsidRPr="00A4769E">
        <w:rPr>
          <w:szCs w:val="20"/>
        </w:rPr>
        <w:t xml:space="preserve">, </w:t>
      </w:r>
      <w:r w:rsidRPr="001B73FA">
        <w:rPr>
          <w:szCs w:val="20"/>
        </w:rPr>
        <w:t>de grâce et de tendresse</w:t>
      </w:r>
      <w:r w:rsidR="00462692" w:rsidRPr="00A4769E">
        <w:rPr>
          <w:szCs w:val="20"/>
        </w:rPr>
        <w:t xml:space="preserve">, </w:t>
      </w:r>
      <w:r w:rsidRPr="001B73FA">
        <w:rPr>
          <w:szCs w:val="20"/>
        </w:rPr>
        <w:t>on jetait un regard par les fenêtres grandes ouvertes sur le pays</w:t>
      </w:r>
      <w:r w:rsidR="00462692" w:rsidRPr="00A4769E">
        <w:rPr>
          <w:szCs w:val="20"/>
        </w:rPr>
        <w:t xml:space="preserve">, </w:t>
      </w:r>
      <w:r w:rsidRPr="001B73FA">
        <w:rPr>
          <w:szCs w:val="20"/>
        </w:rPr>
        <w:t>revêche</w:t>
      </w:r>
      <w:r w:rsidR="00462692" w:rsidRPr="00A4769E">
        <w:rPr>
          <w:szCs w:val="20"/>
        </w:rPr>
        <w:t xml:space="preserve">, </w:t>
      </w:r>
      <w:r w:rsidRPr="001B73FA">
        <w:rPr>
          <w:szCs w:val="20"/>
        </w:rPr>
        <w:t>menaçant et muet</w:t>
      </w:r>
      <w:r w:rsidR="00462692" w:rsidRPr="00A4769E">
        <w:rPr>
          <w:szCs w:val="20"/>
        </w:rPr>
        <w:t>.</w:t>
      </w:r>
    </w:p>
    <w:p w14:paraId="6B3AD0B7" w14:textId="77777777" w:rsidR="00462692" w:rsidRPr="00A4769E" w:rsidRDefault="001B73FA" w:rsidP="001B73FA">
      <w:pPr>
        <w:rPr>
          <w:szCs w:val="20"/>
        </w:rPr>
      </w:pPr>
      <w:r w:rsidRPr="001B73FA">
        <w:rPr>
          <w:szCs w:val="20"/>
        </w:rPr>
        <w:t>C</w:t>
      </w:r>
      <w:r w:rsidR="00462692" w:rsidRPr="00A4769E">
        <w:rPr>
          <w:szCs w:val="20"/>
        </w:rPr>
        <w:t>’</w:t>
      </w:r>
      <w:r w:rsidRPr="001B73FA">
        <w:rPr>
          <w:szCs w:val="20"/>
        </w:rPr>
        <w:t>est dans ces salons</w:t>
      </w:r>
      <w:r w:rsidR="00462692" w:rsidRPr="00A4769E">
        <w:rPr>
          <w:szCs w:val="20"/>
        </w:rPr>
        <w:t xml:space="preserve">, </w:t>
      </w:r>
      <w:r w:rsidRPr="001B73FA">
        <w:rPr>
          <w:szCs w:val="20"/>
        </w:rPr>
        <w:t>un de ces soirs</w:t>
      </w:r>
      <w:r w:rsidR="00462692" w:rsidRPr="00A4769E">
        <w:rPr>
          <w:szCs w:val="20"/>
        </w:rPr>
        <w:t xml:space="preserve">, </w:t>
      </w:r>
      <w:r w:rsidRPr="001B73FA">
        <w:rPr>
          <w:szCs w:val="20"/>
        </w:rPr>
        <w:t>que Céline vit pour la première fois Pierre de B</w:t>
      </w:r>
      <w:r w:rsidR="00462692" w:rsidRPr="00A4769E">
        <w:rPr>
          <w:szCs w:val="20"/>
        </w:rPr>
        <w:t xml:space="preserve">. </w:t>
      </w:r>
      <w:r w:rsidRPr="001B73FA">
        <w:rPr>
          <w:szCs w:val="20"/>
        </w:rPr>
        <w:t>Elle vit d</w:t>
      </w:r>
      <w:r w:rsidR="00462692" w:rsidRPr="00A4769E">
        <w:rPr>
          <w:szCs w:val="20"/>
        </w:rPr>
        <w:t>’</w:t>
      </w:r>
      <w:r w:rsidRPr="001B73FA">
        <w:rPr>
          <w:szCs w:val="20"/>
        </w:rPr>
        <w:t>abord l</w:t>
      </w:r>
      <w:r w:rsidR="00462692" w:rsidRPr="00A4769E">
        <w:rPr>
          <w:szCs w:val="20"/>
        </w:rPr>
        <w:t>’</w:t>
      </w:r>
      <w:r w:rsidRPr="001B73FA">
        <w:rPr>
          <w:szCs w:val="20"/>
        </w:rPr>
        <w:t>étonnant jet du corps longtemps avant de voir là-haut la lueur du visage et les petites moustaches à la Turenne</w:t>
      </w:r>
      <w:r w:rsidR="00462692" w:rsidRPr="00A4769E">
        <w:rPr>
          <w:szCs w:val="20"/>
        </w:rPr>
        <w:t>.</w:t>
      </w:r>
    </w:p>
    <w:p w14:paraId="4A65D9EA" w14:textId="77777777" w:rsidR="00462692" w:rsidRPr="00A4769E" w:rsidRDefault="00462692" w:rsidP="001B73FA">
      <w:pPr>
        <w:rPr>
          <w:szCs w:val="20"/>
        </w:rPr>
      </w:pPr>
      <w:r w:rsidRPr="00A4769E">
        <w:rPr>
          <w:szCs w:val="20"/>
        </w:rPr>
        <w:lastRenderedPageBreak/>
        <w:t>« </w:t>
      </w:r>
      <w:r w:rsidR="001B73FA" w:rsidRPr="001B73FA">
        <w:rPr>
          <w:szCs w:val="20"/>
        </w:rPr>
        <w:t>C</w:t>
      </w:r>
      <w:r w:rsidRPr="00A4769E">
        <w:rPr>
          <w:szCs w:val="20"/>
        </w:rPr>
        <w:t>’</w:t>
      </w:r>
      <w:r w:rsidR="001B73FA" w:rsidRPr="001B73FA">
        <w:rPr>
          <w:szCs w:val="20"/>
        </w:rPr>
        <w:t>était un homme très beau</w:t>
      </w:r>
      <w:r w:rsidRPr="00A4769E">
        <w:rPr>
          <w:szCs w:val="20"/>
        </w:rPr>
        <w:t xml:space="preserve">, </w:t>
      </w:r>
      <w:r w:rsidR="001B73FA" w:rsidRPr="001B73FA">
        <w:rPr>
          <w:szCs w:val="20"/>
        </w:rPr>
        <w:t>très bon</w:t>
      </w:r>
      <w:r w:rsidRPr="00A4769E">
        <w:rPr>
          <w:szCs w:val="20"/>
        </w:rPr>
        <w:t xml:space="preserve">, </w:t>
      </w:r>
      <w:r w:rsidR="001B73FA" w:rsidRPr="001B73FA">
        <w:rPr>
          <w:szCs w:val="20"/>
        </w:rPr>
        <w:t>très tendre</w:t>
      </w:r>
      <w:r w:rsidRPr="00A4769E">
        <w:rPr>
          <w:szCs w:val="20"/>
        </w:rPr>
        <w:t xml:space="preserve">, </w:t>
      </w:r>
      <w:r w:rsidR="001B73FA" w:rsidRPr="001B73FA">
        <w:rPr>
          <w:szCs w:val="20"/>
        </w:rPr>
        <w:t>très volage</w:t>
      </w:r>
      <w:r w:rsidRPr="00A4769E">
        <w:rPr>
          <w:szCs w:val="20"/>
        </w:rPr>
        <w:t xml:space="preserve">, </w:t>
      </w:r>
      <w:r w:rsidR="001B73FA" w:rsidRPr="001B73FA">
        <w:rPr>
          <w:szCs w:val="20"/>
        </w:rPr>
        <w:t>et au fond très fidèle</w:t>
      </w:r>
      <w:r w:rsidRPr="00A4769E">
        <w:rPr>
          <w:szCs w:val="20"/>
        </w:rPr>
        <w:t xml:space="preserve"> », </w:t>
      </w:r>
      <w:r w:rsidR="001B73FA" w:rsidRPr="001B73FA">
        <w:rPr>
          <w:szCs w:val="20"/>
        </w:rPr>
        <w:t>disait-elle à haute voix dans le silence de la boîte dorée de la chaise à porteurs</w:t>
      </w:r>
      <w:r w:rsidRPr="00A4769E">
        <w:rPr>
          <w:szCs w:val="20"/>
        </w:rPr>
        <w:t xml:space="preserve">. </w:t>
      </w:r>
      <w:r w:rsidR="001B73FA" w:rsidRPr="001B73FA">
        <w:rPr>
          <w:szCs w:val="20"/>
        </w:rPr>
        <w:t>Très fidèle</w:t>
      </w:r>
      <w:r w:rsidRPr="00A4769E">
        <w:rPr>
          <w:szCs w:val="20"/>
        </w:rPr>
        <w:t xml:space="preserve"> ! </w:t>
      </w:r>
      <w:r w:rsidR="001B73FA" w:rsidRPr="001B73FA">
        <w:rPr>
          <w:szCs w:val="20"/>
        </w:rPr>
        <w:t>Elle regardait le vide illimité des salons déserts</w:t>
      </w:r>
      <w:r w:rsidRPr="00A4769E">
        <w:rPr>
          <w:szCs w:val="20"/>
        </w:rPr>
        <w:t xml:space="preserve">, </w:t>
      </w:r>
      <w:r w:rsidR="001B73FA" w:rsidRPr="001B73FA">
        <w:rPr>
          <w:szCs w:val="20"/>
        </w:rPr>
        <w:t>et il apparaissait là-bas au bout</w:t>
      </w:r>
      <w:r w:rsidRPr="00A4769E">
        <w:rPr>
          <w:szCs w:val="20"/>
        </w:rPr>
        <w:t xml:space="preserve">, </w:t>
      </w:r>
      <w:r w:rsidR="001B73FA" w:rsidRPr="001B73FA">
        <w:rPr>
          <w:szCs w:val="20"/>
        </w:rPr>
        <w:t>immense</w:t>
      </w:r>
      <w:r w:rsidRPr="00A4769E">
        <w:rPr>
          <w:szCs w:val="20"/>
        </w:rPr>
        <w:t xml:space="preserve"> ; </w:t>
      </w:r>
      <w:r w:rsidR="001B73FA" w:rsidRPr="001B73FA">
        <w:rPr>
          <w:szCs w:val="20"/>
        </w:rPr>
        <w:t>sa perruque frôlait les caissons crème du plafond</w:t>
      </w:r>
      <w:r w:rsidRPr="00A4769E">
        <w:rPr>
          <w:szCs w:val="20"/>
        </w:rPr>
        <w:t xml:space="preserve">, </w:t>
      </w:r>
      <w:r w:rsidR="001B73FA" w:rsidRPr="001B73FA">
        <w:rPr>
          <w:szCs w:val="20"/>
        </w:rPr>
        <w:t>son escarpin plus grand qu</w:t>
      </w:r>
      <w:r w:rsidRPr="00A4769E">
        <w:rPr>
          <w:szCs w:val="20"/>
        </w:rPr>
        <w:t>’</w:t>
      </w:r>
      <w:r w:rsidR="001B73FA" w:rsidRPr="001B73FA">
        <w:rPr>
          <w:szCs w:val="20"/>
        </w:rPr>
        <w:t>une barque de Venise glissait sur le parquet ciré</w:t>
      </w:r>
      <w:r w:rsidRPr="00A4769E">
        <w:rPr>
          <w:szCs w:val="20"/>
        </w:rPr>
        <w:t xml:space="preserve">, </w:t>
      </w:r>
      <w:r w:rsidR="001B73FA" w:rsidRPr="001B73FA">
        <w:rPr>
          <w:szCs w:val="20"/>
        </w:rPr>
        <w:t>son mollet blanc tendu comme un mât qui va dans le balancement des mers</w:t>
      </w:r>
      <w:r w:rsidRPr="00A4769E">
        <w:rPr>
          <w:szCs w:val="20"/>
        </w:rPr>
        <w:t xml:space="preserve">, </w:t>
      </w:r>
      <w:r w:rsidR="001B73FA" w:rsidRPr="001B73FA">
        <w:rPr>
          <w:szCs w:val="20"/>
        </w:rPr>
        <w:t>ses yeux de biche plus larges</w:t>
      </w:r>
      <w:r w:rsidRPr="00A4769E">
        <w:rPr>
          <w:szCs w:val="20"/>
        </w:rPr>
        <w:t xml:space="preserve">, </w:t>
      </w:r>
      <w:r w:rsidR="001B73FA" w:rsidRPr="001B73FA">
        <w:rPr>
          <w:szCs w:val="20"/>
        </w:rPr>
        <w:t>plus chargés de détresse et d</w:t>
      </w:r>
      <w:r w:rsidRPr="00A4769E">
        <w:rPr>
          <w:szCs w:val="20"/>
        </w:rPr>
        <w:t>’</w:t>
      </w:r>
      <w:r w:rsidR="001B73FA" w:rsidRPr="001B73FA">
        <w:rPr>
          <w:szCs w:val="20"/>
        </w:rPr>
        <w:t>amour qu</w:t>
      </w:r>
      <w:r w:rsidRPr="00A4769E">
        <w:rPr>
          <w:szCs w:val="20"/>
        </w:rPr>
        <w:t>’</w:t>
      </w:r>
      <w:r w:rsidR="001B73FA" w:rsidRPr="001B73FA">
        <w:rPr>
          <w:szCs w:val="20"/>
        </w:rPr>
        <w:t>un ciel de Vendredi saint</w:t>
      </w:r>
      <w:r w:rsidRPr="00A4769E">
        <w:rPr>
          <w:szCs w:val="20"/>
        </w:rPr>
        <w:t xml:space="preserve">. </w:t>
      </w:r>
      <w:r w:rsidR="001B73FA" w:rsidRPr="001B73FA">
        <w:rPr>
          <w:szCs w:val="20"/>
        </w:rPr>
        <w:t>La vieille Marquise fermait les yeux et soupirait</w:t>
      </w:r>
      <w:r w:rsidRPr="00A4769E">
        <w:rPr>
          <w:szCs w:val="20"/>
        </w:rPr>
        <w:t>.</w:t>
      </w:r>
    </w:p>
    <w:p w14:paraId="4065D354" w14:textId="77777777" w:rsidR="00462692" w:rsidRPr="00A4769E" w:rsidRDefault="001B73FA" w:rsidP="001B73FA">
      <w:pPr>
        <w:rPr>
          <w:szCs w:val="20"/>
        </w:rPr>
      </w:pPr>
      <w:r w:rsidRPr="001B73FA">
        <w:rPr>
          <w:szCs w:val="20"/>
        </w:rPr>
        <w:t>Depuis plus de quarante ans qu</w:t>
      </w:r>
      <w:r w:rsidR="00462692" w:rsidRPr="00A4769E">
        <w:rPr>
          <w:szCs w:val="20"/>
        </w:rPr>
        <w:t>’</w:t>
      </w:r>
      <w:r w:rsidRPr="001B73FA">
        <w:rPr>
          <w:szCs w:val="20"/>
        </w:rPr>
        <w:t>elle vit seule</w:t>
      </w:r>
      <w:r w:rsidR="00462692" w:rsidRPr="00A4769E">
        <w:rPr>
          <w:szCs w:val="20"/>
        </w:rPr>
        <w:t xml:space="preserve">, </w:t>
      </w:r>
      <w:r w:rsidRPr="001B73FA">
        <w:rPr>
          <w:szCs w:val="20"/>
        </w:rPr>
        <w:t>elle voit chaque jour et à chaque heure du jour l</w:t>
      </w:r>
      <w:r w:rsidR="00462692" w:rsidRPr="00A4769E">
        <w:rPr>
          <w:szCs w:val="20"/>
        </w:rPr>
        <w:t>’</w:t>
      </w:r>
      <w:r w:rsidRPr="001B73FA">
        <w:rPr>
          <w:szCs w:val="20"/>
        </w:rPr>
        <w:t>ombre énorme du corps et de la petite âme louche de Pierre de B</w:t>
      </w:r>
      <w:r w:rsidR="00462692" w:rsidRPr="00A4769E">
        <w:rPr>
          <w:szCs w:val="20"/>
        </w:rPr>
        <w:t xml:space="preserve">. </w:t>
      </w:r>
      <w:r w:rsidRPr="001B73FA">
        <w:rPr>
          <w:szCs w:val="20"/>
        </w:rPr>
        <w:t>Elle cherche en elle-même des raisons d</w:t>
      </w:r>
      <w:r w:rsidR="00462692" w:rsidRPr="00A4769E">
        <w:rPr>
          <w:szCs w:val="20"/>
        </w:rPr>
        <w:t>’</w:t>
      </w:r>
      <w:r w:rsidRPr="001B73FA">
        <w:rPr>
          <w:szCs w:val="20"/>
        </w:rPr>
        <w:t>excuser sa vie et sa mort et elle en trouve</w:t>
      </w:r>
      <w:r w:rsidR="00462692" w:rsidRPr="00A4769E">
        <w:rPr>
          <w:szCs w:val="20"/>
        </w:rPr>
        <w:t xml:space="preserve"> ; </w:t>
      </w:r>
      <w:r w:rsidRPr="001B73FA">
        <w:rPr>
          <w:szCs w:val="20"/>
        </w:rPr>
        <w:t>mais</w:t>
      </w:r>
      <w:r w:rsidR="00462692" w:rsidRPr="00A4769E">
        <w:rPr>
          <w:szCs w:val="20"/>
        </w:rPr>
        <w:t xml:space="preserve">, </w:t>
      </w:r>
      <w:r w:rsidRPr="001B73FA">
        <w:rPr>
          <w:szCs w:val="20"/>
        </w:rPr>
        <w:t>comme un filet d</w:t>
      </w:r>
      <w:r w:rsidR="00462692" w:rsidRPr="00A4769E">
        <w:rPr>
          <w:szCs w:val="20"/>
        </w:rPr>
        <w:t>’</w:t>
      </w:r>
      <w:r w:rsidRPr="001B73FA">
        <w:rPr>
          <w:szCs w:val="20"/>
        </w:rPr>
        <w:t>eau vive effondre le sable dont on veut le recouvrir</w:t>
      </w:r>
      <w:r w:rsidR="00462692" w:rsidRPr="00A4769E">
        <w:rPr>
          <w:szCs w:val="20"/>
        </w:rPr>
        <w:t xml:space="preserve">, </w:t>
      </w:r>
      <w:r w:rsidRPr="001B73FA">
        <w:rPr>
          <w:szCs w:val="20"/>
        </w:rPr>
        <w:t>la vulgarité naïve de cette âme effondre le travail des jours depuis plus de quarante ans</w:t>
      </w:r>
      <w:r w:rsidR="00462692" w:rsidRPr="00A4769E">
        <w:rPr>
          <w:szCs w:val="20"/>
        </w:rPr>
        <w:t xml:space="preserve">. </w:t>
      </w:r>
      <w:r w:rsidRPr="001B73FA">
        <w:rPr>
          <w:szCs w:val="20"/>
        </w:rPr>
        <w:t>Alors</w:t>
      </w:r>
      <w:r w:rsidR="00462692" w:rsidRPr="00A4769E">
        <w:rPr>
          <w:szCs w:val="20"/>
        </w:rPr>
        <w:t xml:space="preserve">, </w:t>
      </w:r>
      <w:r w:rsidRPr="001B73FA">
        <w:rPr>
          <w:szCs w:val="20"/>
        </w:rPr>
        <w:t>elle fait mieux qu</w:t>
      </w:r>
      <w:r w:rsidR="00462692" w:rsidRPr="00A4769E">
        <w:rPr>
          <w:szCs w:val="20"/>
        </w:rPr>
        <w:t>’</w:t>
      </w:r>
      <w:r w:rsidRPr="001B73FA">
        <w:rPr>
          <w:szCs w:val="20"/>
        </w:rPr>
        <w:t>excuser</w:t>
      </w:r>
      <w:r w:rsidR="00462692" w:rsidRPr="00A4769E">
        <w:rPr>
          <w:szCs w:val="20"/>
        </w:rPr>
        <w:t xml:space="preserve"> ; </w:t>
      </w:r>
      <w:r w:rsidRPr="001B73FA">
        <w:rPr>
          <w:szCs w:val="20"/>
        </w:rPr>
        <w:t>elle continue à aimer</w:t>
      </w:r>
      <w:r w:rsidR="00462692" w:rsidRPr="00A4769E">
        <w:rPr>
          <w:szCs w:val="20"/>
        </w:rPr>
        <w:t xml:space="preserve">. </w:t>
      </w:r>
      <w:r w:rsidRPr="001B73FA">
        <w:rPr>
          <w:szCs w:val="20"/>
        </w:rPr>
        <w:t>Elle a vécu dans le monde</w:t>
      </w:r>
      <w:r w:rsidR="00462692" w:rsidRPr="00A4769E">
        <w:rPr>
          <w:szCs w:val="20"/>
        </w:rPr>
        <w:t xml:space="preserve"> ; </w:t>
      </w:r>
      <w:r w:rsidRPr="001B73FA">
        <w:rPr>
          <w:szCs w:val="20"/>
        </w:rPr>
        <w:t>elle n</w:t>
      </w:r>
      <w:r w:rsidR="00462692" w:rsidRPr="00A4769E">
        <w:rPr>
          <w:szCs w:val="20"/>
        </w:rPr>
        <w:t>’</w:t>
      </w:r>
      <w:r w:rsidRPr="001B73FA">
        <w:rPr>
          <w:szCs w:val="20"/>
        </w:rPr>
        <w:t>a jamais cessé de tenir table et maison ouvertes</w:t>
      </w:r>
      <w:r w:rsidR="00462692" w:rsidRPr="00A4769E">
        <w:rPr>
          <w:szCs w:val="20"/>
        </w:rPr>
        <w:t xml:space="preserve"> ; </w:t>
      </w:r>
      <w:r w:rsidRPr="001B73FA">
        <w:rPr>
          <w:szCs w:val="20"/>
        </w:rPr>
        <w:t>elle comprend donc fort bien le rouage</w:t>
      </w:r>
      <w:r w:rsidR="00462692" w:rsidRPr="00A4769E">
        <w:rPr>
          <w:szCs w:val="20"/>
        </w:rPr>
        <w:t xml:space="preserve">, </w:t>
      </w:r>
      <w:r w:rsidRPr="001B73FA">
        <w:rPr>
          <w:szCs w:val="20"/>
        </w:rPr>
        <w:t>le ressort et le roulement des roueries</w:t>
      </w:r>
      <w:r w:rsidR="00462692" w:rsidRPr="00A4769E">
        <w:rPr>
          <w:szCs w:val="20"/>
        </w:rPr>
        <w:t xml:space="preserve">, </w:t>
      </w:r>
      <w:r w:rsidRPr="001B73FA">
        <w:rPr>
          <w:szCs w:val="20"/>
        </w:rPr>
        <w:t>et même</w:t>
      </w:r>
      <w:r w:rsidR="00462692" w:rsidRPr="00A4769E">
        <w:rPr>
          <w:szCs w:val="20"/>
        </w:rPr>
        <w:t xml:space="preserve">, </w:t>
      </w:r>
      <w:r w:rsidRPr="001B73FA">
        <w:rPr>
          <w:szCs w:val="20"/>
        </w:rPr>
        <w:t>elle finit par apprécier dans certains tours de bâton supérieurs</w:t>
      </w:r>
      <w:r w:rsidR="00462692" w:rsidRPr="00A4769E">
        <w:rPr>
          <w:szCs w:val="20"/>
        </w:rPr>
        <w:t xml:space="preserve"> – </w:t>
      </w:r>
      <w:r w:rsidRPr="001B73FA">
        <w:rPr>
          <w:szCs w:val="20"/>
        </w:rPr>
        <w:t>dont elle dit qu</w:t>
      </w:r>
      <w:r w:rsidR="00462692" w:rsidRPr="00A4769E">
        <w:rPr>
          <w:szCs w:val="20"/>
        </w:rPr>
        <w:t>’</w:t>
      </w:r>
      <w:r w:rsidRPr="001B73FA">
        <w:rPr>
          <w:szCs w:val="20"/>
        </w:rPr>
        <w:t>ils ont quasi la noblesse de tours d</w:t>
      </w:r>
      <w:r w:rsidR="00462692" w:rsidRPr="00A4769E">
        <w:rPr>
          <w:szCs w:val="20"/>
        </w:rPr>
        <w:t>’</w:t>
      </w:r>
      <w:r w:rsidRPr="001B73FA">
        <w:rPr>
          <w:szCs w:val="20"/>
        </w:rPr>
        <w:t>épée</w:t>
      </w:r>
      <w:r w:rsidR="00462692" w:rsidRPr="00A4769E">
        <w:rPr>
          <w:szCs w:val="20"/>
        </w:rPr>
        <w:t xml:space="preserve"> – </w:t>
      </w:r>
      <w:r w:rsidRPr="001B73FA">
        <w:rPr>
          <w:szCs w:val="20"/>
        </w:rPr>
        <w:t>une logique</w:t>
      </w:r>
      <w:r w:rsidR="00462692" w:rsidRPr="00A4769E">
        <w:rPr>
          <w:szCs w:val="20"/>
        </w:rPr>
        <w:t xml:space="preserve">, </w:t>
      </w:r>
      <w:r w:rsidRPr="001B73FA">
        <w:rPr>
          <w:szCs w:val="20"/>
        </w:rPr>
        <w:t>une mathématique d</w:t>
      </w:r>
      <w:r w:rsidR="00462692" w:rsidRPr="00A4769E">
        <w:rPr>
          <w:szCs w:val="20"/>
        </w:rPr>
        <w:t>’</w:t>
      </w:r>
      <w:r w:rsidRPr="001B73FA">
        <w:rPr>
          <w:szCs w:val="20"/>
        </w:rPr>
        <w:t>escrime dont elle est bonne juge</w:t>
      </w:r>
      <w:r w:rsidR="00462692" w:rsidRPr="00A4769E">
        <w:rPr>
          <w:szCs w:val="20"/>
        </w:rPr>
        <w:t xml:space="preserve">. </w:t>
      </w:r>
      <w:r w:rsidRPr="001B73FA">
        <w:rPr>
          <w:szCs w:val="20"/>
        </w:rPr>
        <w:t>Elle se dit que son Pierre était un prodigieux escrimeur dans ce genre</w:t>
      </w:r>
      <w:r w:rsidR="00462692" w:rsidRPr="00A4769E">
        <w:rPr>
          <w:szCs w:val="20"/>
        </w:rPr>
        <w:t xml:space="preserve">. </w:t>
      </w:r>
      <w:r w:rsidRPr="001B73FA">
        <w:rPr>
          <w:szCs w:val="20"/>
        </w:rPr>
        <w:t>Qu</w:t>
      </w:r>
      <w:r w:rsidR="00462692" w:rsidRPr="00A4769E">
        <w:rPr>
          <w:szCs w:val="20"/>
        </w:rPr>
        <w:t>’</w:t>
      </w:r>
      <w:r w:rsidRPr="001B73FA">
        <w:rPr>
          <w:szCs w:val="20"/>
        </w:rPr>
        <w:t xml:space="preserve">elle ait servi de </w:t>
      </w:r>
      <w:r w:rsidRPr="001B73FA">
        <w:rPr>
          <w:i/>
          <w:iCs/>
          <w:szCs w:val="20"/>
        </w:rPr>
        <w:t>quintaine</w:t>
      </w:r>
      <w:r w:rsidRPr="001B73FA">
        <w:rPr>
          <w:szCs w:val="20"/>
        </w:rPr>
        <w:t xml:space="preserve"> à tous les coups</w:t>
      </w:r>
      <w:r w:rsidR="00462692" w:rsidRPr="00A4769E">
        <w:rPr>
          <w:szCs w:val="20"/>
        </w:rPr>
        <w:t xml:space="preserve">, </w:t>
      </w:r>
      <w:r w:rsidRPr="001B73FA">
        <w:rPr>
          <w:szCs w:val="20"/>
        </w:rPr>
        <w:t>elle seule sait qu</w:t>
      </w:r>
      <w:r w:rsidR="00462692" w:rsidRPr="00A4769E">
        <w:rPr>
          <w:szCs w:val="20"/>
        </w:rPr>
        <w:t>’</w:t>
      </w:r>
      <w:r w:rsidRPr="001B73FA">
        <w:rPr>
          <w:szCs w:val="20"/>
        </w:rPr>
        <w:t>elle n</w:t>
      </w:r>
      <w:r w:rsidR="00462692" w:rsidRPr="00A4769E">
        <w:rPr>
          <w:szCs w:val="20"/>
        </w:rPr>
        <w:t>’</w:t>
      </w:r>
      <w:r w:rsidRPr="001B73FA">
        <w:rPr>
          <w:szCs w:val="20"/>
        </w:rPr>
        <w:t>était pas bourrée de paille</w:t>
      </w:r>
      <w:r w:rsidR="00462692" w:rsidRPr="00A4769E">
        <w:rPr>
          <w:szCs w:val="20"/>
        </w:rPr>
        <w:t xml:space="preserve">, </w:t>
      </w:r>
      <w:r w:rsidRPr="001B73FA">
        <w:rPr>
          <w:szCs w:val="20"/>
        </w:rPr>
        <w:t>mais d</w:t>
      </w:r>
      <w:r w:rsidR="00462692" w:rsidRPr="00A4769E">
        <w:rPr>
          <w:szCs w:val="20"/>
        </w:rPr>
        <w:t>’</w:t>
      </w:r>
      <w:r w:rsidRPr="001B73FA">
        <w:rPr>
          <w:szCs w:val="20"/>
        </w:rPr>
        <w:t>entrailles chaudes où tous les coups ont fait blessure</w:t>
      </w:r>
      <w:r w:rsidR="00462692" w:rsidRPr="00A4769E">
        <w:rPr>
          <w:szCs w:val="20"/>
        </w:rPr>
        <w:t xml:space="preserve">. </w:t>
      </w:r>
      <w:r w:rsidRPr="001B73FA">
        <w:rPr>
          <w:szCs w:val="20"/>
        </w:rPr>
        <w:t>Mais</w:t>
      </w:r>
      <w:r w:rsidR="00462692" w:rsidRPr="00A4769E">
        <w:rPr>
          <w:szCs w:val="20"/>
        </w:rPr>
        <w:t xml:space="preserve">, </w:t>
      </w:r>
      <w:r w:rsidRPr="001B73FA">
        <w:rPr>
          <w:szCs w:val="20"/>
        </w:rPr>
        <w:t>elle seule le sait</w:t>
      </w:r>
      <w:r w:rsidR="00462692" w:rsidRPr="00A4769E">
        <w:rPr>
          <w:szCs w:val="20"/>
        </w:rPr>
        <w:t xml:space="preserve">, </w:t>
      </w:r>
      <w:r w:rsidRPr="001B73FA">
        <w:rPr>
          <w:szCs w:val="20"/>
        </w:rPr>
        <w:t>elle avait des milliers de mains pour boucher instantanément les trous</w:t>
      </w:r>
      <w:r w:rsidR="00462692" w:rsidRPr="00A4769E">
        <w:rPr>
          <w:szCs w:val="20"/>
        </w:rPr>
        <w:t xml:space="preserve">. </w:t>
      </w:r>
      <w:r w:rsidRPr="001B73FA">
        <w:rPr>
          <w:szCs w:val="20"/>
        </w:rPr>
        <w:t>Nul ne l</w:t>
      </w:r>
      <w:r w:rsidR="00462692" w:rsidRPr="00A4769E">
        <w:rPr>
          <w:szCs w:val="20"/>
        </w:rPr>
        <w:t>’</w:t>
      </w:r>
      <w:r w:rsidRPr="001B73FA">
        <w:rPr>
          <w:szCs w:val="20"/>
        </w:rPr>
        <w:t>a vue saigner</w:t>
      </w:r>
      <w:r w:rsidR="00462692" w:rsidRPr="00A4769E">
        <w:rPr>
          <w:szCs w:val="20"/>
        </w:rPr>
        <w:t xml:space="preserve">. </w:t>
      </w:r>
      <w:r w:rsidRPr="001B73FA">
        <w:rPr>
          <w:szCs w:val="20"/>
        </w:rPr>
        <w:t>Depuis longtemps</w:t>
      </w:r>
      <w:r w:rsidR="00462692" w:rsidRPr="00A4769E">
        <w:rPr>
          <w:szCs w:val="20"/>
        </w:rPr>
        <w:t xml:space="preserve">, </w:t>
      </w:r>
      <w:r w:rsidRPr="001B73FA">
        <w:rPr>
          <w:szCs w:val="20"/>
        </w:rPr>
        <w:t>et même du vivant de son Pierre</w:t>
      </w:r>
      <w:r w:rsidR="00462692" w:rsidRPr="00A4769E">
        <w:rPr>
          <w:szCs w:val="20"/>
        </w:rPr>
        <w:t xml:space="preserve">, </w:t>
      </w:r>
      <w:r w:rsidRPr="001B73FA">
        <w:rPr>
          <w:szCs w:val="20"/>
        </w:rPr>
        <w:t>elle avait fini par décider que rien de ce tournoi mondain ne devait tou</w:t>
      </w:r>
      <w:r w:rsidRPr="001B73FA">
        <w:rPr>
          <w:szCs w:val="20"/>
        </w:rPr>
        <w:lastRenderedPageBreak/>
        <w:t>cher son amour</w:t>
      </w:r>
      <w:r w:rsidR="00462692" w:rsidRPr="00A4769E">
        <w:rPr>
          <w:szCs w:val="20"/>
        </w:rPr>
        <w:t xml:space="preserve">. </w:t>
      </w:r>
      <w:r w:rsidRPr="001B73FA">
        <w:rPr>
          <w:szCs w:val="20"/>
        </w:rPr>
        <w:t>Elle se déteste profondément pour cette décision à laquelle elle s</w:t>
      </w:r>
      <w:r w:rsidR="00462692" w:rsidRPr="00A4769E">
        <w:rPr>
          <w:szCs w:val="20"/>
        </w:rPr>
        <w:t>’</w:t>
      </w:r>
      <w:r w:rsidRPr="001B73FA">
        <w:rPr>
          <w:szCs w:val="20"/>
        </w:rPr>
        <w:t>est tenue</w:t>
      </w:r>
      <w:r w:rsidR="00462692" w:rsidRPr="00A4769E">
        <w:rPr>
          <w:szCs w:val="20"/>
        </w:rPr>
        <w:t xml:space="preserve">, </w:t>
      </w:r>
      <w:r w:rsidRPr="001B73FA">
        <w:rPr>
          <w:szCs w:val="20"/>
        </w:rPr>
        <w:t>elle se tient</w:t>
      </w:r>
      <w:r w:rsidR="00462692" w:rsidRPr="00A4769E">
        <w:rPr>
          <w:szCs w:val="20"/>
        </w:rPr>
        <w:t xml:space="preserve">, </w:t>
      </w:r>
      <w:r w:rsidRPr="001B73FA">
        <w:rPr>
          <w:szCs w:val="20"/>
        </w:rPr>
        <w:t>elle se tiendra toujours avec une de ces voluptés infernales qui donnent l</w:t>
      </w:r>
      <w:r w:rsidR="00462692" w:rsidRPr="00A4769E">
        <w:rPr>
          <w:szCs w:val="20"/>
        </w:rPr>
        <w:t>’</w:t>
      </w:r>
      <w:r w:rsidRPr="001B73FA">
        <w:rPr>
          <w:szCs w:val="20"/>
        </w:rPr>
        <w:t>empire de la terre et du ciel</w:t>
      </w:r>
      <w:r w:rsidR="00462692" w:rsidRPr="00A4769E">
        <w:rPr>
          <w:szCs w:val="20"/>
        </w:rPr>
        <w:t xml:space="preserve">. </w:t>
      </w:r>
      <w:r w:rsidRPr="001B73FA">
        <w:rPr>
          <w:szCs w:val="20"/>
        </w:rPr>
        <w:t>Elle se déteste</w:t>
      </w:r>
      <w:r w:rsidR="00462692" w:rsidRPr="00A4769E">
        <w:rPr>
          <w:szCs w:val="20"/>
        </w:rPr>
        <w:t xml:space="preserve">, </w:t>
      </w:r>
      <w:r w:rsidRPr="001B73FA">
        <w:rPr>
          <w:szCs w:val="20"/>
        </w:rPr>
        <w:t>et elle dit qu</w:t>
      </w:r>
      <w:r w:rsidR="00462692" w:rsidRPr="00A4769E">
        <w:rPr>
          <w:szCs w:val="20"/>
        </w:rPr>
        <w:t>’</w:t>
      </w:r>
      <w:r w:rsidRPr="001B73FA">
        <w:rPr>
          <w:szCs w:val="20"/>
        </w:rPr>
        <w:t>il vaut mieux se détester que détester ce qu</w:t>
      </w:r>
      <w:r w:rsidR="00462692" w:rsidRPr="00A4769E">
        <w:rPr>
          <w:szCs w:val="20"/>
        </w:rPr>
        <w:t>’</w:t>
      </w:r>
      <w:r w:rsidRPr="001B73FA">
        <w:rPr>
          <w:szCs w:val="20"/>
        </w:rPr>
        <w:t>on aime</w:t>
      </w:r>
      <w:r w:rsidR="00462692" w:rsidRPr="00A4769E">
        <w:rPr>
          <w:szCs w:val="20"/>
        </w:rPr>
        <w:t xml:space="preserve">. </w:t>
      </w:r>
      <w:r w:rsidRPr="001B73FA">
        <w:rPr>
          <w:szCs w:val="20"/>
        </w:rPr>
        <w:t>Elle se méprise</w:t>
      </w:r>
      <w:r w:rsidR="00462692" w:rsidRPr="00A4769E">
        <w:rPr>
          <w:szCs w:val="20"/>
        </w:rPr>
        <w:t xml:space="preserve">, </w:t>
      </w:r>
      <w:r w:rsidRPr="001B73FA">
        <w:rPr>
          <w:szCs w:val="20"/>
        </w:rPr>
        <w:t>mais pour cette même raison</w:t>
      </w:r>
      <w:r w:rsidR="00462692" w:rsidRPr="00A4769E">
        <w:rPr>
          <w:szCs w:val="20"/>
        </w:rPr>
        <w:t xml:space="preserve">, </w:t>
      </w:r>
      <w:r w:rsidRPr="001B73FA">
        <w:rPr>
          <w:szCs w:val="20"/>
        </w:rPr>
        <w:t>il vaut mieux</w:t>
      </w:r>
      <w:r w:rsidR="00462692" w:rsidRPr="00A4769E">
        <w:rPr>
          <w:szCs w:val="20"/>
        </w:rPr>
        <w:t xml:space="preserve">. </w:t>
      </w:r>
      <w:r w:rsidRPr="001B73FA">
        <w:rPr>
          <w:szCs w:val="20"/>
        </w:rPr>
        <w:t>C</w:t>
      </w:r>
      <w:r w:rsidR="00462692" w:rsidRPr="00A4769E">
        <w:rPr>
          <w:szCs w:val="20"/>
        </w:rPr>
        <w:t>’</w:t>
      </w:r>
      <w:r w:rsidRPr="001B73FA">
        <w:rPr>
          <w:szCs w:val="20"/>
        </w:rPr>
        <w:t>est parfois un peu difficile à soigner</w:t>
      </w:r>
      <w:r w:rsidR="00462692" w:rsidRPr="00A4769E">
        <w:rPr>
          <w:szCs w:val="20"/>
        </w:rPr>
        <w:t xml:space="preserve">. </w:t>
      </w:r>
      <w:r w:rsidRPr="001B73FA">
        <w:rPr>
          <w:szCs w:val="20"/>
        </w:rPr>
        <w:t>Alors</w:t>
      </w:r>
      <w:r w:rsidR="00462692" w:rsidRPr="00A4769E">
        <w:rPr>
          <w:szCs w:val="20"/>
        </w:rPr>
        <w:t xml:space="preserve">, </w:t>
      </w:r>
      <w:r w:rsidRPr="001B73FA">
        <w:rPr>
          <w:szCs w:val="20"/>
        </w:rPr>
        <w:t>pendant de longues heures</w:t>
      </w:r>
      <w:r w:rsidR="00462692" w:rsidRPr="00A4769E">
        <w:rPr>
          <w:szCs w:val="20"/>
        </w:rPr>
        <w:t xml:space="preserve">, </w:t>
      </w:r>
      <w:r w:rsidRPr="001B73FA">
        <w:rPr>
          <w:szCs w:val="20"/>
        </w:rPr>
        <w:t>elle se fait des pansements très compliqués dans la boîte dorée de sa chaise à porteurs</w:t>
      </w:r>
      <w:r w:rsidR="00462692" w:rsidRPr="00A4769E">
        <w:rPr>
          <w:szCs w:val="20"/>
        </w:rPr>
        <w:t xml:space="preserve">. </w:t>
      </w:r>
      <w:r w:rsidRPr="001B73FA">
        <w:rPr>
          <w:szCs w:val="20"/>
        </w:rPr>
        <w:t>Souvent</w:t>
      </w:r>
      <w:r w:rsidR="00462692" w:rsidRPr="00A4769E">
        <w:rPr>
          <w:szCs w:val="20"/>
        </w:rPr>
        <w:t xml:space="preserve">, </w:t>
      </w:r>
      <w:r w:rsidRPr="001B73FA">
        <w:rPr>
          <w:szCs w:val="20"/>
        </w:rPr>
        <w:t>malgré tous ces soins</w:t>
      </w:r>
      <w:r w:rsidR="00462692" w:rsidRPr="00A4769E">
        <w:rPr>
          <w:szCs w:val="20"/>
        </w:rPr>
        <w:t xml:space="preserve">, </w:t>
      </w:r>
      <w:r w:rsidRPr="001B73FA">
        <w:rPr>
          <w:szCs w:val="20"/>
        </w:rPr>
        <w:t>l</w:t>
      </w:r>
      <w:r w:rsidR="00462692" w:rsidRPr="00A4769E">
        <w:rPr>
          <w:szCs w:val="20"/>
        </w:rPr>
        <w:t>’</w:t>
      </w:r>
      <w:r w:rsidRPr="001B73FA">
        <w:rPr>
          <w:szCs w:val="20"/>
        </w:rPr>
        <w:t>appareil se dérange quand elle entre dans le monde</w:t>
      </w:r>
      <w:r w:rsidR="00462692" w:rsidRPr="00A4769E">
        <w:rPr>
          <w:szCs w:val="20"/>
        </w:rPr>
        <w:t xml:space="preserve"> ; </w:t>
      </w:r>
      <w:r w:rsidRPr="001B73FA">
        <w:rPr>
          <w:szCs w:val="20"/>
        </w:rPr>
        <w:t>mais elle le sait</w:t>
      </w:r>
      <w:r w:rsidR="00462692" w:rsidRPr="00A4769E">
        <w:rPr>
          <w:szCs w:val="20"/>
        </w:rPr>
        <w:t xml:space="preserve">, </w:t>
      </w:r>
      <w:r w:rsidRPr="001B73FA">
        <w:rPr>
          <w:szCs w:val="20"/>
        </w:rPr>
        <w:t>elle s</w:t>
      </w:r>
      <w:r w:rsidR="00462692" w:rsidRPr="00A4769E">
        <w:rPr>
          <w:szCs w:val="20"/>
        </w:rPr>
        <w:t>’</w:t>
      </w:r>
      <w:r w:rsidRPr="001B73FA">
        <w:rPr>
          <w:szCs w:val="20"/>
        </w:rPr>
        <w:t>y attend</w:t>
      </w:r>
      <w:r w:rsidR="00462692" w:rsidRPr="00A4769E">
        <w:rPr>
          <w:szCs w:val="20"/>
        </w:rPr>
        <w:t xml:space="preserve">, </w:t>
      </w:r>
      <w:r w:rsidRPr="001B73FA">
        <w:rPr>
          <w:szCs w:val="20"/>
        </w:rPr>
        <w:t>et elle a tout de suite la présence d</w:t>
      </w:r>
      <w:r w:rsidR="00462692" w:rsidRPr="00A4769E">
        <w:rPr>
          <w:szCs w:val="20"/>
        </w:rPr>
        <w:t>’</w:t>
      </w:r>
      <w:r w:rsidRPr="001B73FA">
        <w:rPr>
          <w:szCs w:val="20"/>
        </w:rPr>
        <w:t>esprit de mordre dans les beaux et les belles</w:t>
      </w:r>
      <w:r w:rsidR="00462692" w:rsidRPr="00A4769E">
        <w:rPr>
          <w:szCs w:val="20"/>
        </w:rPr>
        <w:t xml:space="preserve">, </w:t>
      </w:r>
      <w:r w:rsidRPr="001B73FA">
        <w:rPr>
          <w:szCs w:val="20"/>
        </w:rPr>
        <w:t>pour qu</w:t>
      </w:r>
      <w:r w:rsidR="00462692" w:rsidRPr="00A4769E">
        <w:rPr>
          <w:szCs w:val="20"/>
        </w:rPr>
        <w:t>’</w:t>
      </w:r>
      <w:r w:rsidRPr="001B73FA">
        <w:rPr>
          <w:szCs w:val="20"/>
        </w:rPr>
        <w:t>elle puisse lécher secrètement ses blessures pendant que les autres lèchent ouvertement les leurs</w:t>
      </w:r>
      <w:r w:rsidR="00462692" w:rsidRPr="00A4769E">
        <w:rPr>
          <w:szCs w:val="20"/>
        </w:rPr>
        <w:t>.</w:t>
      </w:r>
    </w:p>
    <w:p w14:paraId="1D6917E2" w14:textId="20400833" w:rsidR="00462692" w:rsidRPr="00A4769E" w:rsidRDefault="001B73FA" w:rsidP="001B73FA">
      <w:pPr>
        <w:rPr>
          <w:szCs w:val="20"/>
        </w:rPr>
      </w:pPr>
      <w:r w:rsidRPr="001B73FA">
        <w:rPr>
          <w:szCs w:val="20"/>
        </w:rPr>
        <w:t>Pierre de B</w:t>
      </w:r>
      <w:r w:rsidR="00462692" w:rsidRPr="00A4769E">
        <w:rPr>
          <w:szCs w:val="20"/>
        </w:rPr>
        <w:t xml:space="preserve">. </w:t>
      </w:r>
      <w:r w:rsidRPr="001B73FA">
        <w:rPr>
          <w:szCs w:val="20"/>
        </w:rPr>
        <w:t>n</w:t>
      </w:r>
      <w:r w:rsidR="00462692" w:rsidRPr="00A4769E">
        <w:rPr>
          <w:szCs w:val="20"/>
        </w:rPr>
        <w:t>’</w:t>
      </w:r>
      <w:r w:rsidRPr="001B73FA">
        <w:rPr>
          <w:szCs w:val="20"/>
        </w:rPr>
        <w:t>avait pas été un grand criminel</w:t>
      </w:r>
      <w:r w:rsidR="00462692" w:rsidRPr="00A4769E">
        <w:rPr>
          <w:szCs w:val="20"/>
        </w:rPr>
        <w:t xml:space="preserve">, </w:t>
      </w:r>
      <w:r w:rsidRPr="001B73FA">
        <w:rPr>
          <w:szCs w:val="20"/>
        </w:rPr>
        <w:t>un ange de ténèbres</w:t>
      </w:r>
      <w:r w:rsidR="00462692" w:rsidRPr="00A4769E">
        <w:rPr>
          <w:szCs w:val="20"/>
        </w:rPr>
        <w:t xml:space="preserve"> ; </w:t>
      </w:r>
      <w:r w:rsidRPr="001B73FA">
        <w:rPr>
          <w:szCs w:val="20"/>
        </w:rPr>
        <w:t>l</w:t>
      </w:r>
      <w:r w:rsidR="00462692" w:rsidRPr="00A4769E">
        <w:rPr>
          <w:szCs w:val="20"/>
        </w:rPr>
        <w:t>’</w:t>
      </w:r>
      <w:r w:rsidRPr="001B73FA">
        <w:rPr>
          <w:szCs w:val="20"/>
        </w:rPr>
        <w:t>eût-il été que Céline l</w:t>
      </w:r>
      <w:r w:rsidR="00462692" w:rsidRPr="00A4769E">
        <w:rPr>
          <w:szCs w:val="20"/>
        </w:rPr>
        <w:t>’</w:t>
      </w:r>
      <w:r w:rsidRPr="001B73FA">
        <w:rPr>
          <w:szCs w:val="20"/>
        </w:rPr>
        <w:t>aurait accompagné allègrement en chantant ses gloires jusque dans les palais souterrains</w:t>
      </w:r>
      <w:r w:rsidR="00462692" w:rsidRPr="00A4769E">
        <w:rPr>
          <w:szCs w:val="20"/>
        </w:rPr>
        <w:t xml:space="preserve">. </w:t>
      </w:r>
      <w:r w:rsidRPr="001B73FA">
        <w:rPr>
          <w:szCs w:val="20"/>
        </w:rPr>
        <w:t>Non</w:t>
      </w:r>
      <w:r w:rsidR="00462692" w:rsidRPr="00A4769E">
        <w:rPr>
          <w:szCs w:val="20"/>
        </w:rPr>
        <w:t xml:space="preserve">, </w:t>
      </w:r>
      <w:r w:rsidRPr="001B73FA">
        <w:rPr>
          <w:szCs w:val="20"/>
        </w:rPr>
        <w:t>au contraire</w:t>
      </w:r>
      <w:r w:rsidR="00462692" w:rsidRPr="00A4769E">
        <w:rPr>
          <w:szCs w:val="20"/>
        </w:rPr>
        <w:t xml:space="preserve">, </w:t>
      </w:r>
      <w:r w:rsidRPr="001B73FA">
        <w:rPr>
          <w:szCs w:val="20"/>
        </w:rPr>
        <w:t>il avait petitement vécu selon le monde</w:t>
      </w:r>
      <w:r w:rsidR="00462692" w:rsidRPr="00A4769E">
        <w:rPr>
          <w:szCs w:val="20"/>
        </w:rPr>
        <w:t xml:space="preserve">, </w:t>
      </w:r>
      <w:r w:rsidRPr="001B73FA">
        <w:rPr>
          <w:szCs w:val="20"/>
        </w:rPr>
        <w:t>sans avoir jamais le désir de vivre un peu plus haut</w:t>
      </w:r>
      <w:r w:rsidR="00462692" w:rsidRPr="00A4769E">
        <w:rPr>
          <w:szCs w:val="20"/>
        </w:rPr>
        <w:t xml:space="preserve">. </w:t>
      </w:r>
      <w:r w:rsidRPr="001B73FA">
        <w:rPr>
          <w:szCs w:val="20"/>
        </w:rPr>
        <w:t>La petite rougeaude</w:t>
      </w:r>
      <w:r w:rsidR="00462692" w:rsidRPr="00A4769E">
        <w:rPr>
          <w:szCs w:val="20"/>
        </w:rPr>
        <w:t xml:space="preserve">, </w:t>
      </w:r>
      <w:r w:rsidRPr="001B73FA">
        <w:rPr>
          <w:szCs w:val="20"/>
        </w:rPr>
        <w:t>comme il l</w:t>
      </w:r>
      <w:r w:rsidR="00462692" w:rsidRPr="00A4769E">
        <w:rPr>
          <w:szCs w:val="20"/>
        </w:rPr>
        <w:t>’</w:t>
      </w:r>
      <w:r w:rsidRPr="001B73FA">
        <w:rPr>
          <w:szCs w:val="20"/>
        </w:rPr>
        <w:t>appelait</w:t>
      </w:r>
      <w:r w:rsidR="00462692" w:rsidRPr="00A4769E">
        <w:rPr>
          <w:szCs w:val="20"/>
        </w:rPr>
        <w:t xml:space="preserve">, </w:t>
      </w:r>
      <w:r w:rsidRPr="001B73FA">
        <w:rPr>
          <w:szCs w:val="20"/>
        </w:rPr>
        <w:t>ne fut tout de suite et jamais pour lui autre chose qu</w:t>
      </w:r>
      <w:r w:rsidR="00462692" w:rsidRPr="00A4769E">
        <w:rPr>
          <w:szCs w:val="20"/>
        </w:rPr>
        <w:t>’</w:t>
      </w:r>
      <w:r w:rsidRPr="001B73FA">
        <w:rPr>
          <w:szCs w:val="20"/>
        </w:rPr>
        <w:t>une très riche héritière</w:t>
      </w:r>
      <w:r w:rsidR="00462692" w:rsidRPr="00A4769E">
        <w:rPr>
          <w:szCs w:val="20"/>
        </w:rPr>
        <w:t xml:space="preserve">. </w:t>
      </w:r>
      <w:r w:rsidRPr="001B73FA">
        <w:rPr>
          <w:szCs w:val="20"/>
        </w:rPr>
        <w:t>Il ne manqua pas de voir</w:t>
      </w:r>
      <w:r w:rsidR="00462692" w:rsidRPr="00A4769E">
        <w:rPr>
          <w:szCs w:val="20"/>
        </w:rPr>
        <w:t xml:space="preserve">, </w:t>
      </w:r>
      <w:r w:rsidRPr="001B73FA">
        <w:rPr>
          <w:szCs w:val="20"/>
        </w:rPr>
        <w:t>avec l</w:t>
      </w:r>
      <w:r w:rsidR="00462692" w:rsidRPr="00A4769E">
        <w:rPr>
          <w:szCs w:val="20"/>
        </w:rPr>
        <w:t>’</w:t>
      </w:r>
      <w:r w:rsidRPr="001B73FA">
        <w:rPr>
          <w:szCs w:val="20"/>
        </w:rPr>
        <w:t>habitude de ses succès</w:t>
      </w:r>
      <w:r w:rsidR="00462692" w:rsidRPr="00A4769E">
        <w:rPr>
          <w:szCs w:val="20"/>
        </w:rPr>
        <w:t xml:space="preserve">, </w:t>
      </w:r>
      <w:r w:rsidRPr="001B73FA">
        <w:rPr>
          <w:szCs w:val="20"/>
        </w:rPr>
        <w:t>la forte impression qu</w:t>
      </w:r>
      <w:r w:rsidR="00462692" w:rsidRPr="00A4769E">
        <w:rPr>
          <w:szCs w:val="20"/>
        </w:rPr>
        <w:t>’</w:t>
      </w:r>
      <w:r w:rsidRPr="001B73FA">
        <w:rPr>
          <w:szCs w:val="20"/>
        </w:rPr>
        <w:t>il avait faite sur elle</w:t>
      </w:r>
      <w:r w:rsidR="00462692" w:rsidRPr="00A4769E">
        <w:rPr>
          <w:szCs w:val="20"/>
        </w:rPr>
        <w:t xml:space="preserve">. </w:t>
      </w:r>
      <w:r w:rsidRPr="001B73FA">
        <w:rPr>
          <w:szCs w:val="20"/>
        </w:rPr>
        <w:t>Il en profita très simplement</w:t>
      </w:r>
      <w:r w:rsidR="00462692" w:rsidRPr="00A4769E">
        <w:rPr>
          <w:szCs w:val="20"/>
        </w:rPr>
        <w:t xml:space="preserve">. </w:t>
      </w:r>
      <w:r w:rsidRPr="001B73FA">
        <w:rPr>
          <w:szCs w:val="20"/>
        </w:rPr>
        <w:t>Il ne se rendit jamais compte qu</w:t>
      </w:r>
      <w:r w:rsidR="00462692" w:rsidRPr="00A4769E">
        <w:rPr>
          <w:szCs w:val="20"/>
        </w:rPr>
        <w:t>’</w:t>
      </w:r>
      <w:r w:rsidRPr="001B73FA">
        <w:rPr>
          <w:szCs w:val="20"/>
        </w:rPr>
        <w:t>il arrivait à Théus</w:t>
      </w:r>
      <w:r w:rsidR="00462692" w:rsidRPr="00A4769E">
        <w:rPr>
          <w:szCs w:val="20"/>
        </w:rPr>
        <w:t xml:space="preserve"> </w:t>
      </w:r>
      <w:r w:rsidR="00C35E05">
        <w:rPr>
          <w:szCs w:val="20"/>
        </w:rPr>
        <w:t>— </w:t>
      </w:r>
      <w:r w:rsidRPr="001B73FA">
        <w:rPr>
          <w:szCs w:val="20"/>
        </w:rPr>
        <w:t>chaque fois qu</w:t>
      </w:r>
      <w:r w:rsidR="00462692" w:rsidRPr="00A4769E">
        <w:rPr>
          <w:szCs w:val="20"/>
        </w:rPr>
        <w:t>’</w:t>
      </w:r>
      <w:r w:rsidRPr="001B73FA">
        <w:rPr>
          <w:szCs w:val="20"/>
        </w:rPr>
        <w:t>il y revenait</w:t>
      </w:r>
      <w:r w:rsidR="00A833C2">
        <w:rPr>
          <w:szCs w:val="20"/>
        </w:rPr>
        <w:t> </w:t>
      </w:r>
      <w:r w:rsidR="00C35E05">
        <w:rPr>
          <w:szCs w:val="20"/>
        </w:rPr>
        <w:t>—</w:t>
      </w:r>
      <w:r w:rsidR="00A833C2">
        <w:rPr>
          <w:szCs w:val="20"/>
        </w:rPr>
        <w:t xml:space="preserve"> </w:t>
      </w:r>
      <w:r w:rsidRPr="001B73FA">
        <w:rPr>
          <w:szCs w:val="20"/>
        </w:rPr>
        <w:t>dans des nuages</w:t>
      </w:r>
      <w:r w:rsidR="00462692" w:rsidRPr="00A4769E">
        <w:rPr>
          <w:szCs w:val="20"/>
        </w:rPr>
        <w:t xml:space="preserve">, </w:t>
      </w:r>
      <w:r w:rsidRPr="001B73FA">
        <w:rPr>
          <w:szCs w:val="20"/>
        </w:rPr>
        <w:t>sur les coursiers de somptueuses Apocalypses</w:t>
      </w:r>
      <w:r w:rsidR="00462692" w:rsidRPr="00A4769E">
        <w:rPr>
          <w:szCs w:val="20"/>
        </w:rPr>
        <w:t xml:space="preserve">, </w:t>
      </w:r>
      <w:r w:rsidRPr="001B73FA">
        <w:rPr>
          <w:szCs w:val="20"/>
        </w:rPr>
        <w:t>qu</w:t>
      </w:r>
      <w:r w:rsidR="00462692" w:rsidRPr="00A4769E">
        <w:rPr>
          <w:szCs w:val="20"/>
        </w:rPr>
        <w:t>’</w:t>
      </w:r>
      <w:r w:rsidRPr="001B73FA">
        <w:rPr>
          <w:szCs w:val="20"/>
        </w:rPr>
        <w:t>il avait aboli le monde de cette enfant candide</w:t>
      </w:r>
      <w:r w:rsidR="00462692" w:rsidRPr="00A4769E">
        <w:rPr>
          <w:szCs w:val="20"/>
        </w:rPr>
        <w:t xml:space="preserve">, </w:t>
      </w:r>
      <w:r w:rsidRPr="001B73FA">
        <w:rPr>
          <w:szCs w:val="20"/>
        </w:rPr>
        <w:t>qu</w:t>
      </w:r>
      <w:r w:rsidR="00462692" w:rsidRPr="00A4769E">
        <w:rPr>
          <w:szCs w:val="20"/>
        </w:rPr>
        <w:t>’</w:t>
      </w:r>
      <w:r w:rsidRPr="001B73FA">
        <w:rPr>
          <w:szCs w:val="20"/>
        </w:rPr>
        <w:t>il construisait autour d</w:t>
      </w:r>
      <w:r w:rsidR="00462692" w:rsidRPr="00A4769E">
        <w:rPr>
          <w:szCs w:val="20"/>
        </w:rPr>
        <w:t>’</w:t>
      </w:r>
      <w:r w:rsidRPr="001B73FA">
        <w:rPr>
          <w:szCs w:val="20"/>
        </w:rPr>
        <w:t>elle le vert paradis de l</w:t>
      </w:r>
      <w:r w:rsidR="00462692" w:rsidRPr="00A4769E">
        <w:rPr>
          <w:szCs w:val="20"/>
        </w:rPr>
        <w:t>’</w:t>
      </w:r>
      <w:r w:rsidRPr="001B73FA">
        <w:rPr>
          <w:szCs w:val="20"/>
        </w:rPr>
        <w:t>amour</w:t>
      </w:r>
      <w:r w:rsidR="00462692" w:rsidRPr="00A4769E">
        <w:rPr>
          <w:szCs w:val="20"/>
        </w:rPr>
        <w:t xml:space="preserve">. </w:t>
      </w:r>
      <w:r w:rsidRPr="001B73FA">
        <w:rPr>
          <w:szCs w:val="20"/>
        </w:rPr>
        <w:t>La bonne affaire qu</w:t>
      </w:r>
      <w:r w:rsidR="00462692" w:rsidRPr="00A4769E">
        <w:rPr>
          <w:szCs w:val="20"/>
        </w:rPr>
        <w:t>’</w:t>
      </w:r>
      <w:r w:rsidRPr="001B73FA">
        <w:rPr>
          <w:szCs w:val="20"/>
        </w:rPr>
        <w:t>il était simplement en train de traiter lui paraissait toute naturelle</w:t>
      </w:r>
      <w:r w:rsidR="00462692" w:rsidRPr="00A4769E">
        <w:rPr>
          <w:szCs w:val="20"/>
        </w:rPr>
        <w:t xml:space="preserve">. </w:t>
      </w:r>
      <w:r w:rsidRPr="001B73FA">
        <w:rPr>
          <w:szCs w:val="20"/>
        </w:rPr>
        <w:t>La partie la plus exaltante de l</w:t>
      </w:r>
      <w:r w:rsidR="00462692" w:rsidRPr="00A4769E">
        <w:rPr>
          <w:szCs w:val="20"/>
        </w:rPr>
        <w:t>’</w:t>
      </w:r>
      <w:r w:rsidRPr="001B73FA">
        <w:rPr>
          <w:szCs w:val="20"/>
        </w:rPr>
        <w:t>aventure</w:t>
      </w:r>
      <w:r w:rsidR="00462692" w:rsidRPr="00A4769E">
        <w:rPr>
          <w:szCs w:val="20"/>
        </w:rPr>
        <w:t xml:space="preserve">, </w:t>
      </w:r>
      <w:r w:rsidRPr="001B73FA">
        <w:rPr>
          <w:szCs w:val="20"/>
        </w:rPr>
        <w:t>il la vécut avec les notaires quand il discutait les fondements de sa fortune et qu</w:t>
      </w:r>
      <w:r w:rsidR="00462692" w:rsidRPr="00A4769E">
        <w:rPr>
          <w:szCs w:val="20"/>
        </w:rPr>
        <w:t>’</w:t>
      </w:r>
      <w:r w:rsidRPr="001B73FA">
        <w:rPr>
          <w:szCs w:val="20"/>
        </w:rPr>
        <w:t>il voyait approcher de ses mains les métairies</w:t>
      </w:r>
      <w:r w:rsidR="00462692" w:rsidRPr="00A4769E">
        <w:rPr>
          <w:szCs w:val="20"/>
        </w:rPr>
        <w:t xml:space="preserve">, </w:t>
      </w:r>
      <w:r w:rsidRPr="001B73FA">
        <w:rPr>
          <w:szCs w:val="20"/>
        </w:rPr>
        <w:t>les immenses coupes de bois</w:t>
      </w:r>
      <w:r w:rsidR="00462692" w:rsidRPr="00A4769E">
        <w:rPr>
          <w:szCs w:val="20"/>
        </w:rPr>
        <w:t xml:space="preserve">, </w:t>
      </w:r>
      <w:r w:rsidRPr="001B73FA">
        <w:rPr>
          <w:szCs w:val="20"/>
        </w:rPr>
        <w:t>les espèces sonnantes</w:t>
      </w:r>
      <w:r w:rsidR="00462692" w:rsidRPr="00A4769E">
        <w:rPr>
          <w:szCs w:val="20"/>
        </w:rPr>
        <w:t xml:space="preserve"> : </w:t>
      </w:r>
      <w:r w:rsidRPr="001B73FA">
        <w:rPr>
          <w:szCs w:val="20"/>
        </w:rPr>
        <w:t xml:space="preserve">la richesse </w:t>
      </w:r>
      <w:r w:rsidRPr="001B73FA">
        <w:rPr>
          <w:szCs w:val="20"/>
        </w:rPr>
        <w:lastRenderedPageBreak/>
        <w:t>avec laquelle il allait pouvoir vivre à sa guise</w:t>
      </w:r>
      <w:r w:rsidR="00462692" w:rsidRPr="00A4769E">
        <w:rPr>
          <w:szCs w:val="20"/>
        </w:rPr>
        <w:t xml:space="preserve">. </w:t>
      </w:r>
      <w:r w:rsidRPr="001B73FA">
        <w:rPr>
          <w:szCs w:val="20"/>
        </w:rPr>
        <w:t>La petite rougeaude n</w:t>
      </w:r>
      <w:r w:rsidR="00462692" w:rsidRPr="00A4769E">
        <w:rPr>
          <w:szCs w:val="20"/>
        </w:rPr>
        <w:t>’</w:t>
      </w:r>
      <w:r w:rsidRPr="001B73FA">
        <w:rPr>
          <w:szCs w:val="20"/>
        </w:rPr>
        <w:t>était qu</w:t>
      </w:r>
      <w:r w:rsidR="00462692" w:rsidRPr="00A4769E">
        <w:rPr>
          <w:szCs w:val="20"/>
        </w:rPr>
        <w:t>’</w:t>
      </w:r>
      <w:r w:rsidRPr="001B73FA">
        <w:rPr>
          <w:szCs w:val="20"/>
        </w:rPr>
        <w:t>un surplus inévitable</w:t>
      </w:r>
      <w:r w:rsidR="00462692" w:rsidRPr="00A4769E">
        <w:rPr>
          <w:szCs w:val="20"/>
        </w:rPr>
        <w:t xml:space="preserve">. </w:t>
      </w:r>
      <w:r w:rsidRPr="001B73FA">
        <w:rPr>
          <w:szCs w:val="20"/>
        </w:rPr>
        <w:t>Après le mariage</w:t>
      </w:r>
      <w:r w:rsidR="00462692" w:rsidRPr="00A4769E">
        <w:rPr>
          <w:szCs w:val="20"/>
        </w:rPr>
        <w:t xml:space="preserve">, </w:t>
      </w:r>
      <w:r w:rsidRPr="001B73FA">
        <w:rPr>
          <w:szCs w:val="20"/>
        </w:rPr>
        <w:t>il l</w:t>
      </w:r>
      <w:r w:rsidR="00462692" w:rsidRPr="00A4769E">
        <w:rPr>
          <w:szCs w:val="20"/>
        </w:rPr>
        <w:t>’</w:t>
      </w:r>
      <w:r w:rsidRPr="001B73FA">
        <w:rPr>
          <w:szCs w:val="20"/>
        </w:rPr>
        <w:t>emporta dans ses bagages à Paris</w:t>
      </w:r>
      <w:r w:rsidR="00462692" w:rsidRPr="00A4769E">
        <w:rPr>
          <w:szCs w:val="20"/>
        </w:rPr>
        <w:t>.</w:t>
      </w:r>
    </w:p>
    <w:p w14:paraId="63C5EED3" w14:textId="77777777" w:rsidR="00462692" w:rsidRPr="00A4769E" w:rsidRDefault="001B73FA" w:rsidP="001B73FA">
      <w:pPr>
        <w:rPr>
          <w:szCs w:val="20"/>
        </w:rPr>
      </w:pPr>
      <w:r w:rsidRPr="001B73FA">
        <w:rPr>
          <w:szCs w:val="20"/>
        </w:rPr>
        <w:t>Le jour de la signature des contrats</w:t>
      </w:r>
      <w:r w:rsidR="00462692" w:rsidRPr="00A4769E">
        <w:rPr>
          <w:szCs w:val="20"/>
        </w:rPr>
        <w:t xml:space="preserve">, </w:t>
      </w:r>
      <w:r w:rsidRPr="001B73FA">
        <w:rPr>
          <w:szCs w:val="20"/>
        </w:rPr>
        <w:t>Pierre de B</w:t>
      </w:r>
      <w:r w:rsidR="00462692" w:rsidRPr="00A4769E">
        <w:rPr>
          <w:szCs w:val="20"/>
        </w:rPr>
        <w:t xml:space="preserve">. </w:t>
      </w:r>
      <w:r w:rsidRPr="001B73FA">
        <w:rPr>
          <w:szCs w:val="20"/>
        </w:rPr>
        <w:t>avait eu un petit moment de frayeur et</w:t>
      </w:r>
      <w:r w:rsidR="00462692" w:rsidRPr="00A4769E">
        <w:rPr>
          <w:szCs w:val="20"/>
        </w:rPr>
        <w:t xml:space="preserve">, </w:t>
      </w:r>
      <w:r w:rsidRPr="001B73FA">
        <w:rPr>
          <w:szCs w:val="20"/>
        </w:rPr>
        <w:t>par conséquent</w:t>
      </w:r>
      <w:r w:rsidR="00462692" w:rsidRPr="00A4769E">
        <w:rPr>
          <w:szCs w:val="20"/>
        </w:rPr>
        <w:t xml:space="preserve">, </w:t>
      </w:r>
      <w:r w:rsidRPr="001B73FA">
        <w:rPr>
          <w:szCs w:val="20"/>
        </w:rPr>
        <w:t>autant de passion que pouvait en éprouver son caractère réaliste</w:t>
      </w:r>
      <w:r w:rsidR="00462692" w:rsidRPr="00A4769E">
        <w:rPr>
          <w:szCs w:val="20"/>
        </w:rPr>
        <w:t xml:space="preserve">. </w:t>
      </w:r>
      <w:r w:rsidRPr="001B73FA">
        <w:rPr>
          <w:szCs w:val="20"/>
        </w:rPr>
        <w:t>Il avait enfin connu Laurent de Théus</w:t>
      </w:r>
      <w:r w:rsidR="00462692" w:rsidRPr="00A4769E">
        <w:rPr>
          <w:szCs w:val="20"/>
        </w:rPr>
        <w:t xml:space="preserve">, </w:t>
      </w:r>
      <w:r w:rsidRPr="001B73FA">
        <w:rPr>
          <w:szCs w:val="20"/>
        </w:rPr>
        <w:t>le frère aîné de Céline</w:t>
      </w:r>
      <w:r w:rsidR="00462692" w:rsidRPr="00A4769E">
        <w:rPr>
          <w:szCs w:val="20"/>
        </w:rPr>
        <w:t xml:space="preserve">. </w:t>
      </w:r>
      <w:r w:rsidRPr="001B73FA">
        <w:rPr>
          <w:szCs w:val="20"/>
        </w:rPr>
        <w:t>Elle lui en avait parlé de façon extravagante</w:t>
      </w:r>
      <w:r w:rsidR="00462692" w:rsidRPr="00A4769E">
        <w:rPr>
          <w:szCs w:val="20"/>
        </w:rPr>
        <w:t>. « </w:t>
      </w:r>
      <w:r w:rsidRPr="001B73FA">
        <w:rPr>
          <w:szCs w:val="20"/>
        </w:rPr>
        <w:t>C</w:t>
      </w:r>
      <w:r w:rsidR="00462692" w:rsidRPr="00A4769E">
        <w:rPr>
          <w:szCs w:val="20"/>
        </w:rPr>
        <w:t>’</w:t>
      </w:r>
      <w:r w:rsidRPr="001B73FA">
        <w:rPr>
          <w:szCs w:val="20"/>
        </w:rPr>
        <w:t>est un joueur de toupie</w:t>
      </w:r>
      <w:r w:rsidR="00462692" w:rsidRPr="00A4769E">
        <w:rPr>
          <w:szCs w:val="20"/>
        </w:rPr>
        <w:t xml:space="preserve">, </w:t>
      </w:r>
      <w:r w:rsidRPr="001B73FA">
        <w:rPr>
          <w:szCs w:val="20"/>
        </w:rPr>
        <w:t>disait-elle</w:t>
      </w:r>
      <w:r w:rsidR="00462692" w:rsidRPr="00A4769E">
        <w:rPr>
          <w:szCs w:val="20"/>
        </w:rPr>
        <w:t>.</w:t>
      </w:r>
    </w:p>
    <w:p w14:paraId="3B67F78F" w14:textId="119F6D7A" w:rsidR="00462692" w:rsidRPr="00A4769E" w:rsidRDefault="00462692" w:rsidP="001B73FA">
      <w:pPr>
        <w:rPr>
          <w:szCs w:val="20"/>
        </w:rPr>
      </w:pPr>
      <w:r w:rsidRPr="00A4769E">
        <w:rPr>
          <w:szCs w:val="20"/>
        </w:rPr>
        <w:t>— </w:t>
      </w:r>
      <w:r w:rsidR="001B73FA" w:rsidRPr="001B73FA">
        <w:rPr>
          <w:szCs w:val="20"/>
        </w:rPr>
        <w:t>Quoi</w:t>
      </w:r>
      <w:r w:rsidRPr="00A4769E">
        <w:rPr>
          <w:szCs w:val="20"/>
        </w:rPr>
        <w:t xml:space="preserve">, </w:t>
      </w:r>
      <w:r w:rsidR="001B73FA" w:rsidRPr="001B73FA">
        <w:rPr>
          <w:szCs w:val="20"/>
        </w:rPr>
        <w:t>avait demandé assez bêtement Pierre de B</w:t>
      </w:r>
      <w:r w:rsidRPr="00A4769E">
        <w:rPr>
          <w:szCs w:val="20"/>
        </w:rPr>
        <w:t xml:space="preserve">., </w:t>
      </w:r>
      <w:r w:rsidR="001B73FA" w:rsidRPr="001B73FA">
        <w:rPr>
          <w:szCs w:val="20"/>
        </w:rPr>
        <w:t>joue-t-il vraiment à la toupie</w:t>
      </w:r>
      <w:r w:rsidRPr="00A4769E">
        <w:rPr>
          <w:szCs w:val="20"/>
        </w:rPr>
        <w:t xml:space="preserve"> ? </w:t>
      </w:r>
      <w:r w:rsidR="001B73FA" w:rsidRPr="001B73FA">
        <w:rPr>
          <w:szCs w:val="20"/>
        </w:rPr>
        <w:t>Je le croyais plus vieux que vous</w:t>
      </w:r>
      <w:r w:rsidRPr="00A4769E">
        <w:rPr>
          <w:szCs w:val="20"/>
        </w:rPr>
        <w:t>.</w:t>
      </w:r>
    </w:p>
    <w:p w14:paraId="1E90F9CD" w14:textId="7962C7E4" w:rsidR="001B73FA" w:rsidRPr="001B73FA" w:rsidRDefault="00462692" w:rsidP="001B73FA">
      <w:pPr>
        <w:rPr>
          <w:szCs w:val="20"/>
        </w:rPr>
      </w:pPr>
      <w:r w:rsidRPr="00A4769E">
        <w:rPr>
          <w:szCs w:val="20"/>
        </w:rPr>
        <w:t>— </w:t>
      </w:r>
      <w:r w:rsidR="001B73FA" w:rsidRPr="001B73FA">
        <w:rPr>
          <w:szCs w:val="20"/>
        </w:rPr>
        <w:t>Il a dix ans de plus que moi</w:t>
      </w:r>
      <w:r w:rsidRPr="00A4769E">
        <w:rPr>
          <w:szCs w:val="20"/>
        </w:rPr>
        <w:t xml:space="preserve">, </w:t>
      </w:r>
      <w:r w:rsidR="001B73FA" w:rsidRPr="001B73FA">
        <w:rPr>
          <w:szCs w:val="20"/>
        </w:rPr>
        <w:t>dit-elle</w:t>
      </w:r>
      <w:r w:rsidRPr="00A4769E">
        <w:rPr>
          <w:szCs w:val="20"/>
        </w:rPr>
        <w:t xml:space="preserve">, </w:t>
      </w:r>
      <w:r w:rsidR="001B73FA" w:rsidRPr="001B73FA">
        <w:rPr>
          <w:szCs w:val="20"/>
        </w:rPr>
        <w:t>et il joue à la toupie avec les hommes</w:t>
      </w:r>
      <w:r w:rsidRPr="00A4769E">
        <w:rPr>
          <w:szCs w:val="20"/>
        </w:rPr>
        <w:t xml:space="preserve">. </w:t>
      </w:r>
      <w:r w:rsidR="001B73FA" w:rsidRPr="001B73FA">
        <w:rPr>
          <w:szCs w:val="20"/>
        </w:rPr>
        <w:t>Vous connaissez les sabots qu</w:t>
      </w:r>
      <w:r w:rsidRPr="00A4769E">
        <w:rPr>
          <w:szCs w:val="20"/>
        </w:rPr>
        <w:t>’</w:t>
      </w:r>
      <w:r w:rsidR="001B73FA" w:rsidRPr="001B73FA">
        <w:rPr>
          <w:szCs w:val="20"/>
        </w:rPr>
        <w:t>on fouette jusqu</w:t>
      </w:r>
      <w:r w:rsidRPr="00A4769E">
        <w:rPr>
          <w:szCs w:val="20"/>
        </w:rPr>
        <w:t>’</w:t>
      </w:r>
      <w:r w:rsidR="001B73FA" w:rsidRPr="001B73FA">
        <w:rPr>
          <w:szCs w:val="20"/>
        </w:rPr>
        <w:t>à ce qu</w:t>
      </w:r>
      <w:r w:rsidRPr="00A4769E">
        <w:rPr>
          <w:szCs w:val="20"/>
        </w:rPr>
        <w:t>’</w:t>
      </w:r>
      <w:r w:rsidR="001B73FA" w:rsidRPr="001B73FA">
        <w:rPr>
          <w:szCs w:val="20"/>
        </w:rPr>
        <w:t>ils ronflent</w:t>
      </w:r>
      <w:r w:rsidRPr="00A4769E">
        <w:rPr>
          <w:szCs w:val="20"/>
        </w:rPr>
        <w:t xml:space="preserve"> : </w:t>
      </w:r>
      <w:r w:rsidR="001B73FA" w:rsidRPr="001B73FA">
        <w:rPr>
          <w:szCs w:val="20"/>
        </w:rPr>
        <w:t>voilà ce qu</w:t>
      </w:r>
      <w:r w:rsidRPr="00A4769E">
        <w:rPr>
          <w:szCs w:val="20"/>
        </w:rPr>
        <w:t>’</w:t>
      </w:r>
      <w:r w:rsidR="001B73FA" w:rsidRPr="001B73FA">
        <w:rPr>
          <w:szCs w:val="20"/>
        </w:rPr>
        <w:t>il fait avec les hommes</w:t>
      </w:r>
      <w:r w:rsidRPr="00A4769E">
        <w:rPr>
          <w:szCs w:val="20"/>
        </w:rPr>
        <w:t xml:space="preserve">. </w:t>
      </w:r>
      <w:r w:rsidR="001B73FA" w:rsidRPr="001B73FA">
        <w:rPr>
          <w:szCs w:val="20"/>
        </w:rPr>
        <w:t>Il les fouette jusqu</w:t>
      </w:r>
      <w:r w:rsidRPr="00A4769E">
        <w:rPr>
          <w:szCs w:val="20"/>
        </w:rPr>
        <w:t>’</w:t>
      </w:r>
      <w:r w:rsidR="001B73FA" w:rsidRPr="001B73FA">
        <w:rPr>
          <w:szCs w:val="20"/>
        </w:rPr>
        <w:t>à ce qu</w:t>
      </w:r>
      <w:r w:rsidRPr="00A4769E">
        <w:rPr>
          <w:szCs w:val="20"/>
        </w:rPr>
        <w:t>’</w:t>
      </w:r>
      <w:r w:rsidR="001B73FA" w:rsidRPr="001B73FA">
        <w:rPr>
          <w:szCs w:val="20"/>
        </w:rPr>
        <w:t>il les entende parfaitement gronder</w:t>
      </w:r>
      <w:r w:rsidRPr="00A4769E">
        <w:rPr>
          <w:szCs w:val="20"/>
        </w:rPr>
        <w:t xml:space="preserve">. </w:t>
      </w:r>
      <w:r w:rsidR="001B73FA" w:rsidRPr="001B73FA">
        <w:rPr>
          <w:szCs w:val="20"/>
        </w:rPr>
        <w:t>Et alors</w:t>
      </w:r>
      <w:r w:rsidRPr="00A4769E">
        <w:rPr>
          <w:szCs w:val="20"/>
        </w:rPr>
        <w:t xml:space="preserve">, </w:t>
      </w:r>
      <w:r w:rsidR="001B73FA" w:rsidRPr="001B73FA">
        <w:rPr>
          <w:szCs w:val="20"/>
        </w:rPr>
        <w:t>comme il en a toujours des dizaines affolés à mort autour de lui</w:t>
      </w:r>
      <w:r w:rsidRPr="00A4769E">
        <w:rPr>
          <w:szCs w:val="20"/>
        </w:rPr>
        <w:t xml:space="preserve">, </w:t>
      </w:r>
      <w:r w:rsidR="001B73FA" w:rsidRPr="001B73FA">
        <w:rPr>
          <w:szCs w:val="20"/>
        </w:rPr>
        <w:t>c</w:t>
      </w:r>
      <w:r w:rsidRPr="00A4769E">
        <w:rPr>
          <w:szCs w:val="20"/>
        </w:rPr>
        <w:t>’</w:t>
      </w:r>
      <w:r w:rsidR="001B73FA" w:rsidRPr="001B73FA">
        <w:rPr>
          <w:szCs w:val="20"/>
        </w:rPr>
        <w:t>est un virtuose extraordinaire pour orchestrer tous ces grondements</w:t>
      </w:r>
      <w:r w:rsidRPr="00A4769E">
        <w:rPr>
          <w:szCs w:val="20"/>
        </w:rPr>
        <w:t>. »</w:t>
      </w:r>
    </w:p>
    <w:p w14:paraId="3ACBE093" w14:textId="19201BB2" w:rsidR="00462692" w:rsidRPr="00A4769E" w:rsidRDefault="001B73FA" w:rsidP="001B73FA">
      <w:pPr>
        <w:rPr>
          <w:szCs w:val="20"/>
        </w:rPr>
      </w:pPr>
      <w:r w:rsidRPr="001B73FA">
        <w:rPr>
          <w:szCs w:val="20"/>
        </w:rPr>
        <w:t>Il était maigre et sec comme le père</w:t>
      </w:r>
      <w:r w:rsidR="00462692" w:rsidRPr="00A4769E">
        <w:rPr>
          <w:szCs w:val="20"/>
        </w:rPr>
        <w:t xml:space="preserve">, </w:t>
      </w:r>
      <w:r w:rsidRPr="001B73FA">
        <w:rPr>
          <w:szCs w:val="20"/>
        </w:rPr>
        <w:t>sans perruque et sans poudre</w:t>
      </w:r>
      <w:r w:rsidR="00462692" w:rsidRPr="00A4769E">
        <w:rPr>
          <w:szCs w:val="20"/>
        </w:rPr>
        <w:t xml:space="preserve">, </w:t>
      </w:r>
      <w:r w:rsidRPr="001B73FA">
        <w:rPr>
          <w:szCs w:val="20"/>
        </w:rPr>
        <w:t>cheveux de soldat</w:t>
      </w:r>
      <w:r w:rsidR="00462692" w:rsidRPr="00A4769E">
        <w:rPr>
          <w:szCs w:val="20"/>
        </w:rPr>
        <w:t xml:space="preserve">, </w:t>
      </w:r>
      <w:r w:rsidRPr="001B73FA">
        <w:rPr>
          <w:szCs w:val="20"/>
        </w:rPr>
        <w:t>costume d</w:t>
      </w:r>
      <w:r w:rsidR="00462692" w:rsidRPr="00A4769E">
        <w:rPr>
          <w:szCs w:val="20"/>
        </w:rPr>
        <w:t>’</w:t>
      </w:r>
      <w:r w:rsidRPr="001B73FA">
        <w:rPr>
          <w:szCs w:val="20"/>
        </w:rPr>
        <w:t>une somptuosité rare dans la sobriété et le détail</w:t>
      </w:r>
      <w:r w:rsidR="00462692" w:rsidRPr="00A4769E">
        <w:rPr>
          <w:szCs w:val="20"/>
        </w:rPr>
        <w:t xml:space="preserve">, </w:t>
      </w:r>
      <w:r w:rsidRPr="001B73FA">
        <w:rPr>
          <w:szCs w:val="20"/>
        </w:rPr>
        <w:t>dentelles</w:t>
      </w:r>
      <w:r w:rsidR="00462692" w:rsidRPr="00A4769E">
        <w:rPr>
          <w:szCs w:val="20"/>
        </w:rPr>
        <w:t xml:space="preserve">, </w:t>
      </w:r>
      <w:r w:rsidRPr="001B73FA">
        <w:rPr>
          <w:szCs w:val="20"/>
        </w:rPr>
        <w:t>jabots</w:t>
      </w:r>
      <w:r w:rsidR="00462692" w:rsidRPr="00A4769E">
        <w:rPr>
          <w:szCs w:val="20"/>
        </w:rPr>
        <w:t xml:space="preserve">, </w:t>
      </w:r>
      <w:r w:rsidRPr="001B73FA">
        <w:rPr>
          <w:szCs w:val="20"/>
        </w:rPr>
        <w:t>manchettes et linge d</w:t>
      </w:r>
      <w:r w:rsidR="00462692" w:rsidRPr="00A4769E">
        <w:rPr>
          <w:szCs w:val="20"/>
        </w:rPr>
        <w:t>’</w:t>
      </w:r>
      <w:r w:rsidRPr="001B73FA">
        <w:rPr>
          <w:szCs w:val="20"/>
        </w:rPr>
        <w:t>un blanc de lait</w:t>
      </w:r>
      <w:r w:rsidR="00462692" w:rsidRPr="00A4769E">
        <w:rPr>
          <w:szCs w:val="20"/>
        </w:rPr>
        <w:t xml:space="preserve">, </w:t>
      </w:r>
      <w:r w:rsidRPr="001B73FA">
        <w:rPr>
          <w:szCs w:val="20"/>
        </w:rPr>
        <w:t>un visage où</w:t>
      </w:r>
      <w:r w:rsidR="00462692" w:rsidRPr="00A4769E">
        <w:rPr>
          <w:szCs w:val="20"/>
        </w:rPr>
        <w:t xml:space="preserve">, </w:t>
      </w:r>
      <w:r w:rsidRPr="001B73FA">
        <w:rPr>
          <w:szCs w:val="20"/>
        </w:rPr>
        <w:t>par on ne sait quel secret au service d</w:t>
      </w:r>
      <w:r w:rsidR="00462692" w:rsidRPr="00A4769E">
        <w:rPr>
          <w:szCs w:val="20"/>
        </w:rPr>
        <w:t>’</w:t>
      </w:r>
      <w:r w:rsidRPr="001B73FA">
        <w:rPr>
          <w:szCs w:val="20"/>
        </w:rPr>
        <w:t>une étrange coquetterie</w:t>
      </w:r>
      <w:r w:rsidR="00462692" w:rsidRPr="00A4769E">
        <w:rPr>
          <w:szCs w:val="20"/>
        </w:rPr>
        <w:t xml:space="preserve">, </w:t>
      </w:r>
      <w:r w:rsidRPr="001B73FA">
        <w:rPr>
          <w:szCs w:val="20"/>
        </w:rPr>
        <w:t>on voyait bien qu</w:t>
      </w:r>
      <w:r w:rsidR="00462692" w:rsidRPr="00A4769E">
        <w:rPr>
          <w:szCs w:val="20"/>
        </w:rPr>
        <w:t>’</w:t>
      </w:r>
      <w:r w:rsidRPr="001B73FA">
        <w:rPr>
          <w:szCs w:val="20"/>
        </w:rPr>
        <w:t>il entretenait des rides profondes et une cicatrice couleur de soufre qui lui barrait la joue droite</w:t>
      </w:r>
      <w:r w:rsidR="00462692" w:rsidRPr="00A4769E">
        <w:rPr>
          <w:szCs w:val="20"/>
        </w:rPr>
        <w:t xml:space="preserve">. </w:t>
      </w:r>
      <w:r w:rsidRPr="001B73FA">
        <w:rPr>
          <w:szCs w:val="20"/>
        </w:rPr>
        <w:t xml:space="preserve">Cette blessure avait attaqué le coin de son </w:t>
      </w:r>
      <w:r w:rsidR="00462692" w:rsidRPr="00A4769E">
        <w:rPr>
          <w:szCs w:val="20"/>
        </w:rPr>
        <w:t>œ</w:t>
      </w:r>
      <w:r w:rsidRPr="001B73FA">
        <w:rPr>
          <w:szCs w:val="20"/>
        </w:rPr>
        <w:t>il qui</w:t>
      </w:r>
      <w:r w:rsidR="00462692" w:rsidRPr="00A4769E">
        <w:rPr>
          <w:szCs w:val="20"/>
        </w:rPr>
        <w:t xml:space="preserve">, </w:t>
      </w:r>
      <w:r w:rsidRPr="001B73FA">
        <w:rPr>
          <w:szCs w:val="20"/>
        </w:rPr>
        <w:t>à demi fermé</w:t>
      </w:r>
      <w:r w:rsidR="00462692" w:rsidRPr="00A4769E">
        <w:rPr>
          <w:szCs w:val="20"/>
        </w:rPr>
        <w:t xml:space="preserve">, </w:t>
      </w:r>
      <w:r w:rsidRPr="001B73FA">
        <w:rPr>
          <w:szCs w:val="20"/>
        </w:rPr>
        <w:t xml:space="preserve">guettait comme un </w:t>
      </w:r>
      <w:r w:rsidR="00462692" w:rsidRPr="00A4769E">
        <w:rPr>
          <w:szCs w:val="20"/>
        </w:rPr>
        <w:t>œ</w:t>
      </w:r>
      <w:r w:rsidRPr="001B73FA">
        <w:rPr>
          <w:szCs w:val="20"/>
        </w:rPr>
        <w:t>il de chat</w:t>
      </w:r>
      <w:r w:rsidR="00462692" w:rsidRPr="00A4769E">
        <w:rPr>
          <w:szCs w:val="20"/>
        </w:rPr>
        <w:t xml:space="preserve">. </w:t>
      </w:r>
      <w:r w:rsidRPr="001B73FA">
        <w:rPr>
          <w:szCs w:val="20"/>
        </w:rPr>
        <w:t>Cet homme écouta les lectures en silence</w:t>
      </w:r>
      <w:r w:rsidR="00462692" w:rsidRPr="00A4769E">
        <w:rPr>
          <w:szCs w:val="20"/>
        </w:rPr>
        <w:t xml:space="preserve">. </w:t>
      </w:r>
      <w:r w:rsidRPr="001B73FA">
        <w:rPr>
          <w:szCs w:val="20"/>
        </w:rPr>
        <w:t>Il n</w:t>
      </w:r>
      <w:r w:rsidR="00462692" w:rsidRPr="00A4769E">
        <w:rPr>
          <w:szCs w:val="20"/>
        </w:rPr>
        <w:t>’</w:t>
      </w:r>
      <w:r w:rsidRPr="001B73FA">
        <w:rPr>
          <w:szCs w:val="20"/>
        </w:rPr>
        <w:t>avait été présenté à personne</w:t>
      </w:r>
      <w:r w:rsidR="00462692" w:rsidRPr="00A4769E">
        <w:rPr>
          <w:szCs w:val="20"/>
        </w:rPr>
        <w:t xml:space="preserve">, </w:t>
      </w:r>
      <w:r w:rsidRPr="001B73FA">
        <w:rPr>
          <w:szCs w:val="20"/>
        </w:rPr>
        <w:t>ne s</w:t>
      </w:r>
      <w:r w:rsidR="00462692" w:rsidRPr="00A4769E">
        <w:rPr>
          <w:szCs w:val="20"/>
        </w:rPr>
        <w:t>’</w:t>
      </w:r>
      <w:r w:rsidRPr="001B73FA">
        <w:rPr>
          <w:szCs w:val="20"/>
        </w:rPr>
        <w:t>était présenté à personne</w:t>
      </w:r>
      <w:r w:rsidR="00176DE0">
        <w:rPr>
          <w:szCs w:val="20"/>
        </w:rPr>
        <w:t>,</w:t>
      </w:r>
      <w:r w:rsidRPr="001B73FA">
        <w:rPr>
          <w:szCs w:val="20"/>
        </w:rPr>
        <w:t xml:space="preserve"> et glaçait</w:t>
      </w:r>
      <w:r w:rsidR="00462692" w:rsidRPr="00A4769E">
        <w:rPr>
          <w:szCs w:val="20"/>
        </w:rPr>
        <w:t xml:space="preserve">. </w:t>
      </w:r>
      <w:r w:rsidRPr="001B73FA">
        <w:rPr>
          <w:szCs w:val="20"/>
        </w:rPr>
        <w:t>À la fin</w:t>
      </w:r>
      <w:r w:rsidR="00462692" w:rsidRPr="00A4769E">
        <w:rPr>
          <w:szCs w:val="20"/>
        </w:rPr>
        <w:t xml:space="preserve">, </w:t>
      </w:r>
      <w:r w:rsidRPr="001B73FA">
        <w:rPr>
          <w:szCs w:val="20"/>
        </w:rPr>
        <w:t>il se dressa et baisa les mains de sa s</w:t>
      </w:r>
      <w:r w:rsidR="00462692" w:rsidRPr="00A4769E">
        <w:rPr>
          <w:szCs w:val="20"/>
        </w:rPr>
        <w:t>œ</w:t>
      </w:r>
      <w:r w:rsidRPr="001B73FA">
        <w:rPr>
          <w:szCs w:val="20"/>
        </w:rPr>
        <w:t>ur</w:t>
      </w:r>
      <w:r w:rsidR="00462692" w:rsidRPr="00A4769E">
        <w:rPr>
          <w:szCs w:val="20"/>
        </w:rPr>
        <w:t>. « </w:t>
      </w:r>
      <w:r w:rsidRPr="001B73FA">
        <w:rPr>
          <w:szCs w:val="20"/>
        </w:rPr>
        <w:t>Ton c</w:t>
      </w:r>
      <w:r w:rsidR="00462692" w:rsidRPr="00A4769E">
        <w:rPr>
          <w:szCs w:val="20"/>
        </w:rPr>
        <w:t>œ</w:t>
      </w:r>
      <w:r w:rsidRPr="001B73FA">
        <w:rPr>
          <w:szCs w:val="20"/>
        </w:rPr>
        <w:t xml:space="preserve">ur tendre embarrassait mes </w:t>
      </w:r>
      <w:r w:rsidRPr="001B73FA">
        <w:rPr>
          <w:szCs w:val="20"/>
        </w:rPr>
        <w:lastRenderedPageBreak/>
        <w:t>théories</w:t>
      </w:r>
      <w:r w:rsidR="00462692" w:rsidRPr="00A4769E">
        <w:rPr>
          <w:szCs w:val="20"/>
        </w:rPr>
        <w:t xml:space="preserve">, </w:t>
      </w:r>
      <w:r w:rsidRPr="001B73FA">
        <w:rPr>
          <w:szCs w:val="20"/>
        </w:rPr>
        <w:t>mon petit rat</w:t>
      </w:r>
      <w:r w:rsidR="00462692" w:rsidRPr="00A4769E">
        <w:rPr>
          <w:szCs w:val="20"/>
        </w:rPr>
        <w:t xml:space="preserve">, </w:t>
      </w:r>
      <w:r w:rsidRPr="001B73FA">
        <w:rPr>
          <w:szCs w:val="20"/>
        </w:rPr>
        <w:t>dit-il d</w:t>
      </w:r>
      <w:r w:rsidR="00462692" w:rsidRPr="00A4769E">
        <w:rPr>
          <w:szCs w:val="20"/>
        </w:rPr>
        <w:t>’</w:t>
      </w:r>
      <w:r w:rsidRPr="001B73FA">
        <w:rPr>
          <w:szCs w:val="20"/>
        </w:rPr>
        <w:t>une voix forte</w:t>
      </w:r>
      <w:r w:rsidR="00462692" w:rsidRPr="00A4769E">
        <w:rPr>
          <w:szCs w:val="20"/>
        </w:rPr>
        <w:t xml:space="preserve">. </w:t>
      </w:r>
      <w:r w:rsidRPr="001B73FA">
        <w:rPr>
          <w:szCs w:val="20"/>
        </w:rPr>
        <w:t>Comment veux-tu que je sois libre si je sais que ta candeur existe</w:t>
      </w:r>
      <w:r w:rsidR="00462692" w:rsidRPr="00A4769E">
        <w:rPr>
          <w:szCs w:val="20"/>
        </w:rPr>
        <w:t xml:space="preserve"> ? </w:t>
      </w:r>
      <w:r w:rsidRPr="001B73FA">
        <w:rPr>
          <w:szCs w:val="20"/>
        </w:rPr>
        <w:t>Ton mari est une crapule</w:t>
      </w:r>
      <w:r w:rsidR="00462692" w:rsidRPr="00A4769E">
        <w:rPr>
          <w:szCs w:val="20"/>
        </w:rPr>
        <w:t xml:space="preserve">. </w:t>
      </w:r>
      <w:r w:rsidRPr="001B73FA">
        <w:rPr>
          <w:szCs w:val="20"/>
        </w:rPr>
        <w:t>Ce mariage me ravit</w:t>
      </w:r>
      <w:r w:rsidR="00462692" w:rsidRPr="00A4769E">
        <w:rPr>
          <w:szCs w:val="20"/>
        </w:rPr>
        <w:t xml:space="preserve">. </w:t>
      </w:r>
      <w:r w:rsidRPr="001B73FA">
        <w:rPr>
          <w:szCs w:val="20"/>
        </w:rPr>
        <w:t>Tout va rentrer dans l</w:t>
      </w:r>
      <w:r w:rsidR="00462692" w:rsidRPr="00A4769E">
        <w:rPr>
          <w:szCs w:val="20"/>
        </w:rPr>
        <w:t>’</w:t>
      </w:r>
      <w:r w:rsidRPr="001B73FA">
        <w:rPr>
          <w:szCs w:val="20"/>
        </w:rPr>
        <w:t>ordre</w:t>
      </w:r>
      <w:r w:rsidR="00462692" w:rsidRPr="00A4769E">
        <w:rPr>
          <w:szCs w:val="20"/>
        </w:rPr>
        <w:t>. »</w:t>
      </w:r>
      <w:r w:rsidRPr="001B73FA">
        <w:rPr>
          <w:szCs w:val="20"/>
        </w:rPr>
        <w:t xml:space="preserve"> Et il sortit après avoir</w:t>
      </w:r>
      <w:r w:rsidR="00462692" w:rsidRPr="00A4769E">
        <w:rPr>
          <w:szCs w:val="20"/>
        </w:rPr>
        <w:t xml:space="preserve">, </w:t>
      </w:r>
      <w:r w:rsidRPr="001B73FA">
        <w:rPr>
          <w:szCs w:val="20"/>
        </w:rPr>
        <w:t>pendant une seconde de rêve</w:t>
      </w:r>
      <w:r w:rsidR="00462692" w:rsidRPr="00A4769E">
        <w:rPr>
          <w:szCs w:val="20"/>
        </w:rPr>
        <w:t xml:space="preserve">, </w:t>
      </w:r>
      <w:r w:rsidRPr="001B73FA">
        <w:rPr>
          <w:szCs w:val="20"/>
        </w:rPr>
        <w:t>négligemment épousseté du bout des gants le dos de son fauteuil</w:t>
      </w:r>
      <w:r w:rsidR="00462692" w:rsidRPr="00A4769E">
        <w:rPr>
          <w:szCs w:val="20"/>
        </w:rPr>
        <w:t>.</w:t>
      </w:r>
    </w:p>
    <w:p w14:paraId="3A733C99" w14:textId="77777777" w:rsidR="00462692" w:rsidRPr="00A4769E" w:rsidRDefault="001B73FA" w:rsidP="001B73FA">
      <w:pPr>
        <w:rPr>
          <w:szCs w:val="20"/>
        </w:rPr>
      </w:pPr>
      <w:r w:rsidRPr="001B73FA">
        <w:rPr>
          <w:szCs w:val="20"/>
        </w:rPr>
        <w:t>Pierre de B</w:t>
      </w:r>
      <w:r w:rsidR="00462692" w:rsidRPr="00A4769E">
        <w:rPr>
          <w:szCs w:val="20"/>
        </w:rPr>
        <w:t xml:space="preserve">. </w:t>
      </w:r>
      <w:r w:rsidRPr="001B73FA">
        <w:rPr>
          <w:szCs w:val="20"/>
        </w:rPr>
        <w:t>n</w:t>
      </w:r>
      <w:r w:rsidR="00462692" w:rsidRPr="00A4769E">
        <w:rPr>
          <w:szCs w:val="20"/>
        </w:rPr>
        <w:t>’</w:t>
      </w:r>
      <w:r w:rsidRPr="001B73FA">
        <w:rPr>
          <w:szCs w:val="20"/>
        </w:rPr>
        <w:t>était pas une crapule</w:t>
      </w:r>
      <w:r w:rsidR="00462692" w:rsidRPr="00A4769E">
        <w:rPr>
          <w:szCs w:val="20"/>
        </w:rPr>
        <w:t xml:space="preserve">. </w:t>
      </w:r>
      <w:r w:rsidRPr="001B73FA">
        <w:rPr>
          <w:szCs w:val="20"/>
        </w:rPr>
        <w:t>C</w:t>
      </w:r>
      <w:r w:rsidR="00462692" w:rsidRPr="00A4769E">
        <w:rPr>
          <w:szCs w:val="20"/>
        </w:rPr>
        <w:t>’</w:t>
      </w:r>
      <w:r w:rsidRPr="001B73FA">
        <w:rPr>
          <w:szCs w:val="20"/>
        </w:rPr>
        <w:t>était un sensuel</w:t>
      </w:r>
      <w:r w:rsidR="00462692" w:rsidRPr="00A4769E">
        <w:rPr>
          <w:szCs w:val="20"/>
        </w:rPr>
        <w:t xml:space="preserve">, </w:t>
      </w:r>
      <w:r w:rsidRPr="001B73FA">
        <w:rPr>
          <w:szCs w:val="20"/>
        </w:rPr>
        <w:t>évidemment de petite envergure</w:t>
      </w:r>
      <w:r w:rsidR="00462692" w:rsidRPr="00A4769E">
        <w:rPr>
          <w:szCs w:val="20"/>
        </w:rPr>
        <w:t xml:space="preserve">, </w:t>
      </w:r>
      <w:r w:rsidRPr="001B73FA">
        <w:rPr>
          <w:szCs w:val="20"/>
        </w:rPr>
        <w:t>mais parfait</w:t>
      </w:r>
      <w:r w:rsidR="00462692" w:rsidRPr="00A4769E">
        <w:rPr>
          <w:szCs w:val="20"/>
        </w:rPr>
        <w:t xml:space="preserve">. </w:t>
      </w:r>
      <w:r w:rsidRPr="001B73FA">
        <w:rPr>
          <w:szCs w:val="20"/>
        </w:rPr>
        <w:t>Il accueillait son plaisir de tout le monde</w:t>
      </w:r>
      <w:r w:rsidR="00462692" w:rsidRPr="00A4769E">
        <w:rPr>
          <w:szCs w:val="20"/>
        </w:rPr>
        <w:t xml:space="preserve">. </w:t>
      </w:r>
      <w:r w:rsidRPr="001B73FA">
        <w:rPr>
          <w:szCs w:val="20"/>
        </w:rPr>
        <w:t>Il ne savait que jouir</w:t>
      </w:r>
      <w:r w:rsidR="00462692" w:rsidRPr="00A4769E">
        <w:rPr>
          <w:szCs w:val="20"/>
        </w:rPr>
        <w:t xml:space="preserve">. </w:t>
      </w:r>
      <w:r w:rsidRPr="001B73FA">
        <w:rPr>
          <w:szCs w:val="20"/>
        </w:rPr>
        <w:t>Ce n</w:t>
      </w:r>
      <w:r w:rsidR="00462692" w:rsidRPr="00A4769E">
        <w:rPr>
          <w:szCs w:val="20"/>
        </w:rPr>
        <w:t>’</w:t>
      </w:r>
      <w:r w:rsidRPr="001B73FA">
        <w:rPr>
          <w:szCs w:val="20"/>
        </w:rPr>
        <w:t>est qu</w:t>
      </w:r>
      <w:r w:rsidR="00462692" w:rsidRPr="00A4769E">
        <w:rPr>
          <w:szCs w:val="20"/>
        </w:rPr>
        <w:t>’</w:t>
      </w:r>
      <w:r w:rsidRPr="001B73FA">
        <w:rPr>
          <w:szCs w:val="20"/>
        </w:rPr>
        <w:t>à l</w:t>
      </w:r>
      <w:r w:rsidR="00462692" w:rsidRPr="00A4769E">
        <w:rPr>
          <w:szCs w:val="20"/>
        </w:rPr>
        <w:t>’</w:t>
      </w:r>
      <w:r w:rsidRPr="001B73FA">
        <w:rPr>
          <w:szCs w:val="20"/>
        </w:rPr>
        <w:t>occasion de ses propres jouissances que</w:t>
      </w:r>
      <w:r w:rsidR="00462692" w:rsidRPr="00A4769E">
        <w:rPr>
          <w:szCs w:val="20"/>
        </w:rPr>
        <w:t xml:space="preserve">, </w:t>
      </w:r>
      <w:r w:rsidRPr="001B73FA">
        <w:rPr>
          <w:szCs w:val="20"/>
        </w:rPr>
        <w:t>par surcroît</w:t>
      </w:r>
      <w:r w:rsidR="00462692" w:rsidRPr="00A4769E">
        <w:rPr>
          <w:szCs w:val="20"/>
        </w:rPr>
        <w:t xml:space="preserve">, </w:t>
      </w:r>
      <w:r w:rsidRPr="001B73FA">
        <w:rPr>
          <w:szCs w:val="20"/>
        </w:rPr>
        <w:t>il lui arrivait de faire jouir les autres</w:t>
      </w:r>
      <w:r w:rsidR="00462692" w:rsidRPr="00A4769E">
        <w:rPr>
          <w:szCs w:val="20"/>
        </w:rPr>
        <w:t xml:space="preserve">. </w:t>
      </w:r>
      <w:r w:rsidRPr="001B73FA">
        <w:rPr>
          <w:szCs w:val="20"/>
        </w:rPr>
        <w:t>Il était dépourvu de tout diabolisme</w:t>
      </w:r>
      <w:r w:rsidR="00462692" w:rsidRPr="00A4769E">
        <w:rPr>
          <w:szCs w:val="20"/>
        </w:rPr>
        <w:t xml:space="preserve">. </w:t>
      </w:r>
      <w:r w:rsidRPr="001B73FA">
        <w:rPr>
          <w:szCs w:val="20"/>
        </w:rPr>
        <w:t>Il agissait même au contraire en bon père de famille</w:t>
      </w:r>
      <w:r w:rsidR="00462692" w:rsidRPr="00A4769E">
        <w:rPr>
          <w:szCs w:val="20"/>
        </w:rPr>
        <w:t xml:space="preserve">, </w:t>
      </w:r>
      <w:r w:rsidRPr="001B73FA">
        <w:rPr>
          <w:szCs w:val="20"/>
        </w:rPr>
        <w:t>soignant ses désirs comme des enfants</w:t>
      </w:r>
      <w:r w:rsidR="00462692" w:rsidRPr="00A4769E">
        <w:rPr>
          <w:szCs w:val="20"/>
        </w:rPr>
        <w:t xml:space="preserve">, </w:t>
      </w:r>
      <w:r w:rsidRPr="001B73FA">
        <w:rPr>
          <w:szCs w:val="20"/>
        </w:rPr>
        <w:t>paisiblement quoique grandement</w:t>
      </w:r>
      <w:r w:rsidR="00462692" w:rsidRPr="00A4769E">
        <w:rPr>
          <w:szCs w:val="20"/>
        </w:rPr>
        <w:t>, « </w:t>
      </w:r>
      <w:r w:rsidRPr="001B73FA">
        <w:rPr>
          <w:szCs w:val="20"/>
        </w:rPr>
        <w:t>à la Montaigne</w:t>
      </w:r>
      <w:r w:rsidR="00462692" w:rsidRPr="00A4769E">
        <w:rPr>
          <w:szCs w:val="20"/>
        </w:rPr>
        <w:t xml:space="preserve"> ». </w:t>
      </w:r>
      <w:r w:rsidRPr="001B73FA">
        <w:rPr>
          <w:szCs w:val="20"/>
        </w:rPr>
        <w:t>Il fallait l</w:t>
      </w:r>
      <w:r w:rsidR="00462692" w:rsidRPr="00A4769E">
        <w:rPr>
          <w:szCs w:val="20"/>
        </w:rPr>
        <w:t>’</w:t>
      </w:r>
      <w:r w:rsidRPr="001B73FA">
        <w:rPr>
          <w:szCs w:val="20"/>
        </w:rPr>
        <w:t>extraordinaire candeur de Céline pour imaginer de l</w:t>
      </w:r>
      <w:r w:rsidR="00462692" w:rsidRPr="00A4769E">
        <w:rPr>
          <w:szCs w:val="20"/>
        </w:rPr>
        <w:t>’</w:t>
      </w:r>
      <w:r w:rsidRPr="001B73FA">
        <w:rPr>
          <w:szCs w:val="20"/>
        </w:rPr>
        <w:t>appeler Diablon</w:t>
      </w:r>
      <w:r w:rsidR="00462692" w:rsidRPr="00A4769E">
        <w:rPr>
          <w:szCs w:val="20"/>
        </w:rPr>
        <w:t xml:space="preserve">, </w:t>
      </w:r>
      <w:r w:rsidRPr="001B73FA">
        <w:rPr>
          <w:szCs w:val="20"/>
        </w:rPr>
        <w:t>comme elle le faisait</w:t>
      </w:r>
      <w:r w:rsidR="00462692" w:rsidRPr="00A4769E">
        <w:rPr>
          <w:szCs w:val="20"/>
        </w:rPr>
        <w:t xml:space="preserve">, </w:t>
      </w:r>
      <w:r w:rsidRPr="001B73FA">
        <w:rPr>
          <w:szCs w:val="20"/>
        </w:rPr>
        <w:t>extasiée</w:t>
      </w:r>
      <w:r w:rsidR="00462692" w:rsidRPr="00A4769E">
        <w:rPr>
          <w:szCs w:val="20"/>
        </w:rPr>
        <w:t xml:space="preserve">, </w:t>
      </w:r>
      <w:r w:rsidRPr="001B73FA">
        <w:rPr>
          <w:szCs w:val="20"/>
        </w:rPr>
        <w:t>effrayée et complètement soumise</w:t>
      </w:r>
      <w:r w:rsidR="00462692" w:rsidRPr="00A4769E">
        <w:rPr>
          <w:szCs w:val="20"/>
        </w:rPr>
        <w:t xml:space="preserve">. </w:t>
      </w:r>
      <w:r w:rsidRPr="001B73FA">
        <w:rPr>
          <w:szCs w:val="20"/>
        </w:rPr>
        <w:t>Il avait seulement</w:t>
      </w:r>
      <w:r w:rsidR="00462692" w:rsidRPr="00A4769E">
        <w:rPr>
          <w:szCs w:val="20"/>
        </w:rPr>
        <w:t xml:space="preserve">, </w:t>
      </w:r>
      <w:r w:rsidRPr="001B73FA">
        <w:rPr>
          <w:szCs w:val="20"/>
        </w:rPr>
        <w:t>dès les premiers temps</w:t>
      </w:r>
      <w:r w:rsidR="00462692" w:rsidRPr="00A4769E">
        <w:rPr>
          <w:szCs w:val="20"/>
        </w:rPr>
        <w:t xml:space="preserve">, </w:t>
      </w:r>
      <w:r w:rsidRPr="001B73FA">
        <w:rPr>
          <w:szCs w:val="20"/>
        </w:rPr>
        <w:t>avec elle</w:t>
      </w:r>
      <w:r w:rsidR="00462692" w:rsidRPr="00A4769E">
        <w:rPr>
          <w:szCs w:val="20"/>
        </w:rPr>
        <w:t xml:space="preserve">, </w:t>
      </w:r>
      <w:r w:rsidRPr="001B73FA">
        <w:rPr>
          <w:szCs w:val="20"/>
        </w:rPr>
        <w:t>fait en sorte qu</w:t>
      </w:r>
      <w:r w:rsidR="00462692" w:rsidRPr="00A4769E">
        <w:rPr>
          <w:szCs w:val="20"/>
        </w:rPr>
        <w:t>’</w:t>
      </w:r>
      <w:r w:rsidRPr="001B73FA">
        <w:rPr>
          <w:szCs w:val="20"/>
        </w:rPr>
        <w:t>il ne lui advienne jamais de difficultés de ce côté-là</w:t>
      </w:r>
      <w:r w:rsidR="00462692" w:rsidRPr="00A4769E">
        <w:rPr>
          <w:szCs w:val="20"/>
        </w:rPr>
        <w:t xml:space="preserve">. </w:t>
      </w:r>
      <w:r w:rsidRPr="001B73FA">
        <w:rPr>
          <w:szCs w:val="20"/>
        </w:rPr>
        <w:t>Difficultés financières</w:t>
      </w:r>
      <w:r w:rsidR="00462692" w:rsidRPr="00A4769E">
        <w:rPr>
          <w:szCs w:val="20"/>
        </w:rPr>
        <w:t xml:space="preserve">, </w:t>
      </w:r>
      <w:r w:rsidRPr="001B73FA">
        <w:rPr>
          <w:szCs w:val="20"/>
        </w:rPr>
        <w:t>s</w:t>
      </w:r>
      <w:r w:rsidR="00462692" w:rsidRPr="00A4769E">
        <w:rPr>
          <w:szCs w:val="20"/>
        </w:rPr>
        <w:t>’</w:t>
      </w:r>
      <w:r w:rsidRPr="001B73FA">
        <w:rPr>
          <w:szCs w:val="20"/>
        </w:rPr>
        <w:t>entend</w:t>
      </w:r>
      <w:r w:rsidR="00462692" w:rsidRPr="00A4769E">
        <w:rPr>
          <w:szCs w:val="20"/>
        </w:rPr>
        <w:t xml:space="preserve"> ; </w:t>
      </w:r>
      <w:r w:rsidRPr="001B73FA">
        <w:rPr>
          <w:szCs w:val="20"/>
        </w:rPr>
        <w:t>pour le côté sentimental</w:t>
      </w:r>
      <w:r w:rsidR="00462692" w:rsidRPr="00A4769E">
        <w:rPr>
          <w:szCs w:val="20"/>
        </w:rPr>
        <w:t xml:space="preserve">, </w:t>
      </w:r>
      <w:r w:rsidRPr="001B73FA">
        <w:rPr>
          <w:szCs w:val="20"/>
        </w:rPr>
        <w:t>il avait assez d</w:t>
      </w:r>
      <w:r w:rsidR="00462692" w:rsidRPr="00A4769E">
        <w:rPr>
          <w:szCs w:val="20"/>
        </w:rPr>
        <w:t>’</w:t>
      </w:r>
      <w:r w:rsidRPr="001B73FA">
        <w:rPr>
          <w:szCs w:val="20"/>
        </w:rPr>
        <w:t>entregent mécanique pour ne rien craindre</w:t>
      </w:r>
      <w:r w:rsidR="00462692" w:rsidRPr="00A4769E">
        <w:rPr>
          <w:szCs w:val="20"/>
        </w:rPr>
        <w:t>.</w:t>
      </w:r>
    </w:p>
    <w:p w14:paraId="71E88136" w14:textId="77777777" w:rsidR="00462692" w:rsidRPr="00A4769E" w:rsidRDefault="001B73FA" w:rsidP="001B73FA">
      <w:pPr>
        <w:rPr>
          <w:szCs w:val="20"/>
        </w:rPr>
      </w:pPr>
      <w:r w:rsidRPr="001B73FA">
        <w:rPr>
          <w:szCs w:val="20"/>
        </w:rPr>
        <w:t>Il avait non seulement un véritable parc aux cerfs de grandes dames</w:t>
      </w:r>
      <w:r w:rsidR="00462692" w:rsidRPr="00A4769E">
        <w:rPr>
          <w:szCs w:val="20"/>
        </w:rPr>
        <w:t xml:space="preserve">, </w:t>
      </w:r>
      <w:r w:rsidRPr="001B73FA">
        <w:rPr>
          <w:szCs w:val="20"/>
        </w:rPr>
        <w:t>grâce à son allure de dieu</w:t>
      </w:r>
      <w:r w:rsidR="00462692" w:rsidRPr="00A4769E">
        <w:rPr>
          <w:szCs w:val="20"/>
        </w:rPr>
        <w:t xml:space="preserve">, </w:t>
      </w:r>
      <w:r w:rsidRPr="001B73FA">
        <w:rPr>
          <w:szCs w:val="20"/>
        </w:rPr>
        <w:t>mais encore de nombreuses caillettes de la rue de la Bûcherie et du dédale Notre-Dame</w:t>
      </w:r>
      <w:r w:rsidR="00462692" w:rsidRPr="00A4769E">
        <w:rPr>
          <w:szCs w:val="20"/>
        </w:rPr>
        <w:t xml:space="preserve">, </w:t>
      </w:r>
      <w:r w:rsidRPr="001B73FA">
        <w:rPr>
          <w:szCs w:val="20"/>
        </w:rPr>
        <w:t>grâce aux charpentages de Théus</w:t>
      </w:r>
      <w:r w:rsidR="00462692" w:rsidRPr="00A4769E">
        <w:rPr>
          <w:szCs w:val="20"/>
        </w:rPr>
        <w:t xml:space="preserve">. </w:t>
      </w:r>
      <w:r w:rsidRPr="001B73FA">
        <w:rPr>
          <w:szCs w:val="20"/>
        </w:rPr>
        <w:t>Il pouvait ainsi satisfaire ses plus hautes aspirations</w:t>
      </w:r>
      <w:r w:rsidR="00462692" w:rsidRPr="00A4769E">
        <w:rPr>
          <w:szCs w:val="20"/>
        </w:rPr>
        <w:t xml:space="preserve">. </w:t>
      </w:r>
      <w:r w:rsidRPr="001B73FA">
        <w:rPr>
          <w:szCs w:val="20"/>
        </w:rPr>
        <w:t>Rien ne l</w:t>
      </w:r>
      <w:r w:rsidR="00462692" w:rsidRPr="00A4769E">
        <w:rPr>
          <w:szCs w:val="20"/>
        </w:rPr>
        <w:t>’</w:t>
      </w:r>
      <w:r w:rsidRPr="001B73FA">
        <w:rPr>
          <w:szCs w:val="20"/>
        </w:rPr>
        <w:t>entichait plus que les jambes rondes et les petits pieds</w:t>
      </w:r>
      <w:r w:rsidR="00462692" w:rsidRPr="00A4769E">
        <w:rPr>
          <w:szCs w:val="20"/>
        </w:rPr>
        <w:t xml:space="preserve"> (</w:t>
      </w:r>
      <w:r w:rsidRPr="001B73FA">
        <w:rPr>
          <w:szCs w:val="20"/>
        </w:rPr>
        <w:t>on ne les trouve que dans le peuple</w:t>
      </w:r>
      <w:r w:rsidR="00462692" w:rsidRPr="00A4769E">
        <w:rPr>
          <w:szCs w:val="20"/>
        </w:rPr>
        <w:t xml:space="preserve">). </w:t>
      </w:r>
      <w:r w:rsidRPr="001B73FA">
        <w:rPr>
          <w:szCs w:val="20"/>
        </w:rPr>
        <w:t>Il les lui fallait bien chaussés et soigneusement gantés de soie</w:t>
      </w:r>
      <w:r w:rsidR="00462692" w:rsidRPr="00A4769E">
        <w:rPr>
          <w:szCs w:val="20"/>
        </w:rPr>
        <w:t xml:space="preserve"> ; </w:t>
      </w:r>
      <w:r w:rsidRPr="001B73FA">
        <w:rPr>
          <w:szCs w:val="20"/>
        </w:rPr>
        <w:t>il y pourvoyait</w:t>
      </w:r>
      <w:r w:rsidR="00462692" w:rsidRPr="00A4769E">
        <w:rPr>
          <w:szCs w:val="20"/>
        </w:rPr>
        <w:t xml:space="preserve">. </w:t>
      </w:r>
      <w:r w:rsidRPr="001B73FA">
        <w:rPr>
          <w:szCs w:val="20"/>
        </w:rPr>
        <w:t>Il aimait aussi les langueurs</w:t>
      </w:r>
      <w:r w:rsidR="00462692" w:rsidRPr="00A4769E">
        <w:rPr>
          <w:szCs w:val="20"/>
        </w:rPr>
        <w:t xml:space="preserve">, </w:t>
      </w:r>
      <w:r w:rsidRPr="001B73FA">
        <w:rPr>
          <w:szCs w:val="20"/>
        </w:rPr>
        <w:t>les pâleurs</w:t>
      </w:r>
      <w:r w:rsidR="00462692" w:rsidRPr="00A4769E">
        <w:rPr>
          <w:szCs w:val="20"/>
        </w:rPr>
        <w:t xml:space="preserve">, </w:t>
      </w:r>
      <w:r w:rsidRPr="001B73FA">
        <w:rPr>
          <w:szCs w:val="20"/>
        </w:rPr>
        <w:t>les pâmoisons</w:t>
      </w:r>
      <w:r w:rsidR="00462692" w:rsidRPr="00A4769E">
        <w:rPr>
          <w:szCs w:val="20"/>
        </w:rPr>
        <w:t xml:space="preserve">, </w:t>
      </w:r>
      <w:r w:rsidRPr="001B73FA">
        <w:rPr>
          <w:szCs w:val="20"/>
        </w:rPr>
        <w:t>les soupirs et les mines</w:t>
      </w:r>
      <w:r w:rsidR="00462692" w:rsidRPr="00A4769E">
        <w:rPr>
          <w:szCs w:val="20"/>
        </w:rPr>
        <w:t xml:space="preserve">, </w:t>
      </w:r>
      <w:r w:rsidRPr="001B73FA">
        <w:rPr>
          <w:szCs w:val="20"/>
        </w:rPr>
        <w:t>toute la comédie de la faiblesse et des grands airs</w:t>
      </w:r>
      <w:r w:rsidR="00462692" w:rsidRPr="00A4769E">
        <w:rPr>
          <w:szCs w:val="20"/>
        </w:rPr>
        <w:t xml:space="preserve">. </w:t>
      </w:r>
      <w:r w:rsidRPr="001B73FA">
        <w:rPr>
          <w:szCs w:val="20"/>
        </w:rPr>
        <w:lastRenderedPageBreak/>
        <w:t>Car</w:t>
      </w:r>
      <w:r w:rsidR="00462692" w:rsidRPr="00A4769E">
        <w:rPr>
          <w:szCs w:val="20"/>
        </w:rPr>
        <w:t xml:space="preserve">, </w:t>
      </w:r>
      <w:r w:rsidRPr="001B73FA">
        <w:rPr>
          <w:szCs w:val="20"/>
        </w:rPr>
        <w:t>dans son dévergondage de force</w:t>
      </w:r>
      <w:r w:rsidR="00462692" w:rsidRPr="00A4769E">
        <w:rPr>
          <w:szCs w:val="20"/>
        </w:rPr>
        <w:t xml:space="preserve">, </w:t>
      </w:r>
      <w:r w:rsidRPr="001B73FA">
        <w:rPr>
          <w:szCs w:val="20"/>
        </w:rPr>
        <w:t>il n</w:t>
      </w:r>
      <w:r w:rsidR="00462692" w:rsidRPr="00A4769E">
        <w:rPr>
          <w:szCs w:val="20"/>
        </w:rPr>
        <w:t>’</w:t>
      </w:r>
      <w:r w:rsidRPr="001B73FA">
        <w:rPr>
          <w:szCs w:val="20"/>
        </w:rPr>
        <w:t>était pas très sûr d</w:t>
      </w:r>
      <w:r w:rsidR="00462692" w:rsidRPr="00A4769E">
        <w:rPr>
          <w:szCs w:val="20"/>
        </w:rPr>
        <w:t>’</w:t>
      </w:r>
      <w:r w:rsidRPr="001B73FA">
        <w:rPr>
          <w:szCs w:val="20"/>
        </w:rPr>
        <w:t>être fort</w:t>
      </w:r>
      <w:r w:rsidR="00462692" w:rsidRPr="00A4769E">
        <w:rPr>
          <w:szCs w:val="20"/>
        </w:rPr>
        <w:t>.</w:t>
      </w:r>
    </w:p>
    <w:p w14:paraId="7FB1E754" w14:textId="77777777" w:rsidR="00462692" w:rsidRPr="00A4769E" w:rsidRDefault="001B73FA" w:rsidP="001B73FA">
      <w:pPr>
        <w:rPr>
          <w:szCs w:val="20"/>
        </w:rPr>
      </w:pPr>
      <w:r w:rsidRPr="001B73FA">
        <w:rPr>
          <w:szCs w:val="20"/>
        </w:rPr>
        <w:t>Un peu décontenancée par tout ce jeu qui se faisait au grand jour</w:t>
      </w:r>
      <w:r w:rsidR="00462692" w:rsidRPr="00A4769E">
        <w:rPr>
          <w:szCs w:val="20"/>
        </w:rPr>
        <w:t xml:space="preserve">, </w:t>
      </w:r>
      <w:r w:rsidRPr="001B73FA">
        <w:rPr>
          <w:szCs w:val="20"/>
        </w:rPr>
        <w:t>Céline essaya de lutter avec de la grosse tendresse de chien</w:t>
      </w:r>
      <w:r w:rsidR="00462692" w:rsidRPr="00A4769E">
        <w:rPr>
          <w:szCs w:val="20"/>
        </w:rPr>
        <w:t>. « </w:t>
      </w:r>
      <w:r w:rsidRPr="001B73FA">
        <w:rPr>
          <w:szCs w:val="20"/>
        </w:rPr>
        <w:t>L</w:t>
      </w:r>
      <w:r w:rsidR="00462692" w:rsidRPr="00A4769E">
        <w:rPr>
          <w:szCs w:val="20"/>
        </w:rPr>
        <w:t>’</w:t>
      </w:r>
      <w:r w:rsidRPr="001B73FA">
        <w:rPr>
          <w:szCs w:val="20"/>
        </w:rPr>
        <w:t>élégance</w:t>
      </w:r>
      <w:r w:rsidR="00462692" w:rsidRPr="00A4769E">
        <w:rPr>
          <w:szCs w:val="20"/>
        </w:rPr>
        <w:t xml:space="preserve">, </w:t>
      </w:r>
      <w:r w:rsidRPr="001B73FA">
        <w:rPr>
          <w:szCs w:val="20"/>
        </w:rPr>
        <w:t>lui disait-elle</w:t>
      </w:r>
      <w:r w:rsidR="00462692" w:rsidRPr="00A4769E">
        <w:rPr>
          <w:szCs w:val="20"/>
        </w:rPr>
        <w:t xml:space="preserve">, </w:t>
      </w:r>
      <w:r w:rsidRPr="001B73FA">
        <w:rPr>
          <w:szCs w:val="20"/>
        </w:rPr>
        <w:t>c</w:t>
      </w:r>
      <w:r w:rsidR="00462692" w:rsidRPr="00A4769E">
        <w:rPr>
          <w:szCs w:val="20"/>
        </w:rPr>
        <w:t>’</w:t>
      </w:r>
      <w:r w:rsidRPr="001B73FA">
        <w:rPr>
          <w:szCs w:val="20"/>
        </w:rPr>
        <w:t>est de la bonne santé</w:t>
      </w:r>
      <w:r w:rsidR="00462692" w:rsidRPr="00A4769E">
        <w:rPr>
          <w:szCs w:val="20"/>
        </w:rPr>
        <w:t>. (</w:t>
      </w:r>
      <w:r w:rsidRPr="001B73FA">
        <w:rPr>
          <w:szCs w:val="20"/>
        </w:rPr>
        <w:t>Elle croyait qu</w:t>
      </w:r>
      <w:r w:rsidR="00462692" w:rsidRPr="00A4769E">
        <w:rPr>
          <w:szCs w:val="20"/>
        </w:rPr>
        <w:t>’</w:t>
      </w:r>
      <w:r w:rsidRPr="001B73FA">
        <w:rPr>
          <w:szCs w:val="20"/>
        </w:rPr>
        <w:t>il était sensible à l</w:t>
      </w:r>
      <w:r w:rsidR="00462692" w:rsidRPr="00A4769E">
        <w:rPr>
          <w:szCs w:val="20"/>
        </w:rPr>
        <w:t>’</w:t>
      </w:r>
      <w:r w:rsidRPr="001B73FA">
        <w:rPr>
          <w:szCs w:val="20"/>
        </w:rPr>
        <w:t>élégance</w:t>
      </w:r>
      <w:r w:rsidR="00462692" w:rsidRPr="00A4769E">
        <w:rPr>
          <w:szCs w:val="20"/>
        </w:rPr>
        <w:t>.)</w:t>
      </w:r>
    </w:p>
    <w:p w14:paraId="67048550" w14:textId="449EDFAE" w:rsidR="001B73FA" w:rsidRPr="001B73FA" w:rsidRDefault="00462692" w:rsidP="001B73FA">
      <w:pPr>
        <w:rPr>
          <w:szCs w:val="20"/>
        </w:rPr>
      </w:pPr>
      <w:r w:rsidRPr="00A4769E">
        <w:rPr>
          <w:szCs w:val="20"/>
        </w:rPr>
        <w:t>— </w:t>
      </w:r>
      <w:r w:rsidR="001B73FA" w:rsidRPr="001B73FA">
        <w:rPr>
          <w:szCs w:val="20"/>
        </w:rPr>
        <w:t>Appelez-vous bonne santé votre gorge abondante</w:t>
      </w:r>
      <w:r w:rsidRPr="00A4769E">
        <w:rPr>
          <w:szCs w:val="20"/>
        </w:rPr>
        <w:t xml:space="preserve"> ? </w:t>
      </w:r>
      <w:r w:rsidR="001B73FA" w:rsidRPr="001B73FA">
        <w:rPr>
          <w:szCs w:val="20"/>
        </w:rPr>
        <w:t>Vous avez la peau rude</w:t>
      </w:r>
      <w:r w:rsidRPr="00A4769E">
        <w:rPr>
          <w:szCs w:val="20"/>
        </w:rPr>
        <w:t xml:space="preserve">, </w:t>
      </w:r>
      <w:r w:rsidR="001B73FA" w:rsidRPr="001B73FA">
        <w:rPr>
          <w:szCs w:val="20"/>
        </w:rPr>
        <w:t>Céline</w:t>
      </w:r>
      <w:r w:rsidRPr="00A4769E">
        <w:rPr>
          <w:szCs w:val="20"/>
        </w:rPr>
        <w:t xml:space="preserve">, </w:t>
      </w:r>
      <w:r w:rsidR="001B73FA" w:rsidRPr="001B73FA">
        <w:rPr>
          <w:szCs w:val="20"/>
        </w:rPr>
        <w:t>comme une râpe de tanneur</w:t>
      </w:r>
      <w:r w:rsidRPr="00A4769E">
        <w:rPr>
          <w:szCs w:val="20"/>
        </w:rPr>
        <w:t xml:space="preserve">. </w:t>
      </w:r>
      <w:r w:rsidR="001B73FA" w:rsidRPr="001B73FA">
        <w:rPr>
          <w:szCs w:val="20"/>
        </w:rPr>
        <w:t>Pour être de mauvaise santé</w:t>
      </w:r>
      <w:r w:rsidRPr="00A4769E">
        <w:rPr>
          <w:szCs w:val="20"/>
        </w:rPr>
        <w:t xml:space="preserve">, </w:t>
      </w:r>
      <w:r w:rsidR="001B73FA" w:rsidRPr="001B73FA">
        <w:rPr>
          <w:szCs w:val="20"/>
        </w:rPr>
        <w:t>le satin blême de certaines peaux n</w:t>
      </w:r>
      <w:r w:rsidRPr="00A4769E">
        <w:rPr>
          <w:szCs w:val="20"/>
        </w:rPr>
        <w:t>’</w:t>
      </w:r>
      <w:r w:rsidR="001B73FA" w:rsidRPr="001B73FA">
        <w:rPr>
          <w:szCs w:val="20"/>
        </w:rPr>
        <w:t>en est pas moins d</w:t>
      </w:r>
      <w:r w:rsidRPr="00A4769E">
        <w:rPr>
          <w:szCs w:val="20"/>
        </w:rPr>
        <w:t>’</w:t>
      </w:r>
      <w:r w:rsidR="001B73FA" w:rsidRPr="001B73FA">
        <w:rPr>
          <w:szCs w:val="20"/>
        </w:rPr>
        <w:t>une très suave élégance</w:t>
      </w:r>
      <w:r w:rsidRPr="00A4769E">
        <w:rPr>
          <w:szCs w:val="20"/>
        </w:rPr>
        <w:t xml:space="preserve">. </w:t>
      </w:r>
      <w:r w:rsidR="001B73FA" w:rsidRPr="001B73FA">
        <w:rPr>
          <w:szCs w:val="20"/>
        </w:rPr>
        <w:t>Pourquoi m</w:t>
      </w:r>
      <w:r w:rsidRPr="00A4769E">
        <w:rPr>
          <w:szCs w:val="20"/>
        </w:rPr>
        <w:t>’</w:t>
      </w:r>
      <w:r w:rsidR="001B73FA" w:rsidRPr="001B73FA">
        <w:rPr>
          <w:szCs w:val="20"/>
        </w:rPr>
        <w:t>en priverais-je</w:t>
      </w:r>
      <w:r w:rsidRPr="00A4769E">
        <w:rPr>
          <w:szCs w:val="20"/>
        </w:rPr>
        <w:t xml:space="preserve"> ? </w:t>
      </w:r>
      <w:r w:rsidR="001B73FA" w:rsidRPr="001B73FA">
        <w:rPr>
          <w:szCs w:val="20"/>
        </w:rPr>
        <w:t>Avez-vous une bonne raison</w:t>
      </w:r>
      <w:r w:rsidRPr="00A4769E">
        <w:rPr>
          <w:szCs w:val="20"/>
        </w:rPr>
        <w:t xml:space="preserve"> ? </w:t>
      </w:r>
      <w:r w:rsidR="001B73FA" w:rsidRPr="001B73FA">
        <w:rPr>
          <w:szCs w:val="20"/>
        </w:rPr>
        <w:t>Vous m</w:t>
      </w:r>
      <w:r w:rsidRPr="00A4769E">
        <w:rPr>
          <w:szCs w:val="20"/>
        </w:rPr>
        <w:t>’</w:t>
      </w:r>
      <w:r w:rsidR="001B73FA" w:rsidRPr="001B73FA">
        <w:rPr>
          <w:szCs w:val="20"/>
        </w:rPr>
        <w:t>aimez</w:t>
      </w:r>
      <w:r w:rsidRPr="00A4769E">
        <w:rPr>
          <w:szCs w:val="20"/>
        </w:rPr>
        <w:t xml:space="preserve"> ? </w:t>
      </w:r>
      <w:r w:rsidR="001B73FA" w:rsidRPr="001B73FA">
        <w:rPr>
          <w:szCs w:val="20"/>
        </w:rPr>
        <w:t>J</w:t>
      </w:r>
      <w:r w:rsidRPr="00A4769E">
        <w:rPr>
          <w:szCs w:val="20"/>
        </w:rPr>
        <w:t>’</w:t>
      </w:r>
      <w:r w:rsidR="001B73FA" w:rsidRPr="001B73FA">
        <w:rPr>
          <w:szCs w:val="20"/>
        </w:rPr>
        <w:t>en suis fort aise et fort flatté</w:t>
      </w:r>
      <w:r w:rsidRPr="00A4769E">
        <w:rPr>
          <w:szCs w:val="20"/>
        </w:rPr>
        <w:t xml:space="preserve">, </w:t>
      </w:r>
      <w:r w:rsidR="001B73FA" w:rsidRPr="001B73FA">
        <w:rPr>
          <w:szCs w:val="20"/>
        </w:rPr>
        <w:t>mais doit-on en abolir toute la création divine</w:t>
      </w:r>
      <w:r w:rsidRPr="00A4769E">
        <w:rPr>
          <w:szCs w:val="20"/>
        </w:rPr>
        <w:t> ? »</w:t>
      </w:r>
    </w:p>
    <w:p w14:paraId="337B3B62" w14:textId="76B86EC7" w:rsidR="00462692" w:rsidRPr="00A4769E" w:rsidRDefault="001B73FA" w:rsidP="001B73FA">
      <w:pPr>
        <w:rPr>
          <w:szCs w:val="20"/>
        </w:rPr>
      </w:pPr>
      <w:r w:rsidRPr="001B73FA">
        <w:rPr>
          <w:szCs w:val="20"/>
        </w:rPr>
        <w:t>Il eut de la chance jusqu</w:t>
      </w:r>
      <w:r w:rsidR="00462692" w:rsidRPr="00A4769E">
        <w:rPr>
          <w:szCs w:val="20"/>
        </w:rPr>
        <w:t>’</w:t>
      </w:r>
      <w:r w:rsidRPr="001B73FA">
        <w:rPr>
          <w:szCs w:val="20"/>
        </w:rPr>
        <w:t>au bout</w:t>
      </w:r>
      <w:r w:rsidR="00462692" w:rsidRPr="00A4769E">
        <w:rPr>
          <w:szCs w:val="20"/>
        </w:rPr>
        <w:t xml:space="preserve">. </w:t>
      </w:r>
      <w:r w:rsidRPr="001B73FA">
        <w:rPr>
          <w:szCs w:val="20"/>
        </w:rPr>
        <w:t>Il finit par avoir la certitude de sa force</w:t>
      </w:r>
      <w:r w:rsidR="00462692" w:rsidRPr="00A4769E">
        <w:rPr>
          <w:szCs w:val="20"/>
        </w:rPr>
        <w:t xml:space="preserve"> ; </w:t>
      </w:r>
      <w:r w:rsidRPr="001B73FA">
        <w:rPr>
          <w:szCs w:val="20"/>
        </w:rPr>
        <w:t>c</w:t>
      </w:r>
      <w:r w:rsidR="00462692" w:rsidRPr="00A4769E">
        <w:rPr>
          <w:szCs w:val="20"/>
        </w:rPr>
        <w:t>’</w:t>
      </w:r>
      <w:r w:rsidRPr="001B73FA">
        <w:rPr>
          <w:szCs w:val="20"/>
        </w:rPr>
        <w:t xml:space="preserve">était au </w:t>
      </w:r>
      <w:r w:rsidR="00176DE0">
        <w:rPr>
          <w:szCs w:val="20"/>
        </w:rPr>
        <w:t>f</w:t>
      </w:r>
      <w:r w:rsidR="00176DE0" w:rsidRPr="001B73FA">
        <w:rPr>
          <w:szCs w:val="20"/>
        </w:rPr>
        <w:t xml:space="preserve">ond </w:t>
      </w:r>
      <w:r w:rsidRPr="001B73FA">
        <w:rPr>
          <w:szCs w:val="20"/>
        </w:rPr>
        <w:t>l</w:t>
      </w:r>
      <w:r w:rsidR="00462692" w:rsidRPr="00A4769E">
        <w:rPr>
          <w:szCs w:val="20"/>
        </w:rPr>
        <w:t>’</w:t>
      </w:r>
      <w:r w:rsidRPr="001B73FA">
        <w:rPr>
          <w:szCs w:val="20"/>
        </w:rPr>
        <w:t>épreuve qu</w:t>
      </w:r>
      <w:r w:rsidR="00462692" w:rsidRPr="00A4769E">
        <w:rPr>
          <w:szCs w:val="20"/>
        </w:rPr>
        <w:t>’</w:t>
      </w:r>
      <w:r w:rsidRPr="001B73FA">
        <w:rPr>
          <w:szCs w:val="20"/>
        </w:rPr>
        <w:t>il avait cherchée désespérément toute sa vie</w:t>
      </w:r>
      <w:r w:rsidR="00462692" w:rsidRPr="00A4769E">
        <w:rPr>
          <w:szCs w:val="20"/>
        </w:rPr>
        <w:t xml:space="preserve"> : </w:t>
      </w:r>
      <w:r w:rsidRPr="001B73FA">
        <w:rPr>
          <w:szCs w:val="20"/>
        </w:rPr>
        <w:t>il se fit très noblement couper le cou pendant la Révolution de 89</w:t>
      </w:r>
      <w:r w:rsidR="00462692" w:rsidRPr="00A4769E">
        <w:rPr>
          <w:szCs w:val="20"/>
        </w:rPr>
        <w:t xml:space="preserve">. </w:t>
      </w:r>
      <w:r w:rsidRPr="001B73FA">
        <w:rPr>
          <w:szCs w:val="20"/>
        </w:rPr>
        <w:t>Céline eut en revanche la certitude que cette fois il l</w:t>
      </w:r>
      <w:r w:rsidR="00462692" w:rsidRPr="00A4769E">
        <w:rPr>
          <w:szCs w:val="20"/>
        </w:rPr>
        <w:t>’</w:t>
      </w:r>
      <w:r w:rsidRPr="001B73FA">
        <w:rPr>
          <w:szCs w:val="20"/>
        </w:rPr>
        <w:t>avait trompée d</w:t>
      </w:r>
      <w:r w:rsidR="00462692" w:rsidRPr="00A4769E">
        <w:rPr>
          <w:szCs w:val="20"/>
        </w:rPr>
        <w:t>’</w:t>
      </w:r>
      <w:r w:rsidRPr="001B73FA">
        <w:rPr>
          <w:szCs w:val="20"/>
        </w:rPr>
        <w:t>une façon totale</w:t>
      </w:r>
      <w:r w:rsidR="00462692" w:rsidRPr="00A4769E">
        <w:rPr>
          <w:szCs w:val="20"/>
        </w:rPr>
        <w:t xml:space="preserve">. </w:t>
      </w:r>
      <w:r w:rsidRPr="001B73FA">
        <w:rPr>
          <w:szCs w:val="20"/>
        </w:rPr>
        <w:t>Ils avaient ainsi pris tous les deux la guillotine comme appareil de mesure dans deux systèmes différents</w:t>
      </w:r>
      <w:r w:rsidR="00462692" w:rsidRPr="00A4769E">
        <w:rPr>
          <w:szCs w:val="20"/>
        </w:rPr>
        <w:t>.</w:t>
      </w:r>
    </w:p>
    <w:p w14:paraId="19A1F8F8" w14:textId="77777777" w:rsidR="00462692" w:rsidRPr="00A4769E" w:rsidRDefault="001B73FA" w:rsidP="001B73FA">
      <w:pPr>
        <w:rPr>
          <w:szCs w:val="20"/>
        </w:rPr>
      </w:pPr>
      <w:r w:rsidRPr="001B73FA">
        <w:rPr>
          <w:szCs w:val="20"/>
        </w:rPr>
        <w:t>Occupée à défendre son bonheur</w:t>
      </w:r>
      <w:r w:rsidR="00462692" w:rsidRPr="00A4769E">
        <w:rPr>
          <w:szCs w:val="20"/>
        </w:rPr>
        <w:t xml:space="preserve">, </w:t>
      </w:r>
      <w:r w:rsidRPr="001B73FA">
        <w:rPr>
          <w:szCs w:val="20"/>
        </w:rPr>
        <w:t>se tenant très soigneusement éloignée du théâtre des exploits de son mari</w:t>
      </w:r>
      <w:r w:rsidR="00462692" w:rsidRPr="00A4769E">
        <w:rPr>
          <w:szCs w:val="20"/>
        </w:rPr>
        <w:t xml:space="preserve"> – </w:t>
      </w:r>
      <w:r w:rsidRPr="001B73FA">
        <w:rPr>
          <w:szCs w:val="20"/>
        </w:rPr>
        <w:t>sauf quelques rares fois qui avaient rapidement tourné à sa confusion</w:t>
      </w:r>
      <w:r w:rsidR="00462692" w:rsidRPr="00A4769E">
        <w:rPr>
          <w:szCs w:val="20"/>
        </w:rPr>
        <w:t xml:space="preserve"> – </w:t>
      </w:r>
      <w:r w:rsidRPr="001B73FA">
        <w:rPr>
          <w:szCs w:val="20"/>
        </w:rPr>
        <w:t>Céline avait vécu très discrètement</w:t>
      </w:r>
      <w:r w:rsidR="00462692" w:rsidRPr="00A4769E">
        <w:rPr>
          <w:szCs w:val="20"/>
        </w:rPr>
        <w:t xml:space="preserve">. </w:t>
      </w:r>
      <w:r w:rsidRPr="001B73FA">
        <w:rPr>
          <w:szCs w:val="20"/>
        </w:rPr>
        <w:t>C</w:t>
      </w:r>
      <w:r w:rsidR="00462692" w:rsidRPr="00A4769E">
        <w:rPr>
          <w:szCs w:val="20"/>
        </w:rPr>
        <w:t>’</w:t>
      </w:r>
      <w:r w:rsidRPr="001B73FA">
        <w:rPr>
          <w:szCs w:val="20"/>
        </w:rPr>
        <w:t>est à peine si on savait qu</w:t>
      </w:r>
      <w:r w:rsidR="00462692" w:rsidRPr="00A4769E">
        <w:rPr>
          <w:szCs w:val="20"/>
        </w:rPr>
        <w:t>’</w:t>
      </w:r>
      <w:r w:rsidRPr="001B73FA">
        <w:rPr>
          <w:szCs w:val="20"/>
        </w:rPr>
        <w:t xml:space="preserve">il existait une </w:t>
      </w:r>
      <w:r w:rsidR="00462692" w:rsidRPr="00A4769E">
        <w:rPr>
          <w:szCs w:val="20"/>
        </w:rPr>
        <w:t>M</w:t>
      </w:r>
      <w:r w:rsidR="00462692" w:rsidRPr="00A4769E">
        <w:rPr>
          <w:szCs w:val="20"/>
          <w:vertAlign w:val="superscript"/>
        </w:rPr>
        <w:t>me</w:t>
      </w:r>
      <w:r w:rsidR="00462692" w:rsidRPr="00A4769E">
        <w:rPr>
          <w:szCs w:val="20"/>
        </w:rPr>
        <w:t> de </w:t>
      </w:r>
      <w:r w:rsidRPr="001B73FA">
        <w:rPr>
          <w:szCs w:val="20"/>
        </w:rPr>
        <w:t>B</w:t>
      </w:r>
      <w:r w:rsidR="00462692" w:rsidRPr="00A4769E">
        <w:rPr>
          <w:szCs w:val="20"/>
        </w:rPr>
        <w:t xml:space="preserve">. </w:t>
      </w:r>
      <w:r w:rsidRPr="001B73FA">
        <w:rPr>
          <w:szCs w:val="20"/>
        </w:rPr>
        <w:t>Cette discrétion lui sauva la vie</w:t>
      </w:r>
      <w:r w:rsidR="00462692" w:rsidRPr="00A4769E">
        <w:rPr>
          <w:szCs w:val="20"/>
        </w:rPr>
        <w:t xml:space="preserve">. </w:t>
      </w:r>
      <w:r w:rsidRPr="001B73FA">
        <w:rPr>
          <w:szCs w:val="20"/>
        </w:rPr>
        <w:t>Par ailleurs</w:t>
      </w:r>
      <w:r w:rsidR="00462692" w:rsidRPr="00A4769E">
        <w:rPr>
          <w:szCs w:val="20"/>
        </w:rPr>
        <w:t xml:space="preserve">, </w:t>
      </w:r>
      <w:r w:rsidRPr="001B73FA">
        <w:rPr>
          <w:szCs w:val="20"/>
        </w:rPr>
        <w:t>elle avait l</w:t>
      </w:r>
      <w:r w:rsidR="00462692" w:rsidRPr="00A4769E">
        <w:rPr>
          <w:szCs w:val="20"/>
        </w:rPr>
        <w:t>’</w:t>
      </w:r>
      <w:r w:rsidRPr="001B73FA">
        <w:rPr>
          <w:szCs w:val="20"/>
        </w:rPr>
        <w:t>allure et le corps d</w:t>
      </w:r>
      <w:r w:rsidR="00462692" w:rsidRPr="00A4769E">
        <w:rPr>
          <w:szCs w:val="20"/>
        </w:rPr>
        <w:t>’</w:t>
      </w:r>
      <w:r w:rsidRPr="001B73FA">
        <w:rPr>
          <w:szCs w:val="20"/>
        </w:rPr>
        <w:t>une paysanne</w:t>
      </w:r>
      <w:r w:rsidR="00462692" w:rsidRPr="00A4769E">
        <w:rPr>
          <w:szCs w:val="20"/>
        </w:rPr>
        <w:t xml:space="preserve"> ; </w:t>
      </w:r>
      <w:r w:rsidRPr="001B73FA">
        <w:rPr>
          <w:szCs w:val="20"/>
        </w:rPr>
        <w:t>son atroce douleur l</w:t>
      </w:r>
      <w:r w:rsidR="00462692" w:rsidRPr="00A4769E">
        <w:rPr>
          <w:szCs w:val="20"/>
        </w:rPr>
        <w:t>’</w:t>
      </w:r>
      <w:r w:rsidRPr="001B73FA">
        <w:rPr>
          <w:szCs w:val="20"/>
        </w:rPr>
        <w:t>avait laissée dans un ébahissement candide</w:t>
      </w:r>
      <w:r w:rsidR="00462692" w:rsidRPr="00A4769E">
        <w:rPr>
          <w:szCs w:val="20"/>
        </w:rPr>
        <w:t xml:space="preserve">, </w:t>
      </w:r>
      <w:r w:rsidRPr="001B73FA">
        <w:rPr>
          <w:szCs w:val="20"/>
        </w:rPr>
        <w:t>une sorte de misère populaire</w:t>
      </w:r>
      <w:r w:rsidR="00462692" w:rsidRPr="00A4769E">
        <w:rPr>
          <w:szCs w:val="20"/>
        </w:rPr>
        <w:t xml:space="preserve"> ; </w:t>
      </w:r>
      <w:r w:rsidRPr="001B73FA">
        <w:rPr>
          <w:szCs w:val="20"/>
        </w:rPr>
        <w:t>elle en avait le visage</w:t>
      </w:r>
      <w:r w:rsidR="00462692" w:rsidRPr="00A4769E">
        <w:rPr>
          <w:szCs w:val="20"/>
        </w:rPr>
        <w:t xml:space="preserve">. </w:t>
      </w:r>
      <w:r w:rsidRPr="001B73FA">
        <w:rPr>
          <w:szCs w:val="20"/>
        </w:rPr>
        <w:t>Elle put très aisément traverser Paris sans craindre ni espion</w:t>
      </w:r>
      <w:r w:rsidR="00462692" w:rsidRPr="00A4769E">
        <w:rPr>
          <w:szCs w:val="20"/>
        </w:rPr>
        <w:t xml:space="preserve">, </w:t>
      </w:r>
      <w:r w:rsidRPr="001B73FA">
        <w:rPr>
          <w:szCs w:val="20"/>
        </w:rPr>
        <w:t>ni contrôle</w:t>
      </w:r>
      <w:r w:rsidR="00462692" w:rsidRPr="00A4769E">
        <w:rPr>
          <w:szCs w:val="20"/>
        </w:rPr>
        <w:t xml:space="preserve">, </w:t>
      </w:r>
      <w:r w:rsidRPr="001B73FA">
        <w:rPr>
          <w:szCs w:val="20"/>
        </w:rPr>
        <w:t>ni brigandage</w:t>
      </w:r>
      <w:r w:rsidR="00462692" w:rsidRPr="00A4769E">
        <w:rPr>
          <w:szCs w:val="20"/>
        </w:rPr>
        <w:t xml:space="preserve">, </w:t>
      </w:r>
      <w:r w:rsidRPr="001B73FA">
        <w:rPr>
          <w:szCs w:val="20"/>
        </w:rPr>
        <w:t xml:space="preserve">troussant à chaque ruisseau de sang ses jupons dans lesquels elle avait </w:t>
      </w:r>
      <w:r w:rsidRPr="001B73FA">
        <w:rPr>
          <w:szCs w:val="20"/>
        </w:rPr>
        <w:lastRenderedPageBreak/>
        <w:t>cousu quatre livres de diamants</w:t>
      </w:r>
      <w:r w:rsidR="00462692" w:rsidRPr="00A4769E">
        <w:rPr>
          <w:szCs w:val="20"/>
        </w:rPr>
        <w:t xml:space="preserve">, </w:t>
      </w:r>
      <w:r w:rsidRPr="001B73FA">
        <w:rPr>
          <w:szCs w:val="20"/>
        </w:rPr>
        <w:t>et balançant à son bras un réticule où</w:t>
      </w:r>
      <w:r w:rsidR="00462692" w:rsidRPr="00A4769E">
        <w:rPr>
          <w:szCs w:val="20"/>
        </w:rPr>
        <w:t xml:space="preserve">, </w:t>
      </w:r>
      <w:r w:rsidRPr="001B73FA">
        <w:rPr>
          <w:szCs w:val="20"/>
        </w:rPr>
        <w:t>sous des quignons de pain moisi et une saucisse entamée à pleines dents</w:t>
      </w:r>
      <w:r w:rsidR="00462692" w:rsidRPr="00A4769E">
        <w:rPr>
          <w:szCs w:val="20"/>
        </w:rPr>
        <w:t xml:space="preserve">, </w:t>
      </w:r>
      <w:r w:rsidRPr="001B73FA">
        <w:rPr>
          <w:szCs w:val="20"/>
        </w:rPr>
        <w:t>elle emportait ses colliers</w:t>
      </w:r>
      <w:r w:rsidR="00462692" w:rsidRPr="00A4769E">
        <w:rPr>
          <w:szCs w:val="20"/>
        </w:rPr>
        <w:t xml:space="preserve">, </w:t>
      </w:r>
      <w:r w:rsidRPr="001B73FA">
        <w:rPr>
          <w:szCs w:val="20"/>
        </w:rPr>
        <w:t>ses bracelets</w:t>
      </w:r>
      <w:r w:rsidR="00462692" w:rsidRPr="00A4769E">
        <w:rPr>
          <w:szCs w:val="20"/>
        </w:rPr>
        <w:t xml:space="preserve">, </w:t>
      </w:r>
      <w:r w:rsidRPr="001B73FA">
        <w:rPr>
          <w:szCs w:val="20"/>
        </w:rPr>
        <w:t>ses pendants d</w:t>
      </w:r>
      <w:r w:rsidR="00462692" w:rsidRPr="00A4769E">
        <w:rPr>
          <w:szCs w:val="20"/>
        </w:rPr>
        <w:t>’</w:t>
      </w:r>
      <w:r w:rsidRPr="001B73FA">
        <w:rPr>
          <w:szCs w:val="20"/>
        </w:rPr>
        <w:t>oreilles et ses broches</w:t>
      </w:r>
      <w:r w:rsidR="00462692" w:rsidRPr="00A4769E">
        <w:rPr>
          <w:szCs w:val="20"/>
        </w:rPr>
        <w:t>.</w:t>
      </w:r>
    </w:p>
    <w:p w14:paraId="75D8F7D0" w14:textId="77777777" w:rsidR="00462692" w:rsidRPr="00A4769E" w:rsidRDefault="001B73FA" w:rsidP="001B73FA">
      <w:pPr>
        <w:rPr>
          <w:szCs w:val="20"/>
        </w:rPr>
      </w:pPr>
      <w:r w:rsidRPr="001B73FA">
        <w:rPr>
          <w:szCs w:val="20"/>
        </w:rPr>
        <w:t>Les déserts pauvres des Hautes-Alpes dans lesquels se trouvait Théus mirent longtemps à comprendre le mécanisme de la liberté considérée du point de vue des biens nationaux</w:t>
      </w:r>
      <w:r w:rsidR="00462692" w:rsidRPr="00A4769E">
        <w:rPr>
          <w:szCs w:val="20"/>
        </w:rPr>
        <w:t xml:space="preserve">. </w:t>
      </w:r>
      <w:r w:rsidRPr="001B73FA">
        <w:rPr>
          <w:szCs w:val="20"/>
        </w:rPr>
        <w:t>Les rares hommes qui</w:t>
      </w:r>
      <w:r w:rsidR="00462692" w:rsidRPr="00A4769E">
        <w:rPr>
          <w:szCs w:val="20"/>
        </w:rPr>
        <w:t xml:space="preserve">, </w:t>
      </w:r>
      <w:r w:rsidRPr="001B73FA">
        <w:rPr>
          <w:szCs w:val="20"/>
        </w:rPr>
        <w:t>dans le pays</w:t>
      </w:r>
      <w:r w:rsidR="00462692" w:rsidRPr="00A4769E">
        <w:rPr>
          <w:szCs w:val="20"/>
        </w:rPr>
        <w:t xml:space="preserve">, </w:t>
      </w:r>
      <w:r w:rsidRPr="001B73FA">
        <w:rPr>
          <w:szCs w:val="20"/>
        </w:rPr>
        <w:t>s</w:t>
      </w:r>
      <w:r w:rsidR="00462692" w:rsidRPr="00A4769E">
        <w:rPr>
          <w:szCs w:val="20"/>
        </w:rPr>
        <w:t>’</w:t>
      </w:r>
      <w:r w:rsidRPr="001B73FA">
        <w:rPr>
          <w:szCs w:val="20"/>
        </w:rPr>
        <w:t>intéressèrent à cette partie de la Révolution furent des sortes de maquignons gras</w:t>
      </w:r>
      <w:r w:rsidR="00462692" w:rsidRPr="00A4769E">
        <w:rPr>
          <w:szCs w:val="20"/>
        </w:rPr>
        <w:t xml:space="preserve">, </w:t>
      </w:r>
      <w:r w:rsidRPr="001B73FA">
        <w:rPr>
          <w:szCs w:val="20"/>
        </w:rPr>
        <w:t>incapables d</w:t>
      </w:r>
      <w:r w:rsidR="00462692" w:rsidRPr="00A4769E">
        <w:rPr>
          <w:szCs w:val="20"/>
        </w:rPr>
        <w:t>’</w:t>
      </w:r>
      <w:r w:rsidRPr="001B73FA">
        <w:rPr>
          <w:szCs w:val="20"/>
        </w:rPr>
        <w:t>imaginer la vie à plus de cinq cents pas d</w:t>
      </w:r>
      <w:r w:rsidR="00462692" w:rsidRPr="00A4769E">
        <w:rPr>
          <w:szCs w:val="20"/>
        </w:rPr>
        <w:t>’</w:t>
      </w:r>
      <w:r w:rsidRPr="001B73FA">
        <w:rPr>
          <w:szCs w:val="20"/>
        </w:rPr>
        <w:t>un estaminet</w:t>
      </w:r>
      <w:r w:rsidR="00462692" w:rsidRPr="00A4769E">
        <w:rPr>
          <w:szCs w:val="20"/>
        </w:rPr>
        <w:t xml:space="preserve">. </w:t>
      </w:r>
      <w:r w:rsidRPr="001B73FA">
        <w:rPr>
          <w:szCs w:val="20"/>
        </w:rPr>
        <w:t>Ils s</w:t>
      </w:r>
      <w:r w:rsidR="00462692" w:rsidRPr="00A4769E">
        <w:rPr>
          <w:szCs w:val="20"/>
        </w:rPr>
        <w:t>’</w:t>
      </w:r>
      <w:r w:rsidRPr="001B73FA">
        <w:rPr>
          <w:szCs w:val="20"/>
        </w:rPr>
        <w:t>occupèrent exclusivement des domaines de la vallée</w:t>
      </w:r>
      <w:r w:rsidR="00462692" w:rsidRPr="00A4769E">
        <w:rPr>
          <w:szCs w:val="20"/>
        </w:rPr>
        <w:t xml:space="preserve">, </w:t>
      </w:r>
      <w:r w:rsidRPr="001B73FA">
        <w:rPr>
          <w:szCs w:val="20"/>
        </w:rPr>
        <w:t>des terres d</w:t>
      </w:r>
      <w:r w:rsidR="00462692" w:rsidRPr="00A4769E">
        <w:rPr>
          <w:szCs w:val="20"/>
        </w:rPr>
        <w:t>’</w:t>
      </w:r>
      <w:r w:rsidRPr="001B73FA">
        <w:rPr>
          <w:szCs w:val="20"/>
        </w:rPr>
        <w:t>alluvions et des métairies d</w:t>
      </w:r>
      <w:r w:rsidR="00462692" w:rsidRPr="00A4769E">
        <w:rPr>
          <w:szCs w:val="20"/>
        </w:rPr>
        <w:t>’</w:t>
      </w:r>
      <w:r w:rsidRPr="001B73FA">
        <w:rPr>
          <w:szCs w:val="20"/>
        </w:rPr>
        <w:t>élevage</w:t>
      </w:r>
      <w:r w:rsidR="00462692" w:rsidRPr="00A4769E">
        <w:rPr>
          <w:szCs w:val="20"/>
        </w:rPr>
        <w:t xml:space="preserve">. </w:t>
      </w:r>
      <w:r w:rsidRPr="001B73FA">
        <w:rPr>
          <w:szCs w:val="20"/>
        </w:rPr>
        <w:t>Dans les hameaux de la montagne et des forêts</w:t>
      </w:r>
      <w:r w:rsidR="00462692" w:rsidRPr="00A4769E">
        <w:rPr>
          <w:szCs w:val="20"/>
        </w:rPr>
        <w:t xml:space="preserve">, </w:t>
      </w:r>
      <w:r w:rsidRPr="001B73FA">
        <w:rPr>
          <w:szCs w:val="20"/>
        </w:rPr>
        <w:t>les paysans pauvres et les bûcherons avaient compris les Droits de l</w:t>
      </w:r>
      <w:r w:rsidR="00462692" w:rsidRPr="00A4769E">
        <w:rPr>
          <w:szCs w:val="20"/>
        </w:rPr>
        <w:t>’</w:t>
      </w:r>
      <w:r w:rsidRPr="001B73FA">
        <w:rPr>
          <w:szCs w:val="20"/>
        </w:rPr>
        <w:t>Homme avec une grandeur d</w:t>
      </w:r>
      <w:r w:rsidR="00462692" w:rsidRPr="00A4769E">
        <w:rPr>
          <w:szCs w:val="20"/>
        </w:rPr>
        <w:t>’</w:t>
      </w:r>
      <w:r w:rsidRPr="001B73FA">
        <w:rPr>
          <w:szCs w:val="20"/>
        </w:rPr>
        <w:t>âme digne de l</w:t>
      </w:r>
      <w:r w:rsidR="00462692" w:rsidRPr="00A4769E">
        <w:rPr>
          <w:szCs w:val="20"/>
        </w:rPr>
        <w:t>’</w:t>
      </w:r>
      <w:r w:rsidRPr="001B73FA">
        <w:rPr>
          <w:szCs w:val="20"/>
        </w:rPr>
        <w:t>antique</w:t>
      </w:r>
      <w:r w:rsidR="00462692" w:rsidRPr="00A4769E">
        <w:rPr>
          <w:szCs w:val="20"/>
        </w:rPr>
        <w:t xml:space="preserve">. </w:t>
      </w:r>
      <w:r w:rsidRPr="001B73FA">
        <w:rPr>
          <w:szCs w:val="20"/>
        </w:rPr>
        <w:t>Il faut être aristocrate d</w:t>
      </w:r>
      <w:r w:rsidR="00462692" w:rsidRPr="00A4769E">
        <w:rPr>
          <w:szCs w:val="20"/>
        </w:rPr>
        <w:t>’</w:t>
      </w:r>
      <w:r w:rsidRPr="001B73FA">
        <w:rPr>
          <w:szCs w:val="20"/>
        </w:rPr>
        <w:t>une manière quelconque pour aller chercher fortune au-dessus d</w:t>
      </w:r>
      <w:r w:rsidR="00462692" w:rsidRPr="00A4769E">
        <w:rPr>
          <w:szCs w:val="20"/>
        </w:rPr>
        <w:t>’</w:t>
      </w:r>
      <w:r w:rsidRPr="001B73FA">
        <w:rPr>
          <w:szCs w:val="20"/>
        </w:rPr>
        <w:t>une certaine altitude</w:t>
      </w:r>
      <w:r w:rsidR="00462692" w:rsidRPr="00A4769E">
        <w:rPr>
          <w:szCs w:val="20"/>
        </w:rPr>
        <w:t xml:space="preserve">. </w:t>
      </w:r>
      <w:r w:rsidRPr="001B73FA">
        <w:rPr>
          <w:szCs w:val="20"/>
        </w:rPr>
        <w:t>Ils n</w:t>
      </w:r>
      <w:r w:rsidR="00462692" w:rsidRPr="00A4769E">
        <w:rPr>
          <w:szCs w:val="20"/>
        </w:rPr>
        <w:t>’</w:t>
      </w:r>
      <w:r w:rsidRPr="001B73FA">
        <w:rPr>
          <w:szCs w:val="20"/>
        </w:rPr>
        <w:t>avaient rien à reprocher au vieux marquis de Théus</w:t>
      </w:r>
      <w:r w:rsidR="00462692" w:rsidRPr="00A4769E">
        <w:rPr>
          <w:szCs w:val="20"/>
        </w:rPr>
        <w:t xml:space="preserve">, </w:t>
      </w:r>
      <w:r w:rsidRPr="001B73FA">
        <w:rPr>
          <w:szCs w:val="20"/>
        </w:rPr>
        <w:t>ils ne profitèrent pas de la proclamation des droits de tous pour lui contester les siens</w:t>
      </w:r>
      <w:r w:rsidR="00462692" w:rsidRPr="00A4769E">
        <w:rPr>
          <w:szCs w:val="20"/>
        </w:rPr>
        <w:t xml:space="preserve">. </w:t>
      </w:r>
      <w:r w:rsidRPr="001B73FA">
        <w:rPr>
          <w:szCs w:val="20"/>
        </w:rPr>
        <w:t>Céline retrouvera son père</w:t>
      </w:r>
      <w:r w:rsidR="00462692" w:rsidRPr="00A4769E">
        <w:rPr>
          <w:szCs w:val="20"/>
        </w:rPr>
        <w:t xml:space="preserve">, </w:t>
      </w:r>
      <w:r w:rsidRPr="001B73FA">
        <w:rPr>
          <w:szCs w:val="20"/>
        </w:rPr>
        <w:t>sec</w:t>
      </w:r>
      <w:r w:rsidR="00462692" w:rsidRPr="00A4769E">
        <w:rPr>
          <w:szCs w:val="20"/>
        </w:rPr>
        <w:t xml:space="preserve">, </w:t>
      </w:r>
      <w:r w:rsidRPr="001B73FA">
        <w:rPr>
          <w:szCs w:val="20"/>
        </w:rPr>
        <w:t>vêtu de veau souple</w:t>
      </w:r>
      <w:r w:rsidR="00462692" w:rsidRPr="00A4769E">
        <w:rPr>
          <w:szCs w:val="20"/>
        </w:rPr>
        <w:t xml:space="preserve">, </w:t>
      </w:r>
      <w:r w:rsidRPr="001B73FA">
        <w:rPr>
          <w:szCs w:val="20"/>
        </w:rPr>
        <w:t>toujours Juif errant</w:t>
      </w:r>
      <w:r w:rsidR="00462692" w:rsidRPr="00A4769E">
        <w:rPr>
          <w:szCs w:val="20"/>
        </w:rPr>
        <w:t xml:space="preserve">, </w:t>
      </w:r>
      <w:r w:rsidRPr="001B73FA">
        <w:rPr>
          <w:szCs w:val="20"/>
        </w:rPr>
        <w:t>à peine un tout petit peu</w:t>
      </w:r>
      <w:r w:rsidR="006A2C57">
        <w:rPr>
          <w:szCs w:val="20"/>
        </w:rPr>
        <w:t>,</w:t>
      </w:r>
      <w:r w:rsidRPr="001B73FA">
        <w:rPr>
          <w:szCs w:val="20"/>
        </w:rPr>
        <w:t xml:space="preserve"> à pas feutrés</w:t>
      </w:r>
      <w:r w:rsidR="00462692" w:rsidRPr="00A4769E">
        <w:rPr>
          <w:szCs w:val="20"/>
        </w:rPr>
        <w:t xml:space="preserve">. </w:t>
      </w:r>
      <w:r w:rsidRPr="001B73FA">
        <w:rPr>
          <w:szCs w:val="20"/>
        </w:rPr>
        <w:t>Jusqu</w:t>
      </w:r>
      <w:r w:rsidR="00462692" w:rsidRPr="00A4769E">
        <w:rPr>
          <w:szCs w:val="20"/>
        </w:rPr>
        <w:t>’</w:t>
      </w:r>
      <w:r w:rsidRPr="001B73FA">
        <w:rPr>
          <w:szCs w:val="20"/>
        </w:rPr>
        <w:t>à l</w:t>
      </w:r>
      <w:r w:rsidR="00462692" w:rsidRPr="00A4769E">
        <w:rPr>
          <w:szCs w:val="20"/>
        </w:rPr>
        <w:t>’</w:t>
      </w:r>
      <w:r w:rsidRPr="001B73FA">
        <w:rPr>
          <w:szCs w:val="20"/>
        </w:rPr>
        <w:t>an IV cependant</w:t>
      </w:r>
      <w:r w:rsidR="00462692" w:rsidRPr="00A4769E">
        <w:rPr>
          <w:szCs w:val="20"/>
        </w:rPr>
        <w:t xml:space="preserve">, </w:t>
      </w:r>
      <w:r w:rsidRPr="001B73FA">
        <w:rPr>
          <w:szCs w:val="20"/>
        </w:rPr>
        <w:t>ils écoutèrent l</w:t>
      </w:r>
      <w:r w:rsidR="00462692" w:rsidRPr="00A4769E">
        <w:rPr>
          <w:szCs w:val="20"/>
        </w:rPr>
        <w:t>’</w:t>
      </w:r>
      <w:r w:rsidRPr="001B73FA">
        <w:rPr>
          <w:szCs w:val="20"/>
        </w:rPr>
        <w:t>un et l</w:t>
      </w:r>
      <w:r w:rsidR="00462692" w:rsidRPr="00A4769E">
        <w:rPr>
          <w:szCs w:val="20"/>
        </w:rPr>
        <w:t>’</w:t>
      </w:r>
      <w:r w:rsidRPr="001B73FA">
        <w:rPr>
          <w:szCs w:val="20"/>
        </w:rPr>
        <w:t>autre les bruits de la vallée</w:t>
      </w:r>
      <w:r w:rsidR="00462692" w:rsidRPr="00A4769E">
        <w:rPr>
          <w:szCs w:val="20"/>
        </w:rPr>
        <w:t>.</w:t>
      </w:r>
    </w:p>
    <w:p w14:paraId="1FA7EFD5" w14:textId="77777777" w:rsidR="00462692" w:rsidRPr="00A4769E" w:rsidRDefault="001B73FA" w:rsidP="001B73FA">
      <w:pPr>
        <w:rPr>
          <w:szCs w:val="20"/>
        </w:rPr>
      </w:pPr>
      <w:r w:rsidRPr="001B73FA">
        <w:rPr>
          <w:szCs w:val="20"/>
        </w:rPr>
        <w:t>La première administration civile du Directoire qui s</w:t>
      </w:r>
      <w:r w:rsidR="00462692" w:rsidRPr="00A4769E">
        <w:rPr>
          <w:szCs w:val="20"/>
        </w:rPr>
        <w:t>’</w:t>
      </w:r>
      <w:r w:rsidRPr="001B73FA">
        <w:rPr>
          <w:szCs w:val="20"/>
        </w:rPr>
        <w:t>installa à Gap renouvela les contrats de charpentage</w:t>
      </w:r>
      <w:r w:rsidR="00462692" w:rsidRPr="00A4769E">
        <w:rPr>
          <w:szCs w:val="20"/>
        </w:rPr>
        <w:t xml:space="preserve">. </w:t>
      </w:r>
      <w:r w:rsidRPr="001B73FA">
        <w:rPr>
          <w:szCs w:val="20"/>
        </w:rPr>
        <w:t>Une nuit</w:t>
      </w:r>
      <w:r w:rsidR="00462692" w:rsidRPr="00A4769E">
        <w:rPr>
          <w:szCs w:val="20"/>
        </w:rPr>
        <w:t xml:space="preserve">, </w:t>
      </w:r>
      <w:r w:rsidRPr="001B73FA">
        <w:rPr>
          <w:szCs w:val="20"/>
        </w:rPr>
        <w:t>Céline</w:t>
      </w:r>
      <w:r w:rsidR="00462692" w:rsidRPr="00A4769E">
        <w:rPr>
          <w:szCs w:val="20"/>
        </w:rPr>
        <w:t xml:space="preserve">, </w:t>
      </w:r>
      <w:r w:rsidRPr="001B73FA">
        <w:rPr>
          <w:szCs w:val="20"/>
        </w:rPr>
        <w:t>ayant bourré sa longue chemise dans des pantalons de jardinier</w:t>
      </w:r>
      <w:r w:rsidR="00462692" w:rsidRPr="00A4769E">
        <w:rPr>
          <w:szCs w:val="20"/>
        </w:rPr>
        <w:t xml:space="preserve">, </w:t>
      </w:r>
      <w:r w:rsidRPr="001B73FA">
        <w:rPr>
          <w:szCs w:val="20"/>
        </w:rPr>
        <w:t>grimpa dans le gros lierre de la tour nord</w:t>
      </w:r>
      <w:r w:rsidR="00462692" w:rsidRPr="00A4769E">
        <w:rPr>
          <w:szCs w:val="20"/>
        </w:rPr>
        <w:t xml:space="preserve">. </w:t>
      </w:r>
      <w:r w:rsidRPr="001B73FA">
        <w:rPr>
          <w:szCs w:val="20"/>
        </w:rPr>
        <w:t>Elle emportait dans une de ses poches un tiers-point avec lequel elle descella proprement deux énormes pierres</w:t>
      </w:r>
      <w:r w:rsidR="00462692" w:rsidRPr="00A4769E">
        <w:rPr>
          <w:szCs w:val="20"/>
        </w:rPr>
        <w:t xml:space="preserve">, </w:t>
      </w:r>
      <w:r w:rsidRPr="001B73FA">
        <w:rPr>
          <w:szCs w:val="20"/>
        </w:rPr>
        <w:t>juste sous la génoise</w:t>
      </w:r>
      <w:r w:rsidR="00462692" w:rsidRPr="00A4769E">
        <w:rPr>
          <w:szCs w:val="20"/>
        </w:rPr>
        <w:t xml:space="preserve">, </w:t>
      </w:r>
      <w:r w:rsidRPr="001B73FA">
        <w:rPr>
          <w:szCs w:val="20"/>
        </w:rPr>
        <w:t>loin de toute fenêtre et de toute lucarne</w:t>
      </w:r>
      <w:r w:rsidR="00462692" w:rsidRPr="00A4769E">
        <w:rPr>
          <w:szCs w:val="20"/>
        </w:rPr>
        <w:t xml:space="preserve">. </w:t>
      </w:r>
      <w:r w:rsidRPr="001B73FA">
        <w:rPr>
          <w:szCs w:val="20"/>
        </w:rPr>
        <w:t>Faisant jouer son poinçon entre les deux pierres</w:t>
      </w:r>
      <w:r w:rsidR="00462692" w:rsidRPr="00A4769E">
        <w:rPr>
          <w:szCs w:val="20"/>
        </w:rPr>
        <w:t xml:space="preserve">, </w:t>
      </w:r>
      <w:r w:rsidRPr="001B73FA">
        <w:rPr>
          <w:szCs w:val="20"/>
        </w:rPr>
        <w:t>elle se ménagea un intervalle par lequel</w:t>
      </w:r>
      <w:r w:rsidR="00462692" w:rsidRPr="00A4769E">
        <w:rPr>
          <w:szCs w:val="20"/>
        </w:rPr>
        <w:t xml:space="preserve">, </w:t>
      </w:r>
      <w:r w:rsidRPr="001B73FA">
        <w:rPr>
          <w:szCs w:val="20"/>
        </w:rPr>
        <w:t>glissant sa main</w:t>
      </w:r>
      <w:r w:rsidR="00462692" w:rsidRPr="00A4769E">
        <w:rPr>
          <w:szCs w:val="20"/>
        </w:rPr>
        <w:t xml:space="preserve">, </w:t>
      </w:r>
      <w:r w:rsidRPr="001B73FA">
        <w:rPr>
          <w:szCs w:val="20"/>
        </w:rPr>
        <w:t>elle fit pas</w:t>
      </w:r>
      <w:r w:rsidRPr="001B73FA">
        <w:rPr>
          <w:szCs w:val="20"/>
        </w:rPr>
        <w:lastRenderedPageBreak/>
        <w:t>ser un à un dans la cachette ses diamants et ses bijoux</w:t>
      </w:r>
      <w:r w:rsidR="00462692" w:rsidRPr="00A4769E">
        <w:rPr>
          <w:szCs w:val="20"/>
        </w:rPr>
        <w:t xml:space="preserve">. </w:t>
      </w:r>
      <w:r w:rsidRPr="001B73FA">
        <w:rPr>
          <w:szCs w:val="20"/>
        </w:rPr>
        <w:t>Malgré la lune qui lui montrait fort clairement la profondeur du précipice au-dessus duquel elle était suspendue</w:t>
      </w:r>
      <w:r w:rsidR="00462692" w:rsidRPr="00A4769E">
        <w:rPr>
          <w:szCs w:val="20"/>
        </w:rPr>
        <w:t xml:space="preserve">, </w:t>
      </w:r>
      <w:r w:rsidRPr="001B73FA">
        <w:rPr>
          <w:szCs w:val="20"/>
        </w:rPr>
        <w:t>retenue par ses grosses cuisses mais à de très vieilles branches de lierre</w:t>
      </w:r>
      <w:r w:rsidR="00462692" w:rsidRPr="00A4769E">
        <w:rPr>
          <w:szCs w:val="20"/>
        </w:rPr>
        <w:t xml:space="preserve">, </w:t>
      </w:r>
      <w:r w:rsidRPr="001B73FA">
        <w:rPr>
          <w:szCs w:val="20"/>
        </w:rPr>
        <w:t>elle eut le sang-froid de redescendre</w:t>
      </w:r>
      <w:r w:rsidR="00462692" w:rsidRPr="00A4769E">
        <w:rPr>
          <w:szCs w:val="20"/>
        </w:rPr>
        <w:t xml:space="preserve">, </w:t>
      </w:r>
      <w:r w:rsidRPr="001B73FA">
        <w:rPr>
          <w:szCs w:val="20"/>
        </w:rPr>
        <w:t>de voler aux écuries de la poix de bourrelier</w:t>
      </w:r>
      <w:r w:rsidR="00462692" w:rsidRPr="00A4769E">
        <w:rPr>
          <w:szCs w:val="20"/>
        </w:rPr>
        <w:t xml:space="preserve">, </w:t>
      </w:r>
      <w:r w:rsidRPr="001B73FA">
        <w:rPr>
          <w:szCs w:val="20"/>
        </w:rPr>
        <w:t>d</w:t>
      </w:r>
      <w:r w:rsidR="00462692" w:rsidRPr="00A4769E">
        <w:rPr>
          <w:szCs w:val="20"/>
        </w:rPr>
        <w:t>’</w:t>
      </w:r>
      <w:r w:rsidRPr="001B73FA">
        <w:rPr>
          <w:szCs w:val="20"/>
        </w:rPr>
        <w:t>en composer une sorte de mortier avec du plâtre et de remonter sceller les pierres</w:t>
      </w:r>
      <w:r w:rsidR="00462692" w:rsidRPr="00A4769E">
        <w:rPr>
          <w:szCs w:val="20"/>
        </w:rPr>
        <w:t xml:space="preserve">. </w:t>
      </w:r>
      <w:r w:rsidRPr="001B73FA">
        <w:rPr>
          <w:szCs w:val="20"/>
        </w:rPr>
        <w:t>Elle avait vaguement conscience qu</w:t>
      </w:r>
      <w:r w:rsidR="00462692" w:rsidRPr="00A4769E">
        <w:rPr>
          <w:szCs w:val="20"/>
        </w:rPr>
        <w:t>’</w:t>
      </w:r>
      <w:r w:rsidRPr="001B73FA">
        <w:rPr>
          <w:szCs w:val="20"/>
        </w:rPr>
        <w:t>une sorte de vie était peut-être encore possible pour elle</w:t>
      </w:r>
      <w:r w:rsidR="00462692" w:rsidRPr="00A4769E">
        <w:rPr>
          <w:szCs w:val="20"/>
        </w:rPr>
        <w:t xml:space="preserve">, </w:t>
      </w:r>
      <w:r w:rsidRPr="001B73FA">
        <w:rPr>
          <w:szCs w:val="20"/>
        </w:rPr>
        <w:t>mais elle avait également conscience qu</w:t>
      </w:r>
      <w:r w:rsidR="00462692" w:rsidRPr="00A4769E">
        <w:rPr>
          <w:szCs w:val="20"/>
        </w:rPr>
        <w:t>’</w:t>
      </w:r>
      <w:r w:rsidRPr="001B73FA">
        <w:rPr>
          <w:szCs w:val="20"/>
        </w:rPr>
        <w:t>il lui faudrait sans doute beaucoup d</w:t>
      </w:r>
      <w:r w:rsidR="00462692" w:rsidRPr="00A4769E">
        <w:rPr>
          <w:szCs w:val="20"/>
        </w:rPr>
        <w:t>’</w:t>
      </w:r>
      <w:r w:rsidRPr="001B73FA">
        <w:rPr>
          <w:szCs w:val="20"/>
        </w:rPr>
        <w:t>argent</w:t>
      </w:r>
      <w:r w:rsidR="00462692" w:rsidRPr="00A4769E">
        <w:rPr>
          <w:szCs w:val="20"/>
        </w:rPr>
        <w:t>.</w:t>
      </w:r>
    </w:p>
    <w:p w14:paraId="08A88F3B" w14:textId="77777777" w:rsidR="00462692" w:rsidRPr="00A4769E" w:rsidRDefault="001B73FA" w:rsidP="001B73FA">
      <w:pPr>
        <w:rPr>
          <w:szCs w:val="20"/>
        </w:rPr>
      </w:pPr>
      <w:r w:rsidRPr="001B73FA">
        <w:rPr>
          <w:szCs w:val="20"/>
        </w:rPr>
        <w:t>Depuis quelque temps</w:t>
      </w:r>
      <w:r w:rsidR="00462692" w:rsidRPr="00A4769E">
        <w:rPr>
          <w:szCs w:val="20"/>
        </w:rPr>
        <w:t xml:space="preserve">, </w:t>
      </w:r>
      <w:r w:rsidRPr="001B73FA">
        <w:rPr>
          <w:szCs w:val="20"/>
        </w:rPr>
        <w:t>Pierre s</w:t>
      </w:r>
      <w:r w:rsidR="00462692" w:rsidRPr="00A4769E">
        <w:rPr>
          <w:szCs w:val="20"/>
        </w:rPr>
        <w:t>’</w:t>
      </w:r>
      <w:r w:rsidRPr="001B73FA">
        <w:rPr>
          <w:szCs w:val="20"/>
        </w:rPr>
        <w:t>était présenté à la limite de son rêve non pas comme un martyr avec la tête sous le bras</w:t>
      </w:r>
      <w:r w:rsidR="00462692" w:rsidRPr="00A4769E">
        <w:rPr>
          <w:szCs w:val="20"/>
        </w:rPr>
        <w:t xml:space="preserve">, </w:t>
      </w:r>
      <w:r w:rsidRPr="001B73FA">
        <w:rPr>
          <w:szCs w:val="20"/>
        </w:rPr>
        <w:t>mais simplement en bonhomme avec la tête sur les épaules comme dans la vie</w:t>
      </w:r>
      <w:r w:rsidR="00462692" w:rsidRPr="00A4769E">
        <w:rPr>
          <w:szCs w:val="20"/>
        </w:rPr>
        <w:t xml:space="preserve"> ; </w:t>
      </w:r>
      <w:r w:rsidRPr="001B73FA">
        <w:rPr>
          <w:szCs w:val="20"/>
        </w:rPr>
        <w:t>parfois</w:t>
      </w:r>
      <w:r w:rsidR="00462692" w:rsidRPr="00A4769E">
        <w:rPr>
          <w:szCs w:val="20"/>
        </w:rPr>
        <w:t xml:space="preserve">, </w:t>
      </w:r>
      <w:r w:rsidRPr="001B73FA">
        <w:rPr>
          <w:szCs w:val="20"/>
        </w:rPr>
        <w:t>elle réussissait même à faire dépasser à l</w:t>
      </w:r>
      <w:r w:rsidR="00462692" w:rsidRPr="00A4769E">
        <w:rPr>
          <w:szCs w:val="20"/>
        </w:rPr>
        <w:t>’</w:t>
      </w:r>
      <w:r w:rsidRPr="001B73FA">
        <w:rPr>
          <w:szCs w:val="20"/>
        </w:rPr>
        <w:t>ombre les limites du rêve et à la faire entrer dans la réalité</w:t>
      </w:r>
      <w:r w:rsidR="00462692" w:rsidRPr="00A4769E">
        <w:rPr>
          <w:szCs w:val="20"/>
        </w:rPr>
        <w:t xml:space="preserve">. </w:t>
      </w:r>
      <w:r w:rsidRPr="001B73FA">
        <w:rPr>
          <w:szCs w:val="20"/>
        </w:rPr>
        <w:t>Cette nuit-là</w:t>
      </w:r>
      <w:r w:rsidR="00462692" w:rsidRPr="00A4769E">
        <w:rPr>
          <w:szCs w:val="20"/>
        </w:rPr>
        <w:t xml:space="preserve">, </w:t>
      </w:r>
      <w:r w:rsidRPr="001B73FA">
        <w:rPr>
          <w:szCs w:val="20"/>
        </w:rPr>
        <w:t>quand elle reprit terre au pied de la tour</w:t>
      </w:r>
      <w:r w:rsidR="00462692" w:rsidRPr="00A4769E">
        <w:rPr>
          <w:szCs w:val="20"/>
        </w:rPr>
        <w:t xml:space="preserve">, </w:t>
      </w:r>
      <w:r w:rsidRPr="001B73FA">
        <w:rPr>
          <w:szCs w:val="20"/>
        </w:rPr>
        <w:t>pour la première fois elle osa parler au fantôme comme elle n</w:t>
      </w:r>
      <w:r w:rsidR="00462692" w:rsidRPr="00A4769E">
        <w:rPr>
          <w:szCs w:val="20"/>
        </w:rPr>
        <w:t>’</w:t>
      </w:r>
      <w:r w:rsidRPr="001B73FA">
        <w:rPr>
          <w:szCs w:val="20"/>
        </w:rPr>
        <w:t>avait jamais osé le faire à l</w:t>
      </w:r>
      <w:r w:rsidR="00462692" w:rsidRPr="00A4769E">
        <w:rPr>
          <w:szCs w:val="20"/>
        </w:rPr>
        <w:t>’</w:t>
      </w:r>
      <w:r w:rsidRPr="001B73FA">
        <w:rPr>
          <w:szCs w:val="20"/>
        </w:rPr>
        <w:t>homme vivant</w:t>
      </w:r>
      <w:r w:rsidR="00462692" w:rsidRPr="00A4769E">
        <w:rPr>
          <w:szCs w:val="20"/>
        </w:rPr>
        <w:t> : « </w:t>
      </w:r>
      <w:r w:rsidRPr="001B73FA">
        <w:rPr>
          <w:szCs w:val="20"/>
        </w:rPr>
        <w:t>Alors</w:t>
      </w:r>
      <w:r w:rsidR="00462692" w:rsidRPr="00A4769E">
        <w:rPr>
          <w:szCs w:val="20"/>
        </w:rPr>
        <w:t xml:space="preserve">, </w:t>
      </w:r>
      <w:r w:rsidRPr="001B73FA">
        <w:rPr>
          <w:szCs w:val="20"/>
        </w:rPr>
        <w:t>Diablon</w:t>
      </w:r>
      <w:r w:rsidR="00462692" w:rsidRPr="00A4769E">
        <w:rPr>
          <w:szCs w:val="20"/>
        </w:rPr>
        <w:t xml:space="preserve"> », </w:t>
      </w:r>
      <w:r w:rsidRPr="001B73FA">
        <w:rPr>
          <w:szCs w:val="20"/>
        </w:rPr>
        <w:t>lui dit-elle</w:t>
      </w:r>
      <w:r w:rsidR="00462692" w:rsidRPr="00A4769E">
        <w:rPr>
          <w:szCs w:val="20"/>
        </w:rPr>
        <w:t xml:space="preserve">, </w:t>
      </w:r>
      <w:r w:rsidRPr="001B73FA">
        <w:rPr>
          <w:szCs w:val="20"/>
        </w:rPr>
        <w:t>goguenarde</w:t>
      </w:r>
      <w:r w:rsidR="00462692" w:rsidRPr="00A4769E">
        <w:rPr>
          <w:szCs w:val="20"/>
        </w:rPr>
        <w:t xml:space="preserve">. </w:t>
      </w:r>
      <w:r w:rsidRPr="001B73FA">
        <w:rPr>
          <w:szCs w:val="20"/>
        </w:rPr>
        <w:t>Elle alla se coucher avec la certitude qu</w:t>
      </w:r>
      <w:r w:rsidR="00462692" w:rsidRPr="00A4769E">
        <w:rPr>
          <w:szCs w:val="20"/>
        </w:rPr>
        <w:t>’</w:t>
      </w:r>
      <w:r w:rsidRPr="001B73FA">
        <w:rPr>
          <w:szCs w:val="20"/>
        </w:rPr>
        <w:t>enfin il allait être à elle seule et elle pilla son lit jusqu</w:t>
      </w:r>
      <w:r w:rsidR="00462692" w:rsidRPr="00A4769E">
        <w:rPr>
          <w:szCs w:val="20"/>
        </w:rPr>
        <w:t>’</w:t>
      </w:r>
      <w:r w:rsidRPr="001B73FA">
        <w:rPr>
          <w:szCs w:val="20"/>
        </w:rPr>
        <w:t>à l</w:t>
      </w:r>
      <w:r w:rsidR="00462692" w:rsidRPr="00A4769E">
        <w:rPr>
          <w:szCs w:val="20"/>
        </w:rPr>
        <w:t>’</w:t>
      </w:r>
      <w:r w:rsidRPr="001B73FA">
        <w:rPr>
          <w:szCs w:val="20"/>
        </w:rPr>
        <w:t>aube avant de s</w:t>
      </w:r>
      <w:r w:rsidR="00462692" w:rsidRPr="00A4769E">
        <w:rPr>
          <w:szCs w:val="20"/>
        </w:rPr>
        <w:t>’</w:t>
      </w:r>
      <w:r w:rsidRPr="001B73FA">
        <w:rPr>
          <w:szCs w:val="20"/>
        </w:rPr>
        <w:t>endormir</w:t>
      </w:r>
      <w:r w:rsidR="00462692" w:rsidRPr="00A4769E">
        <w:rPr>
          <w:szCs w:val="20"/>
        </w:rPr>
        <w:t xml:space="preserve">, </w:t>
      </w:r>
      <w:r w:rsidRPr="001B73FA">
        <w:rPr>
          <w:szCs w:val="20"/>
        </w:rPr>
        <w:t>terrassée de bonheur</w:t>
      </w:r>
      <w:r w:rsidR="00462692" w:rsidRPr="00A4769E">
        <w:rPr>
          <w:szCs w:val="20"/>
        </w:rPr>
        <w:t>.</w:t>
      </w:r>
    </w:p>
    <w:p w14:paraId="458B7D89" w14:textId="77777777" w:rsidR="00462692" w:rsidRPr="00A4769E" w:rsidRDefault="001B73FA" w:rsidP="001B73FA">
      <w:pPr>
        <w:rPr>
          <w:szCs w:val="20"/>
        </w:rPr>
      </w:pPr>
      <w:r w:rsidRPr="001B73FA">
        <w:rPr>
          <w:szCs w:val="20"/>
        </w:rPr>
        <w:t>Le patelinage des Directeurs</w:t>
      </w:r>
      <w:r w:rsidR="00462692" w:rsidRPr="00A4769E">
        <w:rPr>
          <w:szCs w:val="20"/>
        </w:rPr>
        <w:t xml:space="preserve">, </w:t>
      </w:r>
      <w:r w:rsidRPr="001B73FA">
        <w:rPr>
          <w:szCs w:val="20"/>
        </w:rPr>
        <w:t>la facilité et la gaieté avec lesquelles ils signaient les bons aux porteurs</w:t>
      </w:r>
      <w:r w:rsidR="00462692" w:rsidRPr="00A4769E">
        <w:rPr>
          <w:szCs w:val="20"/>
        </w:rPr>
        <w:t xml:space="preserve">, </w:t>
      </w:r>
      <w:r w:rsidRPr="001B73FA">
        <w:rPr>
          <w:szCs w:val="20"/>
        </w:rPr>
        <w:t>les assignats et les majestueux contrats de charpentage à la fin desquels les additions roulaient des chiffres plus riches en zéros que la Durance en galets</w:t>
      </w:r>
      <w:r w:rsidR="000F4EE1">
        <w:rPr>
          <w:szCs w:val="20"/>
        </w:rPr>
        <w:t>,</w:t>
      </w:r>
      <w:r w:rsidRPr="001B73FA">
        <w:rPr>
          <w:szCs w:val="20"/>
        </w:rPr>
        <w:t xml:space="preserve"> avaient effrayé Céline</w:t>
      </w:r>
      <w:r w:rsidR="00462692" w:rsidRPr="00A4769E">
        <w:rPr>
          <w:szCs w:val="20"/>
        </w:rPr>
        <w:t xml:space="preserve">. </w:t>
      </w:r>
      <w:r w:rsidRPr="001B73FA">
        <w:rPr>
          <w:szCs w:val="20"/>
        </w:rPr>
        <w:t>Elle connaissait la valeur du zéro</w:t>
      </w:r>
      <w:r w:rsidR="00462692" w:rsidRPr="00A4769E">
        <w:rPr>
          <w:szCs w:val="20"/>
        </w:rPr>
        <w:t xml:space="preserve">. </w:t>
      </w:r>
      <w:r w:rsidRPr="001B73FA">
        <w:rPr>
          <w:szCs w:val="20"/>
        </w:rPr>
        <w:t>Dès qu</w:t>
      </w:r>
      <w:r w:rsidR="00462692" w:rsidRPr="00A4769E">
        <w:rPr>
          <w:szCs w:val="20"/>
        </w:rPr>
        <w:t>’</w:t>
      </w:r>
      <w:r w:rsidRPr="001B73FA">
        <w:rPr>
          <w:szCs w:val="20"/>
        </w:rPr>
        <w:t>elle comprit que le fantôme de Pierre n</w:t>
      </w:r>
      <w:r w:rsidR="00462692" w:rsidRPr="00A4769E">
        <w:rPr>
          <w:szCs w:val="20"/>
        </w:rPr>
        <w:t>’</w:t>
      </w:r>
      <w:r w:rsidRPr="001B73FA">
        <w:rPr>
          <w:szCs w:val="20"/>
        </w:rPr>
        <w:t>avait plus qu</w:t>
      </w:r>
      <w:r w:rsidR="00462692" w:rsidRPr="00A4769E">
        <w:rPr>
          <w:szCs w:val="20"/>
        </w:rPr>
        <w:t>’</w:t>
      </w:r>
      <w:r w:rsidRPr="001B73FA">
        <w:rPr>
          <w:szCs w:val="20"/>
        </w:rPr>
        <w:t>un pas à faire pour passer de la nuit à la clarté du jour</w:t>
      </w:r>
      <w:r w:rsidR="00462692" w:rsidRPr="00A4769E">
        <w:rPr>
          <w:szCs w:val="20"/>
        </w:rPr>
        <w:t xml:space="preserve">, </w:t>
      </w:r>
      <w:r w:rsidRPr="001B73FA">
        <w:rPr>
          <w:szCs w:val="20"/>
        </w:rPr>
        <w:t>elle sut que</w:t>
      </w:r>
      <w:r w:rsidR="00462692" w:rsidRPr="00A4769E">
        <w:rPr>
          <w:szCs w:val="20"/>
        </w:rPr>
        <w:t xml:space="preserve">, </w:t>
      </w:r>
      <w:r w:rsidRPr="001B73FA">
        <w:rPr>
          <w:szCs w:val="20"/>
        </w:rPr>
        <w:t>si elle n</w:t>
      </w:r>
      <w:r w:rsidR="00462692" w:rsidRPr="00A4769E">
        <w:rPr>
          <w:szCs w:val="20"/>
        </w:rPr>
        <w:t>’</w:t>
      </w:r>
      <w:r w:rsidRPr="001B73FA">
        <w:rPr>
          <w:szCs w:val="20"/>
        </w:rPr>
        <w:t>avait pu avoir en propre un simple centime de l</w:t>
      </w:r>
      <w:r w:rsidR="00462692" w:rsidRPr="00A4769E">
        <w:rPr>
          <w:szCs w:val="20"/>
        </w:rPr>
        <w:t>’</w:t>
      </w:r>
      <w:r w:rsidRPr="001B73FA">
        <w:rPr>
          <w:szCs w:val="20"/>
        </w:rPr>
        <w:t>homme vivant</w:t>
      </w:r>
      <w:r w:rsidR="00462692" w:rsidRPr="00A4769E">
        <w:rPr>
          <w:szCs w:val="20"/>
        </w:rPr>
        <w:t xml:space="preserve">, </w:t>
      </w:r>
      <w:r w:rsidRPr="001B73FA">
        <w:rPr>
          <w:szCs w:val="20"/>
        </w:rPr>
        <w:t>elle pourrait aisément posséder toute son ombre à condition d</w:t>
      </w:r>
      <w:r w:rsidR="00462692" w:rsidRPr="00A4769E">
        <w:rPr>
          <w:szCs w:val="20"/>
        </w:rPr>
        <w:t>’</w:t>
      </w:r>
      <w:r w:rsidRPr="001B73FA">
        <w:rPr>
          <w:szCs w:val="20"/>
        </w:rPr>
        <w:t>avoir assez d</w:t>
      </w:r>
      <w:r w:rsidR="00462692" w:rsidRPr="00A4769E">
        <w:rPr>
          <w:szCs w:val="20"/>
        </w:rPr>
        <w:t>’</w:t>
      </w:r>
      <w:r w:rsidRPr="001B73FA">
        <w:rPr>
          <w:szCs w:val="20"/>
        </w:rPr>
        <w:t xml:space="preserve">argent </w:t>
      </w:r>
      <w:r w:rsidRPr="001B73FA">
        <w:rPr>
          <w:szCs w:val="20"/>
        </w:rPr>
        <w:lastRenderedPageBreak/>
        <w:t>pour créer autour d</w:t>
      </w:r>
      <w:r w:rsidR="00462692" w:rsidRPr="00A4769E">
        <w:rPr>
          <w:szCs w:val="20"/>
        </w:rPr>
        <w:t>’</w:t>
      </w:r>
      <w:r w:rsidRPr="001B73FA">
        <w:rPr>
          <w:szCs w:val="20"/>
        </w:rPr>
        <w:t>elle le silence</w:t>
      </w:r>
      <w:r w:rsidR="00462692" w:rsidRPr="00A4769E">
        <w:rPr>
          <w:szCs w:val="20"/>
        </w:rPr>
        <w:t xml:space="preserve">, </w:t>
      </w:r>
      <w:r w:rsidRPr="001B73FA">
        <w:rPr>
          <w:szCs w:val="20"/>
        </w:rPr>
        <w:t>la solitude et le loisir nécessaires au confort du rêve</w:t>
      </w:r>
      <w:r w:rsidR="00462692" w:rsidRPr="00A4769E">
        <w:rPr>
          <w:szCs w:val="20"/>
        </w:rPr>
        <w:t xml:space="preserve">. </w:t>
      </w:r>
      <w:r w:rsidRPr="001B73FA">
        <w:rPr>
          <w:szCs w:val="20"/>
        </w:rPr>
        <w:t>Alors</w:t>
      </w:r>
      <w:r w:rsidR="00462692" w:rsidRPr="00A4769E">
        <w:rPr>
          <w:szCs w:val="20"/>
        </w:rPr>
        <w:t xml:space="preserve">, </w:t>
      </w:r>
      <w:r w:rsidRPr="001B73FA">
        <w:rPr>
          <w:szCs w:val="20"/>
        </w:rPr>
        <w:t>elle avait bourré sa chemise dans le pantalon et grimpé dans le vieux lierre</w:t>
      </w:r>
      <w:r w:rsidR="00462692" w:rsidRPr="00A4769E">
        <w:rPr>
          <w:szCs w:val="20"/>
        </w:rPr>
        <w:t>.</w:t>
      </w:r>
    </w:p>
    <w:p w14:paraId="135BC5F7" w14:textId="77777777" w:rsidR="00462692" w:rsidRPr="00A4769E" w:rsidRDefault="001B73FA" w:rsidP="001B73FA">
      <w:pPr>
        <w:rPr>
          <w:szCs w:val="20"/>
        </w:rPr>
      </w:pPr>
      <w:r w:rsidRPr="001B73FA">
        <w:rPr>
          <w:i/>
          <w:iCs/>
          <w:szCs w:val="20"/>
        </w:rPr>
        <w:t>La banqueroute des deux tiers</w:t>
      </w:r>
      <w:r w:rsidRPr="001B73FA">
        <w:rPr>
          <w:szCs w:val="20"/>
        </w:rPr>
        <w:t xml:space="preserve"> qui emporta 8</w:t>
      </w:r>
      <w:r w:rsidR="00462692" w:rsidRPr="001B73FA">
        <w:rPr>
          <w:szCs w:val="20"/>
        </w:rPr>
        <w:t>0</w:t>
      </w:r>
      <w:r w:rsidR="00462692" w:rsidRPr="00A4769E">
        <w:rPr>
          <w:szCs w:val="20"/>
        </w:rPr>
        <w:t> %</w:t>
      </w:r>
      <w:r w:rsidRPr="001B73FA">
        <w:rPr>
          <w:szCs w:val="20"/>
        </w:rPr>
        <w:t xml:space="preserve"> de toutes les fortunes et remplit l</w:t>
      </w:r>
      <w:r w:rsidR="00462692" w:rsidRPr="00A4769E">
        <w:rPr>
          <w:szCs w:val="20"/>
        </w:rPr>
        <w:t>’</w:t>
      </w:r>
      <w:r w:rsidRPr="001B73FA">
        <w:rPr>
          <w:szCs w:val="20"/>
        </w:rPr>
        <w:t>an XII de pleurs et de grincements de dents lui donna raison</w:t>
      </w:r>
      <w:r w:rsidR="00462692" w:rsidRPr="00A4769E">
        <w:rPr>
          <w:szCs w:val="20"/>
        </w:rPr>
        <w:t xml:space="preserve">. </w:t>
      </w:r>
      <w:r w:rsidRPr="001B73FA">
        <w:rPr>
          <w:szCs w:val="20"/>
        </w:rPr>
        <w:t>Sans sa précaution</w:t>
      </w:r>
      <w:r w:rsidR="00462692" w:rsidRPr="00A4769E">
        <w:rPr>
          <w:szCs w:val="20"/>
        </w:rPr>
        <w:t xml:space="preserve">, </w:t>
      </w:r>
      <w:r w:rsidRPr="001B73FA">
        <w:rPr>
          <w:szCs w:val="20"/>
        </w:rPr>
        <w:t>elle aurait pu être tentée de pignocher dans son trésor pour courir au plus pressé</w:t>
      </w:r>
      <w:r w:rsidR="00462692" w:rsidRPr="00A4769E">
        <w:rPr>
          <w:szCs w:val="20"/>
        </w:rPr>
        <w:t xml:space="preserve">. </w:t>
      </w:r>
      <w:r w:rsidRPr="001B73FA">
        <w:rPr>
          <w:szCs w:val="20"/>
        </w:rPr>
        <w:t>Mais elle avait recommandé aux jardiniers de ne jamais plus laisser traîner leurs pantalons de travail</w:t>
      </w:r>
      <w:r w:rsidR="00462692" w:rsidRPr="00A4769E">
        <w:rPr>
          <w:szCs w:val="20"/>
        </w:rPr>
        <w:t xml:space="preserve">. </w:t>
      </w:r>
      <w:r w:rsidRPr="001B73FA">
        <w:rPr>
          <w:szCs w:val="20"/>
        </w:rPr>
        <w:t>Elle monta à califourchon sur un mulet et seconda ardemment son père jusque sur les chantiers les plus scabreux</w:t>
      </w:r>
      <w:r w:rsidR="00462692" w:rsidRPr="00A4769E">
        <w:rPr>
          <w:szCs w:val="20"/>
        </w:rPr>
        <w:t xml:space="preserve">. </w:t>
      </w:r>
      <w:r w:rsidRPr="001B73FA">
        <w:rPr>
          <w:szCs w:val="20"/>
        </w:rPr>
        <w:t>Elle s</w:t>
      </w:r>
      <w:r w:rsidR="00462692" w:rsidRPr="00A4769E">
        <w:rPr>
          <w:szCs w:val="20"/>
        </w:rPr>
        <w:t>’</w:t>
      </w:r>
      <w:r w:rsidRPr="001B73FA">
        <w:rPr>
          <w:szCs w:val="20"/>
        </w:rPr>
        <w:t>était mise à savoir parler aux ouvriers</w:t>
      </w:r>
      <w:r w:rsidR="00462692" w:rsidRPr="00A4769E">
        <w:rPr>
          <w:szCs w:val="20"/>
        </w:rPr>
        <w:t xml:space="preserve"> ; </w:t>
      </w:r>
      <w:r w:rsidRPr="001B73FA">
        <w:rPr>
          <w:szCs w:val="20"/>
        </w:rPr>
        <w:t>elle touchait toujours juste dans les affaires compliquées de grandeur</w:t>
      </w:r>
      <w:r w:rsidR="00462692" w:rsidRPr="00A4769E">
        <w:rPr>
          <w:szCs w:val="20"/>
        </w:rPr>
        <w:t xml:space="preserve">, </w:t>
      </w:r>
      <w:r w:rsidRPr="001B73FA">
        <w:rPr>
          <w:szCs w:val="20"/>
        </w:rPr>
        <w:t>de patrie et de politique</w:t>
      </w:r>
      <w:r w:rsidR="00462692" w:rsidRPr="00A4769E">
        <w:rPr>
          <w:szCs w:val="20"/>
        </w:rPr>
        <w:t>.</w:t>
      </w:r>
    </w:p>
    <w:p w14:paraId="42C65C5D" w14:textId="77777777" w:rsidR="00462692" w:rsidRPr="00A4769E" w:rsidRDefault="001B73FA" w:rsidP="001B73FA">
      <w:pPr>
        <w:rPr>
          <w:szCs w:val="20"/>
        </w:rPr>
      </w:pPr>
      <w:r w:rsidRPr="001B73FA">
        <w:rPr>
          <w:szCs w:val="20"/>
        </w:rPr>
        <w:t>C</w:t>
      </w:r>
      <w:r w:rsidR="00462692" w:rsidRPr="00A4769E">
        <w:rPr>
          <w:szCs w:val="20"/>
        </w:rPr>
        <w:t>’</w:t>
      </w:r>
      <w:r w:rsidRPr="001B73FA">
        <w:rPr>
          <w:szCs w:val="20"/>
        </w:rPr>
        <w:t>est elle qui renouvela les contrats avec les consuls et</w:t>
      </w:r>
      <w:r w:rsidR="00462692" w:rsidRPr="00A4769E">
        <w:rPr>
          <w:szCs w:val="20"/>
        </w:rPr>
        <w:t xml:space="preserve">, </w:t>
      </w:r>
      <w:r w:rsidRPr="001B73FA">
        <w:rPr>
          <w:szCs w:val="20"/>
        </w:rPr>
        <w:t>à cette occasion</w:t>
      </w:r>
      <w:r w:rsidR="00462692" w:rsidRPr="00A4769E">
        <w:rPr>
          <w:szCs w:val="20"/>
        </w:rPr>
        <w:t xml:space="preserve">, </w:t>
      </w:r>
      <w:r w:rsidRPr="001B73FA">
        <w:rPr>
          <w:szCs w:val="20"/>
        </w:rPr>
        <w:t>reprit pour la commodité des affaires son nom et son titre de demoiselle</w:t>
      </w:r>
      <w:r w:rsidR="00462692" w:rsidRPr="00A4769E">
        <w:rPr>
          <w:szCs w:val="20"/>
        </w:rPr>
        <w:t xml:space="preserve">. </w:t>
      </w:r>
      <w:r w:rsidRPr="001B73FA">
        <w:rPr>
          <w:szCs w:val="20"/>
        </w:rPr>
        <w:t>À l</w:t>
      </w:r>
      <w:r w:rsidR="00462692" w:rsidRPr="00A4769E">
        <w:rPr>
          <w:szCs w:val="20"/>
        </w:rPr>
        <w:t>’</w:t>
      </w:r>
      <w:r w:rsidRPr="001B73FA">
        <w:rPr>
          <w:szCs w:val="20"/>
        </w:rPr>
        <w:t>affût de tout ce qui pouvait lui donner sa puissance de résurrection</w:t>
      </w:r>
      <w:r w:rsidR="00462692" w:rsidRPr="00A4769E">
        <w:rPr>
          <w:szCs w:val="20"/>
        </w:rPr>
        <w:t xml:space="preserve">, </w:t>
      </w:r>
      <w:r w:rsidRPr="001B73FA">
        <w:rPr>
          <w:szCs w:val="20"/>
        </w:rPr>
        <w:t>elle s</w:t>
      </w:r>
      <w:r w:rsidR="00462692" w:rsidRPr="00A4769E">
        <w:rPr>
          <w:szCs w:val="20"/>
        </w:rPr>
        <w:t>’</w:t>
      </w:r>
      <w:r w:rsidRPr="001B73FA">
        <w:rPr>
          <w:szCs w:val="20"/>
        </w:rPr>
        <w:t>était aperçue que</w:t>
      </w:r>
      <w:r w:rsidR="00462692" w:rsidRPr="00A4769E">
        <w:rPr>
          <w:szCs w:val="20"/>
        </w:rPr>
        <w:t xml:space="preserve">, </w:t>
      </w:r>
      <w:r w:rsidRPr="001B73FA">
        <w:rPr>
          <w:szCs w:val="20"/>
        </w:rPr>
        <w:t>dans ce canton montagnard</w:t>
      </w:r>
      <w:r w:rsidR="00462692" w:rsidRPr="00A4769E">
        <w:rPr>
          <w:szCs w:val="20"/>
        </w:rPr>
        <w:t xml:space="preserve">, </w:t>
      </w:r>
      <w:r w:rsidRPr="001B73FA">
        <w:rPr>
          <w:szCs w:val="20"/>
        </w:rPr>
        <w:t>ce nom et ce titre étaient simplement une marque de fabrique</w:t>
      </w:r>
      <w:r w:rsidR="00462692" w:rsidRPr="00A4769E">
        <w:rPr>
          <w:szCs w:val="20"/>
        </w:rPr>
        <w:t xml:space="preserve">, </w:t>
      </w:r>
      <w:r w:rsidRPr="001B73FA">
        <w:rPr>
          <w:szCs w:val="20"/>
        </w:rPr>
        <w:t>la marque que portaient tous les arbres d</w:t>
      </w:r>
      <w:r w:rsidR="00462692" w:rsidRPr="00A4769E">
        <w:rPr>
          <w:szCs w:val="20"/>
        </w:rPr>
        <w:t>’</w:t>
      </w:r>
      <w:r w:rsidRPr="001B73FA">
        <w:rPr>
          <w:szCs w:val="20"/>
        </w:rPr>
        <w:t>ici</w:t>
      </w:r>
      <w:r w:rsidR="00462692" w:rsidRPr="00A4769E">
        <w:rPr>
          <w:szCs w:val="20"/>
        </w:rPr>
        <w:t xml:space="preserve">, </w:t>
      </w:r>
      <w:r w:rsidRPr="001B73FA">
        <w:rPr>
          <w:szCs w:val="20"/>
        </w:rPr>
        <w:t>debout ou couchés</w:t>
      </w:r>
      <w:r w:rsidR="00462692" w:rsidRPr="00A4769E">
        <w:rPr>
          <w:szCs w:val="20"/>
        </w:rPr>
        <w:t xml:space="preserve">, </w:t>
      </w:r>
      <w:r w:rsidRPr="001B73FA">
        <w:rPr>
          <w:szCs w:val="20"/>
        </w:rPr>
        <w:t>habillés ou nus</w:t>
      </w:r>
      <w:r w:rsidR="00462692" w:rsidRPr="00A4769E">
        <w:rPr>
          <w:szCs w:val="20"/>
        </w:rPr>
        <w:t xml:space="preserve">, </w:t>
      </w:r>
      <w:r w:rsidRPr="001B73FA">
        <w:rPr>
          <w:szCs w:val="20"/>
        </w:rPr>
        <w:t>l</w:t>
      </w:r>
      <w:r w:rsidR="00462692" w:rsidRPr="00A4769E">
        <w:rPr>
          <w:szCs w:val="20"/>
        </w:rPr>
        <w:t>’</w:t>
      </w:r>
      <w:r w:rsidRPr="001B73FA">
        <w:rPr>
          <w:szCs w:val="20"/>
        </w:rPr>
        <w:t>estampille garantissant au travail une honnêteté vieille de plusieurs siècles</w:t>
      </w:r>
      <w:r w:rsidR="00462692" w:rsidRPr="00A4769E">
        <w:rPr>
          <w:szCs w:val="20"/>
        </w:rPr>
        <w:t>. « </w:t>
      </w:r>
      <w:r w:rsidRPr="001B73FA">
        <w:rPr>
          <w:szCs w:val="20"/>
        </w:rPr>
        <w:t>Voilà la noblesse</w:t>
      </w:r>
      <w:r w:rsidR="00462692" w:rsidRPr="00A4769E">
        <w:rPr>
          <w:szCs w:val="20"/>
        </w:rPr>
        <w:t xml:space="preserve"> », </w:t>
      </w:r>
      <w:r w:rsidRPr="001B73FA">
        <w:rPr>
          <w:szCs w:val="20"/>
        </w:rPr>
        <w:t>se dit-elle</w:t>
      </w:r>
      <w:r w:rsidR="00462692" w:rsidRPr="00A4769E">
        <w:rPr>
          <w:szCs w:val="20"/>
        </w:rPr>
        <w:t xml:space="preserve">, </w:t>
      </w:r>
      <w:r w:rsidRPr="001B73FA">
        <w:rPr>
          <w:szCs w:val="20"/>
        </w:rPr>
        <w:t>et elle devint très noble</w:t>
      </w:r>
      <w:r w:rsidR="00462692" w:rsidRPr="00A4769E">
        <w:rPr>
          <w:szCs w:val="20"/>
        </w:rPr>
        <w:t xml:space="preserve">. </w:t>
      </w:r>
      <w:r w:rsidRPr="001B73FA">
        <w:rPr>
          <w:szCs w:val="20"/>
        </w:rPr>
        <w:t>Le vieux Marquis mourut paisiblement dans un bon lit</w:t>
      </w:r>
      <w:r w:rsidR="00462692" w:rsidRPr="00A4769E">
        <w:rPr>
          <w:szCs w:val="20"/>
        </w:rPr>
        <w:t xml:space="preserve">, </w:t>
      </w:r>
      <w:r w:rsidRPr="001B73FA">
        <w:rPr>
          <w:szCs w:val="20"/>
        </w:rPr>
        <w:t>très somptueux pour l</w:t>
      </w:r>
      <w:r w:rsidR="00462692" w:rsidRPr="00A4769E">
        <w:rPr>
          <w:szCs w:val="20"/>
        </w:rPr>
        <w:t>’</w:t>
      </w:r>
      <w:r w:rsidRPr="001B73FA">
        <w:rPr>
          <w:szCs w:val="20"/>
        </w:rPr>
        <w:t>époque</w:t>
      </w:r>
      <w:r w:rsidR="00462692" w:rsidRPr="00A4769E">
        <w:rPr>
          <w:szCs w:val="20"/>
        </w:rPr>
        <w:t>.</w:t>
      </w:r>
    </w:p>
    <w:p w14:paraId="4ED22823" w14:textId="2ECEF04C" w:rsidR="00462692" w:rsidRPr="00A4769E" w:rsidRDefault="001B73FA" w:rsidP="001B73FA">
      <w:pPr>
        <w:rPr>
          <w:szCs w:val="20"/>
        </w:rPr>
      </w:pPr>
      <w:r w:rsidRPr="001B73FA">
        <w:rPr>
          <w:szCs w:val="20"/>
        </w:rPr>
        <w:t>Pendant deux ans</w:t>
      </w:r>
      <w:r w:rsidR="00462692" w:rsidRPr="00A4769E">
        <w:rPr>
          <w:szCs w:val="20"/>
        </w:rPr>
        <w:t xml:space="preserve">, </w:t>
      </w:r>
      <w:r w:rsidRPr="001B73FA">
        <w:rPr>
          <w:szCs w:val="20"/>
        </w:rPr>
        <w:t>la marquise de Théus regarda fonctionner très attentivement tout l</w:t>
      </w:r>
      <w:r w:rsidR="00462692" w:rsidRPr="00A4769E">
        <w:rPr>
          <w:szCs w:val="20"/>
        </w:rPr>
        <w:t>’</w:t>
      </w:r>
      <w:r w:rsidRPr="001B73FA">
        <w:rPr>
          <w:szCs w:val="20"/>
        </w:rPr>
        <w:t>appareil social du Consulat</w:t>
      </w:r>
      <w:r w:rsidR="00462692" w:rsidRPr="00A4769E">
        <w:rPr>
          <w:szCs w:val="20"/>
        </w:rPr>
        <w:t xml:space="preserve">. </w:t>
      </w:r>
      <w:r w:rsidRPr="001B73FA">
        <w:rPr>
          <w:szCs w:val="20"/>
        </w:rPr>
        <w:t>La perception régulière des impôts</w:t>
      </w:r>
      <w:r w:rsidR="00462692" w:rsidRPr="00A4769E">
        <w:rPr>
          <w:szCs w:val="20"/>
        </w:rPr>
        <w:t xml:space="preserve">, </w:t>
      </w:r>
      <w:r w:rsidRPr="001B73FA">
        <w:rPr>
          <w:szCs w:val="20"/>
        </w:rPr>
        <w:t xml:space="preserve">le </w:t>
      </w:r>
      <w:r w:rsidR="000F4EE1">
        <w:rPr>
          <w:szCs w:val="20"/>
        </w:rPr>
        <w:t>c</w:t>
      </w:r>
      <w:r w:rsidR="000F4EE1" w:rsidRPr="001B73FA">
        <w:rPr>
          <w:szCs w:val="20"/>
        </w:rPr>
        <w:t xml:space="preserve">ode </w:t>
      </w:r>
      <w:r w:rsidRPr="001B73FA">
        <w:rPr>
          <w:szCs w:val="20"/>
        </w:rPr>
        <w:t>civil et le fonctionnement de la Banque de France l</w:t>
      </w:r>
      <w:r w:rsidR="00462692" w:rsidRPr="00A4769E">
        <w:rPr>
          <w:szCs w:val="20"/>
        </w:rPr>
        <w:t>’</w:t>
      </w:r>
      <w:r w:rsidRPr="001B73FA">
        <w:rPr>
          <w:szCs w:val="20"/>
        </w:rPr>
        <w:t>intéressèrent particulièrement</w:t>
      </w:r>
      <w:r w:rsidR="00462692" w:rsidRPr="00A4769E">
        <w:rPr>
          <w:szCs w:val="20"/>
        </w:rPr>
        <w:t xml:space="preserve">. </w:t>
      </w:r>
      <w:r w:rsidRPr="001B73FA">
        <w:rPr>
          <w:szCs w:val="20"/>
        </w:rPr>
        <w:t>Elle venait à chaque instant voir les préfets</w:t>
      </w:r>
      <w:r w:rsidR="00462692" w:rsidRPr="00A4769E">
        <w:rPr>
          <w:szCs w:val="20"/>
        </w:rPr>
        <w:t xml:space="preserve">, </w:t>
      </w:r>
      <w:r w:rsidRPr="001B73FA">
        <w:rPr>
          <w:szCs w:val="20"/>
        </w:rPr>
        <w:t>elle les interrogeait</w:t>
      </w:r>
      <w:r w:rsidR="00462692" w:rsidRPr="00A4769E">
        <w:rPr>
          <w:szCs w:val="20"/>
        </w:rPr>
        <w:t xml:space="preserve">, </w:t>
      </w:r>
      <w:r w:rsidRPr="001B73FA">
        <w:rPr>
          <w:szCs w:val="20"/>
        </w:rPr>
        <w:t xml:space="preserve">prenait des notes avec sa grande écriture </w:t>
      </w:r>
      <w:r w:rsidRPr="001B73FA">
        <w:rPr>
          <w:szCs w:val="20"/>
        </w:rPr>
        <w:lastRenderedPageBreak/>
        <w:t>gauche de sang bleu</w:t>
      </w:r>
      <w:r w:rsidR="00462692" w:rsidRPr="00A4769E">
        <w:rPr>
          <w:szCs w:val="20"/>
        </w:rPr>
        <w:t xml:space="preserve">, </w:t>
      </w:r>
      <w:r w:rsidRPr="001B73FA">
        <w:rPr>
          <w:szCs w:val="20"/>
        </w:rPr>
        <w:t>les éberluait par cette gravité de soucis</w:t>
      </w:r>
      <w:r w:rsidR="00462692" w:rsidRPr="00A4769E">
        <w:rPr>
          <w:szCs w:val="20"/>
        </w:rPr>
        <w:t xml:space="preserve">. </w:t>
      </w:r>
      <w:r w:rsidRPr="001B73FA">
        <w:rPr>
          <w:szCs w:val="20"/>
        </w:rPr>
        <w:t>Ils ne pouvaient pas deviner que cette femme de trente ans courait ainsi à un étrange rendez-vous d</w:t>
      </w:r>
      <w:r w:rsidR="00462692" w:rsidRPr="00A4769E">
        <w:rPr>
          <w:szCs w:val="20"/>
        </w:rPr>
        <w:t>’</w:t>
      </w:r>
      <w:r w:rsidRPr="001B73FA">
        <w:rPr>
          <w:szCs w:val="20"/>
        </w:rPr>
        <w:t>amour avec un fantôme</w:t>
      </w:r>
      <w:r w:rsidR="00462692" w:rsidRPr="00A4769E">
        <w:rPr>
          <w:szCs w:val="20"/>
        </w:rPr>
        <w:t>.</w:t>
      </w:r>
    </w:p>
    <w:p w14:paraId="6F5AA413" w14:textId="77777777" w:rsidR="001B73FA" w:rsidRPr="001B73FA" w:rsidRDefault="001B73FA" w:rsidP="001B73FA">
      <w:pPr>
        <w:rPr>
          <w:szCs w:val="20"/>
        </w:rPr>
      </w:pPr>
      <w:r w:rsidRPr="001B73FA">
        <w:rPr>
          <w:szCs w:val="20"/>
        </w:rPr>
        <w:t>Un jour</w:t>
      </w:r>
      <w:r w:rsidR="00462692" w:rsidRPr="00A4769E">
        <w:rPr>
          <w:szCs w:val="20"/>
        </w:rPr>
        <w:t xml:space="preserve">, </w:t>
      </w:r>
      <w:r w:rsidRPr="001B73FA">
        <w:rPr>
          <w:szCs w:val="20"/>
        </w:rPr>
        <w:t>enfin</w:t>
      </w:r>
      <w:r w:rsidR="00462692" w:rsidRPr="00A4769E">
        <w:rPr>
          <w:szCs w:val="20"/>
        </w:rPr>
        <w:t xml:space="preserve">, </w:t>
      </w:r>
      <w:r w:rsidRPr="001B73FA">
        <w:rPr>
          <w:szCs w:val="20"/>
        </w:rPr>
        <w:t>elle vint aux communs</w:t>
      </w:r>
      <w:r w:rsidR="00462692" w:rsidRPr="00A4769E">
        <w:rPr>
          <w:szCs w:val="20"/>
        </w:rPr>
        <w:t>. « </w:t>
      </w:r>
      <w:r w:rsidRPr="001B73FA">
        <w:rPr>
          <w:szCs w:val="20"/>
        </w:rPr>
        <w:t>Marguerite dit-elle à la jardinière</w:t>
      </w:r>
      <w:r w:rsidR="00462692" w:rsidRPr="00A4769E">
        <w:rPr>
          <w:szCs w:val="20"/>
        </w:rPr>
        <w:t xml:space="preserve">, </w:t>
      </w:r>
      <w:r w:rsidRPr="001B73FA">
        <w:rPr>
          <w:szCs w:val="20"/>
        </w:rPr>
        <w:t>donne-moi un vieux pantalon de ton mari</w:t>
      </w:r>
      <w:r w:rsidR="00462692" w:rsidRPr="00A4769E">
        <w:rPr>
          <w:szCs w:val="20"/>
        </w:rPr>
        <w:t>.</w:t>
      </w:r>
      <w:r w:rsidR="00462692" w:rsidRPr="00A4769E">
        <w:rPr>
          <w:szCs w:val="20"/>
        </w:rPr>
        <w:t> »</w:t>
      </w:r>
    </w:p>
    <w:p w14:paraId="0355532F" w14:textId="77777777" w:rsidR="00462692" w:rsidRPr="00A4769E" w:rsidRDefault="001B73FA" w:rsidP="001B73FA">
      <w:pPr>
        <w:rPr>
          <w:szCs w:val="20"/>
        </w:rPr>
      </w:pPr>
      <w:r w:rsidRPr="001B73FA">
        <w:rPr>
          <w:szCs w:val="20"/>
        </w:rPr>
        <w:t>Le lendemain</w:t>
      </w:r>
      <w:r w:rsidR="00462692" w:rsidRPr="00A4769E">
        <w:rPr>
          <w:szCs w:val="20"/>
        </w:rPr>
        <w:t xml:space="preserve">, </w:t>
      </w:r>
      <w:r w:rsidRPr="001B73FA">
        <w:rPr>
          <w:szCs w:val="20"/>
        </w:rPr>
        <w:t>elle partait pour Gap</w:t>
      </w:r>
      <w:r w:rsidR="00462692" w:rsidRPr="00A4769E">
        <w:rPr>
          <w:szCs w:val="20"/>
        </w:rPr>
        <w:t xml:space="preserve">, </w:t>
      </w:r>
      <w:r w:rsidRPr="001B73FA">
        <w:rPr>
          <w:szCs w:val="20"/>
        </w:rPr>
        <w:t>puis pour Marseille</w:t>
      </w:r>
      <w:r w:rsidR="00462692" w:rsidRPr="00A4769E">
        <w:rPr>
          <w:szCs w:val="20"/>
        </w:rPr>
        <w:t xml:space="preserve">. </w:t>
      </w:r>
      <w:r w:rsidRPr="001B73FA">
        <w:rPr>
          <w:szCs w:val="20"/>
        </w:rPr>
        <w:t>Elle resta douze jours absente</w:t>
      </w:r>
      <w:r w:rsidR="00462692" w:rsidRPr="00A4769E">
        <w:rPr>
          <w:szCs w:val="20"/>
        </w:rPr>
        <w:t>.</w:t>
      </w:r>
    </w:p>
    <w:p w14:paraId="7B64E34C" w14:textId="77777777" w:rsidR="00462692" w:rsidRPr="00A4769E" w:rsidRDefault="001B73FA" w:rsidP="001B73FA">
      <w:pPr>
        <w:rPr>
          <w:szCs w:val="20"/>
        </w:rPr>
      </w:pPr>
      <w:r w:rsidRPr="001B73FA">
        <w:rPr>
          <w:szCs w:val="20"/>
        </w:rPr>
        <w:t>À son retour</w:t>
      </w:r>
      <w:r w:rsidR="00462692" w:rsidRPr="00A4769E">
        <w:rPr>
          <w:szCs w:val="20"/>
        </w:rPr>
        <w:t xml:space="preserve">, </w:t>
      </w:r>
      <w:r w:rsidRPr="001B73FA">
        <w:rPr>
          <w:szCs w:val="20"/>
        </w:rPr>
        <w:t>elle étonna par sa vivacité d</w:t>
      </w:r>
      <w:r w:rsidR="00462692" w:rsidRPr="00A4769E">
        <w:rPr>
          <w:szCs w:val="20"/>
        </w:rPr>
        <w:t>’</w:t>
      </w:r>
      <w:r w:rsidRPr="001B73FA">
        <w:rPr>
          <w:szCs w:val="20"/>
        </w:rPr>
        <w:t>oiseau</w:t>
      </w:r>
      <w:r w:rsidR="00462692" w:rsidRPr="00A4769E">
        <w:rPr>
          <w:szCs w:val="20"/>
        </w:rPr>
        <w:t xml:space="preserve"> ; </w:t>
      </w:r>
      <w:r w:rsidRPr="001B73FA">
        <w:rPr>
          <w:szCs w:val="20"/>
        </w:rPr>
        <w:t>elle semblait couverte des plumes bleues du martin-pêcheur</w:t>
      </w:r>
      <w:r w:rsidR="00462692" w:rsidRPr="00A4769E">
        <w:rPr>
          <w:szCs w:val="20"/>
        </w:rPr>
        <w:t xml:space="preserve">, </w:t>
      </w:r>
      <w:r w:rsidRPr="001B73FA">
        <w:rPr>
          <w:szCs w:val="20"/>
        </w:rPr>
        <w:t>son corps rude était emporté par des ailes</w:t>
      </w:r>
      <w:r w:rsidR="00462692" w:rsidRPr="00A4769E">
        <w:rPr>
          <w:szCs w:val="20"/>
        </w:rPr>
        <w:t xml:space="preserve">. </w:t>
      </w:r>
      <w:r w:rsidRPr="001B73FA">
        <w:rPr>
          <w:szCs w:val="20"/>
        </w:rPr>
        <w:t>Elle envoya tout de suite Dominique dans la montagne convoquer les contremaîtres et les ouvriers</w:t>
      </w:r>
      <w:r w:rsidR="00462692" w:rsidRPr="00A4769E">
        <w:rPr>
          <w:szCs w:val="20"/>
        </w:rPr>
        <w:t xml:space="preserve">, </w:t>
      </w:r>
      <w:r w:rsidRPr="001B73FA">
        <w:rPr>
          <w:szCs w:val="20"/>
        </w:rPr>
        <w:t>elle appela ses gens</w:t>
      </w:r>
      <w:r w:rsidR="00462692" w:rsidRPr="00A4769E">
        <w:rPr>
          <w:szCs w:val="20"/>
        </w:rPr>
        <w:t xml:space="preserve">, </w:t>
      </w:r>
      <w:r w:rsidRPr="001B73FA">
        <w:rPr>
          <w:szCs w:val="20"/>
        </w:rPr>
        <w:t>les fit aligner dans le grand salon</w:t>
      </w:r>
      <w:r w:rsidR="00462692" w:rsidRPr="00A4769E">
        <w:rPr>
          <w:szCs w:val="20"/>
        </w:rPr>
        <w:t xml:space="preserve">, </w:t>
      </w:r>
      <w:r w:rsidRPr="001B73FA">
        <w:rPr>
          <w:szCs w:val="20"/>
        </w:rPr>
        <w:t>ne cessa de passer et de repasser devant eux en attendant les retardataires</w:t>
      </w:r>
      <w:r w:rsidR="00462692" w:rsidRPr="00A4769E">
        <w:rPr>
          <w:szCs w:val="20"/>
        </w:rPr>
        <w:t xml:space="preserve">, </w:t>
      </w:r>
      <w:r w:rsidRPr="001B73FA">
        <w:rPr>
          <w:szCs w:val="20"/>
        </w:rPr>
        <w:t>jouant si bien et si aisément des mains</w:t>
      </w:r>
      <w:r w:rsidR="00462692" w:rsidRPr="00A4769E">
        <w:rPr>
          <w:szCs w:val="20"/>
        </w:rPr>
        <w:t xml:space="preserve">, </w:t>
      </w:r>
      <w:r w:rsidRPr="001B73FA">
        <w:rPr>
          <w:szCs w:val="20"/>
        </w:rPr>
        <w:t>de la tête</w:t>
      </w:r>
      <w:r w:rsidR="00462692" w:rsidRPr="00A4769E">
        <w:rPr>
          <w:szCs w:val="20"/>
        </w:rPr>
        <w:t xml:space="preserve">, </w:t>
      </w:r>
      <w:r w:rsidRPr="001B73FA">
        <w:rPr>
          <w:szCs w:val="20"/>
        </w:rPr>
        <w:t>de la voix</w:t>
      </w:r>
      <w:r w:rsidR="00462692" w:rsidRPr="00A4769E">
        <w:rPr>
          <w:szCs w:val="20"/>
        </w:rPr>
        <w:t xml:space="preserve">, </w:t>
      </w:r>
      <w:r w:rsidRPr="001B73FA">
        <w:rPr>
          <w:szCs w:val="20"/>
        </w:rPr>
        <w:t>des mouvements de jupes que faisaient bouillonner ses grands pas</w:t>
      </w:r>
      <w:r w:rsidR="00462692" w:rsidRPr="00A4769E">
        <w:rPr>
          <w:szCs w:val="20"/>
        </w:rPr>
        <w:t xml:space="preserve">, </w:t>
      </w:r>
      <w:r w:rsidRPr="001B73FA">
        <w:rPr>
          <w:szCs w:val="20"/>
        </w:rPr>
        <w:t>des réparties</w:t>
      </w:r>
      <w:r w:rsidR="00462692" w:rsidRPr="00A4769E">
        <w:rPr>
          <w:szCs w:val="20"/>
        </w:rPr>
        <w:t xml:space="preserve">, </w:t>
      </w:r>
      <w:r w:rsidRPr="001B73FA">
        <w:rPr>
          <w:szCs w:val="20"/>
        </w:rPr>
        <w:t>des pointes et des calembours</w:t>
      </w:r>
      <w:r w:rsidR="00462692" w:rsidRPr="00A4769E">
        <w:rPr>
          <w:szCs w:val="20"/>
        </w:rPr>
        <w:t xml:space="preserve">, </w:t>
      </w:r>
      <w:r w:rsidRPr="001B73FA">
        <w:rPr>
          <w:szCs w:val="20"/>
        </w:rPr>
        <w:t>que les derniers montagnards arrivèrent en pleine esclaffade de rire</w:t>
      </w:r>
      <w:r w:rsidR="00462692" w:rsidRPr="00A4769E">
        <w:rPr>
          <w:szCs w:val="20"/>
        </w:rPr>
        <w:t xml:space="preserve">. </w:t>
      </w:r>
      <w:r w:rsidRPr="001B73FA">
        <w:rPr>
          <w:szCs w:val="20"/>
        </w:rPr>
        <w:t>Tout le monde était là</w:t>
      </w:r>
      <w:r w:rsidR="00462692" w:rsidRPr="00A4769E">
        <w:rPr>
          <w:szCs w:val="20"/>
        </w:rPr>
        <w:t xml:space="preserve"> : </w:t>
      </w:r>
      <w:r w:rsidRPr="001B73FA">
        <w:rPr>
          <w:szCs w:val="20"/>
        </w:rPr>
        <w:t>elle fit faire gentiment silence</w:t>
      </w:r>
      <w:r w:rsidR="00462692" w:rsidRPr="00A4769E">
        <w:rPr>
          <w:szCs w:val="20"/>
        </w:rPr>
        <w:t>.</w:t>
      </w:r>
    </w:p>
    <w:p w14:paraId="6870E7C6" w14:textId="2D4EEA77" w:rsidR="001B73FA" w:rsidRPr="001B73FA" w:rsidRDefault="00462692" w:rsidP="001B73FA">
      <w:pPr>
        <w:rPr>
          <w:szCs w:val="20"/>
        </w:rPr>
      </w:pPr>
      <w:r w:rsidRPr="00A4769E">
        <w:rPr>
          <w:szCs w:val="20"/>
        </w:rPr>
        <w:t>« </w:t>
      </w:r>
      <w:r w:rsidR="001B73FA" w:rsidRPr="001B73FA">
        <w:rPr>
          <w:szCs w:val="20"/>
        </w:rPr>
        <w:t>Je suis vieille</w:t>
      </w:r>
      <w:r w:rsidRPr="00A4769E">
        <w:rPr>
          <w:szCs w:val="20"/>
        </w:rPr>
        <w:t xml:space="preserve"> », </w:t>
      </w:r>
      <w:r w:rsidR="001B73FA" w:rsidRPr="001B73FA">
        <w:rPr>
          <w:szCs w:val="20"/>
        </w:rPr>
        <w:t>dit-elle</w:t>
      </w:r>
      <w:r w:rsidRPr="00A4769E">
        <w:rPr>
          <w:szCs w:val="20"/>
        </w:rPr>
        <w:t xml:space="preserve">. </w:t>
      </w:r>
      <w:r w:rsidR="001B73FA" w:rsidRPr="001B73FA">
        <w:rPr>
          <w:szCs w:val="20"/>
        </w:rPr>
        <w:t>On protesta bruyamment</w:t>
      </w:r>
      <w:r w:rsidRPr="00A4769E">
        <w:rPr>
          <w:szCs w:val="20"/>
        </w:rPr>
        <w:t xml:space="preserve"> (</w:t>
      </w:r>
      <w:r w:rsidR="001B73FA" w:rsidRPr="001B73FA">
        <w:rPr>
          <w:szCs w:val="20"/>
        </w:rPr>
        <w:t>elle n</w:t>
      </w:r>
      <w:r w:rsidRPr="00A4769E">
        <w:rPr>
          <w:szCs w:val="20"/>
        </w:rPr>
        <w:t>’</w:t>
      </w:r>
      <w:r w:rsidR="001B73FA" w:rsidRPr="001B73FA">
        <w:rPr>
          <w:szCs w:val="20"/>
        </w:rPr>
        <w:t>avait jamais été si jeune</w:t>
      </w:r>
      <w:r w:rsidRPr="00A4769E">
        <w:rPr>
          <w:szCs w:val="20"/>
        </w:rPr>
        <w:t>). « </w:t>
      </w:r>
      <w:r w:rsidR="001B73FA" w:rsidRPr="001B73FA">
        <w:rPr>
          <w:szCs w:val="20"/>
        </w:rPr>
        <w:t>Je suis vieille</w:t>
      </w:r>
      <w:r w:rsidRPr="00A4769E">
        <w:rPr>
          <w:szCs w:val="20"/>
        </w:rPr>
        <w:t xml:space="preserve">, </w:t>
      </w:r>
      <w:r w:rsidR="001B73FA" w:rsidRPr="001B73FA">
        <w:rPr>
          <w:szCs w:val="20"/>
        </w:rPr>
        <w:t>dit-elle</w:t>
      </w:r>
      <w:r w:rsidRPr="00A4769E">
        <w:rPr>
          <w:szCs w:val="20"/>
        </w:rPr>
        <w:t xml:space="preserve">, </w:t>
      </w:r>
      <w:r w:rsidR="001B73FA" w:rsidRPr="001B73FA">
        <w:rPr>
          <w:szCs w:val="20"/>
        </w:rPr>
        <w:t>nul ne le sait mieux que moi</w:t>
      </w:r>
      <w:r w:rsidRPr="00A4769E">
        <w:rPr>
          <w:szCs w:val="20"/>
        </w:rPr>
        <w:t xml:space="preserve">. </w:t>
      </w:r>
      <w:r w:rsidR="001B73FA" w:rsidRPr="001B73FA">
        <w:rPr>
          <w:szCs w:val="20"/>
        </w:rPr>
        <w:t>Et ça m</w:t>
      </w:r>
      <w:r w:rsidRPr="00A4769E">
        <w:rPr>
          <w:szCs w:val="20"/>
        </w:rPr>
        <w:t>’</w:t>
      </w:r>
      <w:r w:rsidR="001B73FA" w:rsidRPr="001B73FA">
        <w:rPr>
          <w:szCs w:val="20"/>
        </w:rPr>
        <w:t>arrange</w:t>
      </w:r>
      <w:r w:rsidRPr="00A4769E">
        <w:rPr>
          <w:szCs w:val="20"/>
        </w:rPr>
        <w:t xml:space="preserve">. </w:t>
      </w:r>
      <w:r w:rsidR="001B73FA" w:rsidRPr="001B73FA">
        <w:rPr>
          <w:szCs w:val="20"/>
        </w:rPr>
        <w:t>Mais il n</w:t>
      </w:r>
      <w:r w:rsidRPr="00A4769E">
        <w:rPr>
          <w:szCs w:val="20"/>
        </w:rPr>
        <w:t>’</w:t>
      </w:r>
      <w:r w:rsidR="001B73FA" w:rsidRPr="001B73FA">
        <w:rPr>
          <w:szCs w:val="20"/>
        </w:rPr>
        <w:t>est pas juste qu</w:t>
      </w:r>
      <w:r w:rsidRPr="00A4769E">
        <w:rPr>
          <w:szCs w:val="20"/>
        </w:rPr>
        <w:t>’</w:t>
      </w:r>
      <w:r w:rsidR="001B73FA" w:rsidRPr="001B73FA">
        <w:rPr>
          <w:szCs w:val="20"/>
        </w:rPr>
        <w:t>une bande de gaillards comme vous soit commandée par une vieille femme</w:t>
      </w:r>
      <w:r w:rsidRPr="00A4769E">
        <w:rPr>
          <w:szCs w:val="20"/>
        </w:rPr>
        <w:t xml:space="preserve">. </w:t>
      </w:r>
      <w:r w:rsidR="001B73FA" w:rsidRPr="001B73FA">
        <w:rPr>
          <w:szCs w:val="20"/>
        </w:rPr>
        <w:t>Les vieilles femmes doivent se chauffer le cul à la chaufferette</w:t>
      </w:r>
      <w:r w:rsidRPr="00A4769E">
        <w:rPr>
          <w:szCs w:val="20"/>
        </w:rPr>
        <w:t>.</w:t>
      </w:r>
    </w:p>
    <w:p w14:paraId="4E788FF0" w14:textId="77777777" w:rsidR="00462692" w:rsidRPr="00A4769E" w:rsidRDefault="001B73FA" w:rsidP="001B73FA">
      <w:pPr>
        <w:rPr>
          <w:szCs w:val="20"/>
        </w:rPr>
      </w:pPr>
      <w:r w:rsidRPr="001B73FA">
        <w:rPr>
          <w:szCs w:val="20"/>
        </w:rPr>
        <w:t>Elle leur parla pendant plus d</w:t>
      </w:r>
      <w:r w:rsidR="00462692" w:rsidRPr="00A4769E">
        <w:rPr>
          <w:szCs w:val="20"/>
        </w:rPr>
        <w:t>’</w:t>
      </w:r>
      <w:r w:rsidRPr="001B73FA">
        <w:rPr>
          <w:szCs w:val="20"/>
        </w:rPr>
        <w:t>une heure</w:t>
      </w:r>
      <w:r w:rsidR="00462692" w:rsidRPr="00A4769E">
        <w:rPr>
          <w:szCs w:val="20"/>
        </w:rPr>
        <w:t xml:space="preserve">, </w:t>
      </w:r>
      <w:r w:rsidRPr="001B73FA">
        <w:rPr>
          <w:szCs w:val="20"/>
        </w:rPr>
        <w:t>dévoilant d</w:t>
      </w:r>
      <w:r w:rsidR="00462692" w:rsidRPr="00A4769E">
        <w:rPr>
          <w:szCs w:val="20"/>
        </w:rPr>
        <w:t>’</w:t>
      </w:r>
      <w:r w:rsidRPr="001B73FA">
        <w:rPr>
          <w:szCs w:val="20"/>
        </w:rPr>
        <w:t>un coup l</w:t>
      </w:r>
      <w:r w:rsidR="00462692" w:rsidRPr="00A4769E">
        <w:rPr>
          <w:szCs w:val="20"/>
        </w:rPr>
        <w:t>’</w:t>
      </w:r>
      <w:r w:rsidRPr="001B73FA">
        <w:rPr>
          <w:szCs w:val="20"/>
        </w:rPr>
        <w:t>extraordinaire science d</w:t>
      </w:r>
      <w:r w:rsidR="00462692" w:rsidRPr="00A4769E">
        <w:rPr>
          <w:szCs w:val="20"/>
        </w:rPr>
        <w:t>’</w:t>
      </w:r>
      <w:r w:rsidRPr="001B73FA">
        <w:rPr>
          <w:szCs w:val="20"/>
        </w:rPr>
        <w:t>eux-mêmes qu</w:t>
      </w:r>
      <w:r w:rsidR="00462692" w:rsidRPr="00A4769E">
        <w:rPr>
          <w:szCs w:val="20"/>
        </w:rPr>
        <w:t>’</w:t>
      </w:r>
      <w:r w:rsidRPr="001B73FA">
        <w:rPr>
          <w:szCs w:val="20"/>
        </w:rPr>
        <w:t>elle avait secrètement et patiemment acquise</w:t>
      </w:r>
      <w:r w:rsidR="00462692" w:rsidRPr="00A4769E">
        <w:rPr>
          <w:szCs w:val="20"/>
        </w:rPr>
        <w:t xml:space="preserve">. </w:t>
      </w:r>
      <w:r w:rsidRPr="001B73FA">
        <w:rPr>
          <w:szCs w:val="20"/>
        </w:rPr>
        <w:t>Elle avait leurs mots</w:t>
      </w:r>
      <w:r w:rsidR="00462692" w:rsidRPr="00A4769E">
        <w:rPr>
          <w:szCs w:val="20"/>
        </w:rPr>
        <w:t xml:space="preserve">, </w:t>
      </w:r>
      <w:r w:rsidRPr="001B73FA">
        <w:rPr>
          <w:szCs w:val="20"/>
        </w:rPr>
        <w:t xml:space="preserve">leur </w:t>
      </w:r>
      <w:r w:rsidRPr="001B73FA">
        <w:rPr>
          <w:szCs w:val="20"/>
        </w:rPr>
        <w:lastRenderedPageBreak/>
        <w:t>voix</w:t>
      </w:r>
      <w:r w:rsidR="00462692" w:rsidRPr="00A4769E">
        <w:rPr>
          <w:szCs w:val="20"/>
        </w:rPr>
        <w:t xml:space="preserve">, </w:t>
      </w:r>
      <w:r w:rsidRPr="001B73FA">
        <w:rPr>
          <w:szCs w:val="20"/>
        </w:rPr>
        <w:t>leur c</w:t>
      </w:r>
      <w:r w:rsidR="00462692" w:rsidRPr="00A4769E">
        <w:rPr>
          <w:szCs w:val="20"/>
        </w:rPr>
        <w:t>œ</w:t>
      </w:r>
      <w:r w:rsidRPr="001B73FA">
        <w:rPr>
          <w:szCs w:val="20"/>
        </w:rPr>
        <w:t>ur</w:t>
      </w:r>
      <w:r w:rsidR="00462692" w:rsidRPr="00A4769E">
        <w:rPr>
          <w:szCs w:val="20"/>
        </w:rPr>
        <w:t xml:space="preserve">, </w:t>
      </w:r>
      <w:r w:rsidRPr="001B73FA">
        <w:rPr>
          <w:szCs w:val="20"/>
        </w:rPr>
        <w:t>leur sentiment de la justice</w:t>
      </w:r>
      <w:r w:rsidR="00462692" w:rsidRPr="00A4769E">
        <w:rPr>
          <w:szCs w:val="20"/>
        </w:rPr>
        <w:t xml:space="preserve">, </w:t>
      </w:r>
      <w:r w:rsidRPr="001B73FA">
        <w:rPr>
          <w:szCs w:val="20"/>
        </w:rPr>
        <w:t>leur franchise</w:t>
      </w:r>
      <w:r w:rsidR="00462692" w:rsidRPr="00A4769E">
        <w:rPr>
          <w:szCs w:val="20"/>
        </w:rPr>
        <w:t xml:space="preserve">, </w:t>
      </w:r>
      <w:r w:rsidRPr="001B73FA">
        <w:rPr>
          <w:szCs w:val="20"/>
        </w:rPr>
        <w:t>leur gauloiserie</w:t>
      </w:r>
      <w:r w:rsidR="00462692" w:rsidRPr="00A4769E">
        <w:rPr>
          <w:szCs w:val="20"/>
        </w:rPr>
        <w:t xml:space="preserve">. </w:t>
      </w:r>
      <w:r w:rsidRPr="001B73FA">
        <w:rPr>
          <w:szCs w:val="20"/>
        </w:rPr>
        <w:t>Bouche bée</w:t>
      </w:r>
      <w:r w:rsidR="00462692" w:rsidRPr="00A4769E">
        <w:rPr>
          <w:szCs w:val="20"/>
        </w:rPr>
        <w:t xml:space="preserve">, </w:t>
      </w:r>
      <w:r w:rsidRPr="001B73FA">
        <w:rPr>
          <w:szCs w:val="20"/>
        </w:rPr>
        <w:t>ils s</w:t>
      </w:r>
      <w:r w:rsidR="00462692" w:rsidRPr="00A4769E">
        <w:rPr>
          <w:szCs w:val="20"/>
        </w:rPr>
        <w:t>’</w:t>
      </w:r>
      <w:r w:rsidRPr="001B73FA">
        <w:rPr>
          <w:szCs w:val="20"/>
        </w:rPr>
        <w:t>écoutaient parler eux-mêmes</w:t>
      </w:r>
      <w:r w:rsidR="00462692" w:rsidRPr="00A4769E">
        <w:rPr>
          <w:szCs w:val="20"/>
        </w:rPr>
        <w:t>.</w:t>
      </w:r>
    </w:p>
    <w:p w14:paraId="0236D171" w14:textId="77777777" w:rsidR="00462692" w:rsidRPr="00A4769E" w:rsidRDefault="001B73FA" w:rsidP="001B73FA">
      <w:pPr>
        <w:rPr>
          <w:szCs w:val="20"/>
        </w:rPr>
      </w:pPr>
      <w:r w:rsidRPr="001B73FA">
        <w:rPr>
          <w:szCs w:val="20"/>
        </w:rPr>
        <w:t>Elle les étonna encore plus par le sens des réalités et des chiffres si cher aux êtres naïfs</w:t>
      </w:r>
      <w:r w:rsidR="00462692" w:rsidRPr="00A4769E">
        <w:rPr>
          <w:szCs w:val="20"/>
        </w:rPr>
        <w:t xml:space="preserve">. </w:t>
      </w:r>
      <w:r w:rsidRPr="001B73FA">
        <w:rPr>
          <w:szCs w:val="20"/>
        </w:rPr>
        <w:t>Elle abandonna entre leurs mains l</w:t>
      </w:r>
      <w:r w:rsidR="00462692" w:rsidRPr="00A4769E">
        <w:rPr>
          <w:szCs w:val="20"/>
        </w:rPr>
        <w:t>’</w:t>
      </w:r>
      <w:r w:rsidRPr="001B73FA">
        <w:rPr>
          <w:szCs w:val="20"/>
        </w:rPr>
        <w:t>organisation du travail et la surveillance</w:t>
      </w:r>
      <w:r w:rsidR="00462692" w:rsidRPr="00A4769E">
        <w:rPr>
          <w:szCs w:val="20"/>
        </w:rPr>
        <w:t xml:space="preserve">, </w:t>
      </w:r>
      <w:r w:rsidRPr="001B73FA">
        <w:rPr>
          <w:szCs w:val="20"/>
        </w:rPr>
        <w:t>partagea les responsabilités exactement entre ceux qu</w:t>
      </w:r>
      <w:r w:rsidR="00462692" w:rsidRPr="00A4769E">
        <w:rPr>
          <w:szCs w:val="20"/>
        </w:rPr>
        <w:t>’</w:t>
      </w:r>
      <w:r w:rsidRPr="001B73FA">
        <w:rPr>
          <w:szCs w:val="20"/>
        </w:rPr>
        <w:t>il fallait</w:t>
      </w:r>
      <w:r w:rsidR="00462692" w:rsidRPr="00A4769E">
        <w:rPr>
          <w:szCs w:val="20"/>
        </w:rPr>
        <w:t xml:space="preserve">, </w:t>
      </w:r>
      <w:r w:rsidRPr="001B73FA">
        <w:rPr>
          <w:szCs w:val="20"/>
        </w:rPr>
        <w:t>nomma les noms qu</w:t>
      </w:r>
      <w:r w:rsidR="00462692" w:rsidRPr="00A4769E">
        <w:rPr>
          <w:szCs w:val="20"/>
        </w:rPr>
        <w:t>’</w:t>
      </w:r>
      <w:r w:rsidRPr="001B73FA">
        <w:rPr>
          <w:szCs w:val="20"/>
        </w:rPr>
        <w:t>on attendait</w:t>
      </w:r>
      <w:r w:rsidR="00462692" w:rsidRPr="00A4769E">
        <w:rPr>
          <w:szCs w:val="20"/>
        </w:rPr>
        <w:t xml:space="preserve">, </w:t>
      </w:r>
      <w:r w:rsidRPr="001B73FA">
        <w:rPr>
          <w:szCs w:val="20"/>
        </w:rPr>
        <w:t>leur donna tout sans rien perdre</w:t>
      </w:r>
      <w:r w:rsidR="00462692" w:rsidRPr="00A4769E">
        <w:rPr>
          <w:szCs w:val="20"/>
        </w:rPr>
        <w:t xml:space="preserve"> (</w:t>
      </w:r>
      <w:r w:rsidRPr="001B73FA">
        <w:rPr>
          <w:szCs w:val="20"/>
        </w:rPr>
        <w:t>ce qui les remplit d</w:t>
      </w:r>
      <w:r w:rsidR="00462692" w:rsidRPr="00A4769E">
        <w:rPr>
          <w:szCs w:val="20"/>
        </w:rPr>
        <w:t>’</w:t>
      </w:r>
      <w:r w:rsidRPr="001B73FA">
        <w:rPr>
          <w:szCs w:val="20"/>
        </w:rPr>
        <w:t>admiration</w:t>
      </w:r>
      <w:r w:rsidR="00462692" w:rsidRPr="00A4769E">
        <w:rPr>
          <w:szCs w:val="20"/>
        </w:rPr>
        <w:t xml:space="preserve">) </w:t>
      </w:r>
      <w:r w:rsidRPr="001B73FA">
        <w:rPr>
          <w:szCs w:val="20"/>
        </w:rPr>
        <w:t>et</w:t>
      </w:r>
      <w:r w:rsidR="00462692" w:rsidRPr="00A4769E">
        <w:rPr>
          <w:szCs w:val="20"/>
        </w:rPr>
        <w:t xml:space="preserve">, </w:t>
      </w:r>
      <w:r w:rsidRPr="001B73FA">
        <w:rPr>
          <w:szCs w:val="20"/>
        </w:rPr>
        <w:t>ruisselante de pleurs de joie</w:t>
      </w:r>
      <w:r w:rsidR="00462692" w:rsidRPr="00A4769E">
        <w:rPr>
          <w:szCs w:val="20"/>
        </w:rPr>
        <w:t xml:space="preserve">, </w:t>
      </w:r>
      <w:r w:rsidRPr="001B73FA">
        <w:rPr>
          <w:szCs w:val="20"/>
        </w:rPr>
        <w:t>les salua</w:t>
      </w:r>
      <w:r w:rsidR="00462692" w:rsidRPr="00A4769E">
        <w:rPr>
          <w:szCs w:val="20"/>
        </w:rPr>
        <w:t xml:space="preserve">, </w:t>
      </w:r>
      <w:r w:rsidRPr="001B73FA">
        <w:rPr>
          <w:szCs w:val="20"/>
        </w:rPr>
        <w:t>les salua</w:t>
      </w:r>
      <w:r w:rsidR="00462692" w:rsidRPr="00A4769E">
        <w:rPr>
          <w:szCs w:val="20"/>
        </w:rPr>
        <w:t xml:space="preserve">, </w:t>
      </w:r>
      <w:r w:rsidRPr="001B73FA">
        <w:rPr>
          <w:szCs w:val="20"/>
        </w:rPr>
        <w:t>les salua</w:t>
      </w:r>
      <w:r w:rsidR="00462692" w:rsidRPr="00A4769E">
        <w:rPr>
          <w:szCs w:val="20"/>
        </w:rPr>
        <w:t xml:space="preserve">, </w:t>
      </w:r>
      <w:r w:rsidRPr="001B73FA">
        <w:rPr>
          <w:szCs w:val="20"/>
        </w:rPr>
        <w:t>suffoquée de sanglots qui bouleversaient son grand visage plein de lumière</w:t>
      </w:r>
      <w:r w:rsidR="00462692" w:rsidRPr="00A4769E">
        <w:rPr>
          <w:szCs w:val="20"/>
        </w:rPr>
        <w:t>.</w:t>
      </w:r>
    </w:p>
    <w:p w14:paraId="0102ABCE" w14:textId="5261127E" w:rsidR="00462692" w:rsidRPr="00A4769E" w:rsidRDefault="001B73FA" w:rsidP="001B73FA">
      <w:pPr>
        <w:rPr>
          <w:szCs w:val="20"/>
        </w:rPr>
      </w:pPr>
      <w:r w:rsidRPr="001B73FA">
        <w:rPr>
          <w:szCs w:val="20"/>
        </w:rPr>
        <w:t>Elle ferma la porte sur eux et posa la main sur son c</w:t>
      </w:r>
      <w:r w:rsidR="00462692" w:rsidRPr="00A4769E">
        <w:rPr>
          <w:szCs w:val="20"/>
        </w:rPr>
        <w:t>œ</w:t>
      </w:r>
      <w:r w:rsidRPr="001B73FA">
        <w:rPr>
          <w:szCs w:val="20"/>
        </w:rPr>
        <w:t>ur</w:t>
      </w:r>
      <w:r w:rsidR="00462692" w:rsidRPr="00A4769E">
        <w:rPr>
          <w:szCs w:val="20"/>
        </w:rPr>
        <w:t>.</w:t>
      </w:r>
      <w:r w:rsidR="002B389E">
        <w:rPr>
          <w:szCs w:val="20"/>
        </w:rPr>
        <w:t xml:space="preserve"> </w:t>
      </w:r>
      <w:r w:rsidRPr="001B73FA">
        <w:rPr>
          <w:szCs w:val="20"/>
        </w:rPr>
        <w:t>Il s</w:t>
      </w:r>
      <w:r w:rsidR="00462692" w:rsidRPr="00A4769E">
        <w:rPr>
          <w:szCs w:val="20"/>
        </w:rPr>
        <w:t>’</w:t>
      </w:r>
      <w:r w:rsidRPr="001B73FA">
        <w:rPr>
          <w:szCs w:val="20"/>
        </w:rPr>
        <w:t>agissait maintenant de savourer seconde par seconde toutes les minutes qui allaient suivre</w:t>
      </w:r>
      <w:r w:rsidR="00462692" w:rsidRPr="00A4769E">
        <w:rPr>
          <w:szCs w:val="20"/>
        </w:rPr>
        <w:t xml:space="preserve">. </w:t>
      </w:r>
      <w:r w:rsidRPr="001B73FA">
        <w:rPr>
          <w:szCs w:val="20"/>
        </w:rPr>
        <w:t>Elle tira les rideaux sur les fenêtres</w:t>
      </w:r>
      <w:r w:rsidR="00462692" w:rsidRPr="00A4769E">
        <w:rPr>
          <w:szCs w:val="20"/>
        </w:rPr>
        <w:t xml:space="preserve">. </w:t>
      </w:r>
      <w:r w:rsidRPr="001B73FA">
        <w:rPr>
          <w:szCs w:val="20"/>
        </w:rPr>
        <w:t>Elle ouvrit les grandes portes intérieures pour que les trois salons d</w:t>
      </w:r>
      <w:r w:rsidR="00462692" w:rsidRPr="00A4769E">
        <w:rPr>
          <w:szCs w:val="20"/>
        </w:rPr>
        <w:t>’</w:t>
      </w:r>
      <w:r w:rsidRPr="001B73FA">
        <w:rPr>
          <w:szCs w:val="20"/>
        </w:rPr>
        <w:t>apparat</w:t>
      </w:r>
      <w:r w:rsidR="00462692" w:rsidRPr="00A4769E">
        <w:rPr>
          <w:szCs w:val="20"/>
        </w:rPr>
        <w:t xml:space="preserve">, </w:t>
      </w:r>
      <w:r w:rsidRPr="001B73FA">
        <w:rPr>
          <w:szCs w:val="20"/>
        </w:rPr>
        <w:t>s</w:t>
      </w:r>
      <w:r w:rsidR="00462692" w:rsidRPr="00A4769E">
        <w:rPr>
          <w:szCs w:val="20"/>
        </w:rPr>
        <w:t>’</w:t>
      </w:r>
      <w:r w:rsidRPr="001B73FA">
        <w:rPr>
          <w:szCs w:val="20"/>
        </w:rPr>
        <w:t>ajoutant en enfilade</w:t>
      </w:r>
      <w:r w:rsidR="00462692" w:rsidRPr="00A4769E">
        <w:rPr>
          <w:szCs w:val="20"/>
        </w:rPr>
        <w:t xml:space="preserve">, </w:t>
      </w:r>
      <w:r w:rsidRPr="001B73FA">
        <w:rPr>
          <w:szCs w:val="20"/>
        </w:rPr>
        <w:t>pussent reconstituer la longue avenue magique par laquelle Pierre était arrivé la première fois</w:t>
      </w:r>
      <w:r w:rsidR="00462692" w:rsidRPr="00A4769E">
        <w:rPr>
          <w:szCs w:val="20"/>
        </w:rPr>
        <w:t xml:space="preserve">. </w:t>
      </w:r>
      <w:r w:rsidRPr="001B73FA">
        <w:rPr>
          <w:szCs w:val="20"/>
        </w:rPr>
        <w:t>Elle alluma elle-même un à un les candélabres et les lustres</w:t>
      </w:r>
      <w:r w:rsidR="00462692" w:rsidRPr="00A4769E">
        <w:rPr>
          <w:szCs w:val="20"/>
        </w:rPr>
        <w:t xml:space="preserve">. </w:t>
      </w:r>
      <w:r w:rsidRPr="001B73FA">
        <w:rPr>
          <w:szCs w:val="20"/>
        </w:rPr>
        <w:t>Puis</w:t>
      </w:r>
      <w:r w:rsidR="00462692" w:rsidRPr="00A4769E">
        <w:rPr>
          <w:szCs w:val="20"/>
        </w:rPr>
        <w:t xml:space="preserve">, </w:t>
      </w:r>
      <w:r w:rsidRPr="001B73FA">
        <w:rPr>
          <w:szCs w:val="20"/>
        </w:rPr>
        <w:t>sur le champ même de la bataille</w:t>
      </w:r>
      <w:r w:rsidR="00462692" w:rsidRPr="00A4769E">
        <w:rPr>
          <w:szCs w:val="20"/>
        </w:rPr>
        <w:t xml:space="preserve">, </w:t>
      </w:r>
      <w:r w:rsidRPr="001B73FA">
        <w:rPr>
          <w:szCs w:val="20"/>
        </w:rPr>
        <w:t>devant la haute glace centrale</w:t>
      </w:r>
      <w:r w:rsidR="00462692" w:rsidRPr="00A4769E">
        <w:rPr>
          <w:szCs w:val="20"/>
        </w:rPr>
        <w:t xml:space="preserve">, </w:t>
      </w:r>
      <w:r w:rsidRPr="001B73FA">
        <w:rPr>
          <w:szCs w:val="20"/>
        </w:rPr>
        <w:t>elle se fit une beauté avec une suprême malice</w:t>
      </w:r>
      <w:r w:rsidR="00462692" w:rsidRPr="00A4769E">
        <w:rPr>
          <w:szCs w:val="20"/>
        </w:rPr>
        <w:t xml:space="preserve"> ; </w:t>
      </w:r>
      <w:r w:rsidRPr="001B73FA">
        <w:rPr>
          <w:szCs w:val="20"/>
        </w:rPr>
        <w:t>à cette heure-là elle posséda tout de suite et d</w:t>
      </w:r>
      <w:r w:rsidR="00462692" w:rsidRPr="00A4769E">
        <w:rPr>
          <w:szCs w:val="20"/>
        </w:rPr>
        <w:t>’</w:t>
      </w:r>
      <w:r w:rsidRPr="001B73FA">
        <w:rPr>
          <w:szCs w:val="20"/>
        </w:rPr>
        <w:t>un coup le génie du fard</w:t>
      </w:r>
      <w:r w:rsidR="00462692" w:rsidRPr="00A4769E">
        <w:rPr>
          <w:szCs w:val="20"/>
        </w:rPr>
        <w:t xml:space="preserve">, </w:t>
      </w:r>
      <w:r w:rsidRPr="001B73FA">
        <w:rPr>
          <w:szCs w:val="20"/>
        </w:rPr>
        <w:t>la ruse de ne pas toucher à ce gros visage de nouveau extasié</w:t>
      </w:r>
      <w:r w:rsidR="00462692" w:rsidRPr="00A4769E">
        <w:rPr>
          <w:szCs w:val="20"/>
        </w:rPr>
        <w:t xml:space="preserve">, </w:t>
      </w:r>
      <w:r w:rsidRPr="001B73FA">
        <w:rPr>
          <w:szCs w:val="20"/>
        </w:rPr>
        <w:t>à sa rudesse</w:t>
      </w:r>
      <w:r w:rsidR="00462692" w:rsidRPr="00A4769E">
        <w:rPr>
          <w:szCs w:val="20"/>
        </w:rPr>
        <w:t xml:space="preserve">, </w:t>
      </w:r>
      <w:r w:rsidRPr="001B73FA">
        <w:rPr>
          <w:szCs w:val="20"/>
        </w:rPr>
        <w:t>au lit des larmes</w:t>
      </w:r>
      <w:r w:rsidR="00462692" w:rsidRPr="00A4769E">
        <w:rPr>
          <w:szCs w:val="20"/>
        </w:rPr>
        <w:t xml:space="preserve">, </w:t>
      </w:r>
      <w:r w:rsidRPr="001B73FA">
        <w:rPr>
          <w:szCs w:val="20"/>
        </w:rPr>
        <w:t>à l</w:t>
      </w:r>
      <w:r w:rsidR="00462692" w:rsidRPr="00A4769E">
        <w:rPr>
          <w:szCs w:val="20"/>
        </w:rPr>
        <w:t>’</w:t>
      </w:r>
      <w:r w:rsidRPr="001B73FA">
        <w:rPr>
          <w:szCs w:val="20"/>
        </w:rPr>
        <w:t>amertume</w:t>
      </w:r>
      <w:r w:rsidR="00462692" w:rsidRPr="00A4769E">
        <w:rPr>
          <w:szCs w:val="20"/>
        </w:rPr>
        <w:t xml:space="preserve">, </w:t>
      </w:r>
      <w:r w:rsidRPr="001B73FA">
        <w:rPr>
          <w:szCs w:val="20"/>
        </w:rPr>
        <w:t>à la vieillesse</w:t>
      </w:r>
      <w:r w:rsidR="00462692" w:rsidRPr="00A4769E">
        <w:rPr>
          <w:szCs w:val="20"/>
        </w:rPr>
        <w:t xml:space="preserve">, </w:t>
      </w:r>
      <w:r w:rsidRPr="001B73FA">
        <w:rPr>
          <w:szCs w:val="20"/>
        </w:rPr>
        <w:t>mais de souligner juste d</w:t>
      </w:r>
      <w:r w:rsidR="00462692" w:rsidRPr="00A4769E">
        <w:rPr>
          <w:szCs w:val="20"/>
        </w:rPr>
        <w:t>’</w:t>
      </w:r>
      <w:r w:rsidRPr="001B73FA">
        <w:rPr>
          <w:szCs w:val="20"/>
        </w:rPr>
        <w:t>un peu de rouge</w:t>
      </w:r>
      <w:r w:rsidR="00462692" w:rsidRPr="00A4769E">
        <w:rPr>
          <w:szCs w:val="20"/>
        </w:rPr>
        <w:t xml:space="preserve">, </w:t>
      </w:r>
      <w:r w:rsidRPr="001B73FA">
        <w:rPr>
          <w:szCs w:val="20"/>
        </w:rPr>
        <w:t>d</w:t>
      </w:r>
      <w:r w:rsidR="00462692" w:rsidRPr="00A4769E">
        <w:rPr>
          <w:szCs w:val="20"/>
        </w:rPr>
        <w:t>’</w:t>
      </w:r>
      <w:r w:rsidRPr="001B73FA">
        <w:rPr>
          <w:szCs w:val="20"/>
        </w:rPr>
        <w:t>un peu de bleu</w:t>
      </w:r>
      <w:r w:rsidR="00462692" w:rsidRPr="00A4769E">
        <w:rPr>
          <w:szCs w:val="20"/>
        </w:rPr>
        <w:t xml:space="preserve">, </w:t>
      </w:r>
      <w:r w:rsidRPr="001B73FA">
        <w:rPr>
          <w:szCs w:val="20"/>
        </w:rPr>
        <w:t>d</w:t>
      </w:r>
      <w:r w:rsidR="00462692" w:rsidRPr="00A4769E">
        <w:rPr>
          <w:szCs w:val="20"/>
        </w:rPr>
        <w:t>’</w:t>
      </w:r>
      <w:r w:rsidRPr="001B73FA">
        <w:rPr>
          <w:szCs w:val="20"/>
        </w:rPr>
        <w:t>un peu de poudre les beaux endroits où sa joie éclatait</w:t>
      </w:r>
      <w:r w:rsidR="00462692" w:rsidRPr="00A4769E">
        <w:rPr>
          <w:szCs w:val="20"/>
        </w:rPr>
        <w:t xml:space="preserve">. </w:t>
      </w:r>
      <w:r w:rsidRPr="001B73FA">
        <w:rPr>
          <w:szCs w:val="20"/>
        </w:rPr>
        <w:t>Elle était déjà en grande toilette</w:t>
      </w:r>
      <w:r w:rsidR="00462692" w:rsidRPr="00A4769E">
        <w:rPr>
          <w:szCs w:val="20"/>
        </w:rPr>
        <w:t xml:space="preserve">, </w:t>
      </w:r>
      <w:r w:rsidRPr="001B73FA">
        <w:rPr>
          <w:szCs w:val="20"/>
        </w:rPr>
        <w:t>si sobre que les bûcherons et ses gens ne s</w:t>
      </w:r>
      <w:r w:rsidR="00462692" w:rsidRPr="00A4769E">
        <w:rPr>
          <w:szCs w:val="20"/>
        </w:rPr>
        <w:t>’</w:t>
      </w:r>
      <w:r w:rsidRPr="001B73FA">
        <w:rPr>
          <w:szCs w:val="20"/>
        </w:rPr>
        <w:t>en étaient pas aperçus</w:t>
      </w:r>
      <w:r w:rsidR="00462692" w:rsidRPr="00A4769E">
        <w:rPr>
          <w:szCs w:val="20"/>
        </w:rPr>
        <w:t xml:space="preserve">. </w:t>
      </w:r>
      <w:r w:rsidRPr="001B73FA">
        <w:rPr>
          <w:szCs w:val="20"/>
        </w:rPr>
        <w:t>Elle se couvrit seulement les épaules d</w:t>
      </w:r>
      <w:r w:rsidR="00462692" w:rsidRPr="00A4769E">
        <w:rPr>
          <w:szCs w:val="20"/>
        </w:rPr>
        <w:t>’</w:t>
      </w:r>
      <w:r w:rsidRPr="001B73FA">
        <w:rPr>
          <w:szCs w:val="20"/>
        </w:rPr>
        <w:t>un châle et le croisa sur cette gorge qu</w:t>
      </w:r>
      <w:r w:rsidR="00462692" w:rsidRPr="00A4769E">
        <w:rPr>
          <w:szCs w:val="20"/>
        </w:rPr>
        <w:t>’</w:t>
      </w:r>
      <w:r w:rsidRPr="001B73FA">
        <w:rPr>
          <w:szCs w:val="20"/>
        </w:rPr>
        <w:t>il n</w:t>
      </w:r>
      <w:r w:rsidR="00462692" w:rsidRPr="00A4769E">
        <w:rPr>
          <w:szCs w:val="20"/>
        </w:rPr>
        <w:t>’</w:t>
      </w:r>
      <w:r w:rsidRPr="001B73FA">
        <w:rPr>
          <w:szCs w:val="20"/>
        </w:rPr>
        <w:t>avait jamais aimée</w:t>
      </w:r>
      <w:r w:rsidR="00462692" w:rsidRPr="00A4769E">
        <w:rPr>
          <w:szCs w:val="20"/>
        </w:rPr>
        <w:t xml:space="preserve">. </w:t>
      </w:r>
      <w:r w:rsidRPr="001B73FA">
        <w:rPr>
          <w:szCs w:val="20"/>
        </w:rPr>
        <w:t>Elle alla s</w:t>
      </w:r>
      <w:r w:rsidR="00462692" w:rsidRPr="00A4769E">
        <w:rPr>
          <w:szCs w:val="20"/>
        </w:rPr>
        <w:t>’</w:t>
      </w:r>
      <w:r w:rsidRPr="001B73FA">
        <w:rPr>
          <w:szCs w:val="20"/>
        </w:rPr>
        <w:t>asseoir au fond du dernier salon</w:t>
      </w:r>
      <w:r w:rsidR="00462692" w:rsidRPr="00A4769E">
        <w:rPr>
          <w:szCs w:val="20"/>
        </w:rPr>
        <w:t xml:space="preserve">, </w:t>
      </w:r>
      <w:r w:rsidRPr="001B73FA">
        <w:rPr>
          <w:szCs w:val="20"/>
        </w:rPr>
        <w:t>sur un fauteuil qui l</w:t>
      </w:r>
      <w:r w:rsidR="00462692" w:rsidRPr="00A4769E">
        <w:rPr>
          <w:szCs w:val="20"/>
        </w:rPr>
        <w:t>’</w:t>
      </w:r>
      <w:r w:rsidRPr="001B73FA">
        <w:rPr>
          <w:szCs w:val="20"/>
        </w:rPr>
        <w:t>obligea à se tenir raide</w:t>
      </w:r>
      <w:r w:rsidR="00462692" w:rsidRPr="00A4769E">
        <w:rPr>
          <w:szCs w:val="20"/>
        </w:rPr>
        <w:t xml:space="preserve">, </w:t>
      </w:r>
      <w:r w:rsidRPr="001B73FA">
        <w:rPr>
          <w:szCs w:val="20"/>
        </w:rPr>
        <w:t xml:space="preserve">juste au milieu de la </w:t>
      </w:r>
      <w:r w:rsidRPr="001B73FA">
        <w:rPr>
          <w:szCs w:val="20"/>
        </w:rPr>
        <w:lastRenderedPageBreak/>
        <w:t>perspective et elle attendit</w:t>
      </w:r>
      <w:r w:rsidR="00462692" w:rsidRPr="00A4769E">
        <w:rPr>
          <w:szCs w:val="20"/>
        </w:rPr>
        <w:t xml:space="preserve">. </w:t>
      </w:r>
      <w:r w:rsidRPr="001B73FA">
        <w:rPr>
          <w:szCs w:val="20"/>
        </w:rPr>
        <w:t>Le vol velouté des flammes se mit à parcourir l</w:t>
      </w:r>
      <w:r w:rsidR="00462692" w:rsidRPr="00A4769E">
        <w:rPr>
          <w:szCs w:val="20"/>
        </w:rPr>
        <w:t>’</w:t>
      </w:r>
      <w:r w:rsidRPr="001B73FA">
        <w:rPr>
          <w:szCs w:val="20"/>
        </w:rPr>
        <w:t>immense solitude du reflet des miroirs</w:t>
      </w:r>
      <w:r w:rsidR="00462692" w:rsidRPr="00A4769E">
        <w:rPr>
          <w:szCs w:val="20"/>
        </w:rPr>
        <w:t>. « </w:t>
      </w:r>
      <w:r w:rsidRPr="001B73FA">
        <w:rPr>
          <w:szCs w:val="20"/>
        </w:rPr>
        <w:t>Alors</w:t>
      </w:r>
      <w:r w:rsidR="00462692" w:rsidRPr="00A4769E">
        <w:rPr>
          <w:szCs w:val="20"/>
        </w:rPr>
        <w:t xml:space="preserve">, </w:t>
      </w:r>
      <w:r w:rsidRPr="001B73FA">
        <w:rPr>
          <w:szCs w:val="20"/>
        </w:rPr>
        <w:t>Diablon</w:t>
      </w:r>
      <w:r w:rsidR="00462692" w:rsidRPr="00A4769E">
        <w:rPr>
          <w:szCs w:val="20"/>
        </w:rPr>
        <w:t xml:space="preserve"> », </w:t>
      </w:r>
      <w:r w:rsidRPr="001B73FA">
        <w:rPr>
          <w:szCs w:val="20"/>
        </w:rPr>
        <w:t>dit-elle</w:t>
      </w:r>
      <w:r w:rsidR="00462692" w:rsidRPr="00A4769E">
        <w:rPr>
          <w:szCs w:val="20"/>
        </w:rPr>
        <w:t xml:space="preserve">, </w:t>
      </w:r>
      <w:r w:rsidRPr="001B73FA">
        <w:rPr>
          <w:szCs w:val="20"/>
        </w:rPr>
        <w:t>et il apparut à l</w:t>
      </w:r>
      <w:r w:rsidR="00462692" w:rsidRPr="00A4769E">
        <w:rPr>
          <w:szCs w:val="20"/>
        </w:rPr>
        <w:t>’</w:t>
      </w:r>
      <w:r w:rsidRPr="001B73FA">
        <w:rPr>
          <w:szCs w:val="20"/>
        </w:rPr>
        <w:t>autre bout de l</w:t>
      </w:r>
      <w:r w:rsidR="00462692" w:rsidRPr="00A4769E">
        <w:rPr>
          <w:szCs w:val="20"/>
        </w:rPr>
        <w:t>’</w:t>
      </w:r>
      <w:r w:rsidRPr="001B73FA">
        <w:rPr>
          <w:szCs w:val="20"/>
        </w:rPr>
        <w:t>avenue de lumière</w:t>
      </w:r>
      <w:r w:rsidR="00462692" w:rsidRPr="00A4769E">
        <w:rPr>
          <w:szCs w:val="20"/>
        </w:rPr>
        <w:t xml:space="preserve">. </w:t>
      </w:r>
      <w:r w:rsidRPr="001B73FA">
        <w:rPr>
          <w:szCs w:val="20"/>
        </w:rPr>
        <w:t>Il vint brusquement vers elle</w:t>
      </w:r>
      <w:r w:rsidR="00462692" w:rsidRPr="00A4769E">
        <w:rPr>
          <w:szCs w:val="20"/>
        </w:rPr>
        <w:t xml:space="preserve">, </w:t>
      </w:r>
      <w:r w:rsidRPr="001B73FA">
        <w:rPr>
          <w:szCs w:val="20"/>
        </w:rPr>
        <w:t>comme un géant</w:t>
      </w:r>
      <w:r w:rsidR="00462692" w:rsidRPr="00A4769E">
        <w:rPr>
          <w:szCs w:val="20"/>
        </w:rPr>
        <w:t xml:space="preserve">, </w:t>
      </w:r>
      <w:r w:rsidRPr="001B73FA">
        <w:rPr>
          <w:szCs w:val="20"/>
        </w:rPr>
        <w:t>comme un navire</w:t>
      </w:r>
      <w:r w:rsidR="00462692" w:rsidRPr="00A4769E">
        <w:rPr>
          <w:szCs w:val="20"/>
        </w:rPr>
        <w:t xml:space="preserve">, </w:t>
      </w:r>
      <w:r w:rsidRPr="001B73FA">
        <w:rPr>
          <w:szCs w:val="20"/>
        </w:rPr>
        <w:t>comme le jour le plus sombre de la Passion</w:t>
      </w:r>
      <w:r w:rsidR="00462692" w:rsidRPr="00A4769E">
        <w:rPr>
          <w:szCs w:val="20"/>
        </w:rPr>
        <w:t>.</w:t>
      </w:r>
    </w:p>
    <w:p w14:paraId="5E85B306" w14:textId="05B54E47" w:rsidR="00462692" w:rsidRPr="00A4769E" w:rsidRDefault="001B73FA" w:rsidP="001B73FA">
      <w:pPr>
        <w:rPr>
          <w:szCs w:val="20"/>
        </w:rPr>
      </w:pPr>
      <w:r w:rsidRPr="001B73FA">
        <w:rPr>
          <w:szCs w:val="20"/>
        </w:rPr>
        <w:t>À l</w:t>
      </w:r>
      <w:r w:rsidR="00462692" w:rsidRPr="00A4769E">
        <w:rPr>
          <w:szCs w:val="20"/>
        </w:rPr>
        <w:t>’</w:t>
      </w:r>
      <w:r w:rsidRPr="001B73FA">
        <w:rPr>
          <w:szCs w:val="20"/>
        </w:rPr>
        <w:t>usage</w:t>
      </w:r>
      <w:r w:rsidR="00462692" w:rsidRPr="00A4769E">
        <w:rPr>
          <w:szCs w:val="20"/>
        </w:rPr>
        <w:t xml:space="preserve">, </w:t>
      </w:r>
      <w:r w:rsidRPr="001B73FA">
        <w:rPr>
          <w:szCs w:val="20"/>
        </w:rPr>
        <w:t>le fantôme se révéla aussi décevant que l</w:t>
      </w:r>
      <w:r w:rsidR="00462692" w:rsidRPr="00A4769E">
        <w:rPr>
          <w:szCs w:val="20"/>
        </w:rPr>
        <w:t>’</w:t>
      </w:r>
      <w:r w:rsidRPr="001B73FA">
        <w:rPr>
          <w:szCs w:val="20"/>
        </w:rPr>
        <w:t>homme de chair</w:t>
      </w:r>
      <w:r w:rsidR="00462692" w:rsidRPr="00A4769E">
        <w:rPr>
          <w:szCs w:val="20"/>
        </w:rPr>
        <w:t xml:space="preserve">. </w:t>
      </w:r>
      <w:r w:rsidRPr="001B73FA">
        <w:rPr>
          <w:szCs w:val="20"/>
        </w:rPr>
        <w:t>Il avait apporté avec lui tout son appareil passionnel</w:t>
      </w:r>
      <w:r w:rsidR="00462692" w:rsidRPr="00A4769E">
        <w:rPr>
          <w:szCs w:val="20"/>
        </w:rPr>
        <w:t xml:space="preserve"> ; </w:t>
      </w:r>
      <w:r w:rsidRPr="001B73FA">
        <w:rPr>
          <w:szCs w:val="20"/>
        </w:rPr>
        <w:t>il ne pouvait pas faire autrement</w:t>
      </w:r>
      <w:r w:rsidR="00462692" w:rsidRPr="00A4769E">
        <w:rPr>
          <w:szCs w:val="20"/>
        </w:rPr>
        <w:t xml:space="preserve"> ; </w:t>
      </w:r>
      <w:r w:rsidRPr="001B73FA">
        <w:rPr>
          <w:szCs w:val="20"/>
        </w:rPr>
        <w:t>son égoïsme était plus un égoïsme d</w:t>
      </w:r>
      <w:r w:rsidR="00462692" w:rsidRPr="00A4769E">
        <w:rPr>
          <w:szCs w:val="20"/>
        </w:rPr>
        <w:t>’</w:t>
      </w:r>
      <w:r w:rsidRPr="001B73FA">
        <w:rPr>
          <w:szCs w:val="20"/>
        </w:rPr>
        <w:t>esprit qu</w:t>
      </w:r>
      <w:r w:rsidR="00462692" w:rsidRPr="00A4769E">
        <w:rPr>
          <w:szCs w:val="20"/>
        </w:rPr>
        <w:t>’</w:t>
      </w:r>
      <w:r w:rsidRPr="001B73FA">
        <w:rPr>
          <w:szCs w:val="20"/>
        </w:rPr>
        <w:t>un égoïsme de chair</w:t>
      </w:r>
      <w:r w:rsidR="00462692" w:rsidRPr="00A4769E">
        <w:rPr>
          <w:szCs w:val="20"/>
        </w:rPr>
        <w:t xml:space="preserve">. </w:t>
      </w:r>
      <w:r w:rsidRPr="001B73FA">
        <w:rPr>
          <w:szCs w:val="20"/>
        </w:rPr>
        <w:t>La Marquise avait beau lui lustrer la face et le corps</w:t>
      </w:r>
      <w:r w:rsidR="00462692" w:rsidRPr="00A4769E">
        <w:rPr>
          <w:szCs w:val="20"/>
        </w:rPr>
        <w:t xml:space="preserve">, </w:t>
      </w:r>
      <w:r w:rsidRPr="001B73FA">
        <w:rPr>
          <w:szCs w:val="20"/>
        </w:rPr>
        <w:t>elle était obligée d</w:t>
      </w:r>
      <w:r w:rsidR="00462692" w:rsidRPr="00A4769E">
        <w:rPr>
          <w:szCs w:val="20"/>
        </w:rPr>
        <w:t>’</w:t>
      </w:r>
      <w:r w:rsidRPr="001B73FA">
        <w:rPr>
          <w:szCs w:val="20"/>
        </w:rPr>
        <w:t>avaler de nouveau les vieilles couleuvres</w:t>
      </w:r>
      <w:r w:rsidR="00462692" w:rsidRPr="00A4769E">
        <w:rPr>
          <w:szCs w:val="20"/>
        </w:rPr>
        <w:t xml:space="preserve">. </w:t>
      </w:r>
      <w:r w:rsidRPr="001B73FA">
        <w:rPr>
          <w:szCs w:val="20"/>
        </w:rPr>
        <w:t>Elle avait voulu avoir le temps de se souvenir</w:t>
      </w:r>
      <w:r w:rsidR="00462692" w:rsidRPr="00A4769E">
        <w:rPr>
          <w:szCs w:val="20"/>
        </w:rPr>
        <w:t xml:space="preserve"> ; </w:t>
      </w:r>
      <w:r w:rsidRPr="001B73FA">
        <w:rPr>
          <w:szCs w:val="20"/>
        </w:rPr>
        <w:t>elle l</w:t>
      </w:r>
      <w:r w:rsidR="00462692" w:rsidRPr="00A4769E">
        <w:rPr>
          <w:szCs w:val="20"/>
        </w:rPr>
        <w:t>’</w:t>
      </w:r>
      <w:r w:rsidRPr="001B73FA">
        <w:rPr>
          <w:szCs w:val="20"/>
        </w:rPr>
        <w:t>eut</w:t>
      </w:r>
      <w:r w:rsidR="00462692" w:rsidRPr="00A4769E">
        <w:rPr>
          <w:szCs w:val="20"/>
        </w:rPr>
        <w:t xml:space="preserve">, </w:t>
      </w:r>
      <w:r w:rsidRPr="001B73FA">
        <w:rPr>
          <w:szCs w:val="20"/>
        </w:rPr>
        <w:t>mais elle se souvint de tout</w:t>
      </w:r>
      <w:r w:rsidR="00462692" w:rsidRPr="00A4769E">
        <w:rPr>
          <w:szCs w:val="20"/>
        </w:rPr>
        <w:t xml:space="preserve">. </w:t>
      </w:r>
      <w:r w:rsidRPr="001B73FA">
        <w:rPr>
          <w:szCs w:val="20"/>
        </w:rPr>
        <w:t>Les duperies sur lesquelles la jeune mariée passait pour courir au plus pressé arrêtaient la vieille mariée</w:t>
      </w:r>
      <w:r w:rsidR="00462692" w:rsidRPr="00A4769E">
        <w:rPr>
          <w:szCs w:val="20"/>
        </w:rPr>
        <w:t xml:space="preserve">. </w:t>
      </w:r>
      <w:r w:rsidRPr="001B73FA">
        <w:rPr>
          <w:szCs w:val="20"/>
        </w:rPr>
        <w:t>Elle avait le temps de les prendre dans ses mains</w:t>
      </w:r>
      <w:r w:rsidR="00462692" w:rsidRPr="00A4769E">
        <w:rPr>
          <w:szCs w:val="20"/>
        </w:rPr>
        <w:t xml:space="preserve">, </w:t>
      </w:r>
      <w:r w:rsidRPr="001B73FA">
        <w:rPr>
          <w:szCs w:val="20"/>
        </w:rPr>
        <w:t>de les tourner de tous les côtés</w:t>
      </w:r>
      <w:r w:rsidR="00462692" w:rsidRPr="00A4769E">
        <w:rPr>
          <w:szCs w:val="20"/>
        </w:rPr>
        <w:t xml:space="preserve">, </w:t>
      </w:r>
      <w:r w:rsidRPr="001B73FA">
        <w:rPr>
          <w:szCs w:val="20"/>
        </w:rPr>
        <w:t>d</w:t>
      </w:r>
      <w:r w:rsidR="00462692" w:rsidRPr="00A4769E">
        <w:rPr>
          <w:szCs w:val="20"/>
        </w:rPr>
        <w:t>’</w:t>
      </w:r>
      <w:r w:rsidRPr="001B73FA">
        <w:rPr>
          <w:szCs w:val="20"/>
        </w:rPr>
        <w:t>en regarder les ressorts</w:t>
      </w:r>
      <w:r w:rsidR="00462692" w:rsidRPr="00A4769E">
        <w:rPr>
          <w:szCs w:val="20"/>
        </w:rPr>
        <w:t xml:space="preserve">, </w:t>
      </w:r>
      <w:r w:rsidRPr="001B73FA">
        <w:rPr>
          <w:szCs w:val="20"/>
        </w:rPr>
        <w:t>de se blesser à des laideurs par-dessus lesquelles jadis elle avait légèrement sauté</w:t>
      </w:r>
      <w:r w:rsidR="00462692" w:rsidRPr="00A4769E">
        <w:rPr>
          <w:szCs w:val="20"/>
        </w:rPr>
        <w:t xml:space="preserve">. </w:t>
      </w:r>
      <w:r w:rsidRPr="001B73FA">
        <w:rPr>
          <w:szCs w:val="20"/>
        </w:rPr>
        <w:t>Mais l</w:t>
      </w:r>
      <w:r w:rsidR="00462692" w:rsidRPr="00A4769E">
        <w:rPr>
          <w:szCs w:val="20"/>
        </w:rPr>
        <w:t>’</w:t>
      </w:r>
      <w:r w:rsidRPr="001B73FA">
        <w:rPr>
          <w:szCs w:val="20"/>
        </w:rPr>
        <w:t>ombre de Pierre resta malgré tout nécessaire à sa vie comme Pierre l</w:t>
      </w:r>
      <w:r w:rsidR="00462692" w:rsidRPr="00A4769E">
        <w:rPr>
          <w:szCs w:val="20"/>
        </w:rPr>
        <w:t>’</w:t>
      </w:r>
      <w:r w:rsidRPr="001B73FA">
        <w:rPr>
          <w:szCs w:val="20"/>
        </w:rPr>
        <w:t>avait été</w:t>
      </w:r>
      <w:r w:rsidR="00462692" w:rsidRPr="00A4769E">
        <w:rPr>
          <w:szCs w:val="20"/>
        </w:rPr>
        <w:t xml:space="preserve">, </w:t>
      </w:r>
      <w:r w:rsidRPr="001B73FA">
        <w:rPr>
          <w:szCs w:val="20"/>
        </w:rPr>
        <w:t>et elle pleura jusqu</w:t>
      </w:r>
      <w:r w:rsidR="00462692" w:rsidRPr="00A4769E">
        <w:rPr>
          <w:szCs w:val="20"/>
        </w:rPr>
        <w:t>’</w:t>
      </w:r>
      <w:r w:rsidRPr="001B73FA">
        <w:rPr>
          <w:szCs w:val="20"/>
        </w:rPr>
        <w:t>à ce qu</w:t>
      </w:r>
      <w:r w:rsidR="00462692" w:rsidRPr="00A4769E">
        <w:rPr>
          <w:szCs w:val="20"/>
        </w:rPr>
        <w:t>’</w:t>
      </w:r>
      <w:r w:rsidRPr="001B73FA">
        <w:rPr>
          <w:szCs w:val="20"/>
        </w:rPr>
        <w:t xml:space="preserve">elle </w:t>
      </w:r>
      <w:r w:rsidR="00A75766" w:rsidRPr="001B73FA">
        <w:rPr>
          <w:szCs w:val="20"/>
        </w:rPr>
        <w:t>compr</w:t>
      </w:r>
      <w:r w:rsidR="00A75766">
        <w:rPr>
          <w:szCs w:val="20"/>
        </w:rPr>
        <w:t>î</w:t>
      </w:r>
      <w:r w:rsidR="00A75766" w:rsidRPr="001B73FA">
        <w:rPr>
          <w:szCs w:val="20"/>
        </w:rPr>
        <w:t xml:space="preserve">t </w:t>
      </w:r>
      <w:r w:rsidRPr="001B73FA">
        <w:rPr>
          <w:szCs w:val="20"/>
        </w:rPr>
        <w:t>la vanité de l</w:t>
      </w:r>
      <w:r w:rsidR="00462692" w:rsidRPr="00A4769E">
        <w:rPr>
          <w:szCs w:val="20"/>
        </w:rPr>
        <w:t>’</w:t>
      </w:r>
      <w:r w:rsidRPr="001B73FA">
        <w:rPr>
          <w:szCs w:val="20"/>
        </w:rPr>
        <w:t>indispensable en général</w:t>
      </w:r>
      <w:r w:rsidR="00462692" w:rsidRPr="00A4769E">
        <w:rPr>
          <w:szCs w:val="20"/>
        </w:rPr>
        <w:t xml:space="preserve">. </w:t>
      </w:r>
      <w:r w:rsidRPr="001B73FA">
        <w:rPr>
          <w:szCs w:val="20"/>
        </w:rPr>
        <w:t>Au fond</w:t>
      </w:r>
      <w:r w:rsidR="00462692" w:rsidRPr="00A4769E">
        <w:rPr>
          <w:szCs w:val="20"/>
        </w:rPr>
        <w:t xml:space="preserve">, </w:t>
      </w:r>
      <w:r w:rsidRPr="001B73FA">
        <w:rPr>
          <w:szCs w:val="20"/>
        </w:rPr>
        <w:t>elle organisait son ménage</w:t>
      </w:r>
      <w:r w:rsidR="00462692" w:rsidRPr="00A4769E">
        <w:rPr>
          <w:szCs w:val="20"/>
        </w:rPr>
        <w:t xml:space="preserve">. </w:t>
      </w:r>
      <w:r w:rsidRPr="001B73FA">
        <w:rPr>
          <w:szCs w:val="20"/>
        </w:rPr>
        <w:t>Un jour arriva où les blessures les plus cruelles étaient devenues pot-au-feu</w:t>
      </w:r>
      <w:r w:rsidR="00462692" w:rsidRPr="00A4769E">
        <w:rPr>
          <w:szCs w:val="20"/>
        </w:rPr>
        <w:t>.</w:t>
      </w:r>
    </w:p>
    <w:p w14:paraId="4A31DCC7" w14:textId="77777777" w:rsidR="00462692" w:rsidRPr="00A4769E" w:rsidRDefault="001B73FA" w:rsidP="001B73FA">
      <w:pPr>
        <w:rPr>
          <w:szCs w:val="20"/>
        </w:rPr>
      </w:pPr>
      <w:r w:rsidRPr="001B73FA">
        <w:rPr>
          <w:szCs w:val="20"/>
        </w:rPr>
        <w:t>Dans les grands salons d</w:t>
      </w:r>
      <w:r w:rsidR="00462692" w:rsidRPr="00A4769E">
        <w:rPr>
          <w:szCs w:val="20"/>
        </w:rPr>
        <w:t>’</w:t>
      </w:r>
      <w:r w:rsidRPr="001B73FA">
        <w:rPr>
          <w:szCs w:val="20"/>
        </w:rPr>
        <w:t>apparat dont elle ne referma jamais plus les portes intérieures</w:t>
      </w:r>
      <w:r w:rsidR="00462692" w:rsidRPr="00A4769E">
        <w:rPr>
          <w:szCs w:val="20"/>
        </w:rPr>
        <w:t xml:space="preserve">, </w:t>
      </w:r>
      <w:r w:rsidRPr="001B73FA">
        <w:rPr>
          <w:szCs w:val="20"/>
        </w:rPr>
        <w:t>et qu</w:t>
      </w:r>
      <w:r w:rsidR="00462692" w:rsidRPr="00A4769E">
        <w:rPr>
          <w:szCs w:val="20"/>
        </w:rPr>
        <w:t>’</w:t>
      </w:r>
      <w:r w:rsidRPr="001B73FA">
        <w:rPr>
          <w:szCs w:val="20"/>
        </w:rPr>
        <w:t>elle continuait à illuminer tous les soirs</w:t>
      </w:r>
      <w:r w:rsidR="00462692" w:rsidRPr="00A4769E">
        <w:rPr>
          <w:szCs w:val="20"/>
        </w:rPr>
        <w:t xml:space="preserve"> (</w:t>
      </w:r>
      <w:r w:rsidRPr="001B73FA">
        <w:rPr>
          <w:szCs w:val="20"/>
        </w:rPr>
        <w:t>mais maintenant elle faisait paisiblement allumer les bougies par les servantes</w:t>
      </w:r>
      <w:r w:rsidR="00462692" w:rsidRPr="00A4769E">
        <w:rPr>
          <w:szCs w:val="20"/>
        </w:rPr>
        <w:t xml:space="preserve">), </w:t>
      </w:r>
      <w:r w:rsidRPr="001B73FA">
        <w:rPr>
          <w:szCs w:val="20"/>
        </w:rPr>
        <w:t>elle fit installer la boîte d</w:t>
      </w:r>
      <w:r w:rsidR="00462692" w:rsidRPr="00A4769E">
        <w:rPr>
          <w:szCs w:val="20"/>
        </w:rPr>
        <w:t>’</w:t>
      </w:r>
      <w:r w:rsidRPr="001B73FA">
        <w:rPr>
          <w:szCs w:val="20"/>
        </w:rPr>
        <w:t>une chaise à porteurs pour avoir plus chaud</w:t>
      </w:r>
      <w:r w:rsidR="00462692" w:rsidRPr="00A4769E">
        <w:rPr>
          <w:szCs w:val="20"/>
        </w:rPr>
        <w:t xml:space="preserve">. </w:t>
      </w:r>
      <w:r w:rsidRPr="001B73FA">
        <w:rPr>
          <w:szCs w:val="20"/>
        </w:rPr>
        <w:t>Il était impossible de chauffer ces grands espaces</w:t>
      </w:r>
      <w:r w:rsidR="00462692" w:rsidRPr="00A4769E">
        <w:rPr>
          <w:szCs w:val="20"/>
        </w:rPr>
        <w:t xml:space="preserve"> : </w:t>
      </w:r>
      <w:r w:rsidRPr="001B73FA">
        <w:rPr>
          <w:szCs w:val="20"/>
        </w:rPr>
        <w:t>les mâts de toute la flotte de Toulon n</w:t>
      </w:r>
      <w:r w:rsidR="00462692" w:rsidRPr="00A4769E">
        <w:rPr>
          <w:szCs w:val="20"/>
        </w:rPr>
        <w:t>’</w:t>
      </w:r>
      <w:r w:rsidRPr="001B73FA">
        <w:rPr>
          <w:szCs w:val="20"/>
        </w:rPr>
        <w:t>y auraient pas suffi</w:t>
      </w:r>
      <w:r w:rsidR="00462692" w:rsidRPr="00A4769E">
        <w:rPr>
          <w:szCs w:val="20"/>
        </w:rPr>
        <w:t xml:space="preserve">. </w:t>
      </w:r>
      <w:r w:rsidRPr="001B73FA">
        <w:rPr>
          <w:szCs w:val="20"/>
        </w:rPr>
        <w:t>Là</w:t>
      </w:r>
      <w:r w:rsidR="00462692" w:rsidRPr="00A4769E">
        <w:rPr>
          <w:szCs w:val="20"/>
        </w:rPr>
        <w:t xml:space="preserve">, </w:t>
      </w:r>
      <w:r w:rsidRPr="001B73FA">
        <w:rPr>
          <w:szCs w:val="20"/>
        </w:rPr>
        <w:t>dans la boîte où elle installait ses jupes</w:t>
      </w:r>
      <w:r w:rsidR="00462692" w:rsidRPr="00A4769E">
        <w:rPr>
          <w:szCs w:val="20"/>
        </w:rPr>
        <w:t xml:space="preserve">, </w:t>
      </w:r>
      <w:r w:rsidRPr="001B73FA">
        <w:rPr>
          <w:szCs w:val="20"/>
        </w:rPr>
        <w:t>son gros corps</w:t>
      </w:r>
      <w:r w:rsidR="00462692" w:rsidRPr="00A4769E">
        <w:rPr>
          <w:szCs w:val="20"/>
        </w:rPr>
        <w:t xml:space="preserve">, </w:t>
      </w:r>
      <w:r w:rsidRPr="001B73FA">
        <w:rPr>
          <w:szCs w:val="20"/>
        </w:rPr>
        <w:t>ses châles</w:t>
      </w:r>
      <w:r w:rsidR="00462692" w:rsidRPr="00A4769E">
        <w:rPr>
          <w:szCs w:val="20"/>
        </w:rPr>
        <w:t xml:space="preserve">, </w:t>
      </w:r>
      <w:r w:rsidRPr="001B73FA">
        <w:rPr>
          <w:szCs w:val="20"/>
        </w:rPr>
        <w:t>au bout d</w:t>
      </w:r>
      <w:r w:rsidR="00462692" w:rsidRPr="00A4769E">
        <w:rPr>
          <w:szCs w:val="20"/>
        </w:rPr>
        <w:t>’</w:t>
      </w:r>
      <w:r w:rsidRPr="001B73FA">
        <w:rPr>
          <w:szCs w:val="20"/>
        </w:rPr>
        <w:t>un très petit moment elle avait sa propre chaleur</w:t>
      </w:r>
      <w:r w:rsidR="00462692" w:rsidRPr="00A4769E">
        <w:rPr>
          <w:szCs w:val="20"/>
        </w:rPr>
        <w:t xml:space="preserve">, </w:t>
      </w:r>
      <w:r w:rsidRPr="001B73FA">
        <w:rPr>
          <w:szCs w:val="20"/>
        </w:rPr>
        <w:lastRenderedPageBreak/>
        <w:t>une tiédeur douillette</w:t>
      </w:r>
      <w:r w:rsidR="00462692" w:rsidRPr="00A4769E">
        <w:rPr>
          <w:szCs w:val="20"/>
        </w:rPr>
        <w:t xml:space="preserve"> ; </w:t>
      </w:r>
      <w:r w:rsidRPr="001B73FA">
        <w:rPr>
          <w:szCs w:val="20"/>
        </w:rPr>
        <w:t>parfois elle s</w:t>
      </w:r>
      <w:r w:rsidR="00462692" w:rsidRPr="00A4769E">
        <w:rPr>
          <w:szCs w:val="20"/>
        </w:rPr>
        <w:t>’</w:t>
      </w:r>
      <w:r w:rsidRPr="001B73FA">
        <w:rPr>
          <w:szCs w:val="20"/>
        </w:rPr>
        <w:t>y endormait</w:t>
      </w:r>
      <w:r w:rsidR="00462692" w:rsidRPr="00A4769E">
        <w:rPr>
          <w:szCs w:val="20"/>
        </w:rPr>
        <w:t xml:space="preserve">. </w:t>
      </w:r>
      <w:r w:rsidRPr="001B73FA">
        <w:rPr>
          <w:szCs w:val="20"/>
        </w:rPr>
        <w:t>Elle avait appris que les blessures d</w:t>
      </w:r>
      <w:r w:rsidR="00462692" w:rsidRPr="00A4769E">
        <w:rPr>
          <w:szCs w:val="20"/>
        </w:rPr>
        <w:t>’</w:t>
      </w:r>
      <w:r w:rsidRPr="001B73FA">
        <w:rPr>
          <w:szCs w:val="20"/>
        </w:rPr>
        <w:t>amour-propre et même d</w:t>
      </w:r>
      <w:r w:rsidR="00462692" w:rsidRPr="00A4769E">
        <w:rPr>
          <w:szCs w:val="20"/>
        </w:rPr>
        <w:t>’</w:t>
      </w:r>
      <w:r w:rsidRPr="001B73FA">
        <w:rPr>
          <w:szCs w:val="20"/>
        </w:rPr>
        <w:t>amour ne sont vraiment cruelles que dans un corps glacé</w:t>
      </w:r>
      <w:r w:rsidR="00462692" w:rsidRPr="00A4769E">
        <w:rPr>
          <w:szCs w:val="20"/>
        </w:rPr>
        <w:t xml:space="preserve">. </w:t>
      </w:r>
      <w:r w:rsidRPr="001B73FA">
        <w:rPr>
          <w:szCs w:val="20"/>
        </w:rPr>
        <w:t>C</w:t>
      </w:r>
      <w:r w:rsidR="00462692" w:rsidRPr="00A4769E">
        <w:rPr>
          <w:szCs w:val="20"/>
        </w:rPr>
        <w:t>’</w:t>
      </w:r>
      <w:r w:rsidRPr="001B73FA">
        <w:rPr>
          <w:szCs w:val="20"/>
        </w:rPr>
        <w:t>était son début de la connaissance du monde</w:t>
      </w:r>
      <w:r w:rsidR="00462692" w:rsidRPr="00A4769E">
        <w:rPr>
          <w:szCs w:val="20"/>
        </w:rPr>
        <w:t>.</w:t>
      </w:r>
    </w:p>
    <w:p w14:paraId="75EF9668" w14:textId="77777777" w:rsidR="001B73FA" w:rsidRPr="001B73FA" w:rsidRDefault="001B73FA" w:rsidP="001B73FA">
      <w:pPr>
        <w:rPr>
          <w:szCs w:val="20"/>
        </w:rPr>
      </w:pPr>
      <w:r w:rsidRPr="001B73FA">
        <w:rPr>
          <w:szCs w:val="20"/>
        </w:rPr>
        <w:t>Elle eut encore un petit accès de fièvre pendant l</w:t>
      </w:r>
      <w:r w:rsidR="00462692" w:rsidRPr="00A4769E">
        <w:rPr>
          <w:szCs w:val="20"/>
        </w:rPr>
        <w:t>’</w:t>
      </w:r>
      <w:r w:rsidRPr="001B73FA">
        <w:rPr>
          <w:szCs w:val="20"/>
        </w:rPr>
        <w:t>épopée napoléonienne</w:t>
      </w:r>
      <w:r w:rsidR="00462692" w:rsidRPr="00A4769E">
        <w:rPr>
          <w:szCs w:val="20"/>
        </w:rPr>
        <w:t xml:space="preserve">. </w:t>
      </w:r>
      <w:r w:rsidRPr="001B73FA">
        <w:rPr>
          <w:szCs w:val="20"/>
        </w:rPr>
        <w:t>Plus naturellement passionnée que naturellement aristocrate</w:t>
      </w:r>
      <w:r w:rsidR="00462692" w:rsidRPr="00A4769E">
        <w:rPr>
          <w:szCs w:val="20"/>
        </w:rPr>
        <w:t xml:space="preserve">, </w:t>
      </w:r>
      <w:r w:rsidRPr="001B73FA">
        <w:rPr>
          <w:szCs w:val="20"/>
        </w:rPr>
        <w:t>elle admira l</w:t>
      </w:r>
      <w:r w:rsidR="00462692" w:rsidRPr="00A4769E">
        <w:rPr>
          <w:szCs w:val="20"/>
        </w:rPr>
        <w:t>’</w:t>
      </w:r>
      <w:r w:rsidRPr="001B73FA">
        <w:rPr>
          <w:szCs w:val="20"/>
        </w:rPr>
        <w:t>usurpateur</w:t>
      </w:r>
      <w:r w:rsidR="00462692" w:rsidRPr="00A4769E">
        <w:rPr>
          <w:szCs w:val="20"/>
        </w:rPr>
        <w:t>. « </w:t>
      </w:r>
      <w:r w:rsidRPr="001B73FA">
        <w:rPr>
          <w:szCs w:val="20"/>
        </w:rPr>
        <w:t>Hé</w:t>
      </w:r>
      <w:r w:rsidR="00462692" w:rsidRPr="00A4769E">
        <w:rPr>
          <w:szCs w:val="20"/>
        </w:rPr>
        <w:t xml:space="preserve">, </w:t>
      </w:r>
      <w:r w:rsidRPr="001B73FA">
        <w:rPr>
          <w:szCs w:val="20"/>
        </w:rPr>
        <w:t>disait-elle</w:t>
      </w:r>
      <w:r w:rsidR="00462692" w:rsidRPr="00A4769E">
        <w:rPr>
          <w:szCs w:val="20"/>
        </w:rPr>
        <w:t xml:space="preserve">, </w:t>
      </w:r>
      <w:r w:rsidRPr="001B73FA">
        <w:rPr>
          <w:szCs w:val="20"/>
        </w:rPr>
        <w:t>vous auriez voulu qu</w:t>
      </w:r>
      <w:r w:rsidR="00462692" w:rsidRPr="00A4769E">
        <w:rPr>
          <w:szCs w:val="20"/>
        </w:rPr>
        <w:t>’</w:t>
      </w:r>
      <w:r w:rsidRPr="001B73FA">
        <w:rPr>
          <w:szCs w:val="20"/>
        </w:rPr>
        <w:t>il soit dupe</w:t>
      </w:r>
      <w:r w:rsidR="00462692" w:rsidRPr="00A4769E">
        <w:rPr>
          <w:szCs w:val="20"/>
        </w:rPr>
        <w:t> ? »</w:t>
      </w:r>
      <w:r w:rsidRPr="001B73FA">
        <w:rPr>
          <w:szCs w:val="20"/>
        </w:rPr>
        <w:t xml:space="preserve"> Les champs de bataille délivraient chaque jour tant d</w:t>
      </w:r>
      <w:r w:rsidR="00462692" w:rsidRPr="00A4769E">
        <w:rPr>
          <w:szCs w:val="20"/>
        </w:rPr>
        <w:t>’</w:t>
      </w:r>
      <w:r w:rsidRPr="001B73FA">
        <w:rPr>
          <w:szCs w:val="20"/>
        </w:rPr>
        <w:t>âmes de jeunes hommes qu</w:t>
      </w:r>
      <w:r w:rsidR="00462692" w:rsidRPr="00A4769E">
        <w:rPr>
          <w:szCs w:val="20"/>
        </w:rPr>
        <w:t>’</w:t>
      </w:r>
      <w:r w:rsidRPr="001B73FA">
        <w:rPr>
          <w:szCs w:val="20"/>
        </w:rPr>
        <w:t>un esprit de jeunesse fumait sur toute l</w:t>
      </w:r>
      <w:r w:rsidR="00462692" w:rsidRPr="00A4769E">
        <w:rPr>
          <w:szCs w:val="20"/>
        </w:rPr>
        <w:t>’</w:t>
      </w:r>
      <w:r w:rsidRPr="001B73FA">
        <w:rPr>
          <w:szCs w:val="20"/>
        </w:rPr>
        <w:t>Europe comme la poussière fume sur les champs où l</w:t>
      </w:r>
      <w:r w:rsidR="00462692" w:rsidRPr="00A4769E">
        <w:rPr>
          <w:szCs w:val="20"/>
        </w:rPr>
        <w:t>’</w:t>
      </w:r>
      <w:r w:rsidRPr="001B73FA">
        <w:rPr>
          <w:szCs w:val="20"/>
        </w:rPr>
        <w:t>on broie la craie</w:t>
      </w:r>
      <w:r w:rsidR="00462692" w:rsidRPr="00A4769E">
        <w:rPr>
          <w:szCs w:val="20"/>
        </w:rPr>
        <w:t xml:space="preserve">. </w:t>
      </w:r>
      <w:r w:rsidRPr="001B73FA">
        <w:rPr>
          <w:szCs w:val="20"/>
        </w:rPr>
        <w:t>Elle s</w:t>
      </w:r>
      <w:r w:rsidR="00462692" w:rsidRPr="00A4769E">
        <w:rPr>
          <w:szCs w:val="20"/>
        </w:rPr>
        <w:t>’</w:t>
      </w:r>
      <w:r w:rsidRPr="001B73FA">
        <w:rPr>
          <w:szCs w:val="20"/>
        </w:rPr>
        <w:t>inventa un fils</w:t>
      </w:r>
      <w:r w:rsidR="00462692" w:rsidRPr="00A4769E">
        <w:rPr>
          <w:szCs w:val="20"/>
        </w:rPr>
        <w:t xml:space="preserve">. </w:t>
      </w:r>
      <w:r w:rsidRPr="001B73FA">
        <w:rPr>
          <w:szCs w:val="20"/>
        </w:rPr>
        <w:t>Elle se dit</w:t>
      </w:r>
      <w:r w:rsidR="00462692" w:rsidRPr="00A4769E">
        <w:rPr>
          <w:szCs w:val="20"/>
        </w:rPr>
        <w:t> : « </w:t>
      </w:r>
      <w:r w:rsidRPr="001B73FA">
        <w:rPr>
          <w:szCs w:val="20"/>
        </w:rPr>
        <w:t>Il lui ressemble</w:t>
      </w:r>
      <w:r w:rsidR="00462692" w:rsidRPr="00A4769E">
        <w:rPr>
          <w:szCs w:val="20"/>
        </w:rPr>
        <w:t xml:space="preserve">. </w:t>
      </w:r>
      <w:r w:rsidRPr="001B73FA">
        <w:rPr>
          <w:szCs w:val="20"/>
        </w:rPr>
        <w:t>Qu</w:t>
      </w:r>
      <w:r w:rsidR="00462692" w:rsidRPr="00A4769E">
        <w:rPr>
          <w:szCs w:val="20"/>
        </w:rPr>
        <w:t>’</w:t>
      </w:r>
      <w:r w:rsidRPr="001B73FA">
        <w:rPr>
          <w:szCs w:val="20"/>
        </w:rPr>
        <w:t>il est beau</w:t>
      </w:r>
      <w:r w:rsidR="00462692" w:rsidRPr="00A4769E">
        <w:rPr>
          <w:szCs w:val="20"/>
        </w:rPr>
        <w:t xml:space="preserve"> ! </w:t>
      </w:r>
      <w:r w:rsidRPr="001B73FA">
        <w:rPr>
          <w:szCs w:val="20"/>
        </w:rPr>
        <w:t>Ah</w:t>
      </w:r>
      <w:r w:rsidR="00462692" w:rsidRPr="00A4769E">
        <w:rPr>
          <w:szCs w:val="20"/>
        </w:rPr>
        <w:t xml:space="preserve"> ! </w:t>
      </w:r>
      <w:r w:rsidRPr="001B73FA">
        <w:rPr>
          <w:szCs w:val="20"/>
        </w:rPr>
        <w:t>quel bandit</w:t>
      </w:r>
      <w:r w:rsidR="00462692" w:rsidRPr="00A4769E">
        <w:rPr>
          <w:szCs w:val="20"/>
        </w:rPr>
        <w:t> ! »</w:t>
      </w:r>
      <w:r w:rsidRPr="001B73FA">
        <w:rPr>
          <w:szCs w:val="20"/>
        </w:rPr>
        <w:t xml:space="preserve"> Elle le fit grandir rapidement comme on fouette une toupie</w:t>
      </w:r>
      <w:r w:rsidR="00462692" w:rsidRPr="00A4769E">
        <w:rPr>
          <w:szCs w:val="20"/>
        </w:rPr>
        <w:t xml:space="preserve"> ; </w:t>
      </w:r>
      <w:r w:rsidRPr="001B73FA">
        <w:rPr>
          <w:szCs w:val="20"/>
        </w:rPr>
        <w:t>quelques mois après</w:t>
      </w:r>
      <w:r w:rsidR="00462692" w:rsidRPr="00A4769E">
        <w:rPr>
          <w:szCs w:val="20"/>
        </w:rPr>
        <w:t xml:space="preserve">, </w:t>
      </w:r>
      <w:r w:rsidRPr="001B73FA">
        <w:rPr>
          <w:szCs w:val="20"/>
        </w:rPr>
        <w:t>il eut vingt ans</w:t>
      </w:r>
      <w:r w:rsidR="00462692" w:rsidRPr="00A4769E">
        <w:rPr>
          <w:szCs w:val="20"/>
        </w:rPr>
        <w:t xml:space="preserve">, </w:t>
      </w:r>
      <w:r w:rsidRPr="001B73FA">
        <w:rPr>
          <w:szCs w:val="20"/>
        </w:rPr>
        <w:t>elle l</w:t>
      </w:r>
      <w:r w:rsidR="00462692" w:rsidRPr="00A4769E">
        <w:rPr>
          <w:szCs w:val="20"/>
        </w:rPr>
        <w:t>’</w:t>
      </w:r>
      <w:r w:rsidRPr="001B73FA">
        <w:rPr>
          <w:szCs w:val="20"/>
        </w:rPr>
        <w:t>équipa et l</w:t>
      </w:r>
      <w:r w:rsidR="00462692" w:rsidRPr="00A4769E">
        <w:rPr>
          <w:szCs w:val="20"/>
        </w:rPr>
        <w:t>’</w:t>
      </w:r>
      <w:r w:rsidRPr="001B73FA">
        <w:rPr>
          <w:szCs w:val="20"/>
        </w:rPr>
        <w:t>envoya à la suite de l</w:t>
      </w:r>
      <w:r w:rsidR="00462692" w:rsidRPr="00A4769E">
        <w:rPr>
          <w:szCs w:val="20"/>
        </w:rPr>
        <w:t>’</w:t>
      </w:r>
      <w:r w:rsidRPr="001B73FA">
        <w:rPr>
          <w:szCs w:val="20"/>
        </w:rPr>
        <w:t>Empereur</w:t>
      </w:r>
      <w:r w:rsidR="00462692" w:rsidRPr="00A4769E">
        <w:rPr>
          <w:szCs w:val="20"/>
        </w:rPr>
        <w:t xml:space="preserve">. </w:t>
      </w:r>
      <w:r w:rsidRPr="001B73FA">
        <w:rPr>
          <w:szCs w:val="20"/>
        </w:rPr>
        <w:t>Mais</w:t>
      </w:r>
      <w:r w:rsidR="00462692" w:rsidRPr="00A4769E">
        <w:rPr>
          <w:szCs w:val="20"/>
        </w:rPr>
        <w:t xml:space="preserve">, </w:t>
      </w:r>
      <w:r w:rsidRPr="001B73FA">
        <w:rPr>
          <w:szCs w:val="20"/>
        </w:rPr>
        <w:t>le soir d</w:t>
      </w:r>
      <w:r w:rsidR="00462692" w:rsidRPr="00A4769E">
        <w:rPr>
          <w:szCs w:val="20"/>
        </w:rPr>
        <w:t>’</w:t>
      </w:r>
      <w:r w:rsidRPr="001B73FA">
        <w:rPr>
          <w:szCs w:val="20"/>
        </w:rPr>
        <w:t>Austerlitz</w:t>
      </w:r>
      <w:r w:rsidR="00462692" w:rsidRPr="00A4769E">
        <w:rPr>
          <w:szCs w:val="20"/>
        </w:rPr>
        <w:t xml:space="preserve">, </w:t>
      </w:r>
      <w:r w:rsidRPr="001B73FA">
        <w:rPr>
          <w:szCs w:val="20"/>
        </w:rPr>
        <w:t>elle le tua</w:t>
      </w:r>
      <w:r w:rsidR="00462692" w:rsidRPr="00A4769E">
        <w:rPr>
          <w:szCs w:val="20"/>
        </w:rPr>
        <w:t>. « </w:t>
      </w:r>
      <w:r w:rsidRPr="001B73FA">
        <w:rPr>
          <w:szCs w:val="20"/>
        </w:rPr>
        <w:t>Ceux qu</w:t>
      </w:r>
      <w:r w:rsidR="00462692" w:rsidRPr="00A4769E">
        <w:rPr>
          <w:szCs w:val="20"/>
        </w:rPr>
        <w:t>’</w:t>
      </w:r>
      <w:r w:rsidRPr="001B73FA">
        <w:rPr>
          <w:szCs w:val="20"/>
        </w:rPr>
        <w:t>on aime</w:t>
      </w:r>
      <w:r w:rsidR="00462692" w:rsidRPr="00A4769E">
        <w:rPr>
          <w:szCs w:val="20"/>
        </w:rPr>
        <w:t xml:space="preserve">, </w:t>
      </w:r>
      <w:r w:rsidRPr="001B73FA">
        <w:rPr>
          <w:szCs w:val="20"/>
        </w:rPr>
        <w:t>dit-elle</w:t>
      </w:r>
      <w:r w:rsidR="00462692" w:rsidRPr="00A4769E">
        <w:rPr>
          <w:szCs w:val="20"/>
        </w:rPr>
        <w:t xml:space="preserve">, </w:t>
      </w:r>
      <w:r w:rsidRPr="001B73FA">
        <w:rPr>
          <w:szCs w:val="20"/>
        </w:rPr>
        <w:t>doivent mourir en pleine gloire</w:t>
      </w:r>
      <w:r w:rsidR="00462692" w:rsidRPr="00A4769E">
        <w:rPr>
          <w:szCs w:val="20"/>
        </w:rPr>
        <w:t>.</w:t>
      </w:r>
      <w:r w:rsidR="00462692" w:rsidRPr="00A4769E">
        <w:rPr>
          <w:szCs w:val="20"/>
        </w:rPr>
        <w:t> »</w:t>
      </w:r>
    </w:p>
    <w:p w14:paraId="036A0500" w14:textId="77777777" w:rsidR="00462692" w:rsidRPr="00A4769E" w:rsidRDefault="001B73FA" w:rsidP="001B73FA">
      <w:pPr>
        <w:rPr>
          <w:szCs w:val="20"/>
        </w:rPr>
      </w:pPr>
      <w:r w:rsidRPr="001B73FA">
        <w:rPr>
          <w:szCs w:val="20"/>
        </w:rPr>
        <w:t>Elle avait quarante ans</w:t>
      </w:r>
      <w:r w:rsidR="00462692" w:rsidRPr="00A4769E">
        <w:rPr>
          <w:szCs w:val="20"/>
        </w:rPr>
        <w:t xml:space="preserve">. </w:t>
      </w:r>
      <w:r w:rsidRPr="001B73FA">
        <w:rPr>
          <w:szCs w:val="20"/>
        </w:rPr>
        <w:t>Elle s</w:t>
      </w:r>
      <w:r w:rsidR="00462692" w:rsidRPr="00A4769E">
        <w:rPr>
          <w:szCs w:val="20"/>
        </w:rPr>
        <w:t>’</w:t>
      </w:r>
      <w:r w:rsidRPr="001B73FA">
        <w:rPr>
          <w:szCs w:val="20"/>
        </w:rPr>
        <w:t>occupa de son ménage</w:t>
      </w:r>
      <w:r w:rsidR="00462692" w:rsidRPr="00A4769E">
        <w:rPr>
          <w:szCs w:val="20"/>
        </w:rPr>
        <w:t xml:space="preserve">. </w:t>
      </w:r>
      <w:r w:rsidRPr="001B73FA">
        <w:rPr>
          <w:szCs w:val="20"/>
        </w:rPr>
        <w:t>Elle devint gourmande</w:t>
      </w:r>
      <w:r w:rsidR="00462692" w:rsidRPr="00A4769E">
        <w:rPr>
          <w:szCs w:val="20"/>
        </w:rPr>
        <w:t xml:space="preserve">, </w:t>
      </w:r>
      <w:r w:rsidRPr="001B73FA">
        <w:rPr>
          <w:szCs w:val="20"/>
        </w:rPr>
        <w:t>un peu égoïste</w:t>
      </w:r>
      <w:r w:rsidR="00462692" w:rsidRPr="00A4769E">
        <w:rPr>
          <w:szCs w:val="20"/>
        </w:rPr>
        <w:t xml:space="preserve">. </w:t>
      </w:r>
      <w:r w:rsidRPr="001B73FA">
        <w:rPr>
          <w:szCs w:val="20"/>
        </w:rPr>
        <w:t>Elle eut un double menton</w:t>
      </w:r>
      <w:r w:rsidR="00462692" w:rsidRPr="00A4769E">
        <w:rPr>
          <w:szCs w:val="20"/>
        </w:rPr>
        <w:t xml:space="preserve">, </w:t>
      </w:r>
      <w:r w:rsidRPr="001B73FA">
        <w:rPr>
          <w:szCs w:val="20"/>
        </w:rPr>
        <w:t>puis</w:t>
      </w:r>
      <w:r w:rsidR="00462692" w:rsidRPr="00A4769E">
        <w:rPr>
          <w:szCs w:val="20"/>
        </w:rPr>
        <w:t xml:space="preserve">, </w:t>
      </w:r>
      <w:r w:rsidRPr="001B73FA">
        <w:rPr>
          <w:szCs w:val="20"/>
        </w:rPr>
        <w:t>en dessous</w:t>
      </w:r>
      <w:r w:rsidR="00462692" w:rsidRPr="00A4769E">
        <w:rPr>
          <w:szCs w:val="20"/>
        </w:rPr>
        <w:t xml:space="preserve">, </w:t>
      </w:r>
      <w:r w:rsidRPr="001B73FA">
        <w:rPr>
          <w:szCs w:val="20"/>
        </w:rPr>
        <w:t>une bajoue</w:t>
      </w:r>
      <w:r w:rsidR="00462692" w:rsidRPr="00A4769E">
        <w:rPr>
          <w:szCs w:val="20"/>
        </w:rPr>
        <w:t xml:space="preserve">. </w:t>
      </w:r>
      <w:r w:rsidRPr="001B73FA">
        <w:rPr>
          <w:szCs w:val="20"/>
        </w:rPr>
        <w:t>Elle regarda désormais son fantôme avec un face-à-main</w:t>
      </w:r>
      <w:r w:rsidR="00462692" w:rsidRPr="00A4769E">
        <w:rPr>
          <w:szCs w:val="20"/>
        </w:rPr>
        <w:t xml:space="preserve">. </w:t>
      </w:r>
      <w:r w:rsidRPr="001B73FA">
        <w:rPr>
          <w:szCs w:val="20"/>
        </w:rPr>
        <w:t>Elle fréquenta un peu les environs</w:t>
      </w:r>
      <w:r w:rsidR="00462692" w:rsidRPr="00A4769E">
        <w:rPr>
          <w:szCs w:val="20"/>
        </w:rPr>
        <w:t xml:space="preserve">, </w:t>
      </w:r>
      <w:r w:rsidRPr="001B73FA">
        <w:rPr>
          <w:szCs w:val="20"/>
        </w:rPr>
        <w:t>puis la société</w:t>
      </w:r>
      <w:r w:rsidR="00462692" w:rsidRPr="00A4769E">
        <w:rPr>
          <w:szCs w:val="20"/>
        </w:rPr>
        <w:t xml:space="preserve">. </w:t>
      </w:r>
      <w:r w:rsidRPr="001B73FA">
        <w:rPr>
          <w:szCs w:val="20"/>
        </w:rPr>
        <w:t>La société de Gap</w:t>
      </w:r>
      <w:r w:rsidR="00462692" w:rsidRPr="00A4769E">
        <w:rPr>
          <w:szCs w:val="20"/>
        </w:rPr>
        <w:t xml:space="preserve">. </w:t>
      </w:r>
      <w:r w:rsidRPr="001B73FA">
        <w:rPr>
          <w:szCs w:val="20"/>
        </w:rPr>
        <w:t>Elle arrondit son allure</w:t>
      </w:r>
      <w:r w:rsidR="00462692" w:rsidRPr="00A4769E">
        <w:rPr>
          <w:szCs w:val="20"/>
        </w:rPr>
        <w:t xml:space="preserve">, </w:t>
      </w:r>
      <w:r w:rsidRPr="001B73FA">
        <w:rPr>
          <w:szCs w:val="20"/>
        </w:rPr>
        <w:t>dressa les reins</w:t>
      </w:r>
      <w:r w:rsidR="00462692" w:rsidRPr="00A4769E">
        <w:rPr>
          <w:szCs w:val="20"/>
        </w:rPr>
        <w:t xml:space="preserve">, </w:t>
      </w:r>
      <w:r w:rsidRPr="001B73FA">
        <w:rPr>
          <w:szCs w:val="20"/>
        </w:rPr>
        <w:t>prit instantanément l</w:t>
      </w:r>
      <w:r w:rsidR="00462692" w:rsidRPr="00A4769E">
        <w:rPr>
          <w:szCs w:val="20"/>
        </w:rPr>
        <w:t>’</w:t>
      </w:r>
      <w:r w:rsidRPr="001B73FA">
        <w:rPr>
          <w:szCs w:val="20"/>
        </w:rPr>
        <w:t>abattage qu</w:t>
      </w:r>
      <w:r w:rsidR="00462692" w:rsidRPr="00A4769E">
        <w:rPr>
          <w:szCs w:val="20"/>
        </w:rPr>
        <w:t>’</w:t>
      </w:r>
      <w:r w:rsidRPr="001B73FA">
        <w:rPr>
          <w:szCs w:val="20"/>
        </w:rPr>
        <w:t>il fallait pour défendre dans le monde sa liberté et ses aises</w:t>
      </w:r>
      <w:r w:rsidR="00462692" w:rsidRPr="00A4769E">
        <w:rPr>
          <w:szCs w:val="20"/>
        </w:rPr>
        <w:t xml:space="preserve">. </w:t>
      </w:r>
      <w:r w:rsidRPr="001B73FA">
        <w:rPr>
          <w:szCs w:val="20"/>
        </w:rPr>
        <w:t>Elle devint un peu méchante</w:t>
      </w:r>
      <w:r w:rsidR="00462692" w:rsidRPr="00A4769E">
        <w:rPr>
          <w:szCs w:val="20"/>
        </w:rPr>
        <w:t xml:space="preserve">, </w:t>
      </w:r>
      <w:r w:rsidRPr="001B73FA">
        <w:rPr>
          <w:szCs w:val="20"/>
        </w:rPr>
        <w:t>mais si juste qu</w:t>
      </w:r>
      <w:r w:rsidR="00462692" w:rsidRPr="00A4769E">
        <w:rPr>
          <w:szCs w:val="20"/>
        </w:rPr>
        <w:t>’</w:t>
      </w:r>
      <w:r w:rsidRPr="001B73FA">
        <w:rPr>
          <w:szCs w:val="20"/>
        </w:rPr>
        <w:t>elle ne s</w:t>
      </w:r>
      <w:r w:rsidR="00462692" w:rsidRPr="00A4769E">
        <w:rPr>
          <w:szCs w:val="20"/>
        </w:rPr>
        <w:t>’</w:t>
      </w:r>
      <w:r w:rsidRPr="001B73FA">
        <w:rPr>
          <w:szCs w:val="20"/>
        </w:rPr>
        <w:t>épargnait pas elle-même et que certains soirs elle avait à peine le temps de rentrer et de s</w:t>
      </w:r>
      <w:r w:rsidR="00462692" w:rsidRPr="00A4769E">
        <w:rPr>
          <w:szCs w:val="20"/>
        </w:rPr>
        <w:t>’</w:t>
      </w:r>
      <w:r w:rsidRPr="001B73FA">
        <w:rPr>
          <w:szCs w:val="20"/>
        </w:rPr>
        <w:t>abattre en sanglots entre les bras de son ombre</w:t>
      </w:r>
      <w:r w:rsidR="00462692" w:rsidRPr="00A4769E">
        <w:rPr>
          <w:szCs w:val="20"/>
        </w:rPr>
        <w:t>.</w:t>
      </w:r>
    </w:p>
    <w:p w14:paraId="154E9629" w14:textId="77777777" w:rsidR="001B73FA" w:rsidRPr="001B73FA" w:rsidRDefault="001B73FA" w:rsidP="001B73FA">
      <w:pPr>
        <w:rPr>
          <w:szCs w:val="20"/>
        </w:rPr>
      </w:pPr>
      <w:r w:rsidRPr="001B73FA">
        <w:rPr>
          <w:szCs w:val="20"/>
        </w:rPr>
        <w:t>Elle restait cependant de bon ton</w:t>
      </w:r>
      <w:r w:rsidR="00462692" w:rsidRPr="00A4769E">
        <w:rPr>
          <w:szCs w:val="20"/>
        </w:rPr>
        <w:t xml:space="preserve">. </w:t>
      </w:r>
      <w:r w:rsidRPr="001B73FA">
        <w:rPr>
          <w:szCs w:val="20"/>
        </w:rPr>
        <w:t>Les mots les plus cruels ne dépassaient jamais sa pensée</w:t>
      </w:r>
      <w:r w:rsidR="00462692" w:rsidRPr="00A4769E">
        <w:rPr>
          <w:szCs w:val="20"/>
        </w:rPr>
        <w:t xml:space="preserve">. </w:t>
      </w:r>
      <w:r w:rsidRPr="001B73FA">
        <w:rPr>
          <w:szCs w:val="20"/>
        </w:rPr>
        <w:t>Les actes les plus fous ne s</w:t>
      </w:r>
      <w:r w:rsidR="00462692" w:rsidRPr="00A4769E">
        <w:rPr>
          <w:szCs w:val="20"/>
        </w:rPr>
        <w:t>’</w:t>
      </w:r>
      <w:r w:rsidRPr="001B73FA">
        <w:rPr>
          <w:szCs w:val="20"/>
        </w:rPr>
        <w:t>autorisèrent jamais ni de sa haute position</w:t>
      </w:r>
      <w:r w:rsidR="004759D9">
        <w:rPr>
          <w:szCs w:val="20"/>
        </w:rPr>
        <w:t>,</w:t>
      </w:r>
      <w:r w:rsidRPr="001B73FA">
        <w:rPr>
          <w:szCs w:val="20"/>
        </w:rPr>
        <w:t xml:space="preserve"> ni des </w:t>
      </w:r>
      <w:r w:rsidRPr="001B73FA">
        <w:rPr>
          <w:szCs w:val="20"/>
        </w:rPr>
        <w:lastRenderedPageBreak/>
        <w:t>déserts qu</w:t>
      </w:r>
      <w:r w:rsidR="00462692" w:rsidRPr="00A4769E">
        <w:rPr>
          <w:szCs w:val="20"/>
        </w:rPr>
        <w:t>’</w:t>
      </w:r>
      <w:r w:rsidRPr="001B73FA">
        <w:rPr>
          <w:szCs w:val="20"/>
        </w:rPr>
        <w:t>elle habitait</w:t>
      </w:r>
      <w:r w:rsidR="00462692" w:rsidRPr="00A4769E">
        <w:rPr>
          <w:szCs w:val="20"/>
        </w:rPr>
        <w:t xml:space="preserve">, </w:t>
      </w:r>
      <w:r w:rsidRPr="001B73FA">
        <w:rPr>
          <w:szCs w:val="20"/>
        </w:rPr>
        <w:t>pour déborder</w:t>
      </w:r>
      <w:r w:rsidR="00462692" w:rsidRPr="00A4769E">
        <w:rPr>
          <w:szCs w:val="20"/>
        </w:rPr>
        <w:t xml:space="preserve">. </w:t>
      </w:r>
      <w:r w:rsidRPr="001B73FA">
        <w:rPr>
          <w:szCs w:val="20"/>
        </w:rPr>
        <w:t>Quand elle en fut bien assurée</w:t>
      </w:r>
      <w:r w:rsidR="00462692" w:rsidRPr="00A4769E">
        <w:rPr>
          <w:szCs w:val="20"/>
        </w:rPr>
        <w:t xml:space="preserve">, </w:t>
      </w:r>
      <w:r w:rsidRPr="001B73FA">
        <w:rPr>
          <w:szCs w:val="20"/>
        </w:rPr>
        <w:t>elle regarda un petit portrait de son frère Laurent et elle lui dit</w:t>
      </w:r>
      <w:r w:rsidR="00462692" w:rsidRPr="00A4769E">
        <w:rPr>
          <w:szCs w:val="20"/>
        </w:rPr>
        <w:t> : « </w:t>
      </w:r>
      <w:r w:rsidRPr="001B73FA">
        <w:rPr>
          <w:szCs w:val="20"/>
        </w:rPr>
        <w:t>Tu t</w:t>
      </w:r>
      <w:r w:rsidR="00462692" w:rsidRPr="00A4769E">
        <w:rPr>
          <w:szCs w:val="20"/>
        </w:rPr>
        <w:t>’</w:t>
      </w:r>
      <w:r w:rsidRPr="001B73FA">
        <w:rPr>
          <w:szCs w:val="20"/>
        </w:rPr>
        <w:t>es trompé</w:t>
      </w:r>
      <w:r w:rsidR="00462692" w:rsidRPr="00A4769E">
        <w:rPr>
          <w:szCs w:val="20"/>
        </w:rPr>
        <w:t xml:space="preserve">, </w:t>
      </w:r>
      <w:r w:rsidRPr="001B73FA">
        <w:rPr>
          <w:szCs w:val="20"/>
        </w:rPr>
        <w:t>virtuose</w:t>
      </w:r>
      <w:r w:rsidR="00462692" w:rsidRPr="00A4769E">
        <w:rPr>
          <w:szCs w:val="20"/>
        </w:rPr>
        <w:t>.</w:t>
      </w:r>
      <w:r w:rsidR="00462692" w:rsidRPr="00A4769E">
        <w:rPr>
          <w:szCs w:val="20"/>
        </w:rPr>
        <w:t> »</w:t>
      </w:r>
    </w:p>
    <w:p w14:paraId="02E36F7A" w14:textId="77777777" w:rsidR="00462692" w:rsidRPr="00A4769E" w:rsidRDefault="001B73FA" w:rsidP="001B73FA">
      <w:pPr>
        <w:rPr>
          <w:szCs w:val="20"/>
        </w:rPr>
      </w:pPr>
      <w:r w:rsidRPr="001B73FA">
        <w:rPr>
          <w:szCs w:val="20"/>
        </w:rPr>
        <w:t>Elle n</w:t>
      </w:r>
      <w:r w:rsidR="00462692" w:rsidRPr="00A4769E">
        <w:rPr>
          <w:szCs w:val="20"/>
        </w:rPr>
        <w:t>’</w:t>
      </w:r>
      <w:r w:rsidRPr="001B73FA">
        <w:rPr>
          <w:szCs w:val="20"/>
        </w:rPr>
        <w:t>avait de désordre que pour chaudronner</w:t>
      </w:r>
      <w:r w:rsidR="00462692" w:rsidRPr="00A4769E">
        <w:rPr>
          <w:szCs w:val="20"/>
        </w:rPr>
        <w:t xml:space="preserve">. </w:t>
      </w:r>
      <w:r w:rsidRPr="001B73FA">
        <w:rPr>
          <w:szCs w:val="20"/>
        </w:rPr>
        <w:t>Pas de fruits domestiques ou sauvages à dix lieues à la ronde qu</w:t>
      </w:r>
      <w:r w:rsidR="00462692" w:rsidRPr="00A4769E">
        <w:rPr>
          <w:szCs w:val="20"/>
        </w:rPr>
        <w:t>’</w:t>
      </w:r>
      <w:r w:rsidRPr="001B73FA">
        <w:rPr>
          <w:szCs w:val="20"/>
        </w:rPr>
        <w:t>elle ne transformât en confitures</w:t>
      </w:r>
      <w:r w:rsidR="00462692" w:rsidRPr="00A4769E">
        <w:rPr>
          <w:szCs w:val="20"/>
        </w:rPr>
        <w:t xml:space="preserve">. </w:t>
      </w:r>
      <w:r w:rsidRPr="001B73FA">
        <w:rPr>
          <w:szCs w:val="20"/>
        </w:rPr>
        <w:t>En temps ordinaire</w:t>
      </w:r>
      <w:r w:rsidR="00462692" w:rsidRPr="00A4769E">
        <w:rPr>
          <w:szCs w:val="20"/>
        </w:rPr>
        <w:t xml:space="preserve">, </w:t>
      </w:r>
      <w:r w:rsidRPr="001B73FA">
        <w:rPr>
          <w:szCs w:val="20"/>
        </w:rPr>
        <w:t>elle était tout le jour en cotte troussée</w:t>
      </w:r>
      <w:r w:rsidR="00462692" w:rsidRPr="00A4769E">
        <w:rPr>
          <w:szCs w:val="20"/>
        </w:rPr>
        <w:t xml:space="preserve">, </w:t>
      </w:r>
      <w:r w:rsidRPr="001B73FA">
        <w:rPr>
          <w:szCs w:val="20"/>
        </w:rPr>
        <w:t>bras nus</w:t>
      </w:r>
      <w:r w:rsidR="00462692" w:rsidRPr="00A4769E">
        <w:rPr>
          <w:szCs w:val="20"/>
        </w:rPr>
        <w:t xml:space="preserve"> ; </w:t>
      </w:r>
      <w:r w:rsidRPr="001B73FA">
        <w:rPr>
          <w:szCs w:val="20"/>
        </w:rPr>
        <w:t>gantée jusqu</w:t>
      </w:r>
      <w:r w:rsidR="00462692" w:rsidRPr="00A4769E">
        <w:rPr>
          <w:szCs w:val="20"/>
        </w:rPr>
        <w:t>’</w:t>
      </w:r>
      <w:r w:rsidRPr="001B73FA">
        <w:rPr>
          <w:szCs w:val="20"/>
        </w:rPr>
        <w:t>au coude de raisiné</w:t>
      </w:r>
      <w:r w:rsidR="00462692" w:rsidRPr="00A4769E">
        <w:rPr>
          <w:szCs w:val="20"/>
        </w:rPr>
        <w:t xml:space="preserve">, </w:t>
      </w:r>
      <w:r w:rsidRPr="001B73FA">
        <w:rPr>
          <w:szCs w:val="20"/>
        </w:rPr>
        <w:t>de gelées</w:t>
      </w:r>
      <w:r w:rsidR="00462692" w:rsidRPr="00A4769E">
        <w:rPr>
          <w:szCs w:val="20"/>
        </w:rPr>
        <w:t xml:space="preserve">, </w:t>
      </w:r>
      <w:r w:rsidRPr="001B73FA">
        <w:rPr>
          <w:szCs w:val="20"/>
        </w:rPr>
        <w:t>de compotes</w:t>
      </w:r>
      <w:r w:rsidR="00462692" w:rsidRPr="00A4769E">
        <w:rPr>
          <w:szCs w:val="20"/>
        </w:rPr>
        <w:t xml:space="preserve">, </w:t>
      </w:r>
      <w:r w:rsidRPr="001B73FA">
        <w:rPr>
          <w:szCs w:val="20"/>
        </w:rPr>
        <w:t>de pâtes qu</w:t>
      </w:r>
      <w:r w:rsidR="00462692" w:rsidRPr="00A4769E">
        <w:rPr>
          <w:szCs w:val="20"/>
        </w:rPr>
        <w:t>’</w:t>
      </w:r>
      <w:r w:rsidRPr="001B73FA">
        <w:rPr>
          <w:szCs w:val="20"/>
        </w:rPr>
        <w:t>elle pétrissait</w:t>
      </w:r>
      <w:r w:rsidR="00462692" w:rsidRPr="00A4769E">
        <w:rPr>
          <w:szCs w:val="20"/>
        </w:rPr>
        <w:t xml:space="preserve">, </w:t>
      </w:r>
      <w:r w:rsidRPr="001B73FA">
        <w:rPr>
          <w:szCs w:val="20"/>
        </w:rPr>
        <w:t>coulait</w:t>
      </w:r>
      <w:r w:rsidR="00462692" w:rsidRPr="00A4769E">
        <w:rPr>
          <w:szCs w:val="20"/>
        </w:rPr>
        <w:t xml:space="preserve">, </w:t>
      </w:r>
      <w:r w:rsidRPr="001B73FA">
        <w:rPr>
          <w:szCs w:val="20"/>
        </w:rPr>
        <w:t>transvasait</w:t>
      </w:r>
      <w:r w:rsidR="00462692" w:rsidRPr="00A4769E">
        <w:rPr>
          <w:szCs w:val="20"/>
        </w:rPr>
        <w:t xml:space="preserve">, </w:t>
      </w:r>
      <w:r w:rsidRPr="001B73FA">
        <w:rPr>
          <w:szCs w:val="20"/>
        </w:rPr>
        <w:t>entourée de bassines</w:t>
      </w:r>
      <w:r w:rsidR="00462692" w:rsidRPr="00A4769E">
        <w:rPr>
          <w:szCs w:val="20"/>
        </w:rPr>
        <w:t xml:space="preserve">, </w:t>
      </w:r>
      <w:r w:rsidRPr="001B73FA">
        <w:rPr>
          <w:szCs w:val="20"/>
        </w:rPr>
        <w:t>de cuves et de pots où clapotaient des lacs de confitures</w:t>
      </w:r>
      <w:r w:rsidR="00462692" w:rsidRPr="00A4769E">
        <w:rPr>
          <w:szCs w:val="20"/>
        </w:rPr>
        <w:t>.</w:t>
      </w:r>
    </w:p>
    <w:p w14:paraId="6A3840DB" w14:textId="77777777" w:rsidR="001B73FA" w:rsidRPr="001B73FA" w:rsidRDefault="001B73FA" w:rsidP="001B73FA">
      <w:pPr>
        <w:rPr>
          <w:szCs w:val="20"/>
        </w:rPr>
      </w:pPr>
      <w:r w:rsidRPr="001B73FA">
        <w:rPr>
          <w:szCs w:val="20"/>
        </w:rPr>
        <w:t>La mode était aux voyages</w:t>
      </w:r>
      <w:r w:rsidR="00462692" w:rsidRPr="00A4769E">
        <w:rPr>
          <w:szCs w:val="20"/>
        </w:rPr>
        <w:t xml:space="preserve">. </w:t>
      </w:r>
      <w:r w:rsidRPr="001B73FA">
        <w:rPr>
          <w:szCs w:val="20"/>
        </w:rPr>
        <w:t xml:space="preserve">Un explorateur mondain avait écrit sur la Finlande un livre intitulé </w:t>
      </w:r>
      <w:r w:rsidRPr="001B73FA">
        <w:rPr>
          <w:i/>
          <w:iCs/>
          <w:szCs w:val="20"/>
        </w:rPr>
        <w:t>En redingote au pays des lacs</w:t>
      </w:r>
      <w:r w:rsidRPr="001B73FA">
        <w:rPr>
          <w:szCs w:val="20"/>
        </w:rPr>
        <w:t xml:space="preserve"> qu</w:t>
      </w:r>
      <w:r w:rsidR="00462692" w:rsidRPr="00A4769E">
        <w:rPr>
          <w:szCs w:val="20"/>
        </w:rPr>
        <w:t>’</w:t>
      </w:r>
      <w:r w:rsidRPr="001B73FA">
        <w:rPr>
          <w:szCs w:val="20"/>
        </w:rPr>
        <w:t>on lisait beaucoup en province</w:t>
      </w:r>
      <w:r w:rsidR="00462692" w:rsidRPr="00A4769E">
        <w:rPr>
          <w:szCs w:val="20"/>
        </w:rPr>
        <w:t xml:space="preserve">. </w:t>
      </w:r>
      <w:r w:rsidRPr="001B73FA">
        <w:rPr>
          <w:szCs w:val="20"/>
        </w:rPr>
        <w:t>Dans ses bons jours</w:t>
      </w:r>
      <w:r w:rsidR="00462692" w:rsidRPr="00A4769E">
        <w:rPr>
          <w:szCs w:val="20"/>
        </w:rPr>
        <w:t xml:space="preserve">, </w:t>
      </w:r>
      <w:r w:rsidRPr="001B73FA">
        <w:rPr>
          <w:szCs w:val="20"/>
        </w:rPr>
        <w:t>la vieille Marquise caressait les joues des dames avant de les manger à la croque au sel</w:t>
      </w:r>
      <w:r w:rsidR="00462692" w:rsidRPr="00A4769E">
        <w:rPr>
          <w:szCs w:val="20"/>
        </w:rPr>
        <w:t> : « </w:t>
      </w:r>
      <w:r w:rsidRPr="001B73FA">
        <w:rPr>
          <w:szCs w:val="20"/>
        </w:rPr>
        <w:t>Ma toute belle</w:t>
      </w:r>
      <w:r w:rsidR="00462692" w:rsidRPr="00A4769E">
        <w:rPr>
          <w:szCs w:val="20"/>
        </w:rPr>
        <w:t xml:space="preserve">, </w:t>
      </w:r>
      <w:r w:rsidRPr="001B73FA">
        <w:rPr>
          <w:szCs w:val="20"/>
        </w:rPr>
        <w:t>disait-elle</w:t>
      </w:r>
      <w:r w:rsidR="00462692" w:rsidRPr="00A4769E">
        <w:rPr>
          <w:szCs w:val="20"/>
        </w:rPr>
        <w:t xml:space="preserve">, </w:t>
      </w:r>
      <w:r w:rsidRPr="001B73FA">
        <w:rPr>
          <w:szCs w:val="20"/>
        </w:rPr>
        <w:t>venez donc me voir dans ma Finlande de confiture</w:t>
      </w:r>
      <w:r w:rsidR="00462692" w:rsidRPr="00A4769E">
        <w:rPr>
          <w:szCs w:val="20"/>
        </w:rPr>
        <w:t>.</w:t>
      </w:r>
      <w:r w:rsidR="00462692" w:rsidRPr="00A4769E">
        <w:rPr>
          <w:szCs w:val="20"/>
        </w:rPr>
        <w:t> »</w:t>
      </w:r>
    </w:p>
    <w:p w14:paraId="0B1D11D7" w14:textId="77777777" w:rsidR="00C443EF" w:rsidRPr="00A4769E" w:rsidRDefault="001B73FA" w:rsidP="00462692">
      <w:pPr>
        <w:pStyle w:val="Titre1"/>
      </w:pPr>
      <w:bookmarkStart w:id="2" w:name="_Toc195026584"/>
      <w:r w:rsidRPr="001B73FA">
        <w:rPr>
          <w:szCs w:val="20"/>
        </w:rPr>
        <w:lastRenderedPageBreak/>
        <w:t>II</w:t>
      </w:r>
      <w:r w:rsidR="00C443EF" w:rsidRPr="00A4769E">
        <w:t>I</w:t>
      </w:r>
      <w:bookmarkEnd w:id="2"/>
    </w:p>
    <w:p w14:paraId="75422E62" w14:textId="77777777" w:rsidR="001B73FA" w:rsidRPr="001B73FA" w:rsidRDefault="001B73FA" w:rsidP="001B73FA">
      <w:pPr>
        <w:rPr>
          <w:szCs w:val="20"/>
        </w:rPr>
      </w:pPr>
      <w:r w:rsidRPr="001B73FA">
        <w:rPr>
          <w:szCs w:val="20"/>
        </w:rPr>
        <w:t>Le coche sautant sur les pavés de Gap réveilla Angelo</w:t>
      </w:r>
      <w:r w:rsidR="00462692" w:rsidRPr="00A4769E">
        <w:rPr>
          <w:szCs w:val="20"/>
        </w:rPr>
        <w:t xml:space="preserve">. </w:t>
      </w:r>
      <w:r w:rsidRPr="001B73FA">
        <w:rPr>
          <w:szCs w:val="20"/>
        </w:rPr>
        <w:t>Le jour se levait</w:t>
      </w:r>
      <w:r w:rsidR="00462692" w:rsidRPr="00A4769E">
        <w:rPr>
          <w:szCs w:val="20"/>
        </w:rPr>
        <w:t xml:space="preserve">. </w:t>
      </w:r>
      <w:r w:rsidRPr="001B73FA">
        <w:rPr>
          <w:szCs w:val="20"/>
        </w:rPr>
        <w:t>La Marquise dormait</w:t>
      </w:r>
      <w:r w:rsidR="00462692" w:rsidRPr="00A4769E">
        <w:rPr>
          <w:szCs w:val="20"/>
        </w:rPr>
        <w:t xml:space="preserve">, </w:t>
      </w:r>
      <w:r w:rsidRPr="001B73FA">
        <w:rPr>
          <w:szCs w:val="20"/>
        </w:rPr>
        <w:t>bouffie et couperosée</w:t>
      </w:r>
      <w:r w:rsidR="00462692" w:rsidRPr="00A4769E">
        <w:rPr>
          <w:szCs w:val="20"/>
        </w:rPr>
        <w:t>. « </w:t>
      </w:r>
      <w:r w:rsidRPr="001B73FA">
        <w:rPr>
          <w:szCs w:val="20"/>
        </w:rPr>
        <w:t>Quelle confiance</w:t>
      </w:r>
      <w:r w:rsidR="00462692" w:rsidRPr="00A4769E">
        <w:rPr>
          <w:szCs w:val="20"/>
        </w:rPr>
        <w:t xml:space="preserve">, </w:t>
      </w:r>
      <w:r w:rsidRPr="001B73FA">
        <w:rPr>
          <w:szCs w:val="20"/>
        </w:rPr>
        <w:t>se dit Angelo</w:t>
      </w:r>
      <w:r w:rsidR="00462692" w:rsidRPr="00A4769E">
        <w:rPr>
          <w:szCs w:val="20"/>
        </w:rPr>
        <w:t xml:space="preserve">, </w:t>
      </w:r>
      <w:r w:rsidRPr="001B73FA">
        <w:rPr>
          <w:szCs w:val="20"/>
        </w:rPr>
        <w:t>et comme ces gens-là agissent selon mon c</w:t>
      </w:r>
      <w:r w:rsidR="00462692" w:rsidRPr="00A4769E">
        <w:rPr>
          <w:szCs w:val="20"/>
        </w:rPr>
        <w:t>œ</w:t>
      </w:r>
      <w:r w:rsidRPr="001B73FA">
        <w:rPr>
          <w:szCs w:val="20"/>
        </w:rPr>
        <w:t>ur</w:t>
      </w:r>
      <w:r w:rsidR="00462692" w:rsidRPr="00A4769E">
        <w:rPr>
          <w:szCs w:val="20"/>
        </w:rPr>
        <w:t xml:space="preserve">. </w:t>
      </w:r>
      <w:r w:rsidRPr="001B73FA">
        <w:rPr>
          <w:szCs w:val="20"/>
        </w:rPr>
        <w:t>Selon le désir de mon c</w:t>
      </w:r>
      <w:r w:rsidR="00462692" w:rsidRPr="00A4769E">
        <w:rPr>
          <w:szCs w:val="20"/>
        </w:rPr>
        <w:t>œ</w:t>
      </w:r>
      <w:r w:rsidRPr="001B73FA">
        <w:rPr>
          <w:szCs w:val="20"/>
        </w:rPr>
        <w:t>ur</w:t>
      </w:r>
      <w:r w:rsidR="00462692" w:rsidRPr="00A4769E">
        <w:rPr>
          <w:szCs w:val="20"/>
        </w:rPr>
        <w:t xml:space="preserve">, </w:t>
      </w:r>
      <w:r w:rsidRPr="001B73FA">
        <w:rPr>
          <w:szCs w:val="20"/>
        </w:rPr>
        <w:t>se reprit-il</w:t>
      </w:r>
      <w:r w:rsidR="00462692" w:rsidRPr="00A4769E">
        <w:rPr>
          <w:szCs w:val="20"/>
        </w:rPr>
        <w:t xml:space="preserve">, </w:t>
      </w:r>
      <w:r w:rsidRPr="001B73FA">
        <w:rPr>
          <w:szCs w:val="20"/>
        </w:rPr>
        <w:t>car je suis beaucoup plus méfiant et si j</w:t>
      </w:r>
      <w:r w:rsidR="00462692" w:rsidRPr="00A4769E">
        <w:rPr>
          <w:szCs w:val="20"/>
        </w:rPr>
        <w:t>’</w:t>
      </w:r>
      <w:r w:rsidRPr="001B73FA">
        <w:rPr>
          <w:szCs w:val="20"/>
        </w:rPr>
        <w:t>avais été accosté en plein désert dans cette nuit sinistre d</w:t>
      </w:r>
      <w:r w:rsidR="00462692" w:rsidRPr="00A4769E">
        <w:rPr>
          <w:szCs w:val="20"/>
        </w:rPr>
        <w:t>’</w:t>
      </w:r>
      <w:r w:rsidRPr="001B73FA">
        <w:rPr>
          <w:szCs w:val="20"/>
        </w:rPr>
        <w:t>hier soir par un homme inconnu</w:t>
      </w:r>
      <w:r w:rsidR="00462692" w:rsidRPr="00A4769E">
        <w:rPr>
          <w:szCs w:val="20"/>
        </w:rPr>
        <w:t xml:space="preserve">, </w:t>
      </w:r>
      <w:r w:rsidRPr="001B73FA">
        <w:rPr>
          <w:szCs w:val="20"/>
        </w:rPr>
        <w:t>j</w:t>
      </w:r>
      <w:r w:rsidR="00462692" w:rsidRPr="00A4769E">
        <w:rPr>
          <w:szCs w:val="20"/>
        </w:rPr>
        <w:t>’</w:t>
      </w:r>
      <w:r w:rsidRPr="001B73FA">
        <w:rPr>
          <w:szCs w:val="20"/>
        </w:rPr>
        <w:t>aurais été peut-être capable de le prendre moi aussi dans ma voiture</w:t>
      </w:r>
      <w:r w:rsidR="00462692" w:rsidRPr="00A4769E">
        <w:rPr>
          <w:szCs w:val="20"/>
        </w:rPr>
        <w:t xml:space="preserve">, </w:t>
      </w:r>
      <w:r w:rsidRPr="001B73FA">
        <w:rPr>
          <w:szCs w:val="20"/>
        </w:rPr>
        <w:t>mais j</w:t>
      </w:r>
      <w:r w:rsidR="00462692" w:rsidRPr="00A4769E">
        <w:rPr>
          <w:szCs w:val="20"/>
        </w:rPr>
        <w:t>’</w:t>
      </w:r>
      <w:r w:rsidRPr="001B73FA">
        <w:rPr>
          <w:szCs w:val="20"/>
        </w:rPr>
        <w:t>aurais gardé mon poignard à la main tout le reste du voyage</w:t>
      </w:r>
      <w:r w:rsidR="00462692" w:rsidRPr="00A4769E">
        <w:rPr>
          <w:szCs w:val="20"/>
        </w:rPr>
        <w:t xml:space="preserve">. </w:t>
      </w:r>
      <w:r w:rsidRPr="001B73FA">
        <w:rPr>
          <w:szCs w:val="20"/>
        </w:rPr>
        <w:t>Quel délice ce doit être de conspirer avec des gens capables d</w:t>
      </w:r>
      <w:r w:rsidR="00462692" w:rsidRPr="00A4769E">
        <w:rPr>
          <w:szCs w:val="20"/>
        </w:rPr>
        <w:t>’</w:t>
      </w:r>
      <w:r w:rsidRPr="001B73FA">
        <w:rPr>
          <w:szCs w:val="20"/>
        </w:rPr>
        <w:t>une telle insouciance</w:t>
      </w:r>
      <w:r w:rsidR="00462692" w:rsidRPr="00A4769E">
        <w:rPr>
          <w:szCs w:val="20"/>
        </w:rPr>
        <w:t> ! »</w:t>
      </w:r>
    </w:p>
    <w:p w14:paraId="06FA582C" w14:textId="77777777" w:rsidR="00462692" w:rsidRPr="00A4769E" w:rsidRDefault="001B73FA" w:rsidP="001B73FA">
      <w:pPr>
        <w:rPr>
          <w:szCs w:val="20"/>
        </w:rPr>
      </w:pPr>
      <w:r w:rsidRPr="001B73FA">
        <w:rPr>
          <w:szCs w:val="20"/>
        </w:rPr>
        <w:t>Tout à la crainte d</w:t>
      </w:r>
      <w:r w:rsidR="00462692" w:rsidRPr="00A4769E">
        <w:rPr>
          <w:szCs w:val="20"/>
        </w:rPr>
        <w:t>’</w:t>
      </w:r>
      <w:r w:rsidRPr="001B73FA">
        <w:rPr>
          <w:szCs w:val="20"/>
        </w:rPr>
        <w:t>être berné par l</w:t>
      </w:r>
      <w:r w:rsidR="00462692" w:rsidRPr="00A4769E">
        <w:rPr>
          <w:szCs w:val="20"/>
        </w:rPr>
        <w:t>’</w:t>
      </w:r>
      <w:r w:rsidRPr="001B73FA">
        <w:rPr>
          <w:szCs w:val="20"/>
        </w:rPr>
        <w:t>esprit des Français</w:t>
      </w:r>
      <w:r w:rsidR="00462692" w:rsidRPr="00A4769E">
        <w:rPr>
          <w:szCs w:val="20"/>
        </w:rPr>
        <w:t xml:space="preserve">, </w:t>
      </w:r>
      <w:r w:rsidRPr="001B73FA">
        <w:rPr>
          <w:szCs w:val="20"/>
        </w:rPr>
        <w:t>Angelo n</w:t>
      </w:r>
      <w:r w:rsidR="00462692" w:rsidRPr="00A4769E">
        <w:rPr>
          <w:szCs w:val="20"/>
        </w:rPr>
        <w:t>’</w:t>
      </w:r>
      <w:r w:rsidRPr="001B73FA">
        <w:rPr>
          <w:szCs w:val="20"/>
        </w:rPr>
        <w:t>avait rien senti et rien vu de la sérénité lunaire de la nuit qu</w:t>
      </w:r>
      <w:r w:rsidR="00462692" w:rsidRPr="00A4769E">
        <w:rPr>
          <w:szCs w:val="20"/>
        </w:rPr>
        <w:t>’</w:t>
      </w:r>
      <w:r w:rsidRPr="001B73FA">
        <w:rPr>
          <w:szCs w:val="20"/>
        </w:rPr>
        <w:t>il avait passée sur la route</w:t>
      </w:r>
      <w:r w:rsidR="00462692" w:rsidRPr="00A4769E">
        <w:rPr>
          <w:szCs w:val="20"/>
        </w:rPr>
        <w:t xml:space="preserve"> ; </w:t>
      </w:r>
      <w:r w:rsidRPr="001B73FA">
        <w:rPr>
          <w:szCs w:val="20"/>
        </w:rPr>
        <w:t>et</w:t>
      </w:r>
      <w:r w:rsidR="00462692" w:rsidRPr="00A4769E">
        <w:rPr>
          <w:szCs w:val="20"/>
        </w:rPr>
        <w:t xml:space="preserve">, </w:t>
      </w:r>
      <w:r w:rsidRPr="001B73FA">
        <w:rPr>
          <w:szCs w:val="20"/>
        </w:rPr>
        <w:t>malgré le costume de velours blanc</w:t>
      </w:r>
      <w:r w:rsidR="00462692" w:rsidRPr="00A4769E">
        <w:rPr>
          <w:szCs w:val="20"/>
        </w:rPr>
        <w:t xml:space="preserve">, </w:t>
      </w:r>
      <w:r w:rsidRPr="001B73FA">
        <w:rPr>
          <w:szCs w:val="20"/>
        </w:rPr>
        <w:t>il s</w:t>
      </w:r>
      <w:r w:rsidR="00462692" w:rsidRPr="00A4769E">
        <w:rPr>
          <w:szCs w:val="20"/>
        </w:rPr>
        <w:t>’</w:t>
      </w:r>
      <w:r w:rsidRPr="001B73FA">
        <w:rPr>
          <w:szCs w:val="20"/>
        </w:rPr>
        <w:t>imaginait toujours un visage terrible</w:t>
      </w:r>
      <w:r w:rsidR="00462692" w:rsidRPr="00A4769E">
        <w:rPr>
          <w:szCs w:val="20"/>
        </w:rPr>
        <w:t>.</w:t>
      </w:r>
    </w:p>
    <w:p w14:paraId="4D15391F" w14:textId="77777777" w:rsidR="00462692" w:rsidRPr="00A4769E" w:rsidRDefault="001B73FA" w:rsidP="001B73FA">
      <w:pPr>
        <w:rPr>
          <w:szCs w:val="20"/>
        </w:rPr>
      </w:pPr>
      <w:r w:rsidRPr="001B73FA">
        <w:rPr>
          <w:szCs w:val="20"/>
        </w:rPr>
        <w:t>L</w:t>
      </w:r>
      <w:r w:rsidR="00462692" w:rsidRPr="00A4769E">
        <w:rPr>
          <w:szCs w:val="20"/>
        </w:rPr>
        <w:t>’</w:t>
      </w:r>
      <w:r w:rsidRPr="001B73FA">
        <w:rPr>
          <w:szCs w:val="20"/>
        </w:rPr>
        <w:t>aube verdissait les petites maisons pauvres des faubourgs que l</w:t>
      </w:r>
      <w:r w:rsidR="00462692" w:rsidRPr="00A4769E">
        <w:rPr>
          <w:szCs w:val="20"/>
        </w:rPr>
        <w:t>’</w:t>
      </w:r>
      <w:r w:rsidRPr="001B73FA">
        <w:rPr>
          <w:szCs w:val="20"/>
        </w:rPr>
        <w:t>on traversait</w:t>
      </w:r>
      <w:r w:rsidR="00462692" w:rsidRPr="00A4769E">
        <w:rPr>
          <w:szCs w:val="20"/>
        </w:rPr>
        <w:t xml:space="preserve">. </w:t>
      </w:r>
      <w:r w:rsidRPr="001B73FA">
        <w:rPr>
          <w:szCs w:val="20"/>
        </w:rPr>
        <w:t>Bien que la vallée fût encore ici engoncée de hautes montagnes</w:t>
      </w:r>
      <w:r w:rsidR="00462692" w:rsidRPr="00A4769E">
        <w:rPr>
          <w:szCs w:val="20"/>
        </w:rPr>
        <w:t xml:space="preserve">, </w:t>
      </w:r>
      <w:r w:rsidRPr="001B73FA">
        <w:rPr>
          <w:szCs w:val="20"/>
        </w:rPr>
        <w:t>la première lueur du jour arrivait toute neuve dans l</w:t>
      </w:r>
      <w:r w:rsidR="00462692" w:rsidRPr="00A4769E">
        <w:rPr>
          <w:szCs w:val="20"/>
        </w:rPr>
        <w:t>’</w:t>
      </w:r>
      <w:r w:rsidRPr="001B73FA">
        <w:rPr>
          <w:szCs w:val="20"/>
        </w:rPr>
        <w:t>avenue plantée de petits érables</w:t>
      </w:r>
      <w:r w:rsidR="00462692" w:rsidRPr="00A4769E">
        <w:rPr>
          <w:szCs w:val="20"/>
        </w:rPr>
        <w:t xml:space="preserve">. </w:t>
      </w:r>
      <w:r w:rsidRPr="001B73FA">
        <w:rPr>
          <w:szCs w:val="20"/>
        </w:rPr>
        <w:t>Elle était large à l</w:t>
      </w:r>
      <w:r w:rsidR="00462692" w:rsidRPr="00A4769E">
        <w:rPr>
          <w:szCs w:val="20"/>
        </w:rPr>
        <w:t>’</w:t>
      </w:r>
      <w:r w:rsidRPr="001B73FA">
        <w:rPr>
          <w:szCs w:val="20"/>
        </w:rPr>
        <w:t>extrême et faisait présager d</w:t>
      </w:r>
      <w:r w:rsidR="00462692" w:rsidRPr="00A4769E">
        <w:rPr>
          <w:szCs w:val="20"/>
        </w:rPr>
        <w:t>’</w:t>
      </w:r>
      <w:r w:rsidRPr="001B73FA">
        <w:rPr>
          <w:szCs w:val="20"/>
        </w:rPr>
        <w:t>une ville d</w:t>
      </w:r>
      <w:r w:rsidR="00462692" w:rsidRPr="00A4769E">
        <w:rPr>
          <w:szCs w:val="20"/>
        </w:rPr>
        <w:t>’</w:t>
      </w:r>
      <w:r w:rsidRPr="001B73FA">
        <w:rPr>
          <w:szCs w:val="20"/>
        </w:rPr>
        <w:t>importance</w:t>
      </w:r>
      <w:r w:rsidR="00462692" w:rsidRPr="00A4769E">
        <w:rPr>
          <w:szCs w:val="20"/>
        </w:rPr>
        <w:t xml:space="preserve">. </w:t>
      </w:r>
      <w:r w:rsidRPr="001B73FA">
        <w:rPr>
          <w:szCs w:val="20"/>
        </w:rPr>
        <w:t>Sur les bas-côtés où couraient deux allées cavalières</w:t>
      </w:r>
      <w:r w:rsidR="00462692" w:rsidRPr="00A4769E">
        <w:rPr>
          <w:szCs w:val="20"/>
        </w:rPr>
        <w:t xml:space="preserve">, </w:t>
      </w:r>
      <w:r w:rsidRPr="001B73FA">
        <w:rPr>
          <w:szCs w:val="20"/>
        </w:rPr>
        <w:t>s</w:t>
      </w:r>
      <w:r w:rsidR="00462692" w:rsidRPr="00A4769E">
        <w:rPr>
          <w:szCs w:val="20"/>
        </w:rPr>
        <w:t>’</w:t>
      </w:r>
      <w:r w:rsidRPr="001B73FA">
        <w:rPr>
          <w:szCs w:val="20"/>
        </w:rPr>
        <w:t>abattaient et se relevaient les fumées poussiéreuses d</w:t>
      </w:r>
      <w:r w:rsidR="00462692" w:rsidRPr="00A4769E">
        <w:rPr>
          <w:szCs w:val="20"/>
        </w:rPr>
        <w:t>’</w:t>
      </w:r>
      <w:r w:rsidRPr="001B73FA">
        <w:rPr>
          <w:szCs w:val="20"/>
        </w:rPr>
        <w:t>une foule d</w:t>
      </w:r>
      <w:r w:rsidR="00462692" w:rsidRPr="00A4769E">
        <w:rPr>
          <w:szCs w:val="20"/>
        </w:rPr>
        <w:t>’</w:t>
      </w:r>
      <w:r w:rsidRPr="001B73FA">
        <w:rPr>
          <w:szCs w:val="20"/>
        </w:rPr>
        <w:t>oiseaux qu</w:t>
      </w:r>
      <w:r w:rsidR="00462692" w:rsidRPr="00A4769E">
        <w:rPr>
          <w:szCs w:val="20"/>
        </w:rPr>
        <w:t>’</w:t>
      </w:r>
      <w:r w:rsidRPr="001B73FA">
        <w:rPr>
          <w:szCs w:val="20"/>
        </w:rPr>
        <w:t>on entendait grésiller malgré le bruit du cocher sur les pavés</w:t>
      </w:r>
      <w:r w:rsidR="00462692" w:rsidRPr="00A4769E">
        <w:rPr>
          <w:szCs w:val="20"/>
        </w:rPr>
        <w:t>.</w:t>
      </w:r>
    </w:p>
    <w:p w14:paraId="423D2963" w14:textId="77777777" w:rsidR="00462692" w:rsidRPr="00A4769E" w:rsidRDefault="001B73FA" w:rsidP="001B73FA">
      <w:pPr>
        <w:rPr>
          <w:szCs w:val="20"/>
        </w:rPr>
      </w:pPr>
      <w:r w:rsidRPr="001B73FA">
        <w:rPr>
          <w:szCs w:val="20"/>
        </w:rPr>
        <w:t>On se mit au pas pour croiser une longue file de charrettes de roulage chargées de barriques de vin qui partaient pour plus haut dans les Alpes</w:t>
      </w:r>
      <w:r w:rsidR="00462692" w:rsidRPr="00A4769E">
        <w:rPr>
          <w:szCs w:val="20"/>
        </w:rPr>
        <w:t xml:space="preserve">. </w:t>
      </w:r>
      <w:r w:rsidRPr="001B73FA">
        <w:rPr>
          <w:szCs w:val="20"/>
        </w:rPr>
        <w:t xml:space="preserve">Les charretiers avaient serré </w:t>
      </w:r>
      <w:r w:rsidRPr="001B73FA">
        <w:rPr>
          <w:szCs w:val="20"/>
        </w:rPr>
        <w:lastRenderedPageBreak/>
        <w:t>leurs blouses bleues à la taille avec des ceintures de cuir et marchaient</w:t>
      </w:r>
      <w:r w:rsidR="00462692" w:rsidRPr="00A4769E">
        <w:rPr>
          <w:szCs w:val="20"/>
        </w:rPr>
        <w:t xml:space="preserve">, </w:t>
      </w:r>
      <w:r w:rsidRPr="001B73FA">
        <w:rPr>
          <w:szCs w:val="20"/>
        </w:rPr>
        <w:t>les mains aux poches</w:t>
      </w:r>
      <w:r w:rsidR="00462692" w:rsidRPr="00A4769E">
        <w:rPr>
          <w:szCs w:val="20"/>
        </w:rPr>
        <w:t xml:space="preserve">, </w:t>
      </w:r>
      <w:r w:rsidRPr="001B73FA">
        <w:rPr>
          <w:szCs w:val="20"/>
        </w:rPr>
        <w:t>courbés en avant</w:t>
      </w:r>
      <w:r w:rsidR="00462692" w:rsidRPr="00A4769E">
        <w:rPr>
          <w:szCs w:val="20"/>
        </w:rPr>
        <w:t xml:space="preserve">, </w:t>
      </w:r>
      <w:r w:rsidRPr="001B73FA">
        <w:rPr>
          <w:szCs w:val="20"/>
        </w:rPr>
        <w:t>tapant du pied dans leurs bottes</w:t>
      </w:r>
      <w:r w:rsidR="00462692" w:rsidRPr="00A4769E">
        <w:rPr>
          <w:szCs w:val="20"/>
        </w:rPr>
        <w:t>.</w:t>
      </w:r>
    </w:p>
    <w:p w14:paraId="3F698D9C" w14:textId="0C562126" w:rsidR="00462692" w:rsidRPr="00A4769E" w:rsidRDefault="00462692" w:rsidP="001B73FA">
      <w:pPr>
        <w:rPr>
          <w:szCs w:val="20"/>
        </w:rPr>
      </w:pPr>
      <w:r w:rsidRPr="00A4769E">
        <w:rPr>
          <w:szCs w:val="20"/>
        </w:rPr>
        <w:t>« </w:t>
      </w:r>
      <w:r w:rsidR="001B73FA" w:rsidRPr="001B73FA">
        <w:rPr>
          <w:szCs w:val="20"/>
        </w:rPr>
        <w:t>Nous allons avoir de la bise</w:t>
      </w:r>
      <w:r w:rsidRPr="00A4769E">
        <w:rPr>
          <w:szCs w:val="20"/>
        </w:rPr>
        <w:t xml:space="preserve"> », </w:t>
      </w:r>
      <w:r w:rsidR="001B73FA" w:rsidRPr="001B73FA">
        <w:rPr>
          <w:szCs w:val="20"/>
        </w:rPr>
        <w:t>dit la Marquise réveillée</w:t>
      </w:r>
      <w:r w:rsidRPr="00A4769E">
        <w:rPr>
          <w:szCs w:val="20"/>
        </w:rPr>
        <w:t xml:space="preserve">. </w:t>
      </w:r>
      <w:r w:rsidR="001B73FA" w:rsidRPr="001B73FA">
        <w:rPr>
          <w:szCs w:val="20"/>
        </w:rPr>
        <w:t>Angelo ne savait quoi dire à cette femme si entièrement naturelle et qui par ailleurs semblait ne pas se soucier de lui</w:t>
      </w:r>
      <w:r w:rsidRPr="00A4769E">
        <w:rPr>
          <w:szCs w:val="20"/>
        </w:rPr>
        <w:t xml:space="preserve">. </w:t>
      </w:r>
      <w:r w:rsidR="001B73FA" w:rsidRPr="001B73FA">
        <w:rPr>
          <w:szCs w:val="20"/>
        </w:rPr>
        <w:t>Il se contenta de sourire le plus galamment qu</w:t>
      </w:r>
      <w:r w:rsidRPr="00A4769E">
        <w:rPr>
          <w:szCs w:val="20"/>
        </w:rPr>
        <w:t>’</w:t>
      </w:r>
      <w:r w:rsidR="001B73FA" w:rsidRPr="001B73FA">
        <w:rPr>
          <w:szCs w:val="20"/>
        </w:rPr>
        <w:t>il pouvait</w:t>
      </w:r>
      <w:r w:rsidRPr="00A4769E">
        <w:rPr>
          <w:szCs w:val="20"/>
        </w:rPr>
        <w:t xml:space="preserve">. </w:t>
      </w:r>
      <w:r w:rsidR="001B73FA" w:rsidRPr="001B73FA">
        <w:rPr>
          <w:szCs w:val="20"/>
        </w:rPr>
        <w:t>Mais il se dit</w:t>
      </w:r>
      <w:r w:rsidRPr="00A4769E">
        <w:rPr>
          <w:szCs w:val="20"/>
        </w:rPr>
        <w:t> : « </w:t>
      </w:r>
      <w:r w:rsidR="001B73FA" w:rsidRPr="001B73FA">
        <w:rPr>
          <w:szCs w:val="20"/>
        </w:rPr>
        <w:t>Je dois avoir l</w:t>
      </w:r>
      <w:r w:rsidRPr="00A4769E">
        <w:rPr>
          <w:szCs w:val="20"/>
        </w:rPr>
        <w:t>’</w:t>
      </w:r>
      <w:r w:rsidR="001B73FA" w:rsidRPr="001B73FA">
        <w:rPr>
          <w:szCs w:val="20"/>
        </w:rPr>
        <w:t>air ridicule</w:t>
      </w:r>
      <w:r w:rsidRPr="00A4769E">
        <w:rPr>
          <w:szCs w:val="20"/>
        </w:rPr>
        <w:t xml:space="preserve">, </w:t>
      </w:r>
      <w:r w:rsidR="001B73FA" w:rsidRPr="001B73FA">
        <w:rPr>
          <w:szCs w:val="20"/>
        </w:rPr>
        <w:t>elle va croire que je suis plat et lèche-botte et qu</w:t>
      </w:r>
      <w:r w:rsidRPr="00A4769E">
        <w:rPr>
          <w:szCs w:val="20"/>
        </w:rPr>
        <w:t>’</w:t>
      </w:r>
      <w:r w:rsidR="001B73FA" w:rsidRPr="001B73FA">
        <w:rPr>
          <w:szCs w:val="20"/>
        </w:rPr>
        <w:t>elle m</w:t>
      </w:r>
      <w:r w:rsidRPr="00A4769E">
        <w:rPr>
          <w:szCs w:val="20"/>
        </w:rPr>
        <w:t>’</w:t>
      </w:r>
      <w:r w:rsidR="001B73FA" w:rsidRPr="001B73FA">
        <w:rPr>
          <w:szCs w:val="20"/>
        </w:rPr>
        <w:t>a fait un honneur sans nom en m</w:t>
      </w:r>
      <w:r w:rsidRPr="00A4769E">
        <w:rPr>
          <w:szCs w:val="20"/>
        </w:rPr>
        <w:t>’</w:t>
      </w:r>
      <w:r w:rsidR="001B73FA" w:rsidRPr="001B73FA">
        <w:rPr>
          <w:szCs w:val="20"/>
        </w:rPr>
        <w:t>épargnant quelques lieues de marche à pied</w:t>
      </w:r>
      <w:r w:rsidRPr="00A4769E">
        <w:rPr>
          <w:szCs w:val="20"/>
        </w:rPr>
        <w:t>. »</w:t>
      </w:r>
      <w:r w:rsidR="001B73FA" w:rsidRPr="001B73FA">
        <w:rPr>
          <w:szCs w:val="20"/>
        </w:rPr>
        <w:t xml:space="preserve"> Alors</w:t>
      </w:r>
      <w:r w:rsidRPr="00A4769E">
        <w:rPr>
          <w:szCs w:val="20"/>
        </w:rPr>
        <w:t xml:space="preserve">, </w:t>
      </w:r>
      <w:r w:rsidR="001B73FA" w:rsidRPr="001B73FA">
        <w:rPr>
          <w:szCs w:val="20"/>
        </w:rPr>
        <w:t>il prit un air grave</w:t>
      </w:r>
      <w:r w:rsidRPr="00A4769E">
        <w:rPr>
          <w:szCs w:val="20"/>
        </w:rPr>
        <w:t xml:space="preserve">, </w:t>
      </w:r>
      <w:r w:rsidR="001B73FA" w:rsidRPr="001B73FA">
        <w:rPr>
          <w:szCs w:val="20"/>
        </w:rPr>
        <w:t>presque épiscopal</w:t>
      </w:r>
      <w:r w:rsidRPr="00A4769E">
        <w:rPr>
          <w:szCs w:val="20"/>
        </w:rPr>
        <w:t xml:space="preserve">, </w:t>
      </w:r>
      <w:r w:rsidR="001B73FA" w:rsidRPr="001B73FA">
        <w:rPr>
          <w:szCs w:val="20"/>
        </w:rPr>
        <w:t>que seule l</w:t>
      </w:r>
      <w:r w:rsidRPr="00A4769E">
        <w:rPr>
          <w:szCs w:val="20"/>
        </w:rPr>
        <w:t>’</w:t>
      </w:r>
      <w:r w:rsidR="001B73FA" w:rsidRPr="001B73FA">
        <w:rPr>
          <w:szCs w:val="20"/>
        </w:rPr>
        <w:t>extrême jeunesse de ses traits empêcha d</w:t>
      </w:r>
      <w:r w:rsidRPr="00A4769E">
        <w:rPr>
          <w:szCs w:val="20"/>
        </w:rPr>
        <w:t>’</w:t>
      </w:r>
      <w:r w:rsidR="001B73FA" w:rsidRPr="001B73FA">
        <w:rPr>
          <w:szCs w:val="20"/>
        </w:rPr>
        <w:t>être insolent et que la Marquise trouva très comique</w:t>
      </w:r>
      <w:r w:rsidRPr="00A4769E">
        <w:rPr>
          <w:szCs w:val="20"/>
        </w:rPr>
        <w:t>.</w:t>
      </w:r>
    </w:p>
    <w:p w14:paraId="4F6A80EC" w14:textId="77777777" w:rsidR="00462692" w:rsidRPr="00A4769E" w:rsidRDefault="001B73FA" w:rsidP="001B73FA">
      <w:pPr>
        <w:rPr>
          <w:szCs w:val="20"/>
        </w:rPr>
      </w:pPr>
      <w:r w:rsidRPr="001B73FA">
        <w:rPr>
          <w:szCs w:val="20"/>
        </w:rPr>
        <w:t>Le coche entra dans une cour</w:t>
      </w:r>
      <w:r w:rsidR="00462692" w:rsidRPr="00A4769E">
        <w:rPr>
          <w:szCs w:val="20"/>
        </w:rPr>
        <w:t>. « </w:t>
      </w:r>
      <w:r w:rsidRPr="001B73FA">
        <w:rPr>
          <w:szCs w:val="20"/>
        </w:rPr>
        <w:t>Voilà tes Messageries</w:t>
      </w:r>
      <w:r w:rsidR="00462692" w:rsidRPr="00A4769E">
        <w:rPr>
          <w:szCs w:val="20"/>
        </w:rPr>
        <w:t xml:space="preserve">, </w:t>
      </w:r>
      <w:r w:rsidRPr="001B73FA">
        <w:rPr>
          <w:szCs w:val="20"/>
        </w:rPr>
        <w:t>mon garçon</w:t>
      </w:r>
      <w:r w:rsidR="00462692" w:rsidRPr="00A4769E">
        <w:rPr>
          <w:szCs w:val="20"/>
        </w:rPr>
        <w:t>.</w:t>
      </w:r>
    </w:p>
    <w:p w14:paraId="43E0C31D" w14:textId="2DB36531" w:rsidR="00462692" w:rsidRPr="00A4769E" w:rsidRDefault="00462692" w:rsidP="001B73FA">
      <w:pPr>
        <w:rPr>
          <w:szCs w:val="20"/>
        </w:rPr>
      </w:pPr>
      <w:r w:rsidRPr="00A4769E">
        <w:rPr>
          <w:szCs w:val="20"/>
        </w:rPr>
        <w:t>— </w:t>
      </w:r>
      <w:r w:rsidR="001B73FA" w:rsidRPr="001B73FA">
        <w:rPr>
          <w:szCs w:val="20"/>
        </w:rPr>
        <w:t>Attends donc un peu</w:t>
      </w:r>
      <w:r w:rsidRPr="00A4769E">
        <w:rPr>
          <w:szCs w:val="20"/>
        </w:rPr>
        <w:t xml:space="preserve">, </w:t>
      </w:r>
      <w:r w:rsidR="001B73FA" w:rsidRPr="001B73FA">
        <w:rPr>
          <w:szCs w:val="20"/>
        </w:rPr>
        <w:t>dit-elle</w:t>
      </w:r>
      <w:r w:rsidRPr="00A4769E">
        <w:rPr>
          <w:szCs w:val="20"/>
        </w:rPr>
        <w:t xml:space="preserve">, </w:t>
      </w:r>
      <w:r w:rsidR="001B73FA" w:rsidRPr="001B73FA">
        <w:rPr>
          <w:szCs w:val="20"/>
        </w:rPr>
        <w:t>comme Angelo se dressait brusquement</w:t>
      </w:r>
      <w:r w:rsidRPr="00A4769E">
        <w:rPr>
          <w:szCs w:val="20"/>
        </w:rPr>
        <w:t xml:space="preserve">. </w:t>
      </w:r>
      <w:r w:rsidR="001B73FA" w:rsidRPr="001B73FA">
        <w:rPr>
          <w:szCs w:val="20"/>
        </w:rPr>
        <w:t>Ceci est une voiture qu</w:t>
      </w:r>
      <w:r w:rsidRPr="00A4769E">
        <w:rPr>
          <w:szCs w:val="20"/>
        </w:rPr>
        <w:t>’</w:t>
      </w:r>
      <w:r w:rsidR="001B73FA" w:rsidRPr="001B73FA">
        <w:rPr>
          <w:szCs w:val="20"/>
        </w:rPr>
        <w:t>on arrête en tapant de la canne la planche contre laquelle Dominique s</w:t>
      </w:r>
      <w:r w:rsidRPr="00A4769E">
        <w:rPr>
          <w:szCs w:val="20"/>
        </w:rPr>
        <w:t>’</w:t>
      </w:r>
      <w:r w:rsidR="001B73FA" w:rsidRPr="001B73FA">
        <w:rPr>
          <w:szCs w:val="20"/>
        </w:rPr>
        <w:t>appuie</w:t>
      </w:r>
      <w:r w:rsidRPr="00A4769E">
        <w:rPr>
          <w:szCs w:val="20"/>
        </w:rPr>
        <w:t xml:space="preserve">. </w:t>
      </w:r>
      <w:r w:rsidR="001B73FA" w:rsidRPr="001B73FA">
        <w:rPr>
          <w:szCs w:val="20"/>
        </w:rPr>
        <w:t>Comme je fais</w:t>
      </w:r>
      <w:r w:rsidRPr="00A4769E">
        <w:rPr>
          <w:szCs w:val="20"/>
        </w:rPr>
        <w:t xml:space="preserve">, </w:t>
      </w:r>
      <w:r w:rsidR="001B73FA" w:rsidRPr="001B73FA">
        <w:rPr>
          <w:szCs w:val="20"/>
        </w:rPr>
        <w:t>vois-tu</w:t>
      </w:r>
      <w:r w:rsidRPr="00A4769E">
        <w:rPr>
          <w:szCs w:val="20"/>
        </w:rPr>
        <w:t xml:space="preserve">. </w:t>
      </w:r>
      <w:r w:rsidR="001B73FA" w:rsidRPr="001B73FA">
        <w:rPr>
          <w:szCs w:val="20"/>
        </w:rPr>
        <w:t>Ce n</w:t>
      </w:r>
      <w:r w:rsidRPr="00A4769E">
        <w:rPr>
          <w:szCs w:val="20"/>
        </w:rPr>
        <w:t>’</w:t>
      </w:r>
      <w:r w:rsidR="001B73FA" w:rsidRPr="001B73FA">
        <w:rPr>
          <w:szCs w:val="20"/>
        </w:rPr>
        <w:t>est qu</w:t>
      </w:r>
      <w:r w:rsidRPr="00A4769E">
        <w:rPr>
          <w:szCs w:val="20"/>
        </w:rPr>
        <w:t>’</w:t>
      </w:r>
      <w:r w:rsidR="001B73FA" w:rsidRPr="001B73FA">
        <w:rPr>
          <w:szCs w:val="20"/>
        </w:rPr>
        <w:t>après qu</w:t>
      </w:r>
      <w:r w:rsidRPr="00A4769E">
        <w:rPr>
          <w:szCs w:val="20"/>
        </w:rPr>
        <w:t>’</w:t>
      </w:r>
      <w:r w:rsidR="001B73FA" w:rsidRPr="001B73FA">
        <w:rPr>
          <w:szCs w:val="20"/>
        </w:rPr>
        <w:t>on descend</w:t>
      </w:r>
      <w:r w:rsidRPr="00A4769E">
        <w:rPr>
          <w:szCs w:val="20"/>
        </w:rPr>
        <w:t>. »</w:t>
      </w:r>
      <w:r w:rsidR="001B73FA" w:rsidRPr="001B73FA">
        <w:rPr>
          <w:szCs w:val="20"/>
        </w:rPr>
        <w:t xml:space="preserve"> Confus</w:t>
      </w:r>
      <w:r w:rsidRPr="00A4769E">
        <w:rPr>
          <w:szCs w:val="20"/>
        </w:rPr>
        <w:t xml:space="preserve">, </w:t>
      </w:r>
      <w:r w:rsidR="001B73FA" w:rsidRPr="001B73FA">
        <w:rPr>
          <w:szCs w:val="20"/>
        </w:rPr>
        <w:t>Angelo s</w:t>
      </w:r>
      <w:r w:rsidRPr="00A4769E">
        <w:rPr>
          <w:szCs w:val="20"/>
        </w:rPr>
        <w:t>’</w:t>
      </w:r>
      <w:r w:rsidR="001B73FA" w:rsidRPr="001B73FA">
        <w:rPr>
          <w:szCs w:val="20"/>
        </w:rPr>
        <w:t>excusa de sa précipitation et</w:t>
      </w:r>
      <w:r w:rsidRPr="00A4769E">
        <w:rPr>
          <w:szCs w:val="20"/>
        </w:rPr>
        <w:t xml:space="preserve">, </w:t>
      </w:r>
      <w:r w:rsidR="001B73FA" w:rsidRPr="001B73FA">
        <w:rPr>
          <w:szCs w:val="20"/>
        </w:rPr>
        <w:t>cette fois</w:t>
      </w:r>
      <w:r w:rsidRPr="00A4769E">
        <w:rPr>
          <w:szCs w:val="20"/>
        </w:rPr>
        <w:t xml:space="preserve">, </w:t>
      </w:r>
      <w:r w:rsidR="001B73FA" w:rsidRPr="001B73FA">
        <w:rPr>
          <w:szCs w:val="20"/>
        </w:rPr>
        <w:t>son sourire fut vraiment charmant</w:t>
      </w:r>
      <w:r w:rsidRPr="00A4769E">
        <w:rPr>
          <w:szCs w:val="20"/>
        </w:rPr>
        <w:t>. « </w:t>
      </w:r>
      <w:r w:rsidR="001B73FA" w:rsidRPr="001B73FA">
        <w:rPr>
          <w:szCs w:val="20"/>
        </w:rPr>
        <w:t>Où vas-tu</w:t>
      </w:r>
      <w:r w:rsidRPr="00A4769E">
        <w:rPr>
          <w:szCs w:val="20"/>
        </w:rPr>
        <w:t xml:space="preserve"> ? </w:t>
      </w:r>
      <w:r w:rsidR="001B73FA" w:rsidRPr="001B73FA">
        <w:rPr>
          <w:szCs w:val="20"/>
        </w:rPr>
        <w:t>demanda-t-elle</w:t>
      </w:r>
      <w:r w:rsidRPr="00A4769E">
        <w:rPr>
          <w:szCs w:val="20"/>
        </w:rPr>
        <w:t xml:space="preserve">, </w:t>
      </w:r>
      <w:r w:rsidR="001B73FA" w:rsidRPr="001B73FA">
        <w:rPr>
          <w:szCs w:val="20"/>
        </w:rPr>
        <w:t>souriant elle-même fort gentiment</w:t>
      </w:r>
      <w:r w:rsidRPr="00A4769E">
        <w:rPr>
          <w:szCs w:val="20"/>
        </w:rPr>
        <w:t xml:space="preserve">, </w:t>
      </w:r>
      <w:r w:rsidR="001B73FA" w:rsidRPr="001B73FA">
        <w:rPr>
          <w:szCs w:val="20"/>
        </w:rPr>
        <w:t>touchée par le visage tendre d</w:t>
      </w:r>
      <w:r w:rsidRPr="00A4769E">
        <w:rPr>
          <w:szCs w:val="20"/>
        </w:rPr>
        <w:t>’</w:t>
      </w:r>
      <w:r w:rsidR="001B73FA" w:rsidRPr="001B73FA">
        <w:rPr>
          <w:szCs w:val="20"/>
        </w:rPr>
        <w:t>Angelo</w:t>
      </w:r>
      <w:r w:rsidRPr="00A4769E">
        <w:rPr>
          <w:szCs w:val="20"/>
        </w:rPr>
        <w:t xml:space="preserve">. </w:t>
      </w:r>
      <w:r w:rsidR="001B73FA" w:rsidRPr="001B73FA">
        <w:rPr>
          <w:szCs w:val="20"/>
        </w:rPr>
        <w:t>Tu as l</w:t>
      </w:r>
      <w:r w:rsidRPr="00A4769E">
        <w:rPr>
          <w:szCs w:val="20"/>
        </w:rPr>
        <w:t>’</w:t>
      </w:r>
      <w:r w:rsidR="001B73FA" w:rsidRPr="001B73FA">
        <w:rPr>
          <w:szCs w:val="20"/>
        </w:rPr>
        <w:t>air d</w:t>
      </w:r>
      <w:r w:rsidRPr="00A4769E">
        <w:rPr>
          <w:szCs w:val="20"/>
        </w:rPr>
        <w:t>’</w:t>
      </w:r>
      <w:r w:rsidR="001B73FA" w:rsidRPr="001B73FA">
        <w:rPr>
          <w:szCs w:val="20"/>
        </w:rPr>
        <w:t>un jeune chien qui traîne ses longues oreilles</w:t>
      </w:r>
      <w:r w:rsidRPr="00A4769E">
        <w:rPr>
          <w:szCs w:val="20"/>
        </w:rPr>
        <w:t>.</w:t>
      </w:r>
    </w:p>
    <w:p w14:paraId="20AA0029" w14:textId="63D55C40" w:rsidR="00462692" w:rsidRPr="00A4769E" w:rsidRDefault="00462692" w:rsidP="001B73FA">
      <w:pPr>
        <w:rPr>
          <w:szCs w:val="20"/>
        </w:rPr>
      </w:pPr>
      <w:r w:rsidRPr="00A4769E">
        <w:rPr>
          <w:szCs w:val="20"/>
        </w:rPr>
        <w:t>— </w:t>
      </w:r>
      <w:r w:rsidR="001B73FA" w:rsidRPr="001B73FA">
        <w:rPr>
          <w:szCs w:val="20"/>
        </w:rPr>
        <w:t>Je vais à Aix</w:t>
      </w:r>
      <w:r w:rsidRPr="00A4769E">
        <w:rPr>
          <w:szCs w:val="20"/>
        </w:rPr>
        <w:t xml:space="preserve"> », </w:t>
      </w:r>
      <w:r w:rsidR="001B73FA" w:rsidRPr="001B73FA">
        <w:rPr>
          <w:szCs w:val="20"/>
        </w:rPr>
        <w:t>dit-il</w:t>
      </w:r>
      <w:r w:rsidRPr="00A4769E">
        <w:rPr>
          <w:szCs w:val="20"/>
        </w:rPr>
        <w:t xml:space="preserve">, </w:t>
      </w:r>
      <w:r w:rsidR="001B73FA" w:rsidRPr="001B73FA">
        <w:rPr>
          <w:szCs w:val="20"/>
        </w:rPr>
        <w:t>raide et cocardier</w:t>
      </w:r>
      <w:r w:rsidRPr="00A4769E">
        <w:rPr>
          <w:szCs w:val="20"/>
        </w:rPr>
        <w:t xml:space="preserve">, </w:t>
      </w:r>
      <w:r w:rsidR="001B73FA" w:rsidRPr="001B73FA">
        <w:rPr>
          <w:szCs w:val="20"/>
        </w:rPr>
        <w:t>mais cramoisi jusqu</w:t>
      </w:r>
      <w:r w:rsidRPr="00A4769E">
        <w:rPr>
          <w:szCs w:val="20"/>
        </w:rPr>
        <w:t>’</w:t>
      </w:r>
      <w:r w:rsidR="001B73FA" w:rsidRPr="001B73FA">
        <w:rPr>
          <w:szCs w:val="20"/>
        </w:rPr>
        <w:t>au front</w:t>
      </w:r>
      <w:r w:rsidRPr="00A4769E">
        <w:rPr>
          <w:szCs w:val="20"/>
        </w:rPr>
        <w:t>.</w:t>
      </w:r>
    </w:p>
    <w:p w14:paraId="34D4E974" w14:textId="06AFBD8B" w:rsidR="00462692" w:rsidRPr="00A4769E" w:rsidRDefault="001B73FA" w:rsidP="001B73FA">
      <w:pPr>
        <w:rPr>
          <w:szCs w:val="20"/>
        </w:rPr>
      </w:pPr>
      <w:r w:rsidRPr="001B73FA">
        <w:rPr>
          <w:szCs w:val="20"/>
        </w:rPr>
        <w:t>La Marquise détourna son regard et mordit ses lèvres</w:t>
      </w:r>
      <w:r w:rsidR="00462692" w:rsidRPr="00A4769E">
        <w:rPr>
          <w:szCs w:val="20"/>
        </w:rPr>
        <w:t>. « </w:t>
      </w:r>
      <w:r w:rsidRPr="001B73FA">
        <w:rPr>
          <w:szCs w:val="20"/>
        </w:rPr>
        <w:t>Cela n</w:t>
      </w:r>
      <w:r w:rsidR="00462692" w:rsidRPr="00A4769E">
        <w:rPr>
          <w:szCs w:val="20"/>
        </w:rPr>
        <w:t>’</w:t>
      </w:r>
      <w:r w:rsidRPr="001B73FA">
        <w:rPr>
          <w:szCs w:val="20"/>
        </w:rPr>
        <w:t>est plus une affaire d</w:t>
      </w:r>
      <w:r w:rsidR="00462692" w:rsidRPr="00A4769E">
        <w:rPr>
          <w:szCs w:val="20"/>
        </w:rPr>
        <w:t>’</w:t>
      </w:r>
      <w:r w:rsidRPr="001B73FA">
        <w:rPr>
          <w:szCs w:val="20"/>
        </w:rPr>
        <w:t>État</w:t>
      </w:r>
      <w:r w:rsidR="00462692" w:rsidRPr="00A4769E">
        <w:rPr>
          <w:szCs w:val="20"/>
        </w:rPr>
        <w:t xml:space="preserve">, </w:t>
      </w:r>
      <w:r w:rsidRPr="001B73FA">
        <w:rPr>
          <w:szCs w:val="20"/>
        </w:rPr>
        <w:t>dit-elle</w:t>
      </w:r>
      <w:r w:rsidR="00462692" w:rsidRPr="00A4769E">
        <w:rPr>
          <w:szCs w:val="20"/>
        </w:rPr>
        <w:t xml:space="preserve">, </w:t>
      </w:r>
      <w:r w:rsidRPr="001B73FA">
        <w:rPr>
          <w:szCs w:val="20"/>
        </w:rPr>
        <w:t>continuant son sourire aimable</w:t>
      </w:r>
      <w:r w:rsidR="00462692" w:rsidRPr="00A4769E">
        <w:rPr>
          <w:szCs w:val="20"/>
        </w:rPr>
        <w:t xml:space="preserve">. </w:t>
      </w:r>
      <w:r w:rsidRPr="001B73FA">
        <w:rPr>
          <w:szCs w:val="20"/>
        </w:rPr>
        <w:t>Il y a chaque jour des quantités de gens qui font des voyages semblables sans qu</w:t>
      </w:r>
      <w:r w:rsidR="00462692" w:rsidRPr="00A4769E">
        <w:rPr>
          <w:szCs w:val="20"/>
        </w:rPr>
        <w:t>’</w:t>
      </w:r>
      <w:r w:rsidRPr="001B73FA">
        <w:rPr>
          <w:szCs w:val="20"/>
        </w:rPr>
        <w:t>on le marque sur la ga</w:t>
      </w:r>
      <w:r w:rsidRPr="001B73FA">
        <w:rPr>
          <w:szCs w:val="20"/>
        </w:rPr>
        <w:lastRenderedPageBreak/>
        <w:t>zette</w:t>
      </w:r>
      <w:r w:rsidR="00462692" w:rsidRPr="00A4769E">
        <w:rPr>
          <w:szCs w:val="20"/>
        </w:rPr>
        <w:t xml:space="preserve">. </w:t>
      </w:r>
      <w:r w:rsidRPr="001B73FA">
        <w:rPr>
          <w:szCs w:val="20"/>
        </w:rPr>
        <w:t>Je t</w:t>
      </w:r>
      <w:r w:rsidR="00462692" w:rsidRPr="00A4769E">
        <w:rPr>
          <w:szCs w:val="20"/>
        </w:rPr>
        <w:t>’</w:t>
      </w:r>
      <w:r w:rsidRPr="001B73FA">
        <w:rPr>
          <w:szCs w:val="20"/>
        </w:rPr>
        <w:t>en donne ma parole d</w:t>
      </w:r>
      <w:r w:rsidR="00462692" w:rsidRPr="00A4769E">
        <w:rPr>
          <w:szCs w:val="20"/>
        </w:rPr>
        <w:t>’</w:t>
      </w:r>
      <w:r w:rsidRPr="001B73FA">
        <w:rPr>
          <w:szCs w:val="20"/>
        </w:rPr>
        <w:t>honneur</w:t>
      </w:r>
      <w:r w:rsidR="00462692" w:rsidRPr="00A4769E">
        <w:rPr>
          <w:szCs w:val="20"/>
        </w:rPr>
        <w:t xml:space="preserve">. </w:t>
      </w:r>
      <w:r w:rsidRPr="001B73FA">
        <w:rPr>
          <w:szCs w:val="20"/>
        </w:rPr>
        <w:t>Va donc voir ce gros bouffi</w:t>
      </w:r>
      <w:r w:rsidR="00C80E31">
        <w:rPr>
          <w:szCs w:val="20"/>
        </w:rPr>
        <w:t>,</w:t>
      </w:r>
      <w:r w:rsidRPr="001B73FA">
        <w:rPr>
          <w:szCs w:val="20"/>
        </w:rPr>
        <w:t xml:space="preserve"> là-bas</w:t>
      </w:r>
      <w:r w:rsidR="00462692" w:rsidRPr="00A4769E">
        <w:rPr>
          <w:szCs w:val="20"/>
        </w:rPr>
        <w:t xml:space="preserve"> : </w:t>
      </w:r>
      <w:r w:rsidRPr="001B73FA">
        <w:rPr>
          <w:szCs w:val="20"/>
        </w:rPr>
        <w:t>celui qui crache comme une bouillotte sur le pas de sa porte</w:t>
      </w:r>
      <w:r w:rsidR="00462692" w:rsidRPr="00A4769E">
        <w:rPr>
          <w:szCs w:val="20"/>
        </w:rPr>
        <w:t xml:space="preserve">, </w:t>
      </w:r>
      <w:r w:rsidRPr="001B73FA">
        <w:rPr>
          <w:szCs w:val="20"/>
        </w:rPr>
        <w:t>paie-lui ta place et je suis persuadée qu</w:t>
      </w:r>
      <w:r w:rsidR="00462692" w:rsidRPr="00A4769E">
        <w:rPr>
          <w:szCs w:val="20"/>
        </w:rPr>
        <w:t>’</w:t>
      </w:r>
      <w:r w:rsidRPr="001B73FA">
        <w:rPr>
          <w:szCs w:val="20"/>
        </w:rPr>
        <w:t>il n</w:t>
      </w:r>
      <w:r w:rsidR="00462692" w:rsidRPr="00A4769E">
        <w:rPr>
          <w:szCs w:val="20"/>
        </w:rPr>
        <w:t>’</w:t>
      </w:r>
      <w:r w:rsidRPr="001B73FA">
        <w:rPr>
          <w:szCs w:val="20"/>
        </w:rPr>
        <w:t>y aura pas d</w:t>
      </w:r>
      <w:r w:rsidR="00462692" w:rsidRPr="00A4769E">
        <w:rPr>
          <w:szCs w:val="20"/>
        </w:rPr>
        <w:t>’</w:t>
      </w:r>
      <w:r w:rsidRPr="001B73FA">
        <w:rPr>
          <w:szCs w:val="20"/>
        </w:rPr>
        <w:t>empêchements</w:t>
      </w:r>
      <w:r w:rsidR="00462692" w:rsidRPr="00A4769E">
        <w:rPr>
          <w:szCs w:val="20"/>
        </w:rPr>
        <w:t xml:space="preserve">. </w:t>
      </w:r>
      <w:r w:rsidRPr="001B73FA">
        <w:rPr>
          <w:szCs w:val="20"/>
        </w:rPr>
        <w:t>À condition de voyager sur l</w:t>
      </w:r>
      <w:r w:rsidR="00462692" w:rsidRPr="00A4769E">
        <w:rPr>
          <w:szCs w:val="20"/>
        </w:rPr>
        <w:t>’</w:t>
      </w:r>
      <w:r w:rsidRPr="001B73FA">
        <w:rPr>
          <w:szCs w:val="20"/>
        </w:rPr>
        <w:t>impériale toutefois</w:t>
      </w:r>
      <w:r w:rsidR="00462692" w:rsidRPr="00A4769E">
        <w:rPr>
          <w:szCs w:val="20"/>
        </w:rPr>
        <w:t xml:space="preserve">, </w:t>
      </w:r>
      <w:r w:rsidRPr="001B73FA">
        <w:rPr>
          <w:szCs w:val="20"/>
        </w:rPr>
        <w:t>car je sais que le coupé est plein</w:t>
      </w:r>
      <w:r w:rsidR="00462692" w:rsidRPr="00A4769E">
        <w:rPr>
          <w:szCs w:val="20"/>
        </w:rPr>
        <w:t xml:space="preserve">. </w:t>
      </w:r>
      <w:r w:rsidRPr="001B73FA">
        <w:rPr>
          <w:szCs w:val="20"/>
        </w:rPr>
        <w:t>Mais</w:t>
      </w:r>
      <w:r w:rsidR="00462692" w:rsidRPr="00A4769E">
        <w:rPr>
          <w:szCs w:val="20"/>
        </w:rPr>
        <w:t xml:space="preserve">, </w:t>
      </w:r>
      <w:r w:rsidRPr="001B73FA">
        <w:rPr>
          <w:szCs w:val="20"/>
        </w:rPr>
        <w:t>dit-elle</w:t>
      </w:r>
      <w:r w:rsidR="00462692" w:rsidRPr="00A4769E">
        <w:rPr>
          <w:szCs w:val="20"/>
        </w:rPr>
        <w:t xml:space="preserve">, </w:t>
      </w:r>
      <w:r w:rsidRPr="001B73FA">
        <w:rPr>
          <w:szCs w:val="20"/>
        </w:rPr>
        <w:t>retenant son petit hoquet de fou rire</w:t>
      </w:r>
      <w:r w:rsidR="00462692" w:rsidRPr="00A4769E">
        <w:rPr>
          <w:szCs w:val="20"/>
        </w:rPr>
        <w:t xml:space="preserve">, </w:t>
      </w:r>
      <w:r w:rsidRPr="001B73FA">
        <w:rPr>
          <w:szCs w:val="20"/>
        </w:rPr>
        <w:t>à Dieu vat</w:t>
      </w:r>
      <w:r w:rsidR="00462692" w:rsidRPr="00A4769E">
        <w:rPr>
          <w:szCs w:val="20"/>
        </w:rPr>
        <w:t xml:space="preserve">, </w:t>
      </w:r>
      <w:r w:rsidRPr="001B73FA">
        <w:rPr>
          <w:szCs w:val="20"/>
        </w:rPr>
        <w:t>n</w:t>
      </w:r>
      <w:r w:rsidR="00462692" w:rsidRPr="00A4769E">
        <w:rPr>
          <w:szCs w:val="20"/>
        </w:rPr>
        <w:t>’</w:t>
      </w:r>
      <w:r w:rsidRPr="001B73FA">
        <w:rPr>
          <w:szCs w:val="20"/>
        </w:rPr>
        <w:t>est-ce pas</w:t>
      </w:r>
      <w:r w:rsidR="00462692" w:rsidRPr="00A4769E">
        <w:rPr>
          <w:szCs w:val="20"/>
        </w:rPr>
        <w:t xml:space="preserve">, </w:t>
      </w:r>
      <w:r w:rsidRPr="001B73FA">
        <w:rPr>
          <w:szCs w:val="20"/>
        </w:rPr>
        <w:t>Christoph Colomb</w:t>
      </w:r>
      <w:r w:rsidR="00462692" w:rsidRPr="00A4769E">
        <w:rPr>
          <w:szCs w:val="20"/>
        </w:rPr>
        <w:t> ? »</w:t>
      </w:r>
      <w:r w:rsidRPr="001B73FA">
        <w:rPr>
          <w:szCs w:val="20"/>
        </w:rPr>
        <w:t xml:space="preserve"> Elle descendit elle-même gaillardement de la voiture et ordonna à Dominique de décrocher son bagage</w:t>
      </w:r>
      <w:r w:rsidR="00462692" w:rsidRPr="00A4769E">
        <w:rPr>
          <w:szCs w:val="20"/>
        </w:rPr>
        <w:t>.</w:t>
      </w:r>
    </w:p>
    <w:p w14:paraId="670CE8B2" w14:textId="77777777" w:rsidR="00462692" w:rsidRPr="00A4769E" w:rsidRDefault="001B73FA" w:rsidP="001B73FA">
      <w:pPr>
        <w:rPr>
          <w:szCs w:val="20"/>
        </w:rPr>
      </w:pPr>
      <w:r w:rsidRPr="001B73FA">
        <w:rPr>
          <w:szCs w:val="20"/>
        </w:rPr>
        <w:t>Chaque fois qu</w:t>
      </w:r>
      <w:r w:rsidR="00462692" w:rsidRPr="00A4769E">
        <w:rPr>
          <w:szCs w:val="20"/>
        </w:rPr>
        <w:t>’</w:t>
      </w:r>
      <w:r w:rsidRPr="001B73FA">
        <w:rPr>
          <w:szCs w:val="20"/>
        </w:rPr>
        <w:t>Angelo était vexé</w:t>
      </w:r>
      <w:r w:rsidR="00462692" w:rsidRPr="00A4769E">
        <w:rPr>
          <w:szCs w:val="20"/>
        </w:rPr>
        <w:t xml:space="preserve">, </w:t>
      </w:r>
      <w:r w:rsidRPr="001B73FA">
        <w:rPr>
          <w:szCs w:val="20"/>
        </w:rPr>
        <w:t>mais qu</w:t>
      </w:r>
      <w:r w:rsidR="00462692" w:rsidRPr="00A4769E">
        <w:rPr>
          <w:szCs w:val="20"/>
        </w:rPr>
        <w:t>’</w:t>
      </w:r>
      <w:r w:rsidRPr="001B73FA">
        <w:rPr>
          <w:szCs w:val="20"/>
        </w:rPr>
        <w:t>il y avait dans ceux qui le vexaient une faiblesse ou une gentillesse</w:t>
      </w:r>
      <w:r w:rsidR="00462692" w:rsidRPr="00A4769E">
        <w:rPr>
          <w:szCs w:val="20"/>
        </w:rPr>
        <w:t xml:space="preserve">, </w:t>
      </w:r>
      <w:r w:rsidRPr="001B73FA">
        <w:rPr>
          <w:szCs w:val="20"/>
        </w:rPr>
        <w:t>il s</w:t>
      </w:r>
      <w:r w:rsidR="00462692" w:rsidRPr="00A4769E">
        <w:rPr>
          <w:szCs w:val="20"/>
        </w:rPr>
        <w:t>’</w:t>
      </w:r>
      <w:r w:rsidRPr="001B73FA">
        <w:rPr>
          <w:szCs w:val="20"/>
        </w:rPr>
        <w:t>éloignait à grands pas</w:t>
      </w:r>
      <w:r w:rsidR="00462692" w:rsidRPr="00A4769E">
        <w:rPr>
          <w:szCs w:val="20"/>
        </w:rPr>
        <w:t xml:space="preserve">. </w:t>
      </w:r>
      <w:r w:rsidRPr="001B73FA">
        <w:rPr>
          <w:szCs w:val="20"/>
        </w:rPr>
        <w:t>Il obtenait facilement avec ses longues jambes un pas noble et rapide qu</w:t>
      </w:r>
      <w:r w:rsidR="00462692" w:rsidRPr="00A4769E">
        <w:rPr>
          <w:szCs w:val="20"/>
        </w:rPr>
        <w:t>’</w:t>
      </w:r>
      <w:r w:rsidRPr="001B73FA">
        <w:rPr>
          <w:szCs w:val="20"/>
        </w:rPr>
        <w:t>il supposait plein de morgue et de hauteur</w:t>
      </w:r>
      <w:r w:rsidR="00462692" w:rsidRPr="00A4769E">
        <w:rPr>
          <w:szCs w:val="20"/>
        </w:rPr>
        <w:t>.</w:t>
      </w:r>
    </w:p>
    <w:p w14:paraId="7547E188" w14:textId="77777777" w:rsidR="00462692" w:rsidRPr="00A4769E" w:rsidRDefault="001B73FA" w:rsidP="001B73FA">
      <w:pPr>
        <w:rPr>
          <w:szCs w:val="20"/>
        </w:rPr>
      </w:pPr>
      <w:r w:rsidRPr="001B73FA">
        <w:rPr>
          <w:szCs w:val="20"/>
        </w:rPr>
        <w:t>Il y avait ce matin-là</w:t>
      </w:r>
      <w:r w:rsidR="00462692" w:rsidRPr="00A4769E">
        <w:rPr>
          <w:szCs w:val="20"/>
        </w:rPr>
        <w:t xml:space="preserve">, </w:t>
      </w:r>
      <w:r w:rsidRPr="001B73FA">
        <w:rPr>
          <w:szCs w:val="20"/>
        </w:rPr>
        <w:t>dans la cour des Messageries</w:t>
      </w:r>
      <w:r w:rsidR="00462692" w:rsidRPr="00A4769E">
        <w:rPr>
          <w:szCs w:val="20"/>
        </w:rPr>
        <w:t xml:space="preserve">, </w:t>
      </w:r>
      <w:r w:rsidRPr="001B73FA">
        <w:rPr>
          <w:szCs w:val="20"/>
        </w:rPr>
        <w:t xml:space="preserve">une paysanne qui montrait un </w:t>
      </w:r>
      <w:r w:rsidR="00462692" w:rsidRPr="00A4769E">
        <w:rPr>
          <w:szCs w:val="20"/>
        </w:rPr>
        <w:t>œ</w:t>
      </w:r>
      <w:r w:rsidRPr="001B73FA">
        <w:rPr>
          <w:szCs w:val="20"/>
        </w:rPr>
        <w:t>uf</w:t>
      </w:r>
      <w:r w:rsidR="00462692" w:rsidRPr="00A4769E">
        <w:rPr>
          <w:szCs w:val="20"/>
        </w:rPr>
        <w:t xml:space="preserve">. </w:t>
      </w:r>
      <w:r w:rsidRPr="001B73FA">
        <w:rPr>
          <w:szCs w:val="20"/>
        </w:rPr>
        <w:t xml:space="preserve">Cet </w:t>
      </w:r>
      <w:r w:rsidR="00462692" w:rsidRPr="00A4769E">
        <w:rPr>
          <w:szCs w:val="20"/>
        </w:rPr>
        <w:t>œ</w:t>
      </w:r>
      <w:r w:rsidRPr="001B73FA">
        <w:rPr>
          <w:szCs w:val="20"/>
        </w:rPr>
        <w:t>uf</w:t>
      </w:r>
      <w:r w:rsidR="00462692" w:rsidRPr="00A4769E">
        <w:rPr>
          <w:szCs w:val="20"/>
        </w:rPr>
        <w:t xml:space="preserve">, </w:t>
      </w:r>
      <w:r w:rsidRPr="001B73FA">
        <w:rPr>
          <w:szCs w:val="20"/>
        </w:rPr>
        <w:t>aplati d</w:t>
      </w:r>
      <w:r w:rsidR="00462692" w:rsidRPr="00A4769E">
        <w:rPr>
          <w:szCs w:val="20"/>
        </w:rPr>
        <w:t>’</w:t>
      </w:r>
      <w:r w:rsidRPr="001B73FA">
        <w:rPr>
          <w:szCs w:val="20"/>
        </w:rPr>
        <w:t>un côté</w:t>
      </w:r>
      <w:r w:rsidR="00462692" w:rsidRPr="00A4769E">
        <w:rPr>
          <w:szCs w:val="20"/>
        </w:rPr>
        <w:t xml:space="preserve">, </w:t>
      </w:r>
      <w:r w:rsidRPr="001B73FA">
        <w:rPr>
          <w:szCs w:val="20"/>
        </w:rPr>
        <w:t>avait de ce côté-là des fronces qu</w:t>
      </w:r>
      <w:r w:rsidR="00462692" w:rsidRPr="00A4769E">
        <w:rPr>
          <w:szCs w:val="20"/>
        </w:rPr>
        <w:t>’</w:t>
      </w:r>
      <w:r w:rsidRPr="001B73FA">
        <w:rPr>
          <w:szCs w:val="20"/>
        </w:rPr>
        <w:t>on pouvait prendre pour une figure d</w:t>
      </w:r>
      <w:r w:rsidR="00462692" w:rsidRPr="00A4769E">
        <w:rPr>
          <w:szCs w:val="20"/>
        </w:rPr>
        <w:t>’</w:t>
      </w:r>
      <w:r w:rsidRPr="001B73FA">
        <w:rPr>
          <w:szCs w:val="20"/>
        </w:rPr>
        <w:t>homme</w:t>
      </w:r>
      <w:r w:rsidR="00462692" w:rsidRPr="00A4769E">
        <w:rPr>
          <w:szCs w:val="20"/>
        </w:rPr>
        <w:t xml:space="preserve">. </w:t>
      </w:r>
      <w:r w:rsidRPr="001B73FA">
        <w:rPr>
          <w:szCs w:val="20"/>
        </w:rPr>
        <w:t>La femme prétendait que c</w:t>
      </w:r>
      <w:r w:rsidR="00462692" w:rsidRPr="00A4769E">
        <w:rPr>
          <w:szCs w:val="20"/>
        </w:rPr>
        <w:t>’</w:t>
      </w:r>
      <w:r w:rsidRPr="001B73FA">
        <w:rPr>
          <w:szCs w:val="20"/>
        </w:rPr>
        <w:t>était la figure qu</w:t>
      </w:r>
      <w:r w:rsidR="00462692" w:rsidRPr="00A4769E">
        <w:rPr>
          <w:szCs w:val="20"/>
        </w:rPr>
        <w:t>’</w:t>
      </w:r>
      <w:r w:rsidRPr="001B73FA">
        <w:rPr>
          <w:szCs w:val="20"/>
        </w:rPr>
        <w:t>on voyait sur les anciens écus de cinq francs</w:t>
      </w:r>
      <w:r w:rsidR="00462692" w:rsidRPr="00A4769E">
        <w:rPr>
          <w:szCs w:val="20"/>
        </w:rPr>
        <w:t xml:space="preserve">. </w:t>
      </w:r>
      <w:r w:rsidRPr="001B73FA">
        <w:rPr>
          <w:szCs w:val="20"/>
        </w:rPr>
        <w:t>À la suite de quoi</w:t>
      </w:r>
      <w:r w:rsidR="00462692" w:rsidRPr="00A4769E">
        <w:rPr>
          <w:szCs w:val="20"/>
        </w:rPr>
        <w:t xml:space="preserve">, </w:t>
      </w:r>
      <w:r w:rsidRPr="001B73FA">
        <w:rPr>
          <w:szCs w:val="20"/>
        </w:rPr>
        <w:t>en effet</w:t>
      </w:r>
      <w:r w:rsidR="00462692" w:rsidRPr="00A4769E">
        <w:rPr>
          <w:szCs w:val="20"/>
        </w:rPr>
        <w:t xml:space="preserve">, </w:t>
      </w:r>
      <w:r w:rsidRPr="001B73FA">
        <w:rPr>
          <w:szCs w:val="20"/>
        </w:rPr>
        <w:t>on était d</w:t>
      </w:r>
      <w:r w:rsidR="00462692" w:rsidRPr="00A4769E">
        <w:rPr>
          <w:szCs w:val="20"/>
        </w:rPr>
        <w:t>’</w:t>
      </w:r>
      <w:r w:rsidRPr="001B73FA">
        <w:rPr>
          <w:szCs w:val="20"/>
        </w:rPr>
        <w:t>accord pour reconnaître très nettement le profil de Napoléon</w:t>
      </w:r>
      <w:r w:rsidR="00462692" w:rsidRPr="00A4769E">
        <w:rPr>
          <w:szCs w:val="20"/>
        </w:rPr>
        <w:t xml:space="preserve">. </w:t>
      </w:r>
      <w:r w:rsidRPr="001B73FA">
        <w:rPr>
          <w:szCs w:val="20"/>
        </w:rPr>
        <w:t>On trouva que l</w:t>
      </w:r>
      <w:r w:rsidR="00462692" w:rsidRPr="00A4769E">
        <w:rPr>
          <w:szCs w:val="20"/>
        </w:rPr>
        <w:t>’</w:t>
      </w:r>
      <w:r w:rsidRPr="001B73FA">
        <w:rPr>
          <w:szCs w:val="20"/>
        </w:rPr>
        <w:t>autre bout de l</w:t>
      </w:r>
      <w:r w:rsidR="00462692" w:rsidRPr="00A4769E">
        <w:rPr>
          <w:szCs w:val="20"/>
        </w:rPr>
        <w:t>’œ</w:t>
      </w:r>
      <w:r w:rsidRPr="001B73FA">
        <w:rPr>
          <w:szCs w:val="20"/>
        </w:rPr>
        <w:t>uf</w:t>
      </w:r>
      <w:r w:rsidR="00462692" w:rsidRPr="00A4769E">
        <w:rPr>
          <w:szCs w:val="20"/>
        </w:rPr>
        <w:t xml:space="preserve">, </w:t>
      </w:r>
      <w:r w:rsidRPr="001B73FA">
        <w:rPr>
          <w:szCs w:val="20"/>
        </w:rPr>
        <w:t>également froncé</w:t>
      </w:r>
      <w:r w:rsidR="00462692" w:rsidRPr="00A4769E">
        <w:rPr>
          <w:szCs w:val="20"/>
        </w:rPr>
        <w:t xml:space="preserve">, </w:t>
      </w:r>
      <w:r w:rsidRPr="001B73FA">
        <w:rPr>
          <w:szCs w:val="20"/>
        </w:rPr>
        <w:t>représentait un aigle ailes ouvertes</w:t>
      </w:r>
      <w:r w:rsidR="00462692" w:rsidRPr="00A4769E">
        <w:rPr>
          <w:szCs w:val="20"/>
        </w:rPr>
        <w:t>. « </w:t>
      </w:r>
      <w:r w:rsidRPr="001B73FA">
        <w:rPr>
          <w:szCs w:val="20"/>
        </w:rPr>
        <w:t>Ma poule n</w:t>
      </w:r>
      <w:r w:rsidR="00462692" w:rsidRPr="00A4769E">
        <w:rPr>
          <w:szCs w:val="20"/>
        </w:rPr>
        <w:t>’</w:t>
      </w:r>
      <w:r w:rsidRPr="001B73FA">
        <w:rPr>
          <w:szCs w:val="20"/>
        </w:rPr>
        <w:t>avait pourtant pas d</w:t>
      </w:r>
      <w:r w:rsidR="00462692" w:rsidRPr="00A4769E">
        <w:rPr>
          <w:szCs w:val="20"/>
        </w:rPr>
        <w:t>’</w:t>
      </w:r>
      <w:r w:rsidRPr="001B73FA">
        <w:rPr>
          <w:szCs w:val="20"/>
        </w:rPr>
        <w:t>intérêt à faire ça</w:t>
      </w:r>
      <w:r w:rsidR="00462692" w:rsidRPr="00A4769E">
        <w:rPr>
          <w:szCs w:val="20"/>
        </w:rPr>
        <w:t xml:space="preserve">, </w:t>
      </w:r>
      <w:r w:rsidRPr="001B73FA">
        <w:rPr>
          <w:szCs w:val="20"/>
        </w:rPr>
        <w:t>disait naïvement la femme</w:t>
      </w:r>
      <w:r w:rsidR="00462692" w:rsidRPr="00A4769E">
        <w:rPr>
          <w:szCs w:val="20"/>
        </w:rPr>
        <w:t xml:space="preserve">. </w:t>
      </w:r>
      <w:r w:rsidRPr="001B73FA">
        <w:rPr>
          <w:szCs w:val="20"/>
        </w:rPr>
        <w:t>Je suis une bonne royaliste comme tout le monde</w:t>
      </w:r>
      <w:r w:rsidR="00462692" w:rsidRPr="00A4769E">
        <w:rPr>
          <w:szCs w:val="20"/>
        </w:rPr>
        <w:t>. »</w:t>
      </w:r>
      <w:r w:rsidRPr="001B73FA">
        <w:rPr>
          <w:szCs w:val="20"/>
        </w:rPr>
        <w:t xml:space="preserve"> Beaucoup de gens regardaient la curiosité et faisaient des réflexions à haute voix</w:t>
      </w:r>
      <w:r w:rsidR="00462692" w:rsidRPr="00A4769E">
        <w:rPr>
          <w:szCs w:val="20"/>
        </w:rPr>
        <w:t xml:space="preserve"> ; </w:t>
      </w:r>
      <w:r w:rsidRPr="001B73FA">
        <w:rPr>
          <w:szCs w:val="20"/>
        </w:rPr>
        <w:t>la paysanne finit par avoir très peur et par se demander si elle n</w:t>
      </w:r>
      <w:r w:rsidR="00462692" w:rsidRPr="00A4769E">
        <w:rPr>
          <w:szCs w:val="20"/>
        </w:rPr>
        <w:t>’</w:t>
      </w:r>
      <w:r w:rsidRPr="001B73FA">
        <w:rPr>
          <w:szCs w:val="20"/>
        </w:rPr>
        <w:t>allait pas être mise en prison</w:t>
      </w:r>
      <w:r w:rsidR="00462692" w:rsidRPr="00A4769E">
        <w:rPr>
          <w:szCs w:val="20"/>
        </w:rPr>
        <w:t xml:space="preserve">, </w:t>
      </w:r>
      <w:r w:rsidRPr="001B73FA">
        <w:rPr>
          <w:szCs w:val="20"/>
        </w:rPr>
        <w:t>ou tout au moins sa poule</w:t>
      </w:r>
      <w:r w:rsidR="00462692" w:rsidRPr="00A4769E">
        <w:rPr>
          <w:szCs w:val="20"/>
        </w:rPr>
        <w:t>.</w:t>
      </w:r>
    </w:p>
    <w:p w14:paraId="61A41BAF" w14:textId="77777777" w:rsidR="00462692" w:rsidRPr="00A4769E" w:rsidRDefault="001B73FA" w:rsidP="001B73FA">
      <w:pPr>
        <w:rPr>
          <w:szCs w:val="20"/>
        </w:rPr>
      </w:pPr>
      <w:r w:rsidRPr="001B73FA">
        <w:rPr>
          <w:szCs w:val="20"/>
        </w:rPr>
        <w:t>Angelo</w:t>
      </w:r>
      <w:r w:rsidR="00462692" w:rsidRPr="00A4769E">
        <w:rPr>
          <w:szCs w:val="20"/>
        </w:rPr>
        <w:t xml:space="preserve">, </w:t>
      </w:r>
      <w:r w:rsidRPr="001B73FA">
        <w:rPr>
          <w:szCs w:val="20"/>
        </w:rPr>
        <w:t>fumant un de ces petits cigares très forts qu</w:t>
      </w:r>
      <w:r w:rsidR="00462692" w:rsidRPr="00A4769E">
        <w:rPr>
          <w:szCs w:val="20"/>
        </w:rPr>
        <w:t>’</w:t>
      </w:r>
      <w:r w:rsidRPr="001B73FA">
        <w:rPr>
          <w:szCs w:val="20"/>
        </w:rPr>
        <w:t>on roule en Toscane et qui donnent</w:t>
      </w:r>
      <w:r w:rsidR="00462692" w:rsidRPr="00A4769E">
        <w:rPr>
          <w:szCs w:val="20"/>
        </w:rPr>
        <w:t xml:space="preserve">, </w:t>
      </w:r>
      <w:r w:rsidRPr="001B73FA">
        <w:rPr>
          <w:szCs w:val="20"/>
        </w:rPr>
        <w:t>surtout fumés à jeun</w:t>
      </w:r>
      <w:r w:rsidR="00462692" w:rsidRPr="00A4769E">
        <w:rPr>
          <w:szCs w:val="20"/>
        </w:rPr>
        <w:t xml:space="preserve">, </w:t>
      </w:r>
      <w:r w:rsidRPr="001B73FA">
        <w:rPr>
          <w:szCs w:val="20"/>
        </w:rPr>
        <w:t>une sorte d</w:t>
      </w:r>
      <w:r w:rsidR="00462692" w:rsidRPr="00A4769E">
        <w:rPr>
          <w:szCs w:val="20"/>
        </w:rPr>
        <w:t>’</w:t>
      </w:r>
      <w:r w:rsidRPr="001B73FA">
        <w:rPr>
          <w:szCs w:val="20"/>
        </w:rPr>
        <w:t>ivresse</w:t>
      </w:r>
      <w:r w:rsidR="00462692" w:rsidRPr="00A4769E">
        <w:rPr>
          <w:szCs w:val="20"/>
        </w:rPr>
        <w:t xml:space="preserve">, </w:t>
      </w:r>
      <w:r w:rsidRPr="001B73FA">
        <w:rPr>
          <w:szCs w:val="20"/>
        </w:rPr>
        <w:t>osa prendre l</w:t>
      </w:r>
      <w:r w:rsidR="00462692" w:rsidRPr="00A4769E">
        <w:rPr>
          <w:szCs w:val="20"/>
        </w:rPr>
        <w:t>’œ</w:t>
      </w:r>
      <w:r w:rsidRPr="001B73FA">
        <w:rPr>
          <w:szCs w:val="20"/>
        </w:rPr>
        <w:t>uf dans ses mains</w:t>
      </w:r>
      <w:r w:rsidR="00462692" w:rsidRPr="00A4769E">
        <w:rPr>
          <w:szCs w:val="20"/>
        </w:rPr>
        <w:t xml:space="preserve">. </w:t>
      </w:r>
      <w:r w:rsidRPr="001B73FA">
        <w:rPr>
          <w:szCs w:val="20"/>
        </w:rPr>
        <w:t>La pay</w:t>
      </w:r>
      <w:r w:rsidRPr="001B73FA">
        <w:rPr>
          <w:szCs w:val="20"/>
        </w:rPr>
        <w:lastRenderedPageBreak/>
        <w:t>sanne le lui avait abandonné avec une visible satisfaction</w:t>
      </w:r>
      <w:r w:rsidR="00462692" w:rsidRPr="00A4769E">
        <w:rPr>
          <w:szCs w:val="20"/>
        </w:rPr>
        <w:t xml:space="preserve">. </w:t>
      </w:r>
      <w:r w:rsidRPr="001B73FA">
        <w:rPr>
          <w:szCs w:val="20"/>
        </w:rPr>
        <w:t>Il proposa de l</w:t>
      </w:r>
      <w:r w:rsidR="00462692" w:rsidRPr="00A4769E">
        <w:rPr>
          <w:szCs w:val="20"/>
        </w:rPr>
        <w:t>’</w:t>
      </w:r>
      <w:r w:rsidRPr="001B73FA">
        <w:rPr>
          <w:szCs w:val="20"/>
        </w:rPr>
        <w:t>acheter</w:t>
      </w:r>
      <w:r w:rsidR="00462692" w:rsidRPr="00A4769E">
        <w:rPr>
          <w:szCs w:val="20"/>
        </w:rPr>
        <w:t xml:space="preserve">. </w:t>
      </w:r>
      <w:r w:rsidRPr="001B73FA">
        <w:rPr>
          <w:szCs w:val="20"/>
        </w:rPr>
        <w:t>La femme accepta volontiers</w:t>
      </w:r>
      <w:r w:rsidR="00462692" w:rsidRPr="00A4769E">
        <w:rPr>
          <w:szCs w:val="20"/>
        </w:rPr>
        <w:t xml:space="preserve">, </w:t>
      </w:r>
      <w:r w:rsidRPr="001B73FA">
        <w:rPr>
          <w:szCs w:val="20"/>
        </w:rPr>
        <w:t>prenant à témoin qu</w:t>
      </w:r>
      <w:r w:rsidR="00462692" w:rsidRPr="00A4769E">
        <w:rPr>
          <w:szCs w:val="20"/>
        </w:rPr>
        <w:t>’</w:t>
      </w:r>
      <w:r w:rsidRPr="001B73FA">
        <w:rPr>
          <w:szCs w:val="20"/>
        </w:rPr>
        <w:t>elle était bien contente de se débarrasser de cette horreur</w:t>
      </w:r>
      <w:r w:rsidR="00462692" w:rsidRPr="00A4769E">
        <w:rPr>
          <w:szCs w:val="20"/>
        </w:rPr>
        <w:t xml:space="preserve">. </w:t>
      </w:r>
      <w:r w:rsidRPr="001B73FA">
        <w:rPr>
          <w:szCs w:val="20"/>
        </w:rPr>
        <w:t>Mais Angelo commit l</w:t>
      </w:r>
      <w:r w:rsidR="00462692" w:rsidRPr="00A4769E">
        <w:rPr>
          <w:szCs w:val="20"/>
        </w:rPr>
        <w:t>’</w:t>
      </w:r>
      <w:r w:rsidRPr="001B73FA">
        <w:rPr>
          <w:szCs w:val="20"/>
        </w:rPr>
        <w:t>imprudence de lui donner dix sous et il sentit qu</w:t>
      </w:r>
      <w:r w:rsidR="00462692" w:rsidRPr="00A4769E">
        <w:rPr>
          <w:szCs w:val="20"/>
        </w:rPr>
        <w:t>’</w:t>
      </w:r>
      <w:r w:rsidRPr="001B73FA">
        <w:rPr>
          <w:szCs w:val="20"/>
        </w:rPr>
        <w:t>on lui touchait l</w:t>
      </w:r>
      <w:r w:rsidR="00462692" w:rsidRPr="00A4769E">
        <w:rPr>
          <w:szCs w:val="20"/>
        </w:rPr>
        <w:t>’</w:t>
      </w:r>
      <w:r w:rsidRPr="001B73FA">
        <w:rPr>
          <w:szCs w:val="20"/>
        </w:rPr>
        <w:t>épaule d</w:t>
      </w:r>
      <w:r w:rsidR="00462692" w:rsidRPr="00A4769E">
        <w:rPr>
          <w:szCs w:val="20"/>
        </w:rPr>
        <w:t>’</w:t>
      </w:r>
      <w:r w:rsidRPr="001B73FA">
        <w:rPr>
          <w:szCs w:val="20"/>
        </w:rPr>
        <w:t>une façon fort singulière</w:t>
      </w:r>
      <w:r w:rsidR="00462692" w:rsidRPr="00A4769E">
        <w:rPr>
          <w:szCs w:val="20"/>
        </w:rPr>
        <w:t xml:space="preserve">. </w:t>
      </w:r>
      <w:r w:rsidRPr="001B73FA">
        <w:rPr>
          <w:szCs w:val="20"/>
        </w:rPr>
        <w:t>Il tourna la tête pour se trouver en présence d</w:t>
      </w:r>
      <w:r w:rsidR="00462692" w:rsidRPr="00A4769E">
        <w:rPr>
          <w:szCs w:val="20"/>
        </w:rPr>
        <w:t>’</w:t>
      </w:r>
      <w:r w:rsidRPr="001B73FA">
        <w:rPr>
          <w:szCs w:val="20"/>
        </w:rPr>
        <w:t>un petit homme à l</w:t>
      </w:r>
      <w:r w:rsidR="00462692" w:rsidRPr="00A4769E">
        <w:rPr>
          <w:szCs w:val="20"/>
        </w:rPr>
        <w:t>’</w:t>
      </w:r>
      <w:r w:rsidRPr="001B73FA">
        <w:rPr>
          <w:szCs w:val="20"/>
        </w:rPr>
        <w:t>air paterne malgré ses fortes moustaches</w:t>
      </w:r>
      <w:r w:rsidR="00462692" w:rsidRPr="00A4769E">
        <w:rPr>
          <w:szCs w:val="20"/>
        </w:rPr>
        <w:t xml:space="preserve">, </w:t>
      </w:r>
      <w:r w:rsidRPr="001B73FA">
        <w:rPr>
          <w:szCs w:val="20"/>
        </w:rPr>
        <w:t>sa redingote sanglée</w:t>
      </w:r>
      <w:r w:rsidR="00462692" w:rsidRPr="00A4769E">
        <w:rPr>
          <w:szCs w:val="20"/>
        </w:rPr>
        <w:t xml:space="preserve">, </w:t>
      </w:r>
      <w:r w:rsidRPr="001B73FA">
        <w:rPr>
          <w:szCs w:val="20"/>
        </w:rPr>
        <w:t>son gibus et le gourdin qu</w:t>
      </w:r>
      <w:r w:rsidR="00462692" w:rsidRPr="00A4769E">
        <w:rPr>
          <w:szCs w:val="20"/>
        </w:rPr>
        <w:t>’</w:t>
      </w:r>
      <w:r w:rsidRPr="001B73FA">
        <w:rPr>
          <w:szCs w:val="20"/>
        </w:rPr>
        <w:t>il maniait nerveusement d</w:t>
      </w:r>
      <w:r w:rsidR="00462692" w:rsidRPr="00A4769E">
        <w:rPr>
          <w:szCs w:val="20"/>
        </w:rPr>
        <w:t>’</w:t>
      </w:r>
      <w:r w:rsidRPr="001B73FA">
        <w:rPr>
          <w:szCs w:val="20"/>
        </w:rPr>
        <w:t>un poignet très habile</w:t>
      </w:r>
      <w:r w:rsidR="00462692" w:rsidRPr="00A4769E">
        <w:rPr>
          <w:szCs w:val="20"/>
        </w:rPr>
        <w:t>. « </w:t>
      </w:r>
      <w:r w:rsidRPr="001B73FA">
        <w:rPr>
          <w:szCs w:val="20"/>
        </w:rPr>
        <w:t>Dix sous</w:t>
      </w:r>
      <w:r w:rsidR="00462692" w:rsidRPr="00A4769E">
        <w:rPr>
          <w:szCs w:val="20"/>
        </w:rPr>
        <w:t xml:space="preserve">, </w:t>
      </w:r>
      <w:r w:rsidRPr="001B73FA">
        <w:rPr>
          <w:szCs w:val="20"/>
        </w:rPr>
        <w:t>fichtre</w:t>
      </w:r>
      <w:r w:rsidR="00462692" w:rsidRPr="00A4769E">
        <w:rPr>
          <w:szCs w:val="20"/>
        </w:rPr>
        <w:t xml:space="preserve">, </w:t>
      </w:r>
      <w:r w:rsidRPr="001B73FA">
        <w:rPr>
          <w:szCs w:val="20"/>
        </w:rPr>
        <w:t>mon prince</w:t>
      </w:r>
      <w:r w:rsidR="00462692" w:rsidRPr="00A4769E">
        <w:rPr>
          <w:szCs w:val="20"/>
        </w:rPr>
        <w:t xml:space="preserve">, </w:t>
      </w:r>
      <w:r w:rsidRPr="001B73FA">
        <w:rPr>
          <w:szCs w:val="20"/>
        </w:rPr>
        <w:t>dit cet homme</w:t>
      </w:r>
      <w:r w:rsidR="00462692" w:rsidRPr="00A4769E">
        <w:rPr>
          <w:szCs w:val="20"/>
        </w:rPr>
        <w:t xml:space="preserve">, </w:t>
      </w:r>
      <w:r w:rsidRPr="001B73FA">
        <w:rPr>
          <w:szCs w:val="20"/>
        </w:rPr>
        <w:t>ce petit objet-là a l</w:t>
      </w:r>
      <w:r w:rsidR="00462692" w:rsidRPr="00A4769E">
        <w:rPr>
          <w:szCs w:val="20"/>
        </w:rPr>
        <w:t>’</w:t>
      </w:r>
      <w:r w:rsidRPr="001B73FA">
        <w:rPr>
          <w:szCs w:val="20"/>
        </w:rPr>
        <w:t>air d</w:t>
      </w:r>
      <w:r w:rsidR="00462692" w:rsidRPr="00A4769E">
        <w:rPr>
          <w:szCs w:val="20"/>
        </w:rPr>
        <w:t>’</w:t>
      </w:r>
      <w:r w:rsidRPr="001B73FA">
        <w:rPr>
          <w:szCs w:val="20"/>
        </w:rPr>
        <w:t>être sans prix</w:t>
      </w:r>
      <w:r w:rsidR="00462692" w:rsidRPr="00A4769E">
        <w:rPr>
          <w:szCs w:val="20"/>
        </w:rPr>
        <w:t xml:space="preserve">, </w:t>
      </w:r>
      <w:r w:rsidRPr="001B73FA">
        <w:rPr>
          <w:szCs w:val="20"/>
        </w:rPr>
        <w:t>à vos yeux</w:t>
      </w:r>
      <w:r w:rsidR="00462692" w:rsidRPr="00A4769E">
        <w:rPr>
          <w:szCs w:val="20"/>
        </w:rPr>
        <w:t>. »« </w:t>
      </w:r>
      <w:r w:rsidRPr="001B73FA">
        <w:rPr>
          <w:szCs w:val="20"/>
        </w:rPr>
        <w:t>Me voilà dans la gueule du loup</w:t>
      </w:r>
      <w:r w:rsidR="00462692" w:rsidRPr="00A4769E">
        <w:rPr>
          <w:szCs w:val="20"/>
        </w:rPr>
        <w:t xml:space="preserve">, </w:t>
      </w:r>
      <w:r w:rsidRPr="001B73FA">
        <w:rPr>
          <w:szCs w:val="20"/>
        </w:rPr>
        <w:t>se dit Angelo</w:t>
      </w:r>
      <w:r w:rsidR="00462692" w:rsidRPr="00A4769E">
        <w:rPr>
          <w:szCs w:val="20"/>
        </w:rPr>
        <w:t xml:space="preserve">, </w:t>
      </w:r>
      <w:r w:rsidRPr="001B73FA">
        <w:rPr>
          <w:szCs w:val="20"/>
        </w:rPr>
        <w:t>c</w:t>
      </w:r>
      <w:r w:rsidR="00462692" w:rsidRPr="00A4769E">
        <w:rPr>
          <w:szCs w:val="20"/>
        </w:rPr>
        <w:t>’</w:t>
      </w:r>
      <w:r w:rsidRPr="001B73FA">
        <w:rPr>
          <w:szCs w:val="20"/>
        </w:rPr>
        <w:t>est maintenant que cette grande dame va dire que je suis un petit chien qui trébuche dans ses oreilles</w:t>
      </w:r>
      <w:r w:rsidR="00462692" w:rsidRPr="00A4769E">
        <w:rPr>
          <w:szCs w:val="20"/>
        </w:rPr>
        <w:t>. »</w:t>
      </w:r>
      <w:r w:rsidRPr="001B73FA">
        <w:rPr>
          <w:szCs w:val="20"/>
        </w:rPr>
        <w:t xml:space="preserve"> Il voyait</w:t>
      </w:r>
      <w:r w:rsidR="00462692" w:rsidRPr="00A4769E">
        <w:rPr>
          <w:szCs w:val="20"/>
        </w:rPr>
        <w:t xml:space="preserve">, </w:t>
      </w:r>
      <w:r w:rsidRPr="001B73FA">
        <w:rPr>
          <w:szCs w:val="20"/>
        </w:rPr>
        <w:t>là-bas</w:t>
      </w:r>
      <w:r w:rsidR="00462692" w:rsidRPr="00A4769E">
        <w:rPr>
          <w:szCs w:val="20"/>
        </w:rPr>
        <w:t xml:space="preserve">, </w:t>
      </w:r>
      <w:r w:rsidRPr="001B73FA">
        <w:rPr>
          <w:szCs w:val="20"/>
        </w:rPr>
        <w:t>la Marquise qui surveillait ses bagages qu</w:t>
      </w:r>
      <w:r w:rsidR="00462692" w:rsidRPr="00A4769E">
        <w:rPr>
          <w:szCs w:val="20"/>
        </w:rPr>
        <w:t>’</w:t>
      </w:r>
      <w:r w:rsidRPr="001B73FA">
        <w:rPr>
          <w:szCs w:val="20"/>
        </w:rPr>
        <w:t>on arrimait sur les ressorts arrière de la malle-poste</w:t>
      </w:r>
      <w:r w:rsidR="00462692" w:rsidRPr="00A4769E">
        <w:rPr>
          <w:szCs w:val="20"/>
        </w:rPr>
        <w:t>. « </w:t>
      </w:r>
      <w:r w:rsidRPr="001B73FA">
        <w:rPr>
          <w:szCs w:val="20"/>
        </w:rPr>
        <w:t>Je peux me permettre cette fantaisie</w:t>
      </w:r>
      <w:r w:rsidR="00462692" w:rsidRPr="00A4769E">
        <w:rPr>
          <w:szCs w:val="20"/>
        </w:rPr>
        <w:t xml:space="preserve">, </w:t>
      </w:r>
      <w:r w:rsidRPr="001B73FA">
        <w:rPr>
          <w:szCs w:val="20"/>
        </w:rPr>
        <w:t>dit-il de l</w:t>
      </w:r>
      <w:r w:rsidR="00462692" w:rsidRPr="00A4769E">
        <w:rPr>
          <w:szCs w:val="20"/>
        </w:rPr>
        <w:t>’</w:t>
      </w:r>
      <w:r w:rsidRPr="001B73FA">
        <w:rPr>
          <w:szCs w:val="20"/>
        </w:rPr>
        <w:t>air cassant qu</w:t>
      </w:r>
      <w:r w:rsidR="00462692" w:rsidRPr="00A4769E">
        <w:rPr>
          <w:szCs w:val="20"/>
        </w:rPr>
        <w:t>’</w:t>
      </w:r>
      <w:r w:rsidRPr="001B73FA">
        <w:rPr>
          <w:szCs w:val="20"/>
        </w:rPr>
        <w:t>il prenait pour chercher querelle à ses adjudants</w:t>
      </w:r>
      <w:r w:rsidR="00462692" w:rsidRPr="00A4769E">
        <w:rPr>
          <w:szCs w:val="20"/>
        </w:rPr>
        <w:t xml:space="preserve">. </w:t>
      </w:r>
      <w:r w:rsidRPr="001B73FA">
        <w:rPr>
          <w:szCs w:val="20"/>
        </w:rPr>
        <w:t>Et il ne faut</w:t>
      </w:r>
      <w:r w:rsidR="00462692" w:rsidRPr="00A4769E">
        <w:rPr>
          <w:szCs w:val="20"/>
        </w:rPr>
        <w:t xml:space="preserve">, </w:t>
      </w:r>
      <w:r w:rsidRPr="001B73FA">
        <w:rPr>
          <w:szCs w:val="20"/>
        </w:rPr>
        <w:t>en effet</w:t>
      </w:r>
      <w:r w:rsidR="00462692" w:rsidRPr="00A4769E">
        <w:rPr>
          <w:szCs w:val="20"/>
        </w:rPr>
        <w:t xml:space="preserve">, </w:t>
      </w:r>
      <w:r w:rsidRPr="001B73FA">
        <w:rPr>
          <w:szCs w:val="20"/>
        </w:rPr>
        <w:t>à aucun prix laisser des objets subversifs entre les mains du peuple</w:t>
      </w:r>
      <w:r w:rsidR="00462692" w:rsidRPr="00A4769E">
        <w:rPr>
          <w:szCs w:val="20"/>
        </w:rPr>
        <w:t>. »</w:t>
      </w:r>
      <w:r w:rsidRPr="001B73FA">
        <w:rPr>
          <w:szCs w:val="20"/>
        </w:rPr>
        <w:t xml:space="preserve"> Il réussit à prononcer ce mot avec une moue parfaite</w:t>
      </w:r>
      <w:r w:rsidR="00462692" w:rsidRPr="00A4769E">
        <w:rPr>
          <w:szCs w:val="20"/>
        </w:rPr>
        <w:t>. « </w:t>
      </w:r>
      <w:r w:rsidRPr="001B73FA">
        <w:rPr>
          <w:szCs w:val="20"/>
        </w:rPr>
        <w:t>J</w:t>
      </w:r>
      <w:r w:rsidR="00462692" w:rsidRPr="00A4769E">
        <w:rPr>
          <w:szCs w:val="20"/>
        </w:rPr>
        <w:t>’</w:t>
      </w:r>
      <w:r w:rsidRPr="001B73FA">
        <w:rPr>
          <w:szCs w:val="20"/>
        </w:rPr>
        <w:t>imagine</w:t>
      </w:r>
      <w:r w:rsidR="00462692" w:rsidRPr="00A4769E">
        <w:rPr>
          <w:szCs w:val="20"/>
        </w:rPr>
        <w:t xml:space="preserve">, </w:t>
      </w:r>
      <w:r w:rsidRPr="001B73FA">
        <w:rPr>
          <w:szCs w:val="20"/>
        </w:rPr>
        <w:t>poursuivit-il</w:t>
      </w:r>
      <w:r w:rsidR="00462692" w:rsidRPr="00A4769E">
        <w:rPr>
          <w:szCs w:val="20"/>
        </w:rPr>
        <w:t xml:space="preserve">, </w:t>
      </w:r>
      <w:r w:rsidRPr="001B73FA">
        <w:rPr>
          <w:szCs w:val="20"/>
        </w:rPr>
        <w:t>que les budgets de la police ne sont pas assez élastiques pour se permettre de traiter diplomatiquement de telles affaires</w:t>
      </w:r>
      <w:r w:rsidR="00462692" w:rsidRPr="00A4769E">
        <w:rPr>
          <w:szCs w:val="20"/>
        </w:rPr>
        <w:t xml:space="preserve">. </w:t>
      </w:r>
      <w:r w:rsidRPr="001B73FA">
        <w:rPr>
          <w:szCs w:val="20"/>
        </w:rPr>
        <w:t>Il est du devoir des amis de l</w:t>
      </w:r>
      <w:r w:rsidR="00462692" w:rsidRPr="00A4769E">
        <w:rPr>
          <w:szCs w:val="20"/>
        </w:rPr>
        <w:t>’</w:t>
      </w:r>
      <w:r w:rsidRPr="001B73FA">
        <w:rPr>
          <w:szCs w:val="20"/>
        </w:rPr>
        <w:t xml:space="preserve">ordre de faire en sorte que les scandales soient étouffés </w:t>
      </w:r>
      <w:r w:rsidRPr="001B73FA">
        <w:rPr>
          <w:i/>
          <w:iCs/>
          <w:szCs w:val="20"/>
        </w:rPr>
        <w:t>dans l</w:t>
      </w:r>
      <w:r w:rsidR="00462692" w:rsidRPr="00A4769E">
        <w:rPr>
          <w:i/>
          <w:iCs/>
          <w:szCs w:val="20"/>
        </w:rPr>
        <w:t>’œ</w:t>
      </w:r>
      <w:r w:rsidRPr="001B73FA">
        <w:rPr>
          <w:i/>
          <w:iCs/>
          <w:szCs w:val="20"/>
        </w:rPr>
        <w:t>uf</w:t>
      </w:r>
      <w:r w:rsidR="00462692" w:rsidRPr="00A4769E">
        <w:rPr>
          <w:szCs w:val="20"/>
        </w:rPr>
        <w:t xml:space="preserve">, </w:t>
      </w:r>
      <w:r w:rsidRPr="001B73FA">
        <w:rPr>
          <w:szCs w:val="20"/>
        </w:rPr>
        <w:t>si je me fais bien comprendre</w:t>
      </w:r>
      <w:r w:rsidR="00462692" w:rsidRPr="00A4769E">
        <w:rPr>
          <w:szCs w:val="20"/>
        </w:rPr>
        <w:t xml:space="preserve"> », </w:t>
      </w:r>
      <w:r w:rsidRPr="001B73FA">
        <w:rPr>
          <w:szCs w:val="20"/>
        </w:rPr>
        <w:t>dit-il</w:t>
      </w:r>
      <w:r w:rsidR="00462692" w:rsidRPr="00A4769E">
        <w:rPr>
          <w:szCs w:val="20"/>
        </w:rPr>
        <w:t xml:space="preserve">, </w:t>
      </w:r>
      <w:r w:rsidRPr="001B73FA">
        <w:rPr>
          <w:szCs w:val="20"/>
        </w:rPr>
        <w:t>avec une gravité imperturbable qui l</w:t>
      </w:r>
      <w:r w:rsidR="00462692" w:rsidRPr="00A4769E">
        <w:rPr>
          <w:szCs w:val="20"/>
        </w:rPr>
        <w:t>’</w:t>
      </w:r>
      <w:r w:rsidRPr="001B73FA">
        <w:rPr>
          <w:szCs w:val="20"/>
        </w:rPr>
        <w:t>enivra mille fois plus que la fumée de son petit cigare</w:t>
      </w:r>
      <w:r w:rsidR="00462692" w:rsidRPr="00A4769E">
        <w:rPr>
          <w:szCs w:val="20"/>
        </w:rPr>
        <w:t>. « </w:t>
      </w:r>
      <w:r w:rsidRPr="001B73FA">
        <w:rPr>
          <w:szCs w:val="20"/>
        </w:rPr>
        <w:t>Ce clampin serait quelqu</w:t>
      </w:r>
      <w:r w:rsidR="00462692" w:rsidRPr="00A4769E">
        <w:rPr>
          <w:szCs w:val="20"/>
        </w:rPr>
        <w:t>’</w:t>
      </w:r>
      <w:r w:rsidRPr="001B73FA">
        <w:rPr>
          <w:szCs w:val="20"/>
        </w:rPr>
        <w:t>un de bien</w:t>
      </w:r>
      <w:r w:rsidR="00462692" w:rsidRPr="00A4769E">
        <w:rPr>
          <w:szCs w:val="20"/>
        </w:rPr>
        <w:t> ? »</w:t>
      </w:r>
      <w:r w:rsidRPr="001B73FA">
        <w:rPr>
          <w:szCs w:val="20"/>
        </w:rPr>
        <w:t xml:space="preserve"> se demanda le petit homme</w:t>
      </w:r>
      <w:r w:rsidR="00462692" w:rsidRPr="00A4769E">
        <w:rPr>
          <w:szCs w:val="20"/>
        </w:rPr>
        <w:t xml:space="preserve">, </w:t>
      </w:r>
      <w:r w:rsidRPr="001B73FA">
        <w:rPr>
          <w:szCs w:val="20"/>
        </w:rPr>
        <w:t>et il cessa d</w:t>
      </w:r>
      <w:r w:rsidR="00462692" w:rsidRPr="00A4769E">
        <w:rPr>
          <w:szCs w:val="20"/>
        </w:rPr>
        <w:t>’</w:t>
      </w:r>
      <w:r w:rsidRPr="001B73FA">
        <w:rPr>
          <w:szCs w:val="20"/>
        </w:rPr>
        <w:t>agiter son gourdin</w:t>
      </w:r>
      <w:r w:rsidR="00462692" w:rsidRPr="00A4769E">
        <w:rPr>
          <w:szCs w:val="20"/>
        </w:rPr>
        <w:t xml:space="preserve">. </w:t>
      </w:r>
      <w:r w:rsidRPr="001B73FA">
        <w:rPr>
          <w:szCs w:val="20"/>
        </w:rPr>
        <w:t>Il avait été si brusquement arrêté par la désinvolture hautaine avec laquelle Angelo lui avait parlé</w:t>
      </w:r>
      <w:r w:rsidR="00462692" w:rsidRPr="00A4769E">
        <w:rPr>
          <w:szCs w:val="20"/>
        </w:rPr>
        <w:t xml:space="preserve">, </w:t>
      </w:r>
      <w:r w:rsidRPr="001B73FA">
        <w:rPr>
          <w:szCs w:val="20"/>
        </w:rPr>
        <w:t>qu</w:t>
      </w:r>
      <w:r w:rsidR="00462692" w:rsidRPr="00A4769E">
        <w:rPr>
          <w:szCs w:val="20"/>
        </w:rPr>
        <w:t>’</w:t>
      </w:r>
      <w:r w:rsidRPr="001B73FA">
        <w:rPr>
          <w:szCs w:val="20"/>
        </w:rPr>
        <w:t>il n</w:t>
      </w:r>
      <w:r w:rsidR="00462692" w:rsidRPr="00A4769E">
        <w:rPr>
          <w:szCs w:val="20"/>
        </w:rPr>
        <w:t>’</w:t>
      </w:r>
      <w:r w:rsidRPr="001B73FA">
        <w:rPr>
          <w:szCs w:val="20"/>
        </w:rPr>
        <w:t>avait pas fait attention à son accent piémontais</w:t>
      </w:r>
      <w:r w:rsidR="00462692" w:rsidRPr="00A4769E">
        <w:rPr>
          <w:szCs w:val="20"/>
        </w:rPr>
        <w:t>. « </w:t>
      </w:r>
      <w:r w:rsidRPr="001B73FA">
        <w:rPr>
          <w:szCs w:val="20"/>
        </w:rPr>
        <w:t>Excusez-moi</w:t>
      </w:r>
      <w:r w:rsidR="00462692" w:rsidRPr="00A4769E">
        <w:rPr>
          <w:szCs w:val="20"/>
        </w:rPr>
        <w:t xml:space="preserve">, </w:t>
      </w:r>
      <w:r w:rsidRPr="001B73FA">
        <w:rPr>
          <w:szCs w:val="20"/>
        </w:rPr>
        <w:t>dit-il</w:t>
      </w:r>
      <w:r w:rsidR="00462692" w:rsidRPr="00A4769E">
        <w:rPr>
          <w:szCs w:val="20"/>
        </w:rPr>
        <w:t>.</w:t>
      </w:r>
    </w:p>
    <w:p w14:paraId="6FC6FD63" w14:textId="13CA0FC5" w:rsidR="00462692" w:rsidRPr="00A4769E" w:rsidRDefault="00462692" w:rsidP="001B73FA">
      <w:pPr>
        <w:rPr>
          <w:szCs w:val="20"/>
        </w:rPr>
      </w:pPr>
      <w:r w:rsidRPr="00A4769E">
        <w:rPr>
          <w:szCs w:val="20"/>
        </w:rPr>
        <w:lastRenderedPageBreak/>
        <w:t>— </w:t>
      </w:r>
      <w:r w:rsidR="001B73FA" w:rsidRPr="001B73FA">
        <w:rPr>
          <w:szCs w:val="20"/>
        </w:rPr>
        <w:t>Et vous regardiez vous-même la chose avec assez de complaisance</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regardant fixement le petit homme avec ses yeux noirs qui jetaient des flammes</w:t>
      </w:r>
      <w:r w:rsidRPr="00A4769E">
        <w:rPr>
          <w:szCs w:val="20"/>
        </w:rPr>
        <w:t>.</w:t>
      </w:r>
    </w:p>
    <w:p w14:paraId="3FF39F9F" w14:textId="001CDFB7" w:rsidR="00462692" w:rsidRPr="00A4769E" w:rsidRDefault="00462692" w:rsidP="001B73FA">
      <w:pPr>
        <w:rPr>
          <w:szCs w:val="20"/>
        </w:rPr>
      </w:pPr>
      <w:r w:rsidRPr="00A4769E">
        <w:rPr>
          <w:szCs w:val="20"/>
        </w:rPr>
        <w:t>— </w:t>
      </w:r>
      <w:r w:rsidR="001B73FA" w:rsidRPr="001B73FA">
        <w:rPr>
          <w:szCs w:val="20"/>
        </w:rPr>
        <w:t>J</w:t>
      </w:r>
      <w:r w:rsidRPr="00A4769E">
        <w:rPr>
          <w:szCs w:val="20"/>
        </w:rPr>
        <w:t>’</w:t>
      </w:r>
      <w:r w:rsidR="001B73FA" w:rsidRPr="001B73FA">
        <w:rPr>
          <w:szCs w:val="20"/>
        </w:rPr>
        <w:t>allais intervenir quand vous êtes arrivé</w:t>
      </w:r>
      <w:r w:rsidRPr="00A4769E">
        <w:rPr>
          <w:szCs w:val="20"/>
        </w:rPr>
        <w:t xml:space="preserve"> », </w:t>
      </w:r>
      <w:r w:rsidR="001B73FA" w:rsidRPr="001B73FA">
        <w:rPr>
          <w:szCs w:val="20"/>
        </w:rPr>
        <w:t>dit l</w:t>
      </w:r>
      <w:r w:rsidRPr="00A4769E">
        <w:rPr>
          <w:szCs w:val="20"/>
        </w:rPr>
        <w:t>’</w:t>
      </w:r>
      <w:r w:rsidR="001B73FA" w:rsidRPr="001B73FA">
        <w:rPr>
          <w:szCs w:val="20"/>
        </w:rPr>
        <w:t>homme penaud</w:t>
      </w:r>
      <w:r w:rsidRPr="00A4769E">
        <w:rPr>
          <w:szCs w:val="20"/>
        </w:rPr>
        <w:t xml:space="preserve">. </w:t>
      </w:r>
      <w:r w:rsidR="001B73FA" w:rsidRPr="001B73FA">
        <w:rPr>
          <w:szCs w:val="20"/>
        </w:rPr>
        <w:t>Il se frottait la moustache</w:t>
      </w:r>
      <w:r w:rsidRPr="00A4769E">
        <w:rPr>
          <w:szCs w:val="20"/>
        </w:rPr>
        <w:t>. « </w:t>
      </w:r>
      <w:r w:rsidR="001B73FA" w:rsidRPr="001B73FA">
        <w:rPr>
          <w:szCs w:val="20"/>
        </w:rPr>
        <w:t>La bonne femme n</w:t>
      </w:r>
      <w:r w:rsidRPr="00A4769E">
        <w:rPr>
          <w:szCs w:val="20"/>
        </w:rPr>
        <w:t>’</w:t>
      </w:r>
      <w:r w:rsidR="001B73FA" w:rsidRPr="001B73FA">
        <w:rPr>
          <w:szCs w:val="20"/>
        </w:rPr>
        <w:t>est pas dangereuse</w:t>
      </w:r>
      <w:r w:rsidRPr="00A4769E">
        <w:rPr>
          <w:szCs w:val="20"/>
        </w:rPr>
        <w:t xml:space="preserve">, </w:t>
      </w:r>
      <w:r w:rsidR="001B73FA" w:rsidRPr="001B73FA">
        <w:rPr>
          <w:szCs w:val="20"/>
        </w:rPr>
        <w:t>dit-il</w:t>
      </w:r>
      <w:r w:rsidRPr="00A4769E">
        <w:rPr>
          <w:szCs w:val="20"/>
        </w:rPr>
        <w:t xml:space="preserve">, </w:t>
      </w:r>
      <w:r w:rsidR="001B73FA" w:rsidRPr="001B73FA">
        <w:rPr>
          <w:szCs w:val="20"/>
        </w:rPr>
        <w:t>et j</w:t>
      </w:r>
      <w:r w:rsidRPr="00A4769E">
        <w:rPr>
          <w:szCs w:val="20"/>
        </w:rPr>
        <w:t>’</w:t>
      </w:r>
      <w:r w:rsidR="001B73FA" w:rsidRPr="001B73FA">
        <w:rPr>
          <w:szCs w:val="20"/>
        </w:rPr>
        <w:t>ai hésité pour le bon motif</w:t>
      </w:r>
      <w:r w:rsidRPr="00A4769E">
        <w:rPr>
          <w:szCs w:val="20"/>
        </w:rPr>
        <w:t xml:space="preserve">. </w:t>
      </w:r>
      <w:r w:rsidR="001B73FA" w:rsidRPr="001B73FA">
        <w:rPr>
          <w:szCs w:val="20"/>
        </w:rPr>
        <w:t>Monsieur me comprendra</w:t>
      </w:r>
      <w:r w:rsidRPr="00A4769E">
        <w:rPr>
          <w:szCs w:val="20"/>
        </w:rPr>
        <w:t xml:space="preserve">, </w:t>
      </w:r>
      <w:r w:rsidR="001B73FA" w:rsidRPr="001B73FA">
        <w:rPr>
          <w:szCs w:val="20"/>
        </w:rPr>
        <w:t>j</w:t>
      </w:r>
      <w:r w:rsidRPr="00A4769E">
        <w:rPr>
          <w:szCs w:val="20"/>
        </w:rPr>
        <w:t>’</w:t>
      </w:r>
      <w:r w:rsidR="001B73FA" w:rsidRPr="001B73FA">
        <w:rPr>
          <w:szCs w:val="20"/>
        </w:rPr>
        <w:t>espère</w:t>
      </w:r>
      <w:r w:rsidRPr="00A4769E">
        <w:rPr>
          <w:szCs w:val="20"/>
        </w:rPr>
        <w:t xml:space="preserve">. </w:t>
      </w:r>
      <w:r w:rsidR="001B73FA" w:rsidRPr="001B73FA">
        <w:rPr>
          <w:szCs w:val="20"/>
        </w:rPr>
        <w:t>Nous sommes obligés d</w:t>
      </w:r>
      <w:r w:rsidRPr="00A4769E">
        <w:rPr>
          <w:szCs w:val="20"/>
        </w:rPr>
        <w:t>’</w:t>
      </w:r>
      <w:r w:rsidR="001B73FA" w:rsidRPr="001B73FA">
        <w:rPr>
          <w:szCs w:val="20"/>
        </w:rPr>
        <w:t>agir très doucement dans les petites villes</w:t>
      </w:r>
      <w:r w:rsidRPr="00A4769E">
        <w:rPr>
          <w:szCs w:val="20"/>
        </w:rPr>
        <w:t>. »</w:t>
      </w:r>
      <w:r w:rsidR="001B73FA" w:rsidRPr="001B73FA">
        <w:rPr>
          <w:szCs w:val="20"/>
        </w:rPr>
        <w:t xml:space="preserve"> Il se demanda si ce sévère jeune homme n</w:t>
      </w:r>
      <w:r w:rsidRPr="00A4769E">
        <w:rPr>
          <w:szCs w:val="20"/>
        </w:rPr>
        <w:t>’</w:t>
      </w:r>
      <w:r w:rsidR="001B73FA" w:rsidRPr="001B73FA">
        <w:rPr>
          <w:szCs w:val="20"/>
        </w:rPr>
        <w:t>était pas une sorte d</w:t>
      </w:r>
      <w:r w:rsidRPr="00A4769E">
        <w:rPr>
          <w:szCs w:val="20"/>
        </w:rPr>
        <w:t>’</w:t>
      </w:r>
      <w:r w:rsidR="001B73FA" w:rsidRPr="001B73FA">
        <w:rPr>
          <w:szCs w:val="20"/>
        </w:rPr>
        <w:t>agent secret</w:t>
      </w:r>
      <w:r w:rsidRPr="00A4769E">
        <w:rPr>
          <w:szCs w:val="20"/>
        </w:rPr>
        <w:t xml:space="preserve">, </w:t>
      </w:r>
      <w:r w:rsidR="001B73FA" w:rsidRPr="001B73FA">
        <w:rPr>
          <w:szCs w:val="20"/>
        </w:rPr>
        <w:t>venant de Paris</w:t>
      </w:r>
      <w:r w:rsidRPr="00A4769E">
        <w:rPr>
          <w:szCs w:val="20"/>
        </w:rPr>
        <w:t xml:space="preserve">, </w:t>
      </w:r>
      <w:r w:rsidR="001B73FA" w:rsidRPr="001B73FA">
        <w:rPr>
          <w:szCs w:val="20"/>
        </w:rPr>
        <w:t>qui sortait de chez le préfet</w:t>
      </w:r>
      <w:r w:rsidRPr="00A4769E">
        <w:rPr>
          <w:szCs w:val="20"/>
        </w:rPr>
        <w:t>.</w:t>
      </w:r>
    </w:p>
    <w:p w14:paraId="003F7CE5" w14:textId="081D8679" w:rsidR="00462692" w:rsidRPr="00A4769E" w:rsidRDefault="00462692" w:rsidP="001B73FA">
      <w:pPr>
        <w:rPr>
          <w:szCs w:val="20"/>
        </w:rPr>
      </w:pPr>
      <w:r w:rsidRPr="00A4769E">
        <w:rPr>
          <w:szCs w:val="20"/>
        </w:rPr>
        <w:t>« </w:t>
      </w:r>
      <w:r w:rsidR="001B73FA" w:rsidRPr="001B73FA">
        <w:rPr>
          <w:szCs w:val="20"/>
        </w:rPr>
        <w:t>Je comprends</w:t>
      </w:r>
      <w:r w:rsidRPr="00A4769E">
        <w:rPr>
          <w:szCs w:val="20"/>
        </w:rPr>
        <w:t xml:space="preserve">, </w:t>
      </w:r>
      <w:r w:rsidR="001B73FA" w:rsidRPr="001B73FA">
        <w:rPr>
          <w:szCs w:val="20"/>
        </w:rPr>
        <w:t>dit Angelo avec son air le plus colonel</w:t>
      </w:r>
      <w:r w:rsidRPr="00A4769E">
        <w:rPr>
          <w:szCs w:val="20"/>
        </w:rPr>
        <w:t xml:space="preserve">. </w:t>
      </w:r>
      <w:r w:rsidR="001B73FA" w:rsidRPr="001B73FA">
        <w:rPr>
          <w:szCs w:val="20"/>
        </w:rPr>
        <w:t>D</w:t>
      </w:r>
      <w:r w:rsidRPr="00A4769E">
        <w:rPr>
          <w:szCs w:val="20"/>
        </w:rPr>
        <w:t>’</w:t>
      </w:r>
      <w:r w:rsidR="001B73FA" w:rsidRPr="001B73FA">
        <w:rPr>
          <w:szCs w:val="20"/>
        </w:rPr>
        <w:t xml:space="preserve">ailleurs je vais faire cuire cet </w:t>
      </w:r>
      <w:r w:rsidRPr="00A4769E">
        <w:rPr>
          <w:szCs w:val="20"/>
        </w:rPr>
        <w:t>œ</w:t>
      </w:r>
      <w:r w:rsidR="001B73FA" w:rsidRPr="001B73FA">
        <w:rPr>
          <w:szCs w:val="20"/>
        </w:rPr>
        <w:t>uf</w:t>
      </w:r>
      <w:r w:rsidRPr="00A4769E">
        <w:rPr>
          <w:szCs w:val="20"/>
        </w:rPr>
        <w:t xml:space="preserve">, </w:t>
      </w:r>
      <w:r w:rsidR="001B73FA" w:rsidRPr="001B73FA">
        <w:rPr>
          <w:szCs w:val="20"/>
        </w:rPr>
        <w:t>et je le mangerai pour mon déjeuner</w:t>
      </w:r>
      <w:r w:rsidRPr="00A4769E">
        <w:rPr>
          <w:szCs w:val="20"/>
        </w:rPr>
        <w:t xml:space="preserve">. </w:t>
      </w:r>
      <w:r w:rsidR="001B73FA" w:rsidRPr="001B73FA">
        <w:rPr>
          <w:szCs w:val="20"/>
        </w:rPr>
        <w:t>Y voyez-vous un inconvénient</w:t>
      </w:r>
      <w:r w:rsidRPr="00A4769E">
        <w:rPr>
          <w:szCs w:val="20"/>
        </w:rPr>
        <w:t> ?</w:t>
      </w:r>
    </w:p>
    <w:p w14:paraId="1EA70069" w14:textId="74EAA9EE" w:rsidR="00462692" w:rsidRPr="00A4769E" w:rsidRDefault="00462692" w:rsidP="001B73FA">
      <w:pPr>
        <w:rPr>
          <w:szCs w:val="20"/>
        </w:rPr>
      </w:pPr>
      <w:r w:rsidRPr="00A4769E">
        <w:rPr>
          <w:szCs w:val="20"/>
        </w:rPr>
        <w:t>— </w:t>
      </w:r>
      <w:r w:rsidR="001B73FA" w:rsidRPr="001B73FA">
        <w:rPr>
          <w:szCs w:val="20"/>
        </w:rPr>
        <w:t>Pas du tout</w:t>
      </w:r>
      <w:r w:rsidRPr="00A4769E">
        <w:rPr>
          <w:szCs w:val="20"/>
        </w:rPr>
        <w:t xml:space="preserve">, </w:t>
      </w:r>
      <w:r w:rsidR="001B73FA" w:rsidRPr="001B73FA">
        <w:rPr>
          <w:szCs w:val="20"/>
        </w:rPr>
        <w:t>dit l</w:t>
      </w:r>
      <w:r w:rsidRPr="00A4769E">
        <w:rPr>
          <w:szCs w:val="20"/>
        </w:rPr>
        <w:t>’</w:t>
      </w:r>
      <w:r w:rsidR="001B73FA" w:rsidRPr="001B73FA">
        <w:rPr>
          <w:szCs w:val="20"/>
        </w:rPr>
        <w:t>homme rassuré</w:t>
      </w:r>
      <w:r w:rsidRPr="00A4769E">
        <w:rPr>
          <w:szCs w:val="20"/>
        </w:rPr>
        <w:t xml:space="preserve">. </w:t>
      </w:r>
      <w:r w:rsidR="001B73FA" w:rsidRPr="001B73FA">
        <w:rPr>
          <w:szCs w:val="20"/>
        </w:rPr>
        <w:t>Si vous permettez</w:t>
      </w:r>
      <w:r w:rsidRPr="00A4769E">
        <w:rPr>
          <w:szCs w:val="20"/>
        </w:rPr>
        <w:t xml:space="preserve">, </w:t>
      </w:r>
      <w:r w:rsidR="001B73FA" w:rsidRPr="001B73FA">
        <w:rPr>
          <w:szCs w:val="20"/>
        </w:rPr>
        <w:t>je vais vous accompagner à la cuisine</w:t>
      </w:r>
      <w:r w:rsidRPr="00A4769E">
        <w:rPr>
          <w:szCs w:val="20"/>
        </w:rPr>
        <w:t xml:space="preserve">. </w:t>
      </w:r>
      <w:r w:rsidR="001B73FA" w:rsidRPr="001B73FA">
        <w:rPr>
          <w:szCs w:val="20"/>
        </w:rPr>
        <w:t>On vous donnera de l</w:t>
      </w:r>
      <w:r w:rsidRPr="00A4769E">
        <w:rPr>
          <w:szCs w:val="20"/>
        </w:rPr>
        <w:t>’</w:t>
      </w:r>
      <w:r w:rsidR="001B73FA" w:rsidRPr="001B73FA">
        <w:rPr>
          <w:szCs w:val="20"/>
        </w:rPr>
        <w:t>eau bouillante</w:t>
      </w:r>
      <w:r w:rsidRPr="00A4769E">
        <w:rPr>
          <w:szCs w:val="20"/>
        </w:rPr>
        <w:t xml:space="preserve">. </w:t>
      </w:r>
      <w:r w:rsidR="001B73FA" w:rsidRPr="001B73FA">
        <w:rPr>
          <w:szCs w:val="20"/>
        </w:rPr>
        <w:t>Je suis au mieux avec la femme</w:t>
      </w:r>
      <w:r w:rsidRPr="00A4769E">
        <w:rPr>
          <w:szCs w:val="20"/>
        </w:rPr>
        <w:t xml:space="preserve">. </w:t>
      </w:r>
      <w:r w:rsidR="001B73FA" w:rsidRPr="001B73FA">
        <w:rPr>
          <w:szCs w:val="20"/>
        </w:rPr>
        <w:t>En tout bien tout honneur</w:t>
      </w:r>
      <w:r w:rsidRPr="00A4769E">
        <w:rPr>
          <w:szCs w:val="20"/>
        </w:rPr>
        <w:t xml:space="preserve">, </w:t>
      </w:r>
      <w:r w:rsidR="001B73FA" w:rsidRPr="001B73FA">
        <w:rPr>
          <w:szCs w:val="20"/>
        </w:rPr>
        <w:t>dit-il en clignant de l</w:t>
      </w:r>
      <w:r w:rsidRPr="00A4769E">
        <w:rPr>
          <w:szCs w:val="20"/>
        </w:rPr>
        <w:t>’œ</w:t>
      </w:r>
      <w:r w:rsidR="001B73FA" w:rsidRPr="001B73FA">
        <w:rPr>
          <w:szCs w:val="20"/>
        </w:rPr>
        <w:t>il</w:t>
      </w:r>
      <w:r w:rsidRPr="00A4769E">
        <w:rPr>
          <w:szCs w:val="20"/>
        </w:rPr>
        <w:t>. (</w:t>
      </w:r>
      <w:r w:rsidR="001B73FA" w:rsidRPr="001B73FA">
        <w:rPr>
          <w:szCs w:val="20"/>
        </w:rPr>
        <w:t>Il respirait à son aise</w:t>
      </w:r>
      <w:r w:rsidRPr="00A4769E">
        <w:rPr>
          <w:szCs w:val="20"/>
        </w:rPr>
        <w:t xml:space="preserve">.) </w:t>
      </w:r>
      <w:r w:rsidR="001B73FA" w:rsidRPr="001B73FA">
        <w:rPr>
          <w:szCs w:val="20"/>
        </w:rPr>
        <w:t>Ces factions le matin et le soir sont très froides</w:t>
      </w:r>
      <w:r w:rsidRPr="00A4769E">
        <w:rPr>
          <w:szCs w:val="20"/>
        </w:rPr>
        <w:t xml:space="preserve">, </w:t>
      </w:r>
      <w:r w:rsidR="001B73FA" w:rsidRPr="001B73FA">
        <w:rPr>
          <w:szCs w:val="20"/>
        </w:rPr>
        <w:t>et cette femme me donne chaque fois un schnick</w:t>
      </w:r>
      <w:r w:rsidRPr="00A4769E">
        <w:rPr>
          <w:szCs w:val="20"/>
        </w:rPr>
        <w:t xml:space="preserve">, </w:t>
      </w:r>
      <w:r w:rsidR="001B73FA" w:rsidRPr="001B73FA">
        <w:rPr>
          <w:szCs w:val="20"/>
        </w:rPr>
        <w:t>que Monsieur pourra goûter</w:t>
      </w:r>
      <w:r w:rsidRPr="00A4769E">
        <w:rPr>
          <w:szCs w:val="20"/>
        </w:rPr>
        <w:t>. »« </w:t>
      </w:r>
      <w:r w:rsidR="001B73FA" w:rsidRPr="001B73FA">
        <w:rPr>
          <w:szCs w:val="20"/>
        </w:rPr>
        <w:t>Au fait</w:t>
      </w:r>
      <w:r w:rsidRPr="00A4769E">
        <w:rPr>
          <w:szCs w:val="20"/>
        </w:rPr>
        <w:t xml:space="preserve">, </w:t>
      </w:r>
      <w:r w:rsidR="001B73FA" w:rsidRPr="001B73FA">
        <w:rPr>
          <w:szCs w:val="20"/>
        </w:rPr>
        <w:t>pensa l</w:t>
      </w:r>
      <w:r w:rsidRPr="00A4769E">
        <w:rPr>
          <w:szCs w:val="20"/>
        </w:rPr>
        <w:t>’</w:t>
      </w:r>
      <w:r w:rsidR="001B73FA" w:rsidRPr="001B73FA">
        <w:rPr>
          <w:szCs w:val="20"/>
        </w:rPr>
        <w:t>homme au gibus pendant qu</w:t>
      </w:r>
      <w:r w:rsidRPr="00A4769E">
        <w:rPr>
          <w:szCs w:val="20"/>
        </w:rPr>
        <w:t>’</w:t>
      </w:r>
      <w:r w:rsidR="001B73FA" w:rsidRPr="001B73FA">
        <w:rPr>
          <w:szCs w:val="20"/>
        </w:rPr>
        <w:t>ils se dirigeaient vers les cuisines de l</w:t>
      </w:r>
      <w:r w:rsidRPr="00A4769E">
        <w:rPr>
          <w:szCs w:val="20"/>
        </w:rPr>
        <w:t>’</w:t>
      </w:r>
      <w:r w:rsidR="001B73FA" w:rsidRPr="001B73FA">
        <w:rPr>
          <w:szCs w:val="20"/>
        </w:rPr>
        <w:t>auberge</w:t>
      </w:r>
      <w:r w:rsidRPr="00A4769E">
        <w:rPr>
          <w:szCs w:val="20"/>
        </w:rPr>
        <w:t xml:space="preserve">, </w:t>
      </w:r>
      <w:r w:rsidR="001B73FA" w:rsidRPr="001B73FA">
        <w:rPr>
          <w:szCs w:val="20"/>
        </w:rPr>
        <w:t>il faut que j</w:t>
      </w:r>
      <w:r w:rsidRPr="00A4769E">
        <w:rPr>
          <w:szCs w:val="20"/>
        </w:rPr>
        <w:t>’</w:t>
      </w:r>
      <w:r w:rsidR="001B73FA" w:rsidRPr="001B73FA">
        <w:rPr>
          <w:szCs w:val="20"/>
        </w:rPr>
        <w:t>aie l</w:t>
      </w:r>
      <w:r w:rsidRPr="00A4769E">
        <w:rPr>
          <w:szCs w:val="20"/>
        </w:rPr>
        <w:t>’</w:t>
      </w:r>
      <w:r w:rsidR="001B73FA" w:rsidRPr="001B73FA">
        <w:rPr>
          <w:szCs w:val="20"/>
        </w:rPr>
        <w:t>air de faire mon service</w:t>
      </w:r>
      <w:r w:rsidRPr="00A4769E">
        <w:rPr>
          <w:szCs w:val="20"/>
        </w:rPr>
        <w:t>. »« </w:t>
      </w:r>
      <w:r w:rsidR="001B73FA" w:rsidRPr="001B73FA">
        <w:rPr>
          <w:szCs w:val="20"/>
        </w:rPr>
        <w:t>Monsieur a sans doute des papiers</w:t>
      </w:r>
      <w:r w:rsidRPr="00A4769E">
        <w:rPr>
          <w:szCs w:val="20"/>
        </w:rPr>
        <w:t xml:space="preserve"> ? </w:t>
      </w:r>
      <w:r w:rsidR="001B73FA" w:rsidRPr="001B73FA">
        <w:rPr>
          <w:szCs w:val="20"/>
        </w:rPr>
        <w:t>demanda-t-il</w:t>
      </w:r>
      <w:r w:rsidRPr="00A4769E">
        <w:rPr>
          <w:szCs w:val="20"/>
        </w:rPr>
        <w:t>.</w:t>
      </w:r>
    </w:p>
    <w:p w14:paraId="07C77DDD" w14:textId="67F004A7" w:rsidR="001B73FA" w:rsidRPr="001B73FA" w:rsidRDefault="00462692" w:rsidP="001B73FA">
      <w:pPr>
        <w:rPr>
          <w:szCs w:val="20"/>
        </w:rPr>
      </w:pPr>
      <w:r w:rsidRPr="00A4769E">
        <w:rPr>
          <w:szCs w:val="20"/>
        </w:rPr>
        <w:t>— </w:t>
      </w:r>
      <w:r w:rsidR="001B73FA" w:rsidRPr="001B73FA">
        <w:rPr>
          <w:szCs w:val="20"/>
        </w:rPr>
        <w:t>J</w:t>
      </w:r>
      <w:r w:rsidRPr="00A4769E">
        <w:rPr>
          <w:szCs w:val="20"/>
        </w:rPr>
        <w:t>’</w:t>
      </w:r>
      <w:r w:rsidR="001B73FA" w:rsidRPr="001B73FA">
        <w:rPr>
          <w:szCs w:val="20"/>
        </w:rPr>
        <w:t>ai ceux qu</w:t>
      </w:r>
      <w:r w:rsidRPr="00A4769E">
        <w:rPr>
          <w:szCs w:val="20"/>
        </w:rPr>
        <w:t>’</w:t>
      </w:r>
      <w:r w:rsidR="001B73FA" w:rsidRPr="001B73FA">
        <w:rPr>
          <w:szCs w:val="20"/>
        </w:rPr>
        <w:t>il me faut</w:t>
      </w:r>
      <w:r w:rsidRPr="00A4769E">
        <w:rPr>
          <w:szCs w:val="20"/>
        </w:rPr>
        <w:t xml:space="preserve"> », </w:t>
      </w:r>
      <w:r w:rsidR="001B73FA" w:rsidRPr="001B73FA">
        <w:rPr>
          <w:szCs w:val="20"/>
        </w:rPr>
        <w:t>dit sèchement Angelo</w:t>
      </w:r>
      <w:r w:rsidRPr="00A4769E">
        <w:rPr>
          <w:szCs w:val="20"/>
        </w:rPr>
        <w:t xml:space="preserve">. </w:t>
      </w:r>
      <w:r w:rsidR="001B73FA" w:rsidRPr="001B73FA">
        <w:rPr>
          <w:szCs w:val="20"/>
        </w:rPr>
        <w:t>Il tira le livret d</w:t>
      </w:r>
      <w:r w:rsidRPr="00A4769E">
        <w:rPr>
          <w:szCs w:val="20"/>
        </w:rPr>
        <w:t>’</w:t>
      </w:r>
      <w:r w:rsidR="001B73FA" w:rsidRPr="001B73FA">
        <w:rPr>
          <w:szCs w:val="20"/>
        </w:rPr>
        <w:t>ouvrier de sa poche et le fit claquer sur sa main</w:t>
      </w:r>
      <w:r w:rsidRPr="00A4769E">
        <w:rPr>
          <w:szCs w:val="20"/>
        </w:rPr>
        <w:t>. « </w:t>
      </w:r>
      <w:r w:rsidR="001B73FA" w:rsidRPr="001B73FA">
        <w:rPr>
          <w:szCs w:val="20"/>
        </w:rPr>
        <w:t>C</w:t>
      </w:r>
      <w:r w:rsidRPr="00A4769E">
        <w:rPr>
          <w:szCs w:val="20"/>
        </w:rPr>
        <w:t>’</w:t>
      </w:r>
      <w:r w:rsidR="001B73FA" w:rsidRPr="001B73FA">
        <w:rPr>
          <w:szCs w:val="20"/>
        </w:rPr>
        <w:t>est une grosse légume</w:t>
      </w:r>
      <w:r w:rsidRPr="00A4769E">
        <w:rPr>
          <w:szCs w:val="20"/>
        </w:rPr>
        <w:t> »</w:t>
      </w:r>
      <w:r w:rsidRPr="00A4769E">
        <w:rPr>
          <w:szCs w:val="20"/>
        </w:rPr>
        <w:t xml:space="preserve">, </w:t>
      </w:r>
      <w:r w:rsidR="001B73FA" w:rsidRPr="001B73FA">
        <w:rPr>
          <w:szCs w:val="20"/>
        </w:rPr>
        <w:t>pensa l</w:t>
      </w:r>
      <w:r w:rsidRPr="00A4769E">
        <w:rPr>
          <w:szCs w:val="20"/>
        </w:rPr>
        <w:t>’</w:t>
      </w:r>
      <w:r w:rsidR="001B73FA" w:rsidRPr="001B73FA">
        <w:rPr>
          <w:szCs w:val="20"/>
        </w:rPr>
        <w:t>homme au gibus</w:t>
      </w:r>
      <w:r w:rsidRPr="00A4769E">
        <w:rPr>
          <w:szCs w:val="20"/>
        </w:rPr>
        <w:t xml:space="preserve">. </w:t>
      </w:r>
      <w:r w:rsidRPr="00A4769E">
        <w:rPr>
          <w:szCs w:val="20"/>
        </w:rPr>
        <w:t>« </w:t>
      </w:r>
      <w:r w:rsidR="001B73FA" w:rsidRPr="001B73FA">
        <w:rPr>
          <w:szCs w:val="20"/>
        </w:rPr>
        <w:t>Parfait</w:t>
      </w:r>
      <w:r w:rsidRPr="00A4769E">
        <w:rPr>
          <w:szCs w:val="20"/>
        </w:rPr>
        <w:t xml:space="preserve">, </w:t>
      </w:r>
      <w:r w:rsidR="001B73FA" w:rsidRPr="001B73FA">
        <w:rPr>
          <w:szCs w:val="20"/>
        </w:rPr>
        <w:t>monsieur</w:t>
      </w:r>
      <w:r w:rsidRPr="00A4769E">
        <w:rPr>
          <w:szCs w:val="20"/>
        </w:rPr>
        <w:t xml:space="preserve">, </w:t>
      </w:r>
      <w:r w:rsidR="001B73FA" w:rsidRPr="001B73FA">
        <w:rPr>
          <w:szCs w:val="20"/>
        </w:rPr>
        <w:t>dit-il</w:t>
      </w:r>
      <w:r w:rsidRPr="00A4769E">
        <w:rPr>
          <w:szCs w:val="20"/>
        </w:rPr>
        <w:t xml:space="preserve"> </w:t>
      </w:r>
      <w:r w:rsidRPr="00A4769E">
        <w:rPr>
          <w:szCs w:val="20"/>
        </w:rPr>
        <w:t>(</w:t>
      </w:r>
      <w:r w:rsidR="001B73FA" w:rsidRPr="001B73FA">
        <w:rPr>
          <w:szCs w:val="20"/>
        </w:rPr>
        <w:t>il repoussa les papiers</w:t>
      </w:r>
      <w:r w:rsidRPr="00A4769E">
        <w:rPr>
          <w:szCs w:val="20"/>
        </w:rPr>
        <w:t>)</w:t>
      </w:r>
      <w:r w:rsidRPr="00A4769E">
        <w:rPr>
          <w:szCs w:val="20"/>
        </w:rPr>
        <w:t xml:space="preserve">. </w:t>
      </w:r>
      <w:r w:rsidR="001B73FA" w:rsidRPr="001B73FA">
        <w:rPr>
          <w:szCs w:val="20"/>
        </w:rPr>
        <w:t>Je fais mon métier</w:t>
      </w:r>
      <w:r w:rsidRPr="00A4769E">
        <w:rPr>
          <w:szCs w:val="20"/>
        </w:rPr>
        <w:t xml:space="preserve">, </w:t>
      </w:r>
      <w:r w:rsidR="001B73FA" w:rsidRPr="001B73FA">
        <w:rPr>
          <w:szCs w:val="20"/>
        </w:rPr>
        <w:t>mais suffit</w:t>
      </w:r>
      <w:r w:rsidRPr="00A4769E">
        <w:rPr>
          <w:szCs w:val="20"/>
        </w:rPr>
        <w:t xml:space="preserve">. </w:t>
      </w:r>
      <w:r w:rsidR="001B73FA" w:rsidRPr="001B73FA">
        <w:rPr>
          <w:szCs w:val="20"/>
        </w:rPr>
        <w:t>Je vois à qui j</w:t>
      </w:r>
      <w:r w:rsidRPr="00A4769E">
        <w:rPr>
          <w:szCs w:val="20"/>
        </w:rPr>
        <w:t>’</w:t>
      </w:r>
      <w:r w:rsidR="001B73FA" w:rsidRPr="001B73FA">
        <w:rPr>
          <w:szCs w:val="20"/>
        </w:rPr>
        <w:t>ai affaire</w:t>
      </w:r>
      <w:r w:rsidRPr="00A4769E">
        <w:rPr>
          <w:szCs w:val="20"/>
        </w:rPr>
        <w:t>. »</w:t>
      </w:r>
      <w:r w:rsidR="0010630A">
        <w:rPr>
          <w:szCs w:val="20"/>
        </w:rPr>
        <w:t xml:space="preserve"> </w:t>
      </w:r>
      <w:r w:rsidRPr="00A4769E">
        <w:rPr>
          <w:szCs w:val="20"/>
        </w:rPr>
        <w:t>« </w:t>
      </w:r>
      <w:r w:rsidR="001B73FA" w:rsidRPr="001B73FA">
        <w:rPr>
          <w:szCs w:val="20"/>
        </w:rPr>
        <w:t>Cet homme a l</w:t>
      </w:r>
      <w:r w:rsidRPr="00A4769E">
        <w:rPr>
          <w:szCs w:val="20"/>
        </w:rPr>
        <w:t>’</w:t>
      </w:r>
      <w:r w:rsidR="001B73FA" w:rsidRPr="001B73FA">
        <w:rPr>
          <w:szCs w:val="20"/>
        </w:rPr>
        <w:t>habitude du commandement</w:t>
      </w:r>
      <w:r w:rsidRPr="00A4769E">
        <w:rPr>
          <w:szCs w:val="20"/>
        </w:rPr>
        <w:t xml:space="preserve">, </w:t>
      </w:r>
      <w:r w:rsidR="001B73FA" w:rsidRPr="001B73FA">
        <w:rPr>
          <w:szCs w:val="20"/>
        </w:rPr>
        <w:t>se dit-il</w:t>
      </w:r>
      <w:r w:rsidRPr="00A4769E">
        <w:rPr>
          <w:szCs w:val="20"/>
        </w:rPr>
        <w:t xml:space="preserve">, </w:t>
      </w:r>
      <w:r w:rsidR="001B73FA" w:rsidRPr="001B73FA">
        <w:rPr>
          <w:szCs w:val="20"/>
        </w:rPr>
        <w:t>et quel gaillard</w:t>
      </w:r>
      <w:r w:rsidRPr="00A4769E">
        <w:rPr>
          <w:szCs w:val="20"/>
        </w:rPr>
        <w:t xml:space="preserve"> ! </w:t>
      </w:r>
      <w:r w:rsidR="001B73FA" w:rsidRPr="001B73FA">
        <w:rPr>
          <w:szCs w:val="20"/>
        </w:rPr>
        <w:t>Il ne doit pas faire bon lui conter des histoires</w:t>
      </w:r>
      <w:r w:rsidRPr="00A4769E">
        <w:rPr>
          <w:szCs w:val="20"/>
        </w:rPr>
        <w:t xml:space="preserve">. </w:t>
      </w:r>
      <w:r w:rsidR="001B73FA" w:rsidRPr="001B73FA">
        <w:rPr>
          <w:szCs w:val="20"/>
        </w:rPr>
        <w:t>Le père Guizot sait choisir ses bougres</w:t>
      </w:r>
      <w:r w:rsidRPr="00A4769E">
        <w:rPr>
          <w:szCs w:val="20"/>
        </w:rPr>
        <w:t>.</w:t>
      </w:r>
      <w:r w:rsidRPr="00A4769E">
        <w:rPr>
          <w:szCs w:val="20"/>
        </w:rPr>
        <w:t> »</w:t>
      </w:r>
    </w:p>
    <w:p w14:paraId="0B342E40" w14:textId="77777777" w:rsidR="00462692" w:rsidRPr="00A4769E" w:rsidRDefault="001B73FA" w:rsidP="001B73FA">
      <w:pPr>
        <w:rPr>
          <w:szCs w:val="20"/>
        </w:rPr>
      </w:pPr>
      <w:r w:rsidRPr="001B73FA">
        <w:rPr>
          <w:szCs w:val="20"/>
        </w:rPr>
        <w:lastRenderedPageBreak/>
        <w:t>Pendant le colloque</w:t>
      </w:r>
      <w:r w:rsidR="00462692" w:rsidRPr="00A4769E">
        <w:rPr>
          <w:szCs w:val="20"/>
        </w:rPr>
        <w:t xml:space="preserve">, </w:t>
      </w:r>
      <w:r w:rsidRPr="001B73FA">
        <w:rPr>
          <w:szCs w:val="20"/>
        </w:rPr>
        <w:t>les gens qui s</w:t>
      </w:r>
      <w:r w:rsidR="00462692" w:rsidRPr="00A4769E">
        <w:rPr>
          <w:szCs w:val="20"/>
        </w:rPr>
        <w:t>’</w:t>
      </w:r>
      <w:r w:rsidRPr="001B73FA">
        <w:rPr>
          <w:szCs w:val="20"/>
        </w:rPr>
        <w:t>étaient attroupés autour de la paysanne s</w:t>
      </w:r>
      <w:r w:rsidR="00462692" w:rsidRPr="00A4769E">
        <w:rPr>
          <w:szCs w:val="20"/>
        </w:rPr>
        <w:t>’</w:t>
      </w:r>
      <w:r w:rsidRPr="001B73FA">
        <w:rPr>
          <w:szCs w:val="20"/>
        </w:rPr>
        <w:t>étaient éloignés</w:t>
      </w:r>
      <w:r w:rsidR="00462692" w:rsidRPr="00A4769E">
        <w:rPr>
          <w:szCs w:val="20"/>
        </w:rPr>
        <w:t xml:space="preserve">, </w:t>
      </w:r>
      <w:r w:rsidRPr="001B73FA">
        <w:rPr>
          <w:szCs w:val="20"/>
        </w:rPr>
        <w:t>mais ils suivaient toute l</w:t>
      </w:r>
      <w:r w:rsidR="00462692" w:rsidRPr="00A4769E">
        <w:rPr>
          <w:szCs w:val="20"/>
        </w:rPr>
        <w:t>’</w:t>
      </w:r>
      <w:r w:rsidRPr="001B73FA">
        <w:rPr>
          <w:szCs w:val="20"/>
        </w:rPr>
        <w:t>affaire du coin de l</w:t>
      </w:r>
      <w:r w:rsidR="00462692" w:rsidRPr="00A4769E">
        <w:rPr>
          <w:szCs w:val="20"/>
        </w:rPr>
        <w:t>’œ</w:t>
      </w:r>
      <w:r w:rsidRPr="001B73FA">
        <w:rPr>
          <w:szCs w:val="20"/>
        </w:rPr>
        <w:t>il</w:t>
      </w:r>
      <w:r w:rsidR="00462692" w:rsidRPr="00A4769E">
        <w:rPr>
          <w:szCs w:val="20"/>
        </w:rPr>
        <w:t>. « </w:t>
      </w:r>
      <w:r w:rsidRPr="001B73FA">
        <w:rPr>
          <w:szCs w:val="20"/>
        </w:rPr>
        <w:t>Qu</w:t>
      </w:r>
      <w:r w:rsidR="00462692" w:rsidRPr="00A4769E">
        <w:rPr>
          <w:szCs w:val="20"/>
        </w:rPr>
        <w:t>’</w:t>
      </w:r>
      <w:r w:rsidRPr="001B73FA">
        <w:rPr>
          <w:szCs w:val="20"/>
        </w:rPr>
        <w:t>est-ce que c</w:t>
      </w:r>
      <w:r w:rsidR="00462692" w:rsidRPr="00A4769E">
        <w:rPr>
          <w:szCs w:val="20"/>
        </w:rPr>
        <w:t>’</w:t>
      </w:r>
      <w:r w:rsidRPr="001B73FA">
        <w:rPr>
          <w:szCs w:val="20"/>
        </w:rPr>
        <w:t>est</w:t>
      </w:r>
      <w:r w:rsidR="00462692" w:rsidRPr="00A4769E">
        <w:rPr>
          <w:szCs w:val="20"/>
        </w:rPr>
        <w:t xml:space="preserve"> ? </w:t>
      </w:r>
      <w:r w:rsidRPr="001B73FA">
        <w:rPr>
          <w:szCs w:val="20"/>
        </w:rPr>
        <w:t>demanda la Marquise</w:t>
      </w:r>
      <w:r w:rsidR="00462692" w:rsidRPr="00A4769E">
        <w:rPr>
          <w:szCs w:val="20"/>
        </w:rPr>
        <w:t>.</w:t>
      </w:r>
    </w:p>
    <w:p w14:paraId="6BDF121B" w14:textId="1A4708E5" w:rsidR="001B73FA" w:rsidRPr="001B73FA" w:rsidRDefault="00462692" w:rsidP="001B73FA">
      <w:pPr>
        <w:rPr>
          <w:szCs w:val="20"/>
        </w:rPr>
      </w:pPr>
      <w:r w:rsidRPr="00A4769E">
        <w:rPr>
          <w:szCs w:val="20"/>
        </w:rPr>
        <w:t>— </w:t>
      </w:r>
      <w:r w:rsidR="001B73FA" w:rsidRPr="001B73FA">
        <w:rPr>
          <w:szCs w:val="20"/>
        </w:rPr>
        <w:t>C</w:t>
      </w:r>
      <w:r w:rsidRPr="00A4769E">
        <w:rPr>
          <w:szCs w:val="20"/>
        </w:rPr>
        <w:t>’</w:t>
      </w:r>
      <w:r w:rsidR="001B73FA" w:rsidRPr="001B73FA">
        <w:rPr>
          <w:szCs w:val="20"/>
        </w:rPr>
        <w:t>est ce grand jeune homme vêtu de blanc</w:t>
      </w:r>
      <w:r w:rsidRPr="00A4769E">
        <w:rPr>
          <w:szCs w:val="20"/>
        </w:rPr>
        <w:t xml:space="preserve">, </w:t>
      </w:r>
      <w:r w:rsidR="001B73FA" w:rsidRPr="001B73FA">
        <w:rPr>
          <w:szCs w:val="20"/>
        </w:rPr>
        <w:t>lui dit-on</w:t>
      </w:r>
      <w:r w:rsidRPr="00A4769E">
        <w:rPr>
          <w:szCs w:val="20"/>
        </w:rPr>
        <w:t xml:space="preserve">, </w:t>
      </w:r>
      <w:r w:rsidR="001B73FA" w:rsidRPr="001B73FA">
        <w:rPr>
          <w:szCs w:val="20"/>
        </w:rPr>
        <w:t>qui vient d</w:t>
      </w:r>
      <w:r w:rsidRPr="00A4769E">
        <w:rPr>
          <w:szCs w:val="20"/>
        </w:rPr>
        <w:t>’</w:t>
      </w:r>
      <w:r w:rsidR="001B73FA" w:rsidRPr="001B73FA">
        <w:rPr>
          <w:szCs w:val="20"/>
        </w:rPr>
        <w:t xml:space="preserve">acheter un </w:t>
      </w:r>
      <w:r w:rsidRPr="00A4769E">
        <w:rPr>
          <w:szCs w:val="20"/>
        </w:rPr>
        <w:t>œ</w:t>
      </w:r>
      <w:r w:rsidR="001B73FA" w:rsidRPr="001B73FA">
        <w:rPr>
          <w:szCs w:val="20"/>
        </w:rPr>
        <w:t>uf sur lequel il y a le portrait de Napoléon</w:t>
      </w:r>
      <w:r w:rsidRPr="00A4769E">
        <w:rPr>
          <w:szCs w:val="20"/>
        </w:rPr>
        <w:t xml:space="preserve">, </w:t>
      </w:r>
      <w:r w:rsidR="001B73FA" w:rsidRPr="001B73FA">
        <w:rPr>
          <w:szCs w:val="20"/>
        </w:rPr>
        <w:t>un aigle</w:t>
      </w:r>
      <w:r w:rsidRPr="00A4769E">
        <w:rPr>
          <w:szCs w:val="20"/>
        </w:rPr>
        <w:t xml:space="preserve">, </w:t>
      </w:r>
      <w:r w:rsidR="001B73FA" w:rsidRPr="001B73FA">
        <w:rPr>
          <w:szCs w:val="20"/>
        </w:rPr>
        <w:t>et une phrase très injurieuse sur notre roi</w:t>
      </w:r>
      <w:r w:rsidRPr="00A4769E">
        <w:rPr>
          <w:szCs w:val="20"/>
        </w:rPr>
        <w:t xml:space="preserve">. </w:t>
      </w:r>
      <w:r w:rsidR="001B73FA" w:rsidRPr="001B73FA">
        <w:rPr>
          <w:szCs w:val="20"/>
        </w:rPr>
        <w:t>Aussi la police lui a-t-elle demandé ses papiers et on l</w:t>
      </w:r>
      <w:r w:rsidRPr="00A4769E">
        <w:rPr>
          <w:szCs w:val="20"/>
        </w:rPr>
        <w:t>’</w:t>
      </w:r>
      <w:r w:rsidR="001B73FA" w:rsidRPr="001B73FA">
        <w:rPr>
          <w:szCs w:val="20"/>
        </w:rPr>
        <w:t>emmène en prison</w:t>
      </w:r>
      <w:r w:rsidRPr="00A4769E">
        <w:rPr>
          <w:szCs w:val="20"/>
        </w:rPr>
        <w:t xml:space="preserve">. </w:t>
      </w:r>
      <w:r w:rsidR="001B73FA" w:rsidRPr="001B73FA">
        <w:rPr>
          <w:szCs w:val="20"/>
        </w:rPr>
        <w:t xml:space="preserve">Il a donné à cette femme un écu de trois francs pour son </w:t>
      </w:r>
      <w:r w:rsidRPr="00A4769E">
        <w:rPr>
          <w:szCs w:val="20"/>
        </w:rPr>
        <w:t>œ</w:t>
      </w:r>
      <w:r w:rsidR="001B73FA" w:rsidRPr="001B73FA">
        <w:rPr>
          <w:szCs w:val="20"/>
        </w:rPr>
        <w:t>uf et il a répondu très insolemment à l</w:t>
      </w:r>
      <w:r w:rsidRPr="00A4769E">
        <w:rPr>
          <w:szCs w:val="20"/>
        </w:rPr>
        <w:t>’</w:t>
      </w:r>
      <w:r w:rsidR="001B73FA" w:rsidRPr="001B73FA">
        <w:rPr>
          <w:szCs w:val="20"/>
        </w:rPr>
        <w:t>agent qui faisait son service</w:t>
      </w:r>
      <w:r w:rsidRPr="00A4769E">
        <w:rPr>
          <w:szCs w:val="20"/>
        </w:rPr>
        <w:t>. »</w:t>
      </w:r>
      <w:r w:rsidR="001B73FA" w:rsidRPr="001B73FA">
        <w:rPr>
          <w:szCs w:val="20"/>
        </w:rPr>
        <w:t xml:space="preserve"> La Marquise vit en effet Angelo tirer les papiers de sa poche</w:t>
      </w:r>
      <w:r w:rsidRPr="00A4769E">
        <w:rPr>
          <w:szCs w:val="20"/>
        </w:rPr>
        <w:t xml:space="preserve">, </w:t>
      </w:r>
      <w:r w:rsidR="001B73FA" w:rsidRPr="001B73FA">
        <w:rPr>
          <w:szCs w:val="20"/>
        </w:rPr>
        <w:t>puis entrer dans l</w:t>
      </w:r>
      <w:r w:rsidRPr="00A4769E">
        <w:rPr>
          <w:szCs w:val="20"/>
        </w:rPr>
        <w:t>’</w:t>
      </w:r>
      <w:r w:rsidR="001B73FA" w:rsidRPr="001B73FA">
        <w:rPr>
          <w:szCs w:val="20"/>
        </w:rPr>
        <w:t>auberge avec le policier</w:t>
      </w:r>
      <w:r w:rsidRPr="00A4769E">
        <w:rPr>
          <w:szCs w:val="20"/>
        </w:rPr>
        <w:t>. « </w:t>
      </w:r>
      <w:r w:rsidR="001B73FA" w:rsidRPr="001B73FA">
        <w:rPr>
          <w:szCs w:val="20"/>
        </w:rPr>
        <w:t>Dominique aurait-il eu raison</w:t>
      </w:r>
      <w:r w:rsidRPr="00A4769E">
        <w:rPr>
          <w:szCs w:val="20"/>
        </w:rPr>
        <w:t xml:space="preserve"> ? </w:t>
      </w:r>
      <w:r w:rsidR="001B73FA" w:rsidRPr="001B73FA">
        <w:rPr>
          <w:szCs w:val="20"/>
        </w:rPr>
        <w:t>se dit-elle</w:t>
      </w:r>
      <w:r w:rsidRPr="00A4769E">
        <w:rPr>
          <w:szCs w:val="20"/>
        </w:rPr>
        <w:t xml:space="preserve">. </w:t>
      </w:r>
      <w:r w:rsidR="001B73FA" w:rsidRPr="001B73FA">
        <w:rPr>
          <w:szCs w:val="20"/>
        </w:rPr>
        <w:t>Avons-nous véhiculé un brigand</w:t>
      </w:r>
      <w:r w:rsidRPr="00A4769E">
        <w:rPr>
          <w:szCs w:val="20"/>
        </w:rPr>
        <w:t xml:space="preserve"> ? </w:t>
      </w:r>
      <w:r w:rsidR="001B73FA" w:rsidRPr="001B73FA">
        <w:rPr>
          <w:szCs w:val="20"/>
        </w:rPr>
        <w:t>Cela s</w:t>
      </w:r>
      <w:r w:rsidRPr="00A4769E">
        <w:rPr>
          <w:szCs w:val="20"/>
        </w:rPr>
        <w:t>’</w:t>
      </w:r>
      <w:r w:rsidR="001B73FA" w:rsidRPr="001B73FA">
        <w:rPr>
          <w:szCs w:val="20"/>
        </w:rPr>
        <w:t>accorde mal cependant avec les yeux de velours noir qui me regardaient tout à l</w:t>
      </w:r>
      <w:r w:rsidRPr="00A4769E">
        <w:rPr>
          <w:szCs w:val="20"/>
        </w:rPr>
        <w:t>’</w:t>
      </w:r>
      <w:r w:rsidR="001B73FA" w:rsidRPr="001B73FA">
        <w:rPr>
          <w:szCs w:val="20"/>
        </w:rPr>
        <w:t>heure et cette susceptibilité à fleur de peau</w:t>
      </w:r>
      <w:r w:rsidRPr="00A4769E">
        <w:rPr>
          <w:szCs w:val="20"/>
        </w:rPr>
        <w:t xml:space="preserve">, </w:t>
      </w:r>
      <w:r w:rsidR="001B73FA" w:rsidRPr="001B73FA">
        <w:rPr>
          <w:szCs w:val="20"/>
        </w:rPr>
        <w:t>qui le faisait rougir pour de petites piques somme toute très innocentes</w:t>
      </w:r>
      <w:r w:rsidRPr="00A4769E">
        <w:rPr>
          <w:szCs w:val="20"/>
        </w:rPr>
        <w:t xml:space="preserve">. </w:t>
      </w:r>
      <w:r w:rsidR="001B73FA" w:rsidRPr="001B73FA">
        <w:rPr>
          <w:szCs w:val="20"/>
        </w:rPr>
        <w:t>Il faudrait vraiment que le siècle ait fait de grands progrès</w:t>
      </w:r>
      <w:r w:rsidRPr="00A4769E">
        <w:rPr>
          <w:szCs w:val="20"/>
        </w:rPr>
        <w:t>. »</w:t>
      </w:r>
    </w:p>
    <w:p w14:paraId="67C6933D" w14:textId="1242341C" w:rsidR="001B73FA" w:rsidRPr="001B73FA" w:rsidRDefault="001B73FA" w:rsidP="001B73FA">
      <w:pPr>
        <w:rPr>
          <w:szCs w:val="20"/>
        </w:rPr>
      </w:pPr>
      <w:r w:rsidRPr="001B73FA">
        <w:rPr>
          <w:szCs w:val="20"/>
        </w:rPr>
        <w:t>La Marquise s</w:t>
      </w:r>
      <w:r w:rsidR="00462692" w:rsidRPr="00A4769E">
        <w:rPr>
          <w:szCs w:val="20"/>
        </w:rPr>
        <w:t>’</w:t>
      </w:r>
      <w:r w:rsidRPr="001B73FA">
        <w:rPr>
          <w:szCs w:val="20"/>
        </w:rPr>
        <w:t>approchait de la porte de l</w:t>
      </w:r>
      <w:r w:rsidR="00462692" w:rsidRPr="00A4769E">
        <w:rPr>
          <w:szCs w:val="20"/>
        </w:rPr>
        <w:t>’</w:t>
      </w:r>
      <w:r w:rsidRPr="001B73FA">
        <w:rPr>
          <w:szCs w:val="20"/>
        </w:rPr>
        <w:t>auberge</w:t>
      </w:r>
      <w:r w:rsidR="00462692" w:rsidRPr="00A4769E">
        <w:rPr>
          <w:szCs w:val="20"/>
        </w:rPr>
        <w:t xml:space="preserve"> </w:t>
      </w:r>
      <w:r w:rsidRPr="001B73FA">
        <w:rPr>
          <w:szCs w:val="20"/>
        </w:rPr>
        <w:t>quand elle en vit sortir Angelo</w:t>
      </w:r>
      <w:r w:rsidR="00462692" w:rsidRPr="00A4769E">
        <w:rPr>
          <w:szCs w:val="20"/>
        </w:rPr>
        <w:t xml:space="preserve">, </w:t>
      </w:r>
      <w:r w:rsidRPr="001B73FA">
        <w:rPr>
          <w:szCs w:val="20"/>
        </w:rPr>
        <w:t>très maître de lui</w:t>
      </w:r>
      <w:r w:rsidR="00462692" w:rsidRPr="00A4769E">
        <w:rPr>
          <w:szCs w:val="20"/>
        </w:rPr>
        <w:t xml:space="preserve">, </w:t>
      </w:r>
      <w:r w:rsidRPr="001B73FA">
        <w:rPr>
          <w:szCs w:val="20"/>
        </w:rPr>
        <w:t>et qui</w:t>
      </w:r>
      <w:r w:rsidR="00462692" w:rsidRPr="00A4769E">
        <w:rPr>
          <w:szCs w:val="20"/>
        </w:rPr>
        <w:t xml:space="preserve">, </w:t>
      </w:r>
      <w:r w:rsidRPr="001B73FA">
        <w:rPr>
          <w:szCs w:val="20"/>
        </w:rPr>
        <w:t>dans le feu du jeu qu</w:t>
      </w:r>
      <w:r w:rsidR="00462692" w:rsidRPr="00A4769E">
        <w:rPr>
          <w:szCs w:val="20"/>
        </w:rPr>
        <w:t>’</w:t>
      </w:r>
      <w:r w:rsidRPr="001B73FA">
        <w:rPr>
          <w:szCs w:val="20"/>
        </w:rPr>
        <w:t>il jouait</w:t>
      </w:r>
      <w:r w:rsidR="00462692" w:rsidRPr="00A4769E">
        <w:rPr>
          <w:szCs w:val="20"/>
        </w:rPr>
        <w:t xml:space="preserve">, </w:t>
      </w:r>
      <w:r w:rsidRPr="001B73FA">
        <w:rPr>
          <w:szCs w:val="20"/>
        </w:rPr>
        <w:t>donnait grand air même au costume de velours blanc</w:t>
      </w:r>
      <w:r w:rsidR="00462692" w:rsidRPr="00A4769E">
        <w:rPr>
          <w:szCs w:val="20"/>
        </w:rPr>
        <w:t xml:space="preserve">. </w:t>
      </w:r>
      <w:r w:rsidRPr="001B73FA">
        <w:rPr>
          <w:szCs w:val="20"/>
        </w:rPr>
        <w:t>Elle le vit aller payer sa place</w:t>
      </w:r>
      <w:r w:rsidR="00462692" w:rsidRPr="00A4769E">
        <w:rPr>
          <w:szCs w:val="20"/>
        </w:rPr>
        <w:t xml:space="preserve">, </w:t>
      </w:r>
      <w:r w:rsidRPr="001B73FA">
        <w:rPr>
          <w:szCs w:val="20"/>
        </w:rPr>
        <w:t>et elle remarqua qu</w:t>
      </w:r>
      <w:r w:rsidR="00462692" w:rsidRPr="00A4769E">
        <w:rPr>
          <w:szCs w:val="20"/>
        </w:rPr>
        <w:t>’</w:t>
      </w:r>
      <w:r w:rsidRPr="001B73FA">
        <w:rPr>
          <w:szCs w:val="20"/>
        </w:rPr>
        <w:t>il tirait des billets de banque de la poche de son pantalon</w:t>
      </w:r>
      <w:r w:rsidR="00462692" w:rsidRPr="00A4769E">
        <w:rPr>
          <w:szCs w:val="20"/>
        </w:rPr>
        <w:t>. « </w:t>
      </w:r>
      <w:r w:rsidRPr="001B73FA">
        <w:rPr>
          <w:szCs w:val="20"/>
        </w:rPr>
        <w:t>Voilà qui n</w:t>
      </w:r>
      <w:r w:rsidR="00462692" w:rsidRPr="00A4769E">
        <w:rPr>
          <w:szCs w:val="20"/>
        </w:rPr>
        <w:t>’</w:t>
      </w:r>
      <w:r w:rsidRPr="001B73FA">
        <w:rPr>
          <w:szCs w:val="20"/>
        </w:rPr>
        <w:t>est ni brigand ni paysan</w:t>
      </w:r>
      <w:r w:rsidR="00462692" w:rsidRPr="00A4769E">
        <w:rPr>
          <w:szCs w:val="20"/>
        </w:rPr>
        <w:t xml:space="preserve">, </w:t>
      </w:r>
      <w:r w:rsidRPr="001B73FA">
        <w:rPr>
          <w:szCs w:val="20"/>
        </w:rPr>
        <w:t>se dit-elle</w:t>
      </w:r>
      <w:r w:rsidR="00462692" w:rsidRPr="00A4769E">
        <w:rPr>
          <w:szCs w:val="20"/>
        </w:rPr>
        <w:t xml:space="preserve">. </w:t>
      </w:r>
      <w:r w:rsidRPr="001B73FA">
        <w:rPr>
          <w:szCs w:val="20"/>
        </w:rPr>
        <w:t>Il fourre l</w:t>
      </w:r>
      <w:r w:rsidR="00462692" w:rsidRPr="00A4769E">
        <w:rPr>
          <w:szCs w:val="20"/>
        </w:rPr>
        <w:t>’</w:t>
      </w:r>
      <w:r w:rsidRPr="001B73FA">
        <w:rPr>
          <w:szCs w:val="20"/>
        </w:rPr>
        <w:t>argent dans la même poche que sa pipe</w:t>
      </w:r>
      <w:r w:rsidR="00462692" w:rsidRPr="00A4769E">
        <w:rPr>
          <w:szCs w:val="20"/>
        </w:rPr>
        <w:t>. »</w:t>
      </w:r>
      <w:r w:rsidRPr="001B73FA">
        <w:rPr>
          <w:szCs w:val="20"/>
        </w:rPr>
        <w:t xml:space="preserve"> Alors</w:t>
      </w:r>
      <w:r w:rsidR="00462692" w:rsidRPr="00A4769E">
        <w:rPr>
          <w:szCs w:val="20"/>
        </w:rPr>
        <w:t xml:space="preserve">, </w:t>
      </w:r>
      <w:r w:rsidRPr="001B73FA">
        <w:rPr>
          <w:szCs w:val="20"/>
        </w:rPr>
        <w:t>elle s</w:t>
      </w:r>
      <w:r w:rsidR="00462692" w:rsidRPr="00A4769E">
        <w:rPr>
          <w:szCs w:val="20"/>
        </w:rPr>
        <w:t>’</w:t>
      </w:r>
      <w:r w:rsidRPr="001B73FA">
        <w:rPr>
          <w:szCs w:val="20"/>
        </w:rPr>
        <w:t>aperçut qu</w:t>
      </w:r>
      <w:r w:rsidR="00462692" w:rsidRPr="00A4769E">
        <w:rPr>
          <w:szCs w:val="20"/>
        </w:rPr>
        <w:t>’</w:t>
      </w:r>
      <w:r w:rsidRPr="001B73FA">
        <w:rPr>
          <w:szCs w:val="20"/>
        </w:rPr>
        <w:t>il fumait le cigare</w:t>
      </w:r>
      <w:r w:rsidR="00462692" w:rsidRPr="00A4769E">
        <w:rPr>
          <w:szCs w:val="20"/>
        </w:rPr>
        <w:t xml:space="preserve">. </w:t>
      </w:r>
      <w:r w:rsidRPr="001B73FA">
        <w:rPr>
          <w:szCs w:val="20"/>
        </w:rPr>
        <w:t>Malgré sa tête légèrement épique</w:t>
      </w:r>
      <w:r w:rsidR="00462692" w:rsidRPr="00A4769E">
        <w:rPr>
          <w:szCs w:val="20"/>
        </w:rPr>
        <w:t xml:space="preserve">, </w:t>
      </w:r>
      <w:r w:rsidRPr="001B73FA">
        <w:rPr>
          <w:szCs w:val="20"/>
        </w:rPr>
        <w:t>la Marquise avait toujours entouré son propre argent d</w:t>
      </w:r>
      <w:r w:rsidR="00462692" w:rsidRPr="00A4769E">
        <w:rPr>
          <w:szCs w:val="20"/>
        </w:rPr>
        <w:t>’</w:t>
      </w:r>
      <w:r w:rsidRPr="001B73FA">
        <w:rPr>
          <w:szCs w:val="20"/>
        </w:rPr>
        <w:t>un grand respect</w:t>
      </w:r>
      <w:r w:rsidR="00462692" w:rsidRPr="00A4769E">
        <w:rPr>
          <w:szCs w:val="20"/>
        </w:rPr>
        <w:t xml:space="preserve">. </w:t>
      </w:r>
      <w:r w:rsidRPr="001B73FA">
        <w:rPr>
          <w:szCs w:val="20"/>
        </w:rPr>
        <w:t>Elle allait parfois jusqu</w:t>
      </w:r>
      <w:r w:rsidR="00462692" w:rsidRPr="00A4769E">
        <w:rPr>
          <w:szCs w:val="20"/>
        </w:rPr>
        <w:t>’</w:t>
      </w:r>
      <w:r w:rsidRPr="001B73FA">
        <w:rPr>
          <w:szCs w:val="20"/>
        </w:rPr>
        <w:t>à repasser au fer tiède des billets froissés et à nettoyer les écus à la peau de chamois</w:t>
      </w:r>
      <w:r w:rsidR="00462692" w:rsidRPr="00A4769E">
        <w:rPr>
          <w:szCs w:val="20"/>
        </w:rPr>
        <w:t xml:space="preserve">. </w:t>
      </w:r>
      <w:r w:rsidRPr="001B73FA">
        <w:rPr>
          <w:szCs w:val="20"/>
        </w:rPr>
        <w:t>Elle révérait cet argent qui lui avait permis de satisfaire son amour malgré la mort</w:t>
      </w:r>
      <w:r w:rsidR="00462692" w:rsidRPr="00A4769E">
        <w:rPr>
          <w:szCs w:val="20"/>
        </w:rPr>
        <w:t>. « </w:t>
      </w:r>
      <w:r w:rsidRPr="001B73FA">
        <w:rPr>
          <w:szCs w:val="20"/>
        </w:rPr>
        <w:t>Quelle désinvolture</w:t>
      </w:r>
      <w:r w:rsidR="00462692" w:rsidRPr="00A4769E">
        <w:rPr>
          <w:szCs w:val="20"/>
        </w:rPr>
        <w:t xml:space="preserve"> ! </w:t>
      </w:r>
      <w:r w:rsidRPr="001B73FA">
        <w:rPr>
          <w:szCs w:val="20"/>
        </w:rPr>
        <w:t xml:space="preserve">se </w:t>
      </w:r>
      <w:r w:rsidRPr="001B73FA">
        <w:rPr>
          <w:szCs w:val="20"/>
        </w:rPr>
        <w:lastRenderedPageBreak/>
        <w:t>dit-elle</w:t>
      </w:r>
      <w:r w:rsidR="00462692" w:rsidRPr="00A4769E">
        <w:rPr>
          <w:szCs w:val="20"/>
        </w:rPr>
        <w:t xml:space="preserve">. </w:t>
      </w:r>
      <w:r w:rsidRPr="001B73FA">
        <w:rPr>
          <w:szCs w:val="20"/>
        </w:rPr>
        <w:t>Cet être-là n</w:t>
      </w:r>
      <w:r w:rsidR="00462692" w:rsidRPr="00A4769E">
        <w:rPr>
          <w:szCs w:val="20"/>
        </w:rPr>
        <w:t>’</w:t>
      </w:r>
      <w:r w:rsidRPr="001B73FA">
        <w:rPr>
          <w:szCs w:val="20"/>
        </w:rPr>
        <w:t>est assujetti à rien</w:t>
      </w:r>
      <w:r w:rsidR="00462692" w:rsidRPr="00A4769E">
        <w:rPr>
          <w:szCs w:val="20"/>
        </w:rPr>
        <w:t xml:space="preserve">. </w:t>
      </w:r>
      <w:r w:rsidRPr="001B73FA">
        <w:rPr>
          <w:szCs w:val="20"/>
        </w:rPr>
        <w:t>Et il a à peine vingt ans</w:t>
      </w:r>
      <w:r w:rsidR="00462692" w:rsidRPr="00A4769E">
        <w:rPr>
          <w:szCs w:val="20"/>
        </w:rPr>
        <w:t xml:space="preserve">. </w:t>
      </w:r>
      <w:r w:rsidRPr="001B73FA">
        <w:rPr>
          <w:szCs w:val="20"/>
        </w:rPr>
        <w:t>Pourtant</w:t>
      </w:r>
      <w:r w:rsidR="00462692" w:rsidRPr="00A4769E">
        <w:rPr>
          <w:szCs w:val="20"/>
        </w:rPr>
        <w:t xml:space="preserve">, </w:t>
      </w:r>
      <w:r w:rsidRPr="001B73FA">
        <w:rPr>
          <w:szCs w:val="20"/>
        </w:rPr>
        <w:t>je l</w:t>
      </w:r>
      <w:r w:rsidR="00462692" w:rsidRPr="00A4769E">
        <w:rPr>
          <w:szCs w:val="20"/>
        </w:rPr>
        <w:t>’</w:t>
      </w:r>
      <w:r w:rsidRPr="001B73FA">
        <w:rPr>
          <w:szCs w:val="20"/>
        </w:rPr>
        <w:t>ai bien vu rougir</w:t>
      </w:r>
      <w:r w:rsidR="00462692" w:rsidRPr="00A4769E">
        <w:rPr>
          <w:szCs w:val="20"/>
        </w:rPr>
        <w:t xml:space="preserve">, </w:t>
      </w:r>
      <w:r w:rsidRPr="001B73FA">
        <w:rPr>
          <w:szCs w:val="20"/>
        </w:rPr>
        <w:t>et il a été vexé comme un dindon par mon innocent Christophe Colomb de tout à l</w:t>
      </w:r>
      <w:r w:rsidR="00462692" w:rsidRPr="00A4769E">
        <w:rPr>
          <w:szCs w:val="20"/>
        </w:rPr>
        <w:t>’</w:t>
      </w:r>
      <w:r w:rsidRPr="001B73FA">
        <w:rPr>
          <w:szCs w:val="20"/>
        </w:rPr>
        <w:t>heure</w:t>
      </w:r>
      <w:r w:rsidR="00462692" w:rsidRPr="00A4769E">
        <w:rPr>
          <w:szCs w:val="20"/>
        </w:rPr>
        <w:t xml:space="preserve">. </w:t>
      </w:r>
      <w:r w:rsidRPr="001B73FA">
        <w:rPr>
          <w:szCs w:val="20"/>
        </w:rPr>
        <w:t>Il était impayable</w:t>
      </w:r>
      <w:r w:rsidR="00462692" w:rsidRPr="00A4769E">
        <w:rPr>
          <w:szCs w:val="20"/>
        </w:rPr>
        <w:t xml:space="preserve">, </w:t>
      </w:r>
      <w:r w:rsidRPr="001B73FA">
        <w:rPr>
          <w:szCs w:val="20"/>
        </w:rPr>
        <w:t>quand il est parti à grands pas comme un général</w:t>
      </w:r>
      <w:r w:rsidR="00462692" w:rsidRPr="00A4769E">
        <w:rPr>
          <w:szCs w:val="20"/>
        </w:rPr>
        <w:t xml:space="preserve">. </w:t>
      </w:r>
      <w:r w:rsidRPr="001B73FA">
        <w:rPr>
          <w:szCs w:val="20"/>
        </w:rPr>
        <w:t>Aurait-il plus d</w:t>
      </w:r>
      <w:r w:rsidR="00462692" w:rsidRPr="00A4769E">
        <w:rPr>
          <w:szCs w:val="20"/>
        </w:rPr>
        <w:t>’</w:t>
      </w:r>
      <w:r w:rsidRPr="001B73FA">
        <w:rPr>
          <w:szCs w:val="20"/>
        </w:rPr>
        <w:t>esprit que moi</w:t>
      </w:r>
      <w:r w:rsidR="00462692" w:rsidRPr="00A4769E">
        <w:rPr>
          <w:szCs w:val="20"/>
        </w:rPr>
        <w:t> ? »</w:t>
      </w:r>
    </w:p>
    <w:p w14:paraId="480B67B2" w14:textId="77777777" w:rsidR="00462692" w:rsidRPr="00A4769E" w:rsidRDefault="001B73FA" w:rsidP="001B73FA">
      <w:pPr>
        <w:rPr>
          <w:szCs w:val="20"/>
        </w:rPr>
      </w:pPr>
      <w:r w:rsidRPr="001B73FA">
        <w:rPr>
          <w:szCs w:val="20"/>
        </w:rPr>
        <w:t>Les chevaux étant attelés</w:t>
      </w:r>
      <w:r w:rsidR="00462692" w:rsidRPr="00A4769E">
        <w:rPr>
          <w:szCs w:val="20"/>
        </w:rPr>
        <w:t xml:space="preserve">, </w:t>
      </w:r>
      <w:r w:rsidRPr="001B73FA">
        <w:rPr>
          <w:szCs w:val="20"/>
        </w:rPr>
        <w:t>on sonna de la trompe</w:t>
      </w:r>
      <w:r w:rsidR="00462692" w:rsidRPr="00A4769E">
        <w:rPr>
          <w:szCs w:val="20"/>
        </w:rPr>
        <w:t xml:space="preserve">, </w:t>
      </w:r>
      <w:r w:rsidRPr="001B73FA">
        <w:rPr>
          <w:szCs w:val="20"/>
        </w:rPr>
        <w:t>et il lui fallut aller prendre sa place dans le coupé</w:t>
      </w:r>
      <w:r w:rsidR="00462692" w:rsidRPr="00A4769E">
        <w:rPr>
          <w:szCs w:val="20"/>
        </w:rPr>
        <w:t xml:space="preserve">. </w:t>
      </w:r>
      <w:r w:rsidRPr="001B73FA">
        <w:rPr>
          <w:szCs w:val="20"/>
        </w:rPr>
        <w:t>Comme elle arrangeait ses impedimenta</w:t>
      </w:r>
      <w:r w:rsidR="00462692" w:rsidRPr="00A4769E">
        <w:rPr>
          <w:szCs w:val="20"/>
        </w:rPr>
        <w:t xml:space="preserve">, </w:t>
      </w:r>
      <w:r w:rsidRPr="001B73FA">
        <w:rPr>
          <w:szCs w:val="20"/>
        </w:rPr>
        <w:t>elle vit Angelo qui grimpait fort lestement à sa place d</w:t>
      </w:r>
      <w:r w:rsidR="00462692" w:rsidRPr="00A4769E">
        <w:rPr>
          <w:szCs w:val="20"/>
        </w:rPr>
        <w:t>’</w:t>
      </w:r>
      <w:r w:rsidRPr="001B73FA">
        <w:rPr>
          <w:szCs w:val="20"/>
        </w:rPr>
        <w:t>impériale</w:t>
      </w:r>
      <w:r w:rsidR="00462692" w:rsidRPr="00A4769E">
        <w:rPr>
          <w:szCs w:val="20"/>
        </w:rPr>
        <w:t>.</w:t>
      </w:r>
    </w:p>
    <w:p w14:paraId="7895FE03" w14:textId="77777777" w:rsidR="00462692" w:rsidRPr="00A4769E" w:rsidRDefault="001B73FA" w:rsidP="001B73FA">
      <w:pPr>
        <w:rPr>
          <w:szCs w:val="20"/>
        </w:rPr>
      </w:pPr>
      <w:r w:rsidRPr="001B73FA">
        <w:rPr>
          <w:szCs w:val="20"/>
        </w:rPr>
        <w:t>On sort de Gap par une longue montée</w:t>
      </w:r>
      <w:r w:rsidR="00462692" w:rsidRPr="00A4769E">
        <w:rPr>
          <w:szCs w:val="20"/>
        </w:rPr>
        <w:t xml:space="preserve">, </w:t>
      </w:r>
      <w:r w:rsidRPr="001B73FA">
        <w:rPr>
          <w:szCs w:val="20"/>
        </w:rPr>
        <w:t>dans laquelle l</w:t>
      </w:r>
      <w:r w:rsidR="00462692" w:rsidRPr="00A4769E">
        <w:rPr>
          <w:szCs w:val="20"/>
        </w:rPr>
        <w:t>’</w:t>
      </w:r>
      <w:r w:rsidRPr="001B73FA">
        <w:rPr>
          <w:szCs w:val="20"/>
        </w:rPr>
        <w:t>attelage garde le pas</w:t>
      </w:r>
      <w:r w:rsidR="00462692" w:rsidRPr="00A4769E">
        <w:rPr>
          <w:szCs w:val="20"/>
        </w:rPr>
        <w:t xml:space="preserve">. </w:t>
      </w:r>
      <w:r w:rsidRPr="001B73FA">
        <w:rPr>
          <w:szCs w:val="20"/>
        </w:rPr>
        <w:t>De chaque côté de la route</w:t>
      </w:r>
      <w:r w:rsidR="00462692" w:rsidRPr="00A4769E">
        <w:rPr>
          <w:szCs w:val="20"/>
        </w:rPr>
        <w:t xml:space="preserve">, </w:t>
      </w:r>
      <w:r w:rsidRPr="001B73FA">
        <w:rPr>
          <w:szCs w:val="20"/>
        </w:rPr>
        <w:t>des bosquets de chênes</w:t>
      </w:r>
      <w:r w:rsidR="00462692" w:rsidRPr="00A4769E">
        <w:rPr>
          <w:szCs w:val="20"/>
        </w:rPr>
        <w:t xml:space="preserve">, </w:t>
      </w:r>
      <w:r w:rsidRPr="001B73FA">
        <w:rPr>
          <w:szCs w:val="20"/>
        </w:rPr>
        <w:t>que leurs petites feuilles neuves rendaient vaporeux</w:t>
      </w:r>
      <w:r w:rsidR="00462692" w:rsidRPr="00A4769E">
        <w:rPr>
          <w:szCs w:val="20"/>
        </w:rPr>
        <w:t xml:space="preserve">, </w:t>
      </w:r>
      <w:r w:rsidRPr="001B73FA">
        <w:rPr>
          <w:szCs w:val="20"/>
        </w:rPr>
        <w:t>tordaient d</w:t>
      </w:r>
      <w:r w:rsidR="00462692" w:rsidRPr="00A4769E">
        <w:rPr>
          <w:szCs w:val="20"/>
        </w:rPr>
        <w:t>’</w:t>
      </w:r>
      <w:r w:rsidRPr="001B73FA">
        <w:rPr>
          <w:szCs w:val="20"/>
        </w:rPr>
        <w:t>éclatants muscles noirs</w:t>
      </w:r>
      <w:r w:rsidR="00462692" w:rsidRPr="00A4769E">
        <w:rPr>
          <w:szCs w:val="20"/>
        </w:rPr>
        <w:t xml:space="preserve">. </w:t>
      </w:r>
      <w:r w:rsidRPr="001B73FA">
        <w:rPr>
          <w:szCs w:val="20"/>
        </w:rPr>
        <w:t>Un allègre soleil de mai s</w:t>
      </w:r>
      <w:r w:rsidR="00462692" w:rsidRPr="00A4769E">
        <w:rPr>
          <w:szCs w:val="20"/>
        </w:rPr>
        <w:t>’</w:t>
      </w:r>
      <w:r w:rsidRPr="001B73FA">
        <w:rPr>
          <w:szCs w:val="20"/>
        </w:rPr>
        <w:t>était levé</w:t>
      </w:r>
      <w:r w:rsidR="00462692" w:rsidRPr="00A4769E">
        <w:rPr>
          <w:szCs w:val="20"/>
        </w:rPr>
        <w:t xml:space="preserve">. </w:t>
      </w:r>
      <w:r w:rsidRPr="001B73FA">
        <w:rPr>
          <w:szCs w:val="20"/>
        </w:rPr>
        <w:t>L</w:t>
      </w:r>
      <w:r w:rsidR="00462692" w:rsidRPr="00A4769E">
        <w:rPr>
          <w:szCs w:val="20"/>
        </w:rPr>
        <w:t>’</w:t>
      </w:r>
      <w:r w:rsidRPr="001B73FA">
        <w:rPr>
          <w:szCs w:val="20"/>
        </w:rPr>
        <w:t>herbe</w:t>
      </w:r>
      <w:r w:rsidR="00462692" w:rsidRPr="00A4769E">
        <w:rPr>
          <w:szCs w:val="20"/>
        </w:rPr>
        <w:t xml:space="preserve">, </w:t>
      </w:r>
      <w:r w:rsidRPr="001B73FA">
        <w:rPr>
          <w:szCs w:val="20"/>
        </w:rPr>
        <w:t>sur laquelle fumait l</w:t>
      </w:r>
      <w:r w:rsidR="00462692" w:rsidRPr="00A4769E">
        <w:rPr>
          <w:szCs w:val="20"/>
        </w:rPr>
        <w:t>’</w:t>
      </w:r>
      <w:r w:rsidRPr="001B73FA">
        <w:rPr>
          <w:szCs w:val="20"/>
        </w:rPr>
        <w:t>abondante rosée de la nuit</w:t>
      </w:r>
      <w:r w:rsidR="00462692" w:rsidRPr="00A4769E">
        <w:rPr>
          <w:szCs w:val="20"/>
        </w:rPr>
        <w:t xml:space="preserve">, </w:t>
      </w:r>
      <w:r w:rsidRPr="001B73FA">
        <w:rPr>
          <w:szCs w:val="20"/>
        </w:rPr>
        <w:t>éblouissait comme de l</w:t>
      </w:r>
      <w:r w:rsidR="00462692" w:rsidRPr="00A4769E">
        <w:rPr>
          <w:szCs w:val="20"/>
        </w:rPr>
        <w:t>’</w:t>
      </w:r>
      <w:r w:rsidRPr="001B73FA">
        <w:rPr>
          <w:szCs w:val="20"/>
        </w:rPr>
        <w:t>eau</w:t>
      </w:r>
      <w:r w:rsidR="00462692" w:rsidRPr="00A4769E">
        <w:rPr>
          <w:szCs w:val="20"/>
        </w:rPr>
        <w:t xml:space="preserve">. </w:t>
      </w:r>
      <w:r w:rsidRPr="001B73FA">
        <w:rPr>
          <w:szCs w:val="20"/>
        </w:rPr>
        <w:t>De petits bergers blonds</w:t>
      </w:r>
      <w:r w:rsidR="00462692" w:rsidRPr="00A4769E">
        <w:rPr>
          <w:szCs w:val="20"/>
        </w:rPr>
        <w:t xml:space="preserve">, </w:t>
      </w:r>
      <w:r w:rsidRPr="001B73FA">
        <w:rPr>
          <w:szCs w:val="20"/>
        </w:rPr>
        <w:t>déjà râblés comme des montagnards</w:t>
      </w:r>
      <w:r w:rsidR="00462692" w:rsidRPr="00A4769E">
        <w:rPr>
          <w:szCs w:val="20"/>
        </w:rPr>
        <w:t xml:space="preserve">, </w:t>
      </w:r>
      <w:r w:rsidRPr="001B73FA">
        <w:rPr>
          <w:szCs w:val="20"/>
        </w:rPr>
        <w:t>gouvernaient dans le sous-bois des troupeaux de chèvres</w:t>
      </w:r>
      <w:r w:rsidR="00462692" w:rsidRPr="00A4769E">
        <w:rPr>
          <w:szCs w:val="20"/>
        </w:rPr>
        <w:t xml:space="preserve">. </w:t>
      </w:r>
      <w:r w:rsidRPr="001B73FA">
        <w:rPr>
          <w:szCs w:val="20"/>
        </w:rPr>
        <w:t>Ils soufflaient dans des clarines de terre</w:t>
      </w:r>
      <w:r w:rsidR="00462692" w:rsidRPr="00A4769E">
        <w:rPr>
          <w:szCs w:val="20"/>
        </w:rPr>
        <w:t xml:space="preserve">, </w:t>
      </w:r>
      <w:r w:rsidRPr="001B73FA">
        <w:rPr>
          <w:szCs w:val="20"/>
        </w:rPr>
        <w:t>et ils vinrent en courant jusque sur le talus saluer le passage de la malle avec une fanfare aigrelette qui</w:t>
      </w:r>
      <w:r w:rsidR="00462692" w:rsidRPr="00A4769E">
        <w:rPr>
          <w:szCs w:val="20"/>
        </w:rPr>
        <w:t xml:space="preserve">, </w:t>
      </w:r>
      <w:r w:rsidRPr="001B73FA">
        <w:rPr>
          <w:szCs w:val="20"/>
        </w:rPr>
        <w:t>à travers le bruit des roues</w:t>
      </w:r>
      <w:r w:rsidR="00462692" w:rsidRPr="00A4769E">
        <w:rPr>
          <w:szCs w:val="20"/>
        </w:rPr>
        <w:t xml:space="preserve">, </w:t>
      </w:r>
      <w:r w:rsidRPr="001B73FA">
        <w:rPr>
          <w:szCs w:val="20"/>
        </w:rPr>
        <w:t>ressemblait à la criaillerie des alouettes</w:t>
      </w:r>
      <w:r w:rsidR="00462692" w:rsidRPr="00A4769E">
        <w:rPr>
          <w:szCs w:val="20"/>
        </w:rPr>
        <w:t xml:space="preserve">. </w:t>
      </w:r>
      <w:r w:rsidRPr="001B73FA">
        <w:rPr>
          <w:szCs w:val="20"/>
        </w:rPr>
        <w:t>Il y avait tant de gaieté dans ce départ du matin qu</w:t>
      </w:r>
      <w:r w:rsidR="00462692" w:rsidRPr="00A4769E">
        <w:rPr>
          <w:szCs w:val="20"/>
        </w:rPr>
        <w:t>’</w:t>
      </w:r>
      <w:r w:rsidRPr="001B73FA">
        <w:rPr>
          <w:szCs w:val="20"/>
        </w:rPr>
        <w:t>on les salua en agitant les mains et qu</w:t>
      </w:r>
      <w:r w:rsidR="00462692" w:rsidRPr="00A4769E">
        <w:rPr>
          <w:szCs w:val="20"/>
        </w:rPr>
        <w:t>’</w:t>
      </w:r>
      <w:r w:rsidRPr="001B73FA">
        <w:rPr>
          <w:szCs w:val="20"/>
        </w:rPr>
        <w:t>on leur jeta des sous qu</w:t>
      </w:r>
      <w:r w:rsidR="00462692" w:rsidRPr="00A4769E">
        <w:rPr>
          <w:szCs w:val="20"/>
        </w:rPr>
        <w:t>’</w:t>
      </w:r>
      <w:r w:rsidRPr="001B73FA">
        <w:rPr>
          <w:szCs w:val="20"/>
        </w:rPr>
        <w:t>ils coururent ramasser dans la poussière</w:t>
      </w:r>
      <w:r w:rsidR="00462692" w:rsidRPr="00A4769E">
        <w:rPr>
          <w:szCs w:val="20"/>
        </w:rPr>
        <w:t>.</w:t>
      </w:r>
    </w:p>
    <w:p w14:paraId="2D3EBDF0" w14:textId="77777777" w:rsidR="00462692" w:rsidRPr="00A4769E" w:rsidRDefault="001B73FA" w:rsidP="001B73FA">
      <w:pPr>
        <w:rPr>
          <w:szCs w:val="20"/>
        </w:rPr>
      </w:pPr>
      <w:r w:rsidRPr="001B73FA">
        <w:rPr>
          <w:szCs w:val="20"/>
        </w:rPr>
        <w:t>De son impériale</w:t>
      </w:r>
      <w:r w:rsidR="00462692" w:rsidRPr="00A4769E">
        <w:rPr>
          <w:szCs w:val="20"/>
        </w:rPr>
        <w:t xml:space="preserve">, </w:t>
      </w:r>
      <w:r w:rsidRPr="001B73FA">
        <w:rPr>
          <w:szCs w:val="20"/>
        </w:rPr>
        <w:t>Angelo voyait se déployer autour de lui les murailles d</w:t>
      </w:r>
      <w:r w:rsidR="00462692" w:rsidRPr="00A4769E">
        <w:rPr>
          <w:szCs w:val="20"/>
        </w:rPr>
        <w:t>’</w:t>
      </w:r>
      <w:r w:rsidRPr="001B73FA">
        <w:rPr>
          <w:szCs w:val="20"/>
        </w:rPr>
        <w:t>un vaste amphithéâtre de montagnes mordorées</w:t>
      </w:r>
      <w:r w:rsidR="00462692" w:rsidRPr="00A4769E">
        <w:rPr>
          <w:szCs w:val="20"/>
        </w:rPr>
        <w:t xml:space="preserve">. </w:t>
      </w:r>
      <w:r w:rsidRPr="001B73FA">
        <w:rPr>
          <w:szCs w:val="20"/>
        </w:rPr>
        <w:t>Elles portaient jusque dans le bleu de gentiane</w:t>
      </w:r>
      <w:r w:rsidR="00462692" w:rsidRPr="00A4769E">
        <w:rPr>
          <w:szCs w:val="20"/>
        </w:rPr>
        <w:t xml:space="preserve">, </w:t>
      </w:r>
      <w:r w:rsidRPr="001B73FA">
        <w:rPr>
          <w:szCs w:val="20"/>
        </w:rPr>
        <w:t>au milieu du ciel</w:t>
      </w:r>
      <w:r w:rsidR="00462692" w:rsidRPr="00A4769E">
        <w:rPr>
          <w:szCs w:val="20"/>
        </w:rPr>
        <w:t xml:space="preserve">, </w:t>
      </w:r>
      <w:r w:rsidRPr="001B73FA">
        <w:rPr>
          <w:szCs w:val="20"/>
        </w:rPr>
        <w:t>des pointes de glace acérées</w:t>
      </w:r>
      <w:r w:rsidR="00462692" w:rsidRPr="00A4769E">
        <w:rPr>
          <w:szCs w:val="20"/>
        </w:rPr>
        <w:t xml:space="preserve">, </w:t>
      </w:r>
      <w:r w:rsidRPr="001B73FA">
        <w:rPr>
          <w:szCs w:val="20"/>
        </w:rPr>
        <w:t>empanachées de poussières de bise</w:t>
      </w:r>
      <w:r w:rsidR="00462692" w:rsidRPr="00A4769E">
        <w:rPr>
          <w:szCs w:val="20"/>
        </w:rPr>
        <w:t xml:space="preserve">. </w:t>
      </w:r>
      <w:r w:rsidRPr="001B73FA">
        <w:rPr>
          <w:szCs w:val="20"/>
        </w:rPr>
        <w:t>Dans les anfractuosités des immenses gradins</w:t>
      </w:r>
      <w:r w:rsidR="00462692" w:rsidRPr="00A4769E">
        <w:rPr>
          <w:szCs w:val="20"/>
        </w:rPr>
        <w:t xml:space="preserve">, </w:t>
      </w:r>
      <w:r w:rsidRPr="001B73FA">
        <w:rPr>
          <w:szCs w:val="20"/>
        </w:rPr>
        <w:t>au milieu de la bure éteinte des mélèzes</w:t>
      </w:r>
      <w:r w:rsidR="00462692" w:rsidRPr="00A4769E">
        <w:rPr>
          <w:szCs w:val="20"/>
        </w:rPr>
        <w:t xml:space="preserve">, </w:t>
      </w:r>
      <w:r w:rsidRPr="001B73FA">
        <w:rPr>
          <w:szCs w:val="20"/>
        </w:rPr>
        <w:t>éclataient le vert acide de petits champs de seigle</w:t>
      </w:r>
      <w:r w:rsidR="00462692" w:rsidRPr="00A4769E">
        <w:rPr>
          <w:szCs w:val="20"/>
        </w:rPr>
        <w:t xml:space="preserve">, </w:t>
      </w:r>
      <w:r w:rsidRPr="001B73FA">
        <w:rPr>
          <w:szCs w:val="20"/>
        </w:rPr>
        <w:t>le noir lustré d</w:t>
      </w:r>
      <w:r w:rsidR="00462692" w:rsidRPr="00A4769E">
        <w:rPr>
          <w:szCs w:val="20"/>
        </w:rPr>
        <w:t>’</w:t>
      </w:r>
      <w:r w:rsidRPr="001B73FA">
        <w:rPr>
          <w:szCs w:val="20"/>
        </w:rPr>
        <w:t xml:space="preserve">un </w:t>
      </w:r>
      <w:r w:rsidRPr="001B73FA">
        <w:rPr>
          <w:szCs w:val="20"/>
        </w:rPr>
        <w:lastRenderedPageBreak/>
        <w:t>toit d</w:t>
      </w:r>
      <w:r w:rsidR="00462692" w:rsidRPr="00A4769E">
        <w:rPr>
          <w:szCs w:val="20"/>
        </w:rPr>
        <w:t>’</w:t>
      </w:r>
      <w:r w:rsidRPr="001B73FA">
        <w:rPr>
          <w:szCs w:val="20"/>
        </w:rPr>
        <w:t>ardoise</w:t>
      </w:r>
      <w:r w:rsidR="00462692" w:rsidRPr="00A4769E">
        <w:rPr>
          <w:szCs w:val="20"/>
        </w:rPr>
        <w:t xml:space="preserve">, </w:t>
      </w:r>
      <w:r w:rsidRPr="001B73FA">
        <w:rPr>
          <w:szCs w:val="20"/>
        </w:rPr>
        <w:t>le vermeil d</w:t>
      </w:r>
      <w:r w:rsidR="00462692" w:rsidRPr="00A4769E">
        <w:rPr>
          <w:szCs w:val="20"/>
        </w:rPr>
        <w:t>’</w:t>
      </w:r>
      <w:r w:rsidRPr="001B73FA">
        <w:rPr>
          <w:szCs w:val="20"/>
        </w:rPr>
        <w:t>un chaume</w:t>
      </w:r>
      <w:r w:rsidR="00462692" w:rsidRPr="00A4769E">
        <w:rPr>
          <w:szCs w:val="20"/>
        </w:rPr>
        <w:t xml:space="preserve">, </w:t>
      </w:r>
      <w:r w:rsidRPr="001B73FA">
        <w:rPr>
          <w:szCs w:val="20"/>
        </w:rPr>
        <w:t>le bariolage des façades d</w:t>
      </w:r>
      <w:r w:rsidR="00462692" w:rsidRPr="00A4769E">
        <w:rPr>
          <w:szCs w:val="20"/>
        </w:rPr>
        <w:t>’</w:t>
      </w:r>
      <w:r w:rsidRPr="001B73FA">
        <w:rPr>
          <w:szCs w:val="20"/>
        </w:rPr>
        <w:t>un petit hameau perdu</w:t>
      </w:r>
      <w:r w:rsidR="00462692" w:rsidRPr="00A4769E">
        <w:rPr>
          <w:szCs w:val="20"/>
        </w:rPr>
        <w:t xml:space="preserve">, </w:t>
      </w:r>
      <w:r w:rsidRPr="001B73FA">
        <w:rPr>
          <w:szCs w:val="20"/>
        </w:rPr>
        <w:t>l</w:t>
      </w:r>
      <w:r w:rsidR="00462692" w:rsidRPr="00A4769E">
        <w:rPr>
          <w:szCs w:val="20"/>
        </w:rPr>
        <w:t>’</w:t>
      </w:r>
      <w:r w:rsidRPr="001B73FA">
        <w:rPr>
          <w:szCs w:val="20"/>
        </w:rPr>
        <w:t>écume d</w:t>
      </w:r>
      <w:r w:rsidR="00462692" w:rsidRPr="00A4769E">
        <w:rPr>
          <w:szCs w:val="20"/>
        </w:rPr>
        <w:t>’</w:t>
      </w:r>
      <w:r w:rsidRPr="001B73FA">
        <w:rPr>
          <w:szCs w:val="20"/>
        </w:rPr>
        <w:t>une cascade</w:t>
      </w:r>
      <w:r w:rsidR="00462692" w:rsidRPr="00A4769E">
        <w:rPr>
          <w:szCs w:val="20"/>
        </w:rPr>
        <w:t xml:space="preserve">. </w:t>
      </w:r>
      <w:r w:rsidRPr="001B73FA">
        <w:rPr>
          <w:szCs w:val="20"/>
        </w:rPr>
        <w:t>Le moutonnement des bosquets</w:t>
      </w:r>
      <w:r w:rsidR="00462692" w:rsidRPr="00A4769E">
        <w:rPr>
          <w:szCs w:val="20"/>
        </w:rPr>
        <w:t xml:space="preserve">, </w:t>
      </w:r>
      <w:r w:rsidRPr="001B73FA">
        <w:rPr>
          <w:szCs w:val="20"/>
        </w:rPr>
        <w:t>qui bordaient la route</w:t>
      </w:r>
      <w:r w:rsidR="00462692" w:rsidRPr="00A4769E">
        <w:rPr>
          <w:szCs w:val="20"/>
        </w:rPr>
        <w:t xml:space="preserve">, </w:t>
      </w:r>
      <w:r w:rsidRPr="001B73FA">
        <w:rPr>
          <w:szCs w:val="20"/>
        </w:rPr>
        <w:t>allait se fondre au fond de la vallée dans une forêt de chênes où s</w:t>
      </w:r>
      <w:r w:rsidR="00462692" w:rsidRPr="00A4769E">
        <w:rPr>
          <w:szCs w:val="20"/>
        </w:rPr>
        <w:t>’</w:t>
      </w:r>
      <w:r w:rsidRPr="001B73FA">
        <w:rPr>
          <w:szCs w:val="20"/>
        </w:rPr>
        <w:t>ensevelissait le tumulte du racinage des montagnes</w:t>
      </w:r>
      <w:r w:rsidR="00462692" w:rsidRPr="00A4769E">
        <w:rPr>
          <w:szCs w:val="20"/>
        </w:rPr>
        <w:t xml:space="preserve">. </w:t>
      </w:r>
      <w:r w:rsidRPr="001B73FA">
        <w:rPr>
          <w:szCs w:val="20"/>
        </w:rPr>
        <w:t>Un mouvement général de la terre et des arbres soulevait les couleurs et les formes et donnait à tout le paysage une exaltation</w:t>
      </w:r>
      <w:r w:rsidR="00462692" w:rsidRPr="00A4769E">
        <w:rPr>
          <w:szCs w:val="20"/>
        </w:rPr>
        <w:t xml:space="preserve">, </w:t>
      </w:r>
      <w:r w:rsidRPr="001B73FA">
        <w:rPr>
          <w:szCs w:val="20"/>
        </w:rPr>
        <w:t>une véhémence soulignées par le battement de flammes d</w:t>
      </w:r>
      <w:r w:rsidR="00462692" w:rsidRPr="00A4769E">
        <w:rPr>
          <w:szCs w:val="20"/>
        </w:rPr>
        <w:t>’</w:t>
      </w:r>
      <w:r w:rsidRPr="001B73FA">
        <w:rPr>
          <w:szCs w:val="20"/>
        </w:rPr>
        <w:t>argent de peupliers dans le vent</w:t>
      </w:r>
      <w:r w:rsidR="00462692" w:rsidRPr="00A4769E">
        <w:rPr>
          <w:szCs w:val="20"/>
        </w:rPr>
        <w:t xml:space="preserve">, </w:t>
      </w:r>
      <w:r w:rsidRPr="001B73FA">
        <w:rPr>
          <w:szCs w:val="20"/>
        </w:rPr>
        <w:t>une allure de départ qu</w:t>
      </w:r>
      <w:r w:rsidR="00462692" w:rsidRPr="00A4769E">
        <w:rPr>
          <w:szCs w:val="20"/>
        </w:rPr>
        <w:t>’</w:t>
      </w:r>
      <w:r w:rsidRPr="001B73FA">
        <w:rPr>
          <w:szCs w:val="20"/>
        </w:rPr>
        <w:t>accentuait le tournoiement des corbeaux</w:t>
      </w:r>
      <w:r w:rsidR="00462692" w:rsidRPr="00A4769E">
        <w:rPr>
          <w:szCs w:val="20"/>
        </w:rPr>
        <w:t>.</w:t>
      </w:r>
    </w:p>
    <w:p w14:paraId="5B097BF9" w14:textId="77777777" w:rsidR="001B73FA" w:rsidRPr="001B73FA" w:rsidRDefault="001B73FA" w:rsidP="001B73FA">
      <w:pPr>
        <w:rPr>
          <w:szCs w:val="20"/>
        </w:rPr>
      </w:pPr>
      <w:r w:rsidRPr="001B73FA">
        <w:rPr>
          <w:szCs w:val="20"/>
        </w:rPr>
        <w:t>Angelo était à l</w:t>
      </w:r>
      <w:r w:rsidR="00462692" w:rsidRPr="00A4769E">
        <w:rPr>
          <w:szCs w:val="20"/>
        </w:rPr>
        <w:t>’</w:t>
      </w:r>
      <w:r w:rsidRPr="001B73FA">
        <w:rPr>
          <w:szCs w:val="20"/>
        </w:rPr>
        <w:t>instant même en train de cruellement souffrir</w:t>
      </w:r>
      <w:r w:rsidR="00462692" w:rsidRPr="00A4769E">
        <w:rPr>
          <w:szCs w:val="20"/>
        </w:rPr>
        <w:t xml:space="preserve">. </w:t>
      </w:r>
      <w:r w:rsidRPr="001B73FA">
        <w:rPr>
          <w:szCs w:val="20"/>
        </w:rPr>
        <w:t>L</w:t>
      </w:r>
      <w:r w:rsidR="00462692" w:rsidRPr="00A4769E">
        <w:rPr>
          <w:szCs w:val="20"/>
        </w:rPr>
        <w:t>’</w:t>
      </w:r>
      <w:r w:rsidRPr="001B73FA">
        <w:rPr>
          <w:szCs w:val="20"/>
        </w:rPr>
        <w:t>odeur des chevaux et les huit énormes croupes solides qui tiraient la malle avec une grande santé paisible l</w:t>
      </w:r>
      <w:r w:rsidR="00462692" w:rsidRPr="00A4769E">
        <w:rPr>
          <w:szCs w:val="20"/>
        </w:rPr>
        <w:t>’</w:t>
      </w:r>
      <w:r w:rsidRPr="001B73FA">
        <w:rPr>
          <w:szCs w:val="20"/>
        </w:rPr>
        <w:t>avaient fait se souvenir de Boïardo</w:t>
      </w:r>
      <w:r w:rsidR="00462692" w:rsidRPr="00A4769E">
        <w:rPr>
          <w:szCs w:val="20"/>
        </w:rPr>
        <w:t xml:space="preserve">, </w:t>
      </w:r>
      <w:r w:rsidRPr="001B73FA">
        <w:rPr>
          <w:szCs w:val="20"/>
        </w:rPr>
        <w:t>le cheval noir qu</w:t>
      </w:r>
      <w:r w:rsidR="00462692" w:rsidRPr="00A4769E">
        <w:rPr>
          <w:szCs w:val="20"/>
        </w:rPr>
        <w:t>’</w:t>
      </w:r>
      <w:r w:rsidRPr="001B73FA">
        <w:rPr>
          <w:szCs w:val="20"/>
        </w:rPr>
        <w:t>il avait vendu à Briançon</w:t>
      </w:r>
      <w:r w:rsidR="00462692" w:rsidRPr="00A4769E">
        <w:rPr>
          <w:szCs w:val="20"/>
        </w:rPr>
        <w:t>. « </w:t>
      </w:r>
      <w:r w:rsidRPr="001B73FA">
        <w:rPr>
          <w:szCs w:val="20"/>
        </w:rPr>
        <w:t>Pourquoi t</w:t>
      </w:r>
      <w:r w:rsidR="00462692" w:rsidRPr="00A4769E">
        <w:rPr>
          <w:szCs w:val="20"/>
        </w:rPr>
        <w:t>’</w:t>
      </w:r>
      <w:r w:rsidRPr="001B73FA">
        <w:rPr>
          <w:szCs w:val="20"/>
        </w:rPr>
        <w:t>ai-je laissé</w:t>
      </w:r>
      <w:r w:rsidR="00462692" w:rsidRPr="00A4769E">
        <w:rPr>
          <w:szCs w:val="20"/>
        </w:rPr>
        <w:t xml:space="preserve">, </w:t>
      </w:r>
      <w:r w:rsidRPr="001B73FA">
        <w:rPr>
          <w:szCs w:val="20"/>
        </w:rPr>
        <w:t>se disait-il</w:t>
      </w:r>
      <w:r w:rsidR="00462692" w:rsidRPr="00A4769E">
        <w:rPr>
          <w:szCs w:val="20"/>
        </w:rPr>
        <w:t xml:space="preserve">, </w:t>
      </w:r>
      <w:r w:rsidRPr="001B73FA">
        <w:rPr>
          <w:szCs w:val="20"/>
        </w:rPr>
        <w:t>et vendu à ces hommes incapables d</w:t>
      </w:r>
      <w:r w:rsidR="00462692" w:rsidRPr="00A4769E">
        <w:rPr>
          <w:szCs w:val="20"/>
        </w:rPr>
        <w:t>’</w:t>
      </w:r>
      <w:r w:rsidRPr="001B73FA">
        <w:rPr>
          <w:szCs w:val="20"/>
        </w:rPr>
        <w:t>aimer si j</w:t>
      </w:r>
      <w:r w:rsidR="00462692" w:rsidRPr="00A4769E">
        <w:rPr>
          <w:szCs w:val="20"/>
        </w:rPr>
        <w:t>’</w:t>
      </w:r>
      <w:r w:rsidRPr="001B73FA">
        <w:rPr>
          <w:szCs w:val="20"/>
        </w:rPr>
        <w:t>en juge par la façon dont ils sortent les écus de leur bourse</w:t>
      </w:r>
      <w:r w:rsidR="00462692" w:rsidRPr="00A4769E">
        <w:rPr>
          <w:szCs w:val="20"/>
        </w:rPr>
        <w:t xml:space="preserve"> ? </w:t>
      </w:r>
      <w:r w:rsidRPr="001B73FA">
        <w:rPr>
          <w:szCs w:val="20"/>
        </w:rPr>
        <w:t>On voit bien que c</w:t>
      </w:r>
      <w:r w:rsidR="00462692" w:rsidRPr="00A4769E">
        <w:rPr>
          <w:szCs w:val="20"/>
        </w:rPr>
        <w:t>’</w:t>
      </w:r>
      <w:r w:rsidRPr="001B73FA">
        <w:rPr>
          <w:szCs w:val="20"/>
        </w:rPr>
        <w:t>est le seul trésor de leur vie</w:t>
      </w:r>
      <w:r w:rsidR="00462692" w:rsidRPr="00A4769E">
        <w:rPr>
          <w:szCs w:val="20"/>
        </w:rPr>
        <w:t xml:space="preserve">. </w:t>
      </w:r>
      <w:r w:rsidRPr="001B73FA">
        <w:rPr>
          <w:szCs w:val="20"/>
        </w:rPr>
        <w:t>J</w:t>
      </w:r>
      <w:r w:rsidR="00462692" w:rsidRPr="00A4769E">
        <w:rPr>
          <w:szCs w:val="20"/>
        </w:rPr>
        <w:t>’</w:t>
      </w:r>
      <w:r w:rsidRPr="001B73FA">
        <w:rPr>
          <w:szCs w:val="20"/>
        </w:rPr>
        <w:t xml:space="preserve">ai manqué </w:t>
      </w:r>
      <w:r w:rsidR="00F36497" w:rsidRPr="00A4769E">
        <w:rPr>
          <w:szCs w:val="20"/>
        </w:rPr>
        <w:t>à</w:t>
      </w:r>
      <w:r w:rsidRPr="001B73FA">
        <w:rPr>
          <w:szCs w:val="20"/>
        </w:rPr>
        <w:t xml:space="preserve"> l</w:t>
      </w:r>
      <w:r w:rsidR="00462692" w:rsidRPr="00A4769E">
        <w:rPr>
          <w:szCs w:val="20"/>
        </w:rPr>
        <w:t>’</w:t>
      </w:r>
      <w:r w:rsidRPr="001B73FA">
        <w:rPr>
          <w:szCs w:val="20"/>
        </w:rPr>
        <w:t>amitié et à l</w:t>
      </w:r>
      <w:r w:rsidR="00462692" w:rsidRPr="00A4769E">
        <w:rPr>
          <w:szCs w:val="20"/>
        </w:rPr>
        <w:t>’</w:t>
      </w:r>
      <w:r w:rsidRPr="001B73FA">
        <w:rPr>
          <w:szCs w:val="20"/>
        </w:rPr>
        <w:t>honneur</w:t>
      </w:r>
      <w:r w:rsidR="00462692" w:rsidRPr="00A4769E">
        <w:rPr>
          <w:szCs w:val="20"/>
        </w:rPr>
        <w:t xml:space="preserve">. </w:t>
      </w:r>
      <w:r w:rsidRPr="001B73FA">
        <w:rPr>
          <w:szCs w:val="20"/>
        </w:rPr>
        <w:t>Il fallait avoir le courage de t</w:t>
      </w:r>
      <w:r w:rsidR="00462692" w:rsidRPr="00A4769E">
        <w:rPr>
          <w:szCs w:val="20"/>
        </w:rPr>
        <w:t>’</w:t>
      </w:r>
      <w:r w:rsidRPr="001B73FA">
        <w:rPr>
          <w:szCs w:val="20"/>
        </w:rPr>
        <w:t>égorger et de t</w:t>
      </w:r>
      <w:r w:rsidR="00462692" w:rsidRPr="00A4769E">
        <w:rPr>
          <w:szCs w:val="20"/>
        </w:rPr>
        <w:t>’</w:t>
      </w:r>
      <w:r w:rsidRPr="001B73FA">
        <w:rPr>
          <w:szCs w:val="20"/>
        </w:rPr>
        <w:t>aider à mourir</w:t>
      </w:r>
      <w:r w:rsidR="00462692" w:rsidRPr="00A4769E">
        <w:rPr>
          <w:szCs w:val="20"/>
        </w:rPr>
        <w:t xml:space="preserve">. </w:t>
      </w:r>
      <w:r w:rsidRPr="001B73FA">
        <w:rPr>
          <w:szCs w:val="20"/>
        </w:rPr>
        <w:t>Mais</w:t>
      </w:r>
      <w:r w:rsidR="00462692" w:rsidRPr="00A4769E">
        <w:rPr>
          <w:szCs w:val="20"/>
        </w:rPr>
        <w:t xml:space="preserve">, </w:t>
      </w:r>
      <w:r w:rsidRPr="001B73FA">
        <w:rPr>
          <w:szCs w:val="20"/>
        </w:rPr>
        <w:t>se dit-il brusquement glacé d</w:t>
      </w:r>
      <w:r w:rsidR="00462692" w:rsidRPr="00A4769E">
        <w:rPr>
          <w:szCs w:val="20"/>
        </w:rPr>
        <w:t>’</w:t>
      </w:r>
      <w:r w:rsidRPr="001B73FA">
        <w:rPr>
          <w:szCs w:val="20"/>
        </w:rPr>
        <w:t>horreur</w:t>
      </w:r>
      <w:r w:rsidR="00462692" w:rsidRPr="00A4769E">
        <w:rPr>
          <w:szCs w:val="20"/>
        </w:rPr>
        <w:t xml:space="preserve">, </w:t>
      </w:r>
      <w:r w:rsidRPr="001B73FA">
        <w:rPr>
          <w:szCs w:val="20"/>
        </w:rPr>
        <w:t>comme il prononçait le mot courage</w:t>
      </w:r>
      <w:r w:rsidR="00462692" w:rsidRPr="00A4769E">
        <w:rPr>
          <w:szCs w:val="20"/>
        </w:rPr>
        <w:t xml:space="preserve">, </w:t>
      </w:r>
      <w:r w:rsidRPr="001B73FA">
        <w:rPr>
          <w:szCs w:val="20"/>
        </w:rPr>
        <w:t>je suis le menteur le plus lâche qui soit</w:t>
      </w:r>
      <w:r w:rsidR="00462692" w:rsidRPr="00A4769E">
        <w:rPr>
          <w:szCs w:val="20"/>
        </w:rPr>
        <w:t xml:space="preserve">. </w:t>
      </w:r>
      <w:r w:rsidRPr="001B73FA">
        <w:rPr>
          <w:szCs w:val="20"/>
        </w:rPr>
        <w:t>Et le plus bête</w:t>
      </w:r>
      <w:r w:rsidR="00462692" w:rsidRPr="00A4769E">
        <w:rPr>
          <w:szCs w:val="20"/>
        </w:rPr>
        <w:t xml:space="preserve">. </w:t>
      </w:r>
      <w:r w:rsidRPr="001B73FA">
        <w:rPr>
          <w:szCs w:val="20"/>
        </w:rPr>
        <w:t>À quoi bon me mentir à moi-même</w:t>
      </w:r>
      <w:r w:rsidR="00462692" w:rsidRPr="00A4769E">
        <w:rPr>
          <w:szCs w:val="20"/>
        </w:rPr>
        <w:t xml:space="preserve"> ? </w:t>
      </w:r>
      <w:r w:rsidRPr="001B73FA">
        <w:rPr>
          <w:szCs w:val="20"/>
        </w:rPr>
        <w:t>La vérité est évidente</w:t>
      </w:r>
      <w:r w:rsidR="00462692" w:rsidRPr="00A4769E">
        <w:rPr>
          <w:szCs w:val="20"/>
        </w:rPr>
        <w:t xml:space="preserve"> : </w:t>
      </w:r>
      <w:r w:rsidRPr="001B73FA">
        <w:rPr>
          <w:szCs w:val="20"/>
        </w:rPr>
        <w:t>je n</w:t>
      </w:r>
      <w:r w:rsidR="00462692" w:rsidRPr="00A4769E">
        <w:rPr>
          <w:szCs w:val="20"/>
        </w:rPr>
        <w:t>’</w:t>
      </w:r>
      <w:r w:rsidRPr="001B73FA">
        <w:rPr>
          <w:szCs w:val="20"/>
        </w:rPr>
        <w:t>ai même pas pensé une minute à toutes les merveilleuses qualités de cet ami</w:t>
      </w:r>
      <w:r w:rsidR="00462692" w:rsidRPr="00A4769E">
        <w:rPr>
          <w:szCs w:val="20"/>
        </w:rPr>
        <w:t xml:space="preserve">, </w:t>
      </w:r>
      <w:r w:rsidRPr="001B73FA">
        <w:rPr>
          <w:szCs w:val="20"/>
        </w:rPr>
        <w:t>à son amour fidèle et dévoué qui</w:t>
      </w:r>
      <w:r w:rsidR="00462692" w:rsidRPr="00A4769E">
        <w:rPr>
          <w:szCs w:val="20"/>
        </w:rPr>
        <w:t xml:space="preserve">, </w:t>
      </w:r>
      <w:r w:rsidRPr="001B73FA">
        <w:rPr>
          <w:szCs w:val="20"/>
        </w:rPr>
        <w:t>chaque jour</w:t>
      </w:r>
      <w:r w:rsidR="00462692" w:rsidRPr="00A4769E">
        <w:rPr>
          <w:szCs w:val="20"/>
        </w:rPr>
        <w:t xml:space="preserve">, </w:t>
      </w:r>
      <w:r w:rsidRPr="001B73FA">
        <w:rPr>
          <w:szCs w:val="20"/>
        </w:rPr>
        <w:t>ajoutait à mon bonheur de vivre</w:t>
      </w:r>
      <w:r w:rsidR="00462692" w:rsidRPr="00A4769E">
        <w:rPr>
          <w:szCs w:val="20"/>
        </w:rPr>
        <w:t xml:space="preserve"> ; </w:t>
      </w:r>
      <w:r w:rsidRPr="001B73FA">
        <w:rPr>
          <w:szCs w:val="20"/>
        </w:rPr>
        <w:t>je n</w:t>
      </w:r>
      <w:r w:rsidR="00462692" w:rsidRPr="00A4769E">
        <w:rPr>
          <w:szCs w:val="20"/>
        </w:rPr>
        <w:t>’</w:t>
      </w:r>
      <w:r w:rsidRPr="001B73FA">
        <w:rPr>
          <w:szCs w:val="20"/>
        </w:rPr>
        <w:t>ai pensé qu</w:t>
      </w:r>
      <w:r w:rsidR="00462692" w:rsidRPr="00A4769E">
        <w:rPr>
          <w:szCs w:val="20"/>
        </w:rPr>
        <w:t>’</w:t>
      </w:r>
      <w:r w:rsidRPr="001B73FA">
        <w:rPr>
          <w:szCs w:val="20"/>
        </w:rPr>
        <w:t>à la sécurité la plus mesquine</w:t>
      </w:r>
      <w:r w:rsidR="00462692" w:rsidRPr="00A4769E">
        <w:rPr>
          <w:szCs w:val="20"/>
        </w:rPr>
        <w:t xml:space="preserve">. </w:t>
      </w:r>
      <w:r w:rsidRPr="001B73FA">
        <w:rPr>
          <w:szCs w:val="20"/>
        </w:rPr>
        <w:t>Il est vain de vouloir me faire croire que je l</w:t>
      </w:r>
      <w:r w:rsidR="00462692" w:rsidRPr="00A4769E">
        <w:rPr>
          <w:szCs w:val="20"/>
        </w:rPr>
        <w:t>’</w:t>
      </w:r>
      <w:r w:rsidRPr="001B73FA">
        <w:rPr>
          <w:szCs w:val="20"/>
        </w:rPr>
        <w:t>ai épargné par tendresse</w:t>
      </w:r>
      <w:r w:rsidR="00462692" w:rsidRPr="00A4769E">
        <w:rPr>
          <w:szCs w:val="20"/>
        </w:rPr>
        <w:t xml:space="preserve"> : </w:t>
      </w:r>
      <w:r w:rsidRPr="001B73FA">
        <w:rPr>
          <w:szCs w:val="20"/>
        </w:rPr>
        <w:t>je l</w:t>
      </w:r>
      <w:r w:rsidR="00462692" w:rsidRPr="00A4769E">
        <w:rPr>
          <w:szCs w:val="20"/>
        </w:rPr>
        <w:t>’</w:t>
      </w:r>
      <w:r w:rsidRPr="001B73FA">
        <w:rPr>
          <w:szCs w:val="20"/>
        </w:rPr>
        <w:t>ai simplement vendu par prudence et pour que le cadavre d</w:t>
      </w:r>
      <w:r w:rsidR="00462692" w:rsidRPr="00A4769E">
        <w:rPr>
          <w:szCs w:val="20"/>
        </w:rPr>
        <w:t>’</w:t>
      </w:r>
      <w:r w:rsidRPr="001B73FA">
        <w:rPr>
          <w:szCs w:val="20"/>
        </w:rPr>
        <w:t>un cheval égorgé dans les bois n</w:t>
      </w:r>
      <w:r w:rsidR="00462692" w:rsidRPr="00A4769E">
        <w:rPr>
          <w:szCs w:val="20"/>
        </w:rPr>
        <w:t>’</w:t>
      </w:r>
      <w:r w:rsidRPr="001B73FA">
        <w:rPr>
          <w:szCs w:val="20"/>
        </w:rPr>
        <w:t>attirât pas l</w:t>
      </w:r>
      <w:r w:rsidR="00462692" w:rsidRPr="00A4769E">
        <w:rPr>
          <w:szCs w:val="20"/>
        </w:rPr>
        <w:t>’</w:t>
      </w:r>
      <w:r w:rsidRPr="001B73FA">
        <w:rPr>
          <w:szCs w:val="20"/>
        </w:rPr>
        <w:t>attention de la police</w:t>
      </w:r>
      <w:r w:rsidR="00462692" w:rsidRPr="00A4769E">
        <w:rPr>
          <w:szCs w:val="20"/>
        </w:rPr>
        <w:t xml:space="preserve">. </w:t>
      </w:r>
      <w:r w:rsidRPr="001B73FA">
        <w:rPr>
          <w:szCs w:val="20"/>
        </w:rPr>
        <w:t>Et je parle toujours de grandeur</w:t>
      </w:r>
      <w:r w:rsidR="00462692" w:rsidRPr="00A4769E">
        <w:rPr>
          <w:szCs w:val="20"/>
        </w:rPr>
        <w:t> ! »</w:t>
      </w:r>
    </w:p>
    <w:p w14:paraId="15E5ECDB" w14:textId="77777777" w:rsidR="00462692" w:rsidRPr="00A4769E" w:rsidRDefault="001B73FA" w:rsidP="001B73FA">
      <w:pPr>
        <w:rPr>
          <w:szCs w:val="20"/>
        </w:rPr>
      </w:pPr>
      <w:r w:rsidRPr="001B73FA">
        <w:rPr>
          <w:szCs w:val="20"/>
        </w:rPr>
        <w:lastRenderedPageBreak/>
        <w:t>L</w:t>
      </w:r>
      <w:r w:rsidR="00462692" w:rsidRPr="00A4769E">
        <w:rPr>
          <w:szCs w:val="20"/>
        </w:rPr>
        <w:t>’</w:t>
      </w:r>
      <w:r w:rsidRPr="001B73FA">
        <w:rPr>
          <w:szCs w:val="20"/>
        </w:rPr>
        <w:t>incontestable grandeur du cirque de montagnes et la palpitation dorée de la majesté du jour alourdissaient le sentiment qu</w:t>
      </w:r>
      <w:r w:rsidR="00462692" w:rsidRPr="00A4769E">
        <w:rPr>
          <w:szCs w:val="20"/>
        </w:rPr>
        <w:t>’</w:t>
      </w:r>
      <w:r w:rsidRPr="001B73FA">
        <w:rPr>
          <w:szCs w:val="20"/>
        </w:rPr>
        <w:t>il avait de sa médiocrité</w:t>
      </w:r>
      <w:r w:rsidR="00462692" w:rsidRPr="00A4769E">
        <w:rPr>
          <w:szCs w:val="20"/>
        </w:rPr>
        <w:t xml:space="preserve">. </w:t>
      </w:r>
      <w:r w:rsidRPr="001B73FA">
        <w:rPr>
          <w:szCs w:val="20"/>
        </w:rPr>
        <w:t>Le fait qu</w:t>
      </w:r>
      <w:r w:rsidR="00462692" w:rsidRPr="00A4769E">
        <w:rPr>
          <w:szCs w:val="20"/>
        </w:rPr>
        <w:t>’</w:t>
      </w:r>
      <w:r w:rsidRPr="001B73FA">
        <w:rPr>
          <w:szCs w:val="20"/>
        </w:rPr>
        <w:t>il fût assis sur une banquette que huit chevaux traînaient au pas</w:t>
      </w:r>
      <w:r w:rsidR="00462692" w:rsidRPr="00A4769E">
        <w:rPr>
          <w:szCs w:val="20"/>
        </w:rPr>
        <w:t xml:space="preserve">, </w:t>
      </w:r>
      <w:r w:rsidRPr="001B73FA">
        <w:rPr>
          <w:szCs w:val="20"/>
        </w:rPr>
        <w:t>au lieu d</w:t>
      </w:r>
      <w:r w:rsidR="00462692" w:rsidRPr="00A4769E">
        <w:rPr>
          <w:szCs w:val="20"/>
        </w:rPr>
        <w:t>’</w:t>
      </w:r>
      <w:r w:rsidRPr="001B73FA">
        <w:rPr>
          <w:szCs w:val="20"/>
        </w:rPr>
        <w:t>être en plein matin</w:t>
      </w:r>
      <w:r w:rsidR="00462692" w:rsidRPr="00A4769E">
        <w:rPr>
          <w:szCs w:val="20"/>
        </w:rPr>
        <w:t xml:space="preserve">, </w:t>
      </w:r>
      <w:r w:rsidRPr="001B73FA">
        <w:rPr>
          <w:szCs w:val="20"/>
        </w:rPr>
        <w:t>en train de caracoler librement dans l</w:t>
      </w:r>
      <w:r w:rsidR="00462692" w:rsidRPr="00A4769E">
        <w:rPr>
          <w:szCs w:val="20"/>
        </w:rPr>
        <w:t>’</w:t>
      </w:r>
      <w:r w:rsidRPr="001B73FA">
        <w:rPr>
          <w:szCs w:val="20"/>
        </w:rPr>
        <w:t>éventail des lumières</w:t>
      </w:r>
      <w:r w:rsidR="00462692" w:rsidRPr="00A4769E">
        <w:rPr>
          <w:szCs w:val="20"/>
        </w:rPr>
        <w:t xml:space="preserve">, </w:t>
      </w:r>
      <w:r w:rsidRPr="001B73FA">
        <w:rPr>
          <w:szCs w:val="20"/>
        </w:rPr>
        <w:t>lui semblait significatif</w:t>
      </w:r>
      <w:r w:rsidR="00462692" w:rsidRPr="00A4769E">
        <w:rPr>
          <w:szCs w:val="20"/>
        </w:rPr>
        <w:t>.</w:t>
      </w:r>
    </w:p>
    <w:p w14:paraId="30BC4887" w14:textId="7FD52810" w:rsidR="001B73FA" w:rsidRPr="001B73FA" w:rsidRDefault="001B73FA" w:rsidP="001B73FA">
      <w:pPr>
        <w:rPr>
          <w:szCs w:val="20"/>
        </w:rPr>
      </w:pPr>
      <w:r w:rsidRPr="001B73FA">
        <w:rPr>
          <w:szCs w:val="20"/>
        </w:rPr>
        <w:t>Mais on arriva en haut de la montée et</w:t>
      </w:r>
      <w:r w:rsidR="00462692" w:rsidRPr="00A4769E">
        <w:rPr>
          <w:szCs w:val="20"/>
        </w:rPr>
        <w:t xml:space="preserve">, </w:t>
      </w:r>
      <w:r w:rsidRPr="001B73FA">
        <w:rPr>
          <w:szCs w:val="20"/>
        </w:rPr>
        <w:t>brusquement enveloppé d</w:t>
      </w:r>
      <w:r w:rsidR="00462692" w:rsidRPr="00A4769E">
        <w:rPr>
          <w:szCs w:val="20"/>
        </w:rPr>
        <w:t>’</w:t>
      </w:r>
      <w:r w:rsidRPr="001B73FA">
        <w:rPr>
          <w:szCs w:val="20"/>
        </w:rPr>
        <w:t>un long coup de fouet</w:t>
      </w:r>
      <w:r w:rsidR="00462692" w:rsidRPr="00A4769E">
        <w:rPr>
          <w:szCs w:val="20"/>
        </w:rPr>
        <w:t xml:space="preserve">, </w:t>
      </w:r>
      <w:r w:rsidRPr="001B73FA">
        <w:rPr>
          <w:szCs w:val="20"/>
        </w:rPr>
        <w:t>l</w:t>
      </w:r>
      <w:r w:rsidR="00462692" w:rsidRPr="00A4769E">
        <w:rPr>
          <w:szCs w:val="20"/>
        </w:rPr>
        <w:t>’</w:t>
      </w:r>
      <w:r w:rsidRPr="001B73FA">
        <w:rPr>
          <w:szCs w:val="20"/>
        </w:rPr>
        <w:t>attelage se lança au galop dans la descente</w:t>
      </w:r>
      <w:r w:rsidR="00462692" w:rsidRPr="00A4769E">
        <w:rPr>
          <w:szCs w:val="20"/>
        </w:rPr>
        <w:t xml:space="preserve">. </w:t>
      </w:r>
      <w:r w:rsidRPr="001B73FA">
        <w:rPr>
          <w:szCs w:val="20"/>
        </w:rPr>
        <w:t>Le postillon sonna de la trompe pour faire ouvrir la route</w:t>
      </w:r>
      <w:r w:rsidR="00462692" w:rsidRPr="00A4769E">
        <w:rPr>
          <w:szCs w:val="20"/>
        </w:rPr>
        <w:t xml:space="preserve"> ; </w:t>
      </w:r>
      <w:r w:rsidRPr="001B73FA">
        <w:rPr>
          <w:szCs w:val="20"/>
        </w:rPr>
        <w:t>la fanfare éclata dans les oreilles d</w:t>
      </w:r>
      <w:r w:rsidR="00462692" w:rsidRPr="00A4769E">
        <w:rPr>
          <w:szCs w:val="20"/>
        </w:rPr>
        <w:t>’</w:t>
      </w:r>
      <w:r w:rsidRPr="001B73FA">
        <w:rPr>
          <w:szCs w:val="20"/>
        </w:rPr>
        <w:t>Angelo et il se sentit emporté</w:t>
      </w:r>
      <w:r w:rsidR="00462692" w:rsidRPr="00A4769E">
        <w:rPr>
          <w:szCs w:val="20"/>
        </w:rPr>
        <w:t>. « </w:t>
      </w:r>
      <w:r w:rsidRPr="001B73FA">
        <w:rPr>
          <w:szCs w:val="20"/>
        </w:rPr>
        <w:t>Il faut tenir compte des droits de l</w:t>
      </w:r>
      <w:r w:rsidR="00462692" w:rsidRPr="00A4769E">
        <w:rPr>
          <w:szCs w:val="20"/>
        </w:rPr>
        <w:t>’</w:t>
      </w:r>
      <w:r w:rsidRPr="001B73FA">
        <w:rPr>
          <w:szCs w:val="20"/>
        </w:rPr>
        <w:t>amitié</w:t>
      </w:r>
      <w:r w:rsidR="00462692" w:rsidRPr="00A4769E">
        <w:rPr>
          <w:szCs w:val="20"/>
        </w:rPr>
        <w:t xml:space="preserve">, </w:t>
      </w:r>
      <w:r w:rsidRPr="001B73FA">
        <w:rPr>
          <w:szCs w:val="20"/>
        </w:rPr>
        <w:t>se dit-il au bout d</w:t>
      </w:r>
      <w:r w:rsidR="00462692" w:rsidRPr="00A4769E">
        <w:rPr>
          <w:szCs w:val="20"/>
        </w:rPr>
        <w:t>’</w:t>
      </w:r>
      <w:r w:rsidRPr="001B73FA">
        <w:rPr>
          <w:szCs w:val="20"/>
        </w:rPr>
        <w:t>un moment</w:t>
      </w:r>
      <w:r w:rsidR="00462692" w:rsidRPr="00A4769E">
        <w:rPr>
          <w:szCs w:val="20"/>
        </w:rPr>
        <w:t xml:space="preserve">. </w:t>
      </w:r>
      <w:r w:rsidRPr="001B73FA">
        <w:rPr>
          <w:szCs w:val="20"/>
        </w:rPr>
        <w:t>Boïardo est libre de choisir sa mort</w:t>
      </w:r>
      <w:r w:rsidR="00462692" w:rsidRPr="00A4769E">
        <w:rPr>
          <w:szCs w:val="20"/>
        </w:rPr>
        <w:t xml:space="preserve">. </w:t>
      </w:r>
      <w:r w:rsidRPr="001B73FA">
        <w:rPr>
          <w:szCs w:val="20"/>
        </w:rPr>
        <w:t>Je n</w:t>
      </w:r>
      <w:r w:rsidR="00462692" w:rsidRPr="00A4769E">
        <w:rPr>
          <w:szCs w:val="20"/>
        </w:rPr>
        <w:t>’</w:t>
      </w:r>
      <w:r w:rsidRPr="001B73FA">
        <w:rPr>
          <w:szCs w:val="20"/>
        </w:rPr>
        <w:t>avais pas le droit de lui imposer ma façon de voir les choses</w:t>
      </w:r>
      <w:r w:rsidR="00462692" w:rsidRPr="00A4769E">
        <w:rPr>
          <w:szCs w:val="20"/>
        </w:rPr>
        <w:t xml:space="preserve"> ; </w:t>
      </w:r>
      <w:r w:rsidRPr="001B73FA">
        <w:rPr>
          <w:szCs w:val="20"/>
        </w:rPr>
        <w:t>et mon besoin de grandeur</w:t>
      </w:r>
      <w:r w:rsidR="00462692" w:rsidRPr="00A4769E">
        <w:rPr>
          <w:szCs w:val="20"/>
        </w:rPr>
        <w:t xml:space="preserve">, </w:t>
      </w:r>
      <w:r w:rsidRPr="001B73FA">
        <w:rPr>
          <w:szCs w:val="20"/>
        </w:rPr>
        <w:t>s</w:t>
      </w:r>
      <w:r w:rsidR="00462692" w:rsidRPr="00A4769E">
        <w:rPr>
          <w:szCs w:val="20"/>
        </w:rPr>
        <w:t>’</w:t>
      </w:r>
      <w:r w:rsidRPr="001B73FA">
        <w:rPr>
          <w:szCs w:val="20"/>
        </w:rPr>
        <w:t>il va jusqu</w:t>
      </w:r>
      <w:r w:rsidR="00462692" w:rsidRPr="00A4769E">
        <w:rPr>
          <w:szCs w:val="20"/>
        </w:rPr>
        <w:t>’</w:t>
      </w:r>
      <w:r w:rsidRPr="001B73FA">
        <w:rPr>
          <w:szCs w:val="20"/>
        </w:rPr>
        <w:t>à l</w:t>
      </w:r>
      <w:r w:rsidR="00462692" w:rsidRPr="00A4769E">
        <w:rPr>
          <w:szCs w:val="20"/>
        </w:rPr>
        <w:t>’</w:t>
      </w:r>
      <w:r w:rsidRPr="001B73FA">
        <w:rPr>
          <w:szCs w:val="20"/>
        </w:rPr>
        <w:t>obligation de poignarder les amis que je quitte</w:t>
      </w:r>
      <w:r w:rsidR="00462692" w:rsidRPr="00A4769E">
        <w:rPr>
          <w:szCs w:val="20"/>
        </w:rPr>
        <w:t xml:space="preserve">, </w:t>
      </w:r>
      <w:r w:rsidRPr="001B73FA">
        <w:rPr>
          <w:szCs w:val="20"/>
        </w:rPr>
        <w:t>est un compagnon bien désagréable</w:t>
      </w:r>
      <w:r w:rsidR="00462692" w:rsidRPr="00A4769E">
        <w:rPr>
          <w:szCs w:val="20"/>
        </w:rPr>
        <w:t xml:space="preserve">. </w:t>
      </w:r>
      <w:r w:rsidRPr="001B73FA">
        <w:rPr>
          <w:szCs w:val="20"/>
        </w:rPr>
        <w:t>Je juge sans doute superficiellement ces maquignons très près de leurs sous</w:t>
      </w:r>
      <w:r w:rsidR="00462692" w:rsidRPr="00A4769E">
        <w:rPr>
          <w:szCs w:val="20"/>
        </w:rPr>
        <w:t xml:space="preserve">, </w:t>
      </w:r>
      <w:r w:rsidRPr="001B73FA">
        <w:rPr>
          <w:szCs w:val="20"/>
        </w:rPr>
        <w:t>mais qui sont peut-être capables de comprendre la beauté d</w:t>
      </w:r>
      <w:r w:rsidR="00462692" w:rsidRPr="00A4769E">
        <w:rPr>
          <w:szCs w:val="20"/>
        </w:rPr>
        <w:t>’</w:t>
      </w:r>
      <w:r w:rsidRPr="001B73FA">
        <w:rPr>
          <w:szCs w:val="20"/>
        </w:rPr>
        <w:t>un être tendre et sensible</w:t>
      </w:r>
      <w:r w:rsidR="00462692" w:rsidRPr="00A4769E">
        <w:rPr>
          <w:szCs w:val="20"/>
        </w:rPr>
        <w:t xml:space="preserve">. </w:t>
      </w:r>
      <w:r w:rsidRPr="001B73FA">
        <w:rPr>
          <w:szCs w:val="20"/>
        </w:rPr>
        <w:t>Tu as tant de gentillesse qu</w:t>
      </w:r>
      <w:r w:rsidR="00462692" w:rsidRPr="00A4769E">
        <w:rPr>
          <w:szCs w:val="20"/>
        </w:rPr>
        <w:t>’</w:t>
      </w:r>
      <w:r w:rsidRPr="001B73FA">
        <w:rPr>
          <w:szCs w:val="20"/>
        </w:rPr>
        <w:t>ils seront obligés de t</w:t>
      </w:r>
      <w:r w:rsidR="00462692" w:rsidRPr="00A4769E">
        <w:rPr>
          <w:szCs w:val="20"/>
        </w:rPr>
        <w:t>’</w:t>
      </w:r>
      <w:r w:rsidRPr="001B73FA">
        <w:rPr>
          <w:szCs w:val="20"/>
        </w:rPr>
        <w:t>aimer</w:t>
      </w:r>
      <w:r w:rsidR="00462692" w:rsidRPr="00A4769E">
        <w:rPr>
          <w:szCs w:val="20"/>
        </w:rPr>
        <w:t xml:space="preserve">. </w:t>
      </w:r>
      <w:r w:rsidRPr="001B73FA">
        <w:rPr>
          <w:szCs w:val="20"/>
        </w:rPr>
        <w:t>Tu dois être dans quelque écurie de la montagne</w:t>
      </w:r>
      <w:r w:rsidR="00462692" w:rsidRPr="00A4769E">
        <w:rPr>
          <w:szCs w:val="20"/>
        </w:rPr>
        <w:t xml:space="preserve">, </w:t>
      </w:r>
      <w:r w:rsidRPr="001B73FA">
        <w:rPr>
          <w:szCs w:val="20"/>
        </w:rPr>
        <w:t>enfoncé dans ce foin odorant qui enivre même les hommes</w:t>
      </w:r>
      <w:r w:rsidR="00462692" w:rsidRPr="00A4769E">
        <w:rPr>
          <w:szCs w:val="20"/>
        </w:rPr>
        <w:t xml:space="preserve">. </w:t>
      </w:r>
      <w:r w:rsidRPr="001B73FA">
        <w:rPr>
          <w:szCs w:val="20"/>
        </w:rPr>
        <w:t>Ou bien</w:t>
      </w:r>
      <w:r w:rsidR="00462692" w:rsidRPr="00A4769E">
        <w:rPr>
          <w:szCs w:val="20"/>
        </w:rPr>
        <w:t xml:space="preserve">, </w:t>
      </w:r>
      <w:r w:rsidRPr="001B73FA">
        <w:rPr>
          <w:szCs w:val="20"/>
        </w:rPr>
        <w:t>grâce à ta beauté et à ta noblesse qu</w:t>
      </w:r>
      <w:r w:rsidR="00462692" w:rsidRPr="00A4769E">
        <w:rPr>
          <w:szCs w:val="20"/>
        </w:rPr>
        <w:t>’</w:t>
      </w:r>
      <w:r w:rsidRPr="001B73FA">
        <w:rPr>
          <w:szCs w:val="20"/>
        </w:rPr>
        <w:t>on ne peut pas ne pas voir</w:t>
      </w:r>
      <w:r w:rsidR="00462692" w:rsidRPr="00A4769E">
        <w:rPr>
          <w:szCs w:val="20"/>
        </w:rPr>
        <w:t xml:space="preserve">, </w:t>
      </w:r>
      <w:r w:rsidRPr="001B73FA">
        <w:rPr>
          <w:szCs w:val="20"/>
        </w:rPr>
        <w:t xml:space="preserve">as-tu été déjà choisi par une de ces femmes généreuses comme cette vieille </w:t>
      </w:r>
      <w:r w:rsidR="00C408D5">
        <w:rPr>
          <w:szCs w:val="20"/>
        </w:rPr>
        <w:t>M</w:t>
      </w:r>
      <w:r w:rsidR="00C408D5" w:rsidRPr="001B73FA">
        <w:rPr>
          <w:szCs w:val="20"/>
        </w:rPr>
        <w:t>arquise</w:t>
      </w:r>
      <w:r w:rsidR="00462692" w:rsidRPr="00A4769E">
        <w:rPr>
          <w:szCs w:val="20"/>
        </w:rPr>
        <w:t xml:space="preserve">, </w:t>
      </w:r>
      <w:r w:rsidRPr="001B73FA">
        <w:rPr>
          <w:szCs w:val="20"/>
        </w:rPr>
        <w:t>qui serait si bonne si elle ne parlait pas</w:t>
      </w:r>
      <w:r w:rsidR="00462692" w:rsidRPr="00A4769E">
        <w:rPr>
          <w:szCs w:val="20"/>
        </w:rPr>
        <w:t> ? »</w:t>
      </w:r>
    </w:p>
    <w:p w14:paraId="42373B02" w14:textId="77777777" w:rsidR="00462692" w:rsidRPr="00A4769E" w:rsidRDefault="001B73FA" w:rsidP="001B73FA">
      <w:pPr>
        <w:rPr>
          <w:szCs w:val="20"/>
        </w:rPr>
      </w:pPr>
      <w:r w:rsidRPr="001B73FA">
        <w:rPr>
          <w:szCs w:val="20"/>
        </w:rPr>
        <w:t>Le voisin d</w:t>
      </w:r>
      <w:r w:rsidR="00462692" w:rsidRPr="00A4769E">
        <w:rPr>
          <w:szCs w:val="20"/>
        </w:rPr>
        <w:t>’</w:t>
      </w:r>
      <w:r w:rsidRPr="001B73FA">
        <w:rPr>
          <w:szCs w:val="20"/>
        </w:rPr>
        <w:t>Angelo était un homme d</w:t>
      </w:r>
      <w:r w:rsidR="00462692" w:rsidRPr="00A4769E">
        <w:rPr>
          <w:szCs w:val="20"/>
        </w:rPr>
        <w:t>’</w:t>
      </w:r>
      <w:r w:rsidRPr="001B73FA">
        <w:rPr>
          <w:szCs w:val="20"/>
        </w:rPr>
        <w:t>une cinquantaine d</w:t>
      </w:r>
      <w:r w:rsidR="00462692" w:rsidRPr="00A4769E">
        <w:rPr>
          <w:szCs w:val="20"/>
        </w:rPr>
        <w:t>’</w:t>
      </w:r>
      <w:r w:rsidRPr="001B73FA">
        <w:rPr>
          <w:szCs w:val="20"/>
        </w:rPr>
        <w:t>années</w:t>
      </w:r>
      <w:r w:rsidR="00462692" w:rsidRPr="00A4769E">
        <w:rPr>
          <w:szCs w:val="20"/>
        </w:rPr>
        <w:t xml:space="preserve">, </w:t>
      </w:r>
      <w:r w:rsidRPr="001B73FA">
        <w:rPr>
          <w:szCs w:val="20"/>
        </w:rPr>
        <w:t>maigre de visage et hâlé</w:t>
      </w:r>
      <w:r w:rsidR="00462692" w:rsidRPr="00A4769E">
        <w:rPr>
          <w:szCs w:val="20"/>
        </w:rPr>
        <w:t xml:space="preserve">, </w:t>
      </w:r>
      <w:r w:rsidRPr="001B73FA">
        <w:rPr>
          <w:szCs w:val="20"/>
        </w:rPr>
        <w:t>engoncé dans un carrick écossais de couleur éteinte</w:t>
      </w:r>
      <w:r w:rsidR="00462692" w:rsidRPr="00A4769E">
        <w:rPr>
          <w:szCs w:val="20"/>
        </w:rPr>
        <w:t xml:space="preserve">. </w:t>
      </w:r>
      <w:r w:rsidRPr="001B73FA">
        <w:rPr>
          <w:szCs w:val="20"/>
        </w:rPr>
        <w:t>Il tenait soigneusement à la main son chapeau enveloppé d</w:t>
      </w:r>
      <w:r w:rsidR="00462692" w:rsidRPr="00A4769E">
        <w:rPr>
          <w:szCs w:val="20"/>
        </w:rPr>
        <w:t>’</w:t>
      </w:r>
      <w:r w:rsidRPr="001B73FA">
        <w:rPr>
          <w:szCs w:val="20"/>
        </w:rPr>
        <w:t>un mouchoir à carreaux</w:t>
      </w:r>
      <w:r w:rsidR="00462692" w:rsidRPr="00A4769E">
        <w:rPr>
          <w:szCs w:val="20"/>
        </w:rPr>
        <w:t xml:space="preserve">, </w:t>
      </w:r>
      <w:r w:rsidRPr="001B73FA">
        <w:rPr>
          <w:szCs w:val="20"/>
        </w:rPr>
        <w:t>et il s</w:t>
      </w:r>
      <w:r w:rsidR="00462692" w:rsidRPr="00A4769E">
        <w:rPr>
          <w:szCs w:val="20"/>
        </w:rPr>
        <w:t>’</w:t>
      </w:r>
      <w:r w:rsidRPr="001B73FA">
        <w:rPr>
          <w:szCs w:val="20"/>
        </w:rPr>
        <w:t>était coiffé d</w:t>
      </w:r>
      <w:r w:rsidR="00462692" w:rsidRPr="00A4769E">
        <w:rPr>
          <w:szCs w:val="20"/>
        </w:rPr>
        <w:t>’</w:t>
      </w:r>
      <w:r w:rsidRPr="001B73FA">
        <w:rPr>
          <w:szCs w:val="20"/>
        </w:rPr>
        <w:t>une vieille casquette en poil de bichard</w:t>
      </w:r>
      <w:r w:rsidR="00462692" w:rsidRPr="00A4769E">
        <w:rPr>
          <w:szCs w:val="20"/>
        </w:rPr>
        <w:t>. « </w:t>
      </w:r>
      <w:r w:rsidRPr="001B73FA">
        <w:rPr>
          <w:szCs w:val="20"/>
        </w:rPr>
        <w:t>Mon jeune ami</w:t>
      </w:r>
      <w:r w:rsidR="00462692" w:rsidRPr="00A4769E">
        <w:rPr>
          <w:szCs w:val="20"/>
        </w:rPr>
        <w:t xml:space="preserve">, </w:t>
      </w:r>
      <w:r w:rsidRPr="001B73FA">
        <w:rPr>
          <w:szCs w:val="20"/>
        </w:rPr>
        <w:t>dit-il</w:t>
      </w:r>
      <w:r w:rsidR="00462692" w:rsidRPr="00A4769E">
        <w:rPr>
          <w:szCs w:val="20"/>
        </w:rPr>
        <w:t xml:space="preserve">, </w:t>
      </w:r>
      <w:r w:rsidRPr="001B73FA">
        <w:rPr>
          <w:szCs w:val="20"/>
        </w:rPr>
        <w:t>je dois vous dire qu</w:t>
      </w:r>
      <w:r w:rsidR="00462692" w:rsidRPr="00A4769E">
        <w:rPr>
          <w:szCs w:val="20"/>
        </w:rPr>
        <w:t>’</w:t>
      </w:r>
      <w:r w:rsidRPr="001B73FA">
        <w:rPr>
          <w:szCs w:val="20"/>
        </w:rPr>
        <w:t xml:space="preserve">on voit très bien remuer vos lèvres et que votre air préoccupé ne trompera </w:t>
      </w:r>
      <w:r w:rsidRPr="001B73FA">
        <w:rPr>
          <w:szCs w:val="20"/>
        </w:rPr>
        <w:lastRenderedPageBreak/>
        <w:t>personne</w:t>
      </w:r>
      <w:r w:rsidR="00462692" w:rsidRPr="00A4769E">
        <w:rPr>
          <w:szCs w:val="20"/>
        </w:rPr>
        <w:t xml:space="preserve">. </w:t>
      </w:r>
      <w:r w:rsidRPr="001B73FA">
        <w:rPr>
          <w:szCs w:val="20"/>
        </w:rPr>
        <w:t>J</w:t>
      </w:r>
      <w:r w:rsidR="00462692" w:rsidRPr="00A4769E">
        <w:rPr>
          <w:szCs w:val="20"/>
        </w:rPr>
        <w:t>’</w:t>
      </w:r>
      <w:r w:rsidRPr="001B73FA">
        <w:rPr>
          <w:szCs w:val="20"/>
        </w:rPr>
        <w:t>ai suivi toute l</w:t>
      </w:r>
      <w:r w:rsidR="00462692" w:rsidRPr="00A4769E">
        <w:rPr>
          <w:szCs w:val="20"/>
        </w:rPr>
        <w:t>’</w:t>
      </w:r>
      <w:r w:rsidRPr="001B73FA">
        <w:rPr>
          <w:szCs w:val="20"/>
        </w:rPr>
        <w:t>affaire dans la cour des Messageries</w:t>
      </w:r>
      <w:r w:rsidR="00462692" w:rsidRPr="00A4769E">
        <w:rPr>
          <w:szCs w:val="20"/>
        </w:rPr>
        <w:t xml:space="preserve"> ; </w:t>
      </w:r>
      <w:r w:rsidRPr="001B73FA">
        <w:rPr>
          <w:szCs w:val="20"/>
        </w:rPr>
        <w:t>vous avez certes agi là-bas avec beaucoup d</w:t>
      </w:r>
      <w:r w:rsidR="00462692" w:rsidRPr="00A4769E">
        <w:rPr>
          <w:szCs w:val="20"/>
        </w:rPr>
        <w:t>’</w:t>
      </w:r>
      <w:r w:rsidRPr="001B73FA">
        <w:rPr>
          <w:szCs w:val="20"/>
        </w:rPr>
        <w:t>imprudence</w:t>
      </w:r>
      <w:r w:rsidR="00462692" w:rsidRPr="00A4769E">
        <w:rPr>
          <w:szCs w:val="20"/>
        </w:rPr>
        <w:t xml:space="preserve">, </w:t>
      </w:r>
      <w:r w:rsidRPr="001B73FA">
        <w:rPr>
          <w:szCs w:val="20"/>
        </w:rPr>
        <w:t>mais c</w:t>
      </w:r>
      <w:r w:rsidR="00462692" w:rsidRPr="00A4769E">
        <w:rPr>
          <w:szCs w:val="20"/>
        </w:rPr>
        <w:t>’</w:t>
      </w:r>
      <w:r w:rsidRPr="001B73FA">
        <w:rPr>
          <w:szCs w:val="20"/>
        </w:rPr>
        <w:t>est une imprudence bien plus grande encore de montrer aussi ouvertement que vous continuez à vous en soucier</w:t>
      </w:r>
      <w:r w:rsidR="00462692" w:rsidRPr="00A4769E">
        <w:rPr>
          <w:szCs w:val="20"/>
        </w:rPr>
        <w:t xml:space="preserve">. </w:t>
      </w:r>
      <w:r w:rsidRPr="001B73FA">
        <w:rPr>
          <w:szCs w:val="20"/>
        </w:rPr>
        <w:t>Croyez-moi</w:t>
      </w:r>
      <w:r w:rsidR="00462692" w:rsidRPr="00A4769E">
        <w:rPr>
          <w:szCs w:val="20"/>
        </w:rPr>
        <w:t xml:space="preserve">, </w:t>
      </w:r>
      <w:r w:rsidRPr="001B73FA">
        <w:rPr>
          <w:szCs w:val="20"/>
        </w:rPr>
        <w:t>il n</w:t>
      </w:r>
      <w:r w:rsidR="00462692" w:rsidRPr="00A4769E">
        <w:rPr>
          <w:szCs w:val="20"/>
        </w:rPr>
        <w:t>’</w:t>
      </w:r>
      <w:r w:rsidRPr="001B73FA">
        <w:rPr>
          <w:szCs w:val="20"/>
        </w:rPr>
        <w:t>y a pas grand risque pour que l</w:t>
      </w:r>
      <w:r w:rsidR="00462692" w:rsidRPr="00A4769E">
        <w:rPr>
          <w:szCs w:val="20"/>
        </w:rPr>
        <w:t>’</w:t>
      </w:r>
      <w:r w:rsidRPr="001B73FA">
        <w:rPr>
          <w:szCs w:val="20"/>
        </w:rPr>
        <w:t>agent de police fasse un rapport et tout se bornera au sermon qu</w:t>
      </w:r>
      <w:r w:rsidR="00462692" w:rsidRPr="00A4769E">
        <w:rPr>
          <w:szCs w:val="20"/>
        </w:rPr>
        <w:t>’</w:t>
      </w:r>
      <w:r w:rsidRPr="001B73FA">
        <w:rPr>
          <w:szCs w:val="20"/>
        </w:rPr>
        <w:t>il vous a tenu</w:t>
      </w:r>
      <w:r w:rsidR="00462692" w:rsidRPr="00A4769E">
        <w:rPr>
          <w:szCs w:val="20"/>
        </w:rPr>
        <w:t xml:space="preserve">. </w:t>
      </w:r>
      <w:r w:rsidRPr="001B73FA">
        <w:rPr>
          <w:szCs w:val="20"/>
        </w:rPr>
        <w:t>Vous aviez à l</w:t>
      </w:r>
      <w:r w:rsidR="00462692" w:rsidRPr="00A4769E">
        <w:rPr>
          <w:szCs w:val="20"/>
        </w:rPr>
        <w:t>’</w:t>
      </w:r>
      <w:r w:rsidRPr="001B73FA">
        <w:rPr>
          <w:szCs w:val="20"/>
        </w:rPr>
        <w:t>instant un visage de coupable qui aurait fait sauter sur ses pieds tout un corps de garde</w:t>
      </w:r>
      <w:r w:rsidR="00462692" w:rsidRPr="00A4769E">
        <w:rPr>
          <w:szCs w:val="20"/>
        </w:rPr>
        <w:t>.</w:t>
      </w:r>
    </w:p>
    <w:p w14:paraId="5BDF9F01" w14:textId="66DDBED3" w:rsidR="00462692" w:rsidRPr="00A4769E" w:rsidRDefault="00462692" w:rsidP="001B73FA">
      <w:pPr>
        <w:rPr>
          <w:szCs w:val="20"/>
        </w:rPr>
      </w:pPr>
      <w:r w:rsidRPr="00A4769E">
        <w:rPr>
          <w:szCs w:val="20"/>
        </w:rPr>
        <w:t>— </w:t>
      </w:r>
      <w:r w:rsidR="001B73FA" w:rsidRPr="001B73FA">
        <w:rPr>
          <w:szCs w:val="20"/>
        </w:rPr>
        <w:t>Je vous assure</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que j</w:t>
      </w:r>
      <w:r w:rsidRPr="00A4769E">
        <w:rPr>
          <w:szCs w:val="20"/>
        </w:rPr>
        <w:t>’</w:t>
      </w:r>
      <w:r w:rsidR="001B73FA" w:rsidRPr="001B73FA">
        <w:rPr>
          <w:szCs w:val="20"/>
        </w:rPr>
        <w:t>étais bien loin de penser encore à cette histoire ridicule et qui s</w:t>
      </w:r>
      <w:r w:rsidRPr="00A4769E">
        <w:rPr>
          <w:szCs w:val="20"/>
        </w:rPr>
        <w:t>’</w:t>
      </w:r>
      <w:r w:rsidR="001B73FA" w:rsidRPr="001B73FA">
        <w:rPr>
          <w:szCs w:val="20"/>
        </w:rPr>
        <w:t>est d</w:t>
      </w:r>
      <w:r w:rsidRPr="00A4769E">
        <w:rPr>
          <w:szCs w:val="20"/>
        </w:rPr>
        <w:t>’</w:t>
      </w:r>
      <w:r w:rsidR="001B73FA" w:rsidRPr="001B73FA">
        <w:rPr>
          <w:szCs w:val="20"/>
        </w:rPr>
        <w:t>ailleurs passée bien différemment de ce que vous supposez</w:t>
      </w:r>
      <w:r w:rsidRPr="00A4769E">
        <w:rPr>
          <w:szCs w:val="20"/>
        </w:rPr>
        <w:t xml:space="preserve">. </w:t>
      </w:r>
      <w:r w:rsidR="001B73FA" w:rsidRPr="001B73FA">
        <w:rPr>
          <w:szCs w:val="20"/>
        </w:rPr>
        <w:t>J</w:t>
      </w:r>
      <w:r w:rsidRPr="00A4769E">
        <w:rPr>
          <w:szCs w:val="20"/>
        </w:rPr>
        <w:t>’</w:t>
      </w:r>
      <w:r w:rsidR="001B73FA" w:rsidRPr="001B73FA">
        <w:rPr>
          <w:szCs w:val="20"/>
        </w:rPr>
        <w:t>étais en train de me faire des reproches au sujet de ma conduite envers un ami très cher que j</w:t>
      </w:r>
      <w:r w:rsidRPr="00A4769E">
        <w:rPr>
          <w:szCs w:val="20"/>
        </w:rPr>
        <w:t>’</w:t>
      </w:r>
      <w:r w:rsidR="001B73FA" w:rsidRPr="001B73FA">
        <w:rPr>
          <w:szCs w:val="20"/>
        </w:rPr>
        <w:t>ai quitté ces jours-ci</w:t>
      </w:r>
      <w:r w:rsidRPr="00A4769E">
        <w:rPr>
          <w:szCs w:val="20"/>
        </w:rPr>
        <w:t>.</w:t>
      </w:r>
    </w:p>
    <w:p w14:paraId="2CE3DD0E" w14:textId="6C23919F" w:rsidR="00462692" w:rsidRPr="00A4769E" w:rsidRDefault="00462692" w:rsidP="001B73FA">
      <w:pPr>
        <w:rPr>
          <w:szCs w:val="20"/>
        </w:rPr>
      </w:pPr>
      <w:r w:rsidRPr="00A4769E">
        <w:rPr>
          <w:szCs w:val="20"/>
        </w:rPr>
        <w:t>— </w:t>
      </w:r>
      <w:r w:rsidR="001B73FA" w:rsidRPr="001B73FA">
        <w:rPr>
          <w:szCs w:val="20"/>
        </w:rPr>
        <w:t>Je vous en félicite</w:t>
      </w:r>
      <w:r w:rsidRPr="00A4769E">
        <w:rPr>
          <w:szCs w:val="20"/>
        </w:rPr>
        <w:t xml:space="preserve">, </w:t>
      </w:r>
      <w:r w:rsidR="001B73FA" w:rsidRPr="001B73FA">
        <w:rPr>
          <w:szCs w:val="20"/>
        </w:rPr>
        <w:t>dit l</w:t>
      </w:r>
      <w:r w:rsidRPr="00A4769E">
        <w:rPr>
          <w:szCs w:val="20"/>
        </w:rPr>
        <w:t>’</w:t>
      </w:r>
      <w:r w:rsidR="001B73FA" w:rsidRPr="001B73FA">
        <w:rPr>
          <w:szCs w:val="20"/>
        </w:rPr>
        <w:t>homme au carrick</w:t>
      </w:r>
      <w:r w:rsidRPr="00A4769E">
        <w:rPr>
          <w:szCs w:val="20"/>
        </w:rPr>
        <w:t xml:space="preserve">, </w:t>
      </w:r>
      <w:r w:rsidR="001B73FA" w:rsidRPr="001B73FA">
        <w:rPr>
          <w:szCs w:val="20"/>
        </w:rPr>
        <w:t>ces scrupules sont rares pour un homme de votre âge</w:t>
      </w:r>
      <w:r w:rsidRPr="00A4769E">
        <w:rPr>
          <w:szCs w:val="20"/>
        </w:rPr>
        <w:t xml:space="preserve">. </w:t>
      </w:r>
      <w:r w:rsidR="001B73FA" w:rsidRPr="001B73FA">
        <w:rPr>
          <w:szCs w:val="20"/>
        </w:rPr>
        <w:t>Je n</w:t>
      </w:r>
      <w:r w:rsidRPr="00A4769E">
        <w:rPr>
          <w:szCs w:val="20"/>
        </w:rPr>
        <w:t>’</w:t>
      </w:r>
      <w:r w:rsidR="001B73FA" w:rsidRPr="001B73FA">
        <w:rPr>
          <w:szCs w:val="20"/>
        </w:rPr>
        <w:t>en suis que plus heureux de la tournure qu</w:t>
      </w:r>
      <w:r w:rsidRPr="00A4769E">
        <w:rPr>
          <w:szCs w:val="20"/>
        </w:rPr>
        <w:t>’</w:t>
      </w:r>
      <w:r w:rsidR="001B73FA" w:rsidRPr="001B73FA">
        <w:rPr>
          <w:szCs w:val="20"/>
        </w:rPr>
        <w:t>ont prise les événements</w:t>
      </w:r>
      <w:r w:rsidRPr="00A4769E">
        <w:rPr>
          <w:szCs w:val="20"/>
        </w:rPr>
        <w:t>.</w:t>
      </w:r>
    </w:p>
    <w:p w14:paraId="3CA426F2" w14:textId="36EE750A" w:rsidR="001B73FA" w:rsidRPr="001B73FA" w:rsidRDefault="00462692" w:rsidP="001B73FA">
      <w:pPr>
        <w:rPr>
          <w:szCs w:val="20"/>
        </w:rPr>
      </w:pPr>
      <w:r w:rsidRPr="00A4769E">
        <w:rPr>
          <w:szCs w:val="20"/>
        </w:rPr>
        <w:t>— </w:t>
      </w:r>
      <w:r w:rsidR="001B73FA" w:rsidRPr="001B73FA">
        <w:rPr>
          <w:szCs w:val="20"/>
        </w:rPr>
        <w:t>Mais</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je n</w:t>
      </w:r>
      <w:r w:rsidRPr="00A4769E">
        <w:rPr>
          <w:szCs w:val="20"/>
        </w:rPr>
        <w:t>’</w:t>
      </w:r>
      <w:r w:rsidR="001B73FA" w:rsidRPr="001B73FA">
        <w:rPr>
          <w:szCs w:val="20"/>
        </w:rPr>
        <w:t>ai pas vu le mal qu</w:t>
      </w:r>
      <w:r w:rsidRPr="00A4769E">
        <w:rPr>
          <w:szCs w:val="20"/>
        </w:rPr>
        <w:t>’</w:t>
      </w:r>
      <w:r w:rsidR="001B73FA" w:rsidRPr="001B73FA">
        <w:rPr>
          <w:szCs w:val="20"/>
        </w:rPr>
        <w:t xml:space="preserve">il y avait à acheter cet </w:t>
      </w:r>
      <w:r w:rsidRPr="00A4769E">
        <w:rPr>
          <w:szCs w:val="20"/>
        </w:rPr>
        <w:t>œ</w:t>
      </w:r>
      <w:r w:rsidR="001B73FA" w:rsidRPr="001B73FA">
        <w:rPr>
          <w:szCs w:val="20"/>
        </w:rPr>
        <w:t>uf</w:t>
      </w:r>
      <w:r w:rsidRPr="00A4769E">
        <w:rPr>
          <w:szCs w:val="20"/>
        </w:rPr>
        <w:t>. »</w:t>
      </w:r>
    </w:p>
    <w:p w14:paraId="0076E8FC" w14:textId="77777777" w:rsidR="00462692" w:rsidRPr="00A4769E" w:rsidRDefault="001B73FA" w:rsidP="001B73FA">
      <w:pPr>
        <w:rPr>
          <w:szCs w:val="20"/>
        </w:rPr>
      </w:pPr>
      <w:r w:rsidRPr="001B73FA">
        <w:rPr>
          <w:szCs w:val="20"/>
        </w:rPr>
        <w:t>Dans le tintamarre du galop</w:t>
      </w:r>
      <w:r w:rsidR="00462692" w:rsidRPr="00A4769E">
        <w:rPr>
          <w:szCs w:val="20"/>
        </w:rPr>
        <w:t xml:space="preserve">, </w:t>
      </w:r>
      <w:r w:rsidRPr="001B73FA">
        <w:rPr>
          <w:szCs w:val="20"/>
        </w:rPr>
        <w:t>ils étaient obligés de crier pour s</w:t>
      </w:r>
      <w:r w:rsidR="00462692" w:rsidRPr="00A4769E">
        <w:rPr>
          <w:szCs w:val="20"/>
        </w:rPr>
        <w:t>’</w:t>
      </w:r>
      <w:r w:rsidRPr="001B73FA">
        <w:rPr>
          <w:szCs w:val="20"/>
        </w:rPr>
        <w:t>entendre</w:t>
      </w:r>
      <w:r w:rsidR="00462692" w:rsidRPr="00A4769E">
        <w:rPr>
          <w:szCs w:val="20"/>
        </w:rPr>
        <w:t xml:space="preserve">, </w:t>
      </w:r>
      <w:r w:rsidRPr="001B73FA">
        <w:rPr>
          <w:szCs w:val="20"/>
        </w:rPr>
        <w:t>et ils se faisaient aussi entendre du postillon et du cocher qui étaient assis devant eux</w:t>
      </w:r>
      <w:r w:rsidR="00462692" w:rsidRPr="00A4769E">
        <w:rPr>
          <w:szCs w:val="20"/>
        </w:rPr>
        <w:t xml:space="preserve">. </w:t>
      </w:r>
      <w:r w:rsidRPr="001B73FA">
        <w:rPr>
          <w:szCs w:val="20"/>
        </w:rPr>
        <w:t>Au mot d</w:t>
      </w:r>
      <w:r w:rsidR="00462692" w:rsidRPr="00A4769E">
        <w:rPr>
          <w:szCs w:val="20"/>
        </w:rPr>
        <w:t>’œ</w:t>
      </w:r>
      <w:r w:rsidRPr="001B73FA">
        <w:rPr>
          <w:szCs w:val="20"/>
        </w:rPr>
        <w:t>uf</w:t>
      </w:r>
      <w:r w:rsidR="00462692" w:rsidRPr="00A4769E">
        <w:rPr>
          <w:szCs w:val="20"/>
        </w:rPr>
        <w:t xml:space="preserve">, </w:t>
      </w:r>
      <w:r w:rsidRPr="001B73FA">
        <w:rPr>
          <w:szCs w:val="20"/>
        </w:rPr>
        <w:t>les deux hommes se retournèrent</w:t>
      </w:r>
      <w:r w:rsidR="00462692" w:rsidRPr="00A4769E">
        <w:rPr>
          <w:szCs w:val="20"/>
        </w:rPr>
        <w:t xml:space="preserve">, </w:t>
      </w:r>
      <w:r w:rsidRPr="001B73FA">
        <w:rPr>
          <w:szCs w:val="20"/>
        </w:rPr>
        <w:t>clignant de l</w:t>
      </w:r>
      <w:r w:rsidR="00462692" w:rsidRPr="00A4769E">
        <w:rPr>
          <w:szCs w:val="20"/>
        </w:rPr>
        <w:t>’œ</w:t>
      </w:r>
      <w:r w:rsidRPr="001B73FA">
        <w:rPr>
          <w:szCs w:val="20"/>
        </w:rPr>
        <w:t>il d</w:t>
      </w:r>
      <w:r w:rsidR="00462692" w:rsidRPr="00A4769E">
        <w:rPr>
          <w:szCs w:val="20"/>
        </w:rPr>
        <w:t>’</w:t>
      </w:r>
      <w:r w:rsidRPr="001B73FA">
        <w:rPr>
          <w:szCs w:val="20"/>
        </w:rPr>
        <w:t>un air goguenard</w:t>
      </w:r>
      <w:r w:rsidR="00462692" w:rsidRPr="00A4769E">
        <w:rPr>
          <w:szCs w:val="20"/>
        </w:rPr>
        <w:t xml:space="preserve">, </w:t>
      </w:r>
      <w:r w:rsidRPr="001B73FA">
        <w:rPr>
          <w:szCs w:val="20"/>
        </w:rPr>
        <w:t>riant de toutes leurs dents</w:t>
      </w:r>
      <w:r w:rsidR="00462692" w:rsidRPr="00A4769E">
        <w:rPr>
          <w:szCs w:val="20"/>
        </w:rPr>
        <w:t xml:space="preserve">, </w:t>
      </w:r>
      <w:r w:rsidRPr="001B73FA">
        <w:rPr>
          <w:szCs w:val="20"/>
        </w:rPr>
        <w:t>et ils firent de la main un geste fort irrévérencieux</w:t>
      </w:r>
      <w:r w:rsidR="00462692" w:rsidRPr="00A4769E">
        <w:rPr>
          <w:szCs w:val="20"/>
        </w:rPr>
        <w:t xml:space="preserve">, </w:t>
      </w:r>
      <w:r w:rsidRPr="001B73FA">
        <w:rPr>
          <w:szCs w:val="20"/>
        </w:rPr>
        <w:t>manifestement à l</w:t>
      </w:r>
      <w:r w:rsidR="00462692" w:rsidRPr="00A4769E">
        <w:rPr>
          <w:szCs w:val="20"/>
        </w:rPr>
        <w:t>’</w:t>
      </w:r>
      <w:r w:rsidRPr="001B73FA">
        <w:rPr>
          <w:szCs w:val="20"/>
        </w:rPr>
        <w:t>adresse de la police</w:t>
      </w:r>
      <w:r w:rsidR="00462692" w:rsidRPr="00A4769E">
        <w:rPr>
          <w:szCs w:val="20"/>
        </w:rPr>
        <w:t>. « </w:t>
      </w:r>
      <w:r w:rsidRPr="001B73FA">
        <w:rPr>
          <w:szCs w:val="20"/>
        </w:rPr>
        <w:t>Voilà la réponse</w:t>
      </w:r>
      <w:r w:rsidR="00462692" w:rsidRPr="00A4769E">
        <w:rPr>
          <w:szCs w:val="20"/>
        </w:rPr>
        <w:t xml:space="preserve">, </w:t>
      </w:r>
      <w:r w:rsidRPr="001B73FA">
        <w:rPr>
          <w:szCs w:val="20"/>
        </w:rPr>
        <w:t>dit le voyageur au carrick d</w:t>
      </w:r>
      <w:r w:rsidR="00462692" w:rsidRPr="00A4769E">
        <w:rPr>
          <w:szCs w:val="20"/>
        </w:rPr>
        <w:t>’</w:t>
      </w:r>
      <w:r w:rsidRPr="001B73FA">
        <w:rPr>
          <w:szCs w:val="20"/>
        </w:rPr>
        <w:t>un air bonhomme</w:t>
      </w:r>
      <w:r w:rsidR="00462692" w:rsidRPr="00A4769E">
        <w:rPr>
          <w:szCs w:val="20"/>
        </w:rPr>
        <w:t xml:space="preserve">. </w:t>
      </w:r>
      <w:r w:rsidRPr="001B73FA">
        <w:rPr>
          <w:szCs w:val="20"/>
        </w:rPr>
        <w:t>On met cent ans à se guérir d</w:t>
      </w:r>
      <w:r w:rsidR="00462692" w:rsidRPr="00A4769E">
        <w:rPr>
          <w:szCs w:val="20"/>
        </w:rPr>
        <w:t>’</w:t>
      </w:r>
      <w:r w:rsidRPr="001B73FA">
        <w:rPr>
          <w:szCs w:val="20"/>
        </w:rPr>
        <w:t>une fièvre de grandeur</w:t>
      </w:r>
      <w:r w:rsidR="00462692" w:rsidRPr="00A4769E">
        <w:rPr>
          <w:szCs w:val="20"/>
        </w:rPr>
        <w:t xml:space="preserve">, </w:t>
      </w:r>
      <w:r w:rsidRPr="001B73FA">
        <w:rPr>
          <w:szCs w:val="20"/>
        </w:rPr>
        <w:t>et il faut toujours craindre les rechutes</w:t>
      </w:r>
      <w:r w:rsidR="00462692" w:rsidRPr="00A4769E">
        <w:rPr>
          <w:szCs w:val="20"/>
        </w:rPr>
        <w:t>. »</w:t>
      </w:r>
      <w:r w:rsidRPr="001B73FA">
        <w:rPr>
          <w:szCs w:val="20"/>
        </w:rPr>
        <w:t xml:space="preserve"> Il se pencha sur Angelo</w:t>
      </w:r>
      <w:r w:rsidR="00462692" w:rsidRPr="00A4769E">
        <w:rPr>
          <w:szCs w:val="20"/>
        </w:rPr>
        <w:t>. « </w:t>
      </w:r>
      <w:r w:rsidRPr="001B73FA">
        <w:rPr>
          <w:szCs w:val="20"/>
        </w:rPr>
        <w:t>Vous aviez l</w:t>
      </w:r>
      <w:r w:rsidR="00462692" w:rsidRPr="00A4769E">
        <w:rPr>
          <w:szCs w:val="20"/>
        </w:rPr>
        <w:t>’</w:t>
      </w:r>
      <w:r w:rsidRPr="001B73FA">
        <w:rPr>
          <w:szCs w:val="20"/>
        </w:rPr>
        <w:t>excuse de la jeunesse</w:t>
      </w:r>
      <w:r w:rsidR="00462692" w:rsidRPr="00A4769E">
        <w:rPr>
          <w:szCs w:val="20"/>
        </w:rPr>
        <w:t xml:space="preserve">, </w:t>
      </w:r>
      <w:r w:rsidRPr="001B73FA">
        <w:rPr>
          <w:szCs w:val="20"/>
        </w:rPr>
        <w:t>dit-il à son oreille</w:t>
      </w:r>
      <w:r w:rsidR="00462692" w:rsidRPr="00A4769E">
        <w:rPr>
          <w:szCs w:val="20"/>
        </w:rPr>
        <w:t xml:space="preserve">, </w:t>
      </w:r>
      <w:r w:rsidRPr="001B73FA">
        <w:rPr>
          <w:szCs w:val="20"/>
        </w:rPr>
        <w:t>et d</w:t>
      </w:r>
      <w:r w:rsidR="00462692" w:rsidRPr="00A4769E">
        <w:rPr>
          <w:szCs w:val="20"/>
        </w:rPr>
        <w:t>’</w:t>
      </w:r>
      <w:r w:rsidRPr="001B73FA">
        <w:rPr>
          <w:szCs w:val="20"/>
        </w:rPr>
        <w:t>un sang vif qui parle parfaitement par vos yeux</w:t>
      </w:r>
      <w:r w:rsidR="00462692" w:rsidRPr="00A4769E">
        <w:rPr>
          <w:szCs w:val="20"/>
        </w:rPr>
        <w:t xml:space="preserve">. </w:t>
      </w:r>
      <w:r w:rsidRPr="001B73FA">
        <w:rPr>
          <w:szCs w:val="20"/>
        </w:rPr>
        <w:t xml:space="preserve">Je ne pouvais pas avoir les mêmes raisons pour </w:t>
      </w:r>
      <w:r w:rsidRPr="001B73FA">
        <w:rPr>
          <w:szCs w:val="20"/>
        </w:rPr>
        <w:lastRenderedPageBreak/>
        <w:t>passer sur le ridicule et cependant</w:t>
      </w:r>
      <w:r w:rsidR="00462692" w:rsidRPr="00A4769E">
        <w:rPr>
          <w:szCs w:val="20"/>
        </w:rPr>
        <w:t xml:space="preserve">, </w:t>
      </w:r>
      <w:r w:rsidRPr="001B73FA">
        <w:rPr>
          <w:szCs w:val="20"/>
        </w:rPr>
        <w:t>j</w:t>
      </w:r>
      <w:r w:rsidR="00462692" w:rsidRPr="00A4769E">
        <w:rPr>
          <w:szCs w:val="20"/>
        </w:rPr>
        <w:t>’</w:t>
      </w:r>
      <w:r w:rsidRPr="001B73FA">
        <w:rPr>
          <w:szCs w:val="20"/>
        </w:rPr>
        <w:t>ai été sur le point de faire ce que vous avez fait</w:t>
      </w:r>
      <w:r w:rsidR="00462692" w:rsidRPr="00A4769E">
        <w:rPr>
          <w:szCs w:val="20"/>
        </w:rPr>
        <w:t xml:space="preserve">. </w:t>
      </w:r>
      <w:r w:rsidRPr="001B73FA">
        <w:rPr>
          <w:szCs w:val="20"/>
        </w:rPr>
        <w:t>Tout au plus si j</w:t>
      </w:r>
      <w:r w:rsidR="00462692" w:rsidRPr="00A4769E">
        <w:rPr>
          <w:szCs w:val="20"/>
        </w:rPr>
        <w:t>’</w:t>
      </w:r>
      <w:r w:rsidRPr="001B73FA">
        <w:rPr>
          <w:szCs w:val="20"/>
        </w:rPr>
        <w:t>aurais eu la prudence</w:t>
      </w:r>
      <w:r w:rsidR="00462692" w:rsidRPr="00A4769E">
        <w:rPr>
          <w:szCs w:val="20"/>
        </w:rPr>
        <w:t xml:space="preserve">, </w:t>
      </w:r>
      <w:r w:rsidRPr="001B73FA">
        <w:rPr>
          <w:szCs w:val="20"/>
        </w:rPr>
        <w:t>moi</w:t>
      </w:r>
      <w:r w:rsidR="00462692" w:rsidRPr="00A4769E">
        <w:rPr>
          <w:szCs w:val="20"/>
        </w:rPr>
        <w:t xml:space="preserve">, </w:t>
      </w:r>
      <w:r w:rsidRPr="001B73FA">
        <w:rPr>
          <w:szCs w:val="20"/>
        </w:rPr>
        <w:t>de ne donner qu</w:t>
      </w:r>
      <w:r w:rsidR="00462692" w:rsidRPr="00A4769E">
        <w:rPr>
          <w:szCs w:val="20"/>
        </w:rPr>
        <w:t>’</w:t>
      </w:r>
      <w:r w:rsidRPr="001B73FA">
        <w:rPr>
          <w:szCs w:val="20"/>
        </w:rPr>
        <w:t>un sou à la femme</w:t>
      </w:r>
      <w:r w:rsidR="00462692" w:rsidRPr="00A4769E">
        <w:rPr>
          <w:szCs w:val="20"/>
        </w:rPr>
        <w:t xml:space="preserve">. </w:t>
      </w:r>
      <w:r w:rsidRPr="001B73FA">
        <w:rPr>
          <w:szCs w:val="20"/>
        </w:rPr>
        <w:t>Et qui sait</w:t>
      </w:r>
      <w:r w:rsidR="00462692" w:rsidRPr="00A4769E">
        <w:rPr>
          <w:szCs w:val="20"/>
        </w:rPr>
        <w:t xml:space="preserve">, </w:t>
      </w:r>
      <w:r w:rsidRPr="001B73FA">
        <w:rPr>
          <w:szCs w:val="20"/>
        </w:rPr>
        <w:t>peut-être non</w:t>
      </w:r>
      <w:r w:rsidR="00462692" w:rsidRPr="00A4769E">
        <w:rPr>
          <w:szCs w:val="20"/>
        </w:rPr>
        <w:t xml:space="preserve"> ? </w:t>
      </w:r>
      <w:r w:rsidRPr="001B73FA">
        <w:rPr>
          <w:szCs w:val="20"/>
        </w:rPr>
        <w:t>J</w:t>
      </w:r>
      <w:r w:rsidR="00462692" w:rsidRPr="00A4769E">
        <w:rPr>
          <w:szCs w:val="20"/>
        </w:rPr>
        <w:t>’</w:t>
      </w:r>
      <w:r w:rsidRPr="001B73FA">
        <w:rPr>
          <w:szCs w:val="20"/>
        </w:rPr>
        <w:t>avais comme les autres tellement envie de cette manifestation magique du bon droit des peuples à la gloire relative</w:t>
      </w:r>
      <w:r w:rsidR="00462692" w:rsidRPr="00A4769E">
        <w:rPr>
          <w:szCs w:val="20"/>
        </w:rPr>
        <w:t xml:space="preserve">, </w:t>
      </w:r>
      <w:r w:rsidRPr="001B73FA">
        <w:rPr>
          <w:szCs w:val="20"/>
        </w:rPr>
        <w:t>car</w:t>
      </w:r>
      <w:r w:rsidR="00462692" w:rsidRPr="00A4769E">
        <w:rPr>
          <w:szCs w:val="20"/>
        </w:rPr>
        <w:t xml:space="preserve">, </w:t>
      </w:r>
      <w:r w:rsidRPr="001B73FA">
        <w:rPr>
          <w:szCs w:val="20"/>
        </w:rPr>
        <w:t>ne vous y trompez pas</w:t>
      </w:r>
      <w:r w:rsidR="00462692" w:rsidRPr="00A4769E">
        <w:rPr>
          <w:szCs w:val="20"/>
        </w:rPr>
        <w:t xml:space="preserve">, </w:t>
      </w:r>
      <w:r w:rsidRPr="001B73FA">
        <w:rPr>
          <w:szCs w:val="20"/>
        </w:rPr>
        <w:t>ce qu</w:t>
      </w:r>
      <w:r w:rsidR="00462692" w:rsidRPr="00A4769E">
        <w:rPr>
          <w:szCs w:val="20"/>
        </w:rPr>
        <w:t>’</w:t>
      </w:r>
      <w:r w:rsidRPr="001B73FA">
        <w:rPr>
          <w:szCs w:val="20"/>
        </w:rPr>
        <w:t>ils admirent tous bouche bée</w:t>
      </w:r>
      <w:r w:rsidR="00462692" w:rsidRPr="00A4769E">
        <w:rPr>
          <w:szCs w:val="20"/>
        </w:rPr>
        <w:t xml:space="preserve">, </w:t>
      </w:r>
      <w:r w:rsidRPr="001B73FA">
        <w:rPr>
          <w:szCs w:val="20"/>
        </w:rPr>
        <w:t>c</w:t>
      </w:r>
      <w:r w:rsidR="00462692" w:rsidRPr="00A4769E">
        <w:rPr>
          <w:szCs w:val="20"/>
        </w:rPr>
        <w:t>’</w:t>
      </w:r>
      <w:r w:rsidRPr="001B73FA">
        <w:rPr>
          <w:szCs w:val="20"/>
        </w:rPr>
        <w:t>est moins le souvenir d</w:t>
      </w:r>
      <w:r w:rsidR="00462692" w:rsidRPr="00A4769E">
        <w:rPr>
          <w:szCs w:val="20"/>
        </w:rPr>
        <w:t>’</w:t>
      </w:r>
      <w:r w:rsidRPr="001B73FA">
        <w:rPr>
          <w:szCs w:val="20"/>
        </w:rPr>
        <w:t>un grand homme</w:t>
      </w:r>
      <w:r w:rsidR="00462692" w:rsidRPr="00A4769E">
        <w:rPr>
          <w:szCs w:val="20"/>
        </w:rPr>
        <w:t xml:space="preserve"> – </w:t>
      </w:r>
      <w:r w:rsidRPr="001B73FA">
        <w:rPr>
          <w:szCs w:val="20"/>
        </w:rPr>
        <w:t>bien loin de nos jours</w:t>
      </w:r>
      <w:r w:rsidR="00462692" w:rsidRPr="00A4769E">
        <w:rPr>
          <w:szCs w:val="20"/>
        </w:rPr>
        <w:t xml:space="preserve"> – </w:t>
      </w:r>
      <w:r w:rsidRPr="001B73FA">
        <w:rPr>
          <w:szCs w:val="20"/>
        </w:rPr>
        <w:t>que le travail mystérieux qu</w:t>
      </w:r>
      <w:r w:rsidR="00462692" w:rsidRPr="00A4769E">
        <w:rPr>
          <w:szCs w:val="20"/>
        </w:rPr>
        <w:t>’</w:t>
      </w:r>
      <w:r w:rsidRPr="001B73FA">
        <w:rPr>
          <w:szCs w:val="20"/>
        </w:rPr>
        <w:t>a dû faire le cul d</w:t>
      </w:r>
      <w:r w:rsidR="00462692" w:rsidRPr="00A4769E">
        <w:rPr>
          <w:szCs w:val="20"/>
        </w:rPr>
        <w:t>’</w:t>
      </w:r>
      <w:r w:rsidRPr="001B73FA">
        <w:rPr>
          <w:szCs w:val="20"/>
        </w:rPr>
        <w:t>une poule pour leur rappeler qu</w:t>
      </w:r>
      <w:r w:rsidR="00462692" w:rsidRPr="00A4769E">
        <w:rPr>
          <w:szCs w:val="20"/>
        </w:rPr>
        <w:t>’</w:t>
      </w:r>
      <w:r w:rsidRPr="001B73FA">
        <w:rPr>
          <w:szCs w:val="20"/>
        </w:rPr>
        <w:t>ils ont été les maîtres du monde</w:t>
      </w:r>
      <w:r w:rsidR="00462692" w:rsidRPr="00A4769E">
        <w:rPr>
          <w:szCs w:val="20"/>
        </w:rPr>
        <w:t>. »</w:t>
      </w:r>
      <w:r w:rsidRPr="001B73FA">
        <w:rPr>
          <w:szCs w:val="20"/>
        </w:rPr>
        <w:t xml:space="preserve"> Il s</w:t>
      </w:r>
      <w:r w:rsidR="00462692" w:rsidRPr="00A4769E">
        <w:rPr>
          <w:szCs w:val="20"/>
        </w:rPr>
        <w:t>’</w:t>
      </w:r>
      <w:r w:rsidRPr="001B73FA">
        <w:rPr>
          <w:szCs w:val="20"/>
        </w:rPr>
        <w:t>éloigna de l</w:t>
      </w:r>
      <w:r w:rsidR="00462692" w:rsidRPr="00A4769E">
        <w:rPr>
          <w:szCs w:val="20"/>
        </w:rPr>
        <w:t>’</w:t>
      </w:r>
      <w:r w:rsidRPr="001B73FA">
        <w:rPr>
          <w:szCs w:val="20"/>
        </w:rPr>
        <w:t>oreille d</w:t>
      </w:r>
      <w:r w:rsidR="00462692" w:rsidRPr="00A4769E">
        <w:rPr>
          <w:szCs w:val="20"/>
        </w:rPr>
        <w:t>’</w:t>
      </w:r>
      <w:r w:rsidRPr="001B73FA">
        <w:rPr>
          <w:szCs w:val="20"/>
        </w:rPr>
        <w:t>Angelo en souriant et il continua à sourire</w:t>
      </w:r>
      <w:r w:rsidR="00462692" w:rsidRPr="00A4769E">
        <w:rPr>
          <w:szCs w:val="20"/>
        </w:rPr>
        <w:t xml:space="preserve">, </w:t>
      </w:r>
      <w:r w:rsidRPr="001B73FA">
        <w:rPr>
          <w:szCs w:val="20"/>
        </w:rPr>
        <w:t>tantôt aux anges</w:t>
      </w:r>
      <w:r w:rsidR="00462692" w:rsidRPr="00A4769E">
        <w:rPr>
          <w:szCs w:val="20"/>
        </w:rPr>
        <w:t xml:space="preserve">, </w:t>
      </w:r>
      <w:r w:rsidRPr="001B73FA">
        <w:rPr>
          <w:szCs w:val="20"/>
        </w:rPr>
        <w:t>tantôt les yeux tournés vers Angelo</w:t>
      </w:r>
      <w:r w:rsidR="00462692" w:rsidRPr="00A4769E">
        <w:rPr>
          <w:szCs w:val="20"/>
        </w:rPr>
        <w:t xml:space="preserve">, </w:t>
      </w:r>
      <w:r w:rsidRPr="001B73FA">
        <w:rPr>
          <w:szCs w:val="20"/>
        </w:rPr>
        <w:t>le prenant à témoin</w:t>
      </w:r>
      <w:r w:rsidR="00462692" w:rsidRPr="00A4769E">
        <w:rPr>
          <w:szCs w:val="20"/>
        </w:rPr>
        <w:t xml:space="preserve">, </w:t>
      </w:r>
      <w:r w:rsidRPr="001B73FA">
        <w:rPr>
          <w:szCs w:val="20"/>
        </w:rPr>
        <w:t>par quelques gestes de la main qui ne tenait pas le chapeau</w:t>
      </w:r>
      <w:r w:rsidR="00462692" w:rsidRPr="00A4769E">
        <w:rPr>
          <w:szCs w:val="20"/>
        </w:rPr>
        <w:t xml:space="preserve">, </w:t>
      </w:r>
      <w:r w:rsidRPr="001B73FA">
        <w:rPr>
          <w:szCs w:val="20"/>
        </w:rPr>
        <w:t>de tout ce qui restait encore à dire sur la question</w:t>
      </w:r>
      <w:r w:rsidR="00462692" w:rsidRPr="00A4769E">
        <w:rPr>
          <w:szCs w:val="20"/>
        </w:rPr>
        <w:t xml:space="preserve">, </w:t>
      </w:r>
      <w:r w:rsidRPr="001B73FA">
        <w:rPr>
          <w:szCs w:val="20"/>
        </w:rPr>
        <w:t>et que le galop</w:t>
      </w:r>
      <w:r w:rsidR="00462692" w:rsidRPr="00A4769E">
        <w:rPr>
          <w:szCs w:val="20"/>
        </w:rPr>
        <w:t xml:space="preserve">, </w:t>
      </w:r>
      <w:r w:rsidRPr="001B73FA">
        <w:rPr>
          <w:szCs w:val="20"/>
        </w:rPr>
        <w:t>le bruit</w:t>
      </w:r>
      <w:r w:rsidR="00462692" w:rsidRPr="00A4769E">
        <w:rPr>
          <w:szCs w:val="20"/>
        </w:rPr>
        <w:t xml:space="preserve">, </w:t>
      </w:r>
      <w:r w:rsidRPr="001B73FA">
        <w:rPr>
          <w:szCs w:val="20"/>
        </w:rPr>
        <w:t>et le vent qui faisait flotter les oreillettes de la casquette en poil de bichard empêchaient de dire comme il aurait fallu</w:t>
      </w:r>
      <w:r w:rsidR="00462692" w:rsidRPr="00A4769E">
        <w:rPr>
          <w:szCs w:val="20"/>
        </w:rPr>
        <w:t>.</w:t>
      </w:r>
    </w:p>
    <w:p w14:paraId="6CD4C191" w14:textId="77777777" w:rsidR="00462692" w:rsidRPr="00A4769E" w:rsidRDefault="001B73FA" w:rsidP="001B73FA">
      <w:pPr>
        <w:rPr>
          <w:szCs w:val="20"/>
        </w:rPr>
      </w:pPr>
      <w:r w:rsidRPr="001B73FA">
        <w:rPr>
          <w:szCs w:val="20"/>
        </w:rPr>
        <w:t>Les clignements d</w:t>
      </w:r>
      <w:r w:rsidR="00462692" w:rsidRPr="00A4769E">
        <w:rPr>
          <w:szCs w:val="20"/>
        </w:rPr>
        <w:t>’</w:t>
      </w:r>
      <w:r w:rsidRPr="001B73FA">
        <w:rPr>
          <w:szCs w:val="20"/>
        </w:rPr>
        <w:t>yeux et les gestes du postillon et du cocher avaient enthousiasmé Angelo</w:t>
      </w:r>
      <w:r w:rsidR="00462692" w:rsidRPr="00A4769E">
        <w:rPr>
          <w:szCs w:val="20"/>
        </w:rPr>
        <w:t>. « </w:t>
      </w:r>
      <w:r w:rsidRPr="001B73FA">
        <w:rPr>
          <w:szCs w:val="20"/>
        </w:rPr>
        <w:t>Voilà vraiment le c</w:t>
      </w:r>
      <w:r w:rsidR="00462692" w:rsidRPr="00A4769E">
        <w:rPr>
          <w:szCs w:val="20"/>
        </w:rPr>
        <w:t>œ</w:t>
      </w:r>
      <w:r w:rsidRPr="001B73FA">
        <w:rPr>
          <w:szCs w:val="20"/>
        </w:rPr>
        <w:t>ur du peuple</w:t>
      </w:r>
      <w:r w:rsidR="00462692" w:rsidRPr="00A4769E">
        <w:rPr>
          <w:szCs w:val="20"/>
        </w:rPr>
        <w:t xml:space="preserve">, </w:t>
      </w:r>
      <w:r w:rsidRPr="001B73FA">
        <w:rPr>
          <w:szCs w:val="20"/>
        </w:rPr>
        <w:t>se dit-il</w:t>
      </w:r>
      <w:r w:rsidR="00462692" w:rsidRPr="00A4769E">
        <w:rPr>
          <w:szCs w:val="20"/>
        </w:rPr>
        <w:t xml:space="preserve">, </w:t>
      </w:r>
      <w:r w:rsidRPr="001B73FA">
        <w:rPr>
          <w:szCs w:val="20"/>
        </w:rPr>
        <w:t>et que le diable les emporte</w:t>
      </w:r>
      <w:r w:rsidR="00462692" w:rsidRPr="00A4769E">
        <w:rPr>
          <w:szCs w:val="20"/>
        </w:rPr>
        <w:t xml:space="preserve"> ; </w:t>
      </w:r>
      <w:r w:rsidRPr="001B73FA">
        <w:rPr>
          <w:szCs w:val="20"/>
        </w:rPr>
        <w:t>faisons ce qui nous plaît malgré toutes les polices du monde</w:t>
      </w:r>
      <w:r w:rsidR="00462692" w:rsidRPr="00A4769E">
        <w:rPr>
          <w:szCs w:val="20"/>
        </w:rPr>
        <w:t>. »</w:t>
      </w:r>
      <w:r w:rsidRPr="001B73FA">
        <w:rPr>
          <w:szCs w:val="20"/>
        </w:rPr>
        <w:t xml:space="preserve"> Il eut une bouffée d</w:t>
      </w:r>
      <w:r w:rsidR="00462692" w:rsidRPr="00A4769E">
        <w:rPr>
          <w:szCs w:val="20"/>
        </w:rPr>
        <w:t>’</w:t>
      </w:r>
      <w:r w:rsidRPr="001B73FA">
        <w:rPr>
          <w:szCs w:val="20"/>
        </w:rPr>
        <w:t>orgueil fou quand le cocher</w:t>
      </w:r>
      <w:r w:rsidR="00462692" w:rsidRPr="00A4769E">
        <w:rPr>
          <w:szCs w:val="20"/>
        </w:rPr>
        <w:t xml:space="preserve">, </w:t>
      </w:r>
      <w:r w:rsidRPr="001B73FA">
        <w:rPr>
          <w:szCs w:val="20"/>
        </w:rPr>
        <w:t>se tournant</w:t>
      </w:r>
      <w:r w:rsidR="00462692" w:rsidRPr="00A4769E">
        <w:rPr>
          <w:szCs w:val="20"/>
        </w:rPr>
        <w:t xml:space="preserve">, </w:t>
      </w:r>
      <w:r w:rsidRPr="001B73FA">
        <w:rPr>
          <w:szCs w:val="20"/>
        </w:rPr>
        <w:t>lui dit</w:t>
      </w:r>
      <w:r w:rsidR="00462692" w:rsidRPr="00A4769E">
        <w:rPr>
          <w:szCs w:val="20"/>
        </w:rPr>
        <w:t> : « </w:t>
      </w:r>
      <w:r w:rsidRPr="001B73FA">
        <w:rPr>
          <w:szCs w:val="20"/>
        </w:rPr>
        <w:t>Dis donc</w:t>
      </w:r>
      <w:r w:rsidR="00462692" w:rsidRPr="00A4769E">
        <w:rPr>
          <w:szCs w:val="20"/>
        </w:rPr>
        <w:t xml:space="preserve">, </w:t>
      </w:r>
      <w:r w:rsidRPr="001B73FA">
        <w:rPr>
          <w:szCs w:val="20"/>
        </w:rPr>
        <w:t>fiston</w:t>
      </w:r>
      <w:r w:rsidR="00462692" w:rsidRPr="00A4769E">
        <w:rPr>
          <w:szCs w:val="20"/>
        </w:rPr>
        <w:t xml:space="preserve">, </w:t>
      </w:r>
      <w:r w:rsidRPr="001B73FA">
        <w:rPr>
          <w:szCs w:val="20"/>
        </w:rPr>
        <w:t>est-ce que tu n</w:t>
      </w:r>
      <w:r w:rsidR="00462692" w:rsidRPr="00A4769E">
        <w:rPr>
          <w:szCs w:val="20"/>
        </w:rPr>
        <w:t>’</w:t>
      </w:r>
      <w:r w:rsidRPr="001B73FA">
        <w:rPr>
          <w:szCs w:val="20"/>
        </w:rPr>
        <w:t>aurais pas dans ta poche le frère de ce petit cigare que tu fumes</w:t>
      </w:r>
      <w:r w:rsidR="00462692" w:rsidRPr="00A4769E">
        <w:rPr>
          <w:szCs w:val="20"/>
        </w:rPr>
        <w:t> ?</w:t>
      </w:r>
    </w:p>
    <w:p w14:paraId="3912D675" w14:textId="71CB2D7A" w:rsidR="001B73FA" w:rsidRPr="001B73FA" w:rsidRDefault="00462692" w:rsidP="001B73FA">
      <w:pPr>
        <w:rPr>
          <w:szCs w:val="20"/>
        </w:rPr>
      </w:pPr>
      <w:r w:rsidRPr="00A4769E">
        <w:rPr>
          <w:szCs w:val="20"/>
        </w:rPr>
        <w:t>— </w:t>
      </w:r>
      <w:r w:rsidR="001B73FA" w:rsidRPr="001B73FA">
        <w:rPr>
          <w:szCs w:val="20"/>
        </w:rPr>
        <w:t>J</w:t>
      </w:r>
      <w:r w:rsidRPr="00A4769E">
        <w:rPr>
          <w:szCs w:val="20"/>
        </w:rPr>
        <w:t>’</w:t>
      </w:r>
      <w:r w:rsidR="001B73FA" w:rsidRPr="001B73FA">
        <w:rPr>
          <w:szCs w:val="20"/>
        </w:rPr>
        <w:t>ai les deux frères</w:t>
      </w:r>
      <w:r w:rsidRPr="00A4769E">
        <w:rPr>
          <w:szCs w:val="20"/>
        </w:rPr>
        <w:t xml:space="preserve">, </w:t>
      </w:r>
      <w:r w:rsidR="001B73FA" w:rsidRPr="001B73FA">
        <w:rPr>
          <w:szCs w:val="20"/>
        </w:rPr>
        <w:t>dit-il</w:t>
      </w:r>
      <w:r w:rsidRPr="00A4769E">
        <w:rPr>
          <w:szCs w:val="20"/>
        </w:rPr>
        <w:t xml:space="preserve">, </w:t>
      </w:r>
      <w:r w:rsidR="001B73FA" w:rsidRPr="001B73FA">
        <w:rPr>
          <w:szCs w:val="20"/>
        </w:rPr>
        <w:t>et même pas mal de petits cousins</w:t>
      </w:r>
      <w:r w:rsidRPr="00A4769E">
        <w:rPr>
          <w:szCs w:val="20"/>
        </w:rPr>
        <w:t>. »</w:t>
      </w:r>
      <w:r w:rsidR="001B73FA" w:rsidRPr="001B73FA">
        <w:rPr>
          <w:szCs w:val="20"/>
        </w:rPr>
        <w:t xml:space="preserve"> Et il offrit des cigares au cocher</w:t>
      </w:r>
      <w:r w:rsidRPr="00A4769E">
        <w:rPr>
          <w:szCs w:val="20"/>
        </w:rPr>
        <w:t xml:space="preserve">, </w:t>
      </w:r>
      <w:r w:rsidR="001B73FA" w:rsidRPr="001B73FA">
        <w:rPr>
          <w:szCs w:val="20"/>
        </w:rPr>
        <w:t>au postillon et à l</w:t>
      </w:r>
      <w:r w:rsidRPr="00A4769E">
        <w:rPr>
          <w:szCs w:val="20"/>
        </w:rPr>
        <w:t>’</w:t>
      </w:r>
      <w:r w:rsidR="001B73FA" w:rsidRPr="001B73FA">
        <w:rPr>
          <w:szCs w:val="20"/>
        </w:rPr>
        <w:t>homme en carrick</w:t>
      </w:r>
      <w:r w:rsidRPr="00A4769E">
        <w:rPr>
          <w:szCs w:val="20"/>
        </w:rPr>
        <w:t>. « </w:t>
      </w:r>
      <w:r w:rsidR="001B73FA" w:rsidRPr="001B73FA">
        <w:rPr>
          <w:szCs w:val="20"/>
        </w:rPr>
        <w:t>Si vous avez trop d</w:t>
      </w:r>
      <w:r w:rsidRPr="00A4769E">
        <w:rPr>
          <w:szCs w:val="20"/>
        </w:rPr>
        <w:t>’</w:t>
      </w:r>
      <w:r w:rsidR="001B73FA" w:rsidRPr="001B73FA">
        <w:rPr>
          <w:szCs w:val="20"/>
        </w:rPr>
        <w:t>air là-haut dessus</w:t>
      </w:r>
      <w:r w:rsidRPr="00A4769E">
        <w:rPr>
          <w:szCs w:val="20"/>
        </w:rPr>
        <w:t xml:space="preserve">, </w:t>
      </w:r>
      <w:r w:rsidR="001B73FA" w:rsidRPr="001B73FA">
        <w:rPr>
          <w:szCs w:val="20"/>
        </w:rPr>
        <w:t>messieurs</w:t>
      </w:r>
      <w:r w:rsidRPr="00A4769E">
        <w:rPr>
          <w:szCs w:val="20"/>
        </w:rPr>
        <w:t xml:space="preserve">, </w:t>
      </w:r>
      <w:r w:rsidR="001B73FA" w:rsidRPr="001B73FA">
        <w:rPr>
          <w:szCs w:val="20"/>
        </w:rPr>
        <w:t>dit le cocher</w:t>
      </w:r>
      <w:r w:rsidRPr="00A4769E">
        <w:rPr>
          <w:szCs w:val="20"/>
        </w:rPr>
        <w:t xml:space="preserve">, </w:t>
      </w:r>
      <w:r w:rsidR="001B73FA" w:rsidRPr="001B73FA">
        <w:rPr>
          <w:szCs w:val="20"/>
        </w:rPr>
        <w:t>venez vous asseoir ici</w:t>
      </w:r>
      <w:r w:rsidRPr="00A4769E">
        <w:rPr>
          <w:szCs w:val="20"/>
        </w:rPr>
        <w:t xml:space="preserve">, </w:t>
      </w:r>
      <w:r w:rsidR="001B73FA" w:rsidRPr="001B73FA">
        <w:rPr>
          <w:szCs w:val="20"/>
        </w:rPr>
        <w:t>entre nous deux</w:t>
      </w:r>
      <w:r w:rsidRPr="00A4769E">
        <w:rPr>
          <w:szCs w:val="20"/>
        </w:rPr>
        <w:t xml:space="preserve">. </w:t>
      </w:r>
      <w:r w:rsidR="001B73FA" w:rsidRPr="001B73FA">
        <w:rPr>
          <w:szCs w:val="20"/>
        </w:rPr>
        <w:t>Ce sera peut-être un peu serré</w:t>
      </w:r>
      <w:r w:rsidRPr="00A4769E">
        <w:rPr>
          <w:szCs w:val="20"/>
        </w:rPr>
        <w:t xml:space="preserve">, </w:t>
      </w:r>
      <w:r w:rsidR="001B73FA" w:rsidRPr="001B73FA">
        <w:rPr>
          <w:szCs w:val="20"/>
        </w:rPr>
        <w:t>mais on fera corps</w:t>
      </w:r>
      <w:r w:rsidRPr="00A4769E">
        <w:rPr>
          <w:szCs w:val="20"/>
        </w:rPr>
        <w:t>.</w:t>
      </w:r>
      <w:r w:rsidRPr="00A4769E">
        <w:rPr>
          <w:szCs w:val="20"/>
        </w:rPr>
        <w:t> »</w:t>
      </w:r>
    </w:p>
    <w:p w14:paraId="22BA1269" w14:textId="77777777" w:rsidR="001B73FA" w:rsidRPr="001B73FA" w:rsidRDefault="001B73FA" w:rsidP="001B73FA">
      <w:pPr>
        <w:rPr>
          <w:szCs w:val="20"/>
        </w:rPr>
      </w:pPr>
      <w:r w:rsidRPr="001B73FA">
        <w:rPr>
          <w:szCs w:val="20"/>
        </w:rPr>
        <w:t>Le postillon et le cocher leur firent place et ils vinrent s</w:t>
      </w:r>
      <w:r w:rsidR="00462692" w:rsidRPr="00A4769E">
        <w:rPr>
          <w:szCs w:val="20"/>
        </w:rPr>
        <w:t>’</w:t>
      </w:r>
      <w:r w:rsidRPr="001B73FA">
        <w:rPr>
          <w:szCs w:val="20"/>
        </w:rPr>
        <w:t>asseoir entre eux deux</w:t>
      </w:r>
      <w:r w:rsidR="00462692" w:rsidRPr="00A4769E">
        <w:rPr>
          <w:szCs w:val="20"/>
        </w:rPr>
        <w:t xml:space="preserve">. </w:t>
      </w:r>
      <w:r w:rsidRPr="001B73FA">
        <w:rPr>
          <w:szCs w:val="20"/>
        </w:rPr>
        <w:t>L</w:t>
      </w:r>
      <w:r w:rsidR="00462692" w:rsidRPr="00A4769E">
        <w:rPr>
          <w:szCs w:val="20"/>
        </w:rPr>
        <w:t>’</w:t>
      </w:r>
      <w:r w:rsidRPr="001B73FA">
        <w:rPr>
          <w:szCs w:val="20"/>
        </w:rPr>
        <w:t>homme au carrick tenait toujours son chapeau</w:t>
      </w:r>
      <w:r w:rsidR="00462692" w:rsidRPr="00A4769E">
        <w:rPr>
          <w:szCs w:val="20"/>
        </w:rPr>
        <w:t xml:space="preserve">. </w:t>
      </w:r>
      <w:r w:rsidRPr="001B73FA">
        <w:rPr>
          <w:szCs w:val="20"/>
        </w:rPr>
        <w:t>Le cocher était un énorme paysan blond</w:t>
      </w:r>
      <w:r w:rsidR="00462692" w:rsidRPr="00A4769E">
        <w:rPr>
          <w:szCs w:val="20"/>
        </w:rPr>
        <w:t xml:space="preserve">. </w:t>
      </w:r>
      <w:r w:rsidRPr="001B73FA">
        <w:rPr>
          <w:szCs w:val="20"/>
        </w:rPr>
        <w:t xml:space="preserve">Il </w:t>
      </w:r>
      <w:r w:rsidRPr="001B73FA">
        <w:rPr>
          <w:szCs w:val="20"/>
        </w:rPr>
        <w:lastRenderedPageBreak/>
        <w:t>avait coupé au coude les manches de sa vieille veste et montrait des avant-bras gros comme des cuisses d</w:t>
      </w:r>
      <w:r w:rsidR="00462692" w:rsidRPr="00A4769E">
        <w:rPr>
          <w:szCs w:val="20"/>
        </w:rPr>
        <w:t>’</w:t>
      </w:r>
      <w:r w:rsidRPr="001B73FA">
        <w:rPr>
          <w:szCs w:val="20"/>
        </w:rPr>
        <w:t>enfant de dix ans</w:t>
      </w:r>
      <w:r w:rsidR="00462692" w:rsidRPr="00A4769E">
        <w:rPr>
          <w:szCs w:val="20"/>
        </w:rPr>
        <w:t xml:space="preserve">, </w:t>
      </w:r>
      <w:r w:rsidRPr="001B73FA">
        <w:rPr>
          <w:szCs w:val="20"/>
        </w:rPr>
        <w:t>recouverts d</w:t>
      </w:r>
      <w:r w:rsidR="00462692" w:rsidRPr="00A4769E">
        <w:rPr>
          <w:szCs w:val="20"/>
        </w:rPr>
        <w:t>’</w:t>
      </w:r>
      <w:r w:rsidRPr="001B73FA">
        <w:rPr>
          <w:szCs w:val="20"/>
        </w:rPr>
        <w:t>un poil roux très épais et plein de poussière et de grains d</w:t>
      </w:r>
      <w:r w:rsidR="00462692" w:rsidRPr="00A4769E">
        <w:rPr>
          <w:szCs w:val="20"/>
        </w:rPr>
        <w:t>’</w:t>
      </w:r>
      <w:r w:rsidRPr="001B73FA">
        <w:rPr>
          <w:szCs w:val="20"/>
        </w:rPr>
        <w:t>avoine</w:t>
      </w:r>
      <w:r w:rsidR="00462692" w:rsidRPr="00A4769E">
        <w:rPr>
          <w:szCs w:val="20"/>
        </w:rPr>
        <w:t xml:space="preserve">. </w:t>
      </w:r>
      <w:r w:rsidRPr="001B73FA">
        <w:rPr>
          <w:szCs w:val="20"/>
        </w:rPr>
        <w:t>Il sentait la sueur d</w:t>
      </w:r>
      <w:r w:rsidR="00462692" w:rsidRPr="00A4769E">
        <w:rPr>
          <w:szCs w:val="20"/>
        </w:rPr>
        <w:t>’</w:t>
      </w:r>
      <w:r w:rsidRPr="001B73FA">
        <w:rPr>
          <w:szCs w:val="20"/>
        </w:rPr>
        <w:t>une façon très délibérée et très mâle</w:t>
      </w:r>
      <w:r w:rsidR="00462692" w:rsidRPr="00A4769E">
        <w:rPr>
          <w:szCs w:val="20"/>
        </w:rPr>
        <w:t xml:space="preserve">. </w:t>
      </w:r>
      <w:r w:rsidRPr="001B73FA">
        <w:rPr>
          <w:szCs w:val="20"/>
        </w:rPr>
        <w:t>Il fumait son cigare en arrondissant ses épaisses lèvres sanguines</w:t>
      </w:r>
      <w:r w:rsidR="00462692" w:rsidRPr="00A4769E">
        <w:rPr>
          <w:szCs w:val="20"/>
        </w:rPr>
        <w:t xml:space="preserve"> ; </w:t>
      </w:r>
      <w:r w:rsidRPr="001B73FA">
        <w:rPr>
          <w:szCs w:val="20"/>
        </w:rPr>
        <w:t>son visage semblait ainsi timbré d</w:t>
      </w:r>
      <w:r w:rsidR="00462692" w:rsidRPr="00A4769E">
        <w:rPr>
          <w:szCs w:val="20"/>
        </w:rPr>
        <w:t>’</w:t>
      </w:r>
      <w:r w:rsidRPr="001B73FA">
        <w:rPr>
          <w:szCs w:val="20"/>
        </w:rPr>
        <w:t>un gros sceau de cire rouge</w:t>
      </w:r>
      <w:r w:rsidR="00462692" w:rsidRPr="00A4769E">
        <w:rPr>
          <w:szCs w:val="20"/>
        </w:rPr>
        <w:t xml:space="preserve">. </w:t>
      </w:r>
      <w:r w:rsidRPr="001B73FA">
        <w:rPr>
          <w:szCs w:val="20"/>
        </w:rPr>
        <w:t>Angelo</w:t>
      </w:r>
      <w:r w:rsidR="00462692" w:rsidRPr="00A4769E">
        <w:rPr>
          <w:szCs w:val="20"/>
        </w:rPr>
        <w:t xml:space="preserve">, </w:t>
      </w:r>
      <w:r w:rsidRPr="001B73FA">
        <w:rPr>
          <w:szCs w:val="20"/>
        </w:rPr>
        <w:t>serré près de lui</w:t>
      </w:r>
      <w:r w:rsidR="00462692" w:rsidRPr="00A4769E">
        <w:rPr>
          <w:szCs w:val="20"/>
        </w:rPr>
        <w:t xml:space="preserve">, </w:t>
      </w:r>
      <w:r w:rsidRPr="001B73FA">
        <w:rPr>
          <w:szCs w:val="20"/>
        </w:rPr>
        <w:t>était au comble du bonheur</w:t>
      </w:r>
      <w:r w:rsidR="00462692" w:rsidRPr="00A4769E">
        <w:rPr>
          <w:szCs w:val="20"/>
        </w:rPr>
        <w:t xml:space="preserve">. </w:t>
      </w:r>
      <w:r w:rsidRPr="001B73FA">
        <w:rPr>
          <w:szCs w:val="20"/>
        </w:rPr>
        <w:t>Sous les yeux de cet homme</w:t>
      </w:r>
      <w:r w:rsidR="00462692" w:rsidRPr="00A4769E">
        <w:rPr>
          <w:szCs w:val="20"/>
        </w:rPr>
        <w:t xml:space="preserve">, </w:t>
      </w:r>
      <w:r w:rsidRPr="001B73FA">
        <w:rPr>
          <w:szCs w:val="20"/>
        </w:rPr>
        <w:t>et pour arracher l</w:t>
      </w:r>
      <w:r w:rsidR="00462692" w:rsidRPr="00A4769E">
        <w:rPr>
          <w:szCs w:val="20"/>
        </w:rPr>
        <w:t>’</w:t>
      </w:r>
      <w:r w:rsidRPr="001B73FA">
        <w:rPr>
          <w:szCs w:val="20"/>
        </w:rPr>
        <w:t>approbation à cette grosse bouche ronde</w:t>
      </w:r>
      <w:r w:rsidR="00462692" w:rsidRPr="00A4769E">
        <w:rPr>
          <w:szCs w:val="20"/>
        </w:rPr>
        <w:t xml:space="preserve">, </w:t>
      </w:r>
      <w:r w:rsidRPr="001B73FA">
        <w:rPr>
          <w:szCs w:val="20"/>
        </w:rPr>
        <w:t>il aurait volontiers sauté dans toute une compagnie de gendarmes comme une boule dans un jeu de quilles</w:t>
      </w:r>
      <w:r w:rsidR="00462692" w:rsidRPr="00A4769E">
        <w:rPr>
          <w:szCs w:val="20"/>
        </w:rPr>
        <w:t>. « </w:t>
      </w:r>
      <w:r w:rsidRPr="001B73FA">
        <w:rPr>
          <w:szCs w:val="20"/>
        </w:rPr>
        <w:t>Voilà</w:t>
      </w:r>
      <w:r w:rsidR="00462692" w:rsidRPr="00A4769E">
        <w:rPr>
          <w:szCs w:val="20"/>
        </w:rPr>
        <w:t xml:space="preserve">, </w:t>
      </w:r>
      <w:r w:rsidRPr="001B73FA">
        <w:rPr>
          <w:szCs w:val="20"/>
        </w:rPr>
        <w:t>se disait-il</w:t>
      </w:r>
      <w:r w:rsidR="00462692" w:rsidRPr="00A4769E">
        <w:rPr>
          <w:szCs w:val="20"/>
        </w:rPr>
        <w:t xml:space="preserve">, </w:t>
      </w:r>
      <w:r w:rsidRPr="001B73FA">
        <w:rPr>
          <w:szCs w:val="20"/>
        </w:rPr>
        <w:t>des hommes qui méritent la liberté</w:t>
      </w:r>
      <w:r w:rsidR="00462692" w:rsidRPr="00A4769E">
        <w:rPr>
          <w:szCs w:val="20"/>
        </w:rPr>
        <w:t xml:space="preserve">. </w:t>
      </w:r>
      <w:r w:rsidRPr="001B73FA">
        <w:rPr>
          <w:szCs w:val="20"/>
        </w:rPr>
        <w:t>Aucun de mes compatriotes n</w:t>
      </w:r>
      <w:r w:rsidR="00462692" w:rsidRPr="00A4769E">
        <w:rPr>
          <w:szCs w:val="20"/>
        </w:rPr>
        <w:t>’</w:t>
      </w:r>
      <w:r w:rsidRPr="001B73FA">
        <w:rPr>
          <w:szCs w:val="20"/>
        </w:rPr>
        <w:t>aurait osé me dire cette chose sublime</w:t>
      </w:r>
      <w:r w:rsidR="00462692" w:rsidRPr="00A4769E">
        <w:rPr>
          <w:szCs w:val="20"/>
        </w:rPr>
        <w:t xml:space="preserve">. </w:t>
      </w:r>
      <w:r w:rsidRPr="001B73FA">
        <w:rPr>
          <w:szCs w:val="20"/>
        </w:rPr>
        <w:t>Il vient de me proposer rondement de faire corps avec lui</w:t>
      </w:r>
      <w:r w:rsidR="00462692" w:rsidRPr="00A4769E">
        <w:rPr>
          <w:szCs w:val="20"/>
        </w:rPr>
        <w:t xml:space="preserve">. </w:t>
      </w:r>
      <w:r w:rsidRPr="001B73FA">
        <w:rPr>
          <w:szCs w:val="20"/>
        </w:rPr>
        <w:t>Quel génie naturel pour tout ce qui est de lutter contre la tyrannie</w:t>
      </w:r>
      <w:r w:rsidR="00462692" w:rsidRPr="00A4769E">
        <w:rPr>
          <w:szCs w:val="20"/>
        </w:rPr>
        <w:t xml:space="preserve"> ! </w:t>
      </w:r>
      <w:r w:rsidRPr="001B73FA">
        <w:rPr>
          <w:szCs w:val="20"/>
        </w:rPr>
        <w:t>Chez moi</w:t>
      </w:r>
      <w:r w:rsidR="00462692" w:rsidRPr="00A4769E">
        <w:rPr>
          <w:szCs w:val="20"/>
        </w:rPr>
        <w:t xml:space="preserve">, </w:t>
      </w:r>
      <w:r w:rsidRPr="001B73FA">
        <w:rPr>
          <w:szCs w:val="20"/>
        </w:rPr>
        <w:t>les hommes les plus sincères et les plus braves ont toujours un petit rictus de constipés</w:t>
      </w:r>
      <w:r w:rsidR="00462692" w:rsidRPr="00A4769E">
        <w:rPr>
          <w:szCs w:val="20"/>
        </w:rPr>
        <w:t xml:space="preserve">. </w:t>
      </w:r>
      <w:r w:rsidRPr="001B73FA">
        <w:rPr>
          <w:szCs w:val="20"/>
        </w:rPr>
        <w:t>Bien qu</w:t>
      </w:r>
      <w:r w:rsidR="00462692" w:rsidRPr="00A4769E">
        <w:rPr>
          <w:szCs w:val="20"/>
        </w:rPr>
        <w:t>’</w:t>
      </w:r>
      <w:r w:rsidRPr="001B73FA">
        <w:rPr>
          <w:szCs w:val="20"/>
        </w:rPr>
        <w:t>ils n</w:t>
      </w:r>
      <w:r w:rsidR="00462692" w:rsidRPr="00A4769E">
        <w:rPr>
          <w:szCs w:val="20"/>
        </w:rPr>
        <w:t>’</w:t>
      </w:r>
      <w:r w:rsidRPr="001B73FA">
        <w:rPr>
          <w:szCs w:val="20"/>
        </w:rPr>
        <w:t>ignorent rien des circonstances de ma naissance</w:t>
      </w:r>
      <w:r w:rsidR="00462692" w:rsidRPr="00A4769E">
        <w:rPr>
          <w:szCs w:val="20"/>
        </w:rPr>
        <w:t xml:space="preserve">, </w:t>
      </w:r>
      <w:r w:rsidRPr="001B73FA">
        <w:rPr>
          <w:szCs w:val="20"/>
        </w:rPr>
        <w:t>c</w:t>
      </w:r>
      <w:r w:rsidR="00462692" w:rsidRPr="00A4769E">
        <w:rPr>
          <w:szCs w:val="20"/>
        </w:rPr>
        <w:t>’</w:t>
      </w:r>
      <w:r w:rsidRPr="001B73FA">
        <w:rPr>
          <w:szCs w:val="20"/>
        </w:rPr>
        <w:t>est toujours la Seigneurie aux lèvres qu</w:t>
      </w:r>
      <w:r w:rsidR="00462692" w:rsidRPr="00A4769E">
        <w:rPr>
          <w:szCs w:val="20"/>
        </w:rPr>
        <w:t>’</w:t>
      </w:r>
      <w:r w:rsidRPr="001B73FA">
        <w:rPr>
          <w:szCs w:val="20"/>
        </w:rPr>
        <w:t>ils me parlent</w:t>
      </w:r>
      <w:r w:rsidR="00462692" w:rsidRPr="00A4769E">
        <w:rPr>
          <w:szCs w:val="20"/>
        </w:rPr>
        <w:t xml:space="preserve">. </w:t>
      </w:r>
      <w:r w:rsidRPr="001B73FA">
        <w:rPr>
          <w:szCs w:val="20"/>
        </w:rPr>
        <w:t>Pourtant n</w:t>
      </w:r>
      <w:r w:rsidR="00462692" w:rsidRPr="00A4769E">
        <w:rPr>
          <w:szCs w:val="20"/>
        </w:rPr>
        <w:t>’</w:t>
      </w:r>
      <w:r w:rsidRPr="001B73FA">
        <w:rPr>
          <w:szCs w:val="20"/>
        </w:rPr>
        <w:t>étais-je pas le même là-bas que ce que je suis ici</w:t>
      </w:r>
      <w:r w:rsidR="00462692" w:rsidRPr="00A4769E">
        <w:rPr>
          <w:szCs w:val="20"/>
        </w:rPr>
        <w:t> ? »</w:t>
      </w:r>
    </w:p>
    <w:p w14:paraId="5760F9B2" w14:textId="64C5941A" w:rsidR="00462692" w:rsidRPr="00A4769E" w:rsidRDefault="001B73FA" w:rsidP="001B73FA">
      <w:pPr>
        <w:rPr>
          <w:szCs w:val="20"/>
        </w:rPr>
      </w:pPr>
      <w:r w:rsidRPr="001B73FA">
        <w:rPr>
          <w:szCs w:val="20"/>
        </w:rPr>
        <w:t>Il avait totalement oublié son grand uniforme de colonel de hussards et tout l</w:t>
      </w:r>
      <w:r w:rsidR="00462692" w:rsidRPr="00A4769E">
        <w:rPr>
          <w:szCs w:val="20"/>
        </w:rPr>
        <w:t>’</w:t>
      </w:r>
      <w:r w:rsidRPr="001B73FA">
        <w:rPr>
          <w:szCs w:val="20"/>
        </w:rPr>
        <w:t>exceptionnel que pouvait communiquer à un homme le fait d</w:t>
      </w:r>
      <w:r w:rsidR="00462692" w:rsidRPr="00A4769E">
        <w:rPr>
          <w:szCs w:val="20"/>
        </w:rPr>
        <w:t>’</w:t>
      </w:r>
      <w:r w:rsidRPr="001B73FA">
        <w:rPr>
          <w:szCs w:val="20"/>
        </w:rPr>
        <w:t>être le fils secret de cette duchesse Ezzia</w:t>
      </w:r>
      <w:r w:rsidR="00462692" w:rsidRPr="00A4769E">
        <w:rPr>
          <w:szCs w:val="20"/>
        </w:rPr>
        <w:t xml:space="preserve">, </w:t>
      </w:r>
      <w:r w:rsidRPr="001B73FA">
        <w:rPr>
          <w:szCs w:val="20"/>
        </w:rPr>
        <w:t>dont le petit visage de chat</w:t>
      </w:r>
      <w:r w:rsidR="00462692" w:rsidRPr="00A4769E">
        <w:rPr>
          <w:szCs w:val="20"/>
        </w:rPr>
        <w:t xml:space="preserve">, </w:t>
      </w:r>
      <w:r w:rsidRPr="001B73FA">
        <w:rPr>
          <w:szCs w:val="20"/>
        </w:rPr>
        <w:t>les larges yeux de violette</w:t>
      </w:r>
      <w:r w:rsidR="00462692" w:rsidRPr="00A4769E">
        <w:rPr>
          <w:szCs w:val="20"/>
        </w:rPr>
        <w:t xml:space="preserve">, </w:t>
      </w:r>
      <w:r w:rsidRPr="001B73FA">
        <w:rPr>
          <w:szCs w:val="20"/>
        </w:rPr>
        <w:t xml:space="preserve">et le trophée </w:t>
      </w:r>
      <w:proofErr w:type="spellStart"/>
      <w:r w:rsidRPr="001B73FA">
        <w:rPr>
          <w:szCs w:val="20"/>
        </w:rPr>
        <w:t>boticelleste</w:t>
      </w:r>
      <w:proofErr w:type="spellEnd"/>
      <w:r w:rsidRPr="001B73FA">
        <w:rPr>
          <w:szCs w:val="20"/>
        </w:rPr>
        <w:t xml:space="preserve"> de robes brodées de jardins enchantaient les nuits de tous les êtres passionnés</w:t>
      </w:r>
      <w:r w:rsidR="00462692" w:rsidRPr="00A4769E">
        <w:rPr>
          <w:szCs w:val="20"/>
        </w:rPr>
        <w:t xml:space="preserve">. </w:t>
      </w:r>
      <w:r w:rsidRPr="001B73FA">
        <w:rPr>
          <w:szCs w:val="20"/>
        </w:rPr>
        <w:t>Il trouvait que c</w:t>
      </w:r>
      <w:r w:rsidR="00462692" w:rsidRPr="00A4769E">
        <w:rPr>
          <w:szCs w:val="20"/>
        </w:rPr>
        <w:t>’</w:t>
      </w:r>
      <w:r w:rsidRPr="001B73FA">
        <w:rPr>
          <w:szCs w:val="20"/>
        </w:rPr>
        <w:t>était ici le plus beau pays du monde</w:t>
      </w:r>
      <w:r w:rsidR="00462692" w:rsidRPr="00A4769E">
        <w:rPr>
          <w:szCs w:val="20"/>
        </w:rPr>
        <w:t xml:space="preserve">. </w:t>
      </w:r>
      <w:r w:rsidRPr="001B73FA">
        <w:rPr>
          <w:szCs w:val="20"/>
        </w:rPr>
        <w:t>Rien ne l</w:t>
      </w:r>
      <w:r w:rsidR="00462692" w:rsidRPr="00A4769E">
        <w:rPr>
          <w:szCs w:val="20"/>
        </w:rPr>
        <w:t>’</w:t>
      </w:r>
      <w:r w:rsidRPr="001B73FA">
        <w:rPr>
          <w:szCs w:val="20"/>
        </w:rPr>
        <w:t>avait jamais plus ému que ne le faisaient au passage une façade de ferme</w:t>
      </w:r>
      <w:r w:rsidR="00462692" w:rsidRPr="00A4769E">
        <w:rPr>
          <w:szCs w:val="20"/>
        </w:rPr>
        <w:t xml:space="preserve">, </w:t>
      </w:r>
      <w:r w:rsidRPr="001B73FA">
        <w:rPr>
          <w:szCs w:val="20"/>
        </w:rPr>
        <w:t>un piéton</w:t>
      </w:r>
      <w:r w:rsidR="00462692" w:rsidRPr="00A4769E">
        <w:rPr>
          <w:szCs w:val="20"/>
        </w:rPr>
        <w:t xml:space="preserve">, </w:t>
      </w:r>
      <w:r w:rsidRPr="001B73FA">
        <w:rPr>
          <w:szCs w:val="20"/>
        </w:rPr>
        <w:t>un calvaire</w:t>
      </w:r>
      <w:r w:rsidR="00462692" w:rsidRPr="00A4769E">
        <w:rPr>
          <w:szCs w:val="20"/>
        </w:rPr>
        <w:t xml:space="preserve">, </w:t>
      </w:r>
      <w:r w:rsidRPr="001B73FA">
        <w:rPr>
          <w:szCs w:val="20"/>
        </w:rPr>
        <w:t>un parc</w:t>
      </w:r>
      <w:r w:rsidR="00462692" w:rsidRPr="00A4769E">
        <w:rPr>
          <w:szCs w:val="20"/>
        </w:rPr>
        <w:t xml:space="preserve">, </w:t>
      </w:r>
      <w:r w:rsidRPr="001B73FA">
        <w:rPr>
          <w:szCs w:val="20"/>
        </w:rPr>
        <w:t>un village</w:t>
      </w:r>
      <w:r w:rsidR="00462692" w:rsidRPr="00A4769E">
        <w:rPr>
          <w:szCs w:val="20"/>
        </w:rPr>
        <w:t xml:space="preserve">, </w:t>
      </w:r>
      <w:r w:rsidRPr="001B73FA">
        <w:rPr>
          <w:szCs w:val="20"/>
        </w:rPr>
        <w:t>le tournoiement des champs couverts de coquelicots et de bleuets</w:t>
      </w:r>
      <w:r w:rsidR="00462692" w:rsidRPr="00A4769E">
        <w:rPr>
          <w:szCs w:val="20"/>
        </w:rPr>
        <w:t>.</w:t>
      </w:r>
    </w:p>
    <w:p w14:paraId="3E57FA4E" w14:textId="77777777" w:rsidR="00462692" w:rsidRPr="00A4769E" w:rsidRDefault="001B73FA" w:rsidP="001B73FA">
      <w:pPr>
        <w:rPr>
          <w:szCs w:val="20"/>
        </w:rPr>
      </w:pPr>
      <w:r w:rsidRPr="001B73FA">
        <w:rPr>
          <w:szCs w:val="20"/>
        </w:rPr>
        <w:lastRenderedPageBreak/>
        <w:t>On arriva dans la droite ligne longue de deux lieues qui précède le pont de La Saulce</w:t>
      </w:r>
      <w:r w:rsidR="00462692" w:rsidRPr="00A4769E">
        <w:rPr>
          <w:szCs w:val="20"/>
        </w:rPr>
        <w:t>. « </w:t>
      </w:r>
      <w:r w:rsidRPr="001B73FA">
        <w:rPr>
          <w:szCs w:val="20"/>
        </w:rPr>
        <w:t>Cramponnez-vous</w:t>
      </w:r>
      <w:r w:rsidR="00462692" w:rsidRPr="00A4769E">
        <w:rPr>
          <w:szCs w:val="20"/>
        </w:rPr>
        <w:t xml:space="preserve">, </w:t>
      </w:r>
      <w:r w:rsidRPr="001B73FA">
        <w:rPr>
          <w:szCs w:val="20"/>
        </w:rPr>
        <w:t>messieurs</w:t>
      </w:r>
      <w:r w:rsidR="00462692" w:rsidRPr="00A4769E">
        <w:rPr>
          <w:szCs w:val="20"/>
        </w:rPr>
        <w:t xml:space="preserve">, </w:t>
      </w:r>
      <w:r w:rsidRPr="001B73FA">
        <w:rPr>
          <w:szCs w:val="20"/>
        </w:rPr>
        <w:t>dit le cocher</w:t>
      </w:r>
      <w:r w:rsidR="00462692" w:rsidRPr="00A4769E">
        <w:rPr>
          <w:szCs w:val="20"/>
        </w:rPr>
        <w:t xml:space="preserve">, </w:t>
      </w:r>
      <w:r w:rsidRPr="001B73FA">
        <w:rPr>
          <w:szCs w:val="20"/>
        </w:rPr>
        <w:t>vous allez goûter ça</w:t>
      </w:r>
      <w:r w:rsidR="00462692" w:rsidRPr="00A4769E">
        <w:rPr>
          <w:szCs w:val="20"/>
        </w:rPr>
        <w:t xml:space="preserve">, </w:t>
      </w:r>
      <w:r w:rsidRPr="001B73FA">
        <w:rPr>
          <w:szCs w:val="20"/>
        </w:rPr>
        <w:t>si vous êtes amateurs</w:t>
      </w:r>
      <w:r w:rsidR="00462692" w:rsidRPr="00A4769E">
        <w:rPr>
          <w:szCs w:val="20"/>
        </w:rPr>
        <w:t>. »</w:t>
      </w:r>
      <w:r w:rsidRPr="001B73FA">
        <w:rPr>
          <w:szCs w:val="20"/>
        </w:rPr>
        <w:t xml:space="preserve"> Il les lança dans un galop allongé où les chevaux prirent d</w:t>
      </w:r>
      <w:r w:rsidR="00462692" w:rsidRPr="00A4769E">
        <w:rPr>
          <w:szCs w:val="20"/>
        </w:rPr>
        <w:t>’</w:t>
      </w:r>
      <w:r w:rsidRPr="001B73FA">
        <w:rPr>
          <w:szCs w:val="20"/>
        </w:rPr>
        <w:t>eux-mêmes un plaisir magnifique</w:t>
      </w:r>
      <w:r w:rsidR="00462692" w:rsidRPr="00A4769E">
        <w:rPr>
          <w:szCs w:val="20"/>
        </w:rPr>
        <w:t xml:space="preserve">. </w:t>
      </w:r>
      <w:r w:rsidRPr="001B73FA">
        <w:rPr>
          <w:szCs w:val="20"/>
        </w:rPr>
        <w:t>On les voyait se stimuler les uns les autres</w:t>
      </w:r>
      <w:r w:rsidR="00462692" w:rsidRPr="00A4769E">
        <w:rPr>
          <w:szCs w:val="20"/>
        </w:rPr>
        <w:t xml:space="preserve">, </w:t>
      </w:r>
      <w:r w:rsidRPr="001B73FA">
        <w:rPr>
          <w:szCs w:val="20"/>
        </w:rPr>
        <w:t>se frapper du collier</w:t>
      </w:r>
      <w:r w:rsidR="00462692" w:rsidRPr="00A4769E">
        <w:rPr>
          <w:szCs w:val="20"/>
        </w:rPr>
        <w:t xml:space="preserve">, </w:t>
      </w:r>
      <w:r w:rsidRPr="001B73FA">
        <w:rPr>
          <w:szCs w:val="20"/>
        </w:rPr>
        <w:t>et de temps en temps</w:t>
      </w:r>
      <w:r w:rsidR="00462692" w:rsidRPr="00A4769E">
        <w:rPr>
          <w:szCs w:val="20"/>
        </w:rPr>
        <w:t xml:space="preserve">, </w:t>
      </w:r>
      <w:r w:rsidRPr="001B73FA">
        <w:rPr>
          <w:szCs w:val="20"/>
        </w:rPr>
        <w:t>en pleine vitesse</w:t>
      </w:r>
      <w:r w:rsidR="00462692" w:rsidRPr="00A4769E">
        <w:rPr>
          <w:szCs w:val="20"/>
        </w:rPr>
        <w:t xml:space="preserve">, </w:t>
      </w:r>
      <w:r w:rsidRPr="001B73FA">
        <w:rPr>
          <w:szCs w:val="20"/>
        </w:rPr>
        <w:t>se faire de petites caresses du bout du museau</w:t>
      </w:r>
      <w:r w:rsidR="00462692" w:rsidRPr="00A4769E">
        <w:rPr>
          <w:szCs w:val="20"/>
        </w:rPr>
        <w:t>.</w:t>
      </w:r>
    </w:p>
    <w:p w14:paraId="502A579B" w14:textId="77777777" w:rsidR="00462692" w:rsidRPr="00A4769E" w:rsidRDefault="001B73FA" w:rsidP="001B73FA">
      <w:pPr>
        <w:rPr>
          <w:szCs w:val="20"/>
        </w:rPr>
      </w:pPr>
      <w:r w:rsidRPr="001B73FA">
        <w:rPr>
          <w:szCs w:val="20"/>
        </w:rPr>
        <w:t>Tout de suite après le pont</w:t>
      </w:r>
      <w:r w:rsidR="00462692" w:rsidRPr="00A4769E">
        <w:rPr>
          <w:szCs w:val="20"/>
        </w:rPr>
        <w:t xml:space="preserve">, </w:t>
      </w:r>
      <w:r w:rsidRPr="001B73FA">
        <w:rPr>
          <w:szCs w:val="20"/>
        </w:rPr>
        <w:t>on s</w:t>
      </w:r>
      <w:r w:rsidR="00462692" w:rsidRPr="00A4769E">
        <w:rPr>
          <w:szCs w:val="20"/>
        </w:rPr>
        <w:t>’</w:t>
      </w:r>
      <w:r w:rsidRPr="001B73FA">
        <w:rPr>
          <w:szCs w:val="20"/>
        </w:rPr>
        <w:t>arrêta dans La Saulce pour prendre la poste</w:t>
      </w:r>
      <w:r w:rsidR="00462692" w:rsidRPr="00A4769E">
        <w:rPr>
          <w:szCs w:val="20"/>
        </w:rPr>
        <w:t>. « </w:t>
      </w:r>
      <w:r w:rsidRPr="001B73FA">
        <w:rPr>
          <w:szCs w:val="20"/>
        </w:rPr>
        <w:t>Il y a des connaisseurs en galop anglais</w:t>
      </w:r>
      <w:r w:rsidR="00462692" w:rsidRPr="00A4769E">
        <w:rPr>
          <w:szCs w:val="20"/>
        </w:rPr>
        <w:t xml:space="preserve">, </w:t>
      </w:r>
      <w:r w:rsidRPr="001B73FA">
        <w:rPr>
          <w:szCs w:val="20"/>
        </w:rPr>
        <w:t>dit le cocher</w:t>
      </w:r>
      <w:r w:rsidR="00462692" w:rsidRPr="00A4769E">
        <w:rPr>
          <w:szCs w:val="20"/>
        </w:rPr>
        <w:t xml:space="preserve">, </w:t>
      </w:r>
      <w:r w:rsidRPr="001B73FA">
        <w:rPr>
          <w:szCs w:val="20"/>
        </w:rPr>
        <w:t>et il y a des connaisseurs en marc de cerise</w:t>
      </w:r>
      <w:r w:rsidR="00462692" w:rsidRPr="00A4769E">
        <w:rPr>
          <w:szCs w:val="20"/>
        </w:rPr>
        <w:t xml:space="preserve">. </w:t>
      </w:r>
      <w:r w:rsidRPr="001B73FA">
        <w:rPr>
          <w:szCs w:val="20"/>
        </w:rPr>
        <w:t>La mère Martin</w:t>
      </w:r>
      <w:r w:rsidR="00462692" w:rsidRPr="00A4769E">
        <w:rPr>
          <w:szCs w:val="20"/>
        </w:rPr>
        <w:t xml:space="preserve">, </w:t>
      </w:r>
      <w:r w:rsidRPr="001B73FA">
        <w:rPr>
          <w:szCs w:val="20"/>
        </w:rPr>
        <w:t>que vous voyez là-bas sur le pas de la porte</w:t>
      </w:r>
      <w:r w:rsidR="00462692" w:rsidRPr="00A4769E">
        <w:rPr>
          <w:szCs w:val="20"/>
        </w:rPr>
        <w:t xml:space="preserve">, </w:t>
      </w:r>
      <w:r w:rsidRPr="001B73FA">
        <w:rPr>
          <w:szCs w:val="20"/>
        </w:rPr>
        <w:t>cette grosse femme en tablier bleu</w:t>
      </w:r>
      <w:r w:rsidR="00462692" w:rsidRPr="00A4769E">
        <w:rPr>
          <w:szCs w:val="20"/>
        </w:rPr>
        <w:t xml:space="preserve">, </w:t>
      </w:r>
      <w:r w:rsidRPr="001B73FA">
        <w:rPr>
          <w:szCs w:val="20"/>
        </w:rPr>
        <w:t>qui n</w:t>
      </w:r>
      <w:r w:rsidR="00462692" w:rsidRPr="00A4769E">
        <w:rPr>
          <w:szCs w:val="20"/>
        </w:rPr>
        <w:t>’</w:t>
      </w:r>
      <w:r w:rsidRPr="001B73FA">
        <w:rPr>
          <w:szCs w:val="20"/>
        </w:rPr>
        <w:t>a l</w:t>
      </w:r>
      <w:r w:rsidR="00462692" w:rsidRPr="00A4769E">
        <w:rPr>
          <w:szCs w:val="20"/>
        </w:rPr>
        <w:t>’</w:t>
      </w:r>
      <w:r w:rsidRPr="001B73FA">
        <w:rPr>
          <w:szCs w:val="20"/>
        </w:rPr>
        <w:t>air de rien</w:t>
      </w:r>
      <w:r w:rsidR="00462692" w:rsidRPr="00A4769E">
        <w:rPr>
          <w:szCs w:val="20"/>
        </w:rPr>
        <w:t xml:space="preserve">, </w:t>
      </w:r>
      <w:r w:rsidRPr="001B73FA">
        <w:rPr>
          <w:szCs w:val="20"/>
        </w:rPr>
        <w:t>vous en fait boire un qui vaut le voyage</w:t>
      </w:r>
      <w:r w:rsidR="00462692" w:rsidRPr="00A4769E">
        <w:rPr>
          <w:szCs w:val="20"/>
        </w:rPr>
        <w:t>. »</w:t>
      </w:r>
      <w:r w:rsidRPr="001B73FA">
        <w:rPr>
          <w:szCs w:val="20"/>
        </w:rPr>
        <w:t xml:space="preserve"> Angelo proposa de payer cette fameuse goutte</w:t>
      </w:r>
      <w:r w:rsidR="00462692" w:rsidRPr="00A4769E">
        <w:rPr>
          <w:szCs w:val="20"/>
        </w:rPr>
        <w:t xml:space="preserve">, </w:t>
      </w:r>
      <w:r w:rsidRPr="001B73FA">
        <w:rPr>
          <w:szCs w:val="20"/>
        </w:rPr>
        <w:t>le postillon accepta</w:t>
      </w:r>
      <w:r w:rsidR="00462692" w:rsidRPr="00A4769E">
        <w:rPr>
          <w:szCs w:val="20"/>
        </w:rPr>
        <w:t xml:space="preserve"> ; </w:t>
      </w:r>
      <w:r w:rsidRPr="001B73FA">
        <w:rPr>
          <w:szCs w:val="20"/>
        </w:rPr>
        <w:t>sa mère lui avait recommandé</w:t>
      </w:r>
      <w:r w:rsidR="00462692" w:rsidRPr="00A4769E">
        <w:rPr>
          <w:szCs w:val="20"/>
        </w:rPr>
        <w:t xml:space="preserve">, </w:t>
      </w:r>
      <w:r w:rsidRPr="001B73FA">
        <w:rPr>
          <w:szCs w:val="20"/>
        </w:rPr>
        <w:t>dit-il</w:t>
      </w:r>
      <w:r w:rsidR="00462692" w:rsidRPr="00A4769E">
        <w:rPr>
          <w:szCs w:val="20"/>
        </w:rPr>
        <w:t xml:space="preserve">, </w:t>
      </w:r>
      <w:r w:rsidRPr="001B73FA">
        <w:rPr>
          <w:szCs w:val="20"/>
        </w:rPr>
        <w:t>de prendre toujours quelque chose de fort le matin</w:t>
      </w:r>
      <w:r w:rsidR="00462692" w:rsidRPr="00A4769E">
        <w:rPr>
          <w:szCs w:val="20"/>
        </w:rPr>
        <w:t xml:space="preserve">. </w:t>
      </w:r>
      <w:r w:rsidRPr="001B73FA">
        <w:rPr>
          <w:szCs w:val="20"/>
        </w:rPr>
        <w:t>Mais le voyageur au carrick déclina l</w:t>
      </w:r>
      <w:r w:rsidR="00462692" w:rsidRPr="00A4769E">
        <w:rPr>
          <w:szCs w:val="20"/>
        </w:rPr>
        <w:t>’</w:t>
      </w:r>
      <w:r w:rsidRPr="001B73FA">
        <w:rPr>
          <w:szCs w:val="20"/>
        </w:rPr>
        <w:t>offre</w:t>
      </w:r>
      <w:r w:rsidR="00462692" w:rsidRPr="00A4769E">
        <w:rPr>
          <w:szCs w:val="20"/>
        </w:rPr>
        <w:t>. « </w:t>
      </w:r>
      <w:r w:rsidRPr="001B73FA">
        <w:rPr>
          <w:szCs w:val="20"/>
        </w:rPr>
        <w:t>Est-ce que tu connais ce pékin-là</w:t>
      </w:r>
      <w:r w:rsidR="00462692" w:rsidRPr="00A4769E">
        <w:rPr>
          <w:szCs w:val="20"/>
        </w:rPr>
        <w:t xml:space="preserve"> ? </w:t>
      </w:r>
      <w:r w:rsidRPr="001B73FA">
        <w:rPr>
          <w:szCs w:val="20"/>
        </w:rPr>
        <w:t>demanda le cocher</w:t>
      </w:r>
      <w:r w:rsidR="00462692" w:rsidRPr="00A4769E">
        <w:rPr>
          <w:szCs w:val="20"/>
        </w:rPr>
        <w:t>.</w:t>
      </w:r>
    </w:p>
    <w:p w14:paraId="036FA3EA" w14:textId="4F7E4BE5" w:rsidR="00462692" w:rsidRPr="00A4769E" w:rsidRDefault="00462692" w:rsidP="001B73FA">
      <w:pPr>
        <w:rPr>
          <w:szCs w:val="20"/>
        </w:rPr>
      </w:pPr>
      <w:r w:rsidRPr="00A4769E">
        <w:rPr>
          <w:szCs w:val="20"/>
        </w:rPr>
        <w:t>— </w:t>
      </w:r>
      <w:r w:rsidR="001B73FA" w:rsidRPr="001B73FA">
        <w:rPr>
          <w:szCs w:val="20"/>
        </w:rPr>
        <w:t>Non</w:t>
      </w:r>
      <w:r w:rsidRPr="00A4769E">
        <w:rPr>
          <w:szCs w:val="20"/>
        </w:rPr>
        <w:t xml:space="preserve">, </w:t>
      </w:r>
      <w:r w:rsidR="001B73FA" w:rsidRPr="001B73FA">
        <w:rPr>
          <w:szCs w:val="20"/>
        </w:rPr>
        <w:t>dit Angelo</w:t>
      </w:r>
      <w:r w:rsidRPr="00A4769E">
        <w:rPr>
          <w:szCs w:val="20"/>
        </w:rPr>
        <w:t>.</w:t>
      </w:r>
    </w:p>
    <w:p w14:paraId="6CEFE9DF" w14:textId="170DB3BB" w:rsidR="00462692" w:rsidRPr="00A4769E" w:rsidRDefault="00462692" w:rsidP="001B73FA">
      <w:pPr>
        <w:rPr>
          <w:szCs w:val="20"/>
        </w:rPr>
      </w:pPr>
      <w:r w:rsidRPr="00A4769E">
        <w:rPr>
          <w:szCs w:val="20"/>
        </w:rPr>
        <w:t>— </w:t>
      </w:r>
      <w:r w:rsidR="001B73FA" w:rsidRPr="001B73FA">
        <w:rPr>
          <w:szCs w:val="20"/>
        </w:rPr>
        <w:t>Alors</w:t>
      </w:r>
      <w:r w:rsidRPr="00A4769E">
        <w:rPr>
          <w:szCs w:val="20"/>
        </w:rPr>
        <w:t xml:space="preserve">, </w:t>
      </w:r>
      <w:r w:rsidR="001B73FA" w:rsidRPr="001B73FA">
        <w:rPr>
          <w:szCs w:val="20"/>
        </w:rPr>
        <w:t>motus</w:t>
      </w:r>
      <w:r w:rsidRPr="00A4769E">
        <w:rPr>
          <w:szCs w:val="20"/>
        </w:rPr>
        <w:t xml:space="preserve"> », </w:t>
      </w:r>
      <w:r w:rsidR="001B73FA" w:rsidRPr="001B73FA">
        <w:rPr>
          <w:szCs w:val="20"/>
        </w:rPr>
        <w:t>dit-il</w:t>
      </w:r>
      <w:r w:rsidRPr="00A4769E">
        <w:rPr>
          <w:szCs w:val="20"/>
        </w:rPr>
        <w:t>. « </w:t>
      </w:r>
      <w:r w:rsidR="001B73FA" w:rsidRPr="001B73FA">
        <w:rPr>
          <w:szCs w:val="20"/>
        </w:rPr>
        <w:t>Il a raison</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 xml:space="preserve">je donne toujours trop de chance </w:t>
      </w:r>
      <w:r w:rsidR="00B944E2">
        <w:rPr>
          <w:szCs w:val="20"/>
        </w:rPr>
        <w:t>à</w:t>
      </w:r>
      <w:r w:rsidR="00B944E2" w:rsidRPr="001B73FA">
        <w:rPr>
          <w:szCs w:val="20"/>
        </w:rPr>
        <w:t xml:space="preserve"> </w:t>
      </w:r>
      <w:r w:rsidR="001B73FA" w:rsidRPr="001B73FA">
        <w:rPr>
          <w:szCs w:val="20"/>
        </w:rPr>
        <w:t>tout le monde</w:t>
      </w:r>
      <w:r w:rsidRPr="00A4769E">
        <w:rPr>
          <w:szCs w:val="20"/>
        </w:rPr>
        <w:t>. »</w:t>
      </w:r>
      <w:r w:rsidR="001B73FA" w:rsidRPr="001B73FA">
        <w:rPr>
          <w:szCs w:val="20"/>
        </w:rPr>
        <w:t xml:space="preserve"> Il aurait tout donné pour avoir ce froncement de sourcils et cet </w:t>
      </w:r>
      <w:r w:rsidRPr="00A4769E">
        <w:rPr>
          <w:szCs w:val="20"/>
        </w:rPr>
        <w:t>œ</w:t>
      </w:r>
      <w:r w:rsidR="001B73FA" w:rsidRPr="001B73FA">
        <w:rPr>
          <w:szCs w:val="20"/>
        </w:rPr>
        <w:t>il pesant et méfiant du cocher</w:t>
      </w:r>
      <w:r w:rsidRPr="00A4769E">
        <w:rPr>
          <w:szCs w:val="20"/>
        </w:rPr>
        <w:t>.</w:t>
      </w:r>
    </w:p>
    <w:p w14:paraId="4AEC141C" w14:textId="77777777" w:rsidR="001B73FA" w:rsidRPr="001B73FA" w:rsidRDefault="001B73FA" w:rsidP="001B73FA">
      <w:pPr>
        <w:rPr>
          <w:szCs w:val="20"/>
        </w:rPr>
      </w:pPr>
      <w:r w:rsidRPr="001B73FA">
        <w:rPr>
          <w:szCs w:val="20"/>
        </w:rPr>
        <w:t>La Marquise les vit entrer à l</w:t>
      </w:r>
      <w:r w:rsidR="00462692" w:rsidRPr="00A4769E">
        <w:rPr>
          <w:szCs w:val="20"/>
        </w:rPr>
        <w:t>’</w:t>
      </w:r>
      <w:r w:rsidRPr="001B73FA">
        <w:rPr>
          <w:szCs w:val="20"/>
        </w:rPr>
        <w:t>auberge</w:t>
      </w:r>
      <w:r w:rsidR="00462692" w:rsidRPr="00A4769E">
        <w:rPr>
          <w:szCs w:val="20"/>
        </w:rPr>
        <w:t>. « </w:t>
      </w:r>
      <w:r w:rsidRPr="001B73FA">
        <w:rPr>
          <w:szCs w:val="20"/>
        </w:rPr>
        <w:t>Ce garçon a du charme</w:t>
      </w:r>
      <w:r w:rsidR="00462692" w:rsidRPr="00A4769E">
        <w:rPr>
          <w:szCs w:val="20"/>
        </w:rPr>
        <w:t xml:space="preserve">, </w:t>
      </w:r>
      <w:r w:rsidRPr="001B73FA">
        <w:rPr>
          <w:szCs w:val="20"/>
        </w:rPr>
        <w:t>se dit-elle</w:t>
      </w:r>
      <w:r w:rsidR="00462692" w:rsidRPr="00A4769E">
        <w:rPr>
          <w:szCs w:val="20"/>
        </w:rPr>
        <w:t xml:space="preserve">. </w:t>
      </w:r>
      <w:r w:rsidRPr="001B73FA">
        <w:rPr>
          <w:szCs w:val="20"/>
        </w:rPr>
        <w:t>Le voilà déjà embrigadé</w:t>
      </w:r>
      <w:r w:rsidR="00462692" w:rsidRPr="00A4769E">
        <w:rPr>
          <w:szCs w:val="20"/>
        </w:rPr>
        <w:t xml:space="preserve">. </w:t>
      </w:r>
      <w:r w:rsidRPr="001B73FA">
        <w:rPr>
          <w:szCs w:val="20"/>
        </w:rPr>
        <w:t>Et je parie que c</w:t>
      </w:r>
      <w:r w:rsidR="00462692" w:rsidRPr="00A4769E">
        <w:rPr>
          <w:szCs w:val="20"/>
        </w:rPr>
        <w:t>’</w:t>
      </w:r>
      <w:r w:rsidRPr="001B73FA">
        <w:rPr>
          <w:szCs w:val="20"/>
        </w:rPr>
        <w:t>est pour le séduire que cette grosse bête de Bastien vient de nous faire galoper comme des hurluberlus</w:t>
      </w:r>
      <w:r w:rsidR="00462692" w:rsidRPr="00A4769E">
        <w:rPr>
          <w:szCs w:val="20"/>
        </w:rPr>
        <w:t>.</w:t>
      </w:r>
      <w:r w:rsidR="00462692" w:rsidRPr="00A4769E">
        <w:rPr>
          <w:szCs w:val="20"/>
        </w:rPr>
        <w:t> »</w:t>
      </w:r>
    </w:p>
    <w:p w14:paraId="5DCC5900" w14:textId="77777777" w:rsidR="00462692" w:rsidRPr="00A4769E" w:rsidRDefault="001B73FA" w:rsidP="001B73FA">
      <w:pPr>
        <w:rPr>
          <w:szCs w:val="20"/>
        </w:rPr>
      </w:pPr>
      <w:r w:rsidRPr="001B73FA">
        <w:rPr>
          <w:szCs w:val="20"/>
        </w:rPr>
        <w:t>Vers midi</w:t>
      </w:r>
      <w:r w:rsidR="00462692" w:rsidRPr="00A4769E">
        <w:rPr>
          <w:szCs w:val="20"/>
        </w:rPr>
        <w:t xml:space="preserve">, </w:t>
      </w:r>
      <w:r w:rsidRPr="001B73FA">
        <w:rPr>
          <w:szCs w:val="20"/>
        </w:rPr>
        <w:t>on s</w:t>
      </w:r>
      <w:r w:rsidR="00462692" w:rsidRPr="00A4769E">
        <w:rPr>
          <w:szCs w:val="20"/>
        </w:rPr>
        <w:t>’</w:t>
      </w:r>
      <w:r w:rsidRPr="001B73FA">
        <w:rPr>
          <w:szCs w:val="20"/>
        </w:rPr>
        <w:t>arrêta au deuxième relais</w:t>
      </w:r>
      <w:r w:rsidR="00462692" w:rsidRPr="00A4769E">
        <w:rPr>
          <w:szCs w:val="20"/>
        </w:rPr>
        <w:t xml:space="preserve">. </w:t>
      </w:r>
      <w:r w:rsidRPr="001B73FA">
        <w:rPr>
          <w:szCs w:val="20"/>
        </w:rPr>
        <w:t>C</w:t>
      </w:r>
      <w:r w:rsidR="00462692" w:rsidRPr="00A4769E">
        <w:rPr>
          <w:szCs w:val="20"/>
        </w:rPr>
        <w:t>’</w:t>
      </w:r>
      <w:r w:rsidRPr="001B73FA">
        <w:rPr>
          <w:szCs w:val="20"/>
        </w:rPr>
        <w:t>était une longue auberge basse à l</w:t>
      </w:r>
      <w:r w:rsidR="00462692" w:rsidRPr="00A4769E">
        <w:rPr>
          <w:szCs w:val="20"/>
        </w:rPr>
        <w:t>’</w:t>
      </w:r>
      <w:r w:rsidRPr="001B73FA">
        <w:rPr>
          <w:szCs w:val="20"/>
        </w:rPr>
        <w:t xml:space="preserve">enseigne de </w:t>
      </w:r>
      <w:r w:rsidRPr="001B73FA">
        <w:rPr>
          <w:i/>
          <w:iCs/>
          <w:szCs w:val="20"/>
        </w:rPr>
        <w:t>La Part-Dieu</w:t>
      </w:r>
      <w:r w:rsidR="00462692" w:rsidRPr="00A4769E">
        <w:rPr>
          <w:szCs w:val="20"/>
        </w:rPr>
        <w:t xml:space="preserve">, </w:t>
      </w:r>
      <w:r w:rsidRPr="001B73FA">
        <w:rPr>
          <w:szCs w:val="20"/>
        </w:rPr>
        <w:t xml:space="preserve">toute </w:t>
      </w:r>
      <w:r w:rsidRPr="001B73FA">
        <w:rPr>
          <w:szCs w:val="20"/>
        </w:rPr>
        <w:lastRenderedPageBreak/>
        <w:t>seule au milieu des champs</w:t>
      </w:r>
      <w:r w:rsidR="00462692" w:rsidRPr="00A4769E">
        <w:rPr>
          <w:szCs w:val="20"/>
        </w:rPr>
        <w:t xml:space="preserve">, </w:t>
      </w:r>
      <w:r w:rsidRPr="001B73FA">
        <w:rPr>
          <w:szCs w:val="20"/>
        </w:rPr>
        <w:t>à côté d</w:t>
      </w:r>
      <w:r w:rsidR="00462692" w:rsidRPr="00A4769E">
        <w:rPr>
          <w:szCs w:val="20"/>
        </w:rPr>
        <w:t>’</w:t>
      </w:r>
      <w:r w:rsidRPr="001B73FA">
        <w:rPr>
          <w:szCs w:val="20"/>
        </w:rPr>
        <w:t>un petit bosquet d</w:t>
      </w:r>
      <w:r w:rsidR="00462692" w:rsidRPr="00A4769E">
        <w:rPr>
          <w:szCs w:val="20"/>
        </w:rPr>
        <w:t>’</w:t>
      </w:r>
      <w:r w:rsidRPr="001B73FA">
        <w:rPr>
          <w:szCs w:val="20"/>
        </w:rPr>
        <w:t>yeuses où flottaient encore les banderoles d</w:t>
      </w:r>
      <w:r w:rsidR="00462692" w:rsidRPr="00A4769E">
        <w:rPr>
          <w:szCs w:val="20"/>
        </w:rPr>
        <w:t>’</w:t>
      </w:r>
      <w:r w:rsidRPr="001B73FA">
        <w:rPr>
          <w:szCs w:val="20"/>
        </w:rPr>
        <w:t>un bal champêtre</w:t>
      </w:r>
      <w:r w:rsidR="00462692" w:rsidRPr="00A4769E">
        <w:rPr>
          <w:szCs w:val="20"/>
        </w:rPr>
        <w:t xml:space="preserve">. </w:t>
      </w:r>
      <w:r w:rsidRPr="001B73FA">
        <w:rPr>
          <w:szCs w:val="20"/>
        </w:rPr>
        <w:t>Le repas fut servi sur des tables en plein air</w:t>
      </w:r>
      <w:r w:rsidR="00462692" w:rsidRPr="00A4769E">
        <w:rPr>
          <w:szCs w:val="20"/>
        </w:rPr>
        <w:t xml:space="preserve">. </w:t>
      </w:r>
      <w:r w:rsidRPr="001B73FA">
        <w:rPr>
          <w:szCs w:val="20"/>
        </w:rPr>
        <w:t>Il était fait de tripes fort bien préparées à la sauce au vin</w:t>
      </w:r>
      <w:r w:rsidR="00462692" w:rsidRPr="00A4769E">
        <w:rPr>
          <w:szCs w:val="20"/>
        </w:rPr>
        <w:t>.</w:t>
      </w:r>
    </w:p>
    <w:p w14:paraId="037F453F" w14:textId="77777777" w:rsidR="00462692" w:rsidRPr="00A4769E" w:rsidRDefault="001B73FA" w:rsidP="001B73FA">
      <w:pPr>
        <w:rPr>
          <w:szCs w:val="20"/>
        </w:rPr>
      </w:pPr>
      <w:r w:rsidRPr="001B73FA">
        <w:rPr>
          <w:szCs w:val="20"/>
        </w:rPr>
        <w:t>Après avoir mangé plusieurs fois de ce plat dont il raffolait</w:t>
      </w:r>
      <w:r w:rsidR="00462692" w:rsidRPr="00A4769E">
        <w:rPr>
          <w:szCs w:val="20"/>
        </w:rPr>
        <w:t xml:space="preserve">, </w:t>
      </w:r>
      <w:r w:rsidRPr="001B73FA">
        <w:rPr>
          <w:szCs w:val="20"/>
        </w:rPr>
        <w:t>Angelo faisait les cent pas au soleil</w:t>
      </w:r>
      <w:r w:rsidR="00462692" w:rsidRPr="00A4769E">
        <w:rPr>
          <w:szCs w:val="20"/>
        </w:rPr>
        <w:t xml:space="preserve">, </w:t>
      </w:r>
      <w:r w:rsidRPr="001B73FA">
        <w:rPr>
          <w:szCs w:val="20"/>
        </w:rPr>
        <w:t>quand l</w:t>
      </w:r>
      <w:r w:rsidR="00462692" w:rsidRPr="00A4769E">
        <w:rPr>
          <w:szCs w:val="20"/>
        </w:rPr>
        <w:t>’</w:t>
      </w:r>
      <w:r w:rsidRPr="001B73FA">
        <w:rPr>
          <w:szCs w:val="20"/>
        </w:rPr>
        <w:t>homme au carrick s</w:t>
      </w:r>
      <w:r w:rsidR="00462692" w:rsidRPr="00A4769E">
        <w:rPr>
          <w:szCs w:val="20"/>
        </w:rPr>
        <w:t>’</w:t>
      </w:r>
      <w:r w:rsidRPr="001B73FA">
        <w:rPr>
          <w:szCs w:val="20"/>
        </w:rPr>
        <w:t>approcha de lui</w:t>
      </w:r>
      <w:r w:rsidR="00462692" w:rsidRPr="00A4769E">
        <w:rPr>
          <w:szCs w:val="20"/>
        </w:rPr>
        <w:t xml:space="preserve">. </w:t>
      </w:r>
      <w:r w:rsidRPr="001B73FA">
        <w:rPr>
          <w:szCs w:val="20"/>
        </w:rPr>
        <w:t>Il s</w:t>
      </w:r>
      <w:r w:rsidR="00462692" w:rsidRPr="00A4769E">
        <w:rPr>
          <w:szCs w:val="20"/>
        </w:rPr>
        <w:t>’</w:t>
      </w:r>
      <w:r w:rsidRPr="001B73FA">
        <w:rPr>
          <w:szCs w:val="20"/>
        </w:rPr>
        <w:t>était débarrassé de son vieux manteau de voyage</w:t>
      </w:r>
      <w:r w:rsidR="00462692" w:rsidRPr="00A4769E">
        <w:rPr>
          <w:szCs w:val="20"/>
        </w:rPr>
        <w:t xml:space="preserve">, </w:t>
      </w:r>
      <w:r w:rsidRPr="001B73FA">
        <w:rPr>
          <w:szCs w:val="20"/>
        </w:rPr>
        <w:t>il était en frac bleu de nuit</w:t>
      </w:r>
      <w:r w:rsidR="00462692" w:rsidRPr="00A4769E">
        <w:rPr>
          <w:szCs w:val="20"/>
        </w:rPr>
        <w:t xml:space="preserve">, </w:t>
      </w:r>
      <w:r w:rsidRPr="001B73FA">
        <w:rPr>
          <w:szCs w:val="20"/>
        </w:rPr>
        <w:t>avec un très beau plissé de linon blanc en cravate qui faisait ressortir le hâle de son visage maigre</w:t>
      </w:r>
      <w:r w:rsidR="00462692" w:rsidRPr="00A4769E">
        <w:rPr>
          <w:szCs w:val="20"/>
        </w:rPr>
        <w:t>. « </w:t>
      </w:r>
      <w:r w:rsidRPr="001B73FA">
        <w:rPr>
          <w:szCs w:val="20"/>
        </w:rPr>
        <w:t>Alors</w:t>
      </w:r>
      <w:r w:rsidR="00462692" w:rsidRPr="00A4769E">
        <w:rPr>
          <w:szCs w:val="20"/>
        </w:rPr>
        <w:t xml:space="preserve">, </w:t>
      </w:r>
      <w:r w:rsidRPr="001B73FA">
        <w:rPr>
          <w:szCs w:val="20"/>
        </w:rPr>
        <w:t>mon jeune ami</w:t>
      </w:r>
      <w:r w:rsidR="00462692" w:rsidRPr="00A4769E">
        <w:rPr>
          <w:szCs w:val="20"/>
        </w:rPr>
        <w:t xml:space="preserve">, </w:t>
      </w:r>
      <w:r w:rsidRPr="001B73FA">
        <w:rPr>
          <w:szCs w:val="20"/>
        </w:rPr>
        <w:t>dit-il</w:t>
      </w:r>
      <w:r w:rsidR="00462692" w:rsidRPr="00A4769E">
        <w:rPr>
          <w:szCs w:val="20"/>
        </w:rPr>
        <w:t xml:space="preserve">, </w:t>
      </w:r>
      <w:r w:rsidRPr="001B73FA">
        <w:rPr>
          <w:szCs w:val="20"/>
        </w:rPr>
        <w:t>vous pensez à vos amours</w:t>
      </w:r>
      <w:r w:rsidR="00462692" w:rsidRPr="00A4769E">
        <w:rPr>
          <w:szCs w:val="20"/>
        </w:rPr>
        <w:t> ? »</w:t>
      </w:r>
      <w:r w:rsidRPr="001B73FA">
        <w:rPr>
          <w:szCs w:val="20"/>
        </w:rPr>
        <w:t xml:space="preserve"> Il avait mis son chapeau légèrement en arrière sur l</w:t>
      </w:r>
      <w:r w:rsidR="00462692" w:rsidRPr="00A4769E">
        <w:rPr>
          <w:szCs w:val="20"/>
        </w:rPr>
        <w:t>’</w:t>
      </w:r>
      <w:r w:rsidRPr="001B73FA">
        <w:rPr>
          <w:szCs w:val="20"/>
        </w:rPr>
        <w:t>oreille et il jouait à faire claquer ses gants contre sa cuisse</w:t>
      </w:r>
      <w:r w:rsidR="00462692" w:rsidRPr="00A4769E">
        <w:rPr>
          <w:szCs w:val="20"/>
        </w:rPr>
        <w:t>. « </w:t>
      </w:r>
      <w:r w:rsidRPr="001B73FA">
        <w:rPr>
          <w:szCs w:val="20"/>
        </w:rPr>
        <w:t>Ce ne serait pas le moment</w:t>
      </w:r>
      <w:r w:rsidR="00462692" w:rsidRPr="00A4769E">
        <w:rPr>
          <w:szCs w:val="20"/>
        </w:rPr>
        <w:t xml:space="preserve">, </w:t>
      </w:r>
      <w:r w:rsidRPr="001B73FA">
        <w:rPr>
          <w:szCs w:val="20"/>
        </w:rPr>
        <w:t>dit Angelo d</w:t>
      </w:r>
      <w:r w:rsidR="00462692" w:rsidRPr="00A4769E">
        <w:rPr>
          <w:szCs w:val="20"/>
        </w:rPr>
        <w:t>’</w:t>
      </w:r>
      <w:r w:rsidRPr="001B73FA">
        <w:rPr>
          <w:szCs w:val="20"/>
        </w:rPr>
        <w:t>un air sombre</w:t>
      </w:r>
      <w:r w:rsidR="00462692" w:rsidRPr="00A4769E">
        <w:rPr>
          <w:szCs w:val="20"/>
        </w:rPr>
        <w:t>.</w:t>
      </w:r>
    </w:p>
    <w:p w14:paraId="4490391C" w14:textId="2A530FB6" w:rsidR="00462692" w:rsidRPr="00A4769E" w:rsidRDefault="00462692" w:rsidP="001B73FA">
      <w:pPr>
        <w:rPr>
          <w:szCs w:val="20"/>
        </w:rPr>
      </w:pPr>
      <w:r w:rsidRPr="00A4769E">
        <w:rPr>
          <w:szCs w:val="20"/>
        </w:rPr>
        <w:t>— </w:t>
      </w:r>
      <w:r w:rsidR="001B73FA" w:rsidRPr="001B73FA">
        <w:rPr>
          <w:szCs w:val="20"/>
        </w:rPr>
        <w:t>Tous les moments sont bons</w:t>
      </w:r>
      <w:r w:rsidRPr="00A4769E">
        <w:rPr>
          <w:szCs w:val="20"/>
        </w:rPr>
        <w:t xml:space="preserve"> », </w:t>
      </w:r>
      <w:r w:rsidR="001B73FA" w:rsidRPr="001B73FA">
        <w:rPr>
          <w:szCs w:val="20"/>
        </w:rPr>
        <w:t>dit l</w:t>
      </w:r>
      <w:r w:rsidRPr="00A4769E">
        <w:rPr>
          <w:szCs w:val="20"/>
        </w:rPr>
        <w:t>’</w:t>
      </w:r>
      <w:r w:rsidR="001B73FA" w:rsidRPr="001B73FA">
        <w:rPr>
          <w:szCs w:val="20"/>
        </w:rPr>
        <w:t>autre avec bonhomie</w:t>
      </w:r>
      <w:r w:rsidRPr="00A4769E">
        <w:rPr>
          <w:szCs w:val="20"/>
        </w:rPr>
        <w:t xml:space="preserve"> ; </w:t>
      </w:r>
      <w:r w:rsidR="001B73FA" w:rsidRPr="001B73FA">
        <w:rPr>
          <w:szCs w:val="20"/>
        </w:rPr>
        <w:t>il allait continuer</w:t>
      </w:r>
      <w:r w:rsidRPr="00A4769E">
        <w:rPr>
          <w:szCs w:val="20"/>
        </w:rPr>
        <w:t xml:space="preserve">, </w:t>
      </w:r>
      <w:r w:rsidR="001B73FA" w:rsidRPr="001B73FA">
        <w:rPr>
          <w:szCs w:val="20"/>
        </w:rPr>
        <w:t>et sans doute d</w:t>
      </w:r>
      <w:r w:rsidRPr="00A4769E">
        <w:rPr>
          <w:szCs w:val="20"/>
        </w:rPr>
        <w:t>’</w:t>
      </w:r>
      <w:r w:rsidR="001B73FA" w:rsidRPr="001B73FA">
        <w:rPr>
          <w:szCs w:val="20"/>
        </w:rPr>
        <w:t>une façon un peu verte</w:t>
      </w:r>
      <w:r w:rsidRPr="00A4769E">
        <w:rPr>
          <w:szCs w:val="20"/>
        </w:rPr>
        <w:t xml:space="preserve">, </w:t>
      </w:r>
      <w:r w:rsidR="001B73FA" w:rsidRPr="001B73FA">
        <w:rPr>
          <w:szCs w:val="20"/>
        </w:rPr>
        <w:t>car il avait eu un éclair de malice aux yeux quand la Marquise</w:t>
      </w:r>
      <w:r w:rsidR="00A25B9A">
        <w:rPr>
          <w:szCs w:val="20"/>
        </w:rPr>
        <w:t>,</w:t>
      </w:r>
      <w:r w:rsidR="001B73FA" w:rsidRPr="001B73FA">
        <w:rPr>
          <w:szCs w:val="20"/>
        </w:rPr>
        <w:t xml:space="preserve"> qui avait ouvert son ombrelle et s</w:t>
      </w:r>
      <w:r w:rsidRPr="00A4769E">
        <w:rPr>
          <w:szCs w:val="20"/>
        </w:rPr>
        <w:t>’</w:t>
      </w:r>
      <w:r w:rsidR="001B73FA" w:rsidRPr="001B73FA">
        <w:rPr>
          <w:szCs w:val="20"/>
        </w:rPr>
        <w:t>était assise au revers d</w:t>
      </w:r>
      <w:r w:rsidRPr="00A4769E">
        <w:rPr>
          <w:szCs w:val="20"/>
        </w:rPr>
        <w:t>’</w:t>
      </w:r>
      <w:r w:rsidR="001B73FA" w:rsidRPr="001B73FA">
        <w:rPr>
          <w:szCs w:val="20"/>
        </w:rPr>
        <w:t>un talus</w:t>
      </w:r>
      <w:r w:rsidRPr="00A4769E">
        <w:rPr>
          <w:szCs w:val="20"/>
        </w:rPr>
        <w:t xml:space="preserve">, </w:t>
      </w:r>
      <w:r w:rsidR="001B73FA" w:rsidRPr="001B73FA">
        <w:rPr>
          <w:szCs w:val="20"/>
        </w:rPr>
        <w:t>le regarda à travers son face-à-main et l</w:t>
      </w:r>
      <w:r w:rsidRPr="00A4769E">
        <w:rPr>
          <w:szCs w:val="20"/>
        </w:rPr>
        <w:t>’</w:t>
      </w:r>
      <w:r w:rsidR="001B73FA" w:rsidRPr="001B73FA">
        <w:rPr>
          <w:szCs w:val="20"/>
        </w:rPr>
        <w:t>appela</w:t>
      </w:r>
      <w:r w:rsidRPr="00A4769E">
        <w:rPr>
          <w:szCs w:val="20"/>
        </w:rPr>
        <w:t xml:space="preserve">. </w:t>
      </w:r>
      <w:r w:rsidR="001B73FA" w:rsidRPr="001B73FA">
        <w:rPr>
          <w:szCs w:val="20"/>
        </w:rPr>
        <w:t>Angelo tourna le dos et marcha vers le bosquet d</w:t>
      </w:r>
      <w:r w:rsidRPr="00A4769E">
        <w:rPr>
          <w:szCs w:val="20"/>
        </w:rPr>
        <w:t>’</w:t>
      </w:r>
      <w:r w:rsidR="001B73FA" w:rsidRPr="001B73FA">
        <w:rPr>
          <w:szCs w:val="20"/>
        </w:rPr>
        <w:t>yeuses</w:t>
      </w:r>
      <w:r w:rsidRPr="00A4769E">
        <w:rPr>
          <w:szCs w:val="20"/>
        </w:rPr>
        <w:t>.</w:t>
      </w:r>
    </w:p>
    <w:p w14:paraId="6BEBBBFD" w14:textId="77777777" w:rsidR="00462692" w:rsidRPr="00A4769E" w:rsidRDefault="00462692" w:rsidP="001B73FA">
      <w:pPr>
        <w:rPr>
          <w:szCs w:val="20"/>
        </w:rPr>
      </w:pPr>
      <w:r w:rsidRPr="00A4769E">
        <w:rPr>
          <w:szCs w:val="20"/>
        </w:rPr>
        <w:t>« </w:t>
      </w:r>
      <w:r w:rsidR="001B73FA" w:rsidRPr="001B73FA">
        <w:rPr>
          <w:szCs w:val="20"/>
        </w:rPr>
        <w:t>D</w:t>
      </w:r>
      <w:r w:rsidRPr="00A4769E">
        <w:rPr>
          <w:szCs w:val="20"/>
        </w:rPr>
        <w:t>’</w:t>
      </w:r>
      <w:r w:rsidR="001B73FA" w:rsidRPr="001B73FA">
        <w:rPr>
          <w:szCs w:val="20"/>
        </w:rPr>
        <w:t>où sortez-vous</w:t>
      </w:r>
      <w:r w:rsidRPr="00A4769E">
        <w:rPr>
          <w:szCs w:val="20"/>
        </w:rPr>
        <w:t xml:space="preserve">, </w:t>
      </w:r>
      <w:r w:rsidR="001B73FA" w:rsidRPr="001B73FA">
        <w:rPr>
          <w:szCs w:val="20"/>
        </w:rPr>
        <w:t>vieille canaille</w:t>
      </w:r>
      <w:r w:rsidRPr="00A4769E">
        <w:rPr>
          <w:szCs w:val="20"/>
        </w:rPr>
        <w:t xml:space="preserve"> ? </w:t>
      </w:r>
      <w:r w:rsidR="001B73FA" w:rsidRPr="001B73FA">
        <w:rPr>
          <w:szCs w:val="20"/>
        </w:rPr>
        <w:t>dit la Marquise</w:t>
      </w:r>
      <w:r w:rsidRPr="00A4769E">
        <w:rPr>
          <w:szCs w:val="20"/>
        </w:rPr>
        <w:t>.</w:t>
      </w:r>
    </w:p>
    <w:p w14:paraId="4D97CA6D" w14:textId="6960E072" w:rsidR="00462692" w:rsidRPr="00A4769E" w:rsidRDefault="00462692" w:rsidP="001B73FA">
      <w:pPr>
        <w:rPr>
          <w:szCs w:val="20"/>
        </w:rPr>
      </w:pPr>
      <w:r w:rsidRPr="00A4769E">
        <w:rPr>
          <w:szCs w:val="20"/>
        </w:rPr>
        <w:t>— </w:t>
      </w:r>
      <w:r w:rsidR="001B73FA" w:rsidRPr="001B73FA">
        <w:rPr>
          <w:szCs w:val="20"/>
        </w:rPr>
        <w:t>De la même boîte que vous</w:t>
      </w:r>
      <w:r w:rsidRPr="00A4769E">
        <w:rPr>
          <w:szCs w:val="20"/>
        </w:rPr>
        <w:t xml:space="preserve">, </w:t>
      </w:r>
      <w:r w:rsidR="001B73FA" w:rsidRPr="001B73FA">
        <w:rPr>
          <w:szCs w:val="20"/>
        </w:rPr>
        <w:t>chère amie</w:t>
      </w:r>
      <w:r w:rsidRPr="00A4769E">
        <w:rPr>
          <w:szCs w:val="20"/>
        </w:rPr>
        <w:t xml:space="preserve">, </w:t>
      </w:r>
      <w:r w:rsidR="001B73FA" w:rsidRPr="001B73FA">
        <w:rPr>
          <w:szCs w:val="20"/>
        </w:rPr>
        <w:t>répondit l</w:t>
      </w:r>
      <w:r w:rsidRPr="00A4769E">
        <w:rPr>
          <w:szCs w:val="20"/>
        </w:rPr>
        <w:t>’</w:t>
      </w:r>
      <w:r w:rsidR="001B73FA" w:rsidRPr="001B73FA">
        <w:rPr>
          <w:szCs w:val="20"/>
        </w:rPr>
        <w:t>homme au carrick en s</w:t>
      </w:r>
      <w:r w:rsidRPr="00A4769E">
        <w:rPr>
          <w:szCs w:val="20"/>
        </w:rPr>
        <w:t>’</w:t>
      </w:r>
      <w:r w:rsidR="001B73FA" w:rsidRPr="001B73FA">
        <w:rPr>
          <w:szCs w:val="20"/>
        </w:rPr>
        <w:t>inclinant et lui baisant la main</w:t>
      </w:r>
      <w:r w:rsidRPr="00A4769E">
        <w:rPr>
          <w:szCs w:val="20"/>
        </w:rPr>
        <w:t>.</w:t>
      </w:r>
    </w:p>
    <w:p w14:paraId="533D98A1" w14:textId="395BCB14" w:rsidR="00462692" w:rsidRPr="00A4769E" w:rsidRDefault="00462692" w:rsidP="001B73FA">
      <w:pPr>
        <w:rPr>
          <w:szCs w:val="20"/>
        </w:rPr>
      </w:pPr>
      <w:r w:rsidRPr="00A4769E">
        <w:rPr>
          <w:szCs w:val="20"/>
        </w:rPr>
        <w:t>— </w:t>
      </w:r>
      <w:r w:rsidR="001B73FA" w:rsidRPr="001B73FA">
        <w:rPr>
          <w:szCs w:val="20"/>
        </w:rPr>
        <w:t>Ne me dites pas que vous étiez à Gap ce matin</w:t>
      </w:r>
      <w:r w:rsidRPr="00A4769E">
        <w:rPr>
          <w:szCs w:val="20"/>
        </w:rPr>
        <w:t xml:space="preserve">, </w:t>
      </w:r>
      <w:r w:rsidR="001B73FA" w:rsidRPr="001B73FA">
        <w:rPr>
          <w:szCs w:val="20"/>
        </w:rPr>
        <w:t>dit-elle</w:t>
      </w:r>
      <w:r w:rsidRPr="00A4769E">
        <w:rPr>
          <w:szCs w:val="20"/>
        </w:rPr>
        <w:t xml:space="preserve">, </w:t>
      </w:r>
      <w:r w:rsidR="001B73FA" w:rsidRPr="001B73FA">
        <w:rPr>
          <w:szCs w:val="20"/>
        </w:rPr>
        <w:t>sans quoi c</w:t>
      </w:r>
      <w:r w:rsidRPr="00A4769E">
        <w:rPr>
          <w:szCs w:val="20"/>
        </w:rPr>
        <w:t>’</w:t>
      </w:r>
      <w:r w:rsidR="001B73FA" w:rsidRPr="001B73FA">
        <w:rPr>
          <w:szCs w:val="20"/>
        </w:rPr>
        <w:t>est à croire que j</w:t>
      </w:r>
      <w:r w:rsidRPr="00A4769E">
        <w:rPr>
          <w:szCs w:val="20"/>
        </w:rPr>
        <w:t>’</w:t>
      </w:r>
      <w:r w:rsidR="001B73FA" w:rsidRPr="001B73FA">
        <w:rPr>
          <w:szCs w:val="20"/>
        </w:rPr>
        <w:t>ai la berlue</w:t>
      </w:r>
      <w:r w:rsidRPr="00A4769E">
        <w:rPr>
          <w:szCs w:val="20"/>
        </w:rPr>
        <w:t>.</w:t>
      </w:r>
    </w:p>
    <w:p w14:paraId="7D153AF1" w14:textId="1B3459E6" w:rsidR="00462692" w:rsidRPr="00A4769E" w:rsidRDefault="00462692" w:rsidP="001B73FA">
      <w:pPr>
        <w:rPr>
          <w:szCs w:val="20"/>
        </w:rPr>
      </w:pPr>
      <w:r w:rsidRPr="00A4769E">
        <w:rPr>
          <w:szCs w:val="20"/>
        </w:rPr>
        <w:t>— </w:t>
      </w:r>
      <w:r w:rsidR="001B73FA" w:rsidRPr="001B73FA">
        <w:rPr>
          <w:szCs w:val="20"/>
        </w:rPr>
        <w:t>Vous n</w:t>
      </w:r>
      <w:r w:rsidRPr="00A4769E">
        <w:rPr>
          <w:szCs w:val="20"/>
        </w:rPr>
        <w:t>’</w:t>
      </w:r>
      <w:r w:rsidR="001B73FA" w:rsidRPr="001B73FA">
        <w:rPr>
          <w:szCs w:val="20"/>
        </w:rPr>
        <w:t>aviez pas la berlue</w:t>
      </w:r>
      <w:r w:rsidRPr="00A4769E">
        <w:rPr>
          <w:szCs w:val="20"/>
        </w:rPr>
        <w:t xml:space="preserve">, </w:t>
      </w:r>
      <w:r w:rsidR="001B73FA" w:rsidRPr="001B73FA">
        <w:rPr>
          <w:szCs w:val="20"/>
        </w:rPr>
        <w:t>dit-il</w:t>
      </w:r>
      <w:r w:rsidRPr="00A4769E">
        <w:rPr>
          <w:szCs w:val="20"/>
        </w:rPr>
        <w:t xml:space="preserve">, </w:t>
      </w:r>
      <w:r w:rsidR="001B73FA" w:rsidRPr="001B73FA">
        <w:rPr>
          <w:szCs w:val="20"/>
        </w:rPr>
        <w:t>mais j</w:t>
      </w:r>
      <w:r w:rsidRPr="00A4769E">
        <w:rPr>
          <w:szCs w:val="20"/>
        </w:rPr>
        <w:t>’</w:t>
      </w:r>
      <w:r w:rsidR="001B73FA" w:rsidRPr="001B73FA">
        <w:rPr>
          <w:szCs w:val="20"/>
        </w:rPr>
        <w:t>avais un carrick écossais et une casquette</w:t>
      </w:r>
      <w:r w:rsidRPr="00A4769E">
        <w:rPr>
          <w:szCs w:val="20"/>
        </w:rPr>
        <w:t>.</w:t>
      </w:r>
    </w:p>
    <w:p w14:paraId="32832351" w14:textId="151A7CF2" w:rsidR="00462692" w:rsidRPr="00A4769E" w:rsidRDefault="00462692" w:rsidP="001B73FA">
      <w:pPr>
        <w:rPr>
          <w:szCs w:val="20"/>
        </w:rPr>
      </w:pPr>
      <w:r w:rsidRPr="00A4769E">
        <w:rPr>
          <w:szCs w:val="20"/>
        </w:rPr>
        <w:lastRenderedPageBreak/>
        <w:t>— </w:t>
      </w:r>
      <w:r w:rsidR="001B73FA" w:rsidRPr="001B73FA">
        <w:rPr>
          <w:szCs w:val="20"/>
        </w:rPr>
        <w:t>Comment</w:t>
      </w:r>
      <w:r w:rsidRPr="00A4769E">
        <w:rPr>
          <w:szCs w:val="20"/>
        </w:rPr>
        <w:t xml:space="preserve">, </w:t>
      </w:r>
      <w:r w:rsidR="001B73FA" w:rsidRPr="001B73FA">
        <w:rPr>
          <w:szCs w:val="20"/>
        </w:rPr>
        <w:t>dit la Marquise</w:t>
      </w:r>
      <w:r w:rsidRPr="00A4769E">
        <w:rPr>
          <w:szCs w:val="20"/>
        </w:rPr>
        <w:t xml:space="preserve">, </w:t>
      </w:r>
      <w:r w:rsidR="001B73FA" w:rsidRPr="001B73FA">
        <w:rPr>
          <w:szCs w:val="20"/>
        </w:rPr>
        <w:t>c</w:t>
      </w:r>
      <w:r w:rsidRPr="00A4769E">
        <w:rPr>
          <w:szCs w:val="20"/>
        </w:rPr>
        <w:t>’</w:t>
      </w:r>
      <w:r w:rsidR="001B73FA" w:rsidRPr="001B73FA">
        <w:rPr>
          <w:szCs w:val="20"/>
        </w:rPr>
        <w:t>était vous</w:t>
      </w:r>
      <w:r w:rsidRPr="00A4769E">
        <w:rPr>
          <w:szCs w:val="20"/>
        </w:rPr>
        <w:t xml:space="preserve">, </w:t>
      </w:r>
      <w:r w:rsidR="001B73FA" w:rsidRPr="001B73FA">
        <w:rPr>
          <w:szCs w:val="20"/>
        </w:rPr>
        <w:t>le carrick</w:t>
      </w:r>
      <w:r w:rsidRPr="00A4769E">
        <w:rPr>
          <w:szCs w:val="20"/>
        </w:rPr>
        <w:t xml:space="preserve"> ? </w:t>
      </w:r>
      <w:r w:rsidR="001B73FA" w:rsidRPr="001B73FA">
        <w:rPr>
          <w:szCs w:val="20"/>
        </w:rPr>
        <w:t>Celui-là</w:t>
      </w:r>
      <w:r w:rsidRPr="00A4769E">
        <w:rPr>
          <w:szCs w:val="20"/>
        </w:rPr>
        <w:t xml:space="preserve">, </w:t>
      </w:r>
      <w:r w:rsidR="001B73FA" w:rsidRPr="001B73FA">
        <w:rPr>
          <w:szCs w:val="20"/>
        </w:rPr>
        <w:t>je l</w:t>
      </w:r>
      <w:r w:rsidRPr="00A4769E">
        <w:rPr>
          <w:szCs w:val="20"/>
        </w:rPr>
        <w:t>’</w:t>
      </w:r>
      <w:r w:rsidR="001B73FA" w:rsidRPr="001B73FA">
        <w:rPr>
          <w:szCs w:val="20"/>
        </w:rPr>
        <w:t>ai vu</w:t>
      </w:r>
      <w:r w:rsidRPr="00A4769E">
        <w:rPr>
          <w:szCs w:val="20"/>
        </w:rPr>
        <w:t xml:space="preserve">, </w:t>
      </w:r>
      <w:r w:rsidR="001B73FA" w:rsidRPr="001B73FA">
        <w:rPr>
          <w:szCs w:val="20"/>
        </w:rPr>
        <w:t>de dos</w:t>
      </w:r>
      <w:r w:rsidRPr="00A4769E">
        <w:rPr>
          <w:szCs w:val="20"/>
        </w:rPr>
        <w:t xml:space="preserve"> </w:t>
      </w:r>
      <w:r w:rsidR="001B73FA" w:rsidRPr="001B73FA">
        <w:rPr>
          <w:szCs w:val="20"/>
        </w:rPr>
        <w:t>je dois dire</w:t>
      </w:r>
      <w:r w:rsidRPr="00A4769E">
        <w:rPr>
          <w:szCs w:val="20"/>
        </w:rPr>
        <w:t xml:space="preserve">. </w:t>
      </w:r>
      <w:r w:rsidR="001B73FA" w:rsidRPr="001B73FA">
        <w:rPr>
          <w:szCs w:val="20"/>
        </w:rPr>
        <w:t>Mais qui aurait pu imaginer</w:t>
      </w:r>
      <w:r w:rsidRPr="00A4769E">
        <w:rPr>
          <w:szCs w:val="20"/>
        </w:rPr>
        <w:t xml:space="preserve">… </w:t>
      </w:r>
      <w:r w:rsidR="001B73FA" w:rsidRPr="001B73FA">
        <w:rPr>
          <w:szCs w:val="20"/>
        </w:rPr>
        <w:t>et tout à l</w:t>
      </w:r>
      <w:r w:rsidRPr="00A4769E">
        <w:rPr>
          <w:szCs w:val="20"/>
        </w:rPr>
        <w:t>’</w:t>
      </w:r>
      <w:r w:rsidR="001B73FA" w:rsidRPr="001B73FA">
        <w:rPr>
          <w:szCs w:val="20"/>
        </w:rPr>
        <w:t>heure pendant le repas j</w:t>
      </w:r>
      <w:r w:rsidRPr="00A4769E">
        <w:rPr>
          <w:szCs w:val="20"/>
        </w:rPr>
        <w:t>’</w:t>
      </w:r>
      <w:r w:rsidR="001B73FA" w:rsidRPr="001B73FA">
        <w:rPr>
          <w:szCs w:val="20"/>
        </w:rPr>
        <w:t>ai mangé comme une paysanne</w:t>
      </w:r>
      <w:r w:rsidRPr="00A4769E">
        <w:rPr>
          <w:szCs w:val="20"/>
        </w:rPr>
        <w:t xml:space="preserve">, </w:t>
      </w:r>
      <w:r w:rsidR="001B73FA" w:rsidRPr="001B73FA">
        <w:rPr>
          <w:szCs w:val="20"/>
        </w:rPr>
        <w:t>le nez sur l</w:t>
      </w:r>
      <w:r w:rsidRPr="00A4769E">
        <w:rPr>
          <w:szCs w:val="20"/>
        </w:rPr>
        <w:t>’</w:t>
      </w:r>
      <w:r w:rsidR="001B73FA" w:rsidRPr="001B73FA">
        <w:rPr>
          <w:szCs w:val="20"/>
        </w:rPr>
        <w:t>assiette</w:t>
      </w:r>
      <w:r w:rsidRPr="00A4769E">
        <w:rPr>
          <w:szCs w:val="20"/>
        </w:rPr>
        <w:t xml:space="preserve">, </w:t>
      </w:r>
      <w:r w:rsidR="001B73FA" w:rsidRPr="001B73FA">
        <w:rPr>
          <w:szCs w:val="20"/>
        </w:rPr>
        <w:t>je ne vous ai pas aperçu</w:t>
      </w:r>
      <w:r w:rsidRPr="00A4769E">
        <w:rPr>
          <w:szCs w:val="20"/>
        </w:rPr>
        <w:t xml:space="preserve">. </w:t>
      </w:r>
      <w:r w:rsidR="001B73FA" w:rsidRPr="001B73FA">
        <w:rPr>
          <w:szCs w:val="20"/>
        </w:rPr>
        <w:t>Où allez-vous donc canailler ainsi</w:t>
      </w:r>
      <w:r w:rsidRPr="00A4769E">
        <w:rPr>
          <w:szCs w:val="20"/>
        </w:rPr>
        <w:t> ?</w:t>
      </w:r>
    </w:p>
    <w:p w14:paraId="6BEEA653" w14:textId="0A5DE3D4" w:rsidR="00462692" w:rsidRPr="00A4769E" w:rsidRDefault="00462692" w:rsidP="001B73FA">
      <w:pPr>
        <w:rPr>
          <w:szCs w:val="20"/>
        </w:rPr>
      </w:pPr>
      <w:r w:rsidRPr="00A4769E">
        <w:rPr>
          <w:szCs w:val="20"/>
        </w:rPr>
        <w:t>— </w:t>
      </w:r>
      <w:r w:rsidR="001B73FA" w:rsidRPr="001B73FA">
        <w:rPr>
          <w:szCs w:val="20"/>
        </w:rPr>
        <w:t>S</w:t>
      </w:r>
      <w:r w:rsidRPr="00A4769E">
        <w:rPr>
          <w:szCs w:val="20"/>
        </w:rPr>
        <w:t>’</w:t>
      </w:r>
      <w:r w:rsidR="001B73FA" w:rsidRPr="001B73FA">
        <w:rPr>
          <w:szCs w:val="20"/>
        </w:rPr>
        <w:t>il faut vous mentir</w:t>
      </w:r>
      <w:r w:rsidRPr="00A4769E">
        <w:rPr>
          <w:szCs w:val="20"/>
        </w:rPr>
        <w:t xml:space="preserve">, </w:t>
      </w:r>
      <w:r w:rsidR="001B73FA" w:rsidRPr="001B73FA">
        <w:rPr>
          <w:szCs w:val="20"/>
        </w:rPr>
        <w:t>dit-il</w:t>
      </w:r>
      <w:r w:rsidRPr="00A4769E">
        <w:rPr>
          <w:szCs w:val="20"/>
        </w:rPr>
        <w:t xml:space="preserve">, </w:t>
      </w:r>
      <w:r w:rsidR="001B73FA" w:rsidRPr="001B73FA">
        <w:rPr>
          <w:szCs w:val="20"/>
        </w:rPr>
        <w:t>je vais à Marseille régler un petit différend</w:t>
      </w:r>
      <w:r w:rsidRPr="00A4769E">
        <w:rPr>
          <w:szCs w:val="20"/>
        </w:rPr>
        <w:t xml:space="preserve">… </w:t>
      </w:r>
      <w:r w:rsidR="001B73FA" w:rsidRPr="001B73FA">
        <w:rPr>
          <w:szCs w:val="20"/>
        </w:rPr>
        <w:t>ecclésiastique</w:t>
      </w:r>
      <w:r w:rsidRPr="00A4769E">
        <w:rPr>
          <w:szCs w:val="20"/>
        </w:rPr>
        <w:t> !</w:t>
      </w:r>
    </w:p>
    <w:p w14:paraId="3D6FBE6E" w14:textId="42376BC6" w:rsidR="00462692" w:rsidRPr="00A4769E" w:rsidRDefault="00462692" w:rsidP="001B73FA">
      <w:pPr>
        <w:rPr>
          <w:szCs w:val="20"/>
        </w:rPr>
      </w:pPr>
      <w:r w:rsidRPr="00A4769E">
        <w:rPr>
          <w:szCs w:val="20"/>
        </w:rPr>
        <w:t>— </w:t>
      </w:r>
      <w:r w:rsidR="001B73FA" w:rsidRPr="001B73FA">
        <w:rPr>
          <w:szCs w:val="20"/>
        </w:rPr>
        <w:t>Vous êtes aussi loin de l</w:t>
      </w:r>
      <w:r w:rsidRPr="00A4769E">
        <w:rPr>
          <w:szCs w:val="20"/>
        </w:rPr>
        <w:t>’</w:t>
      </w:r>
      <w:r w:rsidR="001B73FA" w:rsidRPr="001B73FA">
        <w:rPr>
          <w:szCs w:val="20"/>
        </w:rPr>
        <w:t>ecclésiastique</w:t>
      </w:r>
      <w:r w:rsidRPr="00A4769E">
        <w:rPr>
          <w:szCs w:val="20"/>
        </w:rPr>
        <w:t xml:space="preserve">, </w:t>
      </w:r>
      <w:r w:rsidR="001B73FA" w:rsidRPr="001B73FA">
        <w:rPr>
          <w:szCs w:val="20"/>
        </w:rPr>
        <w:t>dit la Marquise</w:t>
      </w:r>
      <w:r w:rsidRPr="00A4769E">
        <w:rPr>
          <w:szCs w:val="20"/>
        </w:rPr>
        <w:t xml:space="preserve">, </w:t>
      </w:r>
      <w:r w:rsidR="001B73FA" w:rsidRPr="001B73FA">
        <w:rPr>
          <w:szCs w:val="20"/>
        </w:rPr>
        <w:t>que je suis loin de la beauté</w:t>
      </w:r>
      <w:r w:rsidRPr="00A4769E">
        <w:rPr>
          <w:szCs w:val="20"/>
        </w:rPr>
        <w:t>.</w:t>
      </w:r>
    </w:p>
    <w:p w14:paraId="02E95A9B" w14:textId="7085BA61" w:rsidR="00462692" w:rsidRPr="00A4769E" w:rsidRDefault="00462692" w:rsidP="001B73FA">
      <w:pPr>
        <w:rPr>
          <w:szCs w:val="20"/>
        </w:rPr>
      </w:pPr>
      <w:r w:rsidRPr="00A4769E">
        <w:rPr>
          <w:szCs w:val="20"/>
        </w:rPr>
        <w:t>— </w:t>
      </w:r>
      <w:r w:rsidR="001B73FA" w:rsidRPr="001B73FA">
        <w:rPr>
          <w:szCs w:val="20"/>
        </w:rPr>
        <w:t xml:space="preserve">Hé </w:t>
      </w:r>
      <w:proofErr w:type="spellStart"/>
      <w:r w:rsidR="001B73FA" w:rsidRPr="001B73FA">
        <w:rPr>
          <w:szCs w:val="20"/>
        </w:rPr>
        <w:t>hé</w:t>
      </w:r>
      <w:proofErr w:type="spellEnd"/>
      <w:r w:rsidRPr="00A4769E">
        <w:rPr>
          <w:szCs w:val="20"/>
        </w:rPr>
        <w:t xml:space="preserve"> !, </w:t>
      </w:r>
      <w:r w:rsidR="001B73FA" w:rsidRPr="001B73FA">
        <w:rPr>
          <w:szCs w:val="20"/>
        </w:rPr>
        <w:t>dit-il galamment</w:t>
      </w:r>
      <w:r w:rsidRPr="00A4769E">
        <w:rPr>
          <w:szCs w:val="20"/>
        </w:rPr>
        <w:t xml:space="preserve">, </w:t>
      </w:r>
      <w:r w:rsidR="001B73FA" w:rsidRPr="001B73FA">
        <w:rPr>
          <w:szCs w:val="20"/>
        </w:rPr>
        <w:t>ne m</w:t>
      </w:r>
      <w:r w:rsidRPr="00A4769E">
        <w:rPr>
          <w:szCs w:val="20"/>
        </w:rPr>
        <w:t>’</w:t>
      </w:r>
      <w:r w:rsidR="001B73FA" w:rsidRPr="001B73FA">
        <w:rPr>
          <w:szCs w:val="20"/>
        </w:rPr>
        <w:t>obligez pas à avouer les secrets de mon c</w:t>
      </w:r>
      <w:r w:rsidRPr="00A4769E">
        <w:rPr>
          <w:szCs w:val="20"/>
        </w:rPr>
        <w:t>œ</w:t>
      </w:r>
      <w:r w:rsidR="001B73FA" w:rsidRPr="001B73FA">
        <w:rPr>
          <w:szCs w:val="20"/>
        </w:rPr>
        <w:t>ur</w:t>
      </w:r>
      <w:r w:rsidRPr="00A4769E">
        <w:rPr>
          <w:szCs w:val="20"/>
        </w:rPr>
        <w:t>.</w:t>
      </w:r>
    </w:p>
    <w:p w14:paraId="4D459B37" w14:textId="7B8BAD2E" w:rsidR="00462692" w:rsidRPr="00A4769E" w:rsidRDefault="00462692" w:rsidP="001B73FA">
      <w:pPr>
        <w:rPr>
          <w:szCs w:val="20"/>
        </w:rPr>
      </w:pPr>
      <w:r w:rsidRPr="00A4769E">
        <w:rPr>
          <w:szCs w:val="20"/>
        </w:rPr>
        <w:t>— </w:t>
      </w:r>
      <w:r w:rsidR="001B73FA" w:rsidRPr="001B73FA">
        <w:rPr>
          <w:szCs w:val="20"/>
        </w:rPr>
        <w:t>Qui pourra jamais vous obliger à avouer quoi que ce soit</w:t>
      </w:r>
      <w:r w:rsidRPr="00A4769E">
        <w:rPr>
          <w:szCs w:val="20"/>
        </w:rPr>
        <w:t xml:space="preserve"> ? </w:t>
      </w:r>
      <w:r w:rsidR="001B73FA" w:rsidRPr="001B73FA">
        <w:rPr>
          <w:szCs w:val="20"/>
        </w:rPr>
        <w:t>dit-elle</w:t>
      </w:r>
      <w:r w:rsidRPr="00A4769E">
        <w:rPr>
          <w:szCs w:val="20"/>
        </w:rPr>
        <w:t xml:space="preserve">. </w:t>
      </w:r>
      <w:r w:rsidR="001B73FA" w:rsidRPr="001B73FA">
        <w:rPr>
          <w:szCs w:val="20"/>
        </w:rPr>
        <w:t>Et ce charmant jeune homme</w:t>
      </w:r>
      <w:r w:rsidRPr="00A4769E">
        <w:rPr>
          <w:szCs w:val="20"/>
        </w:rPr>
        <w:t xml:space="preserve">, </w:t>
      </w:r>
      <w:r w:rsidR="001B73FA" w:rsidRPr="001B73FA">
        <w:rPr>
          <w:szCs w:val="20"/>
        </w:rPr>
        <w:t>cérémonieux comme un cyprès</w:t>
      </w:r>
      <w:r w:rsidRPr="00A4769E">
        <w:rPr>
          <w:szCs w:val="20"/>
        </w:rPr>
        <w:t xml:space="preserve">, </w:t>
      </w:r>
      <w:r w:rsidR="001B73FA" w:rsidRPr="001B73FA">
        <w:rPr>
          <w:szCs w:val="20"/>
        </w:rPr>
        <w:t>qui avait à l</w:t>
      </w:r>
      <w:r w:rsidRPr="00A4769E">
        <w:rPr>
          <w:szCs w:val="20"/>
        </w:rPr>
        <w:t>’</w:t>
      </w:r>
      <w:r w:rsidR="001B73FA" w:rsidRPr="001B73FA">
        <w:rPr>
          <w:szCs w:val="20"/>
        </w:rPr>
        <w:t>instant le bénéfice de vos prévenances</w:t>
      </w:r>
      <w:r w:rsidRPr="00A4769E">
        <w:rPr>
          <w:szCs w:val="20"/>
        </w:rPr>
        <w:t xml:space="preserve"> (</w:t>
      </w:r>
      <w:r w:rsidR="001B73FA" w:rsidRPr="001B73FA">
        <w:rPr>
          <w:szCs w:val="20"/>
        </w:rPr>
        <w:t>toujours intéressées</w:t>
      </w:r>
      <w:r w:rsidRPr="00A4769E">
        <w:rPr>
          <w:szCs w:val="20"/>
        </w:rPr>
        <w:t>)</w:t>
      </w:r>
      <w:r w:rsidR="00A25B9A">
        <w:rPr>
          <w:szCs w:val="20"/>
        </w:rPr>
        <w:t>,</w:t>
      </w:r>
      <w:r w:rsidRPr="00A4769E">
        <w:rPr>
          <w:szCs w:val="20"/>
        </w:rPr>
        <w:t xml:space="preserve"> </w:t>
      </w:r>
      <w:r w:rsidR="001B73FA" w:rsidRPr="001B73FA">
        <w:rPr>
          <w:szCs w:val="20"/>
        </w:rPr>
        <w:t>est-il</w:t>
      </w:r>
      <w:r w:rsidRPr="00A4769E">
        <w:rPr>
          <w:szCs w:val="20"/>
        </w:rPr>
        <w:t xml:space="preserve">, </w:t>
      </w:r>
      <w:r w:rsidR="001B73FA" w:rsidRPr="001B73FA">
        <w:rPr>
          <w:szCs w:val="20"/>
        </w:rPr>
        <w:t>s</w:t>
      </w:r>
      <w:r w:rsidRPr="00A4769E">
        <w:rPr>
          <w:szCs w:val="20"/>
        </w:rPr>
        <w:t>’</w:t>
      </w:r>
      <w:r w:rsidR="001B73FA" w:rsidRPr="001B73FA">
        <w:rPr>
          <w:szCs w:val="20"/>
        </w:rPr>
        <w:t>il est permis de le demander</w:t>
      </w:r>
      <w:r w:rsidRPr="00A4769E">
        <w:rPr>
          <w:szCs w:val="20"/>
        </w:rPr>
        <w:t xml:space="preserve">, </w:t>
      </w:r>
      <w:r w:rsidR="001B73FA" w:rsidRPr="001B73FA">
        <w:rPr>
          <w:szCs w:val="20"/>
        </w:rPr>
        <w:t>un de ces ecclésiastiques dont vous réglez les différends</w:t>
      </w:r>
      <w:r w:rsidRPr="00A4769E">
        <w:rPr>
          <w:szCs w:val="20"/>
        </w:rPr>
        <w:t> ? »</w:t>
      </w:r>
      <w:r w:rsidR="001B73FA" w:rsidRPr="001B73FA">
        <w:rPr>
          <w:szCs w:val="20"/>
        </w:rPr>
        <w:t xml:space="preserve"> Et elle le regarda fixement à travers son face-à-main</w:t>
      </w:r>
      <w:r w:rsidRPr="00A4769E">
        <w:rPr>
          <w:szCs w:val="20"/>
        </w:rPr>
        <w:t>. « </w:t>
      </w:r>
      <w:r w:rsidR="001B73FA" w:rsidRPr="001B73FA">
        <w:rPr>
          <w:szCs w:val="20"/>
        </w:rPr>
        <w:t>À vous répondre franchement cette fois</w:t>
      </w:r>
      <w:r w:rsidRPr="00A4769E">
        <w:rPr>
          <w:szCs w:val="20"/>
        </w:rPr>
        <w:t xml:space="preserve">, </w:t>
      </w:r>
      <w:r w:rsidR="001B73FA" w:rsidRPr="001B73FA">
        <w:rPr>
          <w:szCs w:val="20"/>
        </w:rPr>
        <w:t>il est exactement le contraire</w:t>
      </w:r>
      <w:r w:rsidRPr="00A4769E">
        <w:rPr>
          <w:szCs w:val="20"/>
        </w:rPr>
        <w:t>.</w:t>
      </w:r>
    </w:p>
    <w:p w14:paraId="02605B96" w14:textId="6FFCAF1F" w:rsidR="00462692" w:rsidRPr="00A4769E" w:rsidRDefault="00462692" w:rsidP="001B73FA">
      <w:pPr>
        <w:rPr>
          <w:szCs w:val="20"/>
        </w:rPr>
      </w:pPr>
      <w:r w:rsidRPr="00A4769E">
        <w:rPr>
          <w:szCs w:val="20"/>
        </w:rPr>
        <w:t>— </w:t>
      </w:r>
      <w:r w:rsidR="001B73FA" w:rsidRPr="001B73FA">
        <w:rPr>
          <w:szCs w:val="20"/>
        </w:rPr>
        <w:t>Franchement est un drôle de mot dans votre bouche</w:t>
      </w:r>
      <w:r w:rsidRPr="00A4769E">
        <w:rPr>
          <w:szCs w:val="20"/>
        </w:rPr>
        <w:t xml:space="preserve">, </w:t>
      </w:r>
      <w:r w:rsidR="001B73FA" w:rsidRPr="001B73FA">
        <w:rPr>
          <w:szCs w:val="20"/>
        </w:rPr>
        <w:t>dit-elle</w:t>
      </w:r>
      <w:r w:rsidRPr="00A4769E">
        <w:rPr>
          <w:szCs w:val="20"/>
        </w:rPr>
        <w:t xml:space="preserve">. </w:t>
      </w:r>
      <w:r w:rsidR="001B73FA" w:rsidRPr="001B73FA">
        <w:rPr>
          <w:szCs w:val="20"/>
        </w:rPr>
        <w:t>J</w:t>
      </w:r>
      <w:r w:rsidRPr="00A4769E">
        <w:rPr>
          <w:szCs w:val="20"/>
        </w:rPr>
        <w:t>’</w:t>
      </w:r>
      <w:r w:rsidR="001B73FA" w:rsidRPr="001B73FA">
        <w:rPr>
          <w:szCs w:val="20"/>
        </w:rPr>
        <w:t>aime autant vous dire que</w:t>
      </w:r>
      <w:r w:rsidRPr="00A4769E">
        <w:rPr>
          <w:szCs w:val="20"/>
        </w:rPr>
        <w:t xml:space="preserve">, </w:t>
      </w:r>
      <w:r w:rsidR="001B73FA" w:rsidRPr="001B73FA">
        <w:rPr>
          <w:szCs w:val="20"/>
        </w:rPr>
        <w:t>tout à l</w:t>
      </w:r>
      <w:r w:rsidRPr="00A4769E">
        <w:rPr>
          <w:szCs w:val="20"/>
        </w:rPr>
        <w:t>’</w:t>
      </w:r>
      <w:r w:rsidR="001B73FA" w:rsidRPr="001B73FA">
        <w:rPr>
          <w:szCs w:val="20"/>
        </w:rPr>
        <w:t>heure</w:t>
      </w:r>
      <w:r w:rsidRPr="00A4769E">
        <w:rPr>
          <w:szCs w:val="20"/>
        </w:rPr>
        <w:t xml:space="preserve">, </w:t>
      </w:r>
      <w:r w:rsidR="001B73FA" w:rsidRPr="001B73FA">
        <w:rPr>
          <w:szCs w:val="20"/>
        </w:rPr>
        <w:t>vous aviez l</w:t>
      </w:r>
      <w:r w:rsidRPr="00A4769E">
        <w:rPr>
          <w:szCs w:val="20"/>
        </w:rPr>
        <w:t>’</w:t>
      </w:r>
      <w:r w:rsidR="001B73FA" w:rsidRPr="001B73FA">
        <w:rPr>
          <w:szCs w:val="20"/>
        </w:rPr>
        <w:t>air de vous lécher les babines</w:t>
      </w:r>
      <w:r w:rsidRPr="00A4769E">
        <w:rPr>
          <w:szCs w:val="20"/>
        </w:rPr>
        <w:t xml:space="preserve">. </w:t>
      </w:r>
      <w:r w:rsidR="001B73FA" w:rsidRPr="001B73FA">
        <w:rPr>
          <w:szCs w:val="20"/>
        </w:rPr>
        <w:t>C</w:t>
      </w:r>
      <w:r w:rsidRPr="00A4769E">
        <w:rPr>
          <w:szCs w:val="20"/>
        </w:rPr>
        <w:t>’</w:t>
      </w:r>
      <w:r w:rsidR="001B73FA" w:rsidRPr="001B73FA">
        <w:rPr>
          <w:szCs w:val="20"/>
        </w:rPr>
        <w:t>est même l</w:t>
      </w:r>
      <w:r w:rsidRPr="00A4769E">
        <w:rPr>
          <w:szCs w:val="20"/>
        </w:rPr>
        <w:t>’</w:t>
      </w:r>
      <w:r w:rsidR="001B73FA" w:rsidRPr="001B73FA">
        <w:rPr>
          <w:szCs w:val="20"/>
        </w:rPr>
        <w:t>air bêta que vous prenez dans ces grandes occasions qui a attiré mon regard et vous a fait reconnaître</w:t>
      </w:r>
      <w:r w:rsidRPr="00A4769E">
        <w:rPr>
          <w:szCs w:val="20"/>
        </w:rPr>
        <w:t>.</w:t>
      </w:r>
    </w:p>
    <w:p w14:paraId="45A6425D" w14:textId="04981912" w:rsidR="00462692" w:rsidRPr="00A4769E" w:rsidRDefault="00462692" w:rsidP="001B73FA">
      <w:pPr>
        <w:rPr>
          <w:szCs w:val="20"/>
        </w:rPr>
      </w:pPr>
      <w:r w:rsidRPr="00A4769E">
        <w:rPr>
          <w:szCs w:val="20"/>
        </w:rPr>
        <w:t>— </w:t>
      </w:r>
      <w:r w:rsidR="001B73FA" w:rsidRPr="001B73FA">
        <w:rPr>
          <w:szCs w:val="20"/>
        </w:rPr>
        <w:t>Je ne conteste pas la grande occasion</w:t>
      </w:r>
      <w:r w:rsidRPr="00A4769E">
        <w:rPr>
          <w:szCs w:val="20"/>
        </w:rPr>
        <w:t xml:space="preserve">, </w:t>
      </w:r>
      <w:r w:rsidR="001B73FA" w:rsidRPr="001B73FA">
        <w:rPr>
          <w:szCs w:val="20"/>
        </w:rPr>
        <w:t>dit l</w:t>
      </w:r>
      <w:r w:rsidRPr="00A4769E">
        <w:rPr>
          <w:szCs w:val="20"/>
        </w:rPr>
        <w:t>’</w:t>
      </w:r>
      <w:r w:rsidR="001B73FA" w:rsidRPr="001B73FA">
        <w:rPr>
          <w:szCs w:val="20"/>
        </w:rPr>
        <w:t>homme au frac bleu de nuit</w:t>
      </w:r>
      <w:r w:rsidRPr="00A4769E">
        <w:rPr>
          <w:szCs w:val="20"/>
        </w:rPr>
        <w:t xml:space="preserve">, </w:t>
      </w:r>
      <w:r w:rsidR="001B73FA" w:rsidRPr="001B73FA">
        <w:rPr>
          <w:szCs w:val="20"/>
        </w:rPr>
        <w:t>car c</w:t>
      </w:r>
      <w:r w:rsidRPr="00A4769E">
        <w:rPr>
          <w:szCs w:val="20"/>
        </w:rPr>
        <w:t>’</w:t>
      </w:r>
      <w:r w:rsidR="001B73FA" w:rsidRPr="001B73FA">
        <w:rPr>
          <w:szCs w:val="20"/>
        </w:rPr>
        <w:t>en est une de rencontrer un être sans arrière-pensée</w:t>
      </w:r>
      <w:r w:rsidRPr="00A4769E">
        <w:rPr>
          <w:szCs w:val="20"/>
        </w:rPr>
        <w:t xml:space="preserve">, </w:t>
      </w:r>
      <w:r w:rsidR="001B73FA" w:rsidRPr="001B73FA">
        <w:rPr>
          <w:szCs w:val="20"/>
        </w:rPr>
        <w:t>ou tout au moins</w:t>
      </w:r>
      <w:r w:rsidRPr="00A4769E">
        <w:rPr>
          <w:szCs w:val="20"/>
        </w:rPr>
        <w:t xml:space="preserve">, </w:t>
      </w:r>
      <w:r w:rsidR="001B73FA" w:rsidRPr="001B73FA">
        <w:rPr>
          <w:szCs w:val="20"/>
        </w:rPr>
        <w:t>ajouta-t-il en souriant</w:t>
      </w:r>
      <w:r w:rsidRPr="00A4769E">
        <w:rPr>
          <w:szCs w:val="20"/>
        </w:rPr>
        <w:t xml:space="preserve">, </w:t>
      </w:r>
      <w:r w:rsidR="001B73FA" w:rsidRPr="001B73FA">
        <w:rPr>
          <w:szCs w:val="20"/>
        </w:rPr>
        <w:t>dont les arrière-pensées renchérissent en générosité sur les pensées elles-mêmes</w:t>
      </w:r>
      <w:r w:rsidRPr="00A4769E">
        <w:rPr>
          <w:szCs w:val="20"/>
        </w:rPr>
        <w:t xml:space="preserve">. </w:t>
      </w:r>
      <w:r w:rsidR="001B73FA" w:rsidRPr="001B73FA">
        <w:rPr>
          <w:szCs w:val="20"/>
        </w:rPr>
        <w:t>À vous dire les choses exactement comme elles sont</w:t>
      </w:r>
      <w:r w:rsidRPr="00A4769E">
        <w:rPr>
          <w:szCs w:val="20"/>
        </w:rPr>
        <w:t xml:space="preserve">, </w:t>
      </w:r>
      <w:r w:rsidR="001B73FA" w:rsidRPr="001B73FA">
        <w:rPr>
          <w:szCs w:val="20"/>
        </w:rPr>
        <w:t>j</w:t>
      </w:r>
      <w:r w:rsidRPr="00A4769E">
        <w:rPr>
          <w:szCs w:val="20"/>
        </w:rPr>
        <w:t>’</w:t>
      </w:r>
      <w:r w:rsidR="001B73FA" w:rsidRPr="001B73FA">
        <w:rPr>
          <w:szCs w:val="20"/>
        </w:rPr>
        <w:t>ai sauté sur l</w:t>
      </w:r>
      <w:r w:rsidRPr="00A4769E">
        <w:rPr>
          <w:szCs w:val="20"/>
        </w:rPr>
        <w:t>’</w:t>
      </w:r>
      <w:r w:rsidR="001B73FA" w:rsidRPr="001B73FA">
        <w:rPr>
          <w:szCs w:val="20"/>
        </w:rPr>
        <w:t xml:space="preserve">occasion de me goberger </w:t>
      </w:r>
      <w:r w:rsidR="001B73FA" w:rsidRPr="001B73FA">
        <w:rPr>
          <w:szCs w:val="20"/>
        </w:rPr>
        <w:lastRenderedPageBreak/>
        <w:t>dans de la jeunesse pure</w:t>
      </w:r>
      <w:r w:rsidRPr="00A4769E">
        <w:rPr>
          <w:szCs w:val="20"/>
        </w:rPr>
        <w:t xml:space="preserve">. </w:t>
      </w:r>
      <w:r w:rsidR="001B73FA" w:rsidRPr="001B73FA">
        <w:rPr>
          <w:szCs w:val="20"/>
        </w:rPr>
        <w:t>La naïveté de ce jeune homme m</w:t>
      </w:r>
      <w:r w:rsidRPr="00A4769E">
        <w:rPr>
          <w:szCs w:val="20"/>
        </w:rPr>
        <w:t>’</w:t>
      </w:r>
      <w:r w:rsidR="001B73FA" w:rsidRPr="001B73FA">
        <w:rPr>
          <w:szCs w:val="20"/>
        </w:rPr>
        <w:t>enchante</w:t>
      </w:r>
      <w:r w:rsidRPr="00A4769E">
        <w:rPr>
          <w:szCs w:val="20"/>
        </w:rPr>
        <w:t xml:space="preserve">. </w:t>
      </w:r>
      <w:r w:rsidR="001B73FA" w:rsidRPr="001B73FA">
        <w:rPr>
          <w:szCs w:val="20"/>
        </w:rPr>
        <w:t>Et Dieu sait si j</w:t>
      </w:r>
      <w:r w:rsidRPr="00A4769E">
        <w:rPr>
          <w:szCs w:val="20"/>
        </w:rPr>
        <w:t>’</w:t>
      </w:r>
      <w:r w:rsidR="001B73FA" w:rsidRPr="001B73FA">
        <w:rPr>
          <w:szCs w:val="20"/>
        </w:rPr>
        <w:t>ai besoin d</w:t>
      </w:r>
      <w:r w:rsidRPr="00A4769E">
        <w:rPr>
          <w:szCs w:val="20"/>
        </w:rPr>
        <w:t>’</w:t>
      </w:r>
      <w:r w:rsidR="001B73FA" w:rsidRPr="001B73FA">
        <w:rPr>
          <w:szCs w:val="20"/>
        </w:rPr>
        <w:t>être enchanté</w:t>
      </w:r>
      <w:r w:rsidRPr="00A4769E">
        <w:rPr>
          <w:szCs w:val="20"/>
        </w:rPr>
        <w:t> !</w:t>
      </w:r>
    </w:p>
    <w:p w14:paraId="164CBE76" w14:textId="2B3D03C5" w:rsidR="00462692" w:rsidRPr="00A4769E" w:rsidRDefault="00462692" w:rsidP="001B73FA">
      <w:pPr>
        <w:rPr>
          <w:szCs w:val="20"/>
        </w:rPr>
      </w:pPr>
      <w:r w:rsidRPr="00A4769E">
        <w:rPr>
          <w:szCs w:val="20"/>
        </w:rPr>
        <w:t>— </w:t>
      </w:r>
      <w:r w:rsidR="001B73FA" w:rsidRPr="001B73FA">
        <w:rPr>
          <w:szCs w:val="20"/>
        </w:rPr>
        <w:t>Voilà ce qui s</w:t>
      </w:r>
      <w:r w:rsidRPr="00A4769E">
        <w:rPr>
          <w:szCs w:val="20"/>
        </w:rPr>
        <w:t>’</w:t>
      </w:r>
      <w:r w:rsidR="001B73FA" w:rsidRPr="001B73FA">
        <w:rPr>
          <w:szCs w:val="20"/>
        </w:rPr>
        <w:t>appelle une enquête rapide</w:t>
      </w:r>
      <w:r w:rsidRPr="00A4769E">
        <w:rPr>
          <w:szCs w:val="20"/>
        </w:rPr>
        <w:t xml:space="preserve">, </w:t>
      </w:r>
      <w:r w:rsidR="001B73FA" w:rsidRPr="001B73FA">
        <w:rPr>
          <w:szCs w:val="20"/>
        </w:rPr>
        <w:t>dit la Marquise</w:t>
      </w:r>
      <w:r w:rsidRPr="00A4769E">
        <w:rPr>
          <w:szCs w:val="20"/>
        </w:rPr>
        <w:t>.</w:t>
      </w:r>
    </w:p>
    <w:p w14:paraId="193362BA" w14:textId="4CA9F3DF" w:rsidR="001B73FA" w:rsidRPr="001B73FA" w:rsidRDefault="00462692" w:rsidP="001B73FA">
      <w:pPr>
        <w:rPr>
          <w:szCs w:val="20"/>
        </w:rPr>
      </w:pPr>
      <w:r w:rsidRPr="00A4769E">
        <w:rPr>
          <w:szCs w:val="20"/>
        </w:rPr>
        <w:t>— </w:t>
      </w:r>
      <w:r w:rsidR="001B73FA" w:rsidRPr="001B73FA">
        <w:rPr>
          <w:szCs w:val="20"/>
        </w:rPr>
        <w:t>Il ne s</w:t>
      </w:r>
      <w:r w:rsidRPr="00A4769E">
        <w:rPr>
          <w:szCs w:val="20"/>
        </w:rPr>
        <w:t>’</w:t>
      </w:r>
      <w:r w:rsidR="001B73FA" w:rsidRPr="001B73FA">
        <w:rPr>
          <w:szCs w:val="20"/>
        </w:rPr>
        <w:t>agit pas d</w:t>
      </w:r>
      <w:r w:rsidRPr="00A4769E">
        <w:rPr>
          <w:szCs w:val="20"/>
        </w:rPr>
        <w:t>’</w:t>
      </w:r>
      <w:r w:rsidR="001B73FA" w:rsidRPr="001B73FA">
        <w:rPr>
          <w:szCs w:val="20"/>
        </w:rPr>
        <w:t>être sorcier</w:t>
      </w:r>
      <w:r w:rsidRPr="00A4769E">
        <w:rPr>
          <w:szCs w:val="20"/>
        </w:rPr>
        <w:t xml:space="preserve">, </w:t>
      </w:r>
      <w:r w:rsidR="001B73FA" w:rsidRPr="001B73FA">
        <w:rPr>
          <w:szCs w:val="20"/>
        </w:rPr>
        <w:t>dit l</w:t>
      </w:r>
      <w:r w:rsidRPr="00A4769E">
        <w:rPr>
          <w:szCs w:val="20"/>
        </w:rPr>
        <w:t>’</w:t>
      </w:r>
      <w:r w:rsidR="001B73FA" w:rsidRPr="001B73FA">
        <w:rPr>
          <w:szCs w:val="20"/>
        </w:rPr>
        <w:t>homme</w:t>
      </w:r>
      <w:r w:rsidRPr="00A4769E">
        <w:rPr>
          <w:szCs w:val="20"/>
        </w:rPr>
        <w:t xml:space="preserve"> ; </w:t>
      </w:r>
      <w:r w:rsidR="001B73FA" w:rsidRPr="001B73FA">
        <w:rPr>
          <w:szCs w:val="20"/>
        </w:rPr>
        <w:t>il est donné en trois mots</w:t>
      </w:r>
      <w:r w:rsidRPr="00A4769E">
        <w:rPr>
          <w:szCs w:val="20"/>
        </w:rPr>
        <w:t xml:space="preserve">, </w:t>
      </w:r>
      <w:r w:rsidR="001B73FA" w:rsidRPr="001B73FA">
        <w:rPr>
          <w:szCs w:val="20"/>
        </w:rPr>
        <w:t>et le quatrième qu</w:t>
      </w:r>
      <w:r w:rsidRPr="00A4769E">
        <w:rPr>
          <w:szCs w:val="20"/>
        </w:rPr>
        <w:t>’</w:t>
      </w:r>
      <w:r w:rsidR="001B73FA" w:rsidRPr="001B73FA">
        <w:rPr>
          <w:szCs w:val="20"/>
        </w:rPr>
        <w:t>il prononce</w:t>
      </w:r>
      <w:r w:rsidRPr="00A4769E">
        <w:rPr>
          <w:szCs w:val="20"/>
        </w:rPr>
        <w:t xml:space="preserve">, </w:t>
      </w:r>
      <w:r w:rsidR="001B73FA" w:rsidRPr="001B73FA">
        <w:rPr>
          <w:szCs w:val="20"/>
        </w:rPr>
        <w:t>c</w:t>
      </w:r>
      <w:r w:rsidRPr="00A4769E">
        <w:rPr>
          <w:szCs w:val="20"/>
        </w:rPr>
        <w:t>’</w:t>
      </w:r>
      <w:r w:rsidR="001B73FA" w:rsidRPr="001B73FA">
        <w:rPr>
          <w:szCs w:val="20"/>
        </w:rPr>
        <w:t>est pour mettre le reste à vos pieds</w:t>
      </w:r>
      <w:r w:rsidRPr="00A4769E">
        <w:rPr>
          <w:szCs w:val="20"/>
        </w:rPr>
        <w:t xml:space="preserve">. </w:t>
      </w:r>
      <w:r w:rsidR="001B73FA" w:rsidRPr="001B73FA">
        <w:rPr>
          <w:szCs w:val="20"/>
        </w:rPr>
        <w:t>Si vous ne m</w:t>
      </w:r>
      <w:r w:rsidRPr="00A4769E">
        <w:rPr>
          <w:szCs w:val="20"/>
        </w:rPr>
        <w:t>’</w:t>
      </w:r>
      <w:r w:rsidR="001B73FA" w:rsidRPr="001B73FA">
        <w:rPr>
          <w:szCs w:val="20"/>
        </w:rPr>
        <w:t>aviez pas interrompu tout à l</w:t>
      </w:r>
      <w:r w:rsidRPr="00A4769E">
        <w:rPr>
          <w:szCs w:val="20"/>
        </w:rPr>
        <w:t>’</w:t>
      </w:r>
      <w:r w:rsidR="001B73FA" w:rsidRPr="001B73FA">
        <w:rPr>
          <w:szCs w:val="20"/>
        </w:rPr>
        <w:t>heure</w:t>
      </w:r>
      <w:r w:rsidRPr="00A4769E">
        <w:rPr>
          <w:szCs w:val="20"/>
        </w:rPr>
        <w:t xml:space="preserve">, </w:t>
      </w:r>
      <w:r w:rsidR="001B73FA" w:rsidRPr="001B73FA">
        <w:rPr>
          <w:szCs w:val="20"/>
        </w:rPr>
        <w:t>je vous fais le pa</w:t>
      </w:r>
      <w:r w:rsidR="00F36497" w:rsidRPr="00A4769E">
        <w:rPr>
          <w:szCs w:val="20"/>
        </w:rPr>
        <w:t>ri</w:t>
      </w:r>
      <w:r w:rsidR="001B73FA" w:rsidRPr="001B73FA">
        <w:rPr>
          <w:szCs w:val="20"/>
        </w:rPr>
        <w:t xml:space="preserve"> qu</w:t>
      </w:r>
      <w:r w:rsidRPr="00A4769E">
        <w:rPr>
          <w:szCs w:val="20"/>
        </w:rPr>
        <w:t>’</w:t>
      </w:r>
      <w:r w:rsidR="001B73FA" w:rsidRPr="001B73FA">
        <w:rPr>
          <w:szCs w:val="20"/>
        </w:rPr>
        <w:t>il m</w:t>
      </w:r>
      <w:r w:rsidRPr="00A4769E">
        <w:rPr>
          <w:szCs w:val="20"/>
        </w:rPr>
        <w:t>’</w:t>
      </w:r>
      <w:r w:rsidR="001B73FA" w:rsidRPr="001B73FA">
        <w:rPr>
          <w:szCs w:val="20"/>
        </w:rPr>
        <w:t>aurait parlé de sa mère</w:t>
      </w:r>
      <w:r w:rsidRPr="00A4769E">
        <w:rPr>
          <w:szCs w:val="20"/>
        </w:rPr>
        <w:t xml:space="preserve">. </w:t>
      </w:r>
      <w:r w:rsidR="001B73FA" w:rsidRPr="001B73FA">
        <w:rPr>
          <w:szCs w:val="20"/>
        </w:rPr>
        <w:t>Qui doit être une remarquable femme</w:t>
      </w:r>
      <w:r w:rsidRPr="00A4769E">
        <w:rPr>
          <w:szCs w:val="20"/>
        </w:rPr>
        <w:t xml:space="preserve">, </w:t>
      </w:r>
      <w:r w:rsidR="001B73FA" w:rsidRPr="001B73FA">
        <w:rPr>
          <w:szCs w:val="20"/>
        </w:rPr>
        <w:t>entre parenthèses</w:t>
      </w:r>
      <w:r w:rsidRPr="00A4769E">
        <w:rPr>
          <w:szCs w:val="20"/>
        </w:rPr>
        <w:t xml:space="preserve">, </w:t>
      </w:r>
      <w:r w:rsidR="001B73FA" w:rsidRPr="001B73FA">
        <w:rPr>
          <w:szCs w:val="20"/>
        </w:rPr>
        <w:t>si j</w:t>
      </w:r>
      <w:r w:rsidRPr="00A4769E">
        <w:rPr>
          <w:szCs w:val="20"/>
        </w:rPr>
        <w:t>’</w:t>
      </w:r>
      <w:r w:rsidR="001B73FA" w:rsidRPr="001B73FA">
        <w:rPr>
          <w:szCs w:val="20"/>
        </w:rPr>
        <w:t>en juge par la séduction qu</w:t>
      </w:r>
      <w:r w:rsidRPr="00A4769E">
        <w:rPr>
          <w:szCs w:val="20"/>
        </w:rPr>
        <w:t>’</w:t>
      </w:r>
      <w:r w:rsidR="001B73FA" w:rsidRPr="001B73FA">
        <w:rPr>
          <w:szCs w:val="20"/>
        </w:rPr>
        <w:t>elle a donnée à son fils</w:t>
      </w:r>
      <w:r w:rsidRPr="00A4769E">
        <w:rPr>
          <w:szCs w:val="20"/>
        </w:rPr>
        <w:t xml:space="preserve">. </w:t>
      </w:r>
      <w:r w:rsidR="001B73FA" w:rsidRPr="001B73FA">
        <w:rPr>
          <w:szCs w:val="20"/>
        </w:rPr>
        <w:t>Regardez-le</w:t>
      </w:r>
      <w:r w:rsidRPr="00A4769E">
        <w:rPr>
          <w:szCs w:val="20"/>
        </w:rPr>
        <w:t xml:space="preserve"> ; </w:t>
      </w:r>
      <w:r w:rsidR="001B73FA" w:rsidRPr="001B73FA">
        <w:rPr>
          <w:szCs w:val="20"/>
        </w:rPr>
        <w:t>voyez son pas</w:t>
      </w:r>
      <w:r w:rsidRPr="00A4769E">
        <w:rPr>
          <w:szCs w:val="20"/>
        </w:rPr>
        <w:t xml:space="preserve"> ; </w:t>
      </w:r>
      <w:r w:rsidR="001B73FA" w:rsidRPr="001B73FA">
        <w:rPr>
          <w:szCs w:val="20"/>
        </w:rPr>
        <w:t>cette ampleur</w:t>
      </w:r>
      <w:r w:rsidRPr="00A4769E">
        <w:rPr>
          <w:szCs w:val="20"/>
        </w:rPr>
        <w:t xml:space="preserve">, </w:t>
      </w:r>
      <w:r w:rsidR="001B73FA" w:rsidRPr="001B73FA">
        <w:rPr>
          <w:szCs w:val="20"/>
        </w:rPr>
        <w:t>c</w:t>
      </w:r>
      <w:r w:rsidRPr="00A4769E">
        <w:rPr>
          <w:szCs w:val="20"/>
        </w:rPr>
        <w:t>’</w:t>
      </w:r>
      <w:r w:rsidR="001B73FA" w:rsidRPr="001B73FA">
        <w:rPr>
          <w:szCs w:val="20"/>
        </w:rPr>
        <w:t>est de la bravoure</w:t>
      </w:r>
      <w:r w:rsidRPr="00A4769E">
        <w:rPr>
          <w:szCs w:val="20"/>
        </w:rPr>
        <w:t xml:space="preserve">. </w:t>
      </w:r>
      <w:r w:rsidR="001B73FA" w:rsidRPr="001B73FA">
        <w:rPr>
          <w:szCs w:val="20"/>
        </w:rPr>
        <w:t>Je n</w:t>
      </w:r>
      <w:r w:rsidRPr="00A4769E">
        <w:rPr>
          <w:szCs w:val="20"/>
        </w:rPr>
        <w:t>’</w:t>
      </w:r>
      <w:r w:rsidR="001B73FA" w:rsidRPr="001B73FA">
        <w:rPr>
          <w:szCs w:val="20"/>
        </w:rPr>
        <w:t>ai pas besoin qu</w:t>
      </w:r>
      <w:r w:rsidRPr="00A4769E">
        <w:rPr>
          <w:szCs w:val="20"/>
        </w:rPr>
        <w:t>’</w:t>
      </w:r>
      <w:r w:rsidR="001B73FA" w:rsidRPr="001B73FA">
        <w:rPr>
          <w:szCs w:val="20"/>
        </w:rPr>
        <w:t>il me le prouve autrement</w:t>
      </w:r>
      <w:r w:rsidRPr="00A4769E">
        <w:rPr>
          <w:szCs w:val="20"/>
        </w:rPr>
        <w:t xml:space="preserve">, </w:t>
      </w:r>
      <w:r w:rsidR="001B73FA" w:rsidRPr="001B73FA">
        <w:rPr>
          <w:szCs w:val="20"/>
        </w:rPr>
        <w:t>elle est là</w:t>
      </w:r>
      <w:r w:rsidRPr="00A4769E">
        <w:rPr>
          <w:szCs w:val="20"/>
        </w:rPr>
        <w:t xml:space="preserve">, </w:t>
      </w:r>
      <w:r w:rsidR="001B73FA" w:rsidRPr="001B73FA">
        <w:rPr>
          <w:szCs w:val="20"/>
        </w:rPr>
        <w:t>tout entière</w:t>
      </w:r>
      <w:r w:rsidRPr="00A4769E">
        <w:rPr>
          <w:szCs w:val="20"/>
        </w:rPr>
        <w:t xml:space="preserve">, </w:t>
      </w:r>
      <w:r w:rsidR="001B73FA" w:rsidRPr="001B73FA">
        <w:rPr>
          <w:szCs w:val="20"/>
        </w:rPr>
        <w:t>avec sa charge et son brio</w:t>
      </w:r>
      <w:r w:rsidRPr="00A4769E">
        <w:rPr>
          <w:szCs w:val="20"/>
        </w:rPr>
        <w:t xml:space="preserve">. </w:t>
      </w:r>
      <w:r w:rsidR="001B73FA" w:rsidRPr="001B73FA">
        <w:rPr>
          <w:szCs w:val="20"/>
        </w:rPr>
        <w:t>Et elle est grave</w:t>
      </w:r>
      <w:r w:rsidRPr="00A4769E">
        <w:rPr>
          <w:szCs w:val="20"/>
        </w:rPr>
        <w:t xml:space="preserve"> ; </w:t>
      </w:r>
      <w:r w:rsidR="001B73FA" w:rsidRPr="001B73FA">
        <w:rPr>
          <w:szCs w:val="20"/>
        </w:rPr>
        <w:t>ce qui ajoute à sa qualité</w:t>
      </w:r>
      <w:r w:rsidRPr="00A4769E">
        <w:rPr>
          <w:szCs w:val="20"/>
        </w:rPr>
        <w:t xml:space="preserve">, </w:t>
      </w:r>
      <w:r w:rsidR="001B73FA" w:rsidRPr="001B73FA">
        <w:rPr>
          <w:szCs w:val="20"/>
        </w:rPr>
        <w:t>car la gravité appartient à la bravoure consciente</w:t>
      </w:r>
      <w:r w:rsidRPr="00A4769E">
        <w:rPr>
          <w:szCs w:val="20"/>
        </w:rPr>
        <w:t xml:space="preserve">. </w:t>
      </w:r>
      <w:r w:rsidR="001B73FA" w:rsidRPr="001B73FA">
        <w:rPr>
          <w:szCs w:val="20"/>
        </w:rPr>
        <w:t>Regardez cette raideur de torse</w:t>
      </w:r>
      <w:r w:rsidRPr="00A4769E">
        <w:rPr>
          <w:szCs w:val="20"/>
        </w:rPr>
        <w:t xml:space="preserve">, </w:t>
      </w:r>
      <w:r w:rsidR="001B73FA" w:rsidRPr="001B73FA">
        <w:rPr>
          <w:szCs w:val="20"/>
        </w:rPr>
        <w:t>cette poitrine qu</w:t>
      </w:r>
      <w:r w:rsidRPr="00A4769E">
        <w:rPr>
          <w:szCs w:val="20"/>
        </w:rPr>
        <w:t>’</w:t>
      </w:r>
      <w:r w:rsidR="001B73FA" w:rsidRPr="001B73FA">
        <w:rPr>
          <w:szCs w:val="20"/>
        </w:rPr>
        <w:t>il dilate</w:t>
      </w:r>
      <w:r w:rsidRPr="00A4769E">
        <w:rPr>
          <w:szCs w:val="20"/>
        </w:rPr>
        <w:t xml:space="preserve"> (</w:t>
      </w:r>
      <w:r w:rsidR="001B73FA" w:rsidRPr="001B73FA">
        <w:rPr>
          <w:szCs w:val="20"/>
        </w:rPr>
        <w:t>pourquoi</w:t>
      </w:r>
      <w:r w:rsidRPr="00A4769E">
        <w:rPr>
          <w:szCs w:val="20"/>
        </w:rPr>
        <w:t xml:space="preserve">, </w:t>
      </w:r>
      <w:r w:rsidR="001B73FA" w:rsidRPr="001B73FA">
        <w:rPr>
          <w:szCs w:val="20"/>
        </w:rPr>
        <w:t>mon Dieu</w:t>
      </w:r>
      <w:r w:rsidRPr="00A4769E">
        <w:rPr>
          <w:szCs w:val="20"/>
        </w:rPr>
        <w:t xml:space="preserve"> ! </w:t>
      </w:r>
      <w:r w:rsidR="001B73FA" w:rsidRPr="001B73FA">
        <w:rPr>
          <w:szCs w:val="20"/>
        </w:rPr>
        <w:t>simplement peut-être parce qu</w:t>
      </w:r>
      <w:r w:rsidRPr="00A4769E">
        <w:rPr>
          <w:szCs w:val="20"/>
        </w:rPr>
        <w:t>’</w:t>
      </w:r>
      <w:r w:rsidR="001B73FA" w:rsidRPr="001B73FA">
        <w:rPr>
          <w:szCs w:val="20"/>
        </w:rPr>
        <w:t>en rêvant</w:t>
      </w:r>
      <w:r w:rsidRPr="00A4769E">
        <w:rPr>
          <w:szCs w:val="20"/>
        </w:rPr>
        <w:t xml:space="preserve">, </w:t>
      </w:r>
      <w:r w:rsidR="001B73FA" w:rsidRPr="001B73FA">
        <w:rPr>
          <w:szCs w:val="20"/>
        </w:rPr>
        <w:t>il vient d</w:t>
      </w:r>
      <w:r w:rsidRPr="00A4769E">
        <w:rPr>
          <w:szCs w:val="20"/>
        </w:rPr>
        <w:t>’</w:t>
      </w:r>
      <w:r w:rsidR="001B73FA" w:rsidRPr="001B73FA">
        <w:rPr>
          <w:szCs w:val="20"/>
        </w:rPr>
        <w:t>apercevoir dans ce champ là-bas quelque couleur ou quelque frisson de lumière qui a de la grandeur</w:t>
      </w:r>
      <w:r w:rsidRPr="00A4769E">
        <w:rPr>
          <w:szCs w:val="20"/>
        </w:rPr>
        <w:t xml:space="preserve">) ; </w:t>
      </w:r>
      <w:r w:rsidR="001B73FA" w:rsidRPr="001B73FA">
        <w:rPr>
          <w:szCs w:val="20"/>
        </w:rPr>
        <w:t>ses narines</w:t>
      </w:r>
      <w:r w:rsidRPr="00A4769E">
        <w:rPr>
          <w:szCs w:val="20"/>
        </w:rPr>
        <w:t xml:space="preserve">, </w:t>
      </w:r>
      <w:r w:rsidR="001B73FA" w:rsidRPr="001B73FA">
        <w:rPr>
          <w:szCs w:val="20"/>
        </w:rPr>
        <w:t>que je ne vois pas</w:t>
      </w:r>
      <w:r w:rsidRPr="00A4769E">
        <w:rPr>
          <w:szCs w:val="20"/>
        </w:rPr>
        <w:t xml:space="preserve">, </w:t>
      </w:r>
      <w:r w:rsidR="001B73FA" w:rsidRPr="001B73FA">
        <w:rPr>
          <w:szCs w:val="20"/>
        </w:rPr>
        <w:t>et je le regrette</w:t>
      </w:r>
      <w:r w:rsidRPr="00A4769E">
        <w:rPr>
          <w:szCs w:val="20"/>
        </w:rPr>
        <w:t xml:space="preserve">, </w:t>
      </w:r>
      <w:r w:rsidR="001B73FA" w:rsidRPr="001B73FA">
        <w:rPr>
          <w:szCs w:val="20"/>
        </w:rPr>
        <w:t>doivent s</w:t>
      </w:r>
      <w:r w:rsidRPr="00A4769E">
        <w:rPr>
          <w:szCs w:val="20"/>
        </w:rPr>
        <w:t>’</w:t>
      </w:r>
      <w:r w:rsidR="001B73FA" w:rsidRPr="001B73FA">
        <w:rPr>
          <w:szCs w:val="20"/>
        </w:rPr>
        <w:t>être ouvertes comme celles d</w:t>
      </w:r>
      <w:r w:rsidRPr="00A4769E">
        <w:rPr>
          <w:szCs w:val="20"/>
        </w:rPr>
        <w:t>’</w:t>
      </w:r>
      <w:r w:rsidR="001B73FA" w:rsidRPr="001B73FA">
        <w:rPr>
          <w:szCs w:val="20"/>
        </w:rPr>
        <w:t>un cheval qui flaire le foin</w:t>
      </w:r>
      <w:r w:rsidRPr="00A4769E">
        <w:rPr>
          <w:szCs w:val="20"/>
        </w:rPr>
        <w:t xml:space="preserve"> ; </w:t>
      </w:r>
      <w:r w:rsidR="001B73FA" w:rsidRPr="001B73FA">
        <w:rPr>
          <w:szCs w:val="20"/>
        </w:rPr>
        <w:t>ceci est de l</w:t>
      </w:r>
      <w:r w:rsidRPr="00A4769E">
        <w:rPr>
          <w:szCs w:val="20"/>
        </w:rPr>
        <w:t>’</w:t>
      </w:r>
      <w:r w:rsidR="001B73FA" w:rsidRPr="001B73FA">
        <w:rPr>
          <w:szCs w:val="20"/>
        </w:rPr>
        <w:t>orgueil</w:t>
      </w:r>
      <w:r w:rsidRPr="00A4769E">
        <w:rPr>
          <w:szCs w:val="20"/>
        </w:rPr>
        <w:t xml:space="preserve">, </w:t>
      </w:r>
      <w:r w:rsidR="001B73FA" w:rsidRPr="001B73FA">
        <w:rPr>
          <w:szCs w:val="20"/>
        </w:rPr>
        <w:t>chère amie</w:t>
      </w:r>
      <w:r w:rsidRPr="00A4769E">
        <w:rPr>
          <w:szCs w:val="20"/>
        </w:rPr>
        <w:t xml:space="preserve">, </w:t>
      </w:r>
      <w:r w:rsidR="001B73FA" w:rsidRPr="001B73FA">
        <w:rPr>
          <w:szCs w:val="20"/>
        </w:rPr>
        <w:t>mais du meilleur</w:t>
      </w:r>
      <w:r w:rsidRPr="00A4769E">
        <w:rPr>
          <w:szCs w:val="20"/>
        </w:rPr>
        <w:t xml:space="preserve">, </w:t>
      </w:r>
      <w:r w:rsidR="001B73FA" w:rsidRPr="001B73FA">
        <w:rPr>
          <w:szCs w:val="20"/>
        </w:rPr>
        <w:t>de celui qui le pousse à se surmonter lui-même</w:t>
      </w:r>
      <w:r w:rsidRPr="00A4769E">
        <w:rPr>
          <w:szCs w:val="20"/>
        </w:rPr>
        <w:t xml:space="preserve">. </w:t>
      </w:r>
      <w:r w:rsidR="001B73FA" w:rsidRPr="001B73FA">
        <w:rPr>
          <w:szCs w:val="20"/>
        </w:rPr>
        <w:t>Quant à ces deux ou trois mouvements de tête que voici</w:t>
      </w:r>
      <w:r w:rsidRPr="00A4769E">
        <w:rPr>
          <w:szCs w:val="20"/>
        </w:rPr>
        <w:t xml:space="preserve">, </w:t>
      </w:r>
      <w:r w:rsidR="001B73FA" w:rsidRPr="001B73FA">
        <w:rPr>
          <w:szCs w:val="20"/>
        </w:rPr>
        <w:t>je n</w:t>
      </w:r>
      <w:r w:rsidRPr="00A4769E">
        <w:rPr>
          <w:szCs w:val="20"/>
        </w:rPr>
        <w:t>’</w:t>
      </w:r>
      <w:r w:rsidR="001B73FA" w:rsidRPr="001B73FA">
        <w:rPr>
          <w:szCs w:val="20"/>
        </w:rPr>
        <w:t>ai pas besoin d</w:t>
      </w:r>
      <w:r w:rsidRPr="00A4769E">
        <w:rPr>
          <w:szCs w:val="20"/>
        </w:rPr>
        <w:t>’</w:t>
      </w:r>
      <w:r w:rsidR="001B73FA" w:rsidRPr="001B73FA">
        <w:rPr>
          <w:szCs w:val="20"/>
        </w:rPr>
        <w:t>être près de lui pour savoir qu</w:t>
      </w:r>
      <w:r w:rsidRPr="00A4769E">
        <w:rPr>
          <w:szCs w:val="20"/>
        </w:rPr>
        <w:t>’</w:t>
      </w:r>
      <w:r w:rsidR="001B73FA" w:rsidRPr="001B73FA">
        <w:rPr>
          <w:szCs w:val="20"/>
        </w:rPr>
        <w:t>il est en train de regarder le feuillage des chênes verts avec cette passion qu</w:t>
      </w:r>
      <w:r w:rsidRPr="00A4769E">
        <w:rPr>
          <w:szCs w:val="20"/>
        </w:rPr>
        <w:t>’</w:t>
      </w:r>
      <w:r w:rsidR="001B73FA" w:rsidRPr="001B73FA">
        <w:rPr>
          <w:szCs w:val="20"/>
        </w:rPr>
        <w:t>on ne met</w:t>
      </w:r>
      <w:r w:rsidRPr="00A4769E">
        <w:rPr>
          <w:szCs w:val="20"/>
        </w:rPr>
        <w:t xml:space="preserve"> </w:t>
      </w:r>
      <w:r w:rsidR="00236A36" w:rsidRPr="00A4769E">
        <w:rPr>
          <w:szCs w:val="20"/>
        </w:rPr>
        <w:t>—</w:t>
      </w:r>
      <w:r w:rsidR="00BE4B0E">
        <w:rPr>
          <w:szCs w:val="20"/>
        </w:rPr>
        <w:t> </w:t>
      </w:r>
      <w:r w:rsidR="001B73FA" w:rsidRPr="001B73FA">
        <w:rPr>
          <w:szCs w:val="20"/>
        </w:rPr>
        <w:t>qu</w:t>
      </w:r>
      <w:r w:rsidRPr="00A4769E">
        <w:rPr>
          <w:szCs w:val="20"/>
        </w:rPr>
        <w:t>’</w:t>
      </w:r>
      <w:r w:rsidR="001B73FA" w:rsidRPr="001B73FA">
        <w:rPr>
          <w:szCs w:val="20"/>
        </w:rPr>
        <w:t>on ne mettait</w:t>
      </w:r>
      <w:r w:rsidRPr="00A4769E">
        <w:rPr>
          <w:szCs w:val="20"/>
        </w:rPr>
        <w:t xml:space="preserve">, </w:t>
      </w:r>
      <w:r w:rsidR="001B73FA" w:rsidRPr="001B73FA">
        <w:rPr>
          <w:szCs w:val="20"/>
        </w:rPr>
        <w:t>tout au moins de mon temps</w:t>
      </w:r>
      <w:r w:rsidR="00BE4B0E">
        <w:rPr>
          <w:szCs w:val="20"/>
        </w:rPr>
        <w:t> </w:t>
      </w:r>
      <w:r w:rsidR="00236A36" w:rsidRPr="00A4769E">
        <w:rPr>
          <w:szCs w:val="20"/>
        </w:rPr>
        <w:t>—</w:t>
      </w:r>
      <w:r w:rsidRPr="00A4769E">
        <w:rPr>
          <w:szCs w:val="20"/>
        </w:rPr>
        <w:t xml:space="preserve"> </w:t>
      </w:r>
      <w:r w:rsidR="001B73FA" w:rsidRPr="001B73FA">
        <w:rPr>
          <w:szCs w:val="20"/>
        </w:rPr>
        <w:t>qu</w:t>
      </w:r>
      <w:r w:rsidRPr="00A4769E">
        <w:rPr>
          <w:szCs w:val="20"/>
        </w:rPr>
        <w:t>’</w:t>
      </w:r>
      <w:r w:rsidR="001B73FA" w:rsidRPr="001B73FA">
        <w:rPr>
          <w:szCs w:val="20"/>
        </w:rPr>
        <w:t>à regarder le visage d</w:t>
      </w:r>
      <w:r w:rsidRPr="00A4769E">
        <w:rPr>
          <w:szCs w:val="20"/>
        </w:rPr>
        <w:t>’</w:t>
      </w:r>
      <w:r w:rsidR="001B73FA" w:rsidRPr="001B73FA">
        <w:rPr>
          <w:szCs w:val="20"/>
        </w:rPr>
        <w:t>une femme aimée</w:t>
      </w:r>
      <w:r w:rsidRPr="00A4769E">
        <w:rPr>
          <w:szCs w:val="20"/>
        </w:rPr>
        <w:t xml:space="preserve">. </w:t>
      </w:r>
      <w:r w:rsidR="001B73FA" w:rsidRPr="001B73FA">
        <w:rPr>
          <w:szCs w:val="20"/>
        </w:rPr>
        <w:t>Croyez-moi</w:t>
      </w:r>
      <w:r w:rsidRPr="00A4769E">
        <w:rPr>
          <w:szCs w:val="20"/>
        </w:rPr>
        <w:t xml:space="preserve">, </w:t>
      </w:r>
      <w:r w:rsidR="001B73FA" w:rsidRPr="001B73FA">
        <w:rPr>
          <w:szCs w:val="20"/>
        </w:rPr>
        <w:t>s</w:t>
      </w:r>
      <w:r w:rsidRPr="00A4769E">
        <w:rPr>
          <w:szCs w:val="20"/>
        </w:rPr>
        <w:t>’</w:t>
      </w:r>
      <w:r w:rsidR="001B73FA" w:rsidRPr="001B73FA">
        <w:rPr>
          <w:szCs w:val="20"/>
        </w:rPr>
        <w:t>il mourait j</w:t>
      </w:r>
      <w:r w:rsidRPr="00A4769E">
        <w:rPr>
          <w:szCs w:val="20"/>
        </w:rPr>
        <w:t>’</w:t>
      </w:r>
      <w:r w:rsidR="001B73FA" w:rsidRPr="001B73FA">
        <w:rPr>
          <w:szCs w:val="20"/>
        </w:rPr>
        <w:t>en serais peiné</w:t>
      </w:r>
      <w:r w:rsidRPr="00A4769E">
        <w:rPr>
          <w:szCs w:val="20"/>
        </w:rPr>
        <w:t xml:space="preserve">, </w:t>
      </w:r>
      <w:r w:rsidR="001B73FA" w:rsidRPr="001B73FA">
        <w:rPr>
          <w:szCs w:val="20"/>
        </w:rPr>
        <w:t>mais j</w:t>
      </w:r>
      <w:r w:rsidRPr="00A4769E">
        <w:rPr>
          <w:szCs w:val="20"/>
        </w:rPr>
        <w:t>’</w:t>
      </w:r>
      <w:r w:rsidR="001B73FA" w:rsidRPr="001B73FA">
        <w:rPr>
          <w:szCs w:val="20"/>
        </w:rPr>
        <w:t>achèterais son crâne pour Lavater</w:t>
      </w:r>
      <w:r w:rsidRPr="00A4769E">
        <w:rPr>
          <w:szCs w:val="20"/>
        </w:rPr>
        <w:t xml:space="preserve">. </w:t>
      </w:r>
      <w:r w:rsidR="001B73FA" w:rsidRPr="001B73FA">
        <w:rPr>
          <w:szCs w:val="20"/>
        </w:rPr>
        <w:t>Il y trouverait les plus belles marques du sublime</w:t>
      </w:r>
      <w:r w:rsidRPr="00A4769E">
        <w:rPr>
          <w:szCs w:val="20"/>
        </w:rPr>
        <w:t>. »</w:t>
      </w:r>
    </w:p>
    <w:p w14:paraId="635F3357" w14:textId="77777777" w:rsidR="001B73FA" w:rsidRPr="001B73FA" w:rsidRDefault="001B73FA" w:rsidP="001B73FA">
      <w:pPr>
        <w:rPr>
          <w:szCs w:val="20"/>
        </w:rPr>
      </w:pPr>
      <w:r w:rsidRPr="001B73FA">
        <w:rPr>
          <w:szCs w:val="20"/>
        </w:rPr>
        <w:lastRenderedPageBreak/>
        <w:t>Au même instant</w:t>
      </w:r>
      <w:r w:rsidR="00462692" w:rsidRPr="00A4769E">
        <w:rPr>
          <w:szCs w:val="20"/>
        </w:rPr>
        <w:t xml:space="preserve">, </w:t>
      </w:r>
      <w:r w:rsidRPr="001B73FA">
        <w:rPr>
          <w:szCs w:val="20"/>
        </w:rPr>
        <w:t>en effet</w:t>
      </w:r>
      <w:r w:rsidR="00462692" w:rsidRPr="00A4769E">
        <w:rPr>
          <w:szCs w:val="20"/>
        </w:rPr>
        <w:t xml:space="preserve">, </w:t>
      </w:r>
      <w:r w:rsidRPr="001B73FA">
        <w:rPr>
          <w:szCs w:val="20"/>
        </w:rPr>
        <w:t>Angelo qui arpentait à grands pas le bosquet d</w:t>
      </w:r>
      <w:r w:rsidR="00462692" w:rsidRPr="00A4769E">
        <w:rPr>
          <w:szCs w:val="20"/>
        </w:rPr>
        <w:t>’</w:t>
      </w:r>
      <w:r w:rsidRPr="001B73FA">
        <w:rPr>
          <w:szCs w:val="20"/>
        </w:rPr>
        <w:t>yeuses se disait</w:t>
      </w:r>
      <w:r w:rsidR="00462692" w:rsidRPr="00A4769E">
        <w:rPr>
          <w:szCs w:val="20"/>
        </w:rPr>
        <w:t> : « </w:t>
      </w:r>
      <w:r w:rsidRPr="001B73FA">
        <w:rPr>
          <w:szCs w:val="20"/>
        </w:rPr>
        <w:t>Qui m</w:t>
      </w:r>
      <w:r w:rsidR="00462692" w:rsidRPr="00A4769E">
        <w:rPr>
          <w:szCs w:val="20"/>
        </w:rPr>
        <w:t>’</w:t>
      </w:r>
      <w:r w:rsidRPr="001B73FA">
        <w:rPr>
          <w:szCs w:val="20"/>
        </w:rPr>
        <w:t>apprendra l</w:t>
      </w:r>
      <w:r w:rsidR="00462692" w:rsidRPr="00A4769E">
        <w:rPr>
          <w:szCs w:val="20"/>
        </w:rPr>
        <w:t>’</w:t>
      </w:r>
      <w:r w:rsidRPr="001B73FA">
        <w:rPr>
          <w:szCs w:val="20"/>
        </w:rPr>
        <w:t>hypocrisie</w:t>
      </w:r>
      <w:r w:rsidR="00462692" w:rsidRPr="00A4769E">
        <w:rPr>
          <w:szCs w:val="20"/>
        </w:rPr>
        <w:t xml:space="preserve"> ? </w:t>
      </w:r>
      <w:r w:rsidRPr="001B73FA">
        <w:rPr>
          <w:szCs w:val="20"/>
        </w:rPr>
        <w:t>ou même le simple bon sens du cocher</w:t>
      </w:r>
      <w:r w:rsidR="00462692" w:rsidRPr="00A4769E">
        <w:rPr>
          <w:szCs w:val="20"/>
        </w:rPr>
        <w:t xml:space="preserve"> ? </w:t>
      </w:r>
      <w:r w:rsidRPr="001B73FA">
        <w:rPr>
          <w:szCs w:val="20"/>
        </w:rPr>
        <w:t>Cet homme ne me perd pas de l</w:t>
      </w:r>
      <w:r w:rsidR="00462692" w:rsidRPr="00A4769E">
        <w:rPr>
          <w:szCs w:val="20"/>
        </w:rPr>
        <w:t>’œ</w:t>
      </w:r>
      <w:r w:rsidRPr="001B73FA">
        <w:rPr>
          <w:szCs w:val="20"/>
        </w:rPr>
        <w:t>il</w:t>
      </w:r>
      <w:r w:rsidR="00462692" w:rsidRPr="00A4769E">
        <w:rPr>
          <w:szCs w:val="20"/>
        </w:rPr>
        <w:t xml:space="preserve">. </w:t>
      </w:r>
      <w:r w:rsidRPr="001B73FA">
        <w:rPr>
          <w:szCs w:val="20"/>
        </w:rPr>
        <w:t>Serait-ce un autre baron Schwartz</w:t>
      </w:r>
      <w:r w:rsidR="00462692" w:rsidRPr="00A4769E">
        <w:rPr>
          <w:szCs w:val="20"/>
        </w:rPr>
        <w:t xml:space="preserve"> ? </w:t>
      </w:r>
      <w:r w:rsidRPr="001B73FA">
        <w:rPr>
          <w:szCs w:val="20"/>
        </w:rPr>
        <w:t>Mais celui-là a le nez fin</w:t>
      </w:r>
      <w:r w:rsidR="00462692" w:rsidRPr="00A4769E">
        <w:rPr>
          <w:szCs w:val="20"/>
        </w:rPr>
        <w:t xml:space="preserve">. </w:t>
      </w:r>
      <w:r w:rsidRPr="001B73FA">
        <w:rPr>
          <w:szCs w:val="20"/>
        </w:rPr>
        <w:t>Il ne faudrait pas commettre l</w:t>
      </w:r>
      <w:r w:rsidR="00462692" w:rsidRPr="00A4769E">
        <w:rPr>
          <w:szCs w:val="20"/>
        </w:rPr>
        <w:t>’</w:t>
      </w:r>
      <w:r w:rsidRPr="001B73FA">
        <w:rPr>
          <w:szCs w:val="20"/>
        </w:rPr>
        <w:t>imprudence de lui donner un sabre</w:t>
      </w:r>
      <w:r w:rsidR="00462692" w:rsidRPr="00A4769E">
        <w:rPr>
          <w:szCs w:val="20"/>
        </w:rPr>
        <w:t xml:space="preserve">. </w:t>
      </w:r>
      <w:r w:rsidRPr="001B73FA">
        <w:rPr>
          <w:szCs w:val="20"/>
        </w:rPr>
        <w:t>Je ne vais pourtant pas semer ma route de cadavres</w:t>
      </w:r>
      <w:r w:rsidR="00462692" w:rsidRPr="00A4769E">
        <w:rPr>
          <w:szCs w:val="20"/>
        </w:rPr>
        <w:t>. »</w:t>
      </w:r>
    </w:p>
    <w:p w14:paraId="56416C2B" w14:textId="77777777" w:rsidR="00462692" w:rsidRPr="00A4769E" w:rsidRDefault="00462692" w:rsidP="001B73FA">
      <w:pPr>
        <w:rPr>
          <w:szCs w:val="20"/>
        </w:rPr>
      </w:pPr>
      <w:r w:rsidRPr="00A4769E">
        <w:rPr>
          <w:szCs w:val="20"/>
        </w:rPr>
        <w:t>« </w:t>
      </w:r>
      <w:r w:rsidR="001B73FA" w:rsidRPr="001B73FA">
        <w:rPr>
          <w:szCs w:val="20"/>
        </w:rPr>
        <w:t>Mais</w:t>
      </w:r>
      <w:r w:rsidRPr="00A4769E">
        <w:rPr>
          <w:szCs w:val="20"/>
        </w:rPr>
        <w:t xml:space="preserve">, </w:t>
      </w:r>
      <w:r w:rsidR="001B73FA" w:rsidRPr="001B73FA">
        <w:rPr>
          <w:szCs w:val="20"/>
        </w:rPr>
        <w:t>vous-même</w:t>
      </w:r>
      <w:r w:rsidRPr="00A4769E">
        <w:rPr>
          <w:szCs w:val="20"/>
        </w:rPr>
        <w:t xml:space="preserve">, </w:t>
      </w:r>
      <w:r w:rsidR="001B73FA" w:rsidRPr="001B73FA">
        <w:rPr>
          <w:szCs w:val="20"/>
        </w:rPr>
        <w:t>ma belle amie</w:t>
      </w:r>
      <w:r w:rsidRPr="00A4769E">
        <w:rPr>
          <w:szCs w:val="20"/>
        </w:rPr>
        <w:t xml:space="preserve">, </w:t>
      </w:r>
      <w:r w:rsidR="001B73FA" w:rsidRPr="001B73FA">
        <w:rPr>
          <w:szCs w:val="20"/>
        </w:rPr>
        <w:t>disait l</w:t>
      </w:r>
      <w:r w:rsidRPr="00A4769E">
        <w:rPr>
          <w:szCs w:val="20"/>
        </w:rPr>
        <w:t>’</w:t>
      </w:r>
      <w:r w:rsidR="001B73FA" w:rsidRPr="001B73FA">
        <w:rPr>
          <w:szCs w:val="20"/>
        </w:rPr>
        <w:t>homme au frac bleu de nuit</w:t>
      </w:r>
      <w:r w:rsidRPr="00A4769E">
        <w:rPr>
          <w:szCs w:val="20"/>
        </w:rPr>
        <w:t xml:space="preserve">, </w:t>
      </w:r>
      <w:r w:rsidR="001B73FA" w:rsidRPr="001B73FA">
        <w:rPr>
          <w:szCs w:val="20"/>
        </w:rPr>
        <w:t>m</w:t>
      </w:r>
      <w:r w:rsidRPr="00A4769E">
        <w:rPr>
          <w:szCs w:val="20"/>
        </w:rPr>
        <w:t>’</w:t>
      </w:r>
      <w:r w:rsidR="001B73FA" w:rsidRPr="001B73FA">
        <w:rPr>
          <w:szCs w:val="20"/>
        </w:rPr>
        <w:t>est-il permis de demander où mènent les mauvais chemins que vous êtes en train de courir</w:t>
      </w:r>
      <w:r w:rsidRPr="00A4769E">
        <w:rPr>
          <w:szCs w:val="20"/>
        </w:rPr>
        <w:t> ?</w:t>
      </w:r>
    </w:p>
    <w:p w14:paraId="26DF861D" w14:textId="5ADE8BC8" w:rsidR="00462692" w:rsidRPr="00A4769E" w:rsidRDefault="00462692" w:rsidP="001B73FA">
      <w:pPr>
        <w:rPr>
          <w:szCs w:val="20"/>
        </w:rPr>
      </w:pPr>
      <w:r w:rsidRPr="00A4769E">
        <w:rPr>
          <w:szCs w:val="20"/>
        </w:rPr>
        <w:t>— </w:t>
      </w:r>
      <w:r w:rsidR="001B73FA" w:rsidRPr="001B73FA">
        <w:rPr>
          <w:szCs w:val="20"/>
        </w:rPr>
        <w:t>Tenez-vous bien</w:t>
      </w:r>
      <w:r w:rsidRPr="00A4769E">
        <w:rPr>
          <w:szCs w:val="20"/>
        </w:rPr>
        <w:t xml:space="preserve">, </w:t>
      </w:r>
      <w:r w:rsidR="001B73FA" w:rsidRPr="001B73FA">
        <w:rPr>
          <w:szCs w:val="20"/>
        </w:rPr>
        <w:t>dit la Marquise</w:t>
      </w:r>
      <w:r w:rsidRPr="00A4769E">
        <w:rPr>
          <w:szCs w:val="20"/>
        </w:rPr>
        <w:t xml:space="preserve"> : </w:t>
      </w:r>
      <w:r w:rsidR="001B73FA" w:rsidRPr="001B73FA">
        <w:rPr>
          <w:szCs w:val="20"/>
        </w:rPr>
        <w:t>Laurent se marie</w:t>
      </w:r>
      <w:r w:rsidRPr="00A4769E">
        <w:rPr>
          <w:szCs w:val="20"/>
        </w:rPr>
        <w:t>.</w:t>
      </w:r>
    </w:p>
    <w:p w14:paraId="6828CDDD" w14:textId="1942B17A" w:rsidR="00462692" w:rsidRPr="00A4769E" w:rsidRDefault="00462692" w:rsidP="001B73FA">
      <w:pPr>
        <w:rPr>
          <w:szCs w:val="20"/>
        </w:rPr>
      </w:pPr>
      <w:r w:rsidRPr="00A4769E">
        <w:rPr>
          <w:szCs w:val="20"/>
        </w:rPr>
        <w:t>— </w:t>
      </w:r>
      <w:r w:rsidR="001B73FA" w:rsidRPr="001B73FA">
        <w:rPr>
          <w:szCs w:val="20"/>
        </w:rPr>
        <w:t>Quoi</w:t>
      </w:r>
      <w:r w:rsidRPr="00A4769E">
        <w:rPr>
          <w:szCs w:val="20"/>
        </w:rPr>
        <w:t xml:space="preserve">, </w:t>
      </w:r>
      <w:r w:rsidR="001B73FA" w:rsidRPr="001B73FA">
        <w:rPr>
          <w:szCs w:val="20"/>
        </w:rPr>
        <w:t>dit-il</w:t>
      </w:r>
      <w:r w:rsidRPr="00A4769E">
        <w:rPr>
          <w:szCs w:val="20"/>
        </w:rPr>
        <w:t xml:space="preserve">, </w:t>
      </w:r>
      <w:r w:rsidR="001B73FA" w:rsidRPr="001B73FA">
        <w:rPr>
          <w:szCs w:val="20"/>
        </w:rPr>
        <w:t>le vieux loup</w:t>
      </w:r>
      <w:r w:rsidRPr="00A4769E">
        <w:rPr>
          <w:szCs w:val="20"/>
        </w:rPr>
        <w:t xml:space="preserve"> ? </w:t>
      </w:r>
      <w:r w:rsidR="001B73FA" w:rsidRPr="001B73FA">
        <w:rPr>
          <w:szCs w:val="20"/>
        </w:rPr>
        <w:t>Un vrai mariage</w:t>
      </w:r>
      <w:r w:rsidRPr="00A4769E">
        <w:rPr>
          <w:szCs w:val="20"/>
        </w:rPr>
        <w:t> ?</w:t>
      </w:r>
    </w:p>
    <w:p w14:paraId="006E947F" w14:textId="6A087762" w:rsidR="00462692" w:rsidRPr="00A4769E" w:rsidRDefault="00462692" w:rsidP="001B73FA">
      <w:pPr>
        <w:rPr>
          <w:szCs w:val="20"/>
        </w:rPr>
      </w:pPr>
      <w:r w:rsidRPr="00A4769E">
        <w:rPr>
          <w:szCs w:val="20"/>
        </w:rPr>
        <w:t>— </w:t>
      </w:r>
      <w:r w:rsidR="001B73FA" w:rsidRPr="001B73FA">
        <w:rPr>
          <w:szCs w:val="20"/>
        </w:rPr>
        <w:t>Vous a-t-il jamais habitué aux demi-mesures</w:t>
      </w:r>
      <w:r w:rsidRPr="00A4769E">
        <w:rPr>
          <w:szCs w:val="20"/>
        </w:rPr>
        <w:t xml:space="preserve"> ? </w:t>
      </w:r>
      <w:r w:rsidR="001B73FA" w:rsidRPr="001B73FA">
        <w:rPr>
          <w:szCs w:val="20"/>
        </w:rPr>
        <w:t>dit-elle</w:t>
      </w:r>
      <w:r w:rsidRPr="00A4769E">
        <w:rPr>
          <w:szCs w:val="20"/>
        </w:rPr>
        <w:t>.</w:t>
      </w:r>
    </w:p>
    <w:p w14:paraId="2D436D42" w14:textId="35A86F27" w:rsidR="00462692" w:rsidRPr="00A4769E" w:rsidRDefault="00462692" w:rsidP="001B73FA">
      <w:pPr>
        <w:rPr>
          <w:szCs w:val="20"/>
        </w:rPr>
      </w:pPr>
      <w:r w:rsidRPr="00A4769E">
        <w:rPr>
          <w:szCs w:val="20"/>
        </w:rPr>
        <w:t>— </w:t>
      </w:r>
      <w:r w:rsidR="001B73FA" w:rsidRPr="001B73FA">
        <w:rPr>
          <w:szCs w:val="20"/>
        </w:rPr>
        <w:t>Hélas non</w:t>
      </w:r>
      <w:r w:rsidRPr="00A4769E">
        <w:rPr>
          <w:szCs w:val="20"/>
        </w:rPr>
        <w:t xml:space="preserve">, </w:t>
      </w:r>
      <w:r w:rsidR="001B73FA" w:rsidRPr="001B73FA">
        <w:rPr>
          <w:szCs w:val="20"/>
        </w:rPr>
        <w:t>dit-il</w:t>
      </w:r>
      <w:r w:rsidRPr="00A4769E">
        <w:rPr>
          <w:szCs w:val="20"/>
        </w:rPr>
        <w:t xml:space="preserve">, </w:t>
      </w:r>
      <w:r w:rsidR="001B73FA" w:rsidRPr="001B73FA">
        <w:rPr>
          <w:szCs w:val="20"/>
        </w:rPr>
        <w:t>mais</w:t>
      </w:r>
      <w:r w:rsidRPr="00A4769E">
        <w:rPr>
          <w:szCs w:val="20"/>
        </w:rPr>
        <w:t xml:space="preserve">, </w:t>
      </w:r>
      <w:r w:rsidR="001B73FA" w:rsidRPr="001B73FA">
        <w:rPr>
          <w:szCs w:val="20"/>
        </w:rPr>
        <w:t>à son âge</w:t>
      </w:r>
      <w:r w:rsidRPr="00A4769E">
        <w:rPr>
          <w:szCs w:val="20"/>
        </w:rPr>
        <w:t>…</w:t>
      </w:r>
    </w:p>
    <w:p w14:paraId="0EC33B65" w14:textId="29A9B257" w:rsidR="00462692" w:rsidRPr="00A4769E" w:rsidRDefault="00462692" w:rsidP="001B73FA">
      <w:pPr>
        <w:rPr>
          <w:szCs w:val="20"/>
        </w:rPr>
      </w:pPr>
      <w:r w:rsidRPr="00A4769E">
        <w:rPr>
          <w:szCs w:val="20"/>
        </w:rPr>
        <w:t>— </w:t>
      </w:r>
      <w:r w:rsidR="001B73FA" w:rsidRPr="001B73FA">
        <w:rPr>
          <w:szCs w:val="20"/>
        </w:rPr>
        <w:t>Il n</w:t>
      </w:r>
      <w:r w:rsidRPr="00A4769E">
        <w:rPr>
          <w:szCs w:val="20"/>
        </w:rPr>
        <w:t>’</w:t>
      </w:r>
      <w:r w:rsidR="001B73FA" w:rsidRPr="001B73FA">
        <w:rPr>
          <w:szCs w:val="20"/>
        </w:rPr>
        <w:t>a pas d</w:t>
      </w:r>
      <w:r w:rsidRPr="00A4769E">
        <w:rPr>
          <w:szCs w:val="20"/>
        </w:rPr>
        <w:t>’</w:t>
      </w:r>
      <w:r w:rsidR="001B73FA" w:rsidRPr="001B73FA">
        <w:rPr>
          <w:szCs w:val="20"/>
        </w:rPr>
        <w:t>âge</w:t>
      </w:r>
      <w:r w:rsidRPr="00A4769E">
        <w:rPr>
          <w:szCs w:val="20"/>
        </w:rPr>
        <w:t xml:space="preserve">, </w:t>
      </w:r>
      <w:r w:rsidR="001B73FA" w:rsidRPr="001B73FA">
        <w:rPr>
          <w:szCs w:val="20"/>
        </w:rPr>
        <w:t>dit-elle</w:t>
      </w:r>
      <w:r w:rsidRPr="00A4769E">
        <w:rPr>
          <w:szCs w:val="20"/>
        </w:rPr>
        <w:t>.</w:t>
      </w:r>
    </w:p>
    <w:p w14:paraId="72CA5C6E" w14:textId="7BDF174C" w:rsidR="00462692" w:rsidRPr="00A4769E" w:rsidRDefault="00462692" w:rsidP="001B73FA">
      <w:pPr>
        <w:rPr>
          <w:szCs w:val="20"/>
        </w:rPr>
      </w:pPr>
      <w:r w:rsidRPr="00A4769E">
        <w:rPr>
          <w:szCs w:val="20"/>
        </w:rPr>
        <w:t>— </w:t>
      </w:r>
      <w:r w:rsidR="001B73FA" w:rsidRPr="001B73FA">
        <w:rPr>
          <w:szCs w:val="20"/>
        </w:rPr>
        <w:t>C</w:t>
      </w:r>
      <w:r w:rsidRPr="00A4769E">
        <w:rPr>
          <w:szCs w:val="20"/>
        </w:rPr>
        <w:t>’</w:t>
      </w:r>
      <w:r w:rsidR="001B73FA" w:rsidRPr="001B73FA">
        <w:rPr>
          <w:szCs w:val="20"/>
        </w:rPr>
        <w:t>est vrai</w:t>
      </w:r>
      <w:r w:rsidRPr="00A4769E">
        <w:rPr>
          <w:szCs w:val="20"/>
        </w:rPr>
        <w:t xml:space="preserve">, </w:t>
      </w:r>
      <w:r w:rsidR="001B73FA" w:rsidRPr="001B73FA">
        <w:rPr>
          <w:szCs w:val="20"/>
        </w:rPr>
        <w:t>dit l</w:t>
      </w:r>
      <w:r w:rsidRPr="00A4769E">
        <w:rPr>
          <w:szCs w:val="20"/>
        </w:rPr>
        <w:t>’</w:t>
      </w:r>
      <w:r w:rsidR="001B73FA" w:rsidRPr="001B73FA">
        <w:rPr>
          <w:szCs w:val="20"/>
        </w:rPr>
        <w:t>homme brusquement très grave</w:t>
      </w:r>
      <w:r w:rsidRPr="00A4769E">
        <w:rPr>
          <w:szCs w:val="20"/>
        </w:rPr>
        <w:t xml:space="preserve">, </w:t>
      </w:r>
      <w:r w:rsidR="001B73FA" w:rsidRPr="001B73FA">
        <w:rPr>
          <w:szCs w:val="20"/>
        </w:rPr>
        <w:t>il n</w:t>
      </w:r>
      <w:r w:rsidRPr="00A4769E">
        <w:rPr>
          <w:szCs w:val="20"/>
        </w:rPr>
        <w:t>’</w:t>
      </w:r>
      <w:r w:rsidR="001B73FA" w:rsidRPr="001B73FA">
        <w:rPr>
          <w:szCs w:val="20"/>
        </w:rPr>
        <w:t>a pas d</w:t>
      </w:r>
      <w:r w:rsidRPr="00A4769E">
        <w:rPr>
          <w:szCs w:val="20"/>
        </w:rPr>
        <w:t>’</w:t>
      </w:r>
      <w:r w:rsidR="001B73FA" w:rsidRPr="001B73FA">
        <w:rPr>
          <w:szCs w:val="20"/>
        </w:rPr>
        <w:t>âge</w:t>
      </w:r>
      <w:r w:rsidRPr="00A4769E">
        <w:rPr>
          <w:szCs w:val="20"/>
        </w:rPr>
        <w:t xml:space="preserve">, </w:t>
      </w:r>
      <w:r w:rsidR="001B73FA" w:rsidRPr="001B73FA">
        <w:rPr>
          <w:szCs w:val="20"/>
        </w:rPr>
        <w:t>comme l</w:t>
      </w:r>
      <w:r w:rsidRPr="00A4769E">
        <w:rPr>
          <w:szCs w:val="20"/>
        </w:rPr>
        <w:t>’</w:t>
      </w:r>
      <w:r w:rsidR="001B73FA" w:rsidRPr="001B73FA">
        <w:rPr>
          <w:szCs w:val="20"/>
        </w:rPr>
        <w:t>autre</w:t>
      </w:r>
      <w:r w:rsidRPr="00A4769E">
        <w:rPr>
          <w:szCs w:val="20"/>
        </w:rPr>
        <w:t>.</w:t>
      </w:r>
    </w:p>
    <w:p w14:paraId="5848DC23" w14:textId="075936D6" w:rsidR="00462692" w:rsidRPr="00A4769E" w:rsidRDefault="00462692" w:rsidP="001B73FA">
      <w:pPr>
        <w:rPr>
          <w:szCs w:val="20"/>
        </w:rPr>
      </w:pPr>
      <w:r w:rsidRPr="00A4769E">
        <w:rPr>
          <w:szCs w:val="20"/>
        </w:rPr>
        <w:t>— </w:t>
      </w:r>
      <w:r w:rsidR="001B73FA" w:rsidRPr="001B73FA">
        <w:rPr>
          <w:szCs w:val="20"/>
        </w:rPr>
        <w:t>Quel autre</w:t>
      </w:r>
      <w:r w:rsidRPr="00A4769E">
        <w:rPr>
          <w:szCs w:val="20"/>
        </w:rPr>
        <w:t> ?</w:t>
      </w:r>
    </w:p>
    <w:p w14:paraId="7E3209CC" w14:textId="7D485F43" w:rsidR="00462692" w:rsidRPr="00A4769E" w:rsidRDefault="00462692" w:rsidP="001B73FA">
      <w:pPr>
        <w:rPr>
          <w:szCs w:val="20"/>
        </w:rPr>
      </w:pPr>
      <w:r w:rsidRPr="00A4769E">
        <w:rPr>
          <w:szCs w:val="20"/>
        </w:rPr>
        <w:t>— </w:t>
      </w:r>
      <w:r w:rsidR="001B73FA" w:rsidRPr="001B73FA">
        <w:rPr>
          <w:szCs w:val="20"/>
        </w:rPr>
        <w:t>L</w:t>
      </w:r>
      <w:r w:rsidRPr="00A4769E">
        <w:rPr>
          <w:szCs w:val="20"/>
        </w:rPr>
        <w:t>’</w:t>
      </w:r>
      <w:r w:rsidR="001B73FA" w:rsidRPr="001B73FA">
        <w:rPr>
          <w:szCs w:val="20"/>
        </w:rPr>
        <w:t>ange des ténèbres</w:t>
      </w:r>
      <w:r w:rsidRPr="00A4769E">
        <w:rPr>
          <w:szCs w:val="20"/>
        </w:rPr>
        <w:t xml:space="preserve">, </w:t>
      </w:r>
      <w:r w:rsidR="001B73FA" w:rsidRPr="001B73FA">
        <w:rPr>
          <w:szCs w:val="20"/>
        </w:rPr>
        <w:t>ma belle amie</w:t>
      </w:r>
      <w:r w:rsidRPr="00A4769E">
        <w:rPr>
          <w:szCs w:val="20"/>
        </w:rPr>
        <w:t>. »</w:t>
      </w:r>
      <w:r w:rsidR="001B73FA" w:rsidRPr="001B73FA">
        <w:rPr>
          <w:szCs w:val="20"/>
        </w:rPr>
        <w:t xml:space="preserve"> La Marquise abaissa son face-à-main et soupira</w:t>
      </w:r>
      <w:r w:rsidRPr="00A4769E">
        <w:rPr>
          <w:szCs w:val="20"/>
        </w:rPr>
        <w:t>.</w:t>
      </w:r>
    </w:p>
    <w:p w14:paraId="60AEC434" w14:textId="77777777" w:rsidR="00462692" w:rsidRPr="00A4769E" w:rsidRDefault="001B73FA" w:rsidP="001B73FA">
      <w:pPr>
        <w:rPr>
          <w:szCs w:val="20"/>
        </w:rPr>
      </w:pPr>
      <w:r w:rsidRPr="001B73FA">
        <w:rPr>
          <w:szCs w:val="20"/>
        </w:rPr>
        <w:t>On sonna de la trompe pour appeler les voyageurs et Angelo vit la Marquise lui faire un petit signe amical de la main en remontant dans son coupé</w:t>
      </w:r>
      <w:r w:rsidR="00462692" w:rsidRPr="00A4769E">
        <w:rPr>
          <w:szCs w:val="20"/>
        </w:rPr>
        <w:t xml:space="preserve">. </w:t>
      </w:r>
      <w:r w:rsidRPr="001B73FA">
        <w:rPr>
          <w:szCs w:val="20"/>
        </w:rPr>
        <w:t>Angelo la salua si magnifiquement que tout le monde remarqua ce jeune ouvrier vêtu de velours blanc qui s</w:t>
      </w:r>
      <w:r w:rsidR="00462692" w:rsidRPr="00A4769E">
        <w:rPr>
          <w:szCs w:val="20"/>
        </w:rPr>
        <w:t>’</w:t>
      </w:r>
      <w:r w:rsidRPr="001B73FA">
        <w:rPr>
          <w:szCs w:val="20"/>
        </w:rPr>
        <w:t>inclinait</w:t>
      </w:r>
      <w:r w:rsidR="00462692" w:rsidRPr="00A4769E">
        <w:rPr>
          <w:szCs w:val="20"/>
        </w:rPr>
        <w:t>.</w:t>
      </w:r>
    </w:p>
    <w:p w14:paraId="2BA9EAB7" w14:textId="15CEAA33" w:rsidR="001B73FA" w:rsidRPr="001B73FA" w:rsidRDefault="001B73FA" w:rsidP="001B73FA">
      <w:pPr>
        <w:rPr>
          <w:szCs w:val="20"/>
        </w:rPr>
      </w:pPr>
      <w:r w:rsidRPr="001B73FA">
        <w:rPr>
          <w:szCs w:val="20"/>
        </w:rPr>
        <w:lastRenderedPageBreak/>
        <w:t>Il y eut un nouveau relais à Manosque vers les six heures du soir</w:t>
      </w:r>
      <w:r w:rsidR="00462692" w:rsidRPr="00A4769E">
        <w:rPr>
          <w:szCs w:val="20"/>
        </w:rPr>
        <w:t>. « </w:t>
      </w:r>
      <w:r w:rsidRPr="001B73FA">
        <w:rPr>
          <w:szCs w:val="20"/>
        </w:rPr>
        <w:t>Mon jeune ami</w:t>
      </w:r>
      <w:r w:rsidR="00462692" w:rsidRPr="00A4769E">
        <w:rPr>
          <w:szCs w:val="20"/>
        </w:rPr>
        <w:t xml:space="preserve">, </w:t>
      </w:r>
      <w:r w:rsidRPr="001B73FA">
        <w:rPr>
          <w:szCs w:val="20"/>
        </w:rPr>
        <w:t>dit l</w:t>
      </w:r>
      <w:r w:rsidR="00462692" w:rsidRPr="00A4769E">
        <w:rPr>
          <w:szCs w:val="20"/>
        </w:rPr>
        <w:t>’</w:t>
      </w:r>
      <w:r w:rsidRPr="001B73FA">
        <w:rPr>
          <w:szCs w:val="20"/>
        </w:rPr>
        <w:t>homme au carrick</w:t>
      </w:r>
      <w:r w:rsidR="00462692" w:rsidRPr="00A4769E">
        <w:rPr>
          <w:szCs w:val="20"/>
        </w:rPr>
        <w:t xml:space="preserve">, </w:t>
      </w:r>
      <w:r w:rsidRPr="001B73FA">
        <w:rPr>
          <w:szCs w:val="20"/>
        </w:rPr>
        <w:t>je crois que votre provision de cigares s</w:t>
      </w:r>
      <w:r w:rsidR="00462692" w:rsidRPr="00A4769E">
        <w:rPr>
          <w:szCs w:val="20"/>
        </w:rPr>
        <w:t>’</w:t>
      </w:r>
      <w:r w:rsidRPr="001B73FA">
        <w:rPr>
          <w:szCs w:val="20"/>
        </w:rPr>
        <w:t>épuise</w:t>
      </w:r>
      <w:r w:rsidR="00462692" w:rsidRPr="00A4769E">
        <w:rPr>
          <w:szCs w:val="20"/>
        </w:rPr>
        <w:t xml:space="preserve">. </w:t>
      </w:r>
      <w:r w:rsidRPr="001B73FA">
        <w:rPr>
          <w:szCs w:val="20"/>
        </w:rPr>
        <w:t>Avez-vous déjà fumé ce cigare français qu</w:t>
      </w:r>
      <w:r w:rsidR="00462692" w:rsidRPr="00A4769E">
        <w:rPr>
          <w:szCs w:val="20"/>
        </w:rPr>
        <w:t>’</w:t>
      </w:r>
      <w:r w:rsidRPr="001B73FA">
        <w:rPr>
          <w:szCs w:val="20"/>
        </w:rPr>
        <w:t>on appelle le crapulos</w:t>
      </w:r>
      <w:r w:rsidR="00462692" w:rsidRPr="00A4769E">
        <w:rPr>
          <w:szCs w:val="20"/>
        </w:rPr>
        <w:t xml:space="preserve"> ? </w:t>
      </w:r>
      <w:r w:rsidRPr="001B73FA">
        <w:rPr>
          <w:szCs w:val="20"/>
        </w:rPr>
        <w:t>Quoique de goût moins brutal que les vôtres</w:t>
      </w:r>
      <w:r w:rsidR="00462692" w:rsidRPr="00A4769E">
        <w:rPr>
          <w:szCs w:val="20"/>
        </w:rPr>
        <w:t xml:space="preserve">, </w:t>
      </w:r>
      <w:r w:rsidRPr="001B73FA">
        <w:rPr>
          <w:szCs w:val="20"/>
        </w:rPr>
        <w:t>je crois qu</w:t>
      </w:r>
      <w:r w:rsidR="00462692" w:rsidRPr="00A4769E">
        <w:rPr>
          <w:szCs w:val="20"/>
        </w:rPr>
        <w:t>’</w:t>
      </w:r>
      <w:r w:rsidRPr="001B73FA">
        <w:rPr>
          <w:szCs w:val="20"/>
        </w:rPr>
        <w:t>il aura votre approbation</w:t>
      </w:r>
      <w:r w:rsidR="00462692" w:rsidRPr="00A4769E">
        <w:rPr>
          <w:szCs w:val="20"/>
        </w:rPr>
        <w:t xml:space="preserve">. </w:t>
      </w:r>
      <w:r w:rsidRPr="001B73FA">
        <w:rPr>
          <w:szCs w:val="20"/>
        </w:rPr>
        <w:t>Faisons donc quelques pas jusqu</w:t>
      </w:r>
      <w:r w:rsidR="00462692" w:rsidRPr="00A4769E">
        <w:rPr>
          <w:szCs w:val="20"/>
        </w:rPr>
        <w:t>’</w:t>
      </w:r>
      <w:r w:rsidRPr="001B73FA">
        <w:rPr>
          <w:szCs w:val="20"/>
        </w:rPr>
        <w:t>à ce bureau de tabac</w:t>
      </w:r>
      <w:r w:rsidR="00462692" w:rsidRPr="00A4769E">
        <w:rPr>
          <w:szCs w:val="20"/>
        </w:rPr>
        <w:t xml:space="preserve">, </w:t>
      </w:r>
      <w:r w:rsidRPr="001B73FA">
        <w:rPr>
          <w:szCs w:val="20"/>
        </w:rPr>
        <w:t>et</w:t>
      </w:r>
      <w:r w:rsidR="00462692" w:rsidRPr="00A4769E">
        <w:rPr>
          <w:szCs w:val="20"/>
        </w:rPr>
        <w:t xml:space="preserve">, </w:t>
      </w:r>
      <w:r w:rsidRPr="001B73FA">
        <w:rPr>
          <w:szCs w:val="20"/>
        </w:rPr>
        <w:t>confidentiellement</w:t>
      </w:r>
      <w:r w:rsidR="00462692" w:rsidRPr="00A4769E">
        <w:rPr>
          <w:szCs w:val="20"/>
        </w:rPr>
        <w:t xml:space="preserve">, </w:t>
      </w:r>
      <w:r w:rsidRPr="001B73FA">
        <w:rPr>
          <w:szCs w:val="20"/>
        </w:rPr>
        <w:t>ce sont les cigares que fument les ouvriers français</w:t>
      </w:r>
      <w:r w:rsidR="00462692" w:rsidRPr="00A4769E">
        <w:rPr>
          <w:szCs w:val="20"/>
        </w:rPr>
        <w:t>. (</w:t>
      </w:r>
      <w:r w:rsidRPr="001B73FA">
        <w:rPr>
          <w:szCs w:val="20"/>
        </w:rPr>
        <w:t>Il avait gardé son manteau et sa casquette en poil de bichard</w:t>
      </w:r>
      <w:r w:rsidR="00462692" w:rsidRPr="00A4769E">
        <w:rPr>
          <w:szCs w:val="20"/>
        </w:rPr>
        <w:t xml:space="preserve">.) </w:t>
      </w:r>
      <w:r w:rsidRPr="001B73FA">
        <w:rPr>
          <w:szCs w:val="20"/>
        </w:rPr>
        <w:t>N</w:t>
      </w:r>
      <w:r w:rsidR="00462692" w:rsidRPr="00A4769E">
        <w:rPr>
          <w:szCs w:val="20"/>
        </w:rPr>
        <w:t>’</w:t>
      </w:r>
      <w:r w:rsidRPr="001B73FA">
        <w:rPr>
          <w:szCs w:val="20"/>
        </w:rPr>
        <w:t>ayez aucune inquiétude</w:t>
      </w:r>
      <w:r w:rsidR="00462692" w:rsidRPr="00A4769E">
        <w:rPr>
          <w:szCs w:val="20"/>
        </w:rPr>
        <w:t xml:space="preserve"> », </w:t>
      </w:r>
      <w:r w:rsidRPr="001B73FA">
        <w:rPr>
          <w:szCs w:val="20"/>
        </w:rPr>
        <w:t>ajouta-t-il</w:t>
      </w:r>
      <w:r w:rsidR="00462692" w:rsidRPr="00A4769E">
        <w:rPr>
          <w:szCs w:val="20"/>
        </w:rPr>
        <w:t>. « </w:t>
      </w:r>
      <w:r w:rsidRPr="001B73FA">
        <w:rPr>
          <w:szCs w:val="20"/>
        </w:rPr>
        <w:t>Il ne faut pas répondre</w:t>
      </w:r>
      <w:r w:rsidR="00462692" w:rsidRPr="00A4769E">
        <w:rPr>
          <w:szCs w:val="20"/>
        </w:rPr>
        <w:t xml:space="preserve">, </w:t>
      </w:r>
      <w:r w:rsidRPr="001B73FA">
        <w:rPr>
          <w:szCs w:val="20"/>
        </w:rPr>
        <w:t>se dit Angelo</w:t>
      </w:r>
      <w:r w:rsidR="00462692" w:rsidRPr="00A4769E">
        <w:rPr>
          <w:szCs w:val="20"/>
        </w:rPr>
        <w:t xml:space="preserve"> ; </w:t>
      </w:r>
      <w:r w:rsidRPr="001B73FA">
        <w:rPr>
          <w:szCs w:val="20"/>
        </w:rPr>
        <w:t>tout ceci est un piège</w:t>
      </w:r>
      <w:r w:rsidR="00462692" w:rsidRPr="00A4769E">
        <w:rPr>
          <w:szCs w:val="20"/>
        </w:rPr>
        <w:t xml:space="preserve">. </w:t>
      </w:r>
      <w:r w:rsidRPr="001B73FA">
        <w:rPr>
          <w:szCs w:val="20"/>
        </w:rPr>
        <w:t>Je ne sais rien de ce cigare dont il parle et je suis censé habiter la France depuis longtemps</w:t>
      </w:r>
      <w:r w:rsidR="00462692" w:rsidRPr="00A4769E">
        <w:rPr>
          <w:szCs w:val="20"/>
        </w:rPr>
        <w:t>. »</w:t>
      </w:r>
    </w:p>
    <w:p w14:paraId="309E3092" w14:textId="77777777" w:rsidR="00462692" w:rsidRPr="00A4769E" w:rsidRDefault="001B73FA" w:rsidP="001B73FA">
      <w:pPr>
        <w:rPr>
          <w:szCs w:val="20"/>
        </w:rPr>
      </w:pPr>
      <w:r w:rsidRPr="001B73FA">
        <w:rPr>
          <w:szCs w:val="20"/>
        </w:rPr>
        <w:t>On changeait à cet endroit-là non seulement de chevaux mais de cocher et de postillon</w:t>
      </w:r>
      <w:r w:rsidR="00462692" w:rsidRPr="00A4769E">
        <w:rPr>
          <w:szCs w:val="20"/>
        </w:rPr>
        <w:t xml:space="preserve"> ; </w:t>
      </w:r>
      <w:r w:rsidRPr="001B73FA">
        <w:rPr>
          <w:szCs w:val="20"/>
        </w:rPr>
        <w:t>ceux qu</w:t>
      </w:r>
      <w:r w:rsidR="00462692" w:rsidRPr="00A4769E">
        <w:rPr>
          <w:szCs w:val="20"/>
        </w:rPr>
        <w:t>’</w:t>
      </w:r>
      <w:r w:rsidRPr="001B73FA">
        <w:rPr>
          <w:szCs w:val="20"/>
        </w:rPr>
        <w:t>on quittait demandèrent la piécette en tendant leurs chapeaux à la compagnie</w:t>
      </w:r>
      <w:r w:rsidR="00462692" w:rsidRPr="00A4769E">
        <w:rPr>
          <w:szCs w:val="20"/>
        </w:rPr>
        <w:t>. « </w:t>
      </w:r>
      <w:r w:rsidRPr="001B73FA">
        <w:rPr>
          <w:szCs w:val="20"/>
        </w:rPr>
        <w:t>Quel est l</w:t>
      </w:r>
      <w:r w:rsidR="00462692" w:rsidRPr="00A4769E">
        <w:rPr>
          <w:szCs w:val="20"/>
        </w:rPr>
        <w:t>’</w:t>
      </w:r>
      <w:r w:rsidRPr="001B73FA">
        <w:rPr>
          <w:szCs w:val="20"/>
        </w:rPr>
        <w:t>usage</w:t>
      </w:r>
      <w:r w:rsidR="00462692" w:rsidRPr="00A4769E">
        <w:rPr>
          <w:szCs w:val="20"/>
        </w:rPr>
        <w:t> ? »</w:t>
      </w:r>
      <w:r w:rsidRPr="001B73FA">
        <w:rPr>
          <w:szCs w:val="20"/>
        </w:rPr>
        <w:t xml:space="preserve"> se demanda Angelo</w:t>
      </w:r>
      <w:r w:rsidR="00462692" w:rsidRPr="00A4769E">
        <w:rPr>
          <w:szCs w:val="20"/>
        </w:rPr>
        <w:t xml:space="preserve">. </w:t>
      </w:r>
      <w:r w:rsidRPr="001B73FA">
        <w:rPr>
          <w:szCs w:val="20"/>
        </w:rPr>
        <w:t>Il regarda ce que faisait le carrick qui donna trois francs</w:t>
      </w:r>
      <w:r w:rsidR="00462692" w:rsidRPr="00A4769E">
        <w:rPr>
          <w:szCs w:val="20"/>
        </w:rPr>
        <w:t xml:space="preserve">. </w:t>
      </w:r>
      <w:r w:rsidRPr="001B73FA">
        <w:rPr>
          <w:szCs w:val="20"/>
        </w:rPr>
        <w:t>Il donna trois francs</w:t>
      </w:r>
      <w:r w:rsidR="00462692" w:rsidRPr="00A4769E">
        <w:rPr>
          <w:szCs w:val="20"/>
        </w:rPr>
        <w:t xml:space="preserve">. </w:t>
      </w:r>
      <w:r w:rsidRPr="001B73FA">
        <w:rPr>
          <w:szCs w:val="20"/>
        </w:rPr>
        <w:t>Le cocher fit sauter la guelte dans son chapeau d</w:t>
      </w:r>
      <w:r w:rsidR="00462692" w:rsidRPr="00A4769E">
        <w:rPr>
          <w:szCs w:val="20"/>
        </w:rPr>
        <w:t>’</w:t>
      </w:r>
      <w:r w:rsidRPr="001B73FA">
        <w:rPr>
          <w:szCs w:val="20"/>
        </w:rPr>
        <w:t>un air vexé</w:t>
      </w:r>
      <w:r w:rsidR="00462692" w:rsidRPr="00A4769E">
        <w:rPr>
          <w:szCs w:val="20"/>
        </w:rPr>
        <w:t>.</w:t>
      </w:r>
    </w:p>
    <w:p w14:paraId="3FBA0C75" w14:textId="77777777" w:rsidR="00462692" w:rsidRPr="00A4769E" w:rsidRDefault="00462692" w:rsidP="001B73FA">
      <w:pPr>
        <w:rPr>
          <w:szCs w:val="20"/>
        </w:rPr>
      </w:pPr>
      <w:r w:rsidRPr="00A4769E">
        <w:rPr>
          <w:szCs w:val="20"/>
        </w:rPr>
        <w:t>« </w:t>
      </w:r>
      <w:r w:rsidR="001B73FA" w:rsidRPr="001B73FA">
        <w:rPr>
          <w:szCs w:val="20"/>
        </w:rPr>
        <w:t>Ce coquin-là</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s</w:t>
      </w:r>
      <w:r w:rsidRPr="00A4769E">
        <w:rPr>
          <w:szCs w:val="20"/>
        </w:rPr>
        <w:t>’</w:t>
      </w:r>
      <w:r w:rsidR="001B73FA" w:rsidRPr="001B73FA">
        <w:rPr>
          <w:szCs w:val="20"/>
        </w:rPr>
        <w:t>attendait à la pièce de dix francs</w:t>
      </w:r>
      <w:r w:rsidRPr="00A4769E">
        <w:rPr>
          <w:szCs w:val="20"/>
        </w:rPr>
        <w:t xml:space="preserve">. </w:t>
      </w:r>
      <w:r w:rsidR="001B73FA" w:rsidRPr="001B73FA">
        <w:rPr>
          <w:szCs w:val="20"/>
        </w:rPr>
        <w:t>Il ose me mépriser parce que je me conforme à l</w:t>
      </w:r>
      <w:r w:rsidRPr="00A4769E">
        <w:rPr>
          <w:szCs w:val="20"/>
        </w:rPr>
        <w:t>’</w:t>
      </w:r>
      <w:r w:rsidR="001B73FA" w:rsidRPr="001B73FA">
        <w:rPr>
          <w:szCs w:val="20"/>
        </w:rPr>
        <w:t>usage</w:t>
      </w:r>
      <w:r w:rsidRPr="00A4769E">
        <w:rPr>
          <w:szCs w:val="20"/>
        </w:rPr>
        <w:t xml:space="preserve">. </w:t>
      </w:r>
      <w:r w:rsidR="001B73FA" w:rsidRPr="001B73FA">
        <w:rPr>
          <w:szCs w:val="20"/>
        </w:rPr>
        <w:t>Il n</w:t>
      </w:r>
      <w:r w:rsidRPr="00A4769E">
        <w:rPr>
          <w:szCs w:val="20"/>
        </w:rPr>
        <w:t>’</w:t>
      </w:r>
      <w:r w:rsidR="001B73FA" w:rsidRPr="001B73FA">
        <w:rPr>
          <w:szCs w:val="20"/>
        </w:rPr>
        <w:t>a aucune sympathie pour mes imprudences</w:t>
      </w:r>
      <w:r w:rsidRPr="00A4769E">
        <w:rPr>
          <w:szCs w:val="20"/>
        </w:rPr>
        <w:t>.</w:t>
      </w:r>
    </w:p>
    <w:p w14:paraId="5F7CBFEA" w14:textId="264C6417" w:rsidR="001B73FA" w:rsidRPr="001B73FA" w:rsidRDefault="001B73FA" w:rsidP="001B73FA">
      <w:pPr>
        <w:rPr>
          <w:szCs w:val="20"/>
        </w:rPr>
      </w:pPr>
      <w:r w:rsidRPr="001B73FA">
        <w:rPr>
          <w:szCs w:val="20"/>
        </w:rPr>
        <w:t>Il n</w:t>
      </w:r>
      <w:r w:rsidR="00462692" w:rsidRPr="00A4769E">
        <w:rPr>
          <w:szCs w:val="20"/>
        </w:rPr>
        <w:t>’</w:t>
      </w:r>
      <w:r w:rsidRPr="001B73FA">
        <w:rPr>
          <w:szCs w:val="20"/>
        </w:rPr>
        <w:t>y a vu que de la naïveté et le profit qu</w:t>
      </w:r>
      <w:r w:rsidR="00462692" w:rsidRPr="00A4769E">
        <w:rPr>
          <w:szCs w:val="20"/>
        </w:rPr>
        <w:t>’</w:t>
      </w:r>
      <w:r w:rsidRPr="001B73FA">
        <w:rPr>
          <w:szCs w:val="20"/>
        </w:rPr>
        <w:t>il pourrait en tirer</w:t>
      </w:r>
      <w:r w:rsidR="00462692" w:rsidRPr="00A4769E">
        <w:rPr>
          <w:szCs w:val="20"/>
        </w:rPr>
        <w:t>. »</w:t>
      </w:r>
    </w:p>
    <w:p w14:paraId="4FDB64ED" w14:textId="77777777" w:rsidR="00C443EF" w:rsidRPr="00A4769E" w:rsidRDefault="001B73FA" w:rsidP="00462692">
      <w:pPr>
        <w:pStyle w:val="Titre1"/>
      </w:pPr>
      <w:bookmarkStart w:id="3" w:name="_Toc195026585"/>
      <w:r w:rsidRPr="001B73FA">
        <w:rPr>
          <w:szCs w:val="20"/>
        </w:rPr>
        <w:lastRenderedPageBreak/>
        <w:t>I</w:t>
      </w:r>
      <w:r w:rsidR="00C443EF" w:rsidRPr="00A4769E">
        <w:t>V</w:t>
      </w:r>
      <w:bookmarkEnd w:id="3"/>
    </w:p>
    <w:p w14:paraId="2EBBA7AC" w14:textId="77777777" w:rsidR="00462692" w:rsidRPr="00A4769E" w:rsidRDefault="001B73FA" w:rsidP="001B73FA">
      <w:pPr>
        <w:rPr>
          <w:szCs w:val="20"/>
        </w:rPr>
      </w:pPr>
      <w:r w:rsidRPr="001B73FA">
        <w:rPr>
          <w:szCs w:val="20"/>
        </w:rPr>
        <w:t>Tout en se faisant la morale</w:t>
      </w:r>
      <w:r w:rsidR="00462692" w:rsidRPr="00A4769E">
        <w:rPr>
          <w:szCs w:val="20"/>
        </w:rPr>
        <w:t xml:space="preserve">, </w:t>
      </w:r>
      <w:r w:rsidRPr="001B73FA">
        <w:rPr>
          <w:szCs w:val="20"/>
        </w:rPr>
        <w:t>Angelo regardait machinalement l</w:t>
      </w:r>
      <w:r w:rsidR="00462692" w:rsidRPr="00A4769E">
        <w:rPr>
          <w:szCs w:val="20"/>
        </w:rPr>
        <w:t>’</w:t>
      </w:r>
      <w:r w:rsidRPr="001B73FA">
        <w:rPr>
          <w:szCs w:val="20"/>
        </w:rPr>
        <w:t>homme au carrick dont</w:t>
      </w:r>
      <w:r w:rsidR="00462692" w:rsidRPr="00A4769E">
        <w:rPr>
          <w:szCs w:val="20"/>
        </w:rPr>
        <w:t xml:space="preserve">, </w:t>
      </w:r>
      <w:r w:rsidRPr="001B73FA">
        <w:rPr>
          <w:szCs w:val="20"/>
        </w:rPr>
        <w:t>à la fin</w:t>
      </w:r>
      <w:r w:rsidR="00462692" w:rsidRPr="00A4769E">
        <w:rPr>
          <w:szCs w:val="20"/>
        </w:rPr>
        <w:t xml:space="preserve">, </w:t>
      </w:r>
      <w:r w:rsidRPr="001B73FA">
        <w:rPr>
          <w:szCs w:val="20"/>
        </w:rPr>
        <w:t>le manège l</w:t>
      </w:r>
      <w:r w:rsidR="00462692" w:rsidRPr="00A4769E">
        <w:rPr>
          <w:szCs w:val="20"/>
        </w:rPr>
        <w:t>’</w:t>
      </w:r>
      <w:r w:rsidRPr="001B73FA">
        <w:rPr>
          <w:szCs w:val="20"/>
        </w:rPr>
        <w:t>intrigua</w:t>
      </w:r>
      <w:r w:rsidR="00462692" w:rsidRPr="00A4769E">
        <w:rPr>
          <w:szCs w:val="20"/>
        </w:rPr>
        <w:t xml:space="preserve">. </w:t>
      </w:r>
      <w:r w:rsidRPr="001B73FA">
        <w:rPr>
          <w:szCs w:val="20"/>
        </w:rPr>
        <w:t>Il venait de parler au nouveau cocher avec les marques du commandement le plus vif</w:t>
      </w:r>
      <w:r w:rsidR="00462692" w:rsidRPr="00A4769E">
        <w:rPr>
          <w:szCs w:val="20"/>
        </w:rPr>
        <w:t xml:space="preserve">. </w:t>
      </w:r>
      <w:r w:rsidRPr="001B73FA">
        <w:rPr>
          <w:szCs w:val="20"/>
        </w:rPr>
        <w:t>Il avait entraîné l</w:t>
      </w:r>
      <w:r w:rsidR="00462692" w:rsidRPr="00A4769E">
        <w:rPr>
          <w:szCs w:val="20"/>
        </w:rPr>
        <w:t>’</w:t>
      </w:r>
      <w:r w:rsidRPr="001B73FA">
        <w:rPr>
          <w:szCs w:val="20"/>
        </w:rPr>
        <w:t>homme dans un coin de la remise et il lui donnait manifestement des ordres impératifs que l</w:t>
      </w:r>
      <w:r w:rsidR="00462692" w:rsidRPr="00A4769E">
        <w:rPr>
          <w:szCs w:val="20"/>
        </w:rPr>
        <w:t>’</w:t>
      </w:r>
      <w:r w:rsidRPr="001B73FA">
        <w:rPr>
          <w:szCs w:val="20"/>
        </w:rPr>
        <w:t>autre écoutait t</w:t>
      </w:r>
      <w:r w:rsidR="0077262C" w:rsidRPr="00A4769E">
        <w:rPr>
          <w:szCs w:val="20"/>
        </w:rPr>
        <w:t>ê</w:t>
      </w:r>
      <w:r w:rsidRPr="001B73FA">
        <w:rPr>
          <w:szCs w:val="20"/>
        </w:rPr>
        <w:t>te basse</w:t>
      </w:r>
      <w:r w:rsidR="00462692" w:rsidRPr="00A4769E">
        <w:rPr>
          <w:szCs w:val="20"/>
        </w:rPr>
        <w:t xml:space="preserve">, </w:t>
      </w:r>
      <w:r w:rsidRPr="001B73FA">
        <w:rPr>
          <w:szCs w:val="20"/>
        </w:rPr>
        <w:t>en acquiesçant parfois d</w:t>
      </w:r>
      <w:r w:rsidR="00462692" w:rsidRPr="00A4769E">
        <w:rPr>
          <w:szCs w:val="20"/>
        </w:rPr>
        <w:t>’</w:t>
      </w:r>
      <w:r w:rsidRPr="001B73FA">
        <w:rPr>
          <w:szCs w:val="20"/>
        </w:rPr>
        <w:t>un petit mouvement</w:t>
      </w:r>
      <w:r w:rsidR="00462692" w:rsidRPr="00A4769E">
        <w:rPr>
          <w:szCs w:val="20"/>
        </w:rPr>
        <w:t>.</w:t>
      </w:r>
    </w:p>
    <w:p w14:paraId="701C4793" w14:textId="77777777" w:rsidR="00462692" w:rsidRPr="00A4769E" w:rsidRDefault="001B73FA" w:rsidP="001B73FA">
      <w:pPr>
        <w:rPr>
          <w:szCs w:val="20"/>
        </w:rPr>
      </w:pPr>
      <w:r w:rsidRPr="001B73FA">
        <w:rPr>
          <w:szCs w:val="20"/>
        </w:rPr>
        <w:t>Avec une nonchalance qu</w:t>
      </w:r>
      <w:r w:rsidR="00462692" w:rsidRPr="00A4769E">
        <w:rPr>
          <w:szCs w:val="20"/>
        </w:rPr>
        <w:t>’</w:t>
      </w:r>
      <w:r w:rsidRPr="001B73FA">
        <w:rPr>
          <w:szCs w:val="20"/>
        </w:rPr>
        <w:t>Angelo n</w:t>
      </w:r>
      <w:r w:rsidR="00462692" w:rsidRPr="00A4769E">
        <w:rPr>
          <w:szCs w:val="20"/>
        </w:rPr>
        <w:t>’</w:t>
      </w:r>
      <w:r w:rsidRPr="001B73FA">
        <w:rPr>
          <w:szCs w:val="20"/>
        </w:rPr>
        <w:t>aurait pas trouvée suspecte s</w:t>
      </w:r>
      <w:r w:rsidR="00462692" w:rsidRPr="00A4769E">
        <w:rPr>
          <w:szCs w:val="20"/>
        </w:rPr>
        <w:t>’</w:t>
      </w:r>
      <w:r w:rsidRPr="001B73FA">
        <w:rPr>
          <w:szCs w:val="20"/>
        </w:rPr>
        <w:t>il n</w:t>
      </w:r>
      <w:r w:rsidR="00462692" w:rsidRPr="00A4769E">
        <w:rPr>
          <w:szCs w:val="20"/>
        </w:rPr>
        <w:t>’</w:t>
      </w:r>
      <w:r w:rsidRPr="001B73FA">
        <w:rPr>
          <w:szCs w:val="20"/>
        </w:rPr>
        <w:t>avait eu déjà l</w:t>
      </w:r>
      <w:r w:rsidR="00462692" w:rsidRPr="00A4769E">
        <w:rPr>
          <w:szCs w:val="20"/>
        </w:rPr>
        <w:t>’</w:t>
      </w:r>
      <w:r w:rsidRPr="001B73FA">
        <w:rPr>
          <w:szCs w:val="20"/>
        </w:rPr>
        <w:t>attention attirée par ces gestes insolites</w:t>
      </w:r>
      <w:r w:rsidR="00462692" w:rsidRPr="00A4769E">
        <w:rPr>
          <w:szCs w:val="20"/>
        </w:rPr>
        <w:t xml:space="preserve">, </w:t>
      </w:r>
      <w:r w:rsidRPr="001B73FA">
        <w:rPr>
          <w:szCs w:val="20"/>
        </w:rPr>
        <w:t>le carrick s</w:t>
      </w:r>
      <w:r w:rsidR="00462692" w:rsidRPr="00A4769E">
        <w:rPr>
          <w:szCs w:val="20"/>
        </w:rPr>
        <w:t>’</w:t>
      </w:r>
      <w:r w:rsidRPr="001B73FA">
        <w:rPr>
          <w:szCs w:val="20"/>
        </w:rPr>
        <w:t>intéressa aux trois voyageurs que la malle prenait à Manosque</w:t>
      </w:r>
      <w:r w:rsidR="00462692" w:rsidRPr="00A4769E">
        <w:rPr>
          <w:szCs w:val="20"/>
        </w:rPr>
        <w:t xml:space="preserve"> : </w:t>
      </w:r>
      <w:r w:rsidRPr="001B73FA">
        <w:rPr>
          <w:szCs w:val="20"/>
        </w:rPr>
        <w:t>c</w:t>
      </w:r>
      <w:r w:rsidR="00462692" w:rsidRPr="00A4769E">
        <w:rPr>
          <w:szCs w:val="20"/>
        </w:rPr>
        <w:t>’</w:t>
      </w:r>
      <w:r w:rsidRPr="001B73FA">
        <w:rPr>
          <w:szCs w:val="20"/>
        </w:rPr>
        <w:t>étaient trois hommes de mise modeste ressemblant à des clercs de notaire</w:t>
      </w:r>
      <w:r w:rsidR="00462692" w:rsidRPr="00A4769E">
        <w:rPr>
          <w:szCs w:val="20"/>
        </w:rPr>
        <w:t xml:space="preserve">. </w:t>
      </w:r>
      <w:r w:rsidRPr="001B73FA">
        <w:rPr>
          <w:szCs w:val="20"/>
        </w:rPr>
        <w:t>Il vint tourner autour d</w:t>
      </w:r>
      <w:r w:rsidR="00462692" w:rsidRPr="00A4769E">
        <w:rPr>
          <w:szCs w:val="20"/>
        </w:rPr>
        <w:t>’</w:t>
      </w:r>
      <w:r w:rsidRPr="001B73FA">
        <w:rPr>
          <w:szCs w:val="20"/>
        </w:rPr>
        <w:t>eux</w:t>
      </w:r>
      <w:r w:rsidR="00462692" w:rsidRPr="00A4769E">
        <w:rPr>
          <w:szCs w:val="20"/>
        </w:rPr>
        <w:t xml:space="preserve">, </w:t>
      </w:r>
      <w:r w:rsidRPr="001B73FA">
        <w:rPr>
          <w:szCs w:val="20"/>
        </w:rPr>
        <w:t>alluma son cigare à un briquet qui mit longtemps à prendre</w:t>
      </w:r>
      <w:r w:rsidR="00462692" w:rsidRPr="00A4769E">
        <w:rPr>
          <w:szCs w:val="20"/>
        </w:rPr>
        <w:t xml:space="preserve"> ; </w:t>
      </w:r>
      <w:r w:rsidRPr="001B73FA">
        <w:rPr>
          <w:szCs w:val="20"/>
        </w:rPr>
        <w:t>de toute évidence</w:t>
      </w:r>
      <w:r w:rsidR="00462692" w:rsidRPr="00A4769E">
        <w:rPr>
          <w:szCs w:val="20"/>
        </w:rPr>
        <w:t xml:space="preserve">, </w:t>
      </w:r>
      <w:r w:rsidRPr="001B73FA">
        <w:rPr>
          <w:szCs w:val="20"/>
        </w:rPr>
        <w:t>il essayait de surprendre des paroles</w:t>
      </w:r>
      <w:r w:rsidR="00462692" w:rsidRPr="00A4769E">
        <w:rPr>
          <w:szCs w:val="20"/>
        </w:rPr>
        <w:t xml:space="preserve">. </w:t>
      </w:r>
      <w:r w:rsidRPr="001B73FA">
        <w:rPr>
          <w:szCs w:val="20"/>
        </w:rPr>
        <w:t>Mais les trois hommes ne parlaient pas</w:t>
      </w:r>
      <w:r w:rsidR="00462692" w:rsidRPr="00A4769E">
        <w:rPr>
          <w:szCs w:val="20"/>
        </w:rPr>
        <w:t xml:space="preserve">. </w:t>
      </w:r>
      <w:r w:rsidRPr="001B73FA">
        <w:rPr>
          <w:szCs w:val="20"/>
        </w:rPr>
        <w:t>Ils regardaient les toiles d</w:t>
      </w:r>
      <w:r w:rsidR="00462692" w:rsidRPr="00A4769E">
        <w:rPr>
          <w:szCs w:val="20"/>
        </w:rPr>
        <w:t>’</w:t>
      </w:r>
      <w:r w:rsidRPr="001B73FA">
        <w:rPr>
          <w:szCs w:val="20"/>
        </w:rPr>
        <w:t>araignée du plafond d</w:t>
      </w:r>
      <w:r w:rsidR="00462692" w:rsidRPr="00A4769E">
        <w:rPr>
          <w:szCs w:val="20"/>
        </w:rPr>
        <w:t>’</w:t>
      </w:r>
      <w:r w:rsidRPr="001B73FA">
        <w:rPr>
          <w:szCs w:val="20"/>
        </w:rPr>
        <w:t>un air parfaitement débonnaire</w:t>
      </w:r>
      <w:r w:rsidR="00462692" w:rsidRPr="00A4769E">
        <w:rPr>
          <w:szCs w:val="20"/>
        </w:rPr>
        <w:t>.</w:t>
      </w:r>
    </w:p>
    <w:p w14:paraId="07F2C74B" w14:textId="77777777" w:rsidR="00462692" w:rsidRPr="00A4769E" w:rsidRDefault="001B73FA" w:rsidP="001B73FA">
      <w:pPr>
        <w:rPr>
          <w:szCs w:val="20"/>
        </w:rPr>
      </w:pPr>
      <w:r w:rsidRPr="001B73FA">
        <w:rPr>
          <w:szCs w:val="20"/>
        </w:rPr>
        <w:t>Le carrick s</w:t>
      </w:r>
      <w:r w:rsidR="00462692" w:rsidRPr="00A4769E">
        <w:rPr>
          <w:szCs w:val="20"/>
        </w:rPr>
        <w:t>’</w:t>
      </w:r>
      <w:r w:rsidRPr="001B73FA">
        <w:rPr>
          <w:szCs w:val="20"/>
        </w:rPr>
        <w:t>approcha du petit bagage que les trois hommes avaient déposé près de la malle pour qu</w:t>
      </w:r>
      <w:r w:rsidR="00462692" w:rsidRPr="00A4769E">
        <w:rPr>
          <w:szCs w:val="20"/>
        </w:rPr>
        <w:t>’</w:t>
      </w:r>
      <w:r w:rsidRPr="001B73FA">
        <w:rPr>
          <w:szCs w:val="20"/>
        </w:rPr>
        <w:t>on le chargeât</w:t>
      </w:r>
      <w:r w:rsidR="00462692" w:rsidRPr="00A4769E">
        <w:rPr>
          <w:szCs w:val="20"/>
        </w:rPr>
        <w:t xml:space="preserve">. </w:t>
      </w:r>
      <w:r w:rsidRPr="001B73FA">
        <w:rPr>
          <w:szCs w:val="20"/>
        </w:rPr>
        <w:t>C</w:t>
      </w:r>
      <w:r w:rsidR="00462692" w:rsidRPr="00A4769E">
        <w:rPr>
          <w:szCs w:val="20"/>
        </w:rPr>
        <w:t>’</w:t>
      </w:r>
      <w:r w:rsidRPr="001B73FA">
        <w:rPr>
          <w:szCs w:val="20"/>
        </w:rPr>
        <w:t>étaient trois valises Gladstone en assez mauvais état</w:t>
      </w:r>
      <w:r w:rsidR="00462692" w:rsidRPr="00A4769E">
        <w:rPr>
          <w:szCs w:val="20"/>
        </w:rPr>
        <w:t xml:space="preserve">, </w:t>
      </w:r>
      <w:r w:rsidRPr="001B73FA">
        <w:rPr>
          <w:szCs w:val="20"/>
        </w:rPr>
        <w:t>mais soigneusement rapiécées et très soigneusement astiquées comme seules savent astiquer les ménagères</w:t>
      </w:r>
      <w:r w:rsidR="00462692" w:rsidRPr="00A4769E">
        <w:rPr>
          <w:szCs w:val="20"/>
        </w:rPr>
        <w:t xml:space="preserve">, </w:t>
      </w:r>
      <w:r w:rsidRPr="001B73FA">
        <w:rPr>
          <w:szCs w:val="20"/>
        </w:rPr>
        <w:t>quand le chef de famille en est arrivé au point de ne plus pouvoir éviter un voyage</w:t>
      </w:r>
      <w:r w:rsidR="00462692" w:rsidRPr="00A4769E">
        <w:rPr>
          <w:szCs w:val="20"/>
        </w:rPr>
        <w:t xml:space="preserve">. </w:t>
      </w:r>
      <w:r w:rsidRPr="001B73FA">
        <w:rPr>
          <w:szCs w:val="20"/>
        </w:rPr>
        <w:t>Le carrick perdit son briquet près des valises et fut obligé de les déplacer toutes les trois</w:t>
      </w:r>
      <w:r w:rsidR="00462692" w:rsidRPr="00A4769E">
        <w:rPr>
          <w:szCs w:val="20"/>
        </w:rPr>
        <w:t xml:space="preserve">, </w:t>
      </w:r>
      <w:r w:rsidRPr="001B73FA">
        <w:rPr>
          <w:szCs w:val="20"/>
        </w:rPr>
        <w:t>en jurant à haute voix</w:t>
      </w:r>
      <w:r w:rsidR="00462692" w:rsidRPr="00A4769E">
        <w:rPr>
          <w:szCs w:val="20"/>
        </w:rPr>
        <w:t xml:space="preserve">, </w:t>
      </w:r>
      <w:r w:rsidRPr="001B73FA">
        <w:rPr>
          <w:szCs w:val="20"/>
        </w:rPr>
        <w:t>avant de retrouver la petite boîte d</w:t>
      </w:r>
      <w:r w:rsidR="00462692" w:rsidRPr="00A4769E">
        <w:rPr>
          <w:szCs w:val="20"/>
        </w:rPr>
        <w:t>’</w:t>
      </w:r>
      <w:r w:rsidRPr="001B73FA">
        <w:rPr>
          <w:szCs w:val="20"/>
        </w:rPr>
        <w:t>argent</w:t>
      </w:r>
      <w:r w:rsidR="00462692" w:rsidRPr="00A4769E">
        <w:rPr>
          <w:szCs w:val="20"/>
        </w:rPr>
        <w:t>.</w:t>
      </w:r>
    </w:p>
    <w:p w14:paraId="07D44983" w14:textId="77777777" w:rsidR="00462692" w:rsidRPr="00A4769E" w:rsidRDefault="00462692" w:rsidP="001B73FA">
      <w:pPr>
        <w:rPr>
          <w:szCs w:val="20"/>
        </w:rPr>
      </w:pPr>
      <w:r w:rsidRPr="00A4769E">
        <w:rPr>
          <w:szCs w:val="20"/>
        </w:rPr>
        <w:lastRenderedPageBreak/>
        <w:t>« </w:t>
      </w:r>
      <w:r w:rsidR="001B73FA" w:rsidRPr="001B73FA">
        <w:rPr>
          <w:szCs w:val="20"/>
        </w:rPr>
        <w:t>Voici la nuit</w:t>
      </w:r>
      <w:r w:rsidRPr="00A4769E">
        <w:rPr>
          <w:szCs w:val="20"/>
        </w:rPr>
        <w:t xml:space="preserve">, </w:t>
      </w:r>
      <w:r w:rsidR="001B73FA" w:rsidRPr="001B73FA">
        <w:rPr>
          <w:szCs w:val="20"/>
        </w:rPr>
        <w:t>mon jeune ami</w:t>
      </w:r>
      <w:r w:rsidRPr="00A4769E">
        <w:rPr>
          <w:szCs w:val="20"/>
        </w:rPr>
        <w:t xml:space="preserve"> », </w:t>
      </w:r>
      <w:r w:rsidR="001B73FA" w:rsidRPr="001B73FA">
        <w:rPr>
          <w:szCs w:val="20"/>
        </w:rPr>
        <w:t>dit-il quand il fut de nouveau installé sur l</w:t>
      </w:r>
      <w:r w:rsidRPr="00A4769E">
        <w:rPr>
          <w:szCs w:val="20"/>
        </w:rPr>
        <w:t>’</w:t>
      </w:r>
      <w:r w:rsidR="001B73FA" w:rsidRPr="001B73FA">
        <w:rPr>
          <w:szCs w:val="20"/>
        </w:rPr>
        <w:t>impériale à côté d</w:t>
      </w:r>
      <w:r w:rsidRPr="00A4769E">
        <w:rPr>
          <w:szCs w:val="20"/>
        </w:rPr>
        <w:t>’</w:t>
      </w:r>
      <w:r w:rsidR="001B73FA" w:rsidRPr="001B73FA">
        <w:rPr>
          <w:szCs w:val="20"/>
        </w:rPr>
        <w:t>Angelo</w:t>
      </w:r>
      <w:r w:rsidRPr="00A4769E">
        <w:rPr>
          <w:szCs w:val="20"/>
        </w:rPr>
        <w:t xml:space="preserve">. </w:t>
      </w:r>
      <w:r w:rsidR="001B73FA" w:rsidRPr="001B73FA">
        <w:rPr>
          <w:szCs w:val="20"/>
        </w:rPr>
        <w:t>La malle venait de quitter Manosque et passait au petit trot devant les grandes fontaines et les ombrages de la route d</w:t>
      </w:r>
      <w:r w:rsidRPr="00A4769E">
        <w:rPr>
          <w:szCs w:val="20"/>
        </w:rPr>
        <w:t>’</w:t>
      </w:r>
      <w:r w:rsidR="001B73FA" w:rsidRPr="001B73FA">
        <w:rPr>
          <w:szCs w:val="20"/>
        </w:rPr>
        <w:t>Aix</w:t>
      </w:r>
      <w:r w:rsidRPr="00A4769E">
        <w:rPr>
          <w:szCs w:val="20"/>
        </w:rPr>
        <w:t>.</w:t>
      </w:r>
    </w:p>
    <w:p w14:paraId="7614E214" w14:textId="26B069EB" w:rsidR="00462692" w:rsidRPr="00A4769E" w:rsidRDefault="00462692" w:rsidP="001B73FA">
      <w:pPr>
        <w:rPr>
          <w:szCs w:val="20"/>
        </w:rPr>
      </w:pPr>
      <w:r w:rsidRPr="00A4769E">
        <w:rPr>
          <w:szCs w:val="20"/>
        </w:rPr>
        <w:t>« </w:t>
      </w:r>
      <w:r w:rsidR="001B73FA" w:rsidRPr="001B73FA">
        <w:rPr>
          <w:szCs w:val="20"/>
        </w:rPr>
        <w:t>Vous allez avoir froid</w:t>
      </w:r>
      <w:r w:rsidRPr="00A4769E">
        <w:rPr>
          <w:szCs w:val="20"/>
        </w:rPr>
        <w:t xml:space="preserve"> ; </w:t>
      </w:r>
      <w:r w:rsidR="001B73FA" w:rsidRPr="001B73FA">
        <w:rPr>
          <w:szCs w:val="20"/>
        </w:rPr>
        <w:t>vous êtes équipé à la légère</w:t>
      </w:r>
      <w:r w:rsidRPr="00A4769E">
        <w:rPr>
          <w:szCs w:val="20"/>
        </w:rPr>
        <w:t xml:space="preserve"> », </w:t>
      </w:r>
      <w:r w:rsidR="001B73FA" w:rsidRPr="001B73FA">
        <w:rPr>
          <w:szCs w:val="20"/>
        </w:rPr>
        <w:t>dit-il en tâtant très résolument à pleines mains la veste d</w:t>
      </w:r>
      <w:r w:rsidRPr="00A4769E">
        <w:rPr>
          <w:szCs w:val="20"/>
        </w:rPr>
        <w:t>’</w:t>
      </w:r>
      <w:r w:rsidR="001B73FA" w:rsidRPr="001B73FA">
        <w:rPr>
          <w:szCs w:val="20"/>
        </w:rPr>
        <w:t>Angelo dans la région des poches</w:t>
      </w:r>
      <w:r w:rsidRPr="00A4769E">
        <w:rPr>
          <w:szCs w:val="20"/>
        </w:rPr>
        <w:t>. « </w:t>
      </w:r>
      <w:r w:rsidR="001B73FA" w:rsidRPr="001B73FA">
        <w:rPr>
          <w:szCs w:val="20"/>
        </w:rPr>
        <w:t>A-t-il senti le poignard</w:t>
      </w:r>
      <w:r w:rsidRPr="00A4769E">
        <w:rPr>
          <w:szCs w:val="20"/>
        </w:rPr>
        <w:t> ? »</w:t>
      </w:r>
      <w:r w:rsidR="001B73FA" w:rsidRPr="001B73FA">
        <w:rPr>
          <w:szCs w:val="20"/>
        </w:rPr>
        <w:t xml:space="preserve"> se demanda Angelo</w:t>
      </w:r>
      <w:r w:rsidRPr="00A4769E">
        <w:rPr>
          <w:szCs w:val="20"/>
        </w:rPr>
        <w:t>. « </w:t>
      </w:r>
      <w:r w:rsidR="001B73FA" w:rsidRPr="001B73FA">
        <w:rPr>
          <w:szCs w:val="20"/>
        </w:rPr>
        <w:t>Vous êtes déconcertant</w:t>
      </w:r>
      <w:r w:rsidRPr="00A4769E">
        <w:rPr>
          <w:szCs w:val="20"/>
        </w:rPr>
        <w:t xml:space="preserve">, </w:t>
      </w:r>
      <w:r w:rsidR="001B73FA" w:rsidRPr="001B73FA">
        <w:rPr>
          <w:szCs w:val="20"/>
        </w:rPr>
        <w:t>mon ami</w:t>
      </w:r>
      <w:r w:rsidRPr="00A4769E">
        <w:rPr>
          <w:szCs w:val="20"/>
        </w:rPr>
        <w:t xml:space="preserve">, </w:t>
      </w:r>
      <w:r w:rsidR="001B73FA" w:rsidRPr="001B73FA">
        <w:rPr>
          <w:szCs w:val="20"/>
        </w:rPr>
        <w:t>dit l</w:t>
      </w:r>
      <w:r w:rsidRPr="00A4769E">
        <w:rPr>
          <w:szCs w:val="20"/>
        </w:rPr>
        <w:t>’</w:t>
      </w:r>
      <w:r w:rsidR="001B73FA" w:rsidRPr="001B73FA">
        <w:rPr>
          <w:szCs w:val="20"/>
        </w:rPr>
        <w:t>homme au carrick d</w:t>
      </w:r>
      <w:r w:rsidRPr="00A4769E">
        <w:rPr>
          <w:szCs w:val="20"/>
        </w:rPr>
        <w:t>’</w:t>
      </w:r>
      <w:r w:rsidR="001B73FA" w:rsidRPr="001B73FA">
        <w:rPr>
          <w:szCs w:val="20"/>
        </w:rPr>
        <w:t>une voix grave</w:t>
      </w:r>
      <w:r w:rsidRPr="00A4769E">
        <w:rPr>
          <w:szCs w:val="20"/>
        </w:rPr>
        <w:t>.</w:t>
      </w:r>
    </w:p>
    <w:p w14:paraId="1A322203" w14:textId="4B5B0D61" w:rsidR="00462692" w:rsidRPr="00A4769E" w:rsidRDefault="00462692" w:rsidP="001B73FA">
      <w:pPr>
        <w:rPr>
          <w:szCs w:val="20"/>
        </w:rPr>
      </w:pPr>
      <w:r w:rsidRPr="00A4769E">
        <w:rPr>
          <w:szCs w:val="20"/>
        </w:rPr>
        <w:t>— </w:t>
      </w:r>
      <w:r w:rsidR="001B73FA" w:rsidRPr="001B73FA">
        <w:rPr>
          <w:szCs w:val="20"/>
        </w:rPr>
        <w:t>Je ne vois pas en quoi</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Nous avons tout plus ou moins quelque chose à cacher</w:t>
      </w:r>
      <w:r w:rsidRPr="00A4769E">
        <w:rPr>
          <w:szCs w:val="20"/>
        </w:rPr>
        <w:t xml:space="preserve">. </w:t>
      </w:r>
      <w:r w:rsidR="001B73FA" w:rsidRPr="001B73FA">
        <w:rPr>
          <w:szCs w:val="20"/>
        </w:rPr>
        <w:t>Nous ne sommes déconcertants que pour ceux qui n</w:t>
      </w:r>
      <w:r w:rsidRPr="00A4769E">
        <w:rPr>
          <w:szCs w:val="20"/>
        </w:rPr>
        <w:t>’</w:t>
      </w:r>
      <w:r w:rsidR="001B73FA" w:rsidRPr="001B73FA">
        <w:rPr>
          <w:szCs w:val="20"/>
        </w:rPr>
        <w:t>en tiennent pas compte</w:t>
      </w:r>
      <w:r w:rsidRPr="00A4769E">
        <w:rPr>
          <w:szCs w:val="20"/>
        </w:rPr>
        <w:t>.</w:t>
      </w:r>
    </w:p>
    <w:p w14:paraId="104F939A" w14:textId="0A2BF7C8" w:rsidR="00462692" w:rsidRPr="00A4769E" w:rsidRDefault="00462692" w:rsidP="001B73FA">
      <w:pPr>
        <w:rPr>
          <w:szCs w:val="20"/>
        </w:rPr>
      </w:pPr>
      <w:r w:rsidRPr="00A4769E">
        <w:rPr>
          <w:szCs w:val="20"/>
        </w:rPr>
        <w:t>— </w:t>
      </w:r>
      <w:r w:rsidR="001B73FA" w:rsidRPr="001B73FA">
        <w:rPr>
          <w:szCs w:val="20"/>
        </w:rPr>
        <w:t>Me voici fort poliment remis à ma place</w:t>
      </w:r>
      <w:r w:rsidRPr="00A4769E">
        <w:rPr>
          <w:szCs w:val="20"/>
        </w:rPr>
        <w:t xml:space="preserve">, </w:t>
      </w:r>
      <w:r w:rsidR="001B73FA" w:rsidRPr="001B73FA">
        <w:rPr>
          <w:szCs w:val="20"/>
        </w:rPr>
        <w:t>je crois</w:t>
      </w:r>
      <w:r w:rsidRPr="00A4769E">
        <w:rPr>
          <w:szCs w:val="20"/>
        </w:rPr>
        <w:t xml:space="preserve">, </w:t>
      </w:r>
      <w:r w:rsidR="001B73FA" w:rsidRPr="001B73FA">
        <w:rPr>
          <w:szCs w:val="20"/>
        </w:rPr>
        <w:t>dit l</w:t>
      </w:r>
      <w:r w:rsidRPr="00A4769E">
        <w:rPr>
          <w:szCs w:val="20"/>
        </w:rPr>
        <w:t>’</w:t>
      </w:r>
      <w:r w:rsidR="001B73FA" w:rsidRPr="001B73FA">
        <w:rPr>
          <w:szCs w:val="20"/>
        </w:rPr>
        <w:t>homme au carrick</w:t>
      </w:r>
      <w:r w:rsidRPr="00A4769E">
        <w:rPr>
          <w:szCs w:val="20"/>
        </w:rPr>
        <w:t>.</w:t>
      </w:r>
    </w:p>
    <w:p w14:paraId="57DE2B7F" w14:textId="2865C9ED" w:rsidR="00462692" w:rsidRPr="00A4769E" w:rsidRDefault="00462692" w:rsidP="001B73FA">
      <w:pPr>
        <w:rPr>
          <w:szCs w:val="20"/>
        </w:rPr>
      </w:pPr>
      <w:r w:rsidRPr="00A4769E">
        <w:rPr>
          <w:szCs w:val="20"/>
        </w:rPr>
        <w:t>— </w:t>
      </w:r>
      <w:r w:rsidR="001B73FA" w:rsidRPr="001B73FA">
        <w:rPr>
          <w:szCs w:val="20"/>
        </w:rPr>
        <w:t>Pas plus qu</w:t>
      </w:r>
      <w:r w:rsidRPr="00A4769E">
        <w:rPr>
          <w:szCs w:val="20"/>
        </w:rPr>
        <w:t>’</w:t>
      </w:r>
      <w:r w:rsidR="001B73FA" w:rsidRPr="001B73FA">
        <w:rPr>
          <w:szCs w:val="20"/>
        </w:rPr>
        <w:t>avant</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Vous aviez remarqué que je ne fumais pas les cigares que fument les gens de ma condition</w:t>
      </w:r>
      <w:r w:rsidRPr="00A4769E">
        <w:rPr>
          <w:szCs w:val="20"/>
        </w:rPr>
        <w:t xml:space="preserve">. </w:t>
      </w:r>
      <w:r w:rsidR="001B73FA" w:rsidRPr="001B73FA">
        <w:rPr>
          <w:szCs w:val="20"/>
        </w:rPr>
        <w:t>C</w:t>
      </w:r>
      <w:r w:rsidRPr="00A4769E">
        <w:rPr>
          <w:szCs w:val="20"/>
        </w:rPr>
        <w:t>’</w:t>
      </w:r>
      <w:r w:rsidR="001B73FA" w:rsidRPr="001B73FA">
        <w:rPr>
          <w:szCs w:val="20"/>
        </w:rPr>
        <w:t>est que vraisemblablement</w:t>
      </w:r>
      <w:r w:rsidRPr="00A4769E">
        <w:rPr>
          <w:szCs w:val="20"/>
        </w:rPr>
        <w:t xml:space="preserve">, </w:t>
      </w:r>
      <w:r w:rsidR="001B73FA" w:rsidRPr="001B73FA">
        <w:rPr>
          <w:szCs w:val="20"/>
        </w:rPr>
        <w:t>je ne suis pas de la condition que vous imaginez</w:t>
      </w:r>
      <w:r w:rsidRPr="00A4769E">
        <w:rPr>
          <w:szCs w:val="20"/>
        </w:rPr>
        <w:t xml:space="preserve">. </w:t>
      </w:r>
      <w:r w:rsidR="001B73FA" w:rsidRPr="001B73FA">
        <w:rPr>
          <w:szCs w:val="20"/>
        </w:rPr>
        <w:t>Mon costume est visiblement d</w:t>
      </w:r>
      <w:r w:rsidRPr="00A4769E">
        <w:rPr>
          <w:szCs w:val="20"/>
        </w:rPr>
        <w:t>’</w:t>
      </w:r>
      <w:r w:rsidR="001B73FA" w:rsidRPr="001B73FA">
        <w:rPr>
          <w:szCs w:val="20"/>
        </w:rPr>
        <w:t>emprunt</w:t>
      </w:r>
      <w:r w:rsidRPr="00A4769E">
        <w:rPr>
          <w:szCs w:val="20"/>
        </w:rPr>
        <w:t xml:space="preserve">. </w:t>
      </w:r>
      <w:r w:rsidR="001B73FA" w:rsidRPr="001B73FA">
        <w:rPr>
          <w:szCs w:val="20"/>
        </w:rPr>
        <w:t>C</w:t>
      </w:r>
      <w:r w:rsidRPr="00A4769E">
        <w:rPr>
          <w:szCs w:val="20"/>
        </w:rPr>
        <w:t>’</w:t>
      </w:r>
      <w:r w:rsidR="001B73FA" w:rsidRPr="001B73FA">
        <w:rPr>
          <w:szCs w:val="20"/>
        </w:rPr>
        <w:t>est que j</w:t>
      </w:r>
      <w:r w:rsidRPr="00A4769E">
        <w:rPr>
          <w:szCs w:val="20"/>
        </w:rPr>
        <w:t>’</w:t>
      </w:r>
      <w:r w:rsidR="001B73FA" w:rsidRPr="001B73FA">
        <w:rPr>
          <w:szCs w:val="20"/>
        </w:rPr>
        <w:t>ai eu de bonnes raisons pour l</w:t>
      </w:r>
      <w:r w:rsidRPr="00A4769E">
        <w:rPr>
          <w:szCs w:val="20"/>
        </w:rPr>
        <w:t>’</w:t>
      </w:r>
      <w:r w:rsidR="001B73FA" w:rsidRPr="001B73FA">
        <w:rPr>
          <w:szCs w:val="20"/>
        </w:rPr>
        <w:t>emprunter</w:t>
      </w:r>
      <w:r w:rsidRPr="00A4769E">
        <w:rPr>
          <w:szCs w:val="20"/>
        </w:rPr>
        <w:t xml:space="preserve">. </w:t>
      </w:r>
      <w:r w:rsidR="001B73FA" w:rsidRPr="001B73FA">
        <w:rPr>
          <w:szCs w:val="20"/>
        </w:rPr>
        <w:t>Si vous vous en tenez là</w:t>
      </w:r>
      <w:r w:rsidRPr="00A4769E">
        <w:rPr>
          <w:szCs w:val="20"/>
        </w:rPr>
        <w:t xml:space="preserve">, </w:t>
      </w:r>
      <w:r w:rsidR="001B73FA" w:rsidRPr="001B73FA">
        <w:rPr>
          <w:szCs w:val="20"/>
        </w:rPr>
        <w:t>votre place n</w:t>
      </w:r>
      <w:r w:rsidRPr="00A4769E">
        <w:rPr>
          <w:szCs w:val="20"/>
        </w:rPr>
        <w:t>’</w:t>
      </w:r>
      <w:r w:rsidR="001B73FA" w:rsidRPr="001B73FA">
        <w:rPr>
          <w:szCs w:val="20"/>
        </w:rPr>
        <w:t>est pas plus mauvaise que la mienne</w:t>
      </w:r>
      <w:r w:rsidRPr="00A4769E">
        <w:rPr>
          <w:szCs w:val="20"/>
        </w:rPr>
        <w:t>.</w:t>
      </w:r>
    </w:p>
    <w:p w14:paraId="01379BF4" w14:textId="2F7F62F0" w:rsidR="00462692" w:rsidRPr="00A4769E" w:rsidRDefault="00462692" w:rsidP="001B73FA">
      <w:pPr>
        <w:rPr>
          <w:szCs w:val="20"/>
        </w:rPr>
      </w:pPr>
      <w:r w:rsidRPr="00A4769E">
        <w:rPr>
          <w:szCs w:val="20"/>
        </w:rPr>
        <w:t>— </w:t>
      </w:r>
      <w:r w:rsidR="001B73FA" w:rsidRPr="001B73FA">
        <w:rPr>
          <w:szCs w:val="20"/>
        </w:rPr>
        <w:t>La nuit vous donne de l</w:t>
      </w:r>
      <w:r w:rsidRPr="00A4769E">
        <w:rPr>
          <w:szCs w:val="20"/>
        </w:rPr>
        <w:t>’</w:t>
      </w:r>
      <w:r w:rsidR="001B73FA" w:rsidRPr="001B73FA">
        <w:rPr>
          <w:szCs w:val="20"/>
        </w:rPr>
        <w:t>audace</w:t>
      </w:r>
      <w:r w:rsidRPr="00A4769E">
        <w:rPr>
          <w:szCs w:val="20"/>
        </w:rPr>
        <w:t xml:space="preserve">, </w:t>
      </w:r>
      <w:r w:rsidR="001B73FA" w:rsidRPr="001B73FA">
        <w:rPr>
          <w:szCs w:val="20"/>
        </w:rPr>
        <w:t>mon garçon</w:t>
      </w:r>
      <w:r w:rsidRPr="00A4769E">
        <w:rPr>
          <w:szCs w:val="20"/>
        </w:rPr>
        <w:t xml:space="preserve">, </w:t>
      </w:r>
      <w:r w:rsidR="001B73FA" w:rsidRPr="001B73FA">
        <w:rPr>
          <w:szCs w:val="20"/>
        </w:rPr>
        <w:t>dit l</w:t>
      </w:r>
      <w:r w:rsidRPr="00A4769E">
        <w:rPr>
          <w:szCs w:val="20"/>
        </w:rPr>
        <w:t>’</w:t>
      </w:r>
      <w:r w:rsidR="001B73FA" w:rsidRPr="001B73FA">
        <w:rPr>
          <w:szCs w:val="20"/>
        </w:rPr>
        <w:t>homme au carrick</w:t>
      </w:r>
      <w:r w:rsidRPr="00A4769E">
        <w:rPr>
          <w:szCs w:val="20"/>
        </w:rPr>
        <w:t>.</w:t>
      </w:r>
    </w:p>
    <w:p w14:paraId="4D6699EF" w14:textId="3281AB7D" w:rsidR="001B73FA" w:rsidRPr="001B73FA" w:rsidRDefault="00462692" w:rsidP="001B73FA">
      <w:pPr>
        <w:rPr>
          <w:szCs w:val="20"/>
        </w:rPr>
      </w:pPr>
      <w:r w:rsidRPr="00A4769E">
        <w:rPr>
          <w:szCs w:val="20"/>
        </w:rPr>
        <w:t>— </w:t>
      </w:r>
      <w:r w:rsidR="001B73FA" w:rsidRPr="001B73FA">
        <w:rPr>
          <w:szCs w:val="20"/>
        </w:rPr>
        <w:t>L</w:t>
      </w:r>
      <w:r w:rsidRPr="00A4769E">
        <w:rPr>
          <w:szCs w:val="20"/>
        </w:rPr>
        <w:t>’</w:t>
      </w:r>
      <w:r w:rsidR="001B73FA" w:rsidRPr="001B73FA">
        <w:rPr>
          <w:szCs w:val="20"/>
        </w:rPr>
        <w:t>audace donne de l</w:t>
      </w:r>
      <w:r w:rsidRPr="00A4769E">
        <w:rPr>
          <w:szCs w:val="20"/>
        </w:rPr>
        <w:t>’</w:t>
      </w:r>
      <w:r w:rsidR="001B73FA" w:rsidRPr="001B73FA">
        <w:rPr>
          <w:szCs w:val="20"/>
        </w:rPr>
        <w:t>audace</w:t>
      </w:r>
      <w:r w:rsidRPr="00A4769E">
        <w:rPr>
          <w:szCs w:val="20"/>
        </w:rPr>
        <w:t xml:space="preserve">, </w:t>
      </w:r>
      <w:r w:rsidR="001B73FA" w:rsidRPr="001B73FA">
        <w:rPr>
          <w:szCs w:val="20"/>
        </w:rPr>
        <w:t>dit Angelo</w:t>
      </w:r>
      <w:r w:rsidRPr="00A4769E">
        <w:rPr>
          <w:szCs w:val="20"/>
        </w:rPr>
        <w:t xml:space="preserve"> ; </w:t>
      </w:r>
      <w:r w:rsidR="001B73FA" w:rsidRPr="001B73FA">
        <w:rPr>
          <w:szCs w:val="20"/>
        </w:rPr>
        <w:t>je n</w:t>
      </w:r>
      <w:r w:rsidRPr="00A4769E">
        <w:rPr>
          <w:szCs w:val="20"/>
        </w:rPr>
        <w:t>’</w:t>
      </w:r>
      <w:r w:rsidR="001B73FA" w:rsidRPr="001B73FA">
        <w:rPr>
          <w:szCs w:val="20"/>
        </w:rPr>
        <w:t>ai rien à faire avec la nuit</w:t>
      </w:r>
      <w:r w:rsidRPr="00A4769E">
        <w:rPr>
          <w:szCs w:val="20"/>
        </w:rPr>
        <w:t>. »</w:t>
      </w:r>
    </w:p>
    <w:p w14:paraId="742C4BCD" w14:textId="77777777" w:rsidR="001B73FA" w:rsidRPr="001B73FA" w:rsidRDefault="00462692" w:rsidP="001B73FA">
      <w:pPr>
        <w:rPr>
          <w:szCs w:val="20"/>
        </w:rPr>
      </w:pPr>
      <w:r w:rsidRPr="00A4769E">
        <w:rPr>
          <w:szCs w:val="20"/>
        </w:rPr>
        <w:t>« </w:t>
      </w:r>
      <w:r w:rsidR="001B73FA" w:rsidRPr="001B73FA">
        <w:rPr>
          <w:szCs w:val="20"/>
        </w:rPr>
        <w:t>Voilà bien une réflexion de bourgeois</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Pourquoi veut-il que la nuit me donne de l</w:t>
      </w:r>
      <w:r w:rsidRPr="00A4769E">
        <w:rPr>
          <w:szCs w:val="20"/>
        </w:rPr>
        <w:t>’</w:t>
      </w:r>
      <w:r w:rsidR="001B73FA" w:rsidRPr="001B73FA">
        <w:rPr>
          <w:szCs w:val="20"/>
        </w:rPr>
        <w:t>audace</w:t>
      </w:r>
      <w:r w:rsidRPr="00A4769E">
        <w:rPr>
          <w:szCs w:val="20"/>
        </w:rPr>
        <w:t xml:space="preserve"> ? </w:t>
      </w:r>
      <w:r w:rsidR="001B73FA" w:rsidRPr="001B73FA">
        <w:rPr>
          <w:szCs w:val="20"/>
        </w:rPr>
        <w:t>Quelle différence avec la femme d</w:t>
      </w:r>
      <w:r w:rsidRPr="00A4769E">
        <w:rPr>
          <w:szCs w:val="20"/>
        </w:rPr>
        <w:t>’</w:t>
      </w:r>
      <w:r w:rsidR="001B73FA" w:rsidRPr="001B73FA">
        <w:rPr>
          <w:szCs w:val="20"/>
        </w:rPr>
        <w:t>Embrun</w:t>
      </w:r>
      <w:r w:rsidRPr="00A4769E">
        <w:rPr>
          <w:szCs w:val="20"/>
        </w:rPr>
        <w:t xml:space="preserve"> ! </w:t>
      </w:r>
      <w:r w:rsidR="001B73FA" w:rsidRPr="001B73FA">
        <w:rPr>
          <w:szCs w:val="20"/>
        </w:rPr>
        <w:t>Celle-là tout de suite a ouvert ses grands yeux</w:t>
      </w:r>
      <w:r w:rsidRPr="00A4769E">
        <w:rPr>
          <w:szCs w:val="20"/>
        </w:rPr>
        <w:t xml:space="preserve">. </w:t>
      </w:r>
      <w:r w:rsidR="001B73FA" w:rsidRPr="001B73FA">
        <w:rPr>
          <w:szCs w:val="20"/>
        </w:rPr>
        <w:t>Elle a vu clair comme si j</w:t>
      </w:r>
      <w:r w:rsidRPr="00A4769E">
        <w:rPr>
          <w:szCs w:val="20"/>
        </w:rPr>
        <w:t>’</w:t>
      </w:r>
      <w:r w:rsidR="001B73FA" w:rsidRPr="001B73FA">
        <w:rPr>
          <w:szCs w:val="20"/>
        </w:rPr>
        <w:t xml:space="preserve">avais tué </w:t>
      </w:r>
      <w:r w:rsidR="001B73FA" w:rsidRPr="001B73FA">
        <w:rPr>
          <w:szCs w:val="20"/>
        </w:rPr>
        <w:lastRenderedPageBreak/>
        <w:t>le Schwartz devant elle</w:t>
      </w:r>
      <w:r w:rsidRPr="00A4769E">
        <w:rPr>
          <w:szCs w:val="20"/>
        </w:rPr>
        <w:t xml:space="preserve"> ; </w:t>
      </w:r>
      <w:r w:rsidR="001B73FA" w:rsidRPr="001B73FA">
        <w:rPr>
          <w:szCs w:val="20"/>
        </w:rPr>
        <w:t>et j</w:t>
      </w:r>
      <w:r w:rsidRPr="00A4769E">
        <w:rPr>
          <w:szCs w:val="20"/>
        </w:rPr>
        <w:t>’</w:t>
      </w:r>
      <w:r w:rsidR="001B73FA" w:rsidRPr="001B73FA">
        <w:rPr>
          <w:szCs w:val="20"/>
        </w:rPr>
        <w:t>ai été obligé de lui mentir pour garder mon secret</w:t>
      </w:r>
      <w:r w:rsidRPr="00A4769E">
        <w:rPr>
          <w:szCs w:val="20"/>
        </w:rPr>
        <w:t xml:space="preserve">. </w:t>
      </w:r>
      <w:r w:rsidR="001B73FA" w:rsidRPr="001B73FA">
        <w:rPr>
          <w:szCs w:val="20"/>
        </w:rPr>
        <w:t>Cet homme assis près de moi ne peut rien imaginer au-delà du grand livre de la dette publique et de la gymnastique qu</w:t>
      </w:r>
      <w:r w:rsidRPr="00A4769E">
        <w:rPr>
          <w:szCs w:val="20"/>
        </w:rPr>
        <w:t>’</w:t>
      </w:r>
      <w:r w:rsidR="001B73FA" w:rsidRPr="001B73FA">
        <w:rPr>
          <w:szCs w:val="20"/>
        </w:rPr>
        <w:t>il faut faire pour qu</w:t>
      </w:r>
      <w:r w:rsidRPr="00A4769E">
        <w:rPr>
          <w:szCs w:val="20"/>
        </w:rPr>
        <w:t>’</w:t>
      </w:r>
      <w:r w:rsidR="001B73FA" w:rsidRPr="001B73FA">
        <w:rPr>
          <w:szCs w:val="20"/>
        </w:rPr>
        <w:t>on y soit convenablement inscrit</w:t>
      </w:r>
      <w:r w:rsidRPr="00A4769E">
        <w:rPr>
          <w:szCs w:val="20"/>
        </w:rPr>
        <w:t xml:space="preserve">. </w:t>
      </w:r>
      <w:r w:rsidR="001B73FA" w:rsidRPr="001B73FA">
        <w:rPr>
          <w:szCs w:val="20"/>
        </w:rPr>
        <w:t>La meilleure façon de garder mon secret avec celui-là serait tout simplement de le lui dire</w:t>
      </w:r>
      <w:r w:rsidRPr="00A4769E">
        <w:rPr>
          <w:szCs w:val="20"/>
        </w:rPr>
        <w:t xml:space="preserve">. </w:t>
      </w:r>
      <w:r w:rsidR="001B73FA" w:rsidRPr="001B73FA">
        <w:rPr>
          <w:szCs w:val="20"/>
        </w:rPr>
        <w:t>Le seul danger que je puisse courir</w:t>
      </w:r>
      <w:r w:rsidRPr="00A4769E">
        <w:rPr>
          <w:szCs w:val="20"/>
        </w:rPr>
        <w:t xml:space="preserve">, </w:t>
      </w:r>
      <w:r w:rsidR="001B73FA" w:rsidRPr="001B73FA">
        <w:rPr>
          <w:szCs w:val="20"/>
        </w:rPr>
        <w:t>c</w:t>
      </w:r>
      <w:r w:rsidRPr="00A4769E">
        <w:rPr>
          <w:szCs w:val="20"/>
        </w:rPr>
        <w:t>’</w:t>
      </w:r>
      <w:r w:rsidR="001B73FA" w:rsidRPr="001B73FA">
        <w:rPr>
          <w:szCs w:val="20"/>
        </w:rPr>
        <w:t>est qu</w:t>
      </w:r>
      <w:r w:rsidRPr="00A4769E">
        <w:rPr>
          <w:szCs w:val="20"/>
        </w:rPr>
        <w:t>’</w:t>
      </w:r>
      <w:r w:rsidR="001B73FA" w:rsidRPr="001B73FA">
        <w:rPr>
          <w:szCs w:val="20"/>
        </w:rPr>
        <w:t>il me prenne pour un fou</w:t>
      </w:r>
      <w:r w:rsidRPr="00A4769E">
        <w:rPr>
          <w:szCs w:val="20"/>
        </w:rPr>
        <w:t xml:space="preserve">. </w:t>
      </w:r>
      <w:r w:rsidR="001B73FA" w:rsidRPr="001B73FA">
        <w:rPr>
          <w:szCs w:val="20"/>
        </w:rPr>
        <w:t>Mais il peut croire aussi que je me moque de lui</w:t>
      </w:r>
      <w:r w:rsidRPr="00A4769E">
        <w:rPr>
          <w:szCs w:val="20"/>
        </w:rPr>
        <w:t xml:space="preserve">, </w:t>
      </w:r>
      <w:r w:rsidR="001B73FA" w:rsidRPr="001B73FA">
        <w:rPr>
          <w:szCs w:val="20"/>
        </w:rPr>
        <w:t>et dans ce cas</w:t>
      </w:r>
      <w:r w:rsidRPr="00A4769E">
        <w:rPr>
          <w:szCs w:val="20"/>
        </w:rPr>
        <w:t xml:space="preserve">, </w:t>
      </w:r>
      <w:r w:rsidR="001B73FA" w:rsidRPr="001B73FA">
        <w:rPr>
          <w:szCs w:val="20"/>
        </w:rPr>
        <w:t>il prendra cet air distant et ennuyé qui est si désagréable à voir à côté de soi quand la vie est exaltante comme maintenant</w:t>
      </w:r>
      <w:r w:rsidRPr="00A4769E">
        <w:rPr>
          <w:szCs w:val="20"/>
        </w:rPr>
        <w:t xml:space="preserve">, </w:t>
      </w:r>
      <w:r w:rsidR="001B73FA" w:rsidRPr="001B73FA">
        <w:rPr>
          <w:szCs w:val="20"/>
        </w:rPr>
        <w:t>au galop dans cette nuit qui sent la résine et la lune</w:t>
      </w:r>
      <w:r w:rsidRPr="00A4769E">
        <w:rPr>
          <w:szCs w:val="20"/>
        </w:rPr>
        <w:t>. »</w:t>
      </w:r>
    </w:p>
    <w:p w14:paraId="6264E4F1" w14:textId="24CC3A32" w:rsidR="00462692" w:rsidRPr="00A4769E" w:rsidRDefault="001B73FA" w:rsidP="001B73FA">
      <w:pPr>
        <w:rPr>
          <w:szCs w:val="20"/>
        </w:rPr>
      </w:pPr>
      <w:r w:rsidRPr="001B73FA">
        <w:rPr>
          <w:szCs w:val="20"/>
        </w:rPr>
        <w:t>La nuit était avancée</w:t>
      </w:r>
      <w:r w:rsidR="00462692" w:rsidRPr="00A4769E">
        <w:rPr>
          <w:szCs w:val="20"/>
        </w:rPr>
        <w:t xml:space="preserve">, </w:t>
      </w:r>
      <w:r w:rsidRPr="001B73FA">
        <w:rPr>
          <w:szCs w:val="20"/>
        </w:rPr>
        <w:t>mais la lune étant sortie des collines</w:t>
      </w:r>
      <w:r w:rsidR="00462692" w:rsidRPr="00A4769E">
        <w:rPr>
          <w:szCs w:val="20"/>
        </w:rPr>
        <w:t xml:space="preserve">, </w:t>
      </w:r>
      <w:r w:rsidRPr="001B73FA">
        <w:rPr>
          <w:szCs w:val="20"/>
        </w:rPr>
        <w:t>on voyait courir à peu de distance de la route le front épais d</w:t>
      </w:r>
      <w:r w:rsidR="00462692" w:rsidRPr="00A4769E">
        <w:rPr>
          <w:szCs w:val="20"/>
        </w:rPr>
        <w:t>’</w:t>
      </w:r>
      <w:r w:rsidRPr="001B73FA">
        <w:rPr>
          <w:szCs w:val="20"/>
        </w:rPr>
        <w:t>une forêt de taillis d</w:t>
      </w:r>
      <w:r w:rsidR="00462692" w:rsidRPr="00A4769E">
        <w:rPr>
          <w:szCs w:val="20"/>
        </w:rPr>
        <w:t>’</w:t>
      </w:r>
      <w:r w:rsidRPr="001B73FA">
        <w:rPr>
          <w:szCs w:val="20"/>
        </w:rPr>
        <w:t>où émergeaient des rochers blêmes et la stature d</w:t>
      </w:r>
      <w:r w:rsidR="00462692" w:rsidRPr="00A4769E">
        <w:rPr>
          <w:szCs w:val="20"/>
        </w:rPr>
        <w:t>’</w:t>
      </w:r>
      <w:r w:rsidRPr="001B73FA">
        <w:rPr>
          <w:szCs w:val="20"/>
        </w:rPr>
        <w:t>énormes pins</w:t>
      </w:r>
      <w:r w:rsidR="00462692" w:rsidRPr="00A4769E">
        <w:rPr>
          <w:szCs w:val="20"/>
        </w:rPr>
        <w:t xml:space="preserve">. </w:t>
      </w:r>
      <w:r w:rsidRPr="001B73FA">
        <w:rPr>
          <w:szCs w:val="20"/>
        </w:rPr>
        <w:t>Plus loin</w:t>
      </w:r>
      <w:r w:rsidR="00462692" w:rsidRPr="00A4769E">
        <w:rPr>
          <w:szCs w:val="20"/>
        </w:rPr>
        <w:t xml:space="preserve">, </w:t>
      </w:r>
      <w:r w:rsidRPr="001B73FA">
        <w:rPr>
          <w:szCs w:val="20"/>
        </w:rPr>
        <w:t>on longea d</w:t>
      </w:r>
      <w:r w:rsidR="00462692" w:rsidRPr="00A4769E">
        <w:rPr>
          <w:szCs w:val="20"/>
        </w:rPr>
        <w:t>’</w:t>
      </w:r>
      <w:r w:rsidRPr="001B73FA">
        <w:rPr>
          <w:szCs w:val="20"/>
        </w:rPr>
        <w:t>un bord la Durance qui était ici très large et encombrée d</w:t>
      </w:r>
      <w:r w:rsidR="00462692" w:rsidRPr="00A4769E">
        <w:rPr>
          <w:szCs w:val="20"/>
        </w:rPr>
        <w:t>’</w:t>
      </w:r>
      <w:r w:rsidRPr="001B73FA">
        <w:rPr>
          <w:szCs w:val="20"/>
        </w:rPr>
        <w:t>îles</w:t>
      </w:r>
      <w:r w:rsidR="00462692" w:rsidRPr="00A4769E">
        <w:rPr>
          <w:szCs w:val="20"/>
        </w:rPr>
        <w:t xml:space="preserve">, </w:t>
      </w:r>
      <w:r w:rsidRPr="001B73FA">
        <w:rPr>
          <w:szCs w:val="20"/>
        </w:rPr>
        <w:t>autour desquelles elle étalait de resplendissantes plaques de plomb fondu</w:t>
      </w:r>
      <w:r w:rsidR="00462692" w:rsidRPr="00A4769E">
        <w:rPr>
          <w:szCs w:val="20"/>
        </w:rPr>
        <w:t xml:space="preserve">. </w:t>
      </w:r>
      <w:r w:rsidRPr="001B73FA">
        <w:rPr>
          <w:szCs w:val="20"/>
        </w:rPr>
        <w:t>Puis la rivière s</w:t>
      </w:r>
      <w:r w:rsidR="00462692" w:rsidRPr="00A4769E">
        <w:rPr>
          <w:szCs w:val="20"/>
        </w:rPr>
        <w:t>’</w:t>
      </w:r>
      <w:r w:rsidRPr="001B73FA">
        <w:rPr>
          <w:szCs w:val="20"/>
        </w:rPr>
        <w:t>éloigna sous ces bosquets de saules et on entra dans un découvert où brillaient des champs de blé déjà haut</w:t>
      </w:r>
      <w:r w:rsidR="00462692" w:rsidRPr="00A4769E">
        <w:rPr>
          <w:szCs w:val="20"/>
        </w:rPr>
        <w:t xml:space="preserve">. </w:t>
      </w:r>
      <w:r w:rsidRPr="001B73FA">
        <w:rPr>
          <w:szCs w:val="20"/>
        </w:rPr>
        <w:t>La vallée se resserra à l</w:t>
      </w:r>
      <w:r w:rsidR="00462692" w:rsidRPr="00A4769E">
        <w:rPr>
          <w:szCs w:val="20"/>
        </w:rPr>
        <w:t>’</w:t>
      </w:r>
      <w:r w:rsidRPr="001B73FA">
        <w:rPr>
          <w:szCs w:val="20"/>
        </w:rPr>
        <w:t>extrême</w:t>
      </w:r>
      <w:r w:rsidR="00462692" w:rsidRPr="00A4769E">
        <w:rPr>
          <w:szCs w:val="20"/>
        </w:rPr>
        <w:t xml:space="preserve">. </w:t>
      </w:r>
      <w:r w:rsidRPr="001B73FA">
        <w:rPr>
          <w:szCs w:val="20"/>
        </w:rPr>
        <w:t>Ils passèrent au pas un pont suspendu entre deux rochers</w:t>
      </w:r>
      <w:r w:rsidR="00462692" w:rsidRPr="00A4769E">
        <w:rPr>
          <w:szCs w:val="20"/>
        </w:rPr>
        <w:t xml:space="preserve">. </w:t>
      </w:r>
      <w:r w:rsidRPr="001B73FA">
        <w:rPr>
          <w:szCs w:val="20"/>
        </w:rPr>
        <w:t>Le balancement du pont</w:t>
      </w:r>
      <w:r w:rsidR="00462692" w:rsidRPr="00A4769E">
        <w:rPr>
          <w:szCs w:val="20"/>
        </w:rPr>
        <w:t xml:space="preserve">, </w:t>
      </w:r>
      <w:r w:rsidRPr="001B73FA">
        <w:rPr>
          <w:szCs w:val="20"/>
        </w:rPr>
        <w:t>que le poids de la voiture creusait</w:t>
      </w:r>
      <w:r w:rsidR="00462692" w:rsidRPr="00A4769E">
        <w:rPr>
          <w:szCs w:val="20"/>
        </w:rPr>
        <w:t xml:space="preserve">, </w:t>
      </w:r>
      <w:r w:rsidRPr="001B73FA">
        <w:rPr>
          <w:szCs w:val="20"/>
        </w:rPr>
        <w:t>la profondeur de la gorge au fond de laquelle éclataient les eaux</w:t>
      </w:r>
      <w:r w:rsidR="00462692" w:rsidRPr="00A4769E">
        <w:rPr>
          <w:szCs w:val="20"/>
        </w:rPr>
        <w:t xml:space="preserve">, </w:t>
      </w:r>
      <w:r w:rsidRPr="001B73FA">
        <w:rPr>
          <w:szCs w:val="20"/>
        </w:rPr>
        <w:t>le grondement que les parois de l</w:t>
      </w:r>
      <w:r w:rsidR="00462692" w:rsidRPr="00A4769E">
        <w:rPr>
          <w:szCs w:val="20"/>
        </w:rPr>
        <w:t>’</w:t>
      </w:r>
      <w:r w:rsidRPr="001B73FA">
        <w:rPr>
          <w:szCs w:val="20"/>
        </w:rPr>
        <w:t>étroit couloir répercutaient et le souffle froid que le gouffre soufflait</w:t>
      </w:r>
      <w:r w:rsidR="0063104E">
        <w:rPr>
          <w:szCs w:val="20"/>
        </w:rPr>
        <w:t>,</w:t>
      </w:r>
      <w:r w:rsidRPr="001B73FA">
        <w:rPr>
          <w:szCs w:val="20"/>
        </w:rPr>
        <w:t xml:space="preserve"> mirent Angelo au comble du bonheur de vivre</w:t>
      </w:r>
      <w:r w:rsidR="00462692" w:rsidRPr="00A4769E">
        <w:rPr>
          <w:szCs w:val="20"/>
        </w:rPr>
        <w:t>. « </w:t>
      </w:r>
      <w:r w:rsidRPr="001B73FA">
        <w:rPr>
          <w:szCs w:val="20"/>
        </w:rPr>
        <w:t>Il me faut</w:t>
      </w:r>
      <w:r w:rsidR="00462692" w:rsidRPr="00A4769E">
        <w:rPr>
          <w:szCs w:val="20"/>
        </w:rPr>
        <w:t xml:space="preserve">, </w:t>
      </w:r>
      <w:r w:rsidRPr="001B73FA">
        <w:rPr>
          <w:szCs w:val="20"/>
        </w:rPr>
        <w:t>se dit-il</w:t>
      </w:r>
      <w:r w:rsidR="00462692" w:rsidRPr="00A4769E">
        <w:rPr>
          <w:szCs w:val="20"/>
        </w:rPr>
        <w:t xml:space="preserve">, </w:t>
      </w:r>
      <w:r w:rsidRPr="001B73FA">
        <w:rPr>
          <w:szCs w:val="20"/>
        </w:rPr>
        <w:t>aller tout de suite à Aix trouver cet homme dont les affiliés m</w:t>
      </w:r>
      <w:r w:rsidR="00462692" w:rsidRPr="00A4769E">
        <w:rPr>
          <w:szCs w:val="20"/>
        </w:rPr>
        <w:t>’</w:t>
      </w:r>
      <w:r w:rsidRPr="001B73FA">
        <w:rPr>
          <w:szCs w:val="20"/>
        </w:rPr>
        <w:t>ont donné le nom et l</w:t>
      </w:r>
      <w:r w:rsidR="00462692" w:rsidRPr="00A4769E">
        <w:rPr>
          <w:szCs w:val="20"/>
        </w:rPr>
        <w:t>’</w:t>
      </w:r>
      <w:r w:rsidRPr="001B73FA">
        <w:rPr>
          <w:szCs w:val="20"/>
        </w:rPr>
        <w:t>adresse</w:t>
      </w:r>
      <w:r w:rsidR="00462692" w:rsidRPr="00A4769E">
        <w:rPr>
          <w:szCs w:val="20"/>
        </w:rPr>
        <w:t xml:space="preserve">. </w:t>
      </w:r>
      <w:r w:rsidRPr="001B73FA">
        <w:rPr>
          <w:szCs w:val="20"/>
        </w:rPr>
        <w:t>Quoiqu</w:t>
      </w:r>
      <w:r w:rsidR="00462692" w:rsidRPr="00A4769E">
        <w:rPr>
          <w:szCs w:val="20"/>
        </w:rPr>
        <w:t>’</w:t>
      </w:r>
      <w:r w:rsidRPr="001B73FA">
        <w:rPr>
          <w:szCs w:val="20"/>
        </w:rPr>
        <w:t>il ait un nom tyrolien</w:t>
      </w:r>
      <w:r w:rsidR="00462692" w:rsidRPr="00A4769E">
        <w:rPr>
          <w:szCs w:val="20"/>
        </w:rPr>
        <w:t xml:space="preserve">, </w:t>
      </w:r>
      <w:r w:rsidRPr="001B73FA">
        <w:rPr>
          <w:szCs w:val="20"/>
        </w:rPr>
        <w:t>il a</w:t>
      </w:r>
      <w:r w:rsidR="00462692" w:rsidRPr="00A4769E">
        <w:rPr>
          <w:szCs w:val="20"/>
        </w:rPr>
        <w:t xml:space="preserve">, </w:t>
      </w:r>
      <w:r w:rsidRPr="001B73FA">
        <w:rPr>
          <w:szCs w:val="20"/>
        </w:rPr>
        <w:t>paraît-il</w:t>
      </w:r>
      <w:r w:rsidR="00462692" w:rsidRPr="00A4769E">
        <w:rPr>
          <w:szCs w:val="20"/>
        </w:rPr>
        <w:t xml:space="preserve">, </w:t>
      </w:r>
      <w:r w:rsidRPr="001B73FA">
        <w:rPr>
          <w:szCs w:val="20"/>
        </w:rPr>
        <w:t>l</w:t>
      </w:r>
      <w:r w:rsidR="00462692" w:rsidRPr="00A4769E">
        <w:rPr>
          <w:szCs w:val="20"/>
        </w:rPr>
        <w:t>’</w:t>
      </w:r>
      <w:r w:rsidRPr="001B73FA">
        <w:rPr>
          <w:szCs w:val="20"/>
        </w:rPr>
        <w:t>âme ardente</w:t>
      </w:r>
      <w:r w:rsidR="00462692" w:rsidRPr="00A4769E">
        <w:rPr>
          <w:szCs w:val="20"/>
        </w:rPr>
        <w:t xml:space="preserve">, </w:t>
      </w:r>
      <w:r w:rsidRPr="001B73FA">
        <w:rPr>
          <w:szCs w:val="20"/>
        </w:rPr>
        <w:t>si c</w:t>
      </w:r>
      <w:r w:rsidR="00462692" w:rsidRPr="00A4769E">
        <w:rPr>
          <w:szCs w:val="20"/>
        </w:rPr>
        <w:t>’</w:t>
      </w:r>
      <w:r w:rsidRPr="001B73FA">
        <w:rPr>
          <w:szCs w:val="20"/>
        </w:rPr>
        <w:t>est à la suite d</w:t>
      </w:r>
      <w:r w:rsidR="00462692" w:rsidRPr="00A4769E">
        <w:rPr>
          <w:szCs w:val="20"/>
        </w:rPr>
        <w:t>’</w:t>
      </w:r>
      <w:r w:rsidRPr="001B73FA">
        <w:rPr>
          <w:szCs w:val="20"/>
        </w:rPr>
        <w:t>une histoire semblable à la mienne qu</w:t>
      </w:r>
      <w:r w:rsidR="00462692" w:rsidRPr="00A4769E">
        <w:rPr>
          <w:szCs w:val="20"/>
        </w:rPr>
        <w:t>’</w:t>
      </w:r>
      <w:r w:rsidRPr="001B73FA">
        <w:rPr>
          <w:szCs w:val="20"/>
        </w:rPr>
        <w:t>il vit en exil</w:t>
      </w:r>
      <w:r w:rsidR="00462692" w:rsidRPr="00A4769E">
        <w:rPr>
          <w:szCs w:val="20"/>
        </w:rPr>
        <w:t xml:space="preserve">. </w:t>
      </w:r>
      <w:r w:rsidRPr="001B73FA">
        <w:rPr>
          <w:szCs w:val="20"/>
        </w:rPr>
        <w:t>Mais je me méfie de la tête froide des montagnards</w:t>
      </w:r>
      <w:r w:rsidR="00462692" w:rsidRPr="00A4769E">
        <w:rPr>
          <w:szCs w:val="20"/>
        </w:rPr>
        <w:t xml:space="preserve">. </w:t>
      </w:r>
      <w:r w:rsidRPr="001B73FA">
        <w:rPr>
          <w:szCs w:val="20"/>
        </w:rPr>
        <w:t>S</w:t>
      </w:r>
      <w:r w:rsidR="00462692" w:rsidRPr="00A4769E">
        <w:rPr>
          <w:szCs w:val="20"/>
        </w:rPr>
        <w:t>’</w:t>
      </w:r>
      <w:r w:rsidRPr="001B73FA">
        <w:rPr>
          <w:szCs w:val="20"/>
        </w:rPr>
        <w:t>il est marié</w:t>
      </w:r>
      <w:r w:rsidR="00462692" w:rsidRPr="00A4769E">
        <w:rPr>
          <w:szCs w:val="20"/>
        </w:rPr>
        <w:t xml:space="preserve">, </w:t>
      </w:r>
      <w:r w:rsidRPr="001B73FA">
        <w:rPr>
          <w:szCs w:val="20"/>
        </w:rPr>
        <w:t>et s</w:t>
      </w:r>
      <w:r w:rsidR="00462692" w:rsidRPr="00A4769E">
        <w:rPr>
          <w:szCs w:val="20"/>
        </w:rPr>
        <w:t>’</w:t>
      </w:r>
      <w:r w:rsidRPr="001B73FA">
        <w:rPr>
          <w:szCs w:val="20"/>
        </w:rPr>
        <w:t>il a des enfants</w:t>
      </w:r>
      <w:r w:rsidR="00462692" w:rsidRPr="00A4769E">
        <w:rPr>
          <w:szCs w:val="20"/>
        </w:rPr>
        <w:t xml:space="preserve">, </w:t>
      </w:r>
      <w:r w:rsidRPr="001B73FA">
        <w:rPr>
          <w:szCs w:val="20"/>
        </w:rPr>
        <w:t>bonsoir la compagnie</w:t>
      </w:r>
      <w:r w:rsidR="00462692" w:rsidRPr="00A4769E">
        <w:rPr>
          <w:szCs w:val="20"/>
        </w:rPr>
        <w:t xml:space="preserve"> ; </w:t>
      </w:r>
      <w:r w:rsidRPr="001B73FA">
        <w:rPr>
          <w:szCs w:val="20"/>
        </w:rPr>
        <w:t>je le salue jusqu</w:t>
      </w:r>
      <w:r w:rsidR="00462692" w:rsidRPr="00A4769E">
        <w:rPr>
          <w:szCs w:val="20"/>
        </w:rPr>
        <w:t>’</w:t>
      </w:r>
      <w:r w:rsidRPr="001B73FA">
        <w:rPr>
          <w:szCs w:val="20"/>
        </w:rPr>
        <w:t xml:space="preserve">à </w:t>
      </w:r>
      <w:r w:rsidRPr="001B73FA">
        <w:rPr>
          <w:szCs w:val="20"/>
        </w:rPr>
        <w:lastRenderedPageBreak/>
        <w:t>terre et vive la liberté</w:t>
      </w:r>
      <w:r w:rsidR="00462692" w:rsidRPr="00A4769E">
        <w:rPr>
          <w:szCs w:val="20"/>
        </w:rPr>
        <w:t xml:space="preserve"> ! </w:t>
      </w:r>
      <w:r w:rsidRPr="001B73FA">
        <w:rPr>
          <w:szCs w:val="20"/>
        </w:rPr>
        <w:t>J</w:t>
      </w:r>
      <w:r w:rsidR="00462692" w:rsidRPr="00A4769E">
        <w:rPr>
          <w:szCs w:val="20"/>
        </w:rPr>
        <w:t>’</w:t>
      </w:r>
      <w:r w:rsidRPr="001B73FA">
        <w:rPr>
          <w:szCs w:val="20"/>
        </w:rPr>
        <w:t>ai dans ma ceinture de quoi m</w:t>
      </w:r>
      <w:r w:rsidR="00462692" w:rsidRPr="00A4769E">
        <w:rPr>
          <w:szCs w:val="20"/>
        </w:rPr>
        <w:t>’</w:t>
      </w:r>
      <w:r w:rsidRPr="001B73FA">
        <w:rPr>
          <w:szCs w:val="20"/>
        </w:rPr>
        <w:t>habiller comme un prince et vivre largement pendant un an</w:t>
      </w:r>
      <w:r w:rsidR="00462692" w:rsidRPr="00A4769E">
        <w:rPr>
          <w:szCs w:val="20"/>
        </w:rPr>
        <w:t xml:space="preserve">. </w:t>
      </w:r>
      <w:r w:rsidRPr="001B73FA">
        <w:rPr>
          <w:szCs w:val="20"/>
        </w:rPr>
        <w:t>L</w:t>
      </w:r>
      <w:r w:rsidR="00462692" w:rsidRPr="00A4769E">
        <w:rPr>
          <w:szCs w:val="20"/>
        </w:rPr>
        <w:t>’</w:t>
      </w:r>
      <w:r w:rsidRPr="001B73FA">
        <w:rPr>
          <w:szCs w:val="20"/>
        </w:rPr>
        <w:t>important est de vivre ici comme je vivrais en Piémont et de ne pas tomber peu à peu</w:t>
      </w:r>
      <w:r w:rsidR="00462692" w:rsidRPr="00A4769E">
        <w:rPr>
          <w:szCs w:val="20"/>
        </w:rPr>
        <w:t xml:space="preserve">, </w:t>
      </w:r>
      <w:r w:rsidRPr="001B73FA">
        <w:rPr>
          <w:szCs w:val="20"/>
        </w:rPr>
        <w:t>à force d</w:t>
      </w:r>
      <w:r w:rsidR="00462692" w:rsidRPr="00A4769E">
        <w:rPr>
          <w:szCs w:val="20"/>
        </w:rPr>
        <w:t>’</w:t>
      </w:r>
      <w:r w:rsidRPr="001B73FA">
        <w:rPr>
          <w:szCs w:val="20"/>
        </w:rPr>
        <w:t>économie de chapeau</w:t>
      </w:r>
      <w:r w:rsidR="00462692" w:rsidRPr="00A4769E">
        <w:rPr>
          <w:szCs w:val="20"/>
        </w:rPr>
        <w:t xml:space="preserve">, </w:t>
      </w:r>
      <w:r w:rsidRPr="001B73FA">
        <w:rPr>
          <w:szCs w:val="20"/>
        </w:rPr>
        <w:t>dans le carrick</w:t>
      </w:r>
      <w:r w:rsidR="00462692" w:rsidRPr="00A4769E">
        <w:rPr>
          <w:szCs w:val="20"/>
        </w:rPr>
        <w:t xml:space="preserve">. </w:t>
      </w:r>
      <w:r w:rsidRPr="001B73FA">
        <w:rPr>
          <w:szCs w:val="20"/>
        </w:rPr>
        <w:t>J</w:t>
      </w:r>
      <w:r w:rsidR="00462692" w:rsidRPr="00A4769E">
        <w:rPr>
          <w:szCs w:val="20"/>
        </w:rPr>
        <w:t>’</w:t>
      </w:r>
      <w:r w:rsidRPr="001B73FA">
        <w:rPr>
          <w:szCs w:val="20"/>
        </w:rPr>
        <w:t>ai tué le Baron pour délivrer ma patrie du joug de l</w:t>
      </w:r>
      <w:r w:rsidR="00462692" w:rsidRPr="00A4769E">
        <w:rPr>
          <w:szCs w:val="20"/>
        </w:rPr>
        <w:t>’</w:t>
      </w:r>
      <w:r w:rsidRPr="001B73FA">
        <w:rPr>
          <w:szCs w:val="20"/>
        </w:rPr>
        <w:t>étranger</w:t>
      </w:r>
      <w:r w:rsidR="00462692" w:rsidRPr="00A4769E">
        <w:rPr>
          <w:szCs w:val="20"/>
        </w:rPr>
        <w:t xml:space="preserve">. </w:t>
      </w:r>
      <w:r w:rsidRPr="001B73FA">
        <w:rPr>
          <w:szCs w:val="20"/>
        </w:rPr>
        <w:t>Du moins</w:t>
      </w:r>
      <w:r w:rsidR="00462692" w:rsidRPr="00A4769E">
        <w:rPr>
          <w:szCs w:val="20"/>
        </w:rPr>
        <w:t xml:space="preserve">, </w:t>
      </w:r>
      <w:r w:rsidRPr="001B73FA">
        <w:rPr>
          <w:szCs w:val="20"/>
        </w:rPr>
        <w:t>c</w:t>
      </w:r>
      <w:r w:rsidR="00462692" w:rsidRPr="00A4769E">
        <w:rPr>
          <w:szCs w:val="20"/>
        </w:rPr>
        <w:t>’</w:t>
      </w:r>
      <w:r w:rsidRPr="001B73FA">
        <w:rPr>
          <w:szCs w:val="20"/>
        </w:rPr>
        <w:t>est ce qu</w:t>
      </w:r>
      <w:r w:rsidR="00462692" w:rsidRPr="00A4769E">
        <w:rPr>
          <w:szCs w:val="20"/>
        </w:rPr>
        <w:t>’</w:t>
      </w:r>
      <w:r w:rsidRPr="001B73FA">
        <w:rPr>
          <w:szCs w:val="20"/>
        </w:rPr>
        <w:t>ont affirmé gravement les trois petits hypocrites blêmes qui m</w:t>
      </w:r>
      <w:r w:rsidR="00462692" w:rsidRPr="00A4769E">
        <w:rPr>
          <w:szCs w:val="20"/>
        </w:rPr>
        <w:t>’</w:t>
      </w:r>
      <w:r w:rsidRPr="001B73FA">
        <w:rPr>
          <w:szCs w:val="20"/>
        </w:rPr>
        <w:t>ont donné l</w:t>
      </w:r>
      <w:r w:rsidR="00462692" w:rsidRPr="00A4769E">
        <w:rPr>
          <w:szCs w:val="20"/>
        </w:rPr>
        <w:t>’</w:t>
      </w:r>
      <w:r w:rsidRPr="001B73FA">
        <w:rPr>
          <w:szCs w:val="20"/>
        </w:rPr>
        <w:t>adresse de l</w:t>
      </w:r>
      <w:r w:rsidR="00462692" w:rsidRPr="00A4769E">
        <w:rPr>
          <w:szCs w:val="20"/>
        </w:rPr>
        <w:t>’</w:t>
      </w:r>
      <w:r w:rsidRPr="001B73FA">
        <w:rPr>
          <w:szCs w:val="20"/>
        </w:rPr>
        <w:t>homme d</w:t>
      </w:r>
      <w:r w:rsidR="00462692" w:rsidRPr="00A4769E">
        <w:rPr>
          <w:szCs w:val="20"/>
        </w:rPr>
        <w:t>’</w:t>
      </w:r>
      <w:r w:rsidRPr="001B73FA">
        <w:rPr>
          <w:szCs w:val="20"/>
        </w:rPr>
        <w:t>Aix et qui étaient si effrayés quand ils ont su que je ne consentirais à partir qu</w:t>
      </w:r>
      <w:r w:rsidR="00462692" w:rsidRPr="00A4769E">
        <w:rPr>
          <w:szCs w:val="20"/>
        </w:rPr>
        <w:t>’</w:t>
      </w:r>
      <w:r w:rsidRPr="001B73FA">
        <w:rPr>
          <w:szCs w:val="20"/>
        </w:rPr>
        <w:t>en plein jour et en grand uniforme</w:t>
      </w:r>
      <w:r w:rsidR="00462692" w:rsidRPr="00A4769E">
        <w:rPr>
          <w:szCs w:val="20"/>
        </w:rPr>
        <w:t xml:space="preserve">. </w:t>
      </w:r>
      <w:r w:rsidRPr="001B73FA">
        <w:rPr>
          <w:szCs w:val="20"/>
        </w:rPr>
        <w:t>Sans cette envie forcenée du pouvoir qui les travaille sans cesse de la tête aux pieds</w:t>
      </w:r>
      <w:r w:rsidR="00462692" w:rsidRPr="00A4769E">
        <w:rPr>
          <w:szCs w:val="20"/>
        </w:rPr>
        <w:t xml:space="preserve">, </w:t>
      </w:r>
      <w:r w:rsidRPr="001B73FA">
        <w:rPr>
          <w:szCs w:val="20"/>
        </w:rPr>
        <w:t>ils en auraient attrapé la jaunisse</w:t>
      </w:r>
      <w:r w:rsidR="00462692" w:rsidRPr="00A4769E">
        <w:rPr>
          <w:szCs w:val="20"/>
        </w:rPr>
        <w:t xml:space="preserve">. </w:t>
      </w:r>
      <w:r w:rsidRPr="001B73FA">
        <w:rPr>
          <w:szCs w:val="20"/>
        </w:rPr>
        <w:t>Ils n</w:t>
      </w:r>
      <w:r w:rsidR="00462692" w:rsidRPr="00A4769E">
        <w:rPr>
          <w:szCs w:val="20"/>
        </w:rPr>
        <w:t>’</w:t>
      </w:r>
      <w:r w:rsidRPr="001B73FA">
        <w:rPr>
          <w:szCs w:val="20"/>
        </w:rPr>
        <w:t>ont pas eu de mots assez amers pour me reprocher ce duel</w:t>
      </w:r>
      <w:r w:rsidR="00462692" w:rsidRPr="00A4769E">
        <w:rPr>
          <w:szCs w:val="20"/>
        </w:rPr>
        <w:t xml:space="preserve">. </w:t>
      </w:r>
      <w:r w:rsidRPr="001B73FA">
        <w:rPr>
          <w:szCs w:val="20"/>
        </w:rPr>
        <w:t>“</w:t>
      </w:r>
      <w:r w:rsidRPr="001B73FA">
        <w:rPr>
          <w:szCs w:val="20"/>
        </w:rPr>
        <w:t>Il n</w:t>
      </w:r>
      <w:r w:rsidR="00462692" w:rsidRPr="00A4769E">
        <w:rPr>
          <w:szCs w:val="20"/>
        </w:rPr>
        <w:t>’</w:t>
      </w:r>
      <w:r w:rsidRPr="001B73FA">
        <w:rPr>
          <w:szCs w:val="20"/>
        </w:rPr>
        <w:t>y avait pas besoin de tant d</w:t>
      </w:r>
      <w:r w:rsidR="00462692" w:rsidRPr="00A4769E">
        <w:rPr>
          <w:szCs w:val="20"/>
        </w:rPr>
        <w:t>’</w:t>
      </w:r>
      <w:r w:rsidRPr="001B73FA">
        <w:rPr>
          <w:szCs w:val="20"/>
        </w:rPr>
        <w:t>histoires</w:t>
      </w:r>
      <w:r w:rsidRPr="001B73FA">
        <w:rPr>
          <w:szCs w:val="20"/>
        </w:rPr>
        <w:t>”</w:t>
      </w:r>
      <w:r w:rsidRPr="001B73FA">
        <w:rPr>
          <w:szCs w:val="20"/>
        </w:rPr>
        <w:t xml:space="preserve"> disaient-ils</w:t>
      </w:r>
      <w:r w:rsidR="00462692" w:rsidRPr="00A4769E">
        <w:rPr>
          <w:szCs w:val="20"/>
        </w:rPr>
        <w:t xml:space="preserve">. </w:t>
      </w:r>
      <w:r w:rsidRPr="001B73FA">
        <w:rPr>
          <w:szCs w:val="20"/>
        </w:rPr>
        <w:t>Et si ce sont précisément ces histoires qui donnent de l</w:t>
      </w:r>
      <w:r w:rsidR="00462692" w:rsidRPr="00A4769E">
        <w:rPr>
          <w:szCs w:val="20"/>
        </w:rPr>
        <w:t>’</w:t>
      </w:r>
      <w:r w:rsidRPr="001B73FA">
        <w:rPr>
          <w:szCs w:val="20"/>
        </w:rPr>
        <w:t>intérêt à ma vie</w:t>
      </w:r>
      <w:r w:rsidR="00462692" w:rsidRPr="00A4769E">
        <w:rPr>
          <w:szCs w:val="20"/>
        </w:rPr>
        <w:t xml:space="preserve"> ! </w:t>
      </w:r>
      <w:r w:rsidRPr="001B73FA">
        <w:rPr>
          <w:szCs w:val="20"/>
        </w:rPr>
        <w:t>Si ce sont précisément ces histoires-là qui m</w:t>
      </w:r>
      <w:r w:rsidR="00462692" w:rsidRPr="00A4769E">
        <w:rPr>
          <w:szCs w:val="20"/>
        </w:rPr>
        <w:t>’</w:t>
      </w:r>
      <w:r w:rsidRPr="001B73FA">
        <w:rPr>
          <w:szCs w:val="20"/>
        </w:rPr>
        <w:t>ont donné des heures suaves pendant lesquelles j</w:t>
      </w:r>
      <w:r w:rsidR="00462692" w:rsidRPr="00A4769E">
        <w:rPr>
          <w:szCs w:val="20"/>
        </w:rPr>
        <w:t>’</w:t>
      </w:r>
      <w:r w:rsidRPr="001B73FA">
        <w:rPr>
          <w:szCs w:val="20"/>
        </w:rPr>
        <w:t>ai eu la patience d</w:t>
      </w:r>
      <w:r w:rsidR="00462692" w:rsidRPr="00A4769E">
        <w:rPr>
          <w:szCs w:val="20"/>
        </w:rPr>
        <w:t>’</w:t>
      </w:r>
      <w:r w:rsidRPr="001B73FA">
        <w:rPr>
          <w:szCs w:val="20"/>
        </w:rPr>
        <w:t>écouter sans me fâcher les mots ignobles que la peur leur mettait à la bouche</w:t>
      </w:r>
      <w:r w:rsidR="00462692" w:rsidRPr="00A4769E">
        <w:rPr>
          <w:szCs w:val="20"/>
        </w:rPr>
        <w:t xml:space="preserve"> ; </w:t>
      </w:r>
      <w:r w:rsidRPr="001B73FA">
        <w:rPr>
          <w:szCs w:val="20"/>
        </w:rPr>
        <w:t>ces abjects discours sur la grandeur et la générosité qu</w:t>
      </w:r>
      <w:r w:rsidR="00462692" w:rsidRPr="00A4769E">
        <w:rPr>
          <w:szCs w:val="20"/>
        </w:rPr>
        <w:t>’</w:t>
      </w:r>
      <w:r w:rsidRPr="001B73FA">
        <w:rPr>
          <w:szCs w:val="20"/>
        </w:rPr>
        <w:t>ils me tenaient pendant que je lisais clairement sur leurs visages d</w:t>
      </w:r>
      <w:r w:rsidR="00462692" w:rsidRPr="00A4769E">
        <w:rPr>
          <w:szCs w:val="20"/>
        </w:rPr>
        <w:t>’</w:t>
      </w:r>
      <w:r w:rsidRPr="001B73FA">
        <w:rPr>
          <w:szCs w:val="20"/>
        </w:rPr>
        <w:t>huissiers toute la lâcheté que le besoin d</w:t>
      </w:r>
      <w:r w:rsidR="00462692" w:rsidRPr="00A4769E">
        <w:rPr>
          <w:szCs w:val="20"/>
        </w:rPr>
        <w:t>’</w:t>
      </w:r>
      <w:r w:rsidRPr="001B73FA">
        <w:rPr>
          <w:szCs w:val="20"/>
        </w:rPr>
        <w:t>être quelque chose leur aurait fait commettre à l</w:t>
      </w:r>
      <w:r w:rsidR="00462692" w:rsidRPr="00A4769E">
        <w:rPr>
          <w:szCs w:val="20"/>
        </w:rPr>
        <w:t>’</w:t>
      </w:r>
      <w:r w:rsidRPr="001B73FA">
        <w:rPr>
          <w:szCs w:val="20"/>
        </w:rPr>
        <w:t>instant même</w:t>
      </w:r>
      <w:r w:rsidR="00462692" w:rsidRPr="00A4769E">
        <w:rPr>
          <w:szCs w:val="20"/>
        </w:rPr>
        <w:t xml:space="preserve">, </w:t>
      </w:r>
      <w:r w:rsidRPr="001B73FA">
        <w:rPr>
          <w:szCs w:val="20"/>
        </w:rPr>
        <w:t>si besoin avait été</w:t>
      </w:r>
      <w:r w:rsidR="00462692" w:rsidRPr="00A4769E">
        <w:rPr>
          <w:szCs w:val="20"/>
        </w:rPr>
        <w:t xml:space="preserve"> ? </w:t>
      </w:r>
      <w:r w:rsidRPr="001B73FA">
        <w:rPr>
          <w:szCs w:val="20"/>
        </w:rPr>
        <w:t>Mes nobles compagnons</w:t>
      </w:r>
      <w:r w:rsidR="00462692" w:rsidRPr="00A4769E">
        <w:rPr>
          <w:szCs w:val="20"/>
        </w:rPr>
        <w:t xml:space="preserve">, </w:t>
      </w:r>
      <w:r w:rsidRPr="001B73FA">
        <w:rPr>
          <w:szCs w:val="20"/>
        </w:rPr>
        <w:t>c</w:t>
      </w:r>
      <w:r w:rsidR="00462692" w:rsidRPr="00A4769E">
        <w:rPr>
          <w:szCs w:val="20"/>
        </w:rPr>
        <w:t>’</w:t>
      </w:r>
      <w:r w:rsidRPr="001B73FA">
        <w:rPr>
          <w:szCs w:val="20"/>
        </w:rPr>
        <w:t>est-à-dire peut-être trois ou quatre hommes braves</w:t>
      </w:r>
      <w:r w:rsidR="00462692" w:rsidRPr="00A4769E">
        <w:rPr>
          <w:szCs w:val="20"/>
        </w:rPr>
        <w:t xml:space="preserve">, </w:t>
      </w:r>
      <w:r w:rsidRPr="001B73FA">
        <w:rPr>
          <w:szCs w:val="20"/>
        </w:rPr>
        <w:t>parmi des milliers qui combattent</w:t>
      </w:r>
      <w:r w:rsidR="00462692" w:rsidRPr="00A4769E">
        <w:rPr>
          <w:szCs w:val="20"/>
        </w:rPr>
        <w:t xml:space="preserve">, </w:t>
      </w:r>
      <w:r w:rsidRPr="001B73FA">
        <w:rPr>
          <w:szCs w:val="20"/>
        </w:rPr>
        <w:t>seront finalement leurs dupes</w:t>
      </w:r>
      <w:r w:rsidR="00462692" w:rsidRPr="00A4769E">
        <w:rPr>
          <w:szCs w:val="20"/>
        </w:rPr>
        <w:t xml:space="preserve">. </w:t>
      </w:r>
      <w:r w:rsidRPr="001B73FA">
        <w:rPr>
          <w:szCs w:val="20"/>
        </w:rPr>
        <w:t>La patrie changera de joug</w:t>
      </w:r>
      <w:r w:rsidR="00462692" w:rsidRPr="00A4769E">
        <w:rPr>
          <w:szCs w:val="20"/>
        </w:rPr>
        <w:t xml:space="preserve">, </w:t>
      </w:r>
      <w:r w:rsidRPr="001B73FA">
        <w:rPr>
          <w:szCs w:val="20"/>
        </w:rPr>
        <w:t>un point c</w:t>
      </w:r>
      <w:r w:rsidR="00462692" w:rsidRPr="00A4769E">
        <w:rPr>
          <w:szCs w:val="20"/>
        </w:rPr>
        <w:t>’</w:t>
      </w:r>
      <w:r w:rsidRPr="001B73FA">
        <w:rPr>
          <w:szCs w:val="20"/>
        </w:rPr>
        <w:t>est tout</w:t>
      </w:r>
      <w:r w:rsidR="00462692" w:rsidRPr="00A4769E">
        <w:rPr>
          <w:szCs w:val="20"/>
        </w:rPr>
        <w:t xml:space="preserve">, </w:t>
      </w:r>
      <w:r w:rsidRPr="001B73FA">
        <w:rPr>
          <w:szCs w:val="20"/>
        </w:rPr>
        <w:t>et le second pèsera autant que le premier</w:t>
      </w:r>
      <w:r w:rsidR="00462692" w:rsidRPr="00A4769E">
        <w:rPr>
          <w:szCs w:val="20"/>
        </w:rPr>
        <w:t xml:space="preserve">, </w:t>
      </w:r>
      <w:r w:rsidRPr="001B73FA">
        <w:rPr>
          <w:szCs w:val="20"/>
        </w:rPr>
        <w:t>sinon plus</w:t>
      </w:r>
      <w:r w:rsidR="00462692" w:rsidRPr="00A4769E">
        <w:rPr>
          <w:szCs w:val="20"/>
        </w:rPr>
        <w:t xml:space="preserve">. </w:t>
      </w:r>
      <w:r w:rsidRPr="001B73FA">
        <w:rPr>
          <w:szCs w:val="20"/>
        </w:rPr>
        <w:t>On ne videra pas les prisons</w:t>
      </w:r>
      <w:r w:rsidR="00462692" w:rsidRPr="00A4769E">
        <w:rPr>
          <w:szCs w:val="20"/>
        </w:rPr>
        <w:t xml:space="preserve">, </w:t>
      </w:r>
      <w:r w:rsidRPr="001B73FA">
        <w:rPr>
          <w:szCs w:val="20"/>
        </w:rPr>
        <w:t>on en changera simplement le contenu</w:t>
      </w:r>
      <w:r w:rsidR="00462692" w:rsidRPr="00A4769E">
        <w:rPr>
          <w:szCs w:val="20"/>
        </w:rPr>
        <w:t xml:space="preserve">. </w:t>
      </w:r>
      <w:r w:rsidRPr="001B73FA">
        <w:rPr>
          <w:szCs w:val="20"/>
        </w:rPr>
        <w:t>Drôle de liberté celle qui en fin de compte ne fait que faire passer d</w:t>
      </w:r>
      <w:r w:rsidR="00462692" w:rsidRPr="00A4769E">
        <w:rPr>
          <w:szCs w:val="20"/>
        </w:rPr>
        <w:t>’</w:t>
      </w:r>
      <w:r w:rsidRPr="001B73FA">
        <w:rPr>
          <w:szCs w:val="20"/>
        </w:rPr>
        <w:t>un maître à l</w:t>
      </w:r>
      <w:r w:rsidR="00462692" w:rsidRPr="00A4769E">
        <w:rPr>
          <w:szCs w:val="20"/>
        </w:rPr>
        <w:t>’</w:t>
      </w:r>
      <w:r w:rsidRPr="001B73FA">
        <w:rPr>
          <w:szCs w:val="20"/>
        </w:rPr>
        <w:t>autre</w:t>
      </w:r>
      <w:r w:rsidR="00462692" w:rsidRPr="00A4769E">
        <w:rPr>
          <w:szCs w:val="20"/>
        </w:rPr>
        <w:t>.</w:t>
      </w:r>
    </w:p>
    <w:p w14:paraId="53AFD9ED" w14:textId="31D72875" w:rsidR="001B73FA" w:rsidRPr="001B73FA" w:rsidRDefault="00462692" w:rsidP="001B73FA">
      <w:pPr>
        <w:rPr>
          <w:szCs w:val="20"/>
        </w:rPr>
      </w:pPr>
      <w:r w:rsidRPr="00A4769E">
        <w:rPr>
          <w:szCs w:val="20"/>
        </w:rPr>
        <w:t>« </w:t>
      </w:r>
      <w:r w:rsidR="001B73FA" w:rsidRPr="001B73FA">
        <w:rPr>
          <w:szCs w:val="20"/>
        </w:rPr>
        <w:t>Au fond</w:t>
      </w:r>
      <w:r w:rsidRPr="00A4769E">
        <w:rPr>
          <w:szCs w:val="20"/>
        </w:rPr>
        <w:t xml:space="preserve">, </w:t>
      </w:r>
      <w:r w:rsidR="001B73FA" w:rsidRPr="001B73FA">
        <w:rPr>
          <w:szCs w:val="20"/>
        </w:rPr>
        <w:t>ils étaient très contents de la bêtise que j</w:t>
      </w:r>
      <w:r w:rsidRPr="00A4769E">
        <w:rPr>
          <w:szCs w:val="20"/>
        </w:rPr>
        <w:t>’</w:t>
      </w:r>
      <w:r w:rsidR="001B73FA" w:rsidRPr="001B73FA">
        <w:rPr>
          <w:szCs w:val="20"/>
        </w:rPr>
        <w:t>ai eue</w:t>
      </w:r>
      <w:r w:rsidRPr="00A4769E">
        <w:rPr>
          <w:szCs w:val="20"/>
        </w:rPr>
        <w:t xml:space="preserve">, </w:t>
      </w:r>
      <w:r w:rsidR="001B73FA" w:rsidRPr="001B73FA">
        <w:rPr>
          <w:szCs w:val="20"/>
        </w:rPr>
        <w:t>d</w:t>
      </w:r>
      <w:r w:rsidRPr="00A4769E">
        <w:rPr>
          <w:szCs w:val="20"/>
        </w:rPr>
        <w:t>’</w:t>
      </w:r>
      <w:r w:rsidR="001B73FA" w:rsidRPr="001B73FA">
        <w:rPr>
          <w:szCs w:val="20"/>
        </w:rPr>
        <w:t>après eux</w:t>
      </w:r>
      <w:r w:rsidRPr="00A4769E">
        <w:rPr>
          <w:szCs w:val="20"/>
        </w:rPr>
        <w:t xml:space="preserve">, </w:t>
      </w:r>
      <w:r w:rsidR="001B73FA" w:rsidRPr="001B73FA">
        <w:rPr>
          <w:szCs w:val="20"/>
        </w:rPr>
        <w:t>de donner un sabre au Baron</w:t>
      </w:r>
      <w:r w:rsidRPr="00A4769E">
        <w:rPr>
          <w:szCs w:val="20"/>
        </w:rPr>
        <w:t xml:space="preserve">. </w:t>
      </w:r>
      <w:r w:rsidR="001B73FA" w:rsidRPr="001B73FA">
        <w:rPr>
          <w:szCs w:val="20"/>
        </w:rPr>
        <w:t>Je les vois se frotter les mains en sortant du palais</w:t>
      </w:r>
      <w:r w:rsidRPr="00A4769E">
        <w:rPr>
          <w:szCs w:val="20"/>
        </w:rPr>
        <w:t xml:space="preserve">. </w:t>
      </w:r>
      <w:r w:rsidR="001B73FA" w:rsidRPr="001B73FA">
        <w:rPr>
          <w:szCs w:val="20"/>
        </w:rPr>
        <w:t>“</w:t>
      </w:r>
      <w:r w:rsidR="001B73FA" w:rsidRPr="001B73FA">
        <w:rPr>
          <w:szCs w:val="20"/>
        </w:rPr>
        <w:t>Nous voilà débarras</w:t>
      </w:r>
      <w:r w:rsidR="001B73FA" w:rsidRPr="001B73FA">
        <w:rPr>
          <w:szCs w:val="20"/>
        </w:rPr>
        <w:lastRenderedPageBreak/>
        <w:t>sés</w:t>
      </w:r>
      <w:r w:rsidRPr="00A4769E">
        <w:rPr>
          <w:szCs w:val="20"/>
        </w:rPr>
        <w:t xml:space="preserve">, </w:t>
      </w:r>
      <w:r w:rsidR="001B73FA" w:rsidRPr="001B73FA">
        <w:rPr>
          <w:szCs w:val="20"/>
        </w:rPr>
        <w:t>ont-ils dû se dire</w:t>
      </w:r>
      <w:r w:rsidRPr="00A4769E">
        <w:rPr>
          <w:szCs w:val="20"/>
        </w:rPr>
        <w:t xml:space="preserve">, </w:t>
      </w:r>
      <w:r w:rsidR="001B73FA" w:rsidRPr="001B73FA">
        <w:rPr>
          <w:szCs w:val="20"/>
        </w:rPr>
        <w:t>de cet aristocrate qui n</w:t>
      </w:r>
      <w:r w:rsidRPr="00A4769E">
        <w:rPr>
          <w:szCs w:val="20"/>
        </w:rPr>
        <w:t>’</w:t>
      </w:r>
      <w:r w:rsidR="001B73FA" w:rsidRPr="001B73FA">
        <w:rPr>
          <w:szCs w:val="20"/>
        </w:rPr>
        <w:t>a jamais rien fait pour être détesté de personne et qui</w:t>
      </w:r>
      <w:r w:rsidRPr="00A4769E">
        <w:rPr>
          <w:szCs w:val="20"/>
        </w:rPr>
        <w:t xml:space="preserve">, </w:t>
      </w:r>
      <w:r w:rsidR="001B73FA" w:rsidRPr="001B73FA">
        <w:rPr>
          <w:szCs w:val="20"/>
        </w:rPr>
        <w:t>avec la légende de sa mère et ses beaux habits</w:t>
      </w:r>
      <w:r w:rsidRPr="00A4769E">
        <w:rPr>
          <w:szCs w:val="20"/>
        </w:rPr>
        <w:t xml:space="preserve">, </w:t>
      </w:r>
      <w:r w:rsidR="001B73FA" w:rsidRPr="001B73FA">
        <w:rPr>
          <w:szCs w:val="20"/>
        </w:rPr>
        <w:t>aurait fini par être un concurrent dangereux</w:t>
      </w:r>
      <w:r w:rsidRPr="00A4769E">
        <w:rPr>
          <w:szCs w:val="20"/>
        </w:rPr>
        <w:t xml:space="preserve">. </w:t>
      </w:r>
      <w:r w:rsidR="001B73FA" w:rsidRPr="001B73FA">
        <w:rPr>
          <w:szCs w:val="20"/>
        </w:rPr>
        <w:t>Même si on l</w:t>
      </w:r>
      <w:r w:rsidRPr="00A4769E">
        <w:rPr>
          <w:szCs w:val="20"/>
        </w:rPr>
        <w:t>’</w:t>
      </w:r>
      <w:r w:rsidR="001B73FA" w:rsidRPr="001B73FA">
        <w:rPr>
          <w:szCs w:val="20"/>
        </w:rPr>
        <w:t>arrêtait</w:t>
      </w:r>
      <w:r w:rsidRPr="00A4769E">
        <w:rPr>
          <w:szCs w:val="20"/>
        </w:rPr>
        <w:t xml:space="preserve">, </w:t>
      </w:r>
      <w:r w:rsidR="001B73FA" w:rsidRPr="001B73FA">
        <w:rPr>
          <w:szCs w:val="20"/>
        </w:rPr>
        <w:t>il est trop bête pour jamais nous vendre</w:t>
      </w:r>
      <w:r w:rsidRPr="00A4769E">
        <w:rPr>
          <w:szCs w:val="20"/>
        </w:rPr>
        <w:t xml:space="preserve">. </w:t>
      </w:r>
      <w:r w:rsidR="001B73FA" w:rsidRPr="001B73FA">
        <w:rPr>
          <w:szCs w:val="20"/>
        </w:rPr>
        <w:t>Et d</w:t>
      </w:r>
      <w:r w:rsidRPr="00A4769E">
        <w:rPr>
          <w:szCs w:val="20"/>
        </w:rPr>
        <w:t>’</w:t>
      </w:r>
      <w:r w:rsidR="001B73FA" w:rsidRPr="001B73FA">
        <w:rPr>
          <w:szCs w:val="20"/>
        </w:rPr>
        <w:t>ailleurs</w:t>
      </w:r>
      <w:r w:rsidRPr="00A4769E">
        <w:rPr>
          <w:szCs w:val="20"/>
        </w:rPr>
        <w:t xml:space="preserve">, </w:t>
      </w:r>
      <w:r w:rsidR="001B73FA" w:rsidRPr="001B73FA">
        <w:rPr>
          <w:szCs w:val="20"/>
        </w:rPr>
        <w:t>il sera toujours facile de prouver</w:t>
      </w:r>
      <w:r w:rsidRPr="00A4769E">
        <w:rPr>
          <w:szCs w:val="20"/>
        </w:rPr>
        <w:t xml:space="preserve">, </w:t>
      </w:r>
      <w:r w:rsidR="001B73FA" w:rsidRPr="001B73FA">
        <w:rPr>
          <w:szCs w:val="20"/>
        </w:rPr>
        <w:t>si toutefois on lui faisait perdre ses grands airs avec des menottes un peu serrées</w:t>
      </w:r>
      <w:r w:rsidRPr="00A4769E">
        <w:rPr>
          <w:szCs w:val="20"/>
        </w:rPr>
        <w:t xml:space="preserve">, </w:t>
      </w:r>
      <w:r w:rsidR="001B73FA" w:rsidRPr="001B73FA">
        <w:rPr>
          <w:szCs w:val="20"/>
        </w:rPr>
        <w:t>qu</w:t>
      </w:r>
      <w:r w:rsidRPr="00A4769E">
        <w:rPr>
          <w:szCs w:val="20"/>
        </w:rPr>
        <w:t>’</w:t>
      </w:r>
      <w:r w:rsidR="001B73FA" w:rsidRPr="001B73FA">
        <w:rPr>
          <w:szCs w:val="20"/>
        </w:rPr>
        <w:t>il ne s</w:t>
      </w:r>
      <w:r w:rsidRPr="00A4769E">
        <w:rPr>
          <w:szCs w:val="20"/>
        </w:rPr>
        <w:t>’</w:t>
      </w:r>
      <w:r w:rsidR="001B73FA" w:rsidRPr="001B73FA">
        <w:rPr>
          <w:szCs w:val="20"/>
        </w:rPr>
        <w:t>agit précisément</w:t>
      </w:r>
      <w:r w:rsidRPr="00A4769E">
        <w:rPr>
          <w:szCs w:val="20"/>
        </w:rPr>
        <w:t xml:space="preserve">, </w:t>
      </w:r>
      <w:r w:rsidR="001B73FA" w:rsidRPr="001B73FA">
        <w:rPr>
          <w:szCs w:val="20"/>
        </w:rPr>
        <w:t>dans toute cette histoire</w:t>
      </w:r>
      <w:r w:rsidRPr="00A4769E">
        <w:rPr>
          <w:szCs w:val="20"/>
        </w:rPr>
        <w:t xml:space="preserve">, </w:t>
      </w:r>
      <w:r w:rsidR="001B73FA" w:rsidRPr="001B73FA">
        <w:rPr>
          <w:szCs w:val="20"/>
        </w:rPr>
        <w:t xml:space="preserve">que de </w:t>
      </w:r>
      <w:r w:rsidR="001B73FA" w:rsidRPr="001B73FA">
        <w:rPr>
          <w:i/>
          <w:iCs/>
          <w:szCs w:val="20"/>
        </w:rPr>
        <w:t>grands airs</w:t>
      </w:r>
      <w:r w:rsidRPr="00A4769E">
        <w:rPr>
          <w:i/>
          <w:iCs/>
          <w:szCs w:val="20"/>
        </w:rPr>
        <w:t>.</w:t>
      </w:r>
      <w:r w:rsidRPr="00A4769E">
        <w:rPr>
          <w:i/>
          <w:iCs/>
          <w:szCs w:val="20"/>
        </w:rPr>
        <w:t>”</w:t>
      </w:r>
      <w:r w:rsidRPr="00A4769E">
        <w:rPr>
          <w:szCs w:val="20"/>
        </w:rPr>
        <w:t> »</w:t>
      </w:r>
    </w:p>
    <w:p w14:paraId="1C4833EA" w14:textId="77777777" w:rsidR="001B73FA" w:rsidRPr="001B73FA" w:rsidRDefault="001B73FA" w:rsidP="001B73FA">
      <w:pPr>
        <w:rPr>
          <w:szCs w:val="20"/>
        </w:rPr>
      </w:pPr>
      <w:r w:rsidRPr="001B73FA">
        <w:rPr>
          <w:szCs w:val="20"/>
        </w:rPr>
        <w:t>Il n</w:t>
      </w:r>
      <w:r w:rsidR="00462692" w:rsidRPr="00A4769E">
        <w:rPr>
          <w:szCs w:val="20"/>
        </w:rPr>
        <w:t>’</w:t>
      </w:r>
      <w:r w:rsidRPr="001B73FA">
        <w:rPr>
          <w:szCs w:val="20"/>
        </w:rPr>
        <w:t>en était plus</w:t>
      </w:r>
      <w:r w:rsidR="00462692" w:rsidRPr="00A4769E">
        <w:rPr>
          <w:szCs w:val="20"/>
        </w:rPr>
        <w:t xml:space="preserve">, </w:t>
      </w:r>
      <w:r w:rsidRPr="001B73FA">
        <w:rPr>
          <w:szCs w:val="20"/>
        </w:rPr>
        <w:t>comme les soirs précédents</w:t>
      </w:r>
      <w:r w:rsidR="00462692" w:rsidRPr="00A4769E">
        <w:rPr>
          <w:szCs w:val="20"/>
        </w:rPr>
        <w:t xml:space="preserve">, </w:t>
      </w:r>
      <w:r w:rsidRPr="001B73FA">
        <w:rPr>
          <w:szCs w:val="20"/>
        </w:rPr>
        <w:t>à s</w:t>
      </w:r>
      <w:r w:rsidR="00462692" w:rsidRPr="00A4769E">
        <w:rPr>
          <w:szCs w:val="20"/>
        </w:rPr>
        <w:t>’</w:t>
      </w:r>
      <w:r w:rsidRPr="001B73FA">
        <w:rPr>
          <w:szCs w:val="20"/>
        </w:rPr>
        <w:t>exalter aux souvenirs de la Révolution française</w:t>
      </w:r>
      <w:r w:rsidR="00462692" w:rsidRPr="00A4769E">
        <w:rPr>
          <w:szCs w:val="20"/>
        </w:rPr>
        <w:t xml:space="preserve">. </w:t>
      </w:r>
      <w:r w:rsidRPr="001B73FA">
        <w:rPr>
          <w:szCs w:val="20"/>
        </w:rPr>
        <w:t>Les Français qu</w:t>
      </w:r>
      <w:r w:rsidR="00462692" w:rsidRPr="00A4769E">
        <w:rPr>
          <w:szCs w:val="20"/>
        </w:rPr>
        <w:t>’</w:t>
      </w:r>
      <w:r w:rsidRPr="001B73FA">
        <w:rPr>
          <w:szCs w:val="20"/>
        </w:rPr>
        <w:t>il avait vus portaient des carricks</w:t>
      </w:r>
      <w:r w:rsidR="00462692" w:rsidRPr="00A4769E">
        <w:rPr>
          <w:szCs w:val="20"/>
        </w:rPr>
        <w:t xml:space="preserve">, </w:t>
      </w:r>
      <w:r w:rsidRPr="001B73FA">
        <w:rPr>
          <w:szCs w:val="20"/>
        </w:rPr>
        <w:t>économisaient leurs chapeaux et jouaient la sympathie pour trois francs d</w:t>
      </w:r>
      <w:r w:rsidR="00462692" w:rsidRPr="00A4769E">
        <w:rPr>
          <w:szCs w:val="20"/>
        </w:rPr>
        <w:t>’</w:t>
      </w:r>
      <w:r w:rsidRPr="001B73FA">
        <w:rPr>
          <w:szCs w:val="20"/>
        </w:rPr>
        <w:t>étrennes</w:t>
      </w:r>
      <w:r w:rsidR="00462692" w:rsidRPr="00A4769E">
        <w:rPr>
          <w:szCs w:val="20"/>
        </w:rPr>
        <w:t>. « </w:t>
      </w:r>
      <w:r w:rsidRPr="001B73FA">
        <w:rPr>
          <w:szCs w:val="20"/>
        </w:rPr>
        <w:t xml:space="preserve">Ce sont précisément </w:t>
      </w:r>
      <w:r w:rsidRPr="001B73FA">
        <w:rPr>
          <w:i/>
          <w:iCs/>
          <w:szCs w:val="20"/>
        </w:rPr>
        <w:t>ces grands airs</w:t>
      </w:r>
      <w:r w:rsidRPr="001B73FA">
        <w:rPr>
          <w:szCs w:val="20"/>
        </w:rPr>
        <w:t xml:space="preserve"> que je veux garder</w:t>
      </w:r>
      <w:r w:rsidR="00462692" w:rsidRPr="00A4769E">
        <w:rPr>
          <w:szCs w:val="20"/>
        </w:rPr>
        <w:t xml:space="preserve">, </w:t>
      </w:r>
      <w:r w:rsidRPr="001B73FA">
        <w:rPr>
          <w:szCs w:val="20"/>
        </w:rPr>
        <w:t>se disait-il</w:t>
      </w:r>
      <w:r w:rsidR="00462692" w:rsidRPr="00A4769E">
        <w:rPr>
          <w:szCs w:val="20"/>
        </w:rPr>
        <w:t xml:space="preserve">. </w:t>
      </w:r>
      <w:r w:rsidRPr="001B73FA">
        <w:rPr>
          <w:szCs w:val="20"/>
        </w:rPr>
        <w:t>Quelle liberté nationale me donnera jamais plus de joie que ma propre liberté</w:t>
      </w:r>
      <w:r w:rsidR="00462692" w:rsidRPr="00A4769E">
        <w:rPr>
          <w:szCs w:val="20"/>
        </w:rPr>
        <w:t xml:space="preserve"> ? </w:t>
      </w:r>
      <w:r w:rsidRPr="001B73FA">
        <w:rPr>
          <w:szCs w:val="20"/>
        </w:rPr>
        <w:t>Il n</w:t>
      </w:r>
      <w:r w:rsidR="00462692" w:rsidRPr="00A4769E">
        <w:rPr>
          <w:szCs w:val="20"/>
        </w:rPr>
        <w:t>’</w:t>
      </w:r>
      <w:r w:rsidRPr="001B73FA">
        <w:rPr>
          <w:szCs w:val="20"/>
        </w:rPr>
        <w:t>y a pas de sublime commun</w:t>
      </w:r>
      <w:r w:rsidR="00462692" w:rsidRPr="00A4769E">
        <w:rPr>
          <w:szCs w:val="20"/>
        </w:rPr>
        <w:t>. »</w:t>
      </w:r>
    </w:p>
    <w:p w14:paraId="18FC512E" w14:textId="77777777" w:rsidR="00462692" w:rsidRPr="00A4769E" w:rsidRDefault="001B73FA" w:rsidP="001B73FA">
      <w:pPr>
        <w:rPr>
          <w:szCs w:val="20"/>
        </w:rPr>
      </w:pPr>
      <w:r w:rsidRPr="001B73FA">
        <w:rPr>
          <w:szCs w:val="20"/>
        </w:rPr>
        <w:t>On galopait maintenant ventre à terre sous des frondaisons tachées de lune qui couvraient complètement la route</w:t>
      </w:r>
      <w:r w:rsidR="00462692" w:rsidRPr="00A4769E">
        <w:rPr>
          <w:szCs w:val="20"/>
        </w:rPr>
        <w:t xml:space="preserve">, </w:t>
      </w:r>
      <w:r w:rsidRPr="001B73FA">
        <w:rPr>
          <w:szCs w:val="20"/>
        </w:rPr>
        <w:t>quand</w:t>
      </w:r>
      <w:r w:rsidR="00462692" w:rsidRPr="00A4769E">
        <w:rPr>
          <w:szCs w:val="20"/>
        </w:rPr>
        <w:t xml:space="preserve">, </w:t>
      </w:r>
      <w:r w:rsidRPr="001B73FA">
        <w:rPr>
          <w:szCs w:val="20"/>
        </w:rPr>
        <w:t>brusquement</w:t>
      </w:r>
      <w:r w:rsidR="00462692" w:rsidRPr="00A4769E">
        <w:rPr>
          <w:szCs w:val="20"/>
        </w:rPr>
        <w:t xml:space="preserve">, </w:t>
      </w:r>
      <w:r w:rsidRPr="001B73FA">
        <w:rPr>
          <w:szCs w:val="20"/>
        </w:rPr>
        <w:t>le cocher arrêta les chevaux à un carrefour</w:t>
      </w:r>
      <w:r w:rsidR="00462692" w:rsidRPr="00A4769E">
        <w:rPr>
          <w:szCs w:val="20"/>
        </w:rPr>
        <w:t>. « </w:t>
      </w:r>
      <w:r w:rsidRPr="001B73FA">
        <w:rPr>
          <w:szCs w:val="20"/>
        </w:rPr>
        <w:t>Que fais-tu</w:t>
      </w:r>
      <w:r w:rsidR="00462692" w:rsidRPr="00A4769E">
        <w:rPr>
          <w:szCs w:val="20"/>
        </w:rPr>
        <w:t xml:space="preserve"> ? </w:t>
      </w:r>
      <w:r w:rsidRPr="001B73FA">
        <w:rPr>
          <w:szCs w:val="20"/>
        </w:rPr>
        <w:t>demanda l</w:t>
      </w:r>
      <w:r w:rsidR="00462692" w:rsidRPr="00A4769E">
        <w:rPr>
          <w:szCs w:val="20"/>
        </w:rPr>
        <w:t>’</w:t>
      </w:r>
      <w:r w:rsidRPr="001B73FA">
        <w:rPr>
          <w:szCs w:val="20"/>
        </w:rPr>
        <w:t>homme au carrick</w:t>
      </w:r>
      <w:r w:rsidR="00462692" w:rsidRPr="00A4769E">
        <w:rPr>
          <w:szCs w:val="20"/>
        </w:rPr>
        <w:t>.</w:t>
      </w:r>
    </w:p>
    <w:p w14:paraId="22C31BE4" w14:textId="705D5EB6" w:rsidR="00462692" w:rsidRPr="00A4769E" w:rsidRDefault="00462692" w:rsidP="001B73FA">
      <w:pPr>
        <w:rPr>
          <w:szCs w:val="20"/>
        </w:rPr>
      </w:pPr>
      <w:r w:rsidRPr="00A4769E">
        <w:rPr>
          <w:szCs w:val="20"/>
        </w:rPr>
        <w:t>— </w:t>
      </w:r>
      <w:r w:rsidR="001B73FA" w:rsidRPr="001B73FA">
        <w:rPr>
          <w:szCs w:val="20"/>
        </w:rPr>
        <w:t>J</w:t>
      </w:r>
      <w:r w:rsidRPr="00A4769E">
        <w:rPr>
          <w:szCs w:val="20"/>
        </w:rPr>
        <w:t>’</w:t>
      </w:r>
      <w:r w:rsidR="001B73FA" w:rsidRPr="001B73FA">
        <w:rPr>
          <w:szCs w:val="20"/>
        </w:rPr>
        <w:t>ai quelqu</w:t>
      </w:r>
      <w:r w:rsidRPr="00A4769E">
        <w:rPr>
          <w:szCs w:val="20"/>
        </w:rPr>
        <w:t>’</w:t>
      </w:r>
      <w:r w:rsidR="001B73FA" w:rsidRPr="001B73FA">
        <w:rPr>
          <w:szCs w:val="20"/>
        </w:rPr>
        <w:t>un qui descend ici</w:t>
      </w:r>
      <w:r w:rsidRPr="00A4769E">
        <w:rPr>
          <w:szCs w:val="20"/>
        </w:rPr>
        <w:t xml:space="preserve"> », </w:t>
      </w:r>
      <w:r w:rsidR="001B73FA" w:rsidRPr="001B73FA">
        <w:rPr>
          <w:szCs w:val="20"/>
        </w:rPr>
        <w:t>dit le cocher</w:t>
      </w:r>
      <w:r w:rsidRPr="00A4769E">
        <w:rPr>
          <w:szCs w:val="20"/>
        </w:rPr>
        <w:t xml:space="preserve">. </w:t>
      </w:r>
      <w:r w:rsidR="001B73FA" w:rsidRPr="001B73FA">
        <w:rPr>
          <w:szCs w:val="20"/>
        </w:rPr>
        <w:t>Pendant qu</w:t>
      </w:r>
      <w:r w:rsidRPr="00A4769E">
        <w:rPr>
          <w:szCs w:val="20"/>
        </w:rPr>
        <w:t>’</w:t>
      </w:r>
      <w:r w:rsidR="001B73FA" w:rsidRPr="001B73FA">
        <w:rPr>
          <w:szCs w:val="20"/>
        </w:rPr>
        <w:t>il sautait de son siège et se dirigeait vers l</w:t>
      </w:r>
      <w:r w:rsidRPr="00A4769E">
        <w:rPr>
          <w:szCs w:val="20"/>
        </w:rPr>
        <w:t>’</w:t>
      </w:r>
      <w:r w:rsidR="001B73FA" w:rsidRPr="001B73FA">
        <w:rPr>
          <w:szCs w:val="20"/>
        </w:rPr>
        <w:t>arrière de la voiture</w:t>
      </w:r>
      <w:r w:rsidRPr="00A4769E">
        <w:rPr>
          <w:szCs w:val="20"/>
        </w:rPr>
        <w:t xml:space="preserve">, </w:t>
      </w:r>
      <w:r w:rsidR="001B73FA" w:rsidRPr="001B73FA">
        <w:rPr>
          <w:szCs w:val="20"/>
        </w:rPr>
        <w:t>vraisemblablement pour détacher un bagage</w:t>
      </w:r>
      <w:r w:rsidRPr="00A4769E">
        <w:rPr>
          <w:szCs w:val="20"/>
        </w:rPr>
        <w:t xml:space="preserve">, </w:t>
      </w:r>
      <w:r w:rsidR="001B73FA" w:rsidRPr="001B73FA">
        <w:rPr>
          <w:szCs w:val="20"/>
        </w:rPr>
        <w:t>l</w:t>
      </w:r>
      <w:r w:rsidRPr="00A4769E">
        <w:rPr>
          <w:szCs w:val="20"/>
        </w:rPr>
        <w:t>’</w:t>
      </w:r>
      <w:r w:rsidR="001B73FA" w:rsidRPr="001B73FA">
        <w:rPr>
          <w:szCs w:val="20"/>
        </w:rPr>
        <w:t>homme au carrick se pencha sur la portière qui s</w:t>
      </w:r>
      <w:r w:rsidRPr="00A4769E">
        <w:rPr>
          <w:szCs w:val="20"/>
        </w:rPr>
        <w:t>’</w:t>
      </w:r>
      <w:r w:rsidR="001B73FA" w:rsidRPr="001B73FA">
        <w:rPr>
          <w:szCs w:val="20"/>
        </w:rPr>
        <w:t>ouvrait</w:t>
      </w:r>
      <w:r w:rsidRPr="00A4769E">
        <w:rPr>
          <w:szCs w:val="20"/>
        </w:rPr>
        <w:t> : « </w:t>
      </w:r>
      <w:r w:rsidR="001B73FA" w:rsidRPr="001B73FA">
        <w:rPr>
          <w:szCs w:val="20"/>
        </w:rPr>
        <w:t>Halte</w:t>
      </w:r>
      <w:r w:rsidRPr="00A4769E">
        <w:rPr>
          <w:szCs w:val="20"/>
        </w:rPr>
        <w:t xml:space="preserve"> ! </w:t>
      </w:r>
      <w:r w:rsidR="001B73FA" w:rsidRPr="001B73FA">
        <w:rPr>
          <w:szCs w:val="20"/>
        </w:rPr>
        <w:t>là-bas</w:t>
      </w:r>
      <w:r w:rsidRPr="00A4769E">
        <w:rPr>
          <w:szCs w:val="20"/>
        </w:rPr>
        <w:t xml:space="preserve">, </w:t>
      </w:r>
      <w:r w:rsidR="001B73FA" w:rsidRPr="001B73FA">
        <w:rPr>
          <w:szCs w:val="20"/>
        </w:rPr>
        <w:t>cria-t-il</w:t>
      </w:r>
      <w:r w:rsidRPr="00A4769E">
        <w:rPr>
          <w:szCs w:val="20"/>
        </w:rPr>
        <w:t xml:space="preserve">, </w:t>
      </w:r>
      <w:r w:rsidR="001B73FA" w:rsidRPr="001B73FA">
        <w:rPr>
          <w:szCs w:val="20"/>
        </w:rPr>
        <w:t>ne touche pas au bagage</w:t>
      </w:r>
      <w:r w:rsidRPr="00A4769E">
        <w:rPr>
          <w:szCs w:val="20"/>
        </w:rPr>
        <w:t xml:space="preserve"> ! </w:t>
      </w:r>
      <w:r w:rsidR="001B73FA" w:rsidRPr="001B73FA">
        <w:rPr>
          <w:szCs w:val="20"/>
        </w:rPr>
        <w:t>Quelle idée avez-vous</w:t>
      </w:r>
      <w:r w:rsidRPr="00A4769E">
        <w:rPr>
          <w:szCs w:val="20"/>
        </w:rPr>
        <w:t xml:space="preserve">, </w:t>
      </w:r>
      <w:r w:rsidR="001B73FA" w:rsidRPr="001B73FA">
        <w:rPr>
          <w:szCs w:val="20"/>
        </w:rPr>
        <w:t>chère amie</w:t>
      </w:r>
      <w:r w:rsidRPr="00A4769E">
        <w:rPr>
          <w:szCs w:val="20"/>
        </w:rPr>
        <w:t xml:space="preserve"> ! </w:t>
      </w:r>
      <w:r w:rsidR="001B73FA" w:rsidRPr="001B73FA">
        <w:rPr>
          <w:szCs w:val="20"/>
        </w:rPr>
        <w:t>Je vous donne ma parole qu</w:t>
      </w:r>
      <w:r w:rsidRPr="00A4769E">
        <w:rPr>
          <w:szCs w:val="20"/>
        </w:rPr>
        <w:t>’</w:t>
      </w:r>
      <w:r w:rsidR="001B73FA" w:rsidRPr="001B73FA">
        <w:rPr>
          <w:szCs w:val="20"/>
        </w:rPr>
        <w:t>il ne peut être question ici d</w:t>
      </w:r>
      <w:r w:rsidRPr="00A4769E">
        <w:rPr>
          <w:szCs w:val="20"/>
        </w:rPr>
        <w:t>’</w:t>
      </w:r>
      <w:r w:rsidR="001B73FA" w:rsidRPr="001B73FA">
        <w:rPr>
          <w:szCs w:val="20"/>
        </w:rPr>
        <w:t>aucune fantaisie</w:t>
      </w:r>
      <w:r w:rsidRPr="00A4769E">
        <w:rPr>
          <w:szCs w:val="20"/>
        </w:rPr>
        <w:t xml:space="preserve">. </w:t>
      </w:r>
      <w:r w:rsidR="001B73FA" w:rsidRPr="001B73FA">
        <w:rPr>
          <w:szCs w:val="20"/>
        </w:rPr>
        <w:t>Si vous me reconnaissez quelque autorité</w:t>
      </w:r>
      <w:r w:rsidRPr="00A4769E">
        <w:rPr>
          <w:szCs w:val="20"/>
        </w:rPr>
        <w:t xml:space="preserve">, </w:t>
      </w:r>
      <w:r w:rsidR="001B73FA" w:rsidRPr="001B73FA">
        <w:rPr>
          <w:szCs w:val="20"/>
        </w:rPr>
        <w:t>faites-moi l</w:t>
      </w:r>
      <w:r w:rsidRPr="00A4769E">
        <w:rPr>
          <w:szCs w:val="20"/>
        </w:rPr>
        <w:t>’</w:t>
      </w:r>
      <w:r w:rsidR="001B73FA" w:rsidRPr="001B73FA">
        <w:rPr>
          <w:szCs w:val="20"/>
        </w:rPr>
        <w:t>amitié de remonter en voiture</w:t>
      </w:r>
      <w:r w:rsidRPr="00A4769E">
        <w:rPr>
          <w:szCs w:val="20"/>
        </w:rPr>
        <w:t xml:space="preserve">. </w:t>
      </w:r>
      <w:r w:rsidR="001B73FA" w:rsidRPr="001B73FA">
        <w:rPr>
          <w:szCs w:val="20"/>
        </w:rPr>
        <w:t>Poussons jusqu</w:t>
      </w:r>
      <w:r w:rsidRPr="00A4769E">
        <w:rPr>
          <w:szCs w:val="20"/>
        </w:rPr>
        <w:t>’</w:t>
      </w:r>
      <w:r w:rsidR="001B73FA" w:rsidRPr="001B73FA">
        <w:rPr>
          <w:szCs w:val="20"/>
        </w:rPr>
        <w:t>à Peyrolles qui n</w:t>
      </w:r>
      <w:r w:rsidRPr="00A4769E">
        <w:rPr>
          <w:szCs w:val="20"/>
        </w:rPr>
        <w:t>’</w:t>
      </w:r>
      <w:r w:rsidR="001B73FA" w:rsidRPr="001B73FA">
        <w:rPr>
          <w:szCs w:val="20"/>
        </w:rPr>
        <w:t>est qu</w:t>
      </w:r>
      <w:r w:rsidRPr="00A4769E">
        <w:rPr>
          <w:szCs w:val="20"/>
        </w:rPr>
        <w:t>’</w:t>
      </w:r>
      <w:r w:rsidR="001B73FA" w:rsidRPr="001B73FA">
        <w:rPr>
          <w:szCs w:val="20"/>
        </w:rPr>
        <w:t>à une lieue d</w:t>
      </w:r>
      <w:r w:rsidRPr="00A4769E">
        <w:rPr>
          <w:szCs w:val="20"/>
        </w:rPr>
        <w:t>’</w:t>
      </w:r>
      <w:r w:rsidR="001B73FA" w:rsidRPr="001B73FA">
        <w:rPr>
          <w:szCs w:val="20"/>
        </w:rPr>
        <w:t>ici</w:t>
      </w:r>
      <w:r w:rsidRPr="00A4769E">
        <w:rPr>
          <w:szCs w:val="20"/>
        </w:rPr>
        <w:t xml:space="preserve">. </w:t>
      </w:r>
      <w:r w:rsidR="001B73FA" w:rsidRPr="001B73FA">
        <w:rPr>
          <w:szCs w:val="20"/>
        </w:rPr>
        <w:t>Vous y pourrez descendre à votre aise</w:t>
      </w:r>
      <w:r w:rsidRPr="00A4769E">
        <w:rPr>
          <w:szCs w:val="20"/>
        </w:rPr>
        <w:t xml:space="preserve">. </w:t>
      </w:r>
      <w:r w:rsidR="001B73FA" w:rsidRPr="001B73FA">
        <w:rPr>
          <w:szCs w:val="20"/>
        </w:rPr>
        <w:t xml:space="preserve">Ce ne sera </w:t>
      </w:r>
      <w:r w:rsidR="001B73FA" w:rsidRPr="001B73FA">
        <w:rPr>
          <w:szCs w:val="20"/>
        </w:rPr>
        <w:lastRenderedPageBreak/>
        <w:t>pas un gros détour</w:t>
      </w:r>
      <w:r w:rsidRPr="00A4769E">
        <w:rPr>
          <w:szCs w:val="20"/>
        </w:rPr>
        <w:t xml:space="preserve">. </w:t>
      </w:r>
      <w:r w:rsidR="001B73FA" w:rsidRPr="001B73FA">
        <w:rPr>
          <w:szCs w:val="20"/>
        </w:rPr>
        <w:t>Et je vous dirai quelque chose qui vous persuadera de mon bon sens</w:t>
      </w:r>
      <w:r w:rsidRPr="00A4769E">
        <w:rPr>
          <w:szCs w:val="20"/>
        </w:rPr>
        <w:t>.</w:t>
      </w:r>
    </w:p>
    <w:p w14:paraId="3211CCED" w14:textId="25B802A8" w:rsidR="00462692" w:rsidRPr="00A4769E" w:rsidRDefault="00462692" w:rsidP="001B73FA">
      <w:pPr>
        <w:rPr>
          <w:szCs w:val="20"/>
        </w:rPr>
      </w:pPr>
      <w:r w:rsidRPr="00A4769E">
        <w:rPr>
          <w:szCs w:val="20"/>
        </w:rPr>
        <w:t>— </w:t>
      </w:r>
      <w:r w:rsidR="001B73FA" w:rsidRPr="001B73FA">
        <w:rPr>
          <w:szCs w:val="20"/>
        </w:rPr>
        <w:t>Il n</w:t>
      </w:r>
      <w:r w:rsidRPr="00A4769E">
        <w:rPr>
          <w:szCs w:val="20"/>
        </w:rPr>
        <w:t>’</w:t>
      </w:r>
      <w:r w:rsidR="001B73FA" w:rsidRPr="001B73FA">
        <w:rPr>
          <w:szCs w:val="20"/>
        </w:rPr>
        <w:t>y a pas besoin d</w:t>
      </w:r>
      <w:r w:rsidRPr="00A4769E">
        <w:rPr>
          <w:szCs w:val="20"/>
        </w:rPr>
        <w:t>’</w:t>
      </w:r>
      <w:r w:rsidR="001B73FA" w:rsidRPr="001B73FA">
        <w:rPr>
          <w:szCs w:val="20"/>
        </w:rPr>
        <w:t>autre autorité ni d</w:t>
      </w:r>
      <w:r w:rsidRPr="00A4769E">
        <w:rPr>
          <w:szCs w:val="20"/>
        </w:rPr>
        <w:t>’</w:t>
      </w:r>
      <w:r w:rsidR="001B73FA" w:rsidRPr="001B73FA">
        <w:rPr>
          <w:szCs w:val="20"/>
        </w:rPr>
        <w:t>autre bon sens que le mien</w:t>
      </w:r>
      <w:r w:rsidRPr="00A4769E">
        <w:rPr>
          <w:szCs w:val="20"/>
        </w:rPr>
        <w:t xml:space="preserve">, </w:t>
      </w:r>
      <w:r w:rsidR="001B73FA" w:rsidRPr="001B73FA">
        <w:rPr>
          <w:szCs w:val="20"/>
        </w:rPr>
        <w:t>dit paisiblement la grosse voix de la Marquise pour que je m</w:t>
      </w:r>
      <w:r w:rsidRPr="00A4769E">
        <w:rPr>
          <w:szCs w:val="20"/>
        </w:rPr>
        <w:t>’</w:t>
      </w:r>
      <w:r w:rsidR="001B73FA" w:rsidRPr="001B73FA">
        <w:rPr>
          <w:szCs w:val="20"/>
        </w:rPr>
        <w:t>arrête à l</w:t>
      </w:r>
      <w:r w:rsidRPr="00A4769E">
        <w:rPr>
          <w:szCs w:val="20"/>
        </w:rPr>
        <w:t>’</w:t>
      </w:r>
      <w:r w:rsidR="001B73FA" w:rsidRPr="001B73FA">
        <w:rPr>
          <w:szCs w:val="20"/>
        </w:rPr>
        <w:t>endroit où je vais</w:t>
      </w:r>
      <w:r w:rsidRPr="00A4769E">
        <w:rPr>
          <w:szCs w:val="20"/>
        </w:rPr>
        <w:t xml:space="preserve">, </w:t>
      </w:r>
      <w:r w:rsidR="001B73FA" w:rsidRPr="001B73FA">
        <w:rPr>
          <w:szCs w:val="20"/>
        </w:rPr>
        <w:t>j</w:t>
      </w:r>
      <w:r w:rsidRPr="00A4769E">
        <w:rPr>
          <w:szCs w:val="20"/>
        </w:rPr>
        <w:t>’</w:t>
      </w:r>
      <w:r w:rsidR="001B73FA" w:rsidRPr="001B73FA">
        <w:rPr>
          <w:szCs w:val="20"/>
        </w:rPr>
        <w:t>imagine</w:t>
      </w:r>
      <w:r w:rsidRPr="00A4769E">
        <w:rPr>
          <w:szCs w:val="20"/>
        </w:rPr>
        <w:t xml:space="preserve"> ? </w:t>
      </w:r>
      <w:r w:rsidR="001B73FA" w:rsidRPr="001B73FA">
        <w:rPr>
          <w:szCs w:val="20"/>
        </w:rPr>
        <w:t>Vas-y</w:t>
      </w:r>
      <w:r w:rsidRPr="00A4769E">
        <w:rPr>
          <w:szCs w:val="20"/>
        </w:rPr>
        <w:t xml:space="preserve">, </w:t>
      </w:r>
      <w:r w:rsidR="001B73FA" w:rsidRPr="001B73FA">
        <w:rPr>
          <w:szCs w:val="20"/>
        </w:rPr>
        <w:t>mon garçon</w:t>
      </w:r>
      <w:r w:rsidRPr="00A4769E">
        <w:rPr>
          <w:szCs w:val="20"/>
        </w:rPr>
        <w:t xml:space="preserve">. </w:t>
      </w:r>
      <w:r w:rsidR="001B73FA" w:rsidRPr="001B73FA">
        <w:rPr>
          <w:szCs w:val="20"/>
        </w:rPr>
        <w:t>Donne-moi mon paquet</w:t>
      </w:r>
      <w:r w:rsidRPr="00A4769E">
        <w:rPr>
          <w:szCs w:val="20"/>
        </w:rPr>
        <w:t>.</w:t>
      </w:r>
    </w:p>
    <w:p w14:paraId="6FEF646E" w14:textId="1D3FD3F2" w:rsidR="00462692" w:rsidRPr="00A4769E" w:rsidRDefault="00462692" w:rsidP="001B73FA">
      <w:pPr>
        <w:rPr>
          <w:szCs w:val="20"/>
        </w:rPr>
      </w:pPr>
      <w:r w:rsidRPr="00A4769E">
        <w:rPr>
          <w:szCs w:val="20"/>
        </w:rPr>
        <w:t>— </w:t>
      </w:r>
      <w:r w:rsidR="001B73FA" w:rsidRPr="001B73FA">
        <w:rPr>
          <w:szCs w:val="20"/>
        </w:rPr>
        <w:t>Écoutez-moi</w:t>
      </w:r>
      <w:r w:rsidRPr="00A4769E">
        <w:rPr>
          <w:szCs w:val="20"/>
        </w:rPr>
        <w:t xml:space="preserve">, </w:t>
      </w:r>
      <w:r w:rsidR="001B73FA" w:rsidRPr="001B73FA">
        <w:rPr>
          <w:szCs w:val="20"/>
        </w:rPr>
        <w:t>Céline</w:t>
      </w:r>
      <w:r w:rsidRPr="00A4769E">
        <w:rPr>
          <w:szCs w:val="20"/>
        </w:rPr>
        <w:t>.</w:t>
      </w:r>
    </w:p>
    <w:p w14:paraId="4DECC2FA" w14:textId="4AA157E6" w:rsidR="00462692" w:rsidRPr="00A4769E" w:rsidRDefault="00462692" w:rsidP="001B73FA">
      <w:pPr>
        <w:rPr>
          <w:szCs w:val="20"/>
        </w:rPr>
      </w:pPr>
      <w:r w:rsidRPr="00A4769E">
        <w:rPr>
          <w:szCs w:val="20"/>
        </w:rPr>
        <w:t>— </w:t>
      </w:r>
      <w:r w:rsidR="001B73FA" w:rsidRPr="001B73FA">
        <w:rPr>
          <w:szCs w:val="20"/>
        </w:rPr>
        <w:t>Qu</w:t>
      </w:r>
      <w:r w:rsidRPr="00A4769E">
        <w:rPr>
          <w:szCs w:val="20"/>
        </w:rPr>
        <w:t>’</w:t>
      </w:r>
      <w:r w:rsidR="001B73FA" w:rsidRPr="001B73FA">
        <w:rPr>
          <w:szCs w:val="20"/>
        </w:rPr>
        <w:t>est-ce que vous voulez que j</w:t>
      </w:r>
      <w:r w:rsidRPr="00A4769E">
        <w:rPr>
          <w:szCs w:val="20"/>
        </w:rPr>
        <w:t>’</w:t>
      </w:r>
      <w:r w:rsidR="001B73FA" w:rsidRPr="001B73FA">
        <w:rPr>
          <w:szCs w:val="20"/>
        </w:rPr>
        <w:t>écoute</w:t>
      </w:r>
      <w:r w:rsidRPr="00A4769E">
        <w:rPr>
          <w:szCs w:val="20"/>
        </w:rPr>
        <w:t xml:space="preserve"> ? </w:t>
      </w:r>
      <w:r w:rsidR="001B73FA" w:rsidRPr="001B73FA">
        <w:rPr>
          <w:szCs w:val="20"/>
        </w:rPr>
        <w:t>Ou alors</w:t>
      </w:r>
      <w:r w:rsidRPr="00A4769E">
        <w:rPr>
          <w:szCs w:val="20"/>
        </w:rPr>
        <w:t xml:space="preserve">, </w:t>
      </w:r>
      <w:r w:rsidR="001B73FA" w:rsidRPr="001B73FA">
        <w:rPr>
          <w:szCs w:val="20"/>
        </w:rPr>
        <w:t>parlez clairement</w:t>
      </w:r>
      <w:r w:rsidRPr="00A4769E">
        <w:rPr>
          <w:szCs w:val="20"/>
        </w:rPr>
        <w:t>.</w:t>
      </w:r>
    </w:p>
    <w:p w14:paraId="0F00C3C5" w14:textId="2B37B513" w:rsidR="00462692" w:rsidRPr="00A4769E" w:rsidRDefault="00462692" w:rsidP="001B73FA">
      <w:pPr>
        <w:rPr>
          <w:szCs w:val="20"/>
        </w:rPr>
      </w:pPr>
      <w:r w:rsidRPr="00A4769E">
        <w:rPr>
          <w:szCs w:val="20"/>
        </w:rPr>
        <w:t>— </w:t>
      </w:r>
      <w:r w:rsidR="001B73FA" w:rsidRPr="001B73FA">
        <w:rPr>
          <w:szCs w:val="20"/>
        </w:rPr>
        <w:t>Je ne peux cependant pas vous crier des secrets d</w:t>
      </w:r>
      <w:r w:rsidRPr="00A4769E">
        <w:rPr>
          <w:szCs w:val="20"/>
        </w:rPr>
        <w:t>’</w:t>
      </w:r>
      <w:r w:rsidR="001B73FA" w:rsidRPr="001B73FA">
        <w:rPr>
          <w:szCs w:val="20"/>
        </w:rPr>
        <w:t>État sur la grand-route</w:t>
      </w:r>
      <w:r w:rsidRPr="00A4769E">
        <w:rPr>
          <w:szCs w:val="20"/>
        </w:rPr>
        <w:t> !</w:t>
      </w:r>
    </w:p>
    <w:p w14:paraId="2B6312F7" w14:textId="77E0D92C" w:rsidR="00462692" w:rsidRPr="00A4769E" w:rsidRDefault="00462692" w:rsidP="001B73FA">
      <w:pPr>
        <w:rPr>
          <w:szCs w:val="20"/>
        </w:rPr>
      </w:pPr>
      <w:r w:rsidRPr="00A4769E">
        <w:rPr>
          <w:szCs w:val="20"/>
        </w:rPr>
        <w:t>— </w:t>
      </w:r>
      <w:r w:rsidR="001B73FA" w:rsidRPr="001B73FA">
        <w:rPr>
          <w:szCs w:val="20"/>
        </w:rPr>
        <w:t>Oh</w:t>
      </w:r>
      <w:r w:rsidRPr="00A4769E">
        <w:rPr>
          <w:szCs w:val="20"/>
        </w:rPr>
        <w:t xml:space="preserve"> ! </w:t>
      </w:r>
      <w:r w:rsidR="001B73FA" w:rsidRPr="001B73FA">
        <w:rPr>
          <w:szCs w:val="20"/>
        </w:rPr>
        <w:t>mon ami</w:t>
      </w:r>
      <w:r w:rsidRPr="00A4769E">
        <w:rPr>
          <w:szCs w:val="20"/>
        </w:rPr>
        <w:t xml:space="preserve">, </w:t>
      </w:r>
      <w:r w:rsidR="001B73FA" w:rsidRPr="001B73FA">
        <w:rPr>
          <w:szCs w:val="20"/>
        </w:rPr>
        <w:t>dit la Marquise</w:t>
      </w:r>
      <w:r w:rsidRPr="00A4769E">
        <w:rPr>
          <w:szCs w:val="20"/>
        </w:rPr>
        <w:t xml:space="preserve">, </w:t>
      </w:r>
      <w:r w:rsidR="001B73FA" w:rsidRPr="001B73FA">
        <w:rPr>
          <w:szCs w:val="20"/>
        </w:rPr>
        <w:t>il n</w:t>
      </w:r>
      <w:r w:rsidRPr="00A4769E">
        <w:rPr>
          <w:szCs w:val="20"/>
        </w:rPr>
        <w:t>’</w:t>
      </w:r>
      <w:r w:rsidR="001B73FA" w:rsidRPr="001B73FA">
        <w:rPr>
          <w:szCs w:val="20"/>
        </w:rPr>
        <w:t>y a aucune chance pour que votre air furibond me fasse faire deux lieues de plus que ce que je dois faire</w:t>
      </w:r>
      <w:r w:rsidRPr="00A4769E">
        <w:rPr>
          <w:szCs w:val="20"/>
        </w:rPr>
        <w:t>. »</w:t>
      </w:r>
      <w:r w:rsidR="001B73FA" w:rsidRPr="001B73FA">
        <w:rPr>
          <w:szCs w:val="20"/>
        </w:rPr>
        <w:t xml:space="preserve"> Et elle se dirigea vers le cocher qui portait ses valises au talus</w:t>
      </w:r>
      <w:r w:rsidRPr="00A4769E">
        <w:rPr>
          <w:szCs w:val="20"/>
        </w:rPr>
        <w:t>. « </w:t>
      </w:r>
      <w:r w:rsidR="001B73FA" w:rsidRPr="001B73FA">
        <w:rPr>
          <w:szCs w:val="20"/>
        </w:rPr>
        <w:t>Céline</w:t>
      </w:r>
      <w:r w:rsidRPr="00A4769E">
        <w:rPr>
          <w:szCs w:val="20"/>
        </w:rPr>
        <w:t xml:space="preserve">, </w:t>
      </w:r>
      <w:r w:rsidR="001B73FA" w:rsidRPr="001B73FA">
        <w:rPr>
          <w:szCs w:val="20"/>
        </w:rPr>
        <w:t>approchez-vous</w:t>
      </w:r>
      <w:r w:rsidRPr="00A4769E">
        <w:rPr>
          <w:szCs w:val="20"/>
        </w:rPr>
        <w:t xml:space="preserve">, </w:t>
      </w:r>
      <w:r w:rsidR="001B73FA" w:rsidRPr="001B73FA">
        <w:rPr>
          <w:szCs w:val="20"/>
        </w:rPr>
        <w:t>dit l</w:t>
      </w:r>
      <w:r w:rsidRPr="00A4769E">
        <w:rPr>
          <w:szCs w:val="20"/>
        </w:rPr>
        <w:t>’</w:t>
      </w:r>
      <w:r w:rsidR="001B73FA" w:rsidRPr="001B73FA">
        <w:rPr>
          <w:szCs w:val="20"/>
        </w:rPr>
        <w:t>homme au carrick</w:t>
      </w:r>
      <w:r w:rsidRPr="00A4769E">
        <w:rPr>
          <w:szCs w:val="20"/>
        </w:rPr>
        <w:t xml:space="preserve">, </w:t>
      </w:r>
      <w:r w:rsidR="001B73FA" w:rsidRPr="001B73FA">
        <w:rPr>
          <w:szCs w:val="20"/>
        </w:rPr>
        <w:t>vous ne pouvez pas rester seule ici cette nuit</w:t>
      </w:r>
      <w:r w:rsidRPr="00A4769E">
        <w:rPr>
          <w:szCs w:val="20"/>
        </w:rPr>
        <w:t xml:space="preserve">. </w:t>
      </w:r>
      <w:r w:rsidR="001B73FA" w:rsidRPr="001B73FA">
        <w:rPr>
          <w:szCs w:val="20"/>
        </w:rPr>
        <w:t>Je veux dire à cet endroit même</w:t>
      </w:r>
      <w:r w:rsidRPr="00A4769E">
        <w:rPr>
          <w:szCs w:val="20"/>
        </w:rPr>
        <w:t>.</w:t>
      </w:r>
    </w:p>
    <w:p w14:paraId="12DB62A1" w14:textId="6EEC99BF" w:rsidR="00462692" w:rsidRPr="00A4769E" w:rsidRDefault="00462692" w:rsidP="001B73FA">
      <w:pPr>
        <w:rPr>
          <w:szCs w:val="20"/>
        </w:rPr>
      </w:pPr>
      <w:r w:rsidRPr="00A4769E">
        <w:rPr>
          <w:szCs w:val="20"/>
        </w:rPr>
        <w:t>— </w:t>
      </w:r>
      <w:r w:rsidR="001B73FA" w:rsidRPr="001B73FA">
        <w:rPr>
          <w:szCs w:val="20"/>
        </w:rPr>
        <w:t>Mais je ne suis pas seule</w:t>
      </w:r>
      <w:r w:rsidRPr="00A4769E">
        <w:rPr>
          <w:szCs w:val="20"/>
        </w:rPr>
        <w:t xml:space="preserve">, </w:t>
      </w:r>
      <w:r w:rsidR="001B73FA" w:rsidRPr="001B73FA">
        <w:rPr>
          <w:szCs w:val="20"/>
        </w:rPr>
        <w:t>dit-elle</w:t>
      </w:r>
      <w:r w:rsidRPr="00A4769E">
        <w:rPr>
          <w:szCs w:val="20"/>
        </w:rPr>
        <w:t xml:space="preserve">, </w:t>
      </w:r>
      <w:r w:rsidR="001B73FA" w:rsidRPr="001B73FA">
        <w:rPr>
          <w:szCs w:val="20"/>
        </w:rPr>
        <w:t>le cocher de Laurent va venir me prendre</w:t>
      </w:r>
      <w:r w:rsidRPr="00A4769E">
        <w:rPr>
          <w:szCs w:val="20"/>
        </w:rPr>
        <w:t>.</w:t>
      </w:r>
    </w:p>
    <w:p w14:paraId="05636640" w14:textId="4DE38DE0" w:rsidR="00462692" w:rsidRPr="00A4769E" w:rsidRDefault="00462692" w:rsidP="001B73FA">
      <w:pPr>
        <w:rPr>
          <w:szCs w:val="20"/>
        </w:rPr>
      </w:pPr>
      <w:r w:rsidRPr="00A4769E">
        <w:rPr>
          <w:szCs w:val="20"/>
        </w:rPr>
        <w:t>— </w:t>
      </w:r>
      <w:r w:rsidR="001B73FA" w:rsidRPr="001B73FA">
        <w:rPr>
          <w:szCs w:val="20"/>
        </w:rPr>
        <w:t>Il n</w:t>
      </w:r>
      <w:r w:rsidRPr="00A4769E">
        <w:rPr>
          <w:szCs w:val="20"/>
        </w:rPr>
        <w:t>’</w:t>
      </w:r>
      <w:r w:rsidR="001B73FA" w:rsidRPr="001B73FA">
        <w:rPr>
          <w:szCs w:val="20"/>
        </w:rPr>
        <w:t>est pas là</w:t>
      </w:r>
      <w:r w:rsidRPr="00A4769E">
        <w:rPr>
          <w:szCs w:val="20"/>
        </w:rPr>
        <w:t>.</w:t>
      </w:r>
    </w:p>
    <w:p w14:paraId="51565BB9" w14:textId="3D7BF09B" w:rsidR="00462692" w:rsidRPr="00A4769E" w:rsidRDefault="00462692" w:rsidP="001B73FA">
      <w:pPr>
        <w:rPr>
          <w:szCs w:val="20"/>
        </w:rPr>
      </w:pPr>
      <w:r w:rsidRPr="00A4769E">
        <w:rPr>
          <w:szCs w:val="20"/>
        </w:rPr>
        <w:t>— </w:t>
      </w:r>
      <w:r w:rsidR="001B73FA" w:rsidRPr="001B73FA">
        <w:rPr>
          <w:szCs w:val="20"/>
        </w:rPr>
        <w:t>Il y sera dans un instant</w:t>
      </w:r>
      <w:r w:rsidRPr="00A4769E">
        <w:rPr>
          <w:szCs w:val="20"/>
        </w:rPr>
        <w:t xml:space="preserve">. </w:t>
      </w:r>
      <w:r w:rsidR="001B73FA" w:rsidRPr="001B73FA">
        <w:rPr>
          <w:szCs w:val="20"/>
        </w:rPr>
        <w:t>Je ne vais pas aller courir à Peyrolles comme une sotte parce que sa montre retarde</w:t>
      </w:r>
      <w:r w:rsidRPr="00A4769E">
        <w:rPr>
          <w:szCs w:val="20"/>
        </w:rPr>
        <w:t>.</w:t>
      </w:r>
    </w:p>
    <w:p w14:paraId="7909A411" w14:textId="0518B214" w:rsidR="00462692" w:rsidRPr="00A4769E" w:rsidRDefault="00462692" w:rsidP="001B73FA">
      <w:pPr>
        <w:rPr>
          <w:szCs w:val="20"/>
        </w:rPr>
      </w:pPr>
      <w:r w:rsidRPr="00A4769E">
        <w:rPr>
          <w:szCs w:val="20"/>
        </w:rPr>
        <w:t>— </w:t>
      </w:r>
      <w:r w:rsidR="001B73FA" w:rsidRPr="001B73FA">
        <w:rPr>
          <w:szCs w:val="20"/>
        </w:rPr>
        <w:t>Dépêchez-vous de savoir ce que vous voulez</w:t>
      </w:r>
      <w:r w:rsidRPr="00A4769E">
        <w:rPr>
          <w:szCs w:val="20"/>
        </w:rPr>
        <w:t xml:space="preserve">, </w:t>
      </w:r>
      <w:r w:rsidR="001B73FA" w:rsidRPr="001B73FA">
        <w:rPr>
          <w:szCs w:val="20"/>
        </w:rPr>
        <w:t>monsieur</w:t>
      </w:r>
      <w:r w:rsidRPr="00A4769E">
        <w:rPr>
          <w:szCs w:val="20"/>
        </w:rPr>
        <w:t xml:space="preserve">, </w:t>
      </w:r>
      <w:r w:rsidR="001B73FA" w:rsidRPr="001B73FA">
        <w:rPr>
          <w:szCs w:val="20"/>
        </w:rPr>
        <w:t>dit le cocher qui était remonté sur son siège</w:t>
      </w:r>
      <w:r w:rsidRPr="00A4769E">
        <w:rPr>
          <w:szCs w:val="20"/>
        </w:rPr>
        <w:t xml:space="preserve">. </w:t>
      </w:r>
      <w:r w:rsidR="001B73FA" w:rsidRPr="001B73FA">
        <w:rPr>
          <w:szCs w:val="20"/>
        </w:rPr>
        <w:t>J</w:t>
      </w:r>
      <w:r w:rsidRPr="00A4769E">
        <w:rPr>
          <w:szCs w:val="20"/>
        </w:rPr>
        <w:t>’</w:t>
      </w:r>
      <w:r w:rsidR="001B73FA" w:rsidRPr="001B73FA">
        <w:rPr>
          <w:szCs w:val="20"/>
        </w:rPr>
        <w:t>en ai plein les bras de retenir les chevaux</w:t>
      </w:r>
      <w:r w:rsidRPr="00A4769E">
        <w:rPr>
          <w:szCs w:val="20"/>
        </w:rPr>
        <w:t xml:space="preserve">. </w:t>
      </w:r>
      <w:r w:rsidR="001B73FA" w:rsidRPr="001B73FA">
        <w:rPr>
          <w:szCs w:val="20"/>
        </w:rPr>
        <w:t>Ils sentent le relais</w:t>
      </w:r>
      <w:r w:rsidRPr="00A4769E">
        <w:rPr>
          <w:szCs w:val="20"/>
        </w:rPr>
        <w:t>. »</w:t>
      </w:r>
      <w:r w:rsidR="001B73FA" w:rsidRPr="001B73FA">
        <w:rPr>
          <w:szCs w:val="20"/>
        </w:rPr>
        <w:t xml:space="preserve"> En effet</w:t>
      </w:r>
      <w:r w:rsidRPr="00A4769E">
        <w:rPr>
          <w:szCs w:val="20"/>
        </w:rPr>
        <w:t xml:space="preserve">, </w:t>
      </w:r>
      <w:r w:rsidR="001B73FA" w:rsidRPr="001B73FA">
        <w:rPr>
          <w:szCs w:val="20"/>
        </w:rPr>
        <w:t>malgré ses efforts</w:t>
      </w:r>
      <w:r w:rsidRPr="00A4769E">
        <w:rPr>
          <w:szCs w:val="20"/>
        </w:rPr>
        <w:t xml:space="preserve">, </w:t>
      </w:r>
      <w:r w:rsidR="001B73FA" w:rsidRPr="001B73FA">
        <w:rPr>
          <w:szCs w:val="20"/>
        </w:rPr>
        <w:t>la voiture avait déjà fait deux tours de roue</w:t>
      </w:r>
      <w:r w:rsidRPr="00A4769E">
        <w:rPr>
          <w:szCs w:val="20"/>
        </w:rPr>
        <w:t>. « </w:t>
      </w:r>
      <w:r w:rsidR="001B73FA" w:rsidRPr="001B73FA">
        <w:rPr>
          <w:szCs w:val="20"/>
        </w:rPr>
        <w:t>Céline</w:t>
      </w:r>
      <w:r w:rsidRPr="00A4769E">
        <w:rPr>
          <w:szCs w:val="20"/>
        </w:rPr>
        <w:t xml:space="preserve">, </w:t>
      </w:r>
      <w:r w:rsidR="001B73FA" w:rsidRPr="001B73FA">
        <w:rPr>
          <w:szCs w:val="20"/>
        </w:rPr>
        <w:t>je peux vous laisser n</w:t>
      </w:r>
      <w:r w:rsidRPr="00A4769E">
        <w:rPr>
          <w:szCs w:val="20"/>
        </w:rPr>
        <w:t>’</w:t>
      </w:r>
      <w:r w:rsidR="001B73FA" w:rsidRPr="001B73FA">
        <w:rPr>
          <w:szCs w:val="20"/>
        </w:rPr>
        <w:t>importe où</w:t>
      </w:r>
      <w:r w:rsidRPr="00A4769E">
        <w:rPr>
          <w:szCs w:val="20"/>
        </w:rPr>
        <w:t xml:space="preserve">, </w:t>
      </w:r>
      <w:r w:rsidR="001B73FA" w:rsidRPr="001B73FA">
        <w:rPr>
          <w:szCs w:val="20"/>
        </w:rPr>
        <w:t>mais pas ici cette nuit</w:t>
      </w:r>
      <w:r w:rsidRPr="00A4769E">
        <w:rPr>
          <w:szCs w:val="20"/>
        </w:rPr>
        <w:t xml:space="preserve">, </w:t>
      </w:r>
      <w:r w:rsidR="001B73FA" w:rsidRPr="001B73FA">
        <w:rPr>
          <w:szCs w:val="20"/>
        </w:rPr>
        <w:t>cria l</w:t>
      </w:r>
      <w:r w:rsidRPr="00A4769E">
        <w:rPr>
          <w:szCs w:val="20"/>
        </w:rPr>
        <w:t>’</w:t>
      </w:r>
      <w:r w:rsidR="001B73FA" w:rsidRPr="001B73FA">
        <w:rPr>
          <w:szCs w:val="20"/>
        </w:rPr>
        <w:t>homme au carrick</w:t>
      </w:r>
      <w:r w:rsidRPr="00A4769E">
        <w:rPr>
          <w:szCs w:val="20"/>
        </w:rPr>
        <w:t>.</w:t>
      </w:r>
    </w:p>
    <w:p w14:paraId="01E8148B" w14:textId="3B1E4779" w:rsidR="00462692" w:rsidRPr="00A4769E" w:rsidRDefault="00462692" w:rsidP="001B73FA">
      <w:pPr>
        <w:rPr>
          <w:szCs w:val="20"/>
        </w:rPr>
      </w:pPr>
      <w:r w:rsidRPr="00A4769E">
        <w:rPr>
          <w:szCs w:val="20"/>
        </w:rPr>
        <w:lastRenderedPageBreak/>
        <w:t>— </w:t>
      </w:r>
      <w:r w:rsidR="001B73FA" w:rsidRPr="001B73FA">
        <w:rPr>
          <w:szCs w:val="20"/>
        </w:rPr>
        <w:t>Si Madame a besoin d</w:t>
      </w:r>
      <w:r w:rsidRPr="00A4769E">
        <w:rPr>
          <w:szCs w:val="20"/>
        </w:rPr>
        <w:t>’</w:t>
      </w:r>
      <w:r w:rsidR="001B73FA" w:rsidRPr="001B73FA">
        <w:rPr>
          <w:szCs w:val="20"/>
        </w:rPr>
        <w:t>un galant homme</w:t>
      </w:r>
      <w:r w:rsidRPr="00A4769E">
        <w:rPr>
          <w:szCs w:val="20"/>
        </w:rPr>
        <w:t xml:space="preserve"> ? </w:t>
      </w:r>
      <w:r w:rsidR="001B73FA" w:rsidRPr="001B73FA">
        <w:rPr>
          <w:szCs w:val="20"/>
        </w:rPr>
        <w:t>dit Angelo très poliment en se dressant</w:t>
      </w:r>
      <w:r w:rsidRPr="00A4769E">
        <w:rPr>
          <w:szCs w:val="20"/>
        </w:rPr>
        <w:t xml:space="preserve">, </w:t>
      </w:r>
      <w:r w:rsidR="001B73FA" w:rsidRPr="001B73FA">
        <w:rPr>
          <w:szCs w:val="20"/>
        </w:rPr>
        <w:t>tant il y avait de c</w:t>
      </w:r>
      <w:r w:rsidRPr="00A4769E">
        <w:rPr>
          <w:szCs w:val="20"/>
        </w:rPr>
        <w:t>œ</w:t>
      </w:r>
      <w:r w:rsidR="001B73FA" w:rsidRPr="001B73FA">
        <w:rPr>
          <w:szCs w:val="20"/>
        </w:rPr>
        <w:t>ur dans le cri de l</w:t>
      </w:r>
      <w:r w:rsidRPr="00A4769E">
        <w:rPr>
          <w:szCs w:val="20"/>
        </w:rPr>
        <w:t>’</w:t>
      </w:r>
      <w:r w:rsidR="001B73FA" w:rsidRPr="001B73FA">
        <w:rPr>
          <w:szCs w:val="20"/>
        </w:rPr>
        <w:t>homme au carrick</w:t>
      </w:r>
      <w:r w:rsidRPr="00A4769E">
        <w:rPr>
          <w:szCs w:val="20"/>
        </w:rPr>
        <w:t>.</w:t>
      </w:r>
    </w:p>
    <w:p w14:paraId="3F68CF6B" w14:textId="7CFA2168" w:rsidR="00462692" w:rsidRPr="00A4769E" w:rsidRDefault="00462692" w:rsidP="001B73FA">
      <w:pPr>
        <w:rPr>
          <w:szCs w:val="20"/>
        </w:rPr>
      </w:pPr>
      <w:r w:rsidRPr="00A4769E">
        <w:rPr>
          <w:szCs w:val="20"/>
        </w:rPr>
        <w:t>— </w:t>
      </w:r>
      <w:r w:rsidR="001B73FA" w:rsidRPr="001B73FA">
        <w:rPr>
          <w:szCs w:val="20"/>
        </w:rPr>
        <w:t>Hé</w:t>
      </w:r>
      <w:r w:rsidRPr="00A4769E">
        <w:rPr>
          <w:szCs w:val="20"/>
        </w:rPr>
        <w:t xml:space="preserve">, </w:t>
      </w:r>
      <w:r w:rsidR="001B73FA" w:rsidRPr="001B73FA">
        <w:rPr>
          <w:szCs w:val="20"/>
        </w:rPr>
        <w:t>monsieur</w:t>
      </w:r>
      <w:r w:rsidRPr="00A4769E">
        <w:rPr>
          <w:szCs w:val="20"/>
        </w:rPr>
        <w:t xml:space="preserve">, </w:t>
      </w:r>
      <w:r w:rsidR="001B73FA" w:rsidRPr="001B73FA">
        <w:rPr>
          <w:szCs w:val="20"/>
        </w:rPr>
        <w:t>mêlez-vous de ce qui vous regarde</w:t>
      </w:r>
      <w:r w:rsidRPr="00A4769E">
        <w:rPr>
          <w:szCs w:val="20"/>
        </w:rPr>
        <w:t xml:space="preserve">, </w:t>
      </w:r>
      <w:r w:rsidR="001B73FA" w:rsidRPr="001B73FA">
        <w:rPr>
          <w:szCs w:val="20"/>
        </w:rPr>
        <w:t>dit celui-ci</w:t>
      </w:r>
      <w:r w:rsidRPr="00A4769E">
        <w:rPr>
          <w:szCs w:val="20"/>
        </w:rPr>
        <w:t xml:space="preserve">, </w:t>
      </w:r>
      <w:r w:rsidR="001B73FA" w:rsidRPr="001B73FA">
        <w:rPr>
          <w:szCs w:val="20"/>
        </w:rPr>
        <w:t>et</w:t>
      </w:r>
      <w:r w:rsidRPr="00A4769E">
        <w:rPr>
          <w:szCs w:val="20"/>
        </w:rPr>
        <w:t xml:space="preserve">, </w:t>
      </w:r>
      <w:r w:rsidR="001B73FA" w:rsidRPr="001B73FA">
        <w:rPr>
          <w:szCs w:val="20"/>
        </w:rPr>
        <w:t>écartant le postillon</w:t>
      </w:r>
      <w:r w:rsidRPr="00A4769E">
        <w:rPr>
          <w:szCs w:val="20"/>
        </w:rPr>
        <w:t xml:space="preserve">, </w:t>
      </w:r>
      <w:r w:rsidR="001B73FA" w:rsidRPr="001B73FA">
        <w:rPr>
          <w:szCs w:val="20"/>
        </w:rPr>
        <w:t>il sauta sur la route</w:t>
      </w:r>
      <w:r w:rsidRPr="00A4769E">
        <w:rPr>
          <w:szCs w:val="20"/>
        </w:rPr>
        <w:t>.</w:t>
      </w:r>
    </w:p>
    <w:p w14:paraId="32EA1B2F" w14:textId="3B5249FF" w:rsidR="00462692" w:rsidRPr="00A4769E" w:rsidRDefault="00462692" w:rsidP="001B73FA">
      <w:pPr>
        <w:rPr>
          <w:szCs w:val="20"/>
        </w:rPr>
      </w:pPr>
      <w:r w:rsidRPr="00A4769E">
        <w:rPr>
          <w:szCs w:val="20"/>
        </w:rPr>
        <w:t>— </w:t>
      </w:r>
      <w:r w:rsidR="001B73FA" w:rsidRPr="001B73FA">
        <w:rPr>
          <w:szCs w:val="20"/>
        </w:rPr>
        <w:t>Hé</w:t>
      </w:r>
      <w:r w:rsidRPr="00A4769E">
        <w:rPr>
          <w:szCs w:val="20"/>
        </w:rPr>
        <w:t xml:space="preserve">, </w:t>
      </w:r>
      <w:r w:rsidR="001B73FA" w:rsidRPr="001B73FA">
        <w:rPr>
          <w:szCs w:val="20"/>
        </w:rPr>
        <w:t>monsieur</w:t>
      </w:r>
      <w:r w:rsidRPr="00A4769E">
        <w:rPr>
          <w:szCs w:val="20"/>
        </w:rPr>
        <w:t xml:space="preserve">, </w:t>
      </w:r>
      <w:r w:rsidR="001B73FA" w:rsidRPr="001B73FA">
        <w:rPr>
          <w:szCs w:val="20"/>
        </w:rPr>
        <w:t>c</w:t>
      </w:r>
      <w:r w:rsidRPr="00A4769E">
        <w:rPr>
          <w:szCs w:val="20"/>
        </w:rPr>
        <w:t>’</w:t>
      </w:r>
      <w:r w:rsidR="001B73FA" w:rsidRPr="001B73FA">
        <w:rPr>
          <w:szCs w:val="20"/>
        </w:rPr>
        <w:t>est précisément ce que je fais</w:t>
      </w:r>
      <w:r w:rsidRPr="00A4769E">
        <w:rPr>
          <w:szCs w:val="20"/>
        </w:rPr>
        <w:t xml:space="preserve"> », </w:t>
      </w:r>
      <w:r w:rsidR="001B73FA" w:rsidRPr="001B73FA">
        <w:rPr>
          <w:szCs w:val="20"/>
        </w:rPr>
        <w:t>dit Angelo en sautant aussi</w:t>
      </w:r>
      <w:r w:rsidRPr="00A4769E">
        <w:rPr>
          <w:szCs w:val="20"/>
        </w:rPr>
        <w:t xml:space="preserve">. </w:t>
      </w:r>
      <w:r w:rsidR="001B73FA" w:rsidRPr="001B73FA">
        <w:rPr>
          <w:szCs w:val="20"/>
        </w:rPr>
        <w:t>Les chevaux se bousculèrent et partirent au galop</w:t>
      </w:r>
      <w:r w:rsidRPr="00A4769E">
        <w:rPr>
          <w:szCs w:val="20"/>
        </w:rPr>
        <w:t>.</w:t>
      </w:r>
    </w:p>
    <w:p w14:paraId="5A21A65A" w14:textId="77777777" w:rsidR="00462692" w:rsidRPr="00A4769E" w:rsidRDefault="001B73FA" w:rsidP="001B73FA">
      <w:pPr>
        <w:rPr>
          <w:szCs w:val="20"/>
        </w:rPr>
      </w:pPr>
      <w:r w:rsidRPr="001B73FA">
        <w:rPr>
          <w:szCs w:val="20"/>
        </w:rPr>
        <w:t>À peine Angelo eut-il touché terre qu</w:t>
      </w:r>
      <w:r w:rsidR="00462692" w:rsidRPr="00A4769E">
        <w:rPr>
          <w:szCs w:val="20"/>
        </w:rPr>
        <w:t>’</w:t>
      </w:r>
      <w:r w:rsidRPr="001B73FA">
        <w:rPr>
          <w:szCs w:val="20"/>
        </w:rPr>
        <w:t>il se sentit saisir par le col de sa veste</w:t>
      </w:r>
      <w:r w:rsidR="00462692" w:rsidRPr="00A4769E">
        <w:rPr>
          <w:szCs w:val="20"/>
        </w:rPr>
        <w:t xml:space="preserve">, </w:t>
      </w:r>
      <w:r w:rsidRPr="001B73FA">
        <w:rPr>
          <w:szCs w:val="20"/>
        </w:rPr>
        <w:t>tandis qu</w:t>
      </w:r>
      <w:r w:rsidR="00462692" w:rsidRPr="00A4769E">
        <w:rPr>
          <w:szCs w:val="20"/>
        </w:rPr>
        <w:t>’</w:t>
      </w:r>
      <w:r w:rsidRPr="001B73FA">
        <w:rPr>
          <w:szCs w:val="20"/>
        </w:rPr>
        <w:t>un objet dur était poussé contre son gilet et qu</w:t>
      </w:r>
      <w:r w:rsidR="00462692" w:rsidRPr="00A4769E">
        <w:rPr>
          <w:szCs w:val="20"/>
        </w:rPr>
        <w:t>’</w:t>
      </w:r>
      <w:r w:rsidRPr="001B73FA">
        <w:rPr>
          <w:szCs w:val="20"/>
        </w:rPr>
        <w:t>une voix qu</w:t>
      </w:r>
      <w:r w:rsidR="00462692" w:rsidRPr="00A4769E">
        <w:rPr>
          <w:szCs w:val="20"/>
        </w:rPr>
        <w:t>’</w:t>
      </w:r>
      <w:r w:rsidRPr="001B73FA">
        <w:rPr>
          <w:szCs w:val="20"/>
        </w:rPr>
        <w:t>il eut de la peine à reconnaître pour celle de l</w:t>
      </w:r>
      <w:r w:rsidR="00462692" w:rsidRPr="00A4769E">
        <w:rPr>
          <w:szCs w:val="20"/>
        </w:rPr>
        <w:t>’</w:t>
      </w:r>
      <w:r w:rsidRPr="001B73FA">
        <w:rPr>
          <w:szCs w:val="20"/>
        </w:rPr>
        <w:t>homme au carrick lui disait</w:t>
      </w:r>
      <w:r w:rsidR="00462692" w:rsidRPr="00A4769E">
        <w:rPr>
          <w:szCs w:val="20"/>
        </w:rPr>
        <w:t> : « </w:t>
      </w:r>
      <w:r w:rsidRPr="001B73FA">
        <w:rPr>
          <w:szCs w:val="20"/>
        </w:rPr>
        <w:t>Tiens les mains loin de tes poches et ne bouge pas</w:t>
      </w:r>
      <w:r w:rsidR="00462692" w:rsidRPr="00A4769E">
        <w:rPr>
          <w:szCs w:val="20"/>
        </w:rPr>
        <w:t>.</w:t>
      </w:r>
    </w:p>
    <w:p w14:paraId="57F7A116" w14:textId="5C46BDC4" w:rsidR="00462692" w:rsidRPr="00A4769E" w:rsidRDefault="00462692" w:rsidP="001B73FA">
      <w:pPr>
        <w:rPr>
          <w:szCs w:val="20"/>
        </w:rPr>
      </w:pPr>
      <w:r w:rsidRPr="00A4769E">
        <w:rPr>
          <w:szCs w:val="20"/>
        </w:rPr>
        <w:t>— </w:t>
      </w:r>
      <w:r w:rsidR="001B73FA" w:rsidRPr="001B73FA">
        <w:rPr>
          <w:szCs w:val="20"/>
        </w:rPr>
        <w:t>Vous conviendrez</w:t>
      </w:r>
      <w:r w:rsidRPr="00A4769E">
        <w:rPr>
          <w:szCs w:val="20"/>
        </w:rPr>
        <w:t xml:space="preserve">, </w:t>
      </w:r>
      <w:r w:rsidR="001B73FA" w:rsidRPr="001B73FA">
        <w:rPr>
          <w:szCs w:val="20"/>
        </w:rPr>
        <w:t>cher ami</w:t>
      </w:r>
      <w:r w:rsidRPr="00A4769E">
        <w:rPr>
          <w:szCs w:val="20"/>
        </w:rPr>
        <w:t xml:space="preserve">, </w:t>
      </w:r>
      <w:r w:rsidR="001B73FA" w:rsidRPr="001B73FA">
        <w:rPr>
          <w:szCs w:val="20"/>
        </w:rPr>
        <w:t>dit la Marquise</w:t>
      </w:r>
      <w:r w:rsidRPr="00A4769E">
        <w:rPr>
          <w:szCs w:val="20"/>
        </w:rPr>
        <w:t xml:space="preserve">, </w:t>
      </w:r>
      <w:r w:rsidR="001B73FA" w:rsidRPr="001B73FA">
        <w:rPr>
          <w:szCs w:val="20"/>
        </w:rPr>
        <w:t>qu</w:t>
      </w:r>
      <w:r w:rsidRPr="00A4769E">
        <w:rPr>
          <w:szCs w:val="20"/>
        </w:rPr>
        <w:t>’</w:t>
      </w:r>
      <w:r w:rsidR="001B73FA" w:rsidRPr="001B73FA">
        <w:rPr>
          <w:szCs w:val="20"/>
        </w:rPr>
        <w:t>il me faut au moins une explication</w:t>
      </w:r>
      <w:r w:rsidRPr="00A4769E">
        <w:rPr>
          <w:szCs w:val="20"/>
        </w:rPr>
        <w:t xml:space="preserve">. </w:t>
      </w:r>
      <w:r w:rsidR="001B73FA" w:rsidRPr="001B73FA">
        <w:rPr>
          <w:szCs w:val="20"/>
        </w:rPr>
        <w:t>Êtes-vous en train de vous colleter pour mes beaux yeux</w:t>
      </w:r>
      <w:r w:rsidRPr="00A4769E">
        <w:rPr>
          <w:szCs w:val="20"/>
        </w:rPr>
        <w:t> </w:t>
      </w:r>
      <w:r w:rsidR="00E52A31">
        <w:rPr>
          <w:szCs w:val="20"/>
        </w:rPr>
        <w:t>?</w:t>
      </w:r>
    </w:p>
    <w:p w14:paraId="51EBB364" w14:textId="7ACD55D7" w:rsidR="00462692" w:rsidRPr="00A4769E" w:rsidRDefault="00462692" w:rsidP="001B73FA">
      <w:pPr>
        <w:rPr>
          <w:szCs w:val="20"/>
        </w:rPr>
      </w:pPr>
      <w:r w:rsidRPr="00A4769E">
        <w:rPr>
          <w:szCs w:val="20"/>
        </w:rPr>
        <w:t>— </w:t>
      </w:r>
      <w:r w:rsidR="001B73FA" w:rsidRPr="001B73FA">
        <w:rPr>
          <w:szCs w:val="20"/>
        </w:rPr>
        <w:t>Attendez d</w:t>
      </w:r>
      <w:r w:rsidRPr="00A4769E">
        <w:rPr>
          <w:szCs w:val="20"/>
        </w:rPr>
        <w:t>’</w:t>
      </w:r>
      <w:r w:rsidR="001B73FA" w:rsidRPr="001B73FA">
        <w:rPr>
          <w:szCs w:val="20"/>
        </w:rPr>
        <w:t>abord que je m</w:t>
      </w:r>
      <w:r w:rsidRPr="00A4769E">
        <w:rPr>
          <w:szCs w:val="20"/>
        </w:rPr>
        <w:t>’</w:t>
      </w:r>
      <w:r w:rsidR="001B73FA" w:rsidRPr="001B73FA">
        <w:rPr>
          <w:szCs w:val="20"/>
        </w:rPr>
        <w:t>occupe de ce beau jeune homme</w:t>
      </w:r>
      <w:r w:rsidRPr="00A4769E">
        <w:rPr>
          <w:szCs w:val="20"/>
        </w:rPr>
        <w:t xml:space="preserve">, </w:t>
      </w:r>
      <w:r w:rsidR="001B73FA" w:rsidRPr="001B73FA">
        <w:rPr>
          <w:szCs w:val="20"/>
        </w:rPr>
        <w:t>dit l</w:t>
      </w:r>
      <w:r w:rsidRPr="00A4769E">
        <w:rPr>
          <w:szCs w:val="20"/>
        </w:rPr>
        <w:t>’</w:t>
      </w:r>
      <w:r w:rsidR="001B73FA" w:rsidRPr="001B73FA">
        <w:rPr>
          <w:szCs w:val="20"/>
        </w:rPr>
        <w:t>homme au carrick</w:t>
      </w:r>
      <w:r w:rsidRPr="00A4769E">
        <w:rPr>
          <w:szCs w:val="20"/>
        </w:rPr>
        <w:t xml:space="preserve">. </w:t>
      </w:r>
      <w:r w:rsidR="001B73FA" w:rsidRPr="001B73FA">
        <w:rPr>
          <w:szCs w:val="20"/>
        </w:rPr>
        <w:t>Je me charge de lui faire abattre son jeu</w:t>
      </w:r>
      <w:r w:rsidRPr="00A4769E">
        <w:rPr>
          <w:szCs w:val="20"/>
        </w:rPr>
        <w:t>.</w:t>
      </w:r>
    </w:p>
    <w:p w14:paraId="5A4DDA78" w14:textId="4B55792E" w:rsidR="00462692" w:rsidRPr="00A4769E" w:rsidRDefault="00462692" w:rsidP="001B73FA">
      <w:pPr>
        <w:rPr>
          <w:szCs w:val="20"/>
        </w:rPr>
      </w:pPr>
      <w:r w:rsidRPr="00A4769E">
        <w:rPr>
          <w:szCs w:val="20"/>
        </w:rPr>
        <w:t>— </w:t>
      </w:r>
      <w:r w:rsidR="001B73FA" w:rsidRPr="001B73FA">
        <w:rPr>
          <w:szCs w:val="20"/>
        </w:rPr>
        <w:t>Mon jeu est fort simple</w:t>
      </w:r>
      <w:r w:rsidRPr="00A4769E">
        <w:rPr>
          <w:szCs w:val="20"/>
        </w:rPr>
        <w:t xml:space="preserve">, </w:t>
      </w:r>
      <w:r w:rsidR="001B73FA" w:rsidRPr="001B73FA">
        <w:rPr>
          <w:szCs w:val="20"/>
        </w:rPr>
        <w:t>dit Angelo froidement</w:t>
      </w:r>
      <w:r w:rsidRPr="00A4769E">
        <w:rPr>
          <w:szCs w:val="20"/>
        </w:rPr>
        <w:t xml:space="preserve">. </w:t>
      </w:r>
      <w:r w:rsidR="001B73FA" w:rsidRPr="001B73FA">
        <w:rPr>
          <w:szCs w:val="20"/>
        </w:rPr>
        <w:t>Madame m</w:t>
      </w:r>
      <w:r w:rsidRPr="00A4769E">
        <w:rPr>
          <w:szCs w:val="20"/>
        </w:rPr>
        <w:t>’</w:t>
      </w:r>
      <w:r w:rsidR="001B73FA" w:rsidRPr="001B73FA">
        <w:rPr>
          <w:szCs w:val="20"/>
        </w:rPr>
        <w:t>a aidé la nuit dernière</w:t>
      </w:r>
      <w:r w:rsidRPr="00A4769E">
        <w:rPr>
          <w:szCs w:val="20"/>
        </w:rPr>
        <w:t xml:space="preserve">, </w:t>
      </w:r>
      <w:r w:rsidR="001B73FA" w:rsidRPr="001B73FA">
        <w:rPr>
          <w:szCs w:val="20"/>
        </w:rPr>
        <w:t>il est juste que je l</w:t>
      </w:r>
      <w:r w:rsidRPr="00A4769E">
        <w:rPr>
          <w:szCs w:val="20"/>
        </w:rPr>
        <w:t>’</w:t>
      </w:r>
      <w:r w:rsidR="001B73FA" w:rsidRPr="001B73FA">
        <w:rPr>
          <w:szCs w:val="20"/>
        </w:rPr>
        <w:t>aide cette nuit-ci</w:t>
      </w:r>
      <w:r w:rsidRPr="00A4769E">
        <w:rPr>
          <w:szCs w:val="20"/>
        </w:rPr>
        <w:t xml:space="preserve">. </w:t>
      </w:r>
      <w:r w:rsidR="001B73FA" w:rsidRPr="001B73FA">
        <w:rPr>
          <w:szCs w:val="20"/>
        </w:rPr>
        <w:t>Et s</w:t>
      </w:r>
      <w:r w:rsidRPr="00A4769E">
        <w:rPr>
          <w:szCs w:val="20"/>
        </w:rPr>
        <w:t>’</w:t>
      </w:r>
      <w:r w:rsidR="001B73FA" w:rsidRPr="001B73FA">
        <w:rPr>
          <w:szCs w:val="20"/>
        </w:rPr>
        <w:t>il s</w:t>
      </w:r>
      <w:r w:rsidRPr="00A4769E">
        <w:rPr>
          <w:szCs w:val="20"/>
        </w:rPr>
        <w:t>’</w:t>
      </w:r>
      <w:r w:rsidR="001B73FA" w:rsidRPr="001B73FA">
        <w:rPr>
          <w:szCs w:val="20"/>
        </w:rPr>
        <w:t>agit de ce qui vous intrigue depuis ce matin</w:t>
      </w:r>
      <w:r w:rsidRPr="00A4769E">
        <w:rPr>
          <w:szCs w:val="20"/>
        </w:rPr>
        <w:t xml:space="preserve">, </w:t>
      </w:r>
      <w:r w:rsidR="001B73FA" w:rsidRPr="001B73FA">
        <w:rPr>
          <w:szCs w:val="20"/>
        </w:rPr>
        <w:t>je m</w:t>
      </w:r>
      <w:r w:rsidRPr="00A4769E">
        <w:rPr>
          <w:szCs w:val="20"/>
        </w:rPr>
        <w:t>’</w:t>
      </w:r>
      <w:r w:rsidR="001B73FA" w:rsidRPr="001B73FA">
        <w:rPr>
          <w:szCs w:val="20"/>
        </w:rPr>
        <w:t>appelle Angelo Pardi</w:t>
      </w:r>
      <w:r w:rsidRPr="00A4769E">
        <w:rPr>
          <w:szCs w:val="20"/>
        </w:rPr>
        <w:t xml:space="preserve">. </w:t>
      </w:r>
      <w:r w:rsidR="001B73FA" w:rsidRPr="001B73FA">
        <w:rPr>
          <w:szCs w:val="20"/>
        </w:rPr>
        <w:t>Je suis colonel des hussards du roi de Sardaigne et j</w:t>
      </w:r>
      <w:r w:rsidRPr="00A4769E">
        <w:rPr>
          <w:szCs w:val="20"/>
        </w:rPr>
        <w:t>’</w:t>
      </w:r>
      <w:r w:rsidR="001B73FA" w:rsidRPr="001B73FA">
        <w:rPr>
          <w:szCs w:val="20"/>
        </w:rPr>
        <w:t>ai quitté Turin après avoir tué à coups de sabre un baron qui n</w:t>
      </w:r>
      <w:r w:rsidRPr="00A4769E">
        <w:rPr>
          <w:szCs w:val="20"/>
        </w:rPr>
        <w:t>’</w:t>
      </w:r>
      <w:r w:rsidR="001B73FA" w:rsidRPr="001B73FA">
        <w:rPr>
          <w:szCs w:val="20"/>
        </w:rPr>
        <w:t>avait insulté que ma patrie</w:t>
      </w:r>
      <w:r w:rsidRPr="00A4769E">
        <w:rPr>
          <w:szCs w:val="20"/>
        </w:rPr>
        <w:t xml:space="preserve"> ; </w:t>
      </w:r>
      <w:r w:rsidR="001B73FA" w:rsidRPr="001B73FA">
        <w:rPr>
          <w:szCs w:val="20"/>
        </w:rPr>
        <w:t>alors que votre insistance à vouloir me tirer les vers du nez a été insolente pour moi-même tout le jour</w:t>
      </w:r>
      <w:r w:rsidRPr="00A4769E">
        <w:rPr>
          <w:szCs w:val="20"/>
        </w:rPr>
        <w:t xml:space="preserve">. </w:t>
      </w:r>
      <w:r w:rsidR="001B73FA" w:rsidRPr="001B73FA">
        <w:rPr>
          <w:szCs w:val="20"/>
        </w:rPr>
        <w:t>Au surplus</w:t>
      </w:r>
      <w:r w:rsidRPr="00A4769E">
        <w:rPr>
          <w:szCs w:val="20"/>
        </w:rPr>
        <w:t xml:space="preserve">, </w:t>
      </w:r>
      <w:r w:rsidR="001B73FA" w:rsidRPr="001B73FA">
        <w:rPr>
          <w:szCs w:val="20"/>
        </w:rPr>
        <w:t>je vous préviens qu</w:t>
      </w:r>
      <w:r w:rsidRPr="00A4769E">
        <w:rPr>
          <w:szCs w:val="20"/>
        </w:rPr>
        <w:t>’</w:t>
      </w:r>
      <w:r w:rsidR="001B73FA" w:rsidRPr="001B73FA">
        <w:rPr>
          <w:szCs w:val="20"/>
        </w:rPr>
        <w:t>il y a déjà plus d</w:t>
      </w:r>
      <w:r w:rsidRPr="00A4769E">
        <w:rPr>
          <w:szCs w:val="20"/>
        </w:rPr>
        <w:t>’</w:t>
      </w:r>
      <w:r w:rsidR="001B73FA" w:rsidRPr="001B73FA">
        <w:rPr>
          <w:szCs w:val="20"/>
        </w:rPr>
        <w:t>une minute que je vous tiens au ventre un poignard si aiguisé qu</w:t>
      </w:r>
      <w:r w:rsidRPr="00A4769E">
        <w:rPr>
          <w:szCs w:val="20"/>
        </w:rPr>
        <w:t>’</w:t>
      </w:r>
      <w:r w:rsidR="001B73FA" w:rsidRPr="001B73FA">
        <w:rPr>
          <w:szCs w:val="20"/>
        </w:rPr>
        <w:t>il entrerait dans du plomb comme dans du beurre</w:t>
      </w:r>
      <w:r w:rsidRPr="00A4769E">
        <w:rPr>
          <w:szCs w:val="20"/>
        </w:rPr>
        <w:t>.</w:t>
      </w:r>
    </w:p>
    <w:p w14:paraId="77C310F2" w14:textId="7EE6D963" w:rsidR="00462692" w:rsidRPr="00A4769E" w:rsidRDefault="00462692" w:rsidP="001B73FA">
      <w:pPr>
        <w:rPr>
          <w:szCs w:val="20"/>
        </w:rPr>
      </w:pPr>
      <w:r w:rsidRPr="00A4769E">
        <w:rPr>
          <w:szCs w:val="20"/>
        </w:rPr>
        <w:lastRenderedPageBreak/>
        <w:t>— </w:t>
      </w:r>
      <w:r w:rsidR="001B73FA" w:rsidRPr="001B73FA">
        <w:rPr>
          <w:szCs w:val="20"/>
        </w:rPr>
        <w:t>Diable</w:t>
      </w:r>
      <w:r w:rsidRPr="00A4769E">
        <w:rPr>
          <w:szCs w:val="20"/>
        </w:rPr>
        <w:t xml:space="preserve">, </w:t>
      </w:r>
      <w:r w:rsidR="001B73FA" w:rsidRPr="001B73FA">
        <w:rPr>
          <w:szCs w:val="20"/>
        </w:rPr>
        <w:t>dit l</w:t>
      </w:r>
      <w:r w:rsidRPr="00A4769E">
        <w:rPr>
          <w:szCs w:val="20"/>
        </w:rPr>
        <w:t>’</w:t>
      </w:r>
      <w:r w:rsidR="001B73FA" w:rsidRPr="001B73FA">
        <w:rPr>
          <w:szCs w:val="20"/>
        </w:rPr>
        <w:t>homme au carrick d</w:t>
      </w:r>
      <w:r w:rsidRPr="00A4769E">
        <w:rPr>
          <w:szCs w:val="20"/>
        </w:rPr>
        <w:t>’</w:t>
      </w:r>
      <w:r w:rsidR="001B73FA" w:rsidRPr="001B73FA">
        <w:rPr>
          <w:szCs w:val="20"/>
        </w:rPr>
        <w:t>une voix tout à fait posée</w:t>
      </w:r>
      <w:r w:rsidRPr="00A4769E">
        <w:rPr>
          <w:szCs w:val="20"/>
        </w:rPr>
        <w:t xml:space="preserve">, </w:t>
      </w:r>
      <w:r w:rsidR="001B73FA" w:rsidRPr="001B73FA">
        <w:rPr>
          <w:szCs w:val="20"/>
        </w:rPr>
        <w:t>voilà ce qui s</w:t>
      </w:r>
      <w:r w:rsidRPr="00A4769E">
        <w:rPr>
          <w:szCs w:val="20"/>
        </w:rPr>
        <w:t>’</w:t>
      </w:r>
      <w:r w:rsidR="001B73FA" w:rsidRPr="001B73FA">
        <w:rPr>
          <w:szCs w:val="20"/>
        </w:rPr>
        <w:t>appelle jouer au poker</w:t>
      </w:r>
      <w:r w:rsidRPr="00A4769E">
        <w:rPr>
          <w:szCs w:val="20"/>
        </w:rPr>
        <w:t xml:space="preserve">, </w:t>
      </w:r>
      <w:r w:rsidR="001B73FA" w:rsidRPr="001B73FA">
        <w:rPr>
          <w:szCs w:val="20"/>
        </w:rPr>
        <w:t>mais</w:t>
      </w:r>
      <w:r w:rsidRPr="00A4769E">
        <w:rPr>
          <w:szCs w:val="20"/>
        </w:rPr>
        <w:t xml:space="preserve">, </w:t>
      </w:r>
      <w:r w:rsidR="001B73FA" w:rsidRPr="001B73FA">
        <w:rPr>
          <w:szCs w:val="20"/>
        </w:rPr>
        <w:t>jeune homme</w:t>
      </w:r>
      <w:r w:rsidRPr="00A4769E">
        <w:rPr>
          <w:szCs w:val="20"/>
        </w:rPr>
        <w:t xml:space="preserve">, </w:t>
      </w:r>
      <w:r w:rsidR="001B73FA" w:rsidRPr="001B73FA">
        <w:rPr>
          <w:szCs w:val="20"/>
        </w:rPr>
        <w:t>avez-vous de quoi prouver vos dires</w:t>
      </w:r>
      <w:r w:rsidRPr="00A4769E">
        <w:rPr>
          <w:szCs w:val="20"/>
        </w:rPr>
        <w:t xml:space="preserve">, </w:t>
      </w:r>
      <w:r w:rsidR="001B73FA" w:rsidRPr="001B73FA">
        <w:rPr>
          <w:szCs w:val="20"/>
        </w:rPr>
        <w:t>à part vos grands airs</w:t>
      </w:r>
      <w:r w:rsidRPr="00A4769E">
        <w:rPr>
          <w:szCs w:val="20"/>
        </w:rPr>
        <w:t> ? »</w:t>
      </w:r>
      <w:r w:rsidR="001B73FA" w:rsidRPr="001B73FA">
        <w:rPr>
          <w:szCs w:val="20"/>
        </w:rPr>
        <w:t xml:space="preserve"> Ces mots de grands airs le rappelant aux réflexions qui l</w:t>
      </w:r>
      <w:r w:rsidRPr="00A4769E">
        <w:rPr>
          <w:szCs w:val="20"/>
        </w:rPr>
        <w:t>’</w:t>
      </w:r>
      <w:r w:rsidR="001B73FA" w:rsidRPr="001B73FA">
        <w:rPr>
          <w:szCs w:val="20"/>
        </w:rPr>
        <w:t>avaient occupé depuis le passage du pont</w:t>
      </w:r>
      <w:r w:rsidR="003E7D52">
        <w:rPr>
          <w:szCs w:val="20"/>
        </w:rPr>
        <w:t>,</w:t>
      </w:r>
      <w:r w:rsidR="001B73FA" w:rsidRPr="001B73FA">
        <w:rPr>
          <w:szCs w:val="20"/>
        </w:rPr>
        <w:t xml:space="preserve"> décidèrent du bonheur total d</w:t>
      </w:r>
      <w:r w:rsidRPr="00A4769E">
        <w:rPr>
          <w:szCs w:val="20"/>
        </w:rPr>
        <w:t>’</w:t>
      </w:r>
      <w:r w:rsidR="001B73FA" w:rsidRPr="001B73FA">
        <w:rPr>
          <w:szCs w:val="20"/>
        </w:rPr>
        <w:t>Angelo</w:t>
      </w:r>
      <w:r w:rsidRPr="00A4769E">
        <w:rPr>
          <w:szCs w:val="20"/>
        </w:rPr>
        <w:t xml:space="preserve">. </w:t>
      </w:r>
      <w:r w:rsidR="001B73FA" w:rsidRPr="001B73FA">
        <w:rPr>
          <w:szCs w:val="20"/>
        </w:rPr>
        <w:t>Malgré l</w:t>
      </w:r>
      <w:r w:rsidRPr="00A4769E">
        <w:rPr>
          <w:szCs w:val="20"/>
        </w:rPr>
        <w:t>’</w:t>
      </w:r>
      <w:r w:rsidR="001B73FA" w:rsidRPr="001B73FA">
        <w:rPr>
          <w:szCs w:val="20"/>
        </w:rPr>
        <w:t>objet dur qui s</w:t>
      </w:r>
      <w:r w:rsidRPr="00A4769E">
        <w:rPr>
          <w:szCs w:val="20"/>
        </w:rPr>
        <w:t>’</w:t>
      </w:r>
      <w:r w:rsidR="001B73FA" w:rsidRPr="001B73FA">
        <w:rPr>
          <w:szCs w:val="20"/>
        </w:rPr>
        <w:t>appuyait contre son gilet et qui devait être le canon d</w:t>
      </w:r>
      <w:r w:rsidRPr="00A4769E">
        <w:rPr>
          <w:szCs w:val="20"/>
        </w:rPr>
        <w:t>’</w:t>
      </w:r>
      <w:r w:rsidR="001B73FA" w:rsidRPr="001B73FA">
        <w:rPr>
          <w:szCs w:val="20"/>
        </w:rPr>
        <w:t>un pistolet</w:t>
      </w:r>
      <w:r w:rsidRPr="00A4769E">
        <w:rPr>
          <w:szCs w:val="20"/>
        </w:rPr>
        <w:t xml:space="preserve">, </w:t>
      </w:r>
      <w:r w:rsidR="001B73FA" w:rsidRPr="001B73FA">
        <w:rPr>
          <w:szCs w:val="20"/>
        </w:rPr>
        <w:t>il remit ostensiblement le poignard dans la contre-poche de sa veste et il tira sa bague de son gousset</w:t>
      </w:r>
      <w:r w:rsidRPr="00A4769E">
        <w:rPr>
          <w:szCs w:val="20"/>
        </w:rPr>
        <w:t>. « </w:t>
      </w:r>
      <w:r w:rsidR="001B73FA" w:rsidRPr="001B73FA">
        <w:rPr>
          <w:szCs w:val="20"/>
        </w:rPr>
        <w:t>La lune vous permettra peut-être de lire ce qu</w:t>
      </w:r>
      <w:r w:rsidRPr="00A4769E">
        <w:rPr>
          <w:szCs w:val="20"/>
        </w:rPr>
        <w:t>’</w:t>
      </w:r>
      <w:r w:rsidR="001B73FA" w:rsidRPr="001B73FA">
        <w:rPr>
          <w:szCs w:val="20"/>
        </w:rPr>
        <w:t>il y a sur ce cachet</w:t>
      </w:r>
      <w:r w:rsidRPr="00A4769E">
        <w:rPr>
          <w:szCs w:val="20"/>
        </w:rPr>
        <w:t xml:space="preserve">, </w:t>
      </w:r>
      <w:r w:rsidR="001B73FA" w:rsidRPr="001B73FA">
        <w:rPr>
          <w:szCs w:val="20"/>
        </w:rPr>
        <w:t>si vous avez de bons yeux</w:t>
      </w:r>
      <w:r w:rsidRPr="00A4769E">
        <w:rPr>
          <w:szCs w:val="20"/>
        </w:rPr>
        <w:t xml:space="preserve"> », </w:t>
      </w:r>
      <w:r w:rsidR="001B73FA" w:rsidRPr="001B73FA">
        <w:rPr>
          <w:szCs w:val="20"/>
        </w:rPr>
        <w:t>dit-il gaiement</w:t>
      </w:r>
      <w:r w:rsidRPr="00A4769E">
        <w:rPr>
          <w:szCs w:val="20"/>
        </w:rPr>
        <w:t xml:space="preserve">, </w:t>
      </w:r>
      <w:r w:rsidR="001B73FA" w:rsidRPr="001B73FA">
        <w:rPr>
          <w:szCs w:val="20"/>
        </w:rPr>
        <w:t>et malgré le pistolet toujours braqué il eut l</w:t>
      </w:r>
      <w:r w:rsidRPr="00A4769E">
        <w:rPr>
          <w:szCs w:val="20"/>
        </w:rPr>
        <w:t>’</w:t>
      </w:r>
      <w:r w:rsidR="001B73FA" w:rsidRPr="001B73FA">
        <w:rPr>
          <w:szCs w:val="20"/>
        </w:rPr>
        <w:t>audace de fourrer ses mains dans ses poches</w:t>
      </w:r>
      <w:r w:rsidRPr="00A4769E">
        <w:rPr>
          <w:szCs w:val="20"/>
        </w:rPr>
        <w:t>. « </w:t>
      </w:r>
      <w:r w:rsidR="001B73FA" w:rsidRPr="001B73FA">
        <w:rPr>
          <w:szCs w:val="20"/>
        </w:rPr>
        <w:t>Cher ami</w:t>
      </w:r>
      <w:r w:rsidRPr="00A4769E">
        <w:rPr>
          <w:szCs w:val="20"/>
        </w:rPr>
        <w:t xml:space="preserve">, </w:t>
      </w:r>
      <w:r w:rsidR="001B73FA" w:rsidRPr="001B73FA">
        <w:rPr>
          <w:szCs w:val="20"/>
        </w:rPr>
        <w:t>dit la Marquise</w:t>
      </w:r>
      <w:r w:rsidRPr="00A4769E">
        <w:rPr>
          <w:szCs w:val="20"/>
        </w:rPr>
        <w:t xml:space="preserve">, </w:t>
      </w:r>
      <w:r w:rsidR="001B73FA" w:rsidRPr="001B73FA">
        <w:rPr>
          <w:szCs w:val="20"/>
        </w:rPr>
        <w:t>j</w:t>
      </w:r>
      <w:r w:rsidRPr="00A4769E">
        <w:rPr>
          <w:szCs w:val="20"/>
        </w:rPr>
        <w:t>’</w:t>
      </w:r>
      <w:r w:rsidR="001B73FA" w:rsidRPr="001B73FA">
        <w:rPr>
          <w:szCs w:val="20"/>
        </w:rPr>
        <w:t>ai l</w:t>
      </w:r>
      <w:r w:rsidRPr="00A4769E">
        <w:rPr>
          <w:szCs w:val="20"/>
        </w:rPr>
        <w:t>’</w:t>
      </w:r>
      <w:r w:rsidR="001B73FA" w:rsidRPr="001B73FA">
        <w:rPr>
          <w:szCs w:val="20"/>
        </w:rPr>
        <w:t>impression que vous êtes contré</w:t>
      </w:r>
      <w:r w:rsidR="003E7D52">
        <w:rPr>
          <w:szCs w:val="20"/>
        </w:rPr>
        <w:t>.</w:t>
      </w:r>
      <w:r w:rsidRPr="00A4769E">
        <w:rPr>
          <w:szCs w:val="20"/>
        </w:rPr>
        <w:t xml:space="preserve"> </w:t>
      </w:r>
      <w:r w:rsidR="001B73FA" w:rsidRPr="001B73FA">
        <w:rPr>
          <w:szCs w:val="20"/>
        </w:rPr>
        <w:t>Rien n</w:t>
      </w:r>
      <w:r w:rsidRPr="00A4769E">
        <w:rPr>
          <w:szCs w:val="20"/>
        </w:rPr>
        <w:t>’</w:t>
      </w:r>
      <w:r w:rsidR="001B73FA" w:rsidRPr="001B73FA">
        <w:rPr>
          <w:szCs w:val="20"/>
        </w:rPr>
        <w:t>est plus drôle que votre nez</w:t>
      </w:r>
      <w:r w:rsidRPr="00A4769E">
        <w:rPr>
          <w:szCs w:val="20"/>
        </w:rPr>
        <w:t>.</w:t>
      </w:r>
    </w:p>
    <w:p w14:paraId="116E0E93" w14:textId="207383E6" w:rsidR="00462692" w:rsidRPr="00A4769E" w:rsidRDefault="00462692" w:rsidP="001B73FA">
      <w:pPr>
        <w:rPr>
          <w:szCs w:val="20"/>
        </w:rPr>
      </w:pPr>
      <w:r w:rsidRPr="00A4769E">
        <w:rPr>
          <w:szCs w:val="20"/>
        </w:rPr>
        <w:t>— </w:t>
      </w:r>
      <w:r w:rsidR="001B73FA" w:rsidRPr="001B73FA">
        <w:rPr>
          <w:szCs w:val="20"/>
        </w:rPr>
        <w:t>Vous êtes une enfant</w:t>
      </w:r>
      <w:r w:rsidRPr="00A4769E">
        <w:rPr>
          <w:szCs w:val="20"/>
        </w:rPr>
        <w:t xml:space="preserve">, </w:t>
      </w:r>
      <w:r w:rsidR="001B73FA" w:rsidRPr="001B73FA">
        <w:rPr>
          <w:szCs w:val="20"/>
        </w:rPr>
        <w:t>Céline</w:t>
      </w:r>
      <w:r w:rsidRPr="00A4769E">
        <w:rPr>
          <w:szCs w:val="20"/>
        </w:rPr>
        <w:t xml:space="preserve">, </w:t>
      </w:r>
      <w:r w:rsidR="001B73FA" w:rsidRPr="001B73FA">
        <w:rPr>
          <w:szCs w:val="20"/>
        </w:rPr>
        <w:t>dit l</w:t>
      </w:r>
      <w:r w:rsidRPr="00A4769E">
        <w:rPr>
          <w:szCs w:val="20"/>
        </w:rPr>
        <w:t>’</w:t>
      </w:r>
      <w:r w:rsidR="001B73FA" w:rsidRPr="001B73FA">
        <w:rPr>
          <w:szCs w:val="20"/>
        </w:rPr>
        <w:t>homme au carrick</w:t>
      </w:r>
      <w:r w:rsidRPr="00A4769E">
        <w:rPr>
          <w:szCs w:val="20"/>
        </w:rPr>
        <w:t xml:space="preserve">, </w:t>
      </w:r>
      <w:r w:rsidR="001B73FA" w:rsidRPr="001B73FA">
        <w:rPr>
          <w:szCs w:val="20"/>
        </w:rPr>
        <w:t>et Dieu me pardonne si je n</w:t>
      </w:r>
      <w:r w:rsidRPr="00A4769E">
        <w:rPr>
          <w:szCs w:val="20"/>
        </w:rPr>
        <w:t>’</w:t>
      </w:r>
      <w:r w:rsidR="001B73FA" w:rsidRPr="001B73FA">
        <w:rPr>
          <w:szCs w:val="20"/>
        </w:rPr>
        <w:t>en suis pas un moi aussi</w:t>
      </w:r>
      <w:r w:rsidRPr="00A4769E">
        <w:rPr>
          <w:szCs w:val="20"/>
        </w:rPr>
        <w:t xml:space="preserve">, </w:t>
      </w:r>
      <w:r w:rsidR="001B73FA" w:rsidRPr="001B73FA">
        <w:rPr>
          <w:szCs w:val="20"/>
        </w:rPr>
        <w:t>de laisser parler les gens avant de les tuer</w:t>
      </w:r>
      <w:r w:rsidRPr="00A4769E">
        <w:rPr>
          <w:szCs w:val="20"/>
        </w:rPr>
        <w:t xml:space="preserve">. </w:t>
      </w:r>
      <w:r w:rsidR="001B73FA" w:rsidRPr="001B73FA">
        <w:rPr>
          <w:szCs w:val="20"/>
        </w:rPr>
        <w:t>Reprenez votre cachet</w:t>
      </w:r>
      <w:r w:rsidRPr="00A4769E">
        <w:rPr>
          <w:szCs w:val="20"/>
        </w:rPr>
        <w:t xml:space="preserve">, </w:t>
      </w:r>
      <w:r w:rsidR="001B73FA" w:rsidRPr="001B73FA">
        <w:rPr>
          <w:szCs w:val="20"/>
        </w:rPr>
        <w:t>monsieur</w:t>
      </w:r>
      <w:r w:rsidRPr="00A4769E">
        <w:rPr>
          <w:szCs w:val="20"/>
        </w:rPr>
        <w:t xml:space="preserve">, </w:t>
      </w:r>
      <w:r w:rsidR="001B73FA" w:rsidRPr="001B73FA">
        <w:rPr>
          <w:szCs w:val="20"/>
        </w:rPr>
        <w:t>je vous fais confiance</w:t>
      </w:r>
      <w:r w:rsidRPr="00A4769E">
        <w:rPr>
          <w:szCs w:val="20"/>
        </w:rPr>
        <w:t xml:space="preserve">. </w:t>
      </w:r>
      <w:r w:rsidR="001B73FA" w:rsidRPr="001B73FA">
        <w:rPr>
          <w:szCs w:val="20"/>
        </w:rPr>
        <w:t>Mais il faut m</w:t>
      </w:r>
      <w:r w:rsidRPr="00A4769E">
        <w:rPr>
          <w:szCs w:val="20"/>
        </w:rPr>
        <w:t>’</w:t>
      </w:r>
      <w:r w:rsidR="001B73FA" w:rsidRPr="001B73FA">
        <w:rPr>
          <w:szCs w:val="20"/>
        </w:rPr>
        <w:t>obéir tout de suite</w:t>
      </w:r>
      <w:r w:rsidRPr="00A4769E">
        <w:rPr>
          <w:szCs w:val="20"/>
        </w:rPr>
        <w:t xml:space="preserve">. </w:t>
      </w:r>
      <w:r w:rsidR="001B73FA" w:rsidRPr="001B73FA">
        <w:rPr>
          <w:szCs w:val="20"/>
        </w:rPr>
        <w:t>Je vous donne ma parole qu</w:t>
      </w:r>
      <w:r w:rsidRPr="00A4769E">
        <w:rPr>
          <w:szCs w:val="20"/>
        </w:rPr>
        <w:t>’</w:t>
      </w:r>
      <w:r w:rsidR="001B73FA" w:rsidRPr="001B73FA">
        <w:rPr>
          <w:szCs w:val="20"/>
        </w:rPr>
        <w:t>il n</w:t>
      </w:r>
      <w:r w:rsidRPr="00A4769E">
        <w:rPr>
          <w:szCs w:val="20"/>
        </w:rPr>
        <w:t>’</w:t>
      </w:r>
      <w:r w:rsidR="001B73FA" w:rsidRPr="001B73FA">
        <w:rPr>
          <w:szCs w:val="20"/>
        </w:rPr>
        <w:t>y a pas un instant à perdre</w:t>
      </w:r>
      <w:r w:rsidRPr="00A4769E">
        <w:rPr>
          <w:szCs w:val="20"/>
        </w:rPr>
        <w:t xml:space="preserve">. </w:t>
      </w:r>
      <w:r w:rsidR="001B73FA" w:rsidRPr="001B73FA">
        <w:rPr>
          <w:szCs w:val="20"/>
        </w:rPr>
        <w:t>Aidez-moi à porter ce bagage sous le couvert</w:t>
      </w:r>
      <w:r w:rsidRPr="00A4769E">
        <w:rPr>
          <w:szCs w:val="20"/>
        </w:rPr>
        <w:t>. »</w:t>
      </w:r>
      <w:r w:rsidR="001B73FA" w:rsidRPr="001B73FA">
        <w:rPr>
          <w:szCs w:val="20"/>
        </w:rPr>
        <w:t xml:space="preserve"> Ils entrèrent sous l</w:t>
      </w:r>
      <w:r w:rsidRPr="00A4769E">
        <w:rPr>
          <w:szCs w:val="20"/>
        </w:rPr>
        <w:t>’</w:t>
      </w:r>
      <w:r w:rsidR="001B73FA" w:rsidRPr="001B73FA">
        <w:rPr>
          <w:szCs w:val="20"/>
        </w:rPr>
        <w:t>ombre épaisse d</w:t>
      </w:r>
      <w:r w:rsidRPr="00A4769E">
        <w:rPr>
          <w:szCs w:val="20"/>
        </w:rPr>
        <w:t>’</w:t>
      </w:r>
      <w:r w:rsidR="001B73FA" w:rsidRPr="001B73FA">
        <w:rPr>
          <w:szCs w:val="20"/>
        </w:rPr>
        <w:t>une yeuse dont les branches tombaient jusqu</w:t>
      </w:r>
      <w:r w:rsidRPr="00A4769E">
        <w:rPr>
          <w:szCs w:val="20"/>
        </w:rPr>
        <w:t>’</w:t>
      </w:r>
      <w:r w:rsidR="001B73FA" w:rsidRPr="001B73FA">
        <w:rPr>
          <w:szCs w:val="20"/>
        </w:rPr>
        <w:t>à terre</w:t>
      </w:r>
      <w:r w:rsidRPr="00A4769E">
        <w:rPr>
          <w:szCs w:val="20"/>
        </w:rPr>
        <w:t xml:space="preserve">. </w:t>
      </w:r>
      <w:r w:rsidR="001B73FA" w:rsidRPr="001B73FA">
        <w:rPr>
          <w:szCs w:val="20"/>
        </w:rPr>
        <w:t>Ils y étaient à peine depuis un instant qu</w:t>
      </w:r>
      <w:r w:rsidRPr="00A4769E">
        <w:rPr>
          <w:szCs w:val="20"/>
        </w:rPr>
        <w:t>’</w:t>
      </w:r>
      <w:r w:rsidR="001B73FA" w:rsidRPr="001B73FA">
        <w:rPr>
          <w:szCs w:val="20"/>
        </w:rPr>
        <w:t>ils entendirent le galop d</w:t>
      </w:r>
      <w:r w:rsidRPr="00A4769E">
        <w:rPr>
          <w:szCs w:val="20"/>
        </w:rPr>
        <w:t>’</w:t>
      </w:r>
      <w:r w:rsidR="001B73FA" w:rsidRPr="001B73FA">
        <w:rPr>
          <w:szCs w:val="20"/>
        </w:rPr>
        <w:t>un cheval</w:t>
      </w:r>
      <w:r w:rsidRPr="00A4769E">
        <w:rPr>
          <w:szCs w:val="20"/>
        </w:rPr>
        <w:t xml:space="preserve">. </w:t>
      </w:r>
      <w:r w:rsidR="001B73FA" w:rsidRPr="001B73FA">
        <w:rPr>
          <w:szCs w:val="20"/>
        </w:rPr>
        <w:t xml:space="preserve">Le chemin qui joignait la </w:t>
      </w:r>
      <w:proofErr w:type="spellStart"/>
      <w:r w:rsidR="001B73FA" w:rsidRPr="001B73FA">
        <w:rPr>
          <w:szCs w:val="20"/>
        </w:rPr>
        <w:t>grand</w:t>
      </w:r>
      <w:r w:rsidR="003E7D52">
        <w:rPr>
          <w:szCs w:val="20"/>
        </w:rPr>
        <w:t>’</w:t>
      </w:r>
      <w:r w:rsidR="001B73FA" w:rsidRPr="001B73FA">
        <w:rPr>
          <w:szCs w:val="20"/>
        </w:rPr>
        <w:t>route</w:t>
      </w:r>
      <w:proofErr w:type="spellEnd"/>
      <w:r w:rsidR="001B73FA" w:rsidRPr="001B73FA">
        <w:rPr>
          <w:szCs w:val="20"/>
        </w:rPr>
        <w:t xml:space="preserve"> était entièrement éclairé par la lune</w:t>
      </w:r>
      <w:r w:rsidRPr="00A4769E">
        <w:rPr>
          <w:szCs w:val="20"/>
        </w:rPr>
        <w:t xml:space="preserve">. </w:t>
      </w:r>
      <w:r w:rsidR="001B73FA" w:rsidRPr="001B73FA">
        <w:rPr>
          <w:szCs w:val="20"/>
        </w:rPr>
        <w:t>Il venait de collines qu</w:t>
      </w:r>
      <w:r w:rsidRPr="00A4769E">
        <w:rPr>
          <w:szCs w:val="20"/>
        </w:rPr>
        <w:t>’</w:t>
      </w:r>
      <w:r w:rsidR="001B73FA" w:rsidRPr="001B73FA">
        <w:rPr>
          <w:szCs w:val="20"/>
        </w:rPr>
        <w:t>on voyait moutonner plus loin</w:t>
      </w:r>
      <w:r w:rsidRPr="00A4769E">
        <w:rPr>
          <w:szCs w:val="20"/>
        </w:rPr>
        <w:t xml:space="preserve">, </w:t>
      </w:r>
      <w:r w:rsidR="001B73FA" w:rsidRPr="001B73FA">
        <w:rPr>
          <w:szCs w:val="20"/>
        </w:rPr>
        <w:t>toutes noires</w:t>
      </w:r>
      <w:r w:rsidRPr="00A4769E">
        <w:rPr>
          <w:szCs w:val="20"/>
        </w:rPr>
        <w:t xml:space="preserve">. </w:t>
      </w:r>
      <w:r w:rsidR="001B73FA" w:rsidRPr="001B73FA">
        <w:rPr>
          <w:szCs w:val="20"/>
        </w:rPr>
        <w:t>Il traversait une plainette qui formait clairière et que l</w:t>
      </w:r>
      <w:r w:rsidRPr="00A4769E">
        <w:rPr>
          <w:szCs w:val="20"/>
        </w:rPr>
        <w:t>’</w:t>
      </w:r>
      <w:r w:rsidR="001B73FA" w:rsidRPr="001B73FA">
        <w:rPr>
          <w:szCs w:val="20"/>
        </w:rPr>
        <w:t>yeuse dominait</w:t>
      </w:r>
      <w:r w:rsidRPr="00A4769E">
        <w:rPr>
          <w:szCs w:val="20"/>
        </w:rPr>
        <w:t>. « </w:t>
      </w:r>
      <w:r w:rsidR="001B73FA" w:rsidRPr="001B73FA">
        <w:rPr>
          <w:szCs w:val="20"/>
        </w:rPr>
        <w:t>Ce n</w:t>
      </w:r>
      <w:r w:rsidRPr="00A4769E">
        <w:rPr>
          <w:szCs w:val="20"/>
        </w:rPr>
        <w:t>’</w:t>
      </w:r>
      <w:r w:rsidR="001B73FA" w:rsidRPr="001B73FA">
        <w:rPr>
          <w:szCs w:val="20"/>
        </w:rPr>
        <w:t>est pas le cocher de votre frère</w:t>
      </w:r>
      <w:r w:rsidRPr="00A4769E">
        <w:rPr>
          <w:szCs w:val="20"/>
        </w:rPr>
        <w:t xml:space="preserve">, </w:t>
      </w:r>
      <w:r w:rsidR="001B73FA" w:rsidRPr="001B73FA">
        <w:rPr>
          <w:szCs w:val="20"/>
        </w:rPr>
        <w:t>du moins je l</w:t>
      </w:r>
      <w:r w:rsidRPr="00A4769E">
        <w:rPr>
          <w:szCs w:val="20"/>
        </w:rPr>
        <w:t>’</w:t>
      </w:r>
      <w:r w:rsidR="001B73FA" w:rsidRPr="001B73FA">
        <w:rPr>
          <w:szCs w:val="20"/>
        </w:rPr>
        <w:t>espère</w:t>
      </w:r>
      <w:r w:rsidRPr="00A4769E">
        <w:rPr>
          <w:szCs w:val="20"/>
        </w:rPr>
        <w:t xml:space="preserve">, </w:t>
      </w:r>
      <w:r w:rsidR="001B73FA" w:rsidRPr="001B73FA">
        <w:rPr>
          <w:szCs w:val="20"/>
        </w:rPr>
        <w:t>dit à voix basse l</w:t>
      </w:r>
      <w:r w:rsidRPr="00A4769E">
        <w:rPr>
          <w:szCs w:val="20"/>
        </w:rPr>
        <w:t>’</w:t>
      </w:r>
      <w:r w:rsidR="001B73FA" w:rsidRPr="001B73FA">
        <w:rPr>
          <w:szCs w:val="20"/>
        </w:rPr>
        <w:t>homme au carrick</w:t>
      </w:r>
      <w:r w:rsidRPr="00A4769E">
        <w:rPr>
          <w:szCs w:val="20"/>
        </w:rPr>
        <w:t>.</w:t>
      </w:r>
    </w:p>
    <w:p w14:paraId="4631DE37" w14:textId="2A92E656" w:rsidR="00462692" w:rsidRPr="00A4769E" w:rsidRDefault="00462692" w:rsidP="001B73FA">
      <w:pPr>
        <w:rPr>
          <w:szCs w:val="20"/>
        </w:rPr>
      </w:pPr>
      <w:r w:rsidRPr="00A4769E">
        <w:rPr>
          <w:szCs w:val="20"/>
        </w:rPr>
        <w:t>— </w:t>
      </w:r>
      <w:r w:rsidR="001B73FA" w:rsidRPr="001B73FA">
        <w:rPr>
          <w:szCs w:val="20"/>
        </w:rPr>
        <w:t>Je ne le pense pas non plus</w:t>
      </w:r>
      <w:r w:rsidRPr="00A4769E">
        <w:rPr>
          <w:szCs w:val="20"/>
        </w:rPr>
        <w:t xml:space="preserve">, </w:t>
      </w:r>
      <w:r w:rsidR="001B73FA" w:rsidRPr="001B73FA">
        <w:rPr>
          <w:szCs w:val="20"/>
        </w:rPr>
        <w:t>répondit la Marquise</w:t>
      </w:r>
      <w:r w:rsidRPr="00A4769E">
        <w:rPr>
          <w:szCs w:val="20"/>
        </w:rPr>
        <w:t xml:space="preserve">, </w:t>
      </w:r>
      <w:r w:rsidR="001B73FA" w:rsidRPr="001B73FA">
        <w:rPr>
          <w:szCs w:val="20"/>
        </w:rPr>
        <w:t>à moins qu</w:t>
      </w:r>
      <w:r w:rsidRPr="00A4769E">
        <w:rPr>
          <w:szCs w:val="20"/>
        </w:rPr>
        <w:t>’</w:t>
      </w:r>
      <w:r w:rsidR="001B73FA" w:rsidRPr="001B73FA">
        <w:rPr>
          <w:szCs w:val="20"/>
        </w:rPr>
        <w:t>il n</w:t>
      </w:r>
      <w:r w:rsidRPr="00A4769E">
        <w:rPr>
          <w:szCs w:val="20"/>
        </w:rPr>
        <w:t>’</w:t>
      </w:r>
      <w:r w:rsidR="001B73FA" w:rsidRPr="001B73FA">
        <w:rPr>
          <w:szCs w:val="20"/>
        </w:rPr>
        <w:t>ait eu l</w:t>
      </w:r>
      <w:r w:rsidRPr="00A4769E">
        <w:rPr>
          <w:szCs w:val="20"/>
        </w:rPr>
        <w:t>’</w:t>
      </w:r>
      <w:r w:rsidR="001B73FA" w:rsidRPr="001B73FA">
        <w:rPr>
          <w:szCs w:val="20"/>
        </w:rPr>
        <w:t>intention de me porter en croupe</w:t>
      </w:r>
      <w:r w:rsidRPr="00A4769E">
        <w:rPr>
          <w:szCs w:val="20"/>
        </w:rPr>
        <w:t>. »</w:t>
      </w:r>
      <w:r w:rsidR="001B73FA" w:rsidRPr="001B73FA">
        <w:rPr>
          <w:szCs w:val="20"/>
        </w:rPr>
        <w:t xml:space="preserve"> Le </w:t>
      </w:r>
      <w:r w:rsidR="001B73FA" w:rsidRPr="001B73FA">
        <w:rPr>
          <w:szCs w:val="20"/>
        </w:rPr>
        <w:lastRenderedPageBreak/>
        <w:t>cavalier entra dans le découvert</w:t>
      </w:r>
      <w:r w:rsidRPr="00A4769E">
        <w:rPr>
          <w:szCs w:val="20"/>
        </w:rPr>
        <w:t>. « </w:t>
      </w:r>
      <w:r w:rsidR="001B73FA" w:rsidRPr="001B73FA">
        <w:rPr>
          <w:szCs w:val="20"/>
        </w:rPr>
        <w:t>Ce n</w:t>
      </w:r>
      <w:r w:rsidRPr="00A4769E">
        <w:rPr>
          <w:szCs w:val="20"/>
        </w:rPr>
        <w:t>’</w:t>
      </w:r>
      <w:r w:rsidR="001B73FA" w:rsidRPr="001B73FA">
        <w:rPr>
          <w:szCs w:val="20"/>
        </w:rPr>
        <w:t>est pas un paysan</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il monte si bien que le cheval prend un plaisir extrême</w:t>
      </w:r>
      <w:r w:rsidRPr="00A4769E">
        <w:rPr>
          <w:szCs w:val="20"/>
        </w:rPr>
        <w:t>. »</w:t>
      </w:r>
      <w:r w:rsidR="001B73FA" w:rsidRPr="001B73FA">
        <w:rPr>
          <w:szCs w:val="20"/>
        </w:rPr>
        <w:t xml:space="preserve"> Il y avait en effet une sorte de jeu de hasard très noble et très harmonieux dans le pas dont le cheval allongeait son galop</w:t>
      </w:r>
      <w:r w:rsidRPr="00A4769E">
        <w:rPr>
          <w:szCs w:val="20"/>
        </w:rPr>
        <w:t xml:space="preserve">. </w:t>
      </w:r>
      <w:r w:rsidR="001B73FA" w:rsidRPr="001B73FA">
        <w:rPr>
          <w:szCs w:val="20"/>
        </w:rPr>
        <w:t>Le cavalier s</w:t>
      </w:r>
      <w:r w:rsidRPr="00A4769E">
        <w:rPr>
          <w:szCs w:val="20"/>
        </w:rPr>
        <w:t>’</w:t>
      </w:r>
      <w:r w:rsidR="001B73FA" w:rsidRPr="001B73FA">
        <w:rPr>
          <w:szCs w:val="20"/>
        </w:rPr>
        <w:t>arrêta bien avant le carrefour</w:t>
      </w:r>
      <w:r w:rsidRPr="00A4769E">
        <w:rPr>
          <w:szCs w:val="20"/>
        </w:rPr>
        <w:t xml:space="preserve">, </w:t>
      </w:r>
      <w:r w:rsidR="001B73FA" w:rsidRPr="001B73FA">
        <w:rPr>
          <w:szCs w:val="20"/>
        </w:rPr>
        <w:t>et il s</w:t>
      </w:r>
      <w:r w:rsidRPr="00A4769E">
        <w:rPr>
          <w:szCs w:val="20"/>
        </w:rPr>
        <w:t>’</w:t>
      </w:r>
      <w:r w:rsidR="001B73FA" w:rsidRPr="001B73FA">
        <w:rPr>
          <w:szCs w:val="20"/>
        </w:rPr>
        <w:t xml:space="preserve">approcha de la </w:t>
      </w:r>
      <w:proofErr w:type="spellStart"/>
      <w:r w:rsidR="001B73FA" w:rsidRPr="001B73FA">
        <w:rPr>
          <w:szCs w:val="20"/>
        </w:rPr>
        <w:t>grand</w:t>
      </w:r>
      <w:r w:rsidR="003E7D52">
        <w:rPr>
          <w:szCs w:val="20"/>
        </w:rPr>
        <w:t>’</w:t>
      </w:r>
      <w:r w:rsidR="001B73FA" w:rsidRPr="001B73FA">
        <w:rPr>
          <w:szCs w:val="20"/>
        </w:rPr>
        <w:t>route</w:t>
      </w:r>
      <w:proofErr w:type="spellEnd"/>
      <w:r w:rsidR="001B73FA" w:rsidRPr="001B73FA">
        <w:rPr>
          <w:szCs w:val="20"/>
        </w:rPr>
        <w:t xml:space="preserve"> au pas</w:t>
      </w:r>
      <w:r w:rsidRPr="00A4769E">
        <w:rPr>
          <w:szCs w:val="20"/>
        </w:rPr>
        <w:t xml:space="preserve">, </w:t>
      </w:r>
      <w:r w:rsidR="001B73FA" w:rsidRPr="001B73FA">
        <w:rPr>
          <w:szCs w:val="20"/>
        </w:rPr>
        <w:t>en prenant soin de faire marcher son cheval dans l</w:t>
      </w:r>
      <w:r w:rsidRPr="00A4769E">
        <w:rPr>
          <w:szCs w:val="20"/>
        </w:rPr>
        <w:t>’</w:t>
      </w:r>
      <w:r w:rsidR="001B73FA" w:rsidRPr="001B73FA">
        <w:rPr>
          <w:szCs w:val="20"/>
        </w:rPr>
        <w:t>herbe des bas-côtés pour ne pas faire de bruit</w:t>
      </w:r>
      <w:r w:rsidRPr="00A4769E">
        <w:rPr>
          <w:szCs w:val="20"/>
        </w:rPr>
        <w:t xml:space="preserve">. </w:t>
      </w:r>
      <w:r w:rsidR="001B73FA" w:rsidRPr="001B73FA">
        <w:rPr>
          <w:szCs w:val="20"/>
        </w:rPr>
        <w:t>Juste à la croisée il s</w:t>
      </w:r>
      <w:r w:rsidRPr="00A4769E">
        <w:rPr>
          <w:szCs w:val="20"/>
        </w:rPr>
        <w:t>’</w:t>
      </w:r>
      <w:r w:rsidR="001B73FA" w:rsidRPr="001B73FA">
        <w:rPr>
          <w:szCs w:val="20"/>
        </w:rPr>
        <w:t>arrêta et resta immobile</w:t>
      </w:r>
      <w:r w:rsidRPr="00A4769E">
        <w:rPr>
          <w:szCs w:val="20"/>
        </w:rPr>
        <w:t xml:space="preserve">. </w:t>
      </w:r>
      <w:r w:rsidR="001B73FA" w:rsidRPr="001B73FA">
        <w:rPr>
          <w:szCs w:val="20"/>
        </w:rPr>
        <w:t>Au bout d</w:t>
      </w:r>
      <w:r w:rsidRPr="00A4769E">
        <w:rPr>
          <w:szCs w:val="20"/>
        </w:rPr>
        <w:t>’</w:t>
      </w:r>
      <w:r w:rsidR="001B73FA" w:rsidRPr="001B73FA">
        <w:rPr>
          <w:szCs w:val="20"/>
        </w:rPr>
        <w:t>un petit moment</w:t>
      </w:r>
      <w:r w:rsidRPr="00A4769E">
        <w:rPr>
          <w:szCs w:val="20"/>
        </w:rPr>
        <w:t xml:space="preserve">, </w:t>
      </w:r>
      <w:r w:rsidR="001B73FA" w:rsidRPr="001B73FA">
        <w:rPr>
          <w:szCs w:val="20"/>
        </w:rPr>
        <w:t>cette immobilité parut parfaitement magique</w:t>
      </w:r>
      <w:r w:rsidRPr="00A4769E">
        <w:rPr>
          <w:szCs w:val="20"/>
        </w:rPr>
        <w:t xml:space="preserve"> : </w:t>
      </w:r>
      <w:r w:rsidR="001B73FA" w:rsidRPr="001B73FA">
        <w:rPr>
          <w:szCs w:val="20"/>
        </w:rPr>
        <w:t>le cheval ne fit pas une fois tinter son mors</w:t>
      </w:r>
      <w:r w:rsidRPr="00A4769E">
        <w:rPr>
          <w:szCs w:val="20"/>
        </w:rPr>
        <w:t xml:space="preserve"> ; </w:t>
      </w:r>
      <w:r w:rsidR="001B73FA" w:rsidRPr="001B73FA">
        <w:rPr>
          <w:szCs w:val="20"/>
        </w:rPr>
        <w:t>sa longue queue tombait aussi raide que du fer</w:t>
      </w:r>
      <w:r w:rsidRPr="00A4769E">
        <w:rPr>
          <w:szCs w:val="20"/>
        </w:rPr>
        <w:t xml:space="preserve"> ; </w:t>
      </w:r>
      <w:r w:rsidR="001B73FA" w:rsidRPr="001B73FA">
        <w:rPr>
          <w:szCs w:val="20"/>
        </w:rPr>
        <w:t>et sur le cavalier qui était sanglé dans une redingote</w:t>
      </w:r>
      <w:r w:rsidRPr="00A4769E">
        <w:rPr>
          <w:szCs w:val="20"/>
        </w:rPr>
        <w:t xml:space="preserve">, </w:t>
      </w:r>
      <w:r w:rsidR="001B73FA" w:rsidRPr="001B73FA">
        <w:rPr>
          <w:szCs w:val="20"/>
        </w:rPr>
        <w:t>mais serrée à la taille par une ceinture</w:t>
      </w:r>
      <w:r w:rsidRPr="00A4769E">
        <w:rPr>
          <w:szCs w:val="20"/>
        </w:rPr>
        <w:t xml:space="preserve">, </w:t>
      </w:r>
      <w:r w:rsidR="001B73FA" w:rsidRPr="001B73FA">
        <w:rPr>
          <w:szCs w:val="20"/>
        </w:rPr>
        <w:t>le brillant de la boucle ne bougeait pas</w:t>
      </w:r>
      <w:r w:rsidRPr="00A4769E">
        <w:rPr>
          <w:szCs w:val="20"/>
        </w:rPr>
        <w:t xml:space="preserve">. </w:t>
      </w:r>
      <w:r w:rsidR="001B73FA" w:rsidRPr="001B73FA">
        <w:rPr>
          <w:szCs w:val="20"/>
        </w:rPr>
        <w:t>Enfin</w:t>
      </w:r>
      <w:r w:rsidRPr="00A4769E">
        <w:rPr>
          <w:szCs w:val="20"/>
        </w:rPr>
        <w:t xml:space="preserve">, </w:t>
      </w:r>
      <w:r w:rsidR="001B73FA" w:rsidRPr="001B73FA">
        <w:rPr>
          <w:szCs w:val="20"/>
        </w:rPr>
        <w:t>sans se cacher sous l</w:t>
      </w:r>
      <w:r w:rsidRPr="00A4769E">
        <w:rPr>
          <w:szCs w:val="20"/>
        </w:rPr>
        <w:t>’</w:t>
      </w:r>
      <w:r w:rsidR="001B73FA" w:rsidRPr="001B73FA">
        <w:rPr>
          <w:szCs w:val="20"/>
        </w:rPr>
        <w:t>abri des arbres</w:t>
      </w:r>
      <w:r w:rsidRPr="00A4769E">
        <w:rPr>
          <w:szCs w:val="20"/>
        </w:rPr>
        <w:t xml:space="preserve">, </w:t>
      </w:r>
      <w:r w:rsidR="001B73FA" w:rsidRPr="001B73FA">
        <w:rPr>
          <w:szCs w:val="20"/>
        </w:rPr>
        <w:t>il s</w:t>
      </w:r>
      <w:r w:rsidRPr="00A4769E">
        <w:rPr>
          <w:szCs w:val="20"/>
        </w:rPr>
        <w:t>’</w:t>
      </w:r>
      <w:r w:rsidR="001B73FA" w:rsidRPr="001B73FA">
        <w:rPr>
          <w:szCs w:val="20"/>
        </w:rPr>
        <w:t>était si bien porté à la lisière où la lune se brisait entre les feuilles que l</w:t>
      </w:r>
      <w:r w:rsidRPr="00A4769E">
        <w:rPr>
          <w:szCs w:val="20"/>
        </w:rPr>
        <w:t>’</w:t>
      </w:r>
      <w:r w:rsidR="001B73FA" w:rsidRPr="001B73FA">
        <w:rPr>
          <w:szCs w:val="20"/>
        </w:rPr>
        <w:t>éparpillement des taches de lumière et d</w:t>
      </w:r>
      <w:r w:rsidRPr="00A4769E">
        <w:rPr>
          <w:szCs w:val="20"/>
        </w:rPr>
        <w:t>’</w:t>
      </w:r>
      <w:r w:rsidR="001B73FA" w:rsidRPr="001B73FA">
        <w:rPr>
          <w:szCs w:val="20"/>
        </w:rPr>
        <w:t>ombre l</w:t>
      </w:r>
      <w:r w:rsidRPr="00A4769E">
        <w:rPr>
          <w:szCs w:val="20"/>
        </w:rPr>
        <w:t>’</w:t>
      </w:r>
      <w:r w:rsidR="001B73FA" w:rsidRPr="001B73FA">
        <w:rPr>
          <w:szCs w:val="20"/>
        </w:rPr>
        <w:t>effaçait</w:t>
      </w:r>
      <w:r w:rsidRPr="00A4769E">
        <w:rPr>
          <w:szCs w:val="20"/>
        </w:rPr>
        <w:t xml:space="preserve">. </w:t>
      </w:r>
      <w:r w:rsidR="001B73FA" w:rsidRPr="001B73FA">
        <w:rPr>
          <w:szCs w:val="20"/>
        </w:rPr>
        <w:t>La nuit était pleine de rossignols qui se répondaient sous un ciel sonore comme une voûte d</w:t>
      </w:r>
      <w:r w:rsidRPr="00A4769E">
        <w:rPr>
          <w:szCs w:val="20"/>
        </w:rPr>
        <w:t>’</w:t>
      </w:r>
      <w:r w:rsidR="001B73FA" w:rsidRPr="001B73FA">
        <w:rPr>
          <w:szCs w:val="20"/>
        </w:rPr>
        <w:t>église</w:t>
      </w:r>
      <w:r w:rsidRPr="00A4769E">
        <w:rPr>
          <w:szCs w:val="20"/>
        </w:rPr>
        <w:t>. « </w:t>
      </w:r>
      <w:r w:rsidR="001B73FA" w:rsidRPr="001B73FA">
        <w:rPr>
          <w:szCs w:val="20"/>
        </w:rPr>
        <w:t>C</w:t>
      </w:r>
      <w:r w:rsidRPr="00A4769E">
        <w:rPr>
          <w:szCs w:val="20"/>
        </w:rPr>
        <w:t>’</w:t>
      </w:r>
      <w:r w:rsidR="001B73FA" w:rsidRPr="001B73FA">
        <w:rPr>
          <w:szCs w:val="20"/>
        </w:rPr>
        <w:t>est un rêveur</w:t>
      </w:r>
      <w:r w:rsidRPr="00A4769E">
        <w:rPr>
          <w:szCs w:val="20"/>
        </w:rPr>
        <w:t xml:space="preserve"> », </w:t>
      </w:r>
      <w:r w:rsidR="001B73FA" w:rsidRPr="001B73FA">
        <w:rPr>
          <w:szCs w:val="20"/>
        </w:rPr>
        <w:t>souffla la Marquise</w:t>
      </w:r>
      <w:r w:rsidRPr="00A4769E">
        <w:rPr>
          <w:szCs w:val="20"/>
        </w:rPr>
        <w:t xml:space="preserve">. </w:t>
      </w:r>
      <w:r w:rsidR="001B73FA" w:rsidRPr="001B73FA">
        <w:rPr>
          <w:szCs w:val="20"/>
        </w:rPr>
        <w:t>L</w:t>
      </w:r>
      <w:r w:rsidRPr="00A4769E">
        <w:rPr>
          <w:szCs w:val="20"/>
        </w:rPr>
        <w:t>’</w:t>
      </w:r>
      <w:r w:rsidR="001B73FA" w:rsidRPr="001B73FA">
        <w:rPr>
          <w:szCs w:val="20"/>
        </w:rPr>
        <w:t>homme au carrick mit un doigt en travers de ses lèvres</w:t>
      </w:r>
      <w:r w:rsidRPr="00A4769E">
        <w:rPr>
          <w:szCs w:val="20"/>
        </w:rPr>
        <w:t xml:space="preserve">. </w:t>
      </w:r>
      <w:r w:rsidR="001B73FA" w:rsidRPr="001B73FA">
        <w:rPr>
          <w:szCs w:val="20"/>
        </w:rPr>
        <w:t>Après un temps inappréciable de cette fascinante immobilité</w:t>
      </w:r>
      <w:r w:rsidRPr="00A4769E">
        <w:rPr>
          <w:szCs w:val="20"/>
        </w:rPr>
        <w:t xml:space="preserve">, </w:t>
      </w:r>
      <w:r w:rsidR="001B73FA" w:rsidRPr="001B73FA">
        <w:rPr>
          <w:szCs w:val="20"/>
        </w:rPr>
        <w:t>le cavalier commença à bouger avec d</w:t>
      </w:r>
      <w:r w:rsidRPr="00A4769E">
        <w:rPr>
          <w:szCs w:val="20"/>
        </w:rPr>
        <w:t>’</w:t>
      </w:r>
      <w:r w:rsidR="001B73FA" w:rsidRPr="001B73FA">
        <w:rPr>
          <w:szCs w:val="20"/>
        </w:rPr>
        <w:t>extrêmes précautions et même à se rapprocher de l</w:t>
      </w:r>
      <w:r w:rsidRPr="00A4769E">
        <w:rPr>
          <w:szCs w:val="20"/>
        </w:rPr>
        <w:t>’</w:t>
      </w:r>
      <w:r w:rsidR="001B73FA" w:rsidRPr="001B73FA">
        <w:rPr>
          <w:szCs w:val="20"/>
        </w:rPr>
        <w:t>yeuse</w:t>
      </w:r>
      <w:r w:rsidRPr="00A4769E">
        <w:rPr>
          <w:szCs w:val="20"/>
        </w:rPr>
        <w:t xml:space="preserve">. </w:t>
      </w:r>
      <w:r w:rsidR="001B73FA" w:rsidRPr="001B73FA">
        <w:rPr>
          <w:szCs w:val="20"/>
        </w:rPr>
        <w:t>Il passa à frôler les branches de l</w:t>
      </w:r>
      <w:r w:rsidRPr="00A4769E">
        <w:rPr>
          <w:szCs w:val="20"/>
        </w:rPr>
        <w:t>’</w:t>
      </w:r>
      <w:r w:rsidR="001B73FA" w:rsidRPr="001B73FA">
        <w:rPr>
          <w:szCs w:val="20"/>
        </w:rPr>
        <w:t>arbre</w:t>
      </w:r>
      <w:r w:rsidRPr="00A4769E">
        <w:rPr>
          <w:szCs w:val="20"/>
        </w:rPr>
        <w:t xml:space="preserve">. </w:t>
      </w:r>
      <w:r w:rsidR="001B73FA" w:rsidRPr="001B73FA">
        <w:rPr>
          <w:szCs w:val="20"/>
        </w:rPr>
        <w:t>Il avait le visage entièrement noir</w:t>
      </w:r>
      <w:r w:rsidRPr="00A4769E">
        <w:rPr>
          <w:szCs w:val="20"/>
        </w:rPr>
        <w:t xml:space="preserve">. </w:t>
      </w:r>
      <w:r w:rsidR="001B73FA" w:rsidRPr="001B73FA">
        <w:rPr>
          <w:szCs w:val="20"/>
        </w:rPr>
        <w:t>Sous son chapeau de feutre</w:t>
      </w:r>
      <w:r w:rsidRPr="00A4769E">
        <w:rPr>
          <w:szCs w:val="20"/>
        </w:rPr>
        <w:t xml:space="preserve">, </w:t>
      </w:r>
      <w:r w:rsidR="001B73FA" w:rsidRPr="001B73FA">
        <w:rPr>
          <w:szCs w:val="20"/>
        </w:rPr>
        <w:t>il portait une sorte de masque d</w:t>
      </w:r>
      <w:r w:rsidRPr="00A4769E">
        <w:rPr>
          <w:szCs w:val="20"/>
        </w:rPr>
        <w:t>’</w:t>
      </w:r>
      <w:r w:rsidR="001B73FA" w:rsidRPr="001B73FA">
        <w:rPr>
          <w:szCs w:val="20"/>
        </w:rPr>
        <w:t>étoffe qui descendait jusque dans le col de sa redingote</w:t>
      </w:r>
      <w:r w:rsidRPr="00A4769E">
        <w:rPr>
          <w:szCs w:val="20"/>
        </w:rPr>
        <w:t xml:space="preserve">. </w:t>
      </w:r>
      <w:r w:rsidR="001B73FA" w:rsidRPr="001B73FA">
        <w:rPr>
          <w:szCs w:val="20"/>
        </w:rPr>
        <w:t xml:space="preserve">Il traversa la </w:t>
      </w:r>
      <w:proofErr w:type="spellStart"/>
      <w:r w:rsidR="001B73FA" w:rsidRPr="001B73FA">
        <w:rPr>
          <w:szCs w:val="20"/>
        </w:rPr>
        <w:t>grand</w:t>
      </w:r>
      <w:r w:rsidR="007D5B7F">
        <w:rPr>
          <w:szCs w:val="20"/>
        </w:rPr>
        <w:t>’</w:t>
      </w:r>
      <w:r w:rsidR="001B73FA" w:rsidRPr="001B73FA">
        <w:rPr>
          <w:szCs w:val="20"/>
        </w:rPr>
        <w:t>route</w:t>
      </w:r>
      <w:proofErr w:type="spellEnd"/>
      <w:r w:rsidR="001B73FA" w:rsidRPr="001B73FA">
        <w:rPr>
          <w:szCs w:val="20"/>
        </w:rPr>
        <w:t xml:space="preserve"> en faisant moins de bruit que les rossignols et il entra sous le couvert de l</w:t>
      </w:r>
      <w:r w:rsidRPr="00A4769E">
        <w:rPr>
          <w:szCs w:val="20"/>
        </w:rPr>
        <w:t>’</w:t>
      </w:r>
      <w:r w:rsidR="001B73FA" w:rsidRPr="001B73FA">
        <w:rPr>
          <w:szCs w:val="20"/>
        </w:rPr>
        <w:t>autre côté</w:t>
      </w:r>
      <w:r w:rsidRPr="00A4769E">
        <w:rPr>
          <w:szCs w:val="20"/>
        </w:rPr>
        <w:t>. « </w:t>
      </w:r>
      <w:r w:rsidR="001B73FA" w:rsidRPr="001B73FA">
        <w:rPr>
          <w:szCs w:val="20"/>
        </w:rPr>
        <w:t>Si je ne m</w:t>
      </w:r>
      <w:r w:rsidRPr="00A4769E">
        <w:rPr>
          <w:szCs w:val="20"/>
        </w:rPr>
        <w:t>’</w:t>
      </w:r>
      <w:r w:rsidR="001B73FA" w:rsidRPr="001B73FA">
        <w:rPr>
          <w:szCs w:val="20"/>
        </w:rPr>
        <w:t>abuse</w:t>
      </w:r>
      <w:r w:rsidRPr="00A4769E">
        <w:rPr>
          <w:szCs w:val="20"/>
        </w:rPr>
        <w:t xml:space="preserve">, </w:t>
      </w:r>
      <w:r w:rsidR="001B73FA" w:rsidRPr="001B73FA">
        <w:rPr>
          <w:szCs w:val="20"/>
        </w:rPr>
        <w:t>souffla la Marquise</w:t>
      </w:r>
      <w:r w:rsidRPr="00A4769E">
        <w:rPr>
          <w:szCs w:val="20"/>
        </w:rPr>
        <w:t xml:space="preserve">, </w:t>
      </w:r>
      <w:r w:rsidR="001B73FA" w:rsidRPr="001B73FA">
        <w:rPr>
          <w:szCs w:val="20"/>
        </w:rPr>
        <w:t>voilà un de vos fameux ecclésiastiques</w:t>
      </w:r>
      <w:r w:rsidRPr="00A4769E">
        <w:rPr>
          <w:szCs w:val="20"/>
        </w:rPr>
        <w:t>.</w:t>
      </w:r>
    </w:p>
    <w:p w14:paraId="0226C265" w14:textId="471F8BD5" w:rsidR="00462692" w:rsidRPr="00A4769E" w:rsidRDefault="00462692" w:rsidP="001B73FA">
      <w:pPr>
        <w:rPr>
          <w:szCs w:val="20"/>
        </w:rPr>
      </w:pPr>
      <w:r w:rsidRPr="00A4769E">
        <w:rPr>
          <w:szCs w:val="20"/>
        </w:rPr>
        <w:t>— </w:t>
      </w:r>
      <w:r w:rsidR="001B73FA" w:rsidRPr="001B73FA">
        <w:rPr>
          <w:szCs w:val="20"/>
        </w:rPr>
        <w:t>Et vous pouvez vous vanter</w:t>
      </w:r>
      <w:r w:rsidRPr="00A4769E">
        <w:rPr>
          <w:szCs w:val="20"/>
        </w:rPr>
        <w:t xml:space="preserve">, </w:t>
      </w:r>
      <w:r w:rsidR="001B73FA" w:rsidRPr="001B73FA">
        <w:rPr>
          <w:szCs w:val="20"/>
        </w:rPr>
        <w:t>dit l</w:t>
      </w:r>
      <w:r w:rsidRPr="00A4769E">
        <w:rPr>
          <w:szCs w:val="20"/>
        </w:rPr>
        <w:t>’</w:t>
      </w:r>
      <w:r w:rsidR="001B73FA" w:rsidRPr="001B73FA">
        <w:rPr>
          <w:szCs w:val="20"/>
        </w:rPr>
        <w:t>homme au carrick</w:t>
      </w:r>
      <w:r w:rsidRPr="00A4769E">
        <w:rPr>
          <w:szCs w:val="20"/>
        </w:rPr>
        <w:t xml:space="preserve">, </w:t>
      </w:r>
      <w:r w:rsidR="001B73FA" w:rsidRPr="001B73FA">
        <w:rPr>
          <w:szCs w:val="20"/>
        </w:rPr>
        <w:t>de m</w:t>
      </w:r>
      <w:r w:rsidRPr="00A4769E">
        <w:rPr>
          <w:szCs w:val="20"/>
        </w:rPr>
        <w:t>’</w:t>
      </w:r>
      <w:r w:rsidR="001B73FA" w:rsidRPr="001B73FA">
        <w:rPr>
          <w:szCs w:val="20"/>
        </w:rPr>
        <w:t>avoir fait rater ce soir un assez joli petit conclave</w:t>
      </w:r>
      <w:r w:rsidRPr="00A4769E">
        <w:rPr>
          <w:szCs w:val="20"/>
        </w:rPr>
        <w:t xml:space="preserve">. </w:t>
      </w:r>
      <w:r w:rsidR="001B73FA" w:rsidRPr="001B73FA">
        <w:rPr>
          <w:szCs w:val="20"/>
        </w:rPr>
        <w:t>Avez-vous de bons yeux</w:t>
      </w:r>
      <w:r w:rsidRPr="00A4769E">
        <w:rPr>
          <w:szCs w:val="20"/>
        </w:rPr>
        <w:t xml:space="preserve"> ? </w:t>
      </w:r>
      <w:r w:rsidR="001B73FA" w:rsidRPr="001B73FA">
        <w:rPr>
          <w:szCs w:val="20"/>
        </w:rPr>
        <w:t>dit-il à Angelo</w:t>
      </w:r>
      <w:r w:rsidRPr="00A4769E">
        <w:rPr>
          <w:szCs w:val="20"/>
        </w:rPr>
        <w:t>.</w:t>
      </w:r>
    </w:p>
    <w:p w14:paraId="23FC4B13" w14:textId="71DB2134" w:rsidR="00462692" w:rsidRPr="00A4769E" w:rsidRDefault="00462692" w:rsidP="001B73FA">
      <w:pPr>
        <w:rPr>
          <w:szCs w:val="20"/>
        </w:rPr>
      </w:pPr>
      <w:r w:rsidRPr="00A4769E">
        <w:rPr>
          <w:szCs w:val="20"/>
        </w:rPr>
        <w:lastRenderedPageBreak/>
        <w:t>— </w:t>
      </w:r>
      <w:r w:rsidR="001B73FA" w:rsidRPr="001B73FA">
        <w:rPr>
          <w:szCs w:val="20"/>
        </w:rPr>
        <w:t>Excellents</w:t>
      </w:r>
      <w:r w:rsidRPr="00A4769E">
        <w:rPr>
          <w:szCs w:val="20"/>
        </w:rPr>
        <w:t xml:space="preserve">, </w:t>
      </w:r>
      <w:r w:rsidR="001B73FA" w:rsidRPr="001B73FA">
        <w:rPr>
          <w:szCs w:val="20"/>
        </w:rPr>
        <w:t>monsieur</w:t>
      </w:r>
      <w:r w:rsidRPr="00A4769E">
        <w:rPr>
          <w:szCs w:val="20"/>
        </w:rPr>
        <w:t>.</w:t>
      </w:r>
    </w:p>
    <w:p w14:paraId="20D8DC17" w14:textId="01C9D747" w:rsidR="00462692" w:rsidRPr="00A4769E" w:rsidRDefault="00462692" w:rsidP="001B73FA">
      <w:pPr>
        <w:rPr>
          <w:szCs w:val="20"/>
        </w:rPr>
      </w:pPr>
      <w:r w:rsidRPr="00A4769E">
        <w:rPr>
          <w:szCs w:val="20"/>
        </w:rPr>
        <w:t>— </w:t>
      </w:r>
      <w:r w:rsidR="001B73FA" w:rsidRPr="001B73FA">
        <w:rPr>
          <w:szCs w:val="20"/>
        </w:rPr>
        <w:t>Regardez à gauche de ce grand peuplier là-bas</w:t>
      </w:r>
      <w:r w:rsidRPr="00A4769E">
        <w:rPr>
          <w:szCs w:val="20"/>
        </w:rPr>
        <w:t xml:space="preserve">, </w:t>
      </w:r>
      <w:r w:rsidR="001B73FA" w:rsidRPr="001B73FA">
        <w:rPr>
          <w:szCs w:val="20"/>
        </w:rPr>
        <w:t>tout de suite après le champ de blé</w:t>
      </w:r>
      <w:r w:rsidRPr="00A4769E">
        <w:rPr>
          <w:szCs w:val="20"/>
        </w:rPr>
        <w:t xml:space="preserve">. </w:t>
      </w:r>
      <w:r w:rsidR="001B73FA" w:rsidRPr="001B73FA">
        <w:rPr>
          <w:szCs w:val="20"/>
        </w:rPr>
        <w:t>N</w:t>
      </w:r>
      <w:r w:rsidRPr="00A4769E">
        <w:rPr>
          <w:szCs w:val="20"/>
        </w:rPr>
        <w:t>’</w:t>
      </w:r>
      <w:r w:rsidR="001B73FA" w:rsidRPr="001B73FA">
        <w:rPr>
          <w:szCs w:val="20"/>
        </w:rPr>
        <w:t>y voyez-vous pas de petits éclairs froids</w:t>
      </w:r>
      <w:r w:rsidRPr="00A4769E">
        <w:rPr>
          <w:szCs w:val="20"/>
        </w:rPr>
        <w:t> ?</w:t>
      </w:r>
    </w:p>
    <w:p w14:paraId="3A803413" w14:textId="69F52199" w:rsidR="00462692" w:rsidRPr="00A4769E" w:rsidRDefault="00462692" w:rsidP="001B73FA">
      <w:pPr>
        <w:rPr>
          <w:szCs w:val="20"/>
        </w:rPr>
      </w:pPr>
      <w:r w:rsidRPr="00A4769E">
        <w:rPr>
          <w:szCs w:val="20"/>
        </w:rPr>
        <w:t>— </w:t>
      </w:r>
      <w:r w:rsidR="001B73FA" w:rsidRPr="001B73FA">
        <w:rPr>
          <w:szCs w:val="20"/>
        </w:rPr>
        <w:t>Je les vois parfaitement</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et si vous voulez mon sentiment</w:t>
      </w:r>
      <w:r w:rsidRPr="00A4769E">
        <w:rPr>
          <w:szCs w:val="20"/>
        </w:rPr>
        <w:t xml:space="preserve">, </w:t>
      </w:r>
      <w:r w:rsidR="001B73FA" w:rsidRPr="001B73FA">
        <w:rPr>
          <w:szCs w:val="20"/>
        </w:rPr>
        <w:t>il y a là-bas trois ou quatre chevaux moins bien montés que celui que nous venons de voir et qui secouent leurs gourmettes</w:t>
      </w:r>
      <w:r w:rsidRPr="00A4769E">
        <w:rPr>
          <w:szCs w:val="20"/>
        </w:rPr>
        <w:t>. »</w:t>
      </w:r>
      <w:r w:rsidR="001B73FA" w:rsidRPr="001B73FA">
        <w:rPr>
          <w:szCs w:val="20"/>
        </w:rPr>
        <w:t xml:space="preserve"> Au bout d</w:t>
      </w:r>
      <w:r w:rsidRPr="00A4769E">
        <w:rPr>
          <w:szCs w:val="20"/>
        </w:rPr>
        <w:t>’</w:t>
      </w:r>
      <w:r w:rsidR="001B73FA" w:rsidRPr="001B73FA">
        <w:rPr>
          <w:szCs w:val="20"/>
        </w:rPr>
        <w:t>un moment on distingua là-bas des clignotements qui firent supposer que les cavaliers cachés bougeaient</w:t>
      </w:r>
      <w:r w:rsidRPr="00A4769E">
        <w:rPr>
          <w:szCs w:val="20"/>
        </w:rPr>
        <w:t xml:space="preserve"> ; </w:t>
      </w:r>
      <w:r w:rsidR="001B73FA" w:rsidRPr="001B73FA">
        <w:rPr>
          <w:szCs w:val="20"/>
        </w:rPr>
        <w:t>et en effet ils quittèrent un à un l</w:t>
      </w:r>
      <w:r w:rsidRPr="00A4769E">
        <w:rPr>
          <w:szCs w:val="20"/>
        </w:rPr>
        <w:t>’</w:t>
      </w:r>
      <w:r w:rsidR="001B73FA" w:rsidRPr="001B73FA">
        <w:rPr>
          <w:szCs w:val="20"/>
        </w:rPr>
        <w:t>abri des bosquets et entrèrent dans le clair de lune</w:t>
      </w:r>
      <w:r w:rsidRPr="00A4769E">
        <w:rPr>
          <w:szCs w:val="20"/>
        </w:rPr>
        <w:t xml:space="preserve">. </w:t>
      </w:r>
      <w:r w:rsidR="001B73FA" w:rsidRPr="001B73FA">
        <w:rPr>
          <w:szCs w:val="20"/>
        </w:rPr>
        <w:t>Ils traversèrent les champs au pas</w:t>
      </w:r>
      <w:r w:rsidRPr="00A4769E">
        <w:rPr>
          <w:szCs w:val="20"/>
        </w:rPr>
        <w:t xml:space="preserve">, </w:t>
      </w:r>
      <w:r w:rsidR="001B73FA" w:rsidRPr="001B73FA">
        <w:rPr>
          <w:szCs w:val="20"/>
        </w:rPr>
        <w:t>en file indienne</w:t>
      </w:r>
      <w:r w:rsidRPr="00A4769E">
        <w:rPr>
          <w:szCs w:val="20"/>
        </w:rPr>
        <w:t xml:space="preserve"> ; </w:t>
      </w:r>
      <w:r w:rsidR="001B73FA" w:rsidRPr="001B73FA">
        <w:rPr>
          <w:szCs w:val="20"/>
        </w:rPr>
        <w:t>ils étaient six</w:t>
      </w:r>
      <w:r w:rsidRPr="00A4769E">
        <w:rPr>
          <w:szCs w:val="20"/>
        </w:rPr>
        <w:t xml:space="preserve">. </w:t>
      </w:r>
      <w:r w:rsidR="001B73FA" w:rsidRPr="001B73FA">
        <w:rPr>
          <w:szCs w:val="20"/>
        </w:rPr>
        <w:t>Ils s</w:t>
      </w:r>
      <w:r w:rsidRPr="00A4769E">
        <w:rPr>
          <w:szCs w:val="20"/>
        </w:rPr>
        <w:t>’</w:t>
      </w:r>
      <w:r w:rsidR="001B73FA" w:rsidRPr="001B73FA">
        <w:rPr>
          <w:szCs w:val="20"/>
        </w:rPr>
        <w:t>étaient groupés à cent pas de l</w:t>
      </w:r>
      <w:r w:rsidRPr="00A4769E">
        <w:rPr>
          <w:szCs w:val="20"/>
        </w:rPr>
        <w:t>’</w:t>
      </w:r>
      <w:r w:rsidR="001B73FA" w:rsidRPr="001B73FA">
        <w:rPr>
          <w:szCs w:val="20"/>
        </w:rPr>
        <w:t>yeuse</w:t>
      </w:r>
      <w:r w:rsidRPr="00A4769E">
        <w:rPr>
          <w:szCs w:val="20"/>
        </w:rPr>
        <w:t xml:space="preserve">, </w:t>
      </w:r>
      <w:r w:rsidR="001B73FA" w:rsidRPr="001B73FA">
        <w:rPr>
          <w:szCs w:val="20"/>
        </w:rPr>
        <w:t xml:space="preserve">sous les peupliers qui bordaient la </w:t>
      </w:r>
      <w:proofErr w:type="spellStart"/>
      <w:r w:rsidR="001B73FA" w:rsidRPr="001B73FA">
        <w:rPr>
          <w:szCs w:val="20"/>
        </w:rPr>
        <w:t>grand</w:t>
      </w:r>
      <w:r w:rsidR="007D5B7F">
        <w:rPr>
          <w:szCs w:val="20"/>
        </w:rPr>
        <w:t>’</w:t>
      </w:r>
      <w:r w:rsidR="001B73FA" w:rsidRPr="001B73FA">
        <w:rPr>
          <w:szCs w:val="20"/>
        </w:rPr>
        <w:t>route</w:t>
      </w:r>
      <w:proofErr w:type="spellEnd"/>
      <w:r w:rsidRPr="00A4769E">
        <w:rPr>
          <w:szCs w:val="20"/>
        </w:rPr>
        <w:t xml:space="preserve">, </w:t>
      </w:r>
      <w:r w:rsidR="001B73FA" w:rsidRPr="001B73FA">
        <w:rPr>
          <w:szCs w:val="20"/>
        </w:rPr>
        <w:t>quand</w:t>
      </w:r>
      <w:r w:rsidRPr="00A4769E">
        <w:rPr>
          <w:szCs w:val="20"/>
        </w:rPr>
        <w:t xml:space="preserve">, </w:t>
      </w:r>
      <w:r w:rsidR="001B73FA" w:rsidRPr="001B73FA">
        <w:rPr>
          <w:szCs w:val="20"/>
        </w:rPr>
        <w:t>du large des taillis qui de là s</w:t>
      </w:r>
      <w:r w:rsidRPr="00A4769E">
        <w:rPr>
          <w:szCs w:val="20"/>
        </w:rPr>
        <w:t>’</w:t>
      </w:r>
      <w:r w:rsidR="001B73FA" w:rsidRPr="001B73FA">
        <w:rPr>
          <w:szCs w:val="20"/>
        </w:rPr>
        <w:t>en allaient jusqu</w:t>
      </w:r>
      <w:r w:rsidRPr="00A4769E">
        <w:rPr>
          <w:szCs w:val="20"/>
        </w:rPr>
        <w:t>’</w:t>
      </w:r>
      <w:r w:rsidR="001B73FA" w:rsidRPr="001B73FA">
        <w:rPr>
          <w:szCs w:val="20"/>
        </w:rPr>
        <w:t>au bord de la Durance</w:t>
      </w:r>
      <w:r w:rsidRPr="00A4769E">
        <w:rPr>
          <w:szCs w:val="20"/>
        </w:rPr>
        <w:t xml:space="preserve">, </w:t>
      </w:r>
      <w:r w:rsidR="001B73FA" w:rsidRPr="001B73FA">
        <w:rPr>
          <w:szCs w:val="20"/>
        </w:rPr>
        <w:t>monta un appel qui imitait la chouette</w:t>
      </w:r>
      <w:r w:rsidRPr="00A4769E">
        <w:rPr>
          <w:szCs w:val="20"/>
        </w:rPr>
        <w:t xml:space="preserve">. </w:t>
      </w:r>
      <w:r w:rsidR="001B73FA" w:rsidRPr="001B73FA">
        <w:rPr>
          <w:szCs w:val="20"/>
        </w:rPr>
        <w:t>Alors</w:t>
      </w:r>
      <w:r w:rsidRPr="00A4769E">
        <w:rPr>
          <w:szCs w:val="20"/>
        </w:rPr>
        <w:t xml:space="preserve">, </w:t>
      </w:r>
      <w:r w:rsidR="001B73FA" w:rsidRPr="001B73FA">
        <w:rPr>
          <w:szCs w:val="20"/>
        </w:rPr>
        <w:t>l</w:t>
      </w:r>
      <w:r w:rsidRPr="00A4769E">
        <w:rPr>
          <w:szCs w:val="20"/>
        </w:rPr>
        <w:t>’</w:t>
      </w:r>
      <w:r w:rsidR="001B73FA" w:rsidRPr="001B73FA">
        <w:rPr>
          <w:szCs w:val="20"/>
        </w:rPr>
        <w:t>un après l</w:t>
      </w:r>
      <w:r w:rsidRPr="00A4769E">
        <w:rPr>
          <w:szCs w:val="20"/>
        </w:rPr>
        <w:t>’</w:t>
      </w:r>
      <w:r w:rsidR="001B73FA" w:rsidRPr="001B73FA">
        <w:rPr>
          <w:szCs w:val="20"/>
        </w:rPr>
        <w:t>autre</w:t>
      </w:r>
      <w:r w:rsidRPr="00A4769E">
        <w:rPr>
          <w:szCs w:val="20"/>
        </w:rPr>
        <w:t xml:space="preserve">, </w:t>
      </w:r>
      <w:r w:rsidR="001B73FA" w:rsidRPr="001B73FA">
        <w:rPr>
          <w:szCs w:val="20"/>
        </w:rPr>
        <w:t>sans faire de bruit</w:t>
      </w:r>
      <w:r w:rsidRPr="00A4769E">
        <w:rPr>
          <w:szCs w:val="20"/>
        </w:rPr>
        <w:t xml:space="preserve">, </w:t>
      </w:r>
      <w:r w:rsidR="001B73FA" w:rsidRPr="001B73FA">
        <w:rPr>
          <w:szCs w:val="20"/>
        </w:rPr>
        <w:t>ils traversèrent la route</w:t>
      </w:r>
      <w:r w:rsidRPr="00A4769E">
        <w:rPr>
          <w:szCs w:val="20"/>
        </w:rPr>
        <w:t xml:space="preserve">, </w:t>
      </w:r>
      <w:r w:rsidR="001B73FA" w:rsidRPr="001B73FA">
        <w:rPr>
          <w:szCs w:val="20"/>
        </w:rPr>
        <w:t>et</w:t>
      </w:r>
      <w:r w:rsidRPr="00A4769E">
        <w:rPr>
          <w:szCs w:val="20"/>
        </w:rPr>
        <w:t xml:space="preserve">, </w:t>
      </w:r>
      <w:r w:rsidR="001B73FA" w:rsidRPr="001B73FA">
        <w:rPr>
          <w:szCs w:val="20"/>
        </w:rPr>
        <w:t>lentement</w:t>
      </w:r>
      <w:r w:rsidRPr="00A4769E">
        <w:rPr>
          <w:szCs w:val="20"/>
        </w:rPr>
        <w:t xml:space="preserve">, </w:t>
      </w:r>
      <w:r w:rsidR="001B73FA" w:rsidRPr="001B73FA">
        <w:rPr>
          <w:szCs w:val="20"/>
        </w:rPr>
        <w:t>comme des oiseaux</w:t>
      </w:r>
      <w:r w:rsidRPr="00A4769E">
        <w:rPr>
          <w:szCs w:val="20"/>
        </w:rPr>
        <w:t xml:space="preserve">, </w:t>
      </w:r>
      <w:r w:rsidR="001B73FA" w:rsidRPr="001B73FA">
        <w:rPr>
          <w:szCs w:val="20"/>
        </w:rPr>
        <w:t>ils sautèrent un fossé et ils entrèrent sous le couvert</w:t>
      </w:r>
      <w:r w:rsidRPr="00A4769E">
        <w:rPr>
          <w:szCs w:val="20"/>
        </w:rPr>
        <w:t>. « </w:t>
      </w:r>
      <w:r w:rsidR="001B73FA" w:rsidRPr="001B73FA">
        <w:rPr>
          <w:szCs w:val="20"/>
        </w:rPr>
        <w:t>Y comprenez-vous quelque chose</w:t>
      </w:r>
      <w:r w:rsidRPr="00A4769E">
        <w:rPr>
          <w:szCs w:val="20"/>
        </w:rPr>
        <w:t xml:space="preserve"> ? </w:t>
      </w:r>
      <w:r w:rsidR="001B73FA" w:rsidRPr="001B73FA">
        <w:rPr>
          <w:szCs w:val="20"/>
        </w:rPr>
        <w:t>dit la Marquise</w:t>
      </w:r>
      <w:r w:rsidRPr="00A4769E">
        <w:rPr>
          <w:szCs w:val="20"/>
        </w:rPr>
        <w:t>.</w:t>
      </w:r>
    </w:p>
    <w:p w14:paraId="635A8EF2" w14:textId="257CDABD" w:rsidR="00462692" w:rsidRPr="00A4769E" w:rsidRDefault="00462692" w:rsidP="001B73FA">
      <w:pPr>
        <w:rPr>
          <w:szCs w:val="20"/>
        </w:rPr>
      </w:pPr>
      <w:r w:rsidRPr="00A4769E">
        <w:rPr>
          <w:szCs w:val="20"/>
        </w:rPr>
        <w:t>— </w:t>
      </w:r>
      <w:r w:rsidR="001B73FA" w:rsidRPr="001B73FA">
        <w:rPr>
          <w:szCs w:val="20"/>
        </w:rPr>
        <w:t>Oui</w:t>
      </w:r>
      <w:r w:rsidRPr="00A4769E">
        <w:rPr>
          <w:szCs w:val="20"/>
        </w:rPr>
        <w:t xml:space="preserve"> », </w:t>
      </w:r>
      <w:r w:rsidR="001B73FA" w:rsidRPr="001B73FA">
        <w:rPr>
          <w:szCs w:val="20"/>
        </w:rPr>
        <w:t>dit l</w:t>
      </w:r>
      <w:r w:rsidRPr="00A4769E">
        <w:rPr>
          <w:szCs w:val="20"/>
        </w:rPr>
        <w:t>’</w:t>
      </w:r>
      <w:r w:rsidR="001B73FA" w:rsidRPr="001B73FA">
        <w:rPr>
          <w:szCs w:val="20"/>
        </w:rPr>
        <w:t>homme au carrick</w:t>
      </w:r>
      <w:r w:rsidRPr="00A4769E">
        <w:rPr>
          <w:szCs w:val="20"/>
        </w:rPr>
        <w:t>.</w:t>
      </w:r>
    </w:p>
    <w:p w14:paraId="34EAE580" w14:textId="77777777" w:rsidR="00D03795" w:rsidRDefault="001B73FA" w:rsidP="001B73FA">
      <w:pPr>
        <w:rPr>
          <w:szCs w:val="20"/>
        </w:rPr>
      </w:pPr>
      <w:r w:rsidRPr="001B73FA">
        <w:rPr>
          <w:szCs w:val="20"/>
        </w:rPr>
        <w:t>Angelo avait l</w:t>
      </w:r>
      <w:r w:rsidR="00462692" w:rsidRPr="00A4769E">
        <w:rPr>
          <w:szCs w:val="20"/>
        </w:rPr>
        <w:t>’</w:t>
      </w:r>
      <w:r w:rsidRPr="001B73FA">
        <w:rPr>
          <w:szCs w:val="20"/>
        </w:rPr>
        <w:t>ouïe fine et il était passionné comme à une guerre contre l</w:t>
      </w:r>
      <w:r w:rsidR="00462692" w:rsidRPr="00A4769E">
        <w:rPr>
          <w:szCs w:val="20"/>
        </w:rPr>
        <w:t>’</w:t>
      </w:r>
      <w:r w:rsidRPr="001B73FA">
        <w:rPr>
          <w:szCs w:val="20"/>
        </w:rPr>
        <w:t>Autriche</w:t>
      </w:r>
      <w:r w:rsidR="00462692" w:rsidRPr="00A4769E">
        <w:rPr>
          <w:szCs w:val="20"/>
        </w:rPr>
        <w:t xml:space="preserve">. </w:t>
      </w:r>
      <w:r w:rsidRPr="001B73FA">
        <w:rPr>
          <w:szCs w:val="20"/>
        </w:rPr>
        <w:t>Il tourna la tête</w:t>
      </w:r>
      <w:r w:rsidR="00462692" w:rsidRPr="00A4769E">
        <w:rPr>
          <w:szCs w:val="20"/>
        </w:rPr>
        <w:t xml:space="preserve">, </w:t>
      </w:r>
      <w:r w:rsidRPr="001B73FA">
        <w:rPr>
          <w:szCs w:val="20"/>
        </w:rPr>
        <w:t>et à travers la retombée des feuillages épais de l</w:t>
      </w:r>
      <w:r w:rsidR="00462692" w:rsidRPr="00A4769E">
        <w:rPr>
          <w:szCs w:val="20"/>
        </w:rPr>
        <w:t>’</w:t>
      </w:r>
      <w:r w:rsidRPr="001B73FA">
        <w:rPr>
          <w:szCs w:val="20"/>
        </w:rPr>
        <w:t>yeuse</w:t>
      </w:r>
      <w:r w:rsidR="00462692" w:rsidRPr="00A4769E">
        <w:rPr>
          <w:szCs w:val="20"/>
        </w:rPr>
        <w:t xml:space="preserve">, </w:t>
      </w:r>
      <w:r w:rsidRPr="001B73FA">
        <w:rPr>
          <w:szCs w:val="20"/>
        </w:rPr>
        <w:t>il vit un cavalier immobile dix pas plus loin</w:t>
      </w:r>
      <w:r w:rsidR="00462692" w:rsidRPr="00A4769E">
        <w:rPr>
          <w:szCs w:val="20"/>
        </w:rPr>
        <w:t xml:space="preserve">. </w:t>
      </w:r>
      <w:r w:rsidRPr="001B73FA">
        <w:rPr>
          <w:szCs w:val="20"/>
        </w:rPr>
        <w:t>Avec des précautions infinies pour ne pas faire chanter le lit de feuilles sèches sur lequel il était couché</w:t>
      </w:r>
      <w:r w:rsidR="00462692" w:rsidRPr="00A4769E">
        <w:rPr>
          <w:szCs w:val="20"/>
        </w:rPr>
        <w:t xml:space="preserve">, </w:t>
      </w:r>
      <w:r w:rsidRPr="001B73FA">
        <w:rPr>
          <w:szCs w:val="20"/>
        </w:rPr>
        <w:t>il le montra à ses compagnons pour leur recommander le silence</w:t>
      </w:r>
      <w:r w:rsidR="00462692" w:rsidRPr="00A4769E">
        <w:rPr>
          <w:szCs w:val="20"/>
        </w:rPr>
        <w:t xml:space="preserve">. </w:t>
      </w:r>
      <w:r w:rsidRPr="001B73FA">
        <w:rPr>
          <w:szCs w:val="20"/>
        </w:rPr>
        <w:t>Enfin</w:t>
      </w:r>
      <w:r w:rsidR="00462692" w:rsidRPr="00A4769E">
        <w:rPr>
          <w:szCs w:val="20"/>
        </w:rPr>
        <w:t xml:space="preserve">, </w:t>
      </w:r>
      <w:r w:rsidRPr="001B73FA">
        <w:rPr>
          <w:szCs w:val="20"/>
        </w:rPr>
        <w:t>cette sentinelle</w:t>
      </w:r>
      <w:r w:rsidR="00462692" w:rsidRPr="00A4769E">
        <w:rPr>
          <w:szCs w:val="20"/>
        </w:rPr>
        <w:t xml:space="preserve">, </w:t>
      </w:r>
      <w:r w:rsidRPr="001B73FA">
        <w:rPr>
          <w:szCs w:val="20"/>
        </w:rPr>
        <w:t>plus extraordinaire que les autres</w:t>
      </w:r>
      <w:r w:rsidR="00462692" w:rsidRPr="00A4769E">
        <w:rPr>
          <w:szCs w:val="20"/>
        </w:rPr>
        <w:t xml:space="preserve">, </w:t>
      </w:r>
      <w:r w:rsidRPr="001B73FA">
        <w:rPr>
          <w:szCs w:val="20"/>
        </w:rPr>
        <w:t>quoique masquée de même</w:t>
      </w:r>
      <w:r w:rsidR="00462692" w:rsidRPr="00A4769E">
        <w:rPr>
          <w:szCs w:val="20"/>
        </w:rPr>
        <w:t xml:space="preserve">, </w:t>
      </w:r>
      <w:r w:rsidRPr="001B73FA">
        <w:rPr>
          <w:szCs w:val="20"/>
        </w:rPr>
        <w:t>mais tête nue et dont la lune faisait ressortir l</w:t>
      </w:r>
      <w:r w:rsidR="00462692" w:rsidRPr="00A4769E">
        <w:rPr>
          <w:szCs w:val="20"/>
        </w:rPr>
        <w:t>’</w:t>
      </w:r>
      <w:r w:rsidRPr="001B73FA">
        <w:rPr>
          <w:szCs w:val="20"/>
        </w:rPr>
        <w:t>élégance</w:t>
      </w:r>
      <w:r w:rsidR="00462692" w:rsidRPr="00A4769E">
        <w:rPr>
          <w:szCs w:val="20"/>
        </w:rPr>
        <w:t xml:space="preserve">, </w:t>
      </w:r>
      <w:r w:rsidRPr="001B73FA">
        <w:rPr>
          <w:szCs w:val="20"/>
        </w:rPr>
        <w:t>se décida à descendre la colline avec à peine le froufroutement d</w:t>
      </w:r>
      <w:r w:rsidR="00462692" w:rsidRPr="00A4769E">
        <w:rPr>
          <w:szCs w:val="20"/>
        </w:rPr>
        <w:t>’</w:t>
      </w:r>
      <w:r w:rsidRPr="001B73FA">
        <w:rPr>
          <w:szCs w:val="20"/>
        </w:rPr>
        <w:t>un ser</w:t>
      </w:r>
      <w:r w:rsidRPr="001B73FA">
        <w:rPr>
          <w:szCs w:val="20"/>
        </w:rPr>
        <w:lastRenderedPageBreak/>
        <w:t>pent</w:t>
      </w:r>
      <w:r w:rsidR="00462692" w:rsidRPr="00A4769E">
        <w:rPr>
          <w:szCs w:val="20"/>
        </w:rPr>
        <w:t xml:space="preserve">. </w:t>
      </w:r>
      <w:r w:rsidRPr="001B73FA">
        <w:rPr>
          <w:szCs w:val="20"/>
        </w:rPr>
        <w:t>Elle traversa la route et entra comme les autres dans les bois au bord de la Durance</w:t>
      </w:r>
      <w:r w:rsidR="00462692" w:rsidRPr="00A4769E">
        <w:rPr>
          <w:szCs w:val="20"/>
        </w:rPr>
        <w:t>. « </w:t>
      </w:r>
      <w:r w:rsidRPr="001B73FA">
        <w:rPr>
          <w:szCs w:val="20"/>
        </w:rPr>
        <w:t>Voici</w:t>
      </w:r>
      <w:r w:rsidR="00462692" w:rsidRPr="00A4769E">
        <w:rPr>
          <w:szCs w:val="20"/>
        </w:rPr>
        <w:t xml:space="preserve">, </w:t>
      </w:r>
      <w:r w:rsidRPr="001B73FA">
        <w:rPr>
          <w:szCs w:val="20"/>
        </w:rPr>
        <w:t>dit l</w:t>
      </w:r>
      <w:r w:rsidR="00462692" w:rsidRPr="00A4769E">
        <w:rPr>
          <w:szCs w:val="20"/>
        </w:rPr>
        <w:t>’</w:t>
      </w:r>
      <w:r w:rsidRPr="001B73FA">
        <w:rPr>
          <w:szCs w:val="20"/>
        </w:rPr>
        <w:t>homme au carrick</w:t>
      </w:r>
      <w:r w:rsidR="00462692" w:rsidRPr="00A4769E">
        <w:rPr>
          <w:szCs w:val="20"/>
        </w:rPr>
        <w:t xml:space="preserve">, </w:t>
      </w:r>
      <w:r w:rsidRPr="001B73FA">
        <w:rPr>
          <w:szCs w:val="20"/>
        </w:rPr>
        <w:t>celui qui</w:t>
      </w:r>
      <w:r w:rsidR="00462692" w:rsidRPr="00A4769E">
        <w:rPr>
          <w:szCs w:val="20"/>
        </w:rPr>
        <w:t xml:space="preserve">, </w:t>
      </w:r>
      <w:r w:rsidRPr="001B73FA">
        <w:rPr>
          <w:szCs w:val="20"/>
        </w:rPr>
        <w:t>en même temps que moi</w:t>
      </w:r>
      <w:r w:rsidR="00462692" w:rsidRPr="00A4769E">
        <w:rPr>
          <w:szCs w:val="20"/>
        </w:rPr>
        <w:t xml:space="preserve">, </w:t>
      </w:r>
      <w:r w:rsidRPr="001B73FA">
        <w:rPr>
          <w:szCs w:val="20"/>
        </w:rPr>
        <w:t>comprend tout</w:t>
      </w:r>
      <w:r w:rsidR="00042C54">
        <w:rPr>
          <w:szCs w:val="20"/>
        </w:rPr>
        <w:t>.</w:t>
      </w:r>
    </w:p>
    <w:p w14:paraId="242AD626" w14:textId="6F734A00" w:rsidR="00462692" w:rsidRPr="00A4769E" w:rsidRDefault="00042C54" w:rsidP="001B73FA">
      <w:pPr>
        <w:rPr>
          <w:szCs w:val="20"/>
        </w:rPr>
      </w:pPr>
      <w:r w:rsidRPr="00A4769E">
        <w:rPr>
          <w:szCs w:val="20"/>
        </w:rPr>
        <w:t>— </w:t>
      </w:r>
      <w:r>
        <w:rPr>
          <w:szCs w:val="20"/>
        </w:rPr>
        <w:t>V</w:t>
      </w:r>
      <w:r w:rsidR="001B73FA" w:rsidRPr="001B73FA">
        <w:rPr>
          <w:szCs w:val="20"/>
        </w:rPr>
        <w:t>ous êtes agaçant</w:t>
      </w:r>
      <w:r w:rsidR="00462692" w:rsidRPr="00A4769E">
        <w:rPr>
          <w:szCs w:val="20"/>
        </w:rPr>
        <w:t xml:space="preserve">, </w:t>
      </w:r>
      <w:r w:rsidR="001B73FA" w:rsidRPr="001B73FA">
        <w:rPr>
          <w:szCs w:val="20"/>
        </w:rPr>
        <w:t>dit la Marquise</w:t>
      </w:r>
      <w:r w:rsidR="00462692" w:rsidRPr="00A4769E">
        <w:rPr>
          <w:szCs w:val="20"/>
        </w:rPr>
        <w:t xml:space="preserve">, </w:t>
      </w:r>
      <w:r w:rsidR="001B73FA" w:rsidRPr="001B73FA">
        <w:rPr>
          <w:szCs w:val="20"/>
        </w:rPr>
        <w:t>ne croyez pas que ceci m</w:t>
      </w:r>
      <w:r w:rsidR="00462692" w:rsidRPr="00A4769E">
        <w:rPr>
          <w:szCs w:val="20"/>
        </w:rPr>
        <w:t>’</w:t>
      </w:r>
      <w:r w:rsidR="001B73FA" w:rsidRPr="001B73FA">
        <w:rPr>
          <w:szCs w:val="20"/>
        </w:rPr>
        <w:t>impressionne le moins du monde et vous fasse pardonner votre scène ridicule de tout à l</w:t>
      </w:r>
      <w:r w:rsidR="00462692" w:rsidRPr="00A4769E">
        <w:rPr>
          <w:szCs w:val="20"/>
        </w:rPr>
        <w:t>’</w:t>
      </w:r>
      <w:r w:rsidR="001B73FA" w:rsidRPr="001B73FA">
        <w:rPr>
          <w:szCs w:val="20"/>
        </w:rPr>
        <w:t>heure</w:t>
      </w:r>
      <w:r w:rsidR="00462692" w:rsidRPr="00A4769E">
        <w:rPr>
          <w:szCs w:val="20"/>
        </w:rPr>
        <w:t xml:space="preserve">. </w:t>
      </w:r>
      <w:r w:rsidR="001B73FA" w:rsidRPr="001B73FA">
        <w:rPr>
          <w:szCs w:val="20"/>
        </w:rPr>
        <w:t>J</w:t>
      </w:r>
      <w:r w:rsidR="00462692" w:rsidRPr="00A4769E">
        <w:rPr>
          <w:szCs w:val="20"/>
        </w:rPr>
        <w:t>’</w:t>
      </w:r>
      <w:r w:rsidR="001B73FA" w:rsidRPr="001B73FA">
        <w:rPr>
          <w:szCs w:val="20"/>
        </w:rPr>
        <w:t>eusse fort bien pu contempler ce carrousel toute seule</w:t>
      </w:r>
      <w:r w:rsidR="00462692" w:rsidRPr="00A4769E">
        <w:rPr>
          <w:szCs w:val="20"/>
        </w:rPr>
        <w:t>.</w:t>
      </w:r>
    </w:p>
    <w:p w14:paraId="1A66296D" w14:textId="0B45A080" w:rsidR="00462692" w:rsidRPr="00A4769E" w:rsidRDefault="00462692" w:rsidP="001B73FA">
      <w:pPr>
        <w:rPr>
          <w:szCs w:val="20"/>
        </w:rPr>
      </w:pPr>
      <w:r w:rsidRPr="00A4769E">
        <w:rPr>
          <w:szCs w:val="20"/>
        </w:rPr>
        <w:t>— </w:t>
      </w:r>
      <w:r w:rsidR="001B73FA" w:rsidRPr="001B73FA">
        <w:rPr>
          <w:szCs w:val="20"/>
        </w:rPr>
        <w:t>Pas d</w:t>
      </w:r>
      <w:r w:rsidRPr="00A4769E">
        <w:rPr>
          <w:szCs w:val="20"/>
        </w:rPr>
        <w:t>’</w:t>
      </w:r>
      <w:r w:rsidR="001B73FA" w:rsidRPr="001B73FA">
        <w:rPr>
          <w:szCs w:val="20"/>
        </w:rPr>
        <w:t>enfant terrible ici</w:t>
      </w:r>
      <w:r w:rsidRPr="00A4769E">
        <w:rPr>
          <w:szCs w:val="20"/>
        </w:rPr>
        <w:t xml:space="preserve">, </w:t>
      </w:r>
      <w:r w:rsidR="001B73FA" w:rsidRPr="001B73FA">
        <w:rPr>
          <w:szCs w:val="20"/>
        </w:rPr>
        <w:t>s</w:t>
      </w:r>
      <w:r w:rsidRPr="00A4769E">
        <w:rPr>
          <w:szCs w:val="20"/>
        </w:rPr>
        <w:t>’</w:t>
      </w:r>
      <w:r w:rsidR="001B73FA" w:rsidRPr="001B73FA">
        <w:rPr>
          <w:szCs w:val="20"/>
        </w:rPr>
        <w:t>il vous plaît</w:t>
      </w:r>
      <w:r w:rsidRPr="00A4769E">
        <w:rPr>
          <w:szCs w:val="20"/>
        </w:rPr>
        <w:t xml:space="preserve">, </w:t>
      </w:r>
      <w:r w:rsidR="001B73FA" w:rsidRPr="001B73FA">
        <w:rPr>
          <w:szCs w:val="20"/>
        </w:rPr>
        <w:t>dit l</w:t>
      </w:r>
      <w:r w:rsidRPr="00A4769E">
        <w:rPr>
          <w:szCs w:val="20"/>
        </w:rPr>
        <w:t>’</w:t>
      </w:r>
      <w:r w:rsidR="001B73FA" w:rsidRPr="001B73FA">
        <w:rPr>
          <w:szCs w:val="20"/>
        </w:rPr>
        <w:t>homme au carrick</w:t>
      </w:r>
      <w:r w:rsidRPr="00A4769E">
        <w:rPr>
          <w:szCs w:val="20"/>
        </w:rPr>
        <w:t xml:space="preserve">, </w:t>
      </w:r>
      <w:r w:rsidR="001B73FA" w:rsidRPr="001B73FA">
        <w:rPr>
          <w:szCs w:val="20"/>
        </w:rPr>
        <w:t>et faites-moi l</w:t>
      </w:r>
      <w:r w:rsidRPr="00A4769E">
        <w:rPr>
          <w:szCs w:val="20"/>
        </w:rPr>
        <w:t>’</w:t>
      </w:r>
      <w:r w:rsidR="001B73FA" w:rsidRPr="001B73FA">
        <w:rPr>
          <w:szCs w:val="20"/>
        </w:rPr>
        <w:t>amitié de parler bas</w:t>
      </w:r>
      <w:r w:rsidRPr="00A4769E">
        <w:rPr>
          <w:szCs w:val="20"/>
        </w:rPr>
        <w:t xml:space="preserve">, </w:t>
      </w:r>
      <w:r w:rsidR="001B73FA" w:rsidRPr="001B73FA">
        <w:rPr>
          <w:szCs w:val="20"/>
        </w:rPr>
        <w:t>Céline</w:t>
      </w:r>
      <w:r w:rsidRPr="00A4769E">
        <w:rPr>
          <w:szCs w:val="20"/>
        </w:rPr>
        <w:t xml:space="preserve">. </w:t>
      </w:r>
      <w:r w:rsidR="001B73FA" w:rsidRPr="001B73FA">
        <w:rPr>
          <w:szCs w:val="20"/>
        </w:rPr>
        <w:t>D</w:t>
      </w:r>
      <w:r w:rsidRPr="00A4769E">
        <w:rPr>
          <w:szCs w:val="20"/>
        </w:rPr>
        <w:t>’</w:t>
      </w:r>
      <w:r w:rsidR="001B73FA" w:rsidRPr="001B73FA">
        <w:rPr>
          <w:szCs w:val="20"/>
        </w:rPr>
        <w:t>ailleurs</w:t>
      </w:r>
      <w:r w:rsidRPr="00A4769E">
        <w:rPr>
          <w:szCs w:val="20"/>
        </w:rPr>
        <w:t xml:space="preserve">, </w:t>
      </w:r>
      <w:r w:rsidR="001B73FA" w:rsidRPr="001B73FA">
        <w:rPr>
          <w:szCs w:val="20"/>
        </w:rPr>
        <w:t>je crois que voici votre cocher</w:t>
      </w:r>
      <w:r w:rsidRPr="00A4769E">
        <w:rPr>
          <w:szCs w:val="20"/>
        </w:rPr>
        <w:t xml:space="preserve"> </w:t>
      </w:r>
      <w:r w:rsidR="00042C54" w:rsidRPr="00A4769E">
        <w:rPr>
          <w:szCs w:val="20"/>
        </w:rPr>
        <w:t>— </w:t>
      </w:r>
      <w:r w:rsidR="001B73FA" w:rsidRPr="001B73FA">
        <w:rPr>
          <w:szCs w:val="20"/>
        </w:rPr>
        <w:t>on entendait rouler du côté de Peyrolles</w:t>
      </w:r>
      <w:r w:rsidR="00D03795">
        <w:rPr>
          <w:szCs w:val="20"/>
        </w:rPr>
        <w:t> </w:t>
      </w:r>
      <w:r w:rsidR="00042C54" w:rsidRPr="00A4769E">
        <w:rPr>
          <w:szCs w:val="20"/>
        </w:rPr>
        <w:t>—</w:t>
      </w:r>
      <w:r w:rsidR="00D03795">
        <w:rPr>
          <w:szCs w:val="20"/>
        </w:rPr>
        <w:t xml:space="preserve"> </w:t>
      </w:r>
      <w:r w:rsidR="001B73FA" w:rsidRPr="001B73FA">
        <w:rPr>
          <w:szCs w:val="20"/>
        </w:rPr>
        <w:t>car il s</w:t>
      </w:r>
      <w:r w:rsidRPr="00A4769E">
        <w:rPr>
          <w:szCs w:val="20"/>
        </w:rPr>
        <w:t>’</w:t>
      </w:r>
      <w:r w:rsidR="001B73FA" w:rsidRPr="001B73FA">
        <w:rPr>
          <w:szCs w:val="20"/>
        </w:rPr>
        <w:t>en faut</w:t>
      </w:r>
      <w:r w:rsidRPr="00A4769E">
        <w:rPr>
          <w:szCs w:val="20"/>
        </w:rPr>
        <w:t xml:space="preserve">, </w:t>
      </w:r>
      <w:r w:rsidR="001B73FA" w:rsidRPr="001B73FA">
        <w:rPr>
          <w:szCs w:val="20"/>
        </w:rPr>
        <w:t>je crois</w:t>
      </w:r>
      <w:r w:rsidRPr="00A4769E">
        <w:rPr>
          <w:szCs w:val="20"/>
        </w:rPr>
        <w:t xml:space="preserve">, </w:t>
      </w:r>
      <w:r w:rsidR="001B73FA" w:rsidRPr="001B73FA">
        <w:rPr>
          <w:szCs w:val="20"/>
        </w:rPr>
        <w:t>encore d</w:t>
      </w:r>
      <w:r w:rsidRPr="00A4769E">
        <w:rPr>
          <w:szCs w:val="20"/>
        </w:rPr>
        <w:t>’</w:t>
      </w:r>
      <w:r w:rsidR="001B73FA" w:rsidRPr="001B73FA">
        <w:rPr>
          <w:szCs w:val="20"/>
        </w:rPr>
        <w:t>une demi-heure pour que la malle de Marseille remonte</w:t>
      </w:r>
      <w:r w:rsidRPr="00A4769E">
        <w:rPr>
          <w:szCs w:val="20"/>
        </w:rPr>
        <w:t xml:space="preserve">. </w:t>
      </w:r>
      <w:r w:rsidR="001B73FA" w:rsidRPr="001B73FA">
        <w:rPr>
          <w:szCs w:val="20"/>
        </w:rPr>
        <w:t>Ce ne peut être que lui</w:t>
      </w:r>
      <w:r w:rsidRPr="00A4769E">
        <w:rPr>
          <w:szCs w:val="20"/>
        </w:rPr>
        <w:t xml:space="preserve">. </w:t>
      </w:r>
      <w:r w:rsidR="001B73FA" w:rsidRPr="001B73FA">
        <w:rPr>
          <w:szCs w:val="20"/>
        </w:rPr>
        <w:t>Il aura été plus fin que vous</w:t>
      </w:r>
      <w:r w:rsidRPr="00A4769E">
        <w:rPr>
          <w:szCs w:val="20"/>
        </w:rPr>
        <w:t xml:space="preserve">, </w:t>
      </w:r>
      <w:r w:rsidR="001B73FA" w:rsidRPr="001B73FA">
        <w:rPr>
          <w:szCs w:val="20"/>
        </w:rPr>
        <w:t>il sera allé vous attendre au relais</w:t>
      </w:r>
      <w:r w:rsidRPr="00A4769E">
        <w:rPr>
          <w:szCs w:val="20"/>
        </w:rPr>
        <w:t xml:space="preserve">. </w:t>
      </w:r>
      <w:r w:rsidR="001B73FA" w:rsidRPr="001B73FA">
        <w:rPr>
          <w:szCs w:val="20"/>
        </w:rPr>
        <w:t>Il faut que vous me rendiez un service</w:t>
      </w:r>
      <w:r w:rsidRPr="00A4769E">
        <w:rPr>
          <w:szCs w:val="20"/>
        </w:rPr>
        <w:t xml:space="preserve">, </w:t>
      </w:r>
      <w:r w:rsidR="001B73FA" w:rsidRPr="001B73FA">
        <w:rPr>
          <w:szCs w:val="20"/>
        </w:rPr>
        <w:t>dit-il à Angelo</w:t>
      </w:r>
      <w:r w:rsidRPr="00A4769E">
        <w:rPr>
          <w:szCs w:val="20"/>
        </w:rPr>
        <w:t xml:space="preserve"> : </w:t>
      </w:r>
      <w:r w:rsidR="001B73FA" w:rsidRPr="001B73FA">
        <w:rPr>
          <w:szCs w:val="20"/>
        </w:rPr>
        <w:t>occupez-vous de cette femme</w:t>
      </w:r>
      <w:r w:rsidRPr="00A4769E">
        <w:rPr>
          <w:szCs w:val="20"/>
        </w:rPr>
        <w:t xml:space="preserve">. </w:t>
      </w:r>
      <w:r w:rsidR="001B73FA" w:rsidRPr="001B73FA">
        <w:rPr>
          <w:szCs w:val="20"/>
        </w:rPr>
        <w:t>J</w:t>
      </w:r>
      <w:r w:rsidRPr="00A4769E">
        <w:rPr>
          <w:szCs w:val="20"/>
        </w:rPr>
        <w:t>’</w:t>
      </w:r>
      <w:r w:rsidR="001B73FA" w:rsidRPr="001B73FA">
        <w:rPr>
          <w:szCs w:val="20"/>
        </w:rPr>
        <w:t>ai la faiblesse</w:t>
      </w:r>
      <w:r w:rsidRPr="00A4769E">
        <w:rPr>
          <w:szCs w:val="20"/>
        </w:rPr>
        <w:t xml:space="preserve">, </w:t>
      </w:r>
      <w:r w:rsidR="001B73FA" w:rsidRPr="001B73FA">
        <w:rPr>
          <w:szCs w:val="20"/>
        </w:rPr>
        <w:t>d</w:t>
      </w:r>
      <w:r w:rsidRPr="00A4769E">
        <w:rPr>
          <w:szCs w:val="20"/>
        </w:rPr>
        <w:t>’</w:t>
      </w:r>
      <w:r w:rsidR="001B73FA" w:rsidRPr="001B73FA">
        <w:rPr>
          <w:szCs w:val="20"/>
        </w:rPr>
        <w:t>ailleurs commune à ses amis</w:t>
      </w:r>
      <w:r w:rsidRPr="00A4769E">
        <w:rPr>
          <w:szCs w:val="20"/>
        </w:rPr>
        <w:t xml:space="preserve">, </w:t>
      </w:r>
      <w:r w:rsidR="001B73FA" w:rsidRPr="001B73FA">
        <w:rPr>
          <w:szCs w:val="20"/>
        </w:rPr>
        <w:t>d</w:t>
      </w:r>
      <w:r w:rsidRPr="00A4769E">
        <w:rPr>
          <w:szCs w:val="20"/>
        </w:rPr>
        <w:t>’</w:t>
      </w:r>
      <w:r w:rsidR="001B73FA" w:rsidRPr="001B73FA">
        <w:rPr>
          <w:szCs w:val="20"/>
        </w:rPr>
        <w:t>aimer son mauvais caractère et son absence de sens commun</w:t>
      </w:r>
      <w:r w:rsidRPr="00A4769E">
        <w:rPr>
          <w:szCs w:val="20"/>
        </w:rPr>
        <w:t xml:space="preserve">. </w:t>
      </w:r>
      <w:r w:rsidR="001B73FA" w:rsidRPr="001B73FA">
        <w:rPr>
          <w:szCs w:val="20"/>
        </w:rPr>
        <w:t>Partez avec elle et accompagnez-la où elle va</w:t>
      </w:r>
      <w:r w:rsidRPr="00A4769E">
        <w:rPr>
          <w:szCs w:val="20"/>
        </w:rPr>
        <w:t xml:space="preserve">. </w:t>
      </w:r>
      <w:r w:rsidR="001B73FA" w:rsidRPr="001B73FA">
        <w:rPr>
          <w:szCs w:val="20"/>
        </w:rPr>
        <w:t>Ne la laissez que saine et sauve à la porte de sa maison</w:t>
      </w:r>
      <w:r w:rsidRPr="00A4769E">
        <w:rPr>
          <w:szCs w:val="20"/>
        </w:rPr>
        <w:t xml:space="preserve">. </w:t>
      </w:r>
      <w:r w:rsidR="001B73FA" w:rsidRPr="001B73FA">
        <w:rPr>
          <w:szCs w:val="20"/>
        </w:rPr>
        <w:t>Je vous donne ma parole que ce soir</w:t>
      </w:r>
      <w:r w:rsidRPr="00A4769E">
        <w:rPr>
          <w:szCs w:val="20"/>
        </w:rPr>
        <w:t xml:space="preserve">, </w:t>
      </w:r>
      <w:r w:rsidR="001B73FA" w:rsidRPr="001B73FA">
        <w:rPr>
          <w:szCs w:val="20"/>
        </w:rPr>
        <w:t>c</w:t>
      </w:r>
      <w:r w:rsidRPr="00A4769E">
        <w:rPr>
          <w:szCs w:val="20"/>
        </w:rPr>
        <w:t>’</w:t>
      </w:r>
      <w:r w:rsidR="001B73FA" w:rsidRPr="001B73FA">
        <w:rPr>
          <w:szCs w:val="20"/>
        </w:rPr>
        <w:t>est un travail dont pourrait s</w:t>
      </w:r>
      <w:r w:rsidRPr="00A4769E">
        <w:rPr>
          <w:szCs w:val="20"/>
        </w:rPr>
        <w:t>’</w:t>
      </w:r>
      <w:r w:rsidR="001B73FA" w:rsidRPr="001B73FA">
        <w:rPr>
          <w:szCs w:val="20"/>
        </w:rPr>
        <w:t>honorer n</w:t>
      </w:r>
      <w:r w:rsidRPr="00A4769E">
        <w:rPr>
          <w:szCs w:val="20"/>
        </w:rPr>
        <w:t>’</w:t>
      </w:r>
      <w:r w:rsidR="001B73FA" w:rsidRPr="001B73FA">
        <w:rPr>
          <w:szCs w:val="20"/>
        </w:rPr>
        <w:t>importe quel soldat</w:t>
      </w:r>
      <w:r w:rsidRPr="00A4769E">
        <w:rPr>
          <w:szCs w:val="20"/>
        </w:rPr>
        <w:t xml:space="preserve">. </w:t>
      </w:r>
      <w:r w:rsidR="001B73FA" w:rsidRPr="001B73FA">
        <w:rPr>
          <w:szCs w:val="20"/>
        </w:rPr>
        <w:t>Vous m</w:t>
      </w:r>
      <w:r w:rsidRPr="00A4769E">
        <w:rPr>
          <w:szCs w:val="20"/>
        </w:rPr>
        <w:t>’</w:t>
      </w:r>
      <w:r w:rsidR="001B73FA" w:rsidRPr="001B73FA">
        <w:rPr>
          <w:szCs w:val="20"/>
        </w:rPr>
        <w:t>avez dit que vous êtes colonel</w:t>
      </w:r>
      <w:r w:rsidRPr="00A4769E">
        <w:rPr>
          <w:szCs w:val="20"/>
        </w:rPr>
        <w:t xml:space="preserve">. </w:t>
      </w:r>
      <w:r w:rsidR="001B73FA" w:rsidRPr="001B73FA">
        <w:rPr>
          <w:szCs w:val="20"/>
        </w:rPr>
        <w:t>Traitez-la en colonel</w:t>
      </w:r>
      <w:r w:rsidRPr="00A4769E">
        <w:rPr>
          <w:szCs w:val="20"/>
        </w:rPr>
        <w:t xml:space="preserve">. </w:t>
      </w:r>
      <w:r w:rsidR="001B73FA" w:rsidRPr="001B73FA">
        <w:rPr>
          <w:szCs w:val="20"/>
        </w:rPr>
        <w:t>Si vous réussissez à la faire sortir d</w:t>
      </w:r>
      <w:r w:rsidRPr="00A4769E">
        <w:rPr>
          <w:szCs w:val="20"/>
        </w:rPr>
        <w:t>’</w:t>
      </w:r>
      <w:r w:rsidR="001B73FA" w:rsidRPr="001B73FA">
        <w:rPr>
          <w:szCs w:val="20"/>
        </w:rPr>
        <w:t>ici telle qu</w:t>
      </w:r>
      <w:r w:rsidRPr="00A4769E">
        <w:rPr>
          <w:szCs w:val="20"/>
        </w:rPr>
        <w:t>’</w:t>
      </w:r>
      <w:r w:rsidR="001B73FA" w:rsidRPr="001B73FA">
        <w:rPr>
          <w:szCs w:val="20"/>
        </w:rPr>
        <w:t>elle est</w:t>
      </w:r>
      <w:r w:rsidRPr="00A4769E">
        <w:rPr>
          <w:szCs w:val="20"/>
        </w:rPr>
        <w:t xml:space="preserve">, </w:t>
      </w:r>
      <w:r w:rsidR="001B73FA" w:rsidRPr="001B73FA">
        <w:rPr>
          <w:szCs w:val="20"/>
        </w:rPr>
        <w:t>j</w:t>
      </w:r>
      <w:r w:rsidRPr="00A4769E">
        <w:rPr>
          <w:szCs w:val="20"/>
        </w:rPr>
        <w:t>’</w:t>
      </w:r>
      <w:r w:rsidR="001B73FA" w:rsidRPr="001B73FA">
        <w:rPr>
          <w:szCs w:val="20"/>
        </w:rPr>
        <w:t>aurai la plus grande considération pour les écoles militaires du royaume de Sardaigne</w:t>
      </w:r>
      <w:r w:rsidRPr="00A4769E">
        <w:rPr>
          <w:szCs w:val="20"/>
        </w:rPr>
        <w:t xml:space="preserve">. </w:t>
      </w:r>
      <w:r w:rsidR="001B73FA" w:rsidRPr="001B73FA">
        <w:rPr>
          <w:szCs w:val="20"/>
        </w:rPr>
        <w:t>Ne vous occupez pas de moi ni l</w:t>
      </w:r>
      <w:r w:rsidRPr="00A4769E">
        <w:rPr>
          <w:szCs w:val="20"/>
        </w:rPr>
        <w:t>’</w:t>
      </w:r>
      <w:r w:rsidR="001B73FA" w:rsidRPr="001B73FA">
        <w:rPr>
          <w:szCs w:val="20"/>
        </w:rPr>
        <w:t>un ni l</w:t>
      </w:r>
      <w:r w:rsidRPr="00A4769E">
        <w:rPr>
          <w:szCs w:val="20"/>
        </w:rPr>
        <w:t>’</w:t>
      </w:r>
      <w:r w:rsidR="001B73FA" w:rsidRPr="001B73FA">
        <w:rPr>
          <w:szCs w:val="20"/>
        </w:rPr>
        <w:t>autre</w:t>
      </w:r>
      <w:r w:rsidRPr="00A4769E">
        <w:rPr>
          <w:szCs w:val="20"/>
        </w:rPr>
        <w:t xml:space="preserve">, </w:t>
      </w:r>
      <w:r w:rsidR="001B73FA" w:rsidRPr="001B73FA">
        <w:rPr>
          <w:szCs w:val="20"/>
        </w:rPr>
        <w:t>et ne parlez de moi à personne</w:t>
      </w:r>
      <w:r w:rsidRPr="00A4769E">
        <w:rPr>
          <w:szCs w:val="20"/>
        </w:rPr>
        <w:t xml:space="preserve">. </w:t>
      </w:r>
      <w:r w:rsidR="001B73FA" w:rsidRPr="001B73FA">
        <w:rPr>
          <w:szCs w:val="20"/>
        </w:rPr>
        <w:t>Prenez le bagage et descendez au bord de la route</w:t>
      </w:r>
      <w:r w:rsidRPr="00A4769E">
        <w:rPr>
          <w:szCs w:val="20"/>
        </w:rPr>
        <w:t xml:space="preserve">. </w:t>
      </w:r>
      <w:r w:rsidR="001B73FA" w:rsidRPr="001B73FA">
        <w:rPr>
          <w:szCs w:val="20"/>
        </w:rPr>
        <w:t>Vous n</w:t>
      </w:r>
      <w:r w:rsidRPr="00A4769E">
        <w:rPr>
          <w:szCs w:val="20"/>
        </w:rPr>
        <w:t>’</w:t>
      </w:r>
      <w:r w:rsidR="001B73FA" w:rsidRPr="001B73FA">
        <w:rPr>
          <w:szCs w:val="20"/>
        </w:rPr>
        <w:t>avez rien vu</w:t>
      </w:r>
      <w:r w:rsidRPr="00A4769E">
        <w:rPr>
          <w:szCs w:val="20"/>
        </w:rPr>
        <w:t xml:space="preserve">. </w:t>
      </w:r>
      <w:r w:rsidR="001B73FA" w:rsidRPr="001B73FA">
        <w:rPr>
          <w:szCs w:val="20"/>
        </w:rPr>
        <w:t>Si l</w:t>
      </w:r>
      <w:r w:rsidRPr="00A4769E">
        <w:rPr>
          <w:szCs w:val="20"/>
        </w:rPr>
        <w:t>’</w:t>
      </w:r>
      <w:r w:rsidR="001B73FA" w:rsidRPr="001B73FA">
        <w:rPr>
          <w:szCs w:val="20"/>
        </w:rPr>
        <w:t>on vous interroge</w:t>
      </w:r>
      <w:r w:rsidRPr="00A4769E">
        <w:rPr>
          <w:szCs w:val="20"/>
        </w:rPr>
        <w:t xml:space="preserve">, </w:t>
      </w:r>
      <w:r w:rsidR="001B73FA" w:rsidRPr="001B73FA">
        <w:rPr>
          <w:szCs w:val="20"/>
        </w:rPr>
        <w:t>faites l</w:t>
      </w:r>
      <w:r w:rsidRPr="00A4769E">
        <w:rPr>
          <w:szCs w:val="20"/>
        </w:rPr>
        <w:t>’</w:t>
      </w:r>
      <w:r w:rsidR="001B73FA" w:rsidRPr="001B73FA">
        <w:rPr>
          <w:szCs w:val="20"/>
        </w:rPr>
        <w:t>enfant</w:t>
      </w:r>
      <w:r w:rsidRPr="00A4769E">
        <w:rPr>
          <w:szCs w:val="20"/>
        </w:rPr>
        <w:t xml:space="preserve">. </w:t>
      </w:r>
      <w:r w:rsidR="001B73FA" w:rsidRPr="001B73FA">
        <w:rPr>
          <w:szCs w:val="20"/>
        </w:rPr>
        <w:t>Il se peut qu</w:t>
      </w:r>
      <w:r w:rsidRPr="00A4769E">
        <w:rPr>
          <w:szCs w:val="20"/>
        </w:rPr>
        <w:t>’</w:t>
      </w:r>
      <w:r w:rsidR="001B73FA" w:rsidRPr="001B73FA">
        <w:rPr>
          <w:szCs w:val="20"/>
        </w:rPr>
        <w:t>on vous interroge avec des précautions infinies</w:t>
      </w:r>
      <w:r w:rsidRPr="00A4769E">
        <w:rPr>
          <w:szCs w:val="20"/>
        </w:rPr>
        <w:t xml:space="preserve">. </w:t>
      </w:r>
      <w:r w:rsidR="001B73FA" w:rsidRPr="001B73FA">
        <w:rPr>
          <w:szCs w:val="20"/>
        </w:rPr>
        <w:t>Méfiez-vous</w:t>
      </w:r>
      <w:r w:rsidRPr="00A4769E">
        <w:rPr>
          <w:szCs w:val="20"/>
        </w:rPr>
        <w:t xml:space="preserve">. </w:t>
      </w:r>
      <w:r w:rsidR="001B73FA" w:rsidRPr="001B73FA">
        <w:rPr>
          <w:szCs w:val="20"/>
        </w:rPr>
        <w:t>Je regrette de ne pouvoir vous offrir un des deux pistolets que j</w:t>
      </w:r>
      <w:r w:rsidRPr="00A4769E">
        <w:rPr>
          <w:szCs w:val="20"/>
        </w:rPr>
        <w:t>’</w:t>
      </w:r>
      <w:r w:rsidR="001B73FA" w:rsidRPr="001B73FA">
        <w:rPr>
          <w:szCs w:val="20"/>
        </w:rPr>
        <w:t>ai</w:t>
      </w:r>
      <w:r w:rsidRPr="00A4769E">
        <w:rPr>
          <w:szCs w:val="20"/>
        </w:rPr>
        <w:t xml:space="preserve">. </w:t>
      </w:r>
      <w:r w:rsidR="001B73FA" w:rsidRPr="001B73FA">
        <w:rPr>
          <w:szCs w:val="20"/>
        </w:rPr>
        <w:t>Ils vont me faire besoin tous les deux</w:t>
      </w:r>
      <w:r w:rsidRPr="00A4769E">
        <w:rPr>
          <w:szCs w:val="20"/>
        </w:rPr>
        <w:t xml:space="preserve">. </w:t>
      </w:r>
      <w:r w:rsidR="001B73FA" w:rsidRPr="001B73FA">
        <w:rPr>
          <w:szCs w:val="20"/>
        </w:rPr>
        <w:t>Mais vous avez montré tout à l</w:t>
      </w:r>
      <w:r w:rsidRPr="00A4769E">
        <w:rPr>
          <w:szCs w:val="20"/>
        </w:rPr>
        <w:t>’</w:t>
      </w:r>
      <w:r w:rsidR="001B73FA" w:rsidRPr="001B73FA">
        <w:rPr>
          <w:szCs w:val="20"/>
        </w:rPr>
        <w:t>heure que vous savez être à la hauteur des circonstances</w:t>
      </w:r>
      <w:r w:rsidRPr="00A4769E">
        <w:rPr>
          <w:szCs w:val="20"/>
        </w:rPr>
        <w:t>.</w:t>
      </w:r>
    </w:p>
    <w:p w14:paraId="5C500839" w14:textId="02ACC6C3" w:rsidR="00462692" w:rsidRPr="00A4769E" w:rsidRDefault="00462692" w:rsidP="001B73FA">
      <w:pPr>
        <w:rPr>
          <w:szCs w:val="20"/>
        </w:rPr>
      </w:pPr>
      <w:r w:rsidRPr="00A4769E">
        <w:rPr>
          <w:szCs w:val="20"/>
        </w:rPr>
        <w:lastRenderedPageBreak/>
        <w:t>— </w:t>
      </w:r>
      <w:r w:rsidR="001B73FA" w:rsidRPr="001B73FA">
        <w:rPr>
          <w:szCs w:val="20"/>
        </w:rPr>
        <w:t>C</w:t>
      </w:r>
      <w:r w:rsidRPr="00A4769E">
        <w:rPr>
          <w:szCs w:val="20"/>
        </w:rPr>
        <w:t>’</w:t>
      </w:r>
      <w:r w:rsidR="001B73FA" w:rsidRPr="001B73FA">
        <w:rPr>
          <w:szCs w:val="20"/>
        </w:rPr>
        <w:t>est tellement drôle de vous entendre parler avec cette cocasse assurance</w:t>
      </w:r>
      <w:r w:rsidRPr="00A4769E">
        <w:rPr>
          <w:szCs w:val="20"/>
        </w:rPr>
        <w:t xml:space="preserve">, </w:t>
      </w:r>
      <w:r w:rsidR="001B73FA" w:rsidRPr="001B73FA">
        <w:rPr>
          <w:szCs w:val="20"/>
        </w:rPr>
        <w:t>dit la Marquise</w:t>
      </w:r>
      <w:r w:rsidRPr="00A4769E">
        <w:rPr>
          <w:szCs w:val="20"/>
        </w:rPr>
        <w:t xml:space="preserve">, </w:t>
      </w:r>
      <w:r w:rsidR="001B73FA" w:rsidRPr="001B73FA">
        <w:rPr>
          <w:szCs w:val="20"/>
        </w:rPr>
        <w:t>que je suis amplement payée de toutes vos impolitesses</w:t>
      </w:r>
      <w:r w:rsidRPr="00A4769E">
        <w:rPr>
          <w:szCs w:val="20"/>
        </w:rPr>
        <w:t xml:space="preserve">, </w:t>
      </w:r>
      <w:r w:rsidR="001B73FA" w:rsidRPr="001B73FA">
        <w:rPr>
          <w:szCs w:val="20"/>
        </w:rPr>
        <w:t>cher ami</w:t>
      </w:r>
      <w:r w:rsidRPr="00A4769E">
        <w:rPr>
          <w:szCs w:val="20"/>
        </w:rPr>
        <w:t xml:space="preserve">. </w:t>
      </w:r>
      <w:r w:rsidR="001B73FA" w:rsidRPr="001B73FA">
        <w:rPr>
          <w:szCs w:val="20"/>
        </w:rPr>
        <w:t>Quant à ce brave garçon</w:t>
      </w:r>
      <w:r w:rsidRPr="00A4769E">
        <w:rPr>
          <w:szCs w:val="20"/>
        </w:rPr>
        <w:t>…</w:t>
      </w:r>
    </w:p>
    <w:p w14:paraId="05585372" w14:textId="7901C8BD" w:rsidR="00462692" w:rsidRPr="00A4769E" w:rsidRDefault="00462692" w:rsidP="001B73FA">
      <w:pPr>
        <w:rPr>
          <w:szCs w:val="20"/>
        </w:rPr>
      </w:pPr>
      <w:r w:rsidRPr="00A4769E">
        <w:rPr>
          <w:szCs w:val="20"/>
        </w:rPr>
        <w:t>— </w:t>
      </w:r>
      <w:r w:rsidR="001B73FA" w:rsidRPr="001B73FA">
        <w:rPr>
          <w:szCs w:val="20"/>
        </w:rPr>
        <w:t>Venez</w:t>
      </w:r>
      <w:r w:rsidRPr="00A4769E">
        <w:rPr>
          <w:szCs w:val="20"/>
        </w:rPr>
        <w:t xml:space="preserve">, </w:t>
      </w:r>
      <w:r w:rsidR="001B73FA" w:rsidRPr="001B73FA">
        <w:rPr>
          <w:szCs w:val="20"/>
        </w:rPr>
        <w:t>madame</w:t>
      </w:r>
      <w:r w:rsidRPr="00A4769E">
        <w:rPr>
          <w:szCs w:val="20"/>
        </w:rPr>
        <w:t xml:space="preserve"> », </w:t>
      </w:r>
      <w:r w:rsidR="001B73FA" w:rsidRPr="001B73FA">
        <w:rPr>
          <w:szCs w:val="20"/>
        </w:rPr>
        <w:t>dit Angelo</w:t>
      </w:r>
      <w:r w:rsidRPr="00A4769E">
        <w:rPr>
          <w:szCs w:val="20"/>
        </w:rPr>
        <w:t xml:space="preserve"> ; </w:t>
      </w:r>
      <w:r w:rsidR="001B73FA" w:rsidRPr="001B73FA">
        <w:rPr>
          <w:szCs w:val="20"/>
        </w:rPr>
        <w:t>il la prit par la main et la fit sortir du couvert</w:t>
      </w:r>
      <w:r w:rsidRPr="00A4769E">
        <w:rPr>
          <w:szCs w:val="20"/>
        </w:rPr>
        <w:t>.</w:t>
      </w:r>
    </w:p>
    <w:p w14:paraId="2885DCA3" w14:textId="77777777" w:rsidR="001B73FA" w:rsidRPr="001B73FA" w:rsidRDefault="001B73FA" w:rsidP="001B73FA">
      <w:pPr>
        <w:rPr>
          <w:szCs w:val="20"/>
        </w:rPr>
      </w:pPr>
      <w:r w:rsidRPr="001B73FA">
        <w:rPr>
          <w:szCs w:val="20"/>
        </w:rPr>
        <w:t>Le cocher s</w:t>
      </w:r>
      <w:r w:rsidR="00462692" w:rsidRPr="00A4769E">
        <w:rPr>
          <w:szCs w:val="20"/>
        </w:rPr>
        <w:t>’</w:t>
      </w:r>
      <w:r w:rsidRPr="001B73FA">
        <w:rPr>
          <w:szCs w:val="20"/>
        </w:rPr>
        <w:t>était arrêté au carrefour et il regardait de tous les côtés en faisant claquer son fouet</w:t>
      </w:r>
      <w:r w:rsidR="00462692" w:rsidRPr="00A4769E">
        <w:rPr>
          <w:szCs w:val="20"/>
        </w:rPr>
        <w:t>. « </w:t>
      </w:r>
      <w:r w:rsidRPr="001B73FA">
        <w:rPr>
          <w:szCs w:val="20"/>
        </w:rPr>
        <w:t>Appelez-le vous-même</w:t>
      </w:r>
      <w:r w:rsidR="00462692" w:rsidRPr="00A4769E">
        <w:rPr>
          <w:szCs w:val="20"/>
        </w:rPr>
        <w:t xml:space="preserve">, </w:t>
      </w:r>
      <w:r w:rsidRPr="001B73FA">
        <w:rPr>
          <w:szCs w:val="20"/>
        </w:rPr>
        <w:t>madame</w:t>
      </w:r>
      <w:r w:rsidR="00462692" w:rsidRPr="00A4769E">
        <w:rPr>
          <w:szCs w:val="20"/>
        </w:rPr>
        <w:t xml:space="preserve">, </w:t>
      </w:r>
      <w:r w:rsidRPr="001B73FA">
        <w:rPr>
          <w:szCs w:val="20"/>
        </w:rPr>
        <w:t>dit Angelo</w:t>
      </w:r>
      <w:r w:rsidR="00462692" w:rsidRPr="00A4769E">
        <w:rPr>
          <w:szCs w:val="20"/>
        </w:rPr>
        <w:t xml:space="preserve">. </w:t>
      </w:r>
      <w:r w:rsidRPr="001B73FA">
        <w:rPr>
          <w:szCs w:val="20"/>
        </w:rPr>
        <w:t>Il n</w:t>
      </w:r>
      <w:r w:rsidR="00462692" w:rsidRPr="00A4769E">
        <w:rPr>
          <w:szCs w:val="20"/>
        </w:rPr>
        <w:t>’</w:t>
      </w:r>
      <w:r w:rsidRPr="001B73FA">
        <w:rPr>
          <w:szCs w:val="20"/>
        </w:rPr>
        <w:t>attend pas un homme</w:t>
      </w:r>
      <w:r w:rsidR="00462692" w:rsidRPr="00A4769E">
        <w:rPr>
          <w:szCs w:val="20"/>
        </w:rPr>
        <w:t xml:space="preserve">, </w:t>
      </w:r>
      <w:r w:rsidRPr="001B73FA">
        <w:rPr>
          <w:szCs w:val="20"/>
        </w:rPr>
        <w:t>et ma voix pourrait le surprendre</w:t>
      </w:r>
      <w:r w:rsidR="00462692" w:rsidRPr="00A4769E">
        <w:rPr>
          <w:szCs w:val="20"/>
        </w:rPr>
        <w:t>.</w:t>
      </w:r>
      <w:r w:rsidR="00462692" w:rsidRPr="00A4769E">
        <w:rPr>
          <w:szCs w:val="20"/>
        </w:rPr>
        <w:t> »</w:t>
      </w:r>
    </w:p>
    <w:p w14:paraId="326E10BD" w14:textId="77777777" w:rsidR="00462692" w:rsidRPr="00A4769E" w:rsidRDefault="001B73FA" w:rsidP="001B73FA">
      <w:pPr>
        <w:rPr>
          <w:szCs w:val="20"/>
        </w:rPr>
      </w:pPr>
      <w:r w:rsidRPr="001B73FA">
        <w:rPr>
          <w:szCs w:val="20"/>
        </w:rPr>
        <w:t>Le cocher avait l</w:t>
      </w:r>
      <w:r w:rsidR="00462692" w:rsidRPr="00A4769E">
        <w:rPr>
          <w:szCs w:val="20"/>
        </w:rPr>
        <w:t>’</w:t>
      </w:r>
      <w:r w:rsidRPr="001B73FA">
        <w:rPr>
          <w:szCs w:val="20"/>
        </w:rPr>
        <w:t>air terrifié</w:t>
      </w:r>
      <w:r w:rsidR="00462692" w:rsidRPr="00A4769E">
        <w:rPr>
          <w:szCs w:val="20"/>
        </w:rPr>
        <w:t xml:space="preserve">. </w:t>
      </w:r>
      <w:r w:rsidRPr="001B73FA">
        <w:rPr>
          <w:szCs w:val="20"/>
        </w:rPr>
        <w:t>Il ne fit même pas attention à Angelo</w:t>
      </w:r>
      <w:r w:rsidR="00462692" w:rsidRPr="00A4769E">
        <w:rPr>
          <w:szCs w:val="20"/>
        </w:rPr>
        <w:t>. « </w:t>
      </w:r>
      <w:r w:rsidRPr="001B73FA">
        <w:rPr>
          <w:szCs w:val="20"/>
        </w:rPr>
        <w:t>Montez vite</w:t>
      </w:r>
      <w:r w:rsidR="00462692" w:rsidRPr="00A4769E">
        <w:rPr>
          <w:szCs w:val="20"/>
        </w:rPr>
        <w:t xml:space="preserve"> », </w:t>
      </w:r>
      <w:r w:rsidRPr="001B73FA">
        <w:rPr>
          <w:szCs w:val="20"/>
        </w:rPr>
        <w:t>dit-il rudement</w:t>
      </w:r>
      <w:r w:rsidR="00462692" w:rsidRPr="00A4769E">
        <w:rPr>
          <w:szCs w:val="20"/>
        </w:rPr>
        <w:t xml:space="preserve">. </w:t>
      </w:r>
      <w:r w:rsidRPr="001B73FA">
        <w:rPr>
          <w:szCs w:val="20"/>
        </w:rPr>
        <w:t>Il les poussa dans la voiture</w:t>
      </w:r>
      <w:r w:rsidR="00462692" w:rsidRPr="00A4769E">
        <w:rPr>
          <w:szCs w:val="20"/>
        </w:rPr>
        <w:t xml:space="preserve">, </w:t>
      </w:r>
      <w:r w:rsidRPr="001B73FA">
        <w:rPr>
          <w:szCs w:val="20"/>
        </w:rPr>
        <w:t>jeta les bagages dans le fond</w:t>
      </w:r>
      <w:r w:rsidR="00462692" w:rsidRPr="00A4769E">
        <w:rPr>
          <w:szCs w:val="20"/>
        </w:rPr>
        <w:t xml:space="preserve">, </w:t>
      </w:r>
      <w:r w:rsidRPr="001B73FA">
        <w:rPr>
          <w:szCs w:val="20"/>
        </w:rPr>
        <w:t>sauta sur le siège et fouetta si brutalement les chevaux qu</w:t>
      </w:r>
      <w:r w:rsidR="00462692" w:rsidRPr="00A4769E">
        <w:rPr>
          <w:szCs w:val="20"/>
        </w:rPr>
        <w:t>’</w:t>
      </w:r>
      <w:r w:rsidRPr="001B73FA">
        <w:rPr>
          <w:szCs w:val="20"/>
        </w:rPr>
        <w:t>ils reculèrent en désordre avant de sauter au galop dans ce chemin par où était arrivé le premier cavalier nocturne</w:t>
      </w:r>
      <w:r w:rsidR="00462692" w:rsidRPr="00A4769E">
        <w:rPr>
          <w:szCs w:val="20"/>
        </w:rPr>
        <w:t>.</w:t>
      </w:r>
    </w:p>
    <w:p w14:paraId="5D8486F1" w14:textId="72D9B59C" w:rsidR="00462692" w:rsidRPr="00A4769E" w:rsidRDefault="001B73FA" w:rsidP="001B73FA">
      <w:pPr>
        <w:rPr>
          <w:szCs w:val="20"/>
        </w:rPr>
      </w:pPr>
      <w:r w:rsidRPr="001B73FA">
        <w:rPr>
          <w:szCs w:val="20"/>
        </w:rPr>
        <w:t>La voiture était une sorte de break campagnard directement monté sur essieux rigides et les cahots étaient terribles</w:t>
      </w:r>
      <w:r w:rsidR="00462692" w:rsidRPr="00A4769E">
        <w:rPr>
          <w:szCs w:val="20"/>
        </w:rPr>
        <w:t>.</w:t>
      </w:r>
      <w:r w:rsidR="00042C54">
        <w:rPr>
          <w:szCs w:val="20"/>
        </w:rPr>
        <w:t xml:space="preserve"> </w:t>
      </w:r>
      <w:r w:rsidRPr="001B73FA">
        <w:rPr>
          <w:szCs w:val="20"/>
        </w:rPr>
        <w:t>La Marquise et Angelo étaient à chaque instant jetés l</w:t>
      </w:r>
      <w:r w:rsidR="00462692" w:rsidRPr="00A4769E">
        <w:rPr>
          <w:szCs w:val="20"/>
        </w:rPr>
        <w:t>’</w:t>
      </w:r>
      <w:r w:rsidRPr="001B73FA">
        <w:rPr>
          <w:szCs w:val="20"/>
        </w:rPr>
        <w:t>un sur l</w:t>
      </w:r>
      <w:r w:rsidR="00462692" w:rsidRPr="00A4769E">
        <w:rPr>
          <w:szCs w:val="20"/>
        </w:rPr>
        <w:t>’</w:t>
      </w:r>
      <w:r w:rsidRPr="001B73FA">
        <w:rPr>
          <w:szCs w:val="20"/>
        </w:rPr>
        <w:t>autre ou contre les parois de cuir heureusement bien bourrées</w:t>
      </w:r>
      <w:r w:rsidR="00462692" w:rsidRPr="00A4769E">
        <w:rPr>
          <w:szCs w:val="20"/>
        </w:rPr>
        <w:t xml:space="preserve">. </w:t>
      </w:r>
      <w:r w:rsidRPr="001B73FA">
        <w:rPr>
          <w:szCs w:val="20"/>
        </w:rPr>
        <w:t>Enfin</w:t>
      </w:r>
      <w:r w:rsidR="00462692" w:rsidRPr="00A4769E">
        <w:rPr>
          <w:szCs w:val="20"/>
        </w:rPr>
        <w:t xml:space="preserve">, </w:t>
      </w:r>
      <w:r w:rsidRPr="001B73FA">
        <w:rPr>
          <w:szCs w:val="20"/>
        </w:rPr>
        <w:t>au bout peut-être d</w:t>
      </w:r>
      <w:r w:rsidR="00462692" w:rsidRPr="00A4769E">
        <w:rPr>
          <w:szCs w:val="20"/>
        </w:rPr>
        <w:t>’</w:t>
      </w:r>
      <w:r w:rsidRPr="001B73FA">
        <w:rPr>
          <w:szCs w:val="20"/>
        </w:rPr>
        <w:t>une demi-heure de cette imprudence dans des routes scabreuses</w:t>
      </w:r>
      <w:r w:rsidR="00462692" w:rsidRPr="00A4769E">
        <w:rPr>
          <w:szCs w:val="20"/>
        </w:rPr>
        <w:t xml:space="preserve">, </w:t>
      </w:r>
      <w:r w:rsidRPr="001B73FA">
        <w:rPr>
          <w:szCs w:val="20"/>
        </w:rPr>
        <w:t>Angelo fut tellement en colère de l</w:t>
      </w:r>
      <w:r w:rsidR="00462692" w:rsidRPr="00A4769E">
        <w:rPr>
          <w:szCs w:val="20"/>
        </w:rPr>
        <w:t>’</w:t>
      </w:r>
      <w:r w:rsidRPr="001B73FA">
        <w:rPr>
          <w:szCs w:val="20"/>
        </w:rPr>
        <w:t>insolence avec laquelle ils étaient secoués</w:t>
      </w:r>
      <w:r w:rsidR="00462692" w:rsidRPr="00A4769E">
        <w:rPr>
          <w:szCs w:val="20"/>
        </w:rPr>
        <w:t xml:space="preserve">, </w:t>
      </w:r>
      <w:r w:rsidRPr="001B73FA">
        <w:rPr>
          <w:szCs w:val="20"/>
        </w:rPr>
        <w:t>qu</w:t>
      </w:r>
      <w:r w:rsidR="00462692" w:rsidRPr="00A4769E">
        <w:rPr>
          <w:szCs w:val="20"/>
        </w:rPr>
        <w:t>’</w:t>
      </w:r>
      <w:r w:rsidRPr="001B73FA">
        <w:rPr>
          <w:szCs w:val="20"/>
        </w:rPr>
        <w:t>il réussit à s</w:t>
      </w:r>
      <w:r w:rsidR="00462692" w:rsidRPr="00A4769E">
        <w:rPr>
          <w:szCs w:val="20"/>
        </w:rPr>
        <w:t>’</w:t>
      </w:r>
      <w:r w:rsidRPr="001B73FA">
        <w:rPr>
          <w:szCs w:val="20"/>
        </w:rPr>
        <w:t>agenouiller sur la banquette avant</w:t>
      </w:r>
      <w:r w:rsidR="00462692" w:rsidRPr="00A4769E">
        <w:rPr>
          <w:szCs w:val="20"/>
        </w:rPr>
        <w:t xml:space="preserve">, </w:t>
      </w:r>
      <w:r w:rsidRPr="001B73FA">
        <w:rPr>
          <w:szCs w:val="20"/>
        </w:rPr>
        <w:t>à entrouvrir les portières de cuir</w:t>
      </w:r>
      <w:r w:rsidR="00462692" w:rsidRPr="00A4769E">
        <w:rPr>
          <w:szCs w:val="20"/>
        </w:rPr>
        <w:t xml:space="preserve">, </w:t>
      </w:r>
      <w:r w:rsidRPr="001B73FA">
        <w:rPr>
          <w:szCs w:val="20"/>
        </w:rPr>
        <w:t>et qu</w:t>
      </w:r>
      <w:r w:rsidR="00462692" w:rsidRPr="00A4769E">
        <w:rPr>
          <w:szCs w:val="20"/>
        </w:rPr>
        <w:t>’</w:t>
      </w:r>
      <w:r w:rsidRPr="001B73FA">
        <w:rPr>
          <w:szCs w:val="20"/>
        </w:rPr>
        <w:t>il saisit le cocher au collet en lui criant de s</w:t>
      </w:r>
      <w:r w:rsidR="00462692" w:rsidRPr="00A4769E">
        <w:rPr>
          <w:szCs w:val="20"/>
        </w:rPr>
        <w:t>’</w:t>
      </w:r>
      <w:r w:rsidRPr="001B73FA">
        <w:rPr>
          <w:szCs w:val="20"/>
        </w:rPr>
        <w:t>arrêter d</w:t>
      </w:r>
      <w:r w:rsidR="00462692" w:rsidRPr="00A4769E">
        <w:rPr>
          <w:szCs w:val="20"/>
        </w:rPr>
        <w:t>’</w:t>
      </w:r>
      <w:r w:rsidRPr="001B73FA">
        <w:rPr>
          <w:szCs w:val="20"/>
        </w:rPr>
        <w:t>une voix qui frappa les chevaux en même temps que l</w:t>
      </w:r>
      <w:r w:rsidR="00462692" w:rsidRPr="00A4769E">
        <w:rPr>
          <w:szCs w:val="20"/>
        </w:rPr>
        <w:t>’</w:t>
      </w:r>
      <w:r w:rsidRPr="001B73FA">
        <w:rPr>
          <w:szCs w:val="20"/>
        </w:rPr>
        <w:t>homme</w:t>
      </w:r>
      <w:r w:rsidR="00462692" w:rsidRPr="00A4769E">
        <w:rPr>
          <w:szCs w:val="20"/>
        </w:rPr>
        <w:t>.</w:t>
      </w:r>
    </w:p>
    <w:p w14:paraId="4039AE02" w14:textId="77777777" w:rsidR="001B73FA" w:rsidRPr="001B73FA" w:rsidRDefault="00462692" w:rsidP="001B73FA">
      <w:pPr>
        <w:rPr>
          <w:szCs w:val="20"/>
        </w:rPr>
      </w:pPr>
      <w:r w:rsidRPr="00A4769E">
        <w:rPr>
          <w:szCs w:val="20"/>
        </w:rPr>
        <w:t>« </w:t>
      </w:r>
      <w:r w:rsidR="001B73FA" w:rsidRPr="001B73FA">
        <w:rPr>
          <w:szCs w:val="20"/>
        </w:rPr>
        <w:t>Je t</w:t>
      </w:r>
      <w:r w:rsidRPr="00A4769E">
        <w:rPr>
          <w:szCs w:val="20"/>
        </w:rPr>
        <w:t>’</w:t>
      </w:r>
      <w:r w:rsidR="001B73FA" w:rsidRPr="001B73FA">
        <w:rPr>
          <w:szCs w:val="20"/>
        </w:rPr>
        <w:t>éventre comme un chien</w:t>
      </w:r>
      <w:r w:rsidRPr="00A4769E">
        <w:rPr>
          <w:szCs w:val="20"/>
        </w:rPr>
        <w:t xml:space="preserve">, </w:t>
      </w:r>
      <w:r w:rsidR="001B73FA" w:rsidRPr="001B73FA">
        <w:rPr>
          <w:szCs w:val="20"/>
        </w:rPr>
        <w:t>si tu ne m</w:t>
      </w:r>
      <w:r w:rsidRPr="00A4769E">
        <w:rPr>
          <w:szCs w:val="20"/>
        </w:rPr>
        <w:t>’</w:t>
      </w:r>
      <w:r w:rsidR="001B73FA" w:rsidRPr="001B73FA">
        <w:rPr>
          <w:szCs w:val="20"/>
        </w:rPr>
        <w:t>obéis</w:t>
      </w:r>
      <w:r w:rsidRPr="00A4769E">
        <w:rPr>
          <w:szCs w:val="20"/>
        </w:rPr>
        <w:t xml:space="preserve">, </w:t>
      </w:r>
      <w:r w:rsidR="001B73FA" w:rsidRPr="001B73FA">
        <w:rPr>
          <w:szCs w:val="20"/>
        </w:rPr>
        <w:t>dit-il</w:t>
      </w:r>
      <w:r w:rsidRPr="00A4769E">
        <w:rPr>
          <w:szCs w:val="20"/>
        </w:rPr>
        <w:t xml:space="preserve">. </w:t>
      </w:r>
      <w:r w:rsidR="001B73FA" w:rsidRPr="001B73FA">
        <w:rPr>
          <w:szCs w:val="20"/>
        </w:rPr>
        <w:t>Je n</w:t>
      </w:r>
      <w:r w:rsidRPr="00A4769E">
        <w:rPr>
          <w:szCs w:val="20"/>
        </w:rPr>
        <w:t>’</w:t>
      </w:r>
      <w:r w:rsidR="001B73FA" w:rsidRPr="001B73FA">
        <w:rPr>
          <w:szCs w:val="20"/>
        </w:rPr>
        <w:t>ai pas l</w:t>
      </w:r>
      <w:r w:rsidRPr="00A4769E">
        <w:rPr>
          <w:szCs w:val="20"/>
        </w:rPr>
        <w:t>’</w:t>
      </w:r>
      <w:r w:rsidR="001B73FA" w:rsidRPr="001B73FA">
        <w:rPr>
          <w:szCs w:val="20"/>
        </w:rPr>
        <w:t>habitude de supporter qu</w:t>
      </w:r>
      <w:r w:rsidRPr="00A4769E">
        <w:rPr>
          <w:szCs w:val="20"/>
        </w:rPr>
        <w:t>’</w:t>
      </w:r>
      <w:r w:rsidR="001B73FA" w:rsidRPr="001B73FA">
        <w:rPr>
          <w:szCs w:val="20"/>
        </w:rPr>
        <w:t>on se moque de moi</w:t>
      </w:r>
      <w:r w:rsidRPr="00A4769E">
        <w:rPr>
          <w:szCs w:val="20"/>
        </w:rPr>
        <w:t>. »</w:t>
      </w:r>
      <w:r w:rsidR="001B73FA" w:rsidRPr="001B73FA">
        <w:rPr>
          <w:szCs w:val="20"/>
        </w:rPr>
        <w:t xml:space="preserve"> Et il parla très inconsidérément de soldats</w:t>
      </w:r>
      <w:r w:rsidRPr="00A4769E">
        <w:rPr>
          <w:szCs w:val="20"/>
        </w:rPr>
        <w:t xml:space="preserve">, </w:t>
      </w:r>
      <w:r w:rsidR="001B73FA" w:rsidRPr="001B73FA">
        <w:rPr>
          <w:szCs w:val="20"/>
        </w:rPr>
        <w:t xml:space="preserve">de corps de garde </w:t>
      </w:r>
      <w:r w:rsidR="001B73FA" w:rsidRPr="001B73FA">
        <w:rPr>
          <w:szCs w:val="20"/>
        </w:rPr>
        <w:lastRenderedPageBreak/>
        <w:t>et même de duel</w:t>
      </w:r>
      <w:r w:rsidRPr="00A4769E">
        <w:rPr>
          <w:szCs w:val="20"/>
        </w:rPr>
        <w:t xml:space="preserve"> ; </w:t>
      </w:r>
      <w:r w:rsidR="001B73FA" w:rsidRPr="001B73FA">
        <w:rPr>
          <w:szCs w:val="20"/>
        </w:rPr>
        <w:t>le mot de duel rassura le cocher</w:t>
      </w:r>
      <w:r w:rsidRPr="00A4769E">
        <w:rPr>
          <w:szCs w:val="20"/>
        </w:rPr>
        <w:t>. « </w:t>
      </w:r>
      <w:r w:rsidR="001B73FA" w:rsidRPr="001B73FA">
        <w:rPr>
          <w:szCs w:val="20"/>
        </w:rPr>
        <w:t>J</w:t>
      </w:r>
      <w:r w:rsidRPr="00A4769E">
        <w:rPr>
          <w:szCs w:val="20"/>
        </w:rPr>
        <w:t>’</w:t>
      </w:r>
      <w:r w:rsidR="001B73FA" w:rsidRPr="001B73FA">
        <w:rPr>
          <w:szCs w:val="20"/>
        </w:rPr>
        <w:t>ai cru bien faire</w:t>
      </w:r>
      <w:r w:rsidRPr="00A4769E">
        <w:rPr>
          <w:szCs w:val="20"/>
        </w:rPr>
        <w:t xml:space="preserve">, </w:t>
      </w:r>
      <w:r w:rsidR="001B73FA" w:rsidRPr="001B73FA">
        <w:rPr>
          <w:szCs w:val="20"/>
        </w:rPr>
        <w:t>dit-il</w:t>
      </w:r>
      <w:r w:rsidRPr="00A4769E">
        <w:rPr>
          <w:szCs w:val="20"/>
        </w:rPr>
        <w:t xml:space="preserve">, </w:t>
      </w:r>
      <w:r w:rsidR="001B73FA" w:rsidRPr="001B73FA">
        <w:rPr>
          <w:szCs w:val="20"/>
        </w:rPr>
        <w:t>de filer vite pour éviter les brouillards de la Durance</w:t>
      </w:r>
      <w:r w:rsidRPr="00A4769E">
        <w:rPr>
          <w:szCs w:val="20"/>
        </w:rPr>
        <w:t xml:space="preserve">. </w:t>
      </w:r>
      <w:r w:rsidR="001B73FA" w:rsidRPr="001B73FA">
        <w:rPr>
          <w:szCs w:val="20"/>
        </w:rPr>
        <w:t>Ils sont méchants et ils donnent des fièvres dont on ne guérit pas</w:t>
      </w:r>
      <w:r w:rsidRPr="00A4769E">
        <w:rPr>
          <w:szCs w:val="20"/>
        </w:rPr>
        <w:t>. »</w:t>
      </w:r>
    </w:p>
    <w:p w14:paraId="7FD55020" w14:textId="77777777" w:rsidR="00462692" w:rsidRPr="00A4769E" w:rsidRDefault="001B73FA" w:rsidP="001B73FA">
      <w:pPr>
        <w:rPr>
          <w:szCs w:val="20"/>
        </w:rPr>
      </w:pPr>
      <w:r w:rsidRPr="001B73FA">
        <w:rPr>
          <w:szCs w:val="20"/>
        </w:rPr>
        <w:t>La voiture était arrêtée au sommet d</w:t>
      </w:r>
      <w:r w:rsidR="00462692" w:rsidRPr="00A4769E">
        <w:rPr>
          <w:szCs w:val="20"/>
        </w:rPr>
        <w:t>’</w:t>
      </w:r>
      <w:r w:rsidRPr="001B73FA">
        <w:rPr>
          <w:szCs w:val="20"/>
        </w:rPr>
        <w:t>une colline et le vent traînait des vagues dans les pins</w:t>
      </w:r>
      <w:r w:rsidR="00462692" w:rsidRPr="00A4769E">
        <w:rPr>
          <w:szCs w:val="20"/>
        </w:rPr>
        <w:t xml:space="preserve">. </w:t>
      </w:r>
      <w:r w:rsidRPr="001B73FA">
        <w:rPr>
          <w:szCs w:val="20"/>
        </w:rPr>
        <w:t>Soudain Angelo</w:t>
      </w:r>
      <w:r w:rsidR="00D74DD5">
        <w:rPr>
          <w:szCs w:val="20"/>
        </w:rPr>
        <w:t>,</w:t>
      </w:r>
      <w:r w:rsidRPr="001B73FA">
        <w:rPr>
          <w:szCs w:val="20"/>
        </w:rPr>
        <w:t xml:space="preserve"> exercé à guetter dans la nuit des camps le tir des sentinelles peureuses</w:t>
      </w:r>
      <w:r w:rsidR="00462692" w:rsidRPr="00A4769E">
        <w:rPr>
          <w:szCs w:val="20"/>
        </w:rPr>
        <w:t xml:space="preserve">, </w:t>
      </w:r>
      <w:r w:rsidRPr="001B73FA">
        <w:rPr>
          <w:szCs w:val="20"/>
        </w:rPr>
        <w:t>entendit deux ou trois claquements lointains dans lesquels il reconnut le bruit de coups de pistolet</w:t>
      </w:r>
      <w:r w:rsidR="00462692" w:rsidRPr="00A4769E">
        <w:rPr>
          <w:szCs w:val="20"/>
        </w:rPr>
        <w:t xml:space="preserve">. </w:t>
      </w:r>
      <w:r w:rsidRPr="001B73FA">
        <w:rPr>
          <w:szCs w:val="20"/>
        </w:rPr>
        <w:t>Sur-le-champ</w:t>
      </w:r>
      <w:r w:rsidR="00462692" w:rsidRPr="00A4769E">
        <w:rPr>
          <w:szCs w:val="20"/>
        </w:rPr>
        <w:t xml:space="preserve">, </w:t>
      </w:r>
      <w:r w:rsidRPr="001B73FA">
        <w:rPr>
          <w:szCs w:val="20"/>
        </w:rPr>
        <w:t>il se souvint des recommandations de l</w:t>
      </w:r>
      <w:r w:rsidR="00462692" w:rsidRPr="00A4769E">
        <w:rPr>
          <w:szCs w:val="20"/>
        </w:rPr>
        <w:t>’</w:t>
      </w:r>
      <w:r w:rsidRPr="001B73FA">
        <w:rPr>
          <w:szCs w:val="20"/>
        </w:rPr>
        <w:t>homme au carrick</w:t>
      </w:r>
      <w:r w:rsidR="00462692" w:rsidRPr="00A4769E">
        <w:rPr>
          <w:szCs w:val="20"/>
        </w:rPr>
        <w:t>. « </w:t>
      </w:r>
      <w:r w:rsidRPr="001B73FA">
        <w:rPr>
          <w:szCs w:val="20"/>
        </w:rPr>
        <w:t>Tu as bien fait</w:t>
      </w:r>
      <w:r w:rsidR="00462692" w:rsidRPr="00A4769E">
        <w:rPr>
          <w:szCs w:val="20"/>
        </w:rPr>
        <w:t xml:space="preserve">, </w:t>
      </w:r>
      <w:r w:rsidRPr="001B73FA">
        <w:rPr>
          <w:szCs w:val="20"/>
        </w:rPr>
        <w:t>dit-il froidement</w:t>
      </w:r>
      <w:r w:rsidR="00462692" w:rsidRPr="00A4769E">
        <w:rPr>
          <w:szCs w:val="20"/>
        </w:rPr>
        <w:t xml:space="preserve">, </w:t>
      </w:r>
      <w:r w:rsidRPr="001B73FA">
        <w:rPr>
          <w:szCs w:val="20"/>
        </w:rPr>
        <w:t>il n</w:t>
      </w:r>
      <w:r w:rsidR="00462692" w:rsidRPr="00A4769E">
        <w:rPr>
          <w:szCs w:val="20"/>
        </w:rPr>
        <w:t>’</w:t>
      </w:r>
      <w:r w:rsidRPr="001B73FA">
        <w:rPr>
          <w:szCs w:val="20"/>
        </w:rPr>
        <w:t>y a rien de plus dangereux que les brouillards dont tu parles</w:t>
      </w:r>
      <w:r w:rsidR="00462692" w:rsidRPr="00A4769E">
        <w:rPr>
          <w:szCs w:val="20"/>
        </w:rPr>
        <w:t xml:space="preserve">. </w:t>
      </w:r>
      <w:r w:rsidRPr="001B73FA">
        <w:rPr>
          <w:szCs w:val="20"/>
        </w:rPr>
        <w:t>Je connais des gens qui en sont morts</w:t>
      </w:r>
      <w:r w:rsidR="00462692" w:rsidRPr="00A4769E">
        <w:rPr>
          <w:szCs w:val="20"/>
        </w:rPr>
        <w:t xml:space="preserve">. </w:t>
      </w:r>
      <w:r w:rsidRPr="001B73FA">
        <w:rPr>
          <w:szCs w:val="20"/>
        </w:rPr>
        <w:t>Cependant</w:t>
      </w:r>
      <w:r w:rsidR="00462692" w:rsidRPr="00A4769E">
        <w:rPr>
          <w:szCs w:val="20"/>
        </w:rPr>
        <w:t xml:space="preserve">, </w:t>
      </w:r>
      <w:r w:rsidRPr="001B73FA">
        <w:rPr>
          <w:szCs w:val="20"/>
        </w:rPr>
        <w:t>maintenant que nous sommes assez loin</w:t>
      </w:r>
      <w:r w:rsidR="00462692" w:rsidRPr="00A4769E">
        <w:rPr>
          <w:szCs w:val="20"/>
        </w:rPr>
        <w:t xml:space="preserve">, </w:t>
      </w:r>
      <w:r w:rsidRPr="001B73FA">
        <w:rPr>
          <w:szCs w:val="20"/>
        </w:rPr>
        <w:t>arrange-toi pour conduire avec un peu plus de précautions</w:t>
      </w:r>
      <w:r w:rsidR="00462692" w:rsidRPr="00A4769E">
        <w:rPr>
          <w:szCs w:val="20"/>
        </w:rPr>
        <w:t xml:space="preserve">, </w:t>
      </w:r>
      <w:r w:rsidRPr="001B73FA">
        <w:rPr>
          <w:szCs w:val="20"/>
        </w:rPr>
        <w:t>sans quoi</w:t>
      </w:r>
      <w:r w:rsidR="00462692" w:rsidRPr="00A4769E">
        <w:rPr>
          <w:szCs w:val="20"/>
        </w:rPr>
        <w:t xml:space="preserve">, </w:t>
      </w:r>
      <w:r w:rsidRPr="001B73FA">
        <w:rPr>
          <w:szCs w:val="20"/>
        </w:rPr>
        <w:t>Madame et moi nous allons nous assommer l</w:t>
      </w:r>
      <w:r w:rsidR="00462692" w:rsidRPr="00A4769E">
        <w:rPr>
          <w:szCs w:val="20"/>
        </w:rPr>
        <w:t>’</w:t>
      </w:r>
      <w:r w:rsidRPr="001B73FA">
        <w:rPr>
          <w:szCs w:val="20"/>
        </w:rPr>
        <w:t>un contre l</w:t>
      </w:r>
      <w:r w:rsidR="00462692" w:rsidRPr="00A4769E">
        <w:rPr>
          <w:szCs w:val="20"/>
        </w:rPr>
        <w:t>’</w:t>
      </w:r>
      <w:r w:rsidRPr="001B73FA">
        <w:rPr>
          <w:szCs w:val="20"/>
        </w:rPr>
        <w:t>autre</w:t>
      </w:r>
      <w:r w:rsidR="00462692" w:rsidRPr="00A4769E">
        <w:rPr>
          <w:szCs w:val="20"/>
        </w:rPr>
        <w:t xml:space="preserve">, </w:t>
      </w:r>
      <w:r w:rsidRPr="001B73FA">
        <w:rPr>
          <w:szCs w:val="20"/>
        </w:rPr>
        <w:t>et nous pouvons très bien mourir aussi de cette façon-là</w:t>
      </w:r>
      <w:r w:rsidR="00462692" w:rsidRPr="00A4769E">
        <w:rPr>
          <w:szCs w:val="20"/>
        </w:rPr>
        <w:t xml:space="preserve">. </w:t>
      </w:r>
      <w:r w:rsidRPr="001B73FA">
        <w:rPr>
          <w:szCs w:val="20"/>
        </w:rPr>
        <w:t>J</w:t>
      </w:r>
      <w:r w:rsidR="00462692" w:rsidRPr="00A4769E">
        <w:rPr>
          <w:szCs w:val="20"/>
        </w:rPr>
        <w:t>’</w:t>
      </w:r>
      <w:r w:rsidRPr="001B73FA">
        <w:rPr>
          <w:szCs w:val="20"/>
        </w:rPr>
        <w:t>aime autant te dire que nous ne te le pardonnerons pas et que nous viendrons te tirer par les pieds toutes les nuits</w:t>
      </w:r>
      <w:r w:rsidR="00462692" w:rsidRPr="00A4769E">
        <w:rPr>
          <w:szCs w:val="20"/>
        </w:rPr>
        <w:t xml:space="preserve">. </w:t>
      </w:r>
      <w:r w:rsidRPr="001B73FA">
        <w:rPr>
          <w:szCs w:val="20"/>
        </w:rPr>
        <w:t>Est-ce que nous risquons de rencontrer encore de ces fameux brouillards le long de notre route</w:t>
      </w:r>
      <w:r w:rsidR="00462692" w:rsidRPr="00A4769E">
        <w:rPr>
          <w:szCs w:val="20"/>
        </w:rPr>
        <w:t> ?</w:t>
      </w:r>
    </w:p>
    <w:p w14:paraId="356FCDD1" w14:textId="185935D3" w:rsidR="001B73FA" w:rsidRPr="001B73FA" w:rsidRDefault="00462692" w:rsidP="001B73FA">
      <w:pPr>
        <w:rPr>
          <w:szCs w:val="20"/>
        </w:rPr>
      </w:pPr>
      <w:r w:rsidRPr="00A4769E">
        <w:rPr>
          <w:szCs w:val="20"/>
        </w:rPr>
        <w:t>— </w:t>
      </w:r>
      <w:r w:rsidR="001B73FA" w:rsidRPr="001B73FA">
        <w:rPr>
          <w:szCs w:val="20"/>
        </w:rPr>
        <w:t>Je ne crois pas</w:t>
      </w:r>
      <w:r w:rsidRPr="00A4769E">
        <w:rPr>
          <w:szCs w:val="20"/>
        </w:rPr>
        <w:t xml:space="preserve">, </w:t>
      </w:r>
      <w:r w:rsidR="001B73FA" w:rsidRPr="001B73FA">
        <w:rPr>
          <w:szCs w:val="20"/>
        </w:rPr>
        <w:t>dit le cocher</w:t>
      </w:r>
      <w:r w:rsidRPr="00A4769E">
        <w:rPr>
          <w:szCs w:val="20"/>
        </w:rPr>
        <w:t xml:space="preserve">. </w:t>
      </w:r>
      <w:r w:rsidR="001B73FA" w:rsidRPr="001B73FA">
        <w:rPr>
          <w:szCs w:val="20"/>
        </w:rPr>
        <w:t>Mais</w:t>
      </w:r>
      <w:r w:rsidRPr="00A4769E">
        <w:rPr>
          <w:szCs w:val="20"/>
        </w:rPr>
        <w:t xml:space="preserve">, </w:t>
      </w:r>
      <w:r w:rsidR="001B73FA" w:rsidRPr="001B73FA">
        <w:rPr>
          <w:szCs w:val="20"/>
        </w:rPr>
        <w:t>à mon avis</w:t>
      </w:r>
      <w:r w:rsidRPr="00A4769E">
        <w:rPr>
          <w:szCs w:val="20"/>
        </w:rPr>
        <w:t xml:space="preserve">, </w:t>
      </w:r>
      <w:r w:rsidR="001B73FA" w:rsidRPr="001B73FA">
        <w:rPr>
          <w:szCs w:val="20"/>
        </w:rPr>
        <w:t>le mieux est de ne pas trop s</w:t>
      </w:r>
      <w:r w:rsidRPr="00A4769E">
        <w:rPr>
          <w:szCs w:val="20"/>
        </w:rPr>
        <w:t>’</w:t>
      </w:r>
      <w:r w:rsidR="001B73FA" w:rsidRPr="001B73FA">
        <w:rPr>
          <w:szCs w:val="20"/>
        </w:rPr>
        <w:t>attarder</w:t>
      </w:r>
      <w:r w:rsidRPr="00A4769E">
        <w:rPr>
          <w:szCs w:val="20"/>
        </w:rPr>
        <w:t>. »</w:t>
      </w:r>
      <w:r w:rsidR="001B73FA" w:rsidRPr="001B73FA">
        <w:rPr>
          <w:szCs w:val="20"/>
        </w:rPr>
        <w:t xml:space="preserve"> Il ajouta que</w:t>
      </w:r>
      <w:r w:rsidRPr="00A4769E">
        <w:rPr>
          <w:szCs w:val="20"/>
        </w:rPr>
        <w:t xml:space="preserve">, </w:t>
      </w:r>
      <w:r w:rsidR="001B73FA" w:rsidRPr="001B73FA">
        <w:rPr>
          <w:szCs w:val="20"/>
        </w:rPr>
        <w:t>de toute façon</w:t>
      </w:r>
      <w:r w:rsidRPr="00A4769E">
        <w:rPr>
          <w:szCs w:val="20"/>
        </w:rPr>
        <w:t xml:space="preserve">, </w:t>
      </w:r>
      <w:r w:rsidR="001B73FA" w:rsidRPr="001B73FA">
        <w:rPr>
          <w:szCs w:val="20"/>
        </w:rPr>
        <w:t>ce chemin de colline qu</w:t>
      </w:r>
      <w:r w:rsidRPr="00A4769E">
        <w:rPr>
          <w:szCs w:val="20"/>
        </w:rPr>
        <w:t>’</w:t>
      </w:r>
      <w:r w:rsidR="001B73FA" w:rsidRPr="001B73FA">
        <w:rPr>
          <w:szCs w:val="20"/>
        </w:rPr>
        <w:t>ils suivaient</w:t>
      </w:r>
      <w:r w:rsidRPr="00A4769E">
        <w:rPr>
          <w:szCs w:val="20"/>
        </w:rPr>
        <w:t xml:space="preserve">, </w:t>
      </w:r>
      <w:r w:rsidR="001B73FA" w:rsidRPr="001B73FA">
        <w:rPr>
          <w:szCs w:val="20"/>
        </w:rPr>
        <w:t>et qui</w:t>
      </w:r>
      <w:r w:rsidRPr="00A4769E">
        <w:rPr>
          <w:szCs w:val="20"/>
        </w:rPr>
        <w:t xml:space="preserve"> </w:t>
      </w:r>
      <w:r w:rsidR="001B73FA" w:rsidRPr="001B73FA">
        <w:rPr>
          <w:szCs w:val="20"/>
        </w:rPr>
        <w:t>parfois s</w:t>
      </w:r>
      <w:r w:rsidRPr="00A4769E">
        <w:rPr>
          <w:szCs w:val="20"/>
        </w:rPr>
        <w:t>’</w:t>
      </w:r>
      <w:r w:rsidR="001B73FA" w:rsidRPr="001B73FA">
        <w:rPr>
          <w:szCs w:val="20"/>
        </w:rPr>
        <w:t>abaissait dangereusement vers des ravins de rochers blancs dont la lune montrait toute la profondeur</w:t>
      </w:r>
      <w:r w:rsidRPr="00A4769E">
        <w:rPr>
          <w:szCs w:val="20"/>
        </w:rPr>
        <w:t xml:space="preserve">, </w:t>
      </w:r>
      <w:r w:rsidR="001B73FA" w:rsidRPr="001B73FA">
        <w:rPr>
          <w:szCs w:val="20"/>
        </w:rPr>
        <w:t>allait bientôt rencontrer une route plus carrossable</w:t>
      </w:r>
      <w:r w:rsidRPr="00A4769E">
        <w:rPr>
          <w:szCs w:val="20"/>
        </w:rPr>
        <w:t>. « </w:t>
      </w:r>
      <w:r w:rsidR="001B73FA" w:rsidRPr="001B73FA">
        <w:rPr>
          <w:szCs w:val="20"/>
        </w:rPr>
        <w:t>Eh bien</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Madame et moi nous préférons les risques du brouillard jusqu</w:t>
      </w:r>
      <w:r w:rsidRPr="00A4769E">
        <w:rPr>
          <w:szCs w:val="20"/>
        </w:rPr>
        <w:t>’</w:t>
      </w:r>
      <w:r w:rsidR="001B73FA" w:rsidRPr="001B73FA">
        <w:rPr>
          <w:szCs w:val="20"/>
        </w:rPr>
        <w:t>à ce que tu sois sur la route dont tu parles</w:t>
      </w:r>
      <w:r w:rsidRPr="00A4769E">
        <w:rPr>
          <w:szCs w:val="20"/>
        </w:rPr>
        <w:t xml:space="preserve">. </w:t>
      </w:r>
      <w:r w:rsidR="001B73FA" w:rsidRPr="001B73FA">
        <w:rPr>
          <w:szCs w:val="20"/>
        </w:rPr>
        <w:t>Donc</w:t>
      </w:r>
      <w:r w:rsidRPr="00A4769E">
        <w:rPr>
          <w:szCs w:val="20"/>
        </w:rPr>
        <w:t xml:space="preserve">, </w:t>
      </w:r>
      <w:r w:rsidR="001B73FA" w:rsidRPr="001B73FA">
        <w:rPr>
          <w:szCs w:val="20"/>
        </w:rPr>
        <w:t>jusque-là va au pas</w:t>
      </w:r>
      <w:r w:rsidRPr="00A4769E">
        <w:rPr>
          <w:szCs w:val="20"/>
        </w:rPr>
        <w:t xml:space="preserve">, </w:t>
      </w:r>
      <w:r w:rsidR="001B73FA" w:rsidRPr="001B73FA">
        <w:rPr>
          <w:szCs w:val="20"/>
        </w:rPr>
        <w:t>et relève-nous les portières de cuir de chaque côté pour que nous puissions jouir du paysage</w:t>
      </w:r>
      <w:r w:rsidRPr="00A4769E">
        <w:rPr>
          <w:szCs w:val="20"/>
        </w:rPr>
        <w:t xml:space="preserve">, </w:t>
      </w:r>
      <w:r w:rsidR="001B73FA" w:rsidRPr="001B73FA">
        <w:rPr>
          <w:szCs w:val="20"/>
        </w:rPr>
        <w:t>qui est fort beau cette nuit</w:t>
      </w:r>
      <w:r w:rsidRPr="00A4769E">
        <w:rPr>
          <w:szCs w:val="20"/>
        </w:rPr>
        <w:t>.</w:t>
      </w:r>
      <w:r w:rsidRPr="00A4769E">
        <w:rPr>
          <w:szCs w:val="20"/>
        </w:rPr>
        <w:t> »</w:t>
      </w:r>
    </w:p>
    <w:p w14:paraId="1D379DE0" w14:textId="77777777" w:rsidR="00462692" w:rsidRPr="00A4769E" w:rsidRDefault="001B73FA" w:rsidP="001B73FA">
      <w:pPr>
        <w:rPr>
          <w:szCs w:val="20"/>
        </w:rPr>
      </w:pPr>
      <w:r w:rsidRPr="001B73FA">
        <w:rPr>
          <w:szCs w:val="20"/>
        </w:rPr>
        <w:lastRenderedPageBreak/>
        <w:t>La Marquise qui</w:t>
      </w:r>
      <w:r w:rsidR="00462692" w:rsidRPr="00A4769E">
        <w:rPr>
          <w:szCs w:val="20"/>
        </w:rPr>
        <w:t xml:space="preserve">, </w:t>
      </w:r>
      <w:r w:rsidRPr="001B73FA">
        <w:rPr>
          <w:szCs w:val="20"/>
        </w:rPr>
        <w:t>jusque-là</w:t>
      </w:r>
      <w:r w:rsidR="00462692" w:rsidRPr="00A4769E">
        <w:rPr>
          <w:szCs w:val="20"/>
        </w:rPr>
        <w:t xml:space="preserve">, </w:t>
      </w:r>
      <w:r w:rsidRPr="001B73FA">
        <w:rPr>
          <w:szCs w:val="20"/>
        </w:rPr>
        <w:t>n</w:t>
      </w:r>
      <w:r w:rsidR="00462692" w:rsidRPr="00A4769E">
        <w:rPr>
          <w:szCs w:val="20"/>
        </w:rPr>
        <w:t>’</w:t>
      </w:r>
      <w:r w:rsidRPr="001B73FA">
        <w:rPr>
          <w:szCs w:val="20"/>
        </w:rPr>
        <w:t>avait rien dit et prenait un plaisir extrême à la prudence de chat avec laquelle Angelo parlait de brouillards</w:t>
      </w:r>
      <w:r w:rsidR="00462692" w:rsidRPr="00A4769E">
        <w:rPr>
          <w:szCs w:val="20"/>
        </w:rPr>
        <w:t xml:space="preserve">, </w:t>
      </w:r>
      <w:r w:rsidRPr="001B73FA">
        <w:rPr>
          <w:szCs w:val="20"/>
        </w:rPr>
        <w:t>demanda au cocher pourquoi il ne l</w:t>
      </w:r>
      <w:r w:rsidR="00462692" w:rsidRPr="00A4769E">
        <w:rPr>
          <w:szCs w:val="20"/>
        </w:rPr>
        <w:t>’</w:t>
      </w:r>
      <w:r w:rsidRPr="001B73FA">
        <w:rPr>
          <w:szCs w:val="20"/>
        </w:rPr>
        <w:t>avait pas attendue au carrefour</w:t>
      </w:r>
      <w:r w:rsidR="00462692" w:rsidRPr="00A4769E">
        <w:rPr>
          <w:szCs w:val="20"/>
        </w:rPr>
        <w:t xml:space="preserve">. </w:t>
      </w:r>
      <w:r w:rsidRPr="001B73FA">
        <w:rPr>
          <w:szCs w:val="20"/>
        </w:rPr>
        <w:t>Cet homme qui allait à ce moment-là remonter sur son siège revint à la portière et</w:t>
      </w:r>
      <w:r w:rsidR="00462692" w:rsidRPr="00A4769E">
        <w:rPr>
          <w:szCs w:val="20"/>
        </w:rPr>
        <w:t xml:space="preserve">, </w:t>
      </w:r>
      <w:r w:rsidRPr="001B73FA">
        <w:rPr>
          <w:szCs w:val="20"/>
        </w:rPr>
        <w:t>sans répondre à la question</w:t>
      </w:r>
      <w:r w:rsidR="00462692" w:rsidRPr="00A4769E">
        <w:rPr>
          <w:szCs w:val="20"/>
        </w:rPr>
        <w:t xml:space="preserve">, </w:t>
      </w:r>
      <w:r w:rsidRPr="001B73FA">
        <w:rPr>
          <w:szCs w:val="20"/>
        </w:rPr>
        <w:t>demanda très impoliment s</w:t>
      </w:r>
      <w:r w:rsidR="00462692" w:rsidRPr="00A4769E">
        <w:rPr>
          <w:szCs w:val="20"/>
        </w:rPr>
        <w:t>’</w:t>
      </w:r>
      <w:r w:rsidRPr="001B73FA">
        <w:rPr>
          <w:szCs w:val="20"/>
        </w:rPr>
        <w:t>il était vraiment bien nécessaire de donner des explications à ce sujet</w:t>
      </w:r>
      <w:r w:rsidR="00462692" w:rsidRPr="00A4769E">
        <w:rPr>
          <w:szCs w:val="20"/>
        </w:rPr>
        <w:t>. « </w:t>
      </w:r>
      <w:r w:rsidRPr="001B73FA">
        <w:rPr>
          <w:szCs w:val="20"/>
        </w:rPr>
        <w:t>Pour un imbécile comme toi</w:t>
      </w:r>
      <w:r w:rsidR="00462692" w:rsidRPr="00A4769E">
        <w:rPr>
          <w:szCs w:val="20"/>
        </w:rPr>
        <w:t xml:space="preserve">, </w:t>
      </w:r>
      <w:r w:rsidRPr="001B73FA">
        <w:rPr>
          <w:szCs w:val="20"/>
        </w:rPr>
        <w:t>dit vivement Angelo</w:t>
      </w:r>
      <w:r w:rsidR="00462692" w:rsidRPr="00A4769E">
        <w:rPr>
          <w:szCs w:val="20"/>
        </w:rPr>
        <w:t xml:space="preserve">, </w:t>
      </w:r>
      <w:r w:rsidRPr="001B73FA">
        <w:rPr>
          <w:szCs w:val="20"/>
        </w:rPr>
        <w:t>ta bêtise suffit à tout expliquer</w:t>
      </w:r>
      <w:r w:rsidR="00462692" w:rsidRPr="00A4769E">
        <w:rPr>
          <w:szCs w:val="20"/>
        </w:rPr>
        <w:t xml:space="preserve">, </w:t>
      </w:r>
      <w:r w:rsidRPr="001B73FA">
        <w:rPr>
          <w:szCs w:val="20"/>
        </w:rPr>
        <w:t>en effet</w:t>
      </w:r>
      <w:r w:rsidR="00462692" w:rsidRPr="00A4769E">
        <w:rPr>
          <w:szCs w:val="20"/>
        </w:rPr>
        <w:t xml:space="preserve">. </w:t>
      </w:r>
      <w:r w:rsidRPr="001B73FA">
        <w:rPr>
          <w:szCs w:val="20"/>
        </w:rPr>
        <w:t>Tu as de la chance que nous ayons pris plaisir à écouter le rossignol dans cet endroit parfaitement calme</w:t>
      </w:r>
      <w:r w:rsidR="00462692" w:rsidRPr="00A4769E">
        <w:rPr>
          <w:szCs w:val="20"/>
        </w:rPr>
        <w:t xml:space="preserve">, </w:t>
      </w:r>
      <w:r w:rsidRPr="001B73FA">
        <w:rPr>
          <w:szCs w:val="20"/>
        </w:rPr>
        <w:t>sans quoi tu n</w:t>
      </w:r>
      <w:r w:rsidR="00462692" w:rsidRPr="00A4769E">
        <w:rPr>
          <w:szCs w:val="20"/>
        </w:rPr>
        <w:t>’</w:t>
      </w:r>
      <w:r w:rsidRPr="001B73FA">
        <w:rPr>
          <w:szCs w:val="20"/>
        </w:rPr>
        <w:t>aurais déjà plus d</w:t>
      </w:r>
      <w:r w:rsidR="00462692" w:rsidRPr="00A4769E">
        <w:rPr>
          <w:szCs w:val="20"/>
        </w:rPr>
        <w:t>’</w:t>
      </w:r>
      <w:r w:rsidRPr="001B73FA">
        <w:rPr>
          <w:szCs w:val="20"/>
        </w:rPr>
        <w:t>oreilles pour entendre ce que je vais te dire</w:t>
      </w:r>
      <w:r w:rsidR="00462692" w:rsidRPr="00A4769E">
        <w:rPr>
          <w:szCs w:val="20"/>
        </w:rPr>
        <w:t>. »</w:t>
      </w:r>
      <w:r w:rsidRPr="001B73FA">
        <w:rPr>
          <w:szCs w:val="20"/>
        </w:rPr>
        <w:t xml:space="preserve"> Et</w:t>
      </w:r>
      <w:r w:rsidR="00462692" w:rsidRPr="00A4769E">
        <w:rPr>
          <w:szCs w:val="20"/>
        </w:rPr>
        <w:t xml:space="preserve">, </w:t>
      </w:r>
      <w:r w:rsidRPr="001B73FA">
        <w:rPr>
          <w:szCs w:val="20"/>
        </w:rPr>
        <w:t>passant son bras par la portière</w:t>
      </w:r>
      <w:r w:rsidR="00462692" w:rsidRPr="00A4769E">
        <w:rPr>
          <w:szCs w:val="20"/>
        </w:rPr>
        <w:t xml:space="preserve">, </w:t>
      </w:r>
      <w:r w:rsidRPr="001B73FA">
        <w:rPr>
          <w:szCs w:val="20"/>
        </w:rPr>
        <w:t>il saisit l</w:t>
      </w:r>
      <w:r w:rsidR="00462692" w:rsidRPr="00A4769E">
        <w:rPr>
          <w:szCs w:val="20"/>
        </w:rPr>
        <w:t>’</w:t>
      </w:r>
      <w:r w:rsidRPr="001B73FA">
        <w:rPr>
          <w:szCs w:val="20"/>
        </w:rPr>
        <w:t>homme par sa grosse cravate de laine et le secoua si violemment que l</w:t>
      </w:r>
      <w:r w:rsidR="00462692" w:rsidRPr="00A4769E">
        <w:rPr>
          <w:szCs w:val="20"/>
        </w:rPr>
        <w:t>’</w:t>
      </w:r>
      <w:r w:rsidRPr="001B73FA">
        <w:rPr>
          <w:szCs w:val="20"/>
        </w:rPr>
        <w:t>autre</w:t>
      </w:r>
      <w:r w:rsidR="00462692" w:rsidRPr="00A4769E">
        <w:rPr>
          <w:szCs w:val="20"/>
        </w:rPr>
        <w:t xml:space="preserve">, </w:t>
      </w:r>
      <w:r w:rsidRPr="001B73FA">
        <w:rPr>
          <w:szCs w:val="20"/>
        </w:rPr>
        <w:t>perdant l</w:t>
      </w:r>
      <w:r w:rsidR="00462692" w:rsidRPr="00A4769E">
        <w:rPr>
          <w:szCs w:val="20"/>
        </w:rPr>
        <w:t>’</w:t>
      </w:r>
      <w:r w:rsidRPr="001B73FA">
        <w:rPr>
          <w:szCs w:val="20"/>
        </w:rPr>
        <w:t>équilibre</w:t>
      </w:r>
      <w:r w:rsidR="00462692" w:rsidRPr="00A4769E">
        <w:rPr>
          <w:szCs w:val="20"/>
        </w:rPr>
        <w:t xml:space="preserve">, </w:t>
      </w:r>
      <w:r w:rsidRPr="001B73FA">
        <w:rPr>
          <w:szCs w:val="20"/>
        </w:rPr>
        <w:t>dut s</w:t>
      </w:r>
      <w:r w:rsidR="00462692" w:rsidRPr="00A4769E">
        <w:rPr>
          <w:szCs w:val="20"/>
        </w:rPr>
        <w:t>’</w:t>
      </w:r>
      <w:r w:rsidRPr="001B73FA">
        <w:rPr>
          <w:szCs w:val="20"/>
        </w:rPr>
        <w:t>appuyer au garde-boue pour ne pas tomber</w:t>
      </w:r>
      <w:r w:rsidR="00462692" w:rsidRPr="00A4769E">
        <w:rPr>
          <w:szCs w:val="20"/>
        </w:rPr>
        <w:t>. « </w:t>
      </w:r>
      <w:r w:rsidRPr="001B73FA">
        <w:rPr>
          <w:szCs w:val="20"/>
        </w:rPr>
        <w:t>Apprends à obéir</w:t>
      </w:r>
      <w:r w:rsidR="00462692" w:rsidRPr="00A4769E">
        <w:rPr>
          <w:szCs w:val="20"/>
        </w:rPr>
        <w:t xml:space="preserve">, </w:t>
      </w:r>
      <w:r w:rsidRPr="001B73FA">
        <w:rPr>
          <w:szCs w:val="20"/>
        </w:rPr>
        <w:t>et ne te mêle plus d</w:t>
      </w:r>
      <w:r w:rsidR="00462692" w:rsidRPr="00A4769E">
        <w:rPr>
          <w:szCs w:val="20"/>
        </w:rPr>
        <w:t>’</w:t>
      </w:r>
      <w:r w:rsidRPr="001B73FA">
        <w:rPr>
          <w:szCs w:val="20"/>
        </w:rPr>
        <w:t>avoir aucune initiative</w:t>
      </w:r>
      <w:r w:rsidR="00462692" w:rsidRPr="00A4769E">
        <w:rPr>
          <w:szCs w:val="20"/>
        </w:rPr>
        <w:t xml:space="preserve">, </w:t>
      </w:r>
      <w:r w:rsidRPr="001B73FA">
        <w:rPr>
          <w:szCs w:val="20"/>
        </w:rPr>
        <w:t>dit Angelo</w:t>
      </w:r>
      <w:r w:rsidR="00462692" w:rsidRPr="00A4769E">
        <w:rPr>
          <w:szCs w:val="20"/>
        </w:rPr>
        <w:t xml:space="preserve">, </w:t>
      </w:r>
      <w:r w:rsidRPr="001B73FA">
        <w:rPr>
          <w:szCs w:val="20"/>
        </w:rPr>
        <w:t>parle poliment</w:t>
      </w:r>
      <w:r w:rsidR="00462692" w:rsidRPr="00A4769E">
        <w:rPr>
          <w:szCs w:val="20"/>
        </w:rPr>
        <w:t xml:space="preserve">, </w:t>
      </w:r>
      <w:r w:rsidRPr="001B73FA">
        <w:rPr>
          <w:szCs w:val="20"/>
        </w:rPr>
        <w:t>écoute soigneusement mes ordres et tu as peut-être encore quelques chances de mourir dans un lit</w:t>
      </w:r>
      <w:r w:rsidR="00462692" w:rsidRPr="00A4769E">
        <w:rPr>
          <w:szCs w:val="20"/>
        </w:rPr>
        <w:t>.</w:t>
      </w:r>
    </w:p>
    <w:p w14:paraId="79B050C5" w14:textId="2BB6360B" w:rsidR="00462692" w:rsidRPr="00A4769E" w:rsidRDefault="00462692" w:rsidP="001B73FA">
      <w:pPr>
        <w:rPr>
          <w:szCs w:val="20"/>
        </w:rPr>
      </w:pPr>
      <w:r w:rsidRPr="00A4769E">
        <w:rPr>
          <w:szCs w:val="20"/>
        </w:rPr>
        <w:t>— </w:t>
      </w:r>
      <w:r w:rsidR="001B73FA" w:rsidRPr="001B73FA">
        <w:rPr>
          <w:szCs w:val="20"/>
        </w:rPr>
        <w:t>Excusez-moi</w:t>
      </w:r>
      <w:r w:rsidRPr="00A4769E">
        <w:rPr>
          <w:szCs w:val="20"/>
        </w:rPr>
        <w:t xml:space="preserve">, </w:t>
      </w:r>
      <w:r w:rsidR="001B73FA" w:rsidRPr="001B73FA">
        <w:rPr>
          <w:szCs w:val="20"/>
        </w:rPr>
        <w:t>monsieur</w:t>
      </w:r>
      <w:r w:rsidRPr="00A4769E">
        <w:rPr>
          <w:szCs w:val="20"/>
        </w:rPr>
        <w:t xml:space="preserve">, </w:t>
      </w:r>
      <w:r w:rsidR="001B73FA" w:rsidRPr="001B73FA">
        <w:rPr>
          <w:szCs w:val="20"/>
        </w:rPr>
        <w:t>dit le cocher en se rajustant</w:t>
      </w:r>
      <w:r w:rsidRPr="00A4769E">
        <w:rPr>
          <w:szCs w:val="20"/>
        </w:rPr>
        <w:t xml:space="preserve">, </w:t>
      </w:r>
      <w:r w:rsidR="001B73FA" w:rsidRPr="001B73FA">
        <w:rPr>
          <w:szCs w:val="20"/>
        </w:rPr>
        <w:t>mais je ne savais pas qui vous étiez</w:t>
      </w:r>
      <w:r w:rsidRPr="00A4769E">
        <w:rPr>
          <w:szCs w:val="20"/>
        </w:rPr>
        <w:t xml:space="preserve">. </w:t>
      </w:r>
      <w:r w:rsidR="001B73FA" w:rsidRPr="001B73FA">
        <w:rPr>
          <w:szCs w:val="20"/>
        </w:rPr>
        <w:t>Je vous assure que j</w:t>
      </w:r>
      <w:r w:rsidRPr="00A4769E">
        <w:rPr>
          <w:szCs w:val="20"/>
        </w:rPr>
        <w:t>’</w:t>
      </w:r>
      <w:r w:rsidR="001B73FA" w:rsidRPr="001B73FA">
        <w:rPr>
          <w:szCs w:val="20"/>
        </w:rPr>
        <w:t>ai fait très exactement ce qu</w:t>
      </w:r>
      <w:r w:rsidRPr="00A4769E">
        <w:rPr>
          <w:szCs w:val="20"/>
        </w:rPr>
        <w:t>’</w:t>
      </w:r>
      <w:r w:rsidR="001B73FA" w:rsidRPr="001B73FA">
        <w:rPr>
          <w:szCs w:val="20"/>
        </w:rPr>
        <w:t>il fallait faire</w:t>
      </w:r>
      <w:r w:rsidRPr="00A4769E">
        <w:rPr>
          <w:szCs w:val="20"/>
        </w:rPr>
        <w:t xml:space="preserve">. </w:t>
      </w:r>
      <w:r w:rsidR="001B73FA" w:rsidRPr="001B73FA">
        <w:rPr>
          <w:szCs w:val="20"/>
        </w:rPr>
        <w:t>Je vous prie de me pardonner ma mauvaise humeur bien naturelle</w:t>
      </w:r>
      <w:r w:rsidRPr="00A4769E">
        <w:rPr>
          <w:szCs w:val="20"/>
        </w:rPr>
        <w:t xml:space="preserve">, </w:t>
      </w:r>
      <w:r w:rsidR="001B73FA" w:rsidRPr="001B73FA">
        <w:rPr>
          <w:szCs w:val="20"/>
        </w:rPr>
        <w:t>car la situation était très délicate quand j</w:t>
      </w:r>
      <w:r w:rsidRPr="00A4769E">
        <w:rPr>
          <w:szCs w:val="20"/>
        </w:rPr>
        <w:t>’</w:t>
      </w:r>
      <w:r w:rsidR="001B73FA" w:rsidRPr="001B73FA">
        <w:rPr>
          <w:szCs w:val="20"/>
        </w:rPr>
        <w:t>ai vu que Madame était descendue au carrefour</w:t>
      </w:r>
      <w:r w:rsidRPr="00A4769E">
        <w:rPr>
          <w:szCs w:val="20"/>
        </w:rPr>
        <w:t xml:space="preserve">. </w:t>
      </w:r>
      <w:r w:rsidR="001B73FA" w:rsidRPr="001B73FA">
        <w:rPr>
          <w:szCs w:val="20"/>
        </w:rPr>
        <w:t>Veuillez malgré tout tenir compte que je suis arrivé à temps</w:t>
      </w:r>
      <w:r w:rsidRPr="00A4769E">
        <w:rPr>
          <w:szCs w:val="20"/>
        </w:rPr>
        <w:t>. »</w:t>
      </w:r>
      <w:r w:rsidR="001B73FA" w:rsidRPr="001B73FA">
        <w:rPr>
          <w:szCs w:val="20"/>
        </w:rPr>
        <w:t xml:space="preserve"> Angelo écouta à peine ce qu</w:t>
      </w:r>
      <w:r w:rsidRPr="00A4769E">
        <w:rPr>
          <w:szCs w:val="20"/>
        </w:rPr>
        <w:t>’</w:t>
      </w:r>
      <w:r w:rsidR="001B73FA" w:rsidRPr="001B73FA">
        <w:rPr>
          <w:szCs w:val="20"/>
        </w:rPr>
        <w:t>il disait et le congédia d</w:t>
      </w:r>
      <w:r w:rsidRPr="00A4769E">
        <w:rPr>
          <w:szCs w:val="20"/>
        </w:rPr>
        <w:t>’</w:t>
      </w:r>
      <w:r w:rsidR="001B73FA" w:rsidRPr="001B73FA">
        <w:rPr>
          <w:szCs w:val="20"/>
        </w:rPr>
        <w:t>un geste sec de la main</w:t>
      </w:r>
      <w:r w:rsidRPr="00A4769E">
        <w:rPr>
          <w:szCs w:val="20"/>
        </w:rPr>
        <w:t xml:space="preserve">. </w:t>
      </w:r>
      <w:r w:rsidR="001B73FA" w:rsidRPr="001B73FA">
        <w:rPr>
          <w:szCs w:val="20"/>
        </w:rPr>
        <w:t>On descendit la colline au pas</w:t>
      </w:r>
      <w:r w:rsidRPr="00A4769E">
        <w:rPr>
          <w:szCs w:val="20"/>
        </w:rPr>
        <w:t xml:space="preserve">. </w:t>
      </w:r>
      <w:r w:rsidR="001B73FA" w:rsidRPr="001B73FA">
        <w:rPr>
          <w:szCs w:val="20"/>
        </w:rPr>
        <w:t>Le spectacle était magnifique</w:t>
      </w:r>
      <w:r w:rsidRPr="00A4769E">
        <w:rPr>
          <w:szCs w:val="20"/>
        </w:rPr>
        <w:t xml:space="preserve">. </w:t>
      </w:r>
      <w:r w:rsidR="001B73FA" w:rsidRPr="001B73FA">
        <w:rPr>
          <w:szCs w:val="20"/>
        </w:rPr>
        <w:t>La lune pleine et haute dans un ciel extrêmement pur donnait une telle lumière que tout était visible</w:t>
      </w:r>
      <w:r w:rsidRPr="00A4769E">
        <w:rPr>
          <w:szCs w:val="20"/>
        </w:rPr>
        <w:t xml:space="preserve">, </w:t>
      </w:r>
      <w:r w:rsidR="001B73FA" w:rsidRPr="001B73FA">
        <w:rPr>
          <w:szCs w:val="20"/>
        </w:rPr>
        <w:t>jusqu</w:t>
      </w:r>
      <w:r w:rsidRPr="00A4769E">
        <w:rPr>
          <w:szCs w:val="20"/>
        </w:rPr>
        <w:t>’</w:t>
      </w:r>
      <w:r w:rsidR="001B73FA" w:rsidRPr="001B73FA">
        <w:rPr>
          <w:szCs w:val="20"/>
        </w:rPr>
        <w:t>à de lointains vignobles appuyés à des coteaux sur l</w:t>
      </w:r>
      <w:r w:rsidRPr="00A4769E">
        <w:rPr>
          <w:szCs w:val="20"/>
        </w:rPr>
        <w:t>’</w:t>
      </w:r>
      <w:r w:rsidR="001B73FA" w:rsidRPr="001B73FA">
        <w:rPr>
          <w:szCs w:val="20"/>
        </w:rPr>
        <w:t>autre bord de l</w:t>
      </w:r>
      <w:r w:rsidRPr="00A4769E">
        <w:rPr>
          <w:szCs w:val="20"/>
        </w:rPr>
        <w:t>’</w:t>
      </w:r>
      <w:r w:rsidR="001B73FA" w:rsidRPr="001B73FA">
        <w:rPr>
          <w:szCs w:val="20"/>
        </w:rPr>
        <w:t>étroite plaine qui</w:t>
      </w:r>
      <w:r w:rsidRPr="00A4769E">
        <w:rPr>
          <w:szCs w:val="20"/>
        </w:rPr>
        <w:t xml:space="preserve">, </w:t>
      </w:r>
      <w:r w:rsidR="001B73FA" w:rsidRPr="001B73FA">
        <w:rPr>
          <w:szCs w:val="20"/>
        </w:rPr>
        <w:t>en bas</w:t>
      </w:r>
      <w:r w:rsidRPr="00A4769E">
        <w:rPr>
          <w:szCs w:val="20"/>
        </w:rPr>
        <w:t xml:space="preserve">, </w:t>
      </w:r>
      <w:r w:rsidR="001B73FA" w:rsidRPr="001B73FA">
        <w:rPr>
          <w:szCs w:val="20"/>
        </w:rPr>
        <w:t>aplatissait ses plages</w:t>
      </w:r>
      <w:r w:rsidRPr="00A4769E">
        <w:rPr>
          <w:szCs w:val="20"/>
        </w:rPr>
        <w:t xml:space="preserve">. </w:t>
      </w:r>
      <w:r w:rsidR="001B73FA" w:rsidRPr="001B73FA">
        <w:rPr>
          <w:szCs w:val="20"/>
        </w:rPr>
        <w:t>Une chaîne de petites montagnes noires</w:t>
      </w:r>
      <w:r w:rsidRPr="00A4769E">
        <w:rPr>
          <w:szCs w:val="20"/>
        </w:rPr>
        <w:t xml:space="preserve">, </w:t>
      </w:r>
      <w:r w:rsidR="001B73FA" w:rsidRPr="001B73FA">
        <w:rPr>
          <w:szCs w:val="20"/>
        </w:rPr>
        <w:t>très sauvages</w:t>
      </w:r>
      <w:r w:rsidRPr="00A4769E">
        <w:rPr>
          <w:szCs w:val="20"/>
        </w:rPr>
        <w:t xml:space="preserve">, </w:t>
      </w:r>
      <w:r w:rsidR="001B73FA" w:rsidRPr="001B73FA">
        <w:rPr>
          <w:szCs w:val="20"/>
        </w:rPr>
        <w:t>barrait l</w:t>
      </w:r>
      <w:r w:rsidRPr="00A4769E">
        <w:rPr>
          <w:szCs w:val="20"/>
        </w:rPr>
        <w:t>’</w:t>
      </w:r>
      <w:r w:rsidR="001B73FA" w:rsidRPr="001B73FA">
        <w:rPr>
          <w:szCs w:val="20"/>
        </w:rPr>
        <w:t>horizon avec des ro</w:t>
      </w:r>
      <w:r w:rsidR="001B73FA" w:rsidRPr="001B73FA">
        <w:rPr>
          <w:szCs w:val="20"/>
        </w:rPr>
        <w:lastRenderedPageBreak/>
        <w:t>chers grecs sur lesquels se découpait le crépitement du branchage des arbousiers et des térébinthes</w:t>
      </w:r>
      <w:r w:rsidRPr="00A4769E">
        <w:rPr>
          <w:szCs w:val="20"/>
        </w:rPr>
        <w:t xml:space="preserve">. </w:t>
      </w:r>
      <w:r w:rsidR="001B73FA" w:rsidRPr="001B73FA">
        <w:rPr>
          <w:szCs w:val="20"/>
        </w:rPr>
        <w:t>Les forêts de pins</w:t>
      </w:r>
      <w:r w:rsidRPr="00A4769E">
        <w:rPr>
          <w:szCs w:val="20"/>
        </w:rPr>
        <w:t xml:space="preserve">, </w:t>
      </w:r>
      <w:r w:rsidR="001B73FA" w:rsidRPr="001B73FA">
        <w:rPr>
          <w:szCs w:val="20"/>
        </w:rPr>
        <w:t>blanches comme de l</w:t>
      </w:r>
      <w:r w:rsidRPr="00A4769E">
        <w:rPr>
          <w:szCs w:val="20"/>
        </w:rPr>
        <w:t>’</w:t>
      </w:r>
      <w:r w:rsidR="001B73FA" w:rsidRPr="001B73FA">
        <w:rPr>
          <w:szCs w:val="20"/>
        </w:rPr>
        <w:t>écume</w:t>
      </w:r>
      <w:r w:rsidRPr="00A4769E">
        <w:rPr>
          <w:szCs w:val="20"/>
        </w:rPr>
        <w:t xml:space="preserve">, </w:t>
      </w:r>
      <w:r w:rsidR="001B73FA" w:rsidRPr="001B73FA">
        <w:rPr>
          <w:szCs w:val="20"/>
        </w:rPr>
        <w:t>bouillonnaient à perte de vue</w:t>
      </w:r>
      <w:r w:rsidRPr="00A4769E">
        <w:rPr>
          <w:szCs w:val="20"/>
        </w:rPr>
        <w:t xml:space="preserve">. </w:t>
      </w:r>
      <w:r w:rsidR="001B73FA" w:rsidRPr="001B73FA">
        <w:rPr>
          <w:szCs w:val="20"/>
        </w:rPr>
        <w:t>Mais la nuit</w:t>
      </w:r>
      <w:r w:rsidRPr="00A4769E">
        <w:rPr>
          <w:szCs w:val="20"/>
        </w:rPr>
        <w:t xml:space="preserve">, </w:t>
      </w:r>
      <w:r w:rsidR="001B73FA" w:rsidRPr="001B73FA">
        <w:rPr>
          <w:szCs w:val="20"/>
        </w:rPr>
        <w:t>mélangée à toutes les couleurs</w:t>
      </w:r>
      <w:r w:rsidRPr="00A4769E">
        <w:rPr>
          <w:szCs w:val="20"/>
        </w:rPr>
        <w:t xml:space="preserve">, </w:t>
      </w:r>
      <w:r w:rsidR="001B73FA" w:rsidRPr="001B73FA">
        <w:rPr>
          <w:szCs w:val="20"/>
        </w:rPr>
        <w:t>arrêtait la réalité des choses</w:t>
      </w:r>
      <w:r w:rsidRPr="00A4769E">
        <w:rPr>
          <w:szCs w:val="20"/>
        </w:rPr>
        <w:t xml:space="preserve">, </w:t>
      </w:r>
      <w:r w:rsidR="001B73FA" w:rsidRPr="001B73FA">
        <w:rPr>
          <w:szCs w:val="20"/>
        </w:rPr>
        <w:t>et Angelo se mit à regarder ce paysage comme on regarde un héros</w:t>
      </w:r>
      <w:r w:rsidRPr="00A4769E">
        <w:rPr>
          <w:szCs w:val="20"/>
        </w:rPr>
        <w:t>.</w:t>
      </w:r>
    </w:p>
    <w:p w14:paraId="7C1790D2" w14:textId="77777777" w:rsidR="00462692" w:rsidRPr="00A4769E" w:rsidRDefault="00462692" w:rsidP="001B73FA">
      <w:pPr>
        <w:rPr>
          <w:szCs w:val="20"/>
        </w:rPr>
      </w:pPr>
      <w:r w:rsidRPr="00A4769E">
        <w:rPr>
          <w:szCs w:val="20"/>
        </w:rPr>
        <w:t>« </w:t>
      </w:r>
      <w:r w:rsidR="001B73FA" w:rsidRPr="001B73FA">
        <w:rPr>
          <w:szCs w:val="20"/>
        </w:rPr>
        <w:t>Il nous faut parler à voix basse</w:t>
      </w:r>
      <w:r w:rsidRPr="00A4769E">
        <w:rPr>
          <w:szCs w:val="20"/>
        </w:rPr>
        <w:t xml:space="preserve">, </w:t>
      </w:r>
      <w:r w:rsidR="001B73FA" w:rsidRPr="001B73FA">
        <w:rPr>
          <w:szCs w:val="20"/>
        </w:rPr>
        <w:t>dit-il</w:t>
      </w:r>
      <w:r w:rsidRPr="00A4769E">
        <w:rPr>
          <w:szCs w:val="20"/>
        </w:rPr>
        <w:t xml:space="preserve">, </w:t>
      </w:r>
      <w:r w:rsidR="001B73FA" w:rsidRPr="001B73FA">
        <w:rPr>
          <w:szCs w:val="20"/>
        </w:rPr>
        <w:t>ce coquin est certainement maintenant aux aguets de tout ce que nous allons dire</w:t>
      </w:r>
      <w:r w:rsidRPr="00A4769E">
        <w:rPr>
          <w:szCs w:val="20"/>
        </w:rPr>
        <w:t xml:space="preserve">. </w:t>
      </w:r>
      <w:r w:rsidR="001B73FA" w:rsidRPr="001B73FA">
        <w:rPr>
          <w:szCs w:val="20"/>
        </w:rPr>
        <w:t>Je ne sais pour qui il me prend</w:t>
      </w:r>
      <w:r w:rsidRPr="00A4769E">
        <w:rPr>
          <w:szCs w:val="20"/>
        </w:rPr>
        <w:t xml:space="preserve">. </w:t>
      </w:r>
      <w:r w:rsidR="001B73FA" w:rsidRPr="001B73FA">
        <w:rPr>
          <w:szCs w:val="20"/>
        </w:rPr>
        <w:t>Mais comme je ne supporterai pas qu</w:t>
      </w:r>
      <w:r w:rsidRPr="00A4769E">
        <w:rPr>
          <w:szCs w:val="20"/>
        </w:rPr>
        <w:t>’</w:t>
      </w:r>
      <w:r w:rsidR="001B73FA" w:rsidRPr="001B73FA">
        <w:rPr>
          <w:szCs w:val="20"/>
        </w:rPr>
        <w:t>il soit grossier avec vous et qu</w:t>
      </w:r>
      <w:r w:rsidRPr="00A4769E">
        <w:rPr>
          <w:szCs w:val="20"/>
        </w:rPr>
        <w:t>’</w:t>
      </w:r>
      <w:r w:rsidR="001B73FA" w:rsidRPr="001B73FA">
        <w:rPr>
          <w:szCs w:val="20"/>
        </w:rPr>
        <w:t>il me serait particulièrement déplaisant d</w:t>
      </w:r>
      <w:r w:rsidRPr="00A4769E">
        <w:rPr>
          <w:szCs w:val="20"/>
        </w:rPr>
        <w:t>’</w:t>
      </w:r>
      <w:r w:rsidR="001B73FA" w:rsidRPr="001B73FA">
        <w:rPr>
          <w:szCs w:val="20"/>
        </w:rPr>
        <w:t>être obligé de le corriger sous vos yeux</w:t>
      </w:r>
      <w:r w:rsidRPr="00A4769E">
        <w:rPr>
          <w:szCs w:val="20"/>
        </w:rPr>
        <w:t xml:space="preserve">, </w:t>
      </w:r>
      <w:r w:rsidR="001B73FA" w:rsidRPr="001B73FA">
        <w:rPr>
          <w:szCs w:val="20"/>
        </w:rPr>
        <w:t>il est préférable</w:t>
      </w:r>
      <w:r w:rsidRPr="00A4769E">
        <w:rPr>
          <w:szCs w:val="20"/>
        </w:rPr>
        <w:t xml:space="preserve">, </w:t>
      </w:r>
      <w:r w:rsidR="001B73FA" w:rsidRPr="001B73FA">
        <w:rPr>
          <w:szCs w:val="20"/>
        </w:rPr>
        <w:t>je crois</w:t>
      </w:r>
      <w:r w:rsidRPr="00A4769E">
        <w:rPr>
          <w:szCs w:val="20"/>
        </w:rPr>
        <w:t xml:space="preserve">, </w:t>
      </w:r>
      <w:r w:rsidR="001B73FA" w:rsidRPr="001B73FA">
        <w:rPr>
          <w:szCs w:val="20"/>
        </w:rPr>
        <w:t>de le laisser dans son erreur</w:t>
      </w:r>
      <w:r w:rsidRPr="00A4769E">
        <w:rPr>
          <w:szCs w:val="20"/>
        </w:rPr>
        <w:t xml:space="preserve">. </w:t>
      </w:r>
      <w:r w:rsidR="001B73FA" w:rsidRPr="001B73FA">
        <w:rPr>
          <w:szCs w:val="20"/>
        </w:rPr>
        <w:t>Avons-nous à faire un long voyage</w:t>
      </w:r>
      <w:r w:rsidRPr="00A4769E">
        <w:rPr>
          <w:szCs w:val="20"/>
        </w:rPr>
        <w:t> ?</w:t>
      </w:r>
    </w:p>
    <w:p w14:paraId="2F1BC0DA" w14:textId="499AC571" w:rsidR="00462692" w:rsidRPr="00A4769E" w:rsidRDefault="00462692" w:rsidP="001B73FA">
      <w:pPr>
        <w:rPr>
          <w:szCs w:val="20"/>
        </w:rPr>
      </w:pPr>
      <w:r w:rsidRPr="00A4769E">
        <w:rPr>
          <w:szCs w:val="20"/>
        </w:rPr>
        <w:t>— </w:t>
      </w:r>
      <w:r w:rsidR="001B73FA" w:rsidRPr="001B73FA">
        <w:rPr>
          <w:szCs w:val="20"/>
        </w:rPr>
        <w:t>Il faut traverser la petite plaine en bas</w:t>
      </w:r>
      <w:r w:rsidRPr="00A4769E">
        <w:rPr>
          <w:szCs w:val="20"/>
        </w:rPr>
        <w:t xml:space="preserve">, </w:t>
      </w:r>
      <w:r w:rsidR="001B73FA" w:rsidRPr="001B73FA">
        <w:rPr>
          <w:szCs w:val="20"/>
        </w:rPr>
        <w:t>dit la Marquise</w:t>
      </w:r>
      <w:r w:rsidRPr="00A4769E">
        <w:rPr>
          <w:szCs w:val="20"/>
        </w:rPr>
        <w:t xml:space="preserve">, </w:t>
      </w:r>
      <w:r w:rsidR="001B73FA" w:rsidRPr="001B73FA">
        <w:rPr>
          <w:szCs w:val="20"/>
        </w:rPr>
        <w:t>entrer de l</w:t>
      </w:r>
      <w:r w:rsidRPr="00A4769E">
        <w:rPr>
          <w:szCs w:val="20"/>
        </w:rPr>
        <w:t>’</w:t>
      </w:r>
      <w:r w:rsidR="001B73FA" w:rsidRPr="001B73FA">
        <w:rPr>
          <w:szCs w:val="20"/>
        </w:rPr>
        <w:t>autre côté dans une gorge et la remonter jusqu</w:t>
      </w:r>
      <w:r w:rsidRPr="00A4769E">
        <w:rPr>
          <w:szCs w:val="20"/>
        </w:rPr>
        <w:t>’</w:t>
      </w:r>
      <w:r w:rsidR="001B73FA" w:rsidRPr="001B73FA">
        <w:rPr>
          <w:szCs w:val="20"/>
        </w:rPr>
        <w:t>au sommet où l</w:t>
      </w:r>
      <w:r w:rsidRPr="00A4769E">
        <w:rPr>
          <w:szCs w:val="20"/>
        </w:rPr>
        <w:t>’</w:t>
      </w:r>
      <w:r w:rsidR="001B73FA" w:rsidRPr="001B73FA">
        <w:rPr>
          <w:szCs w:val="20"/>
        </w:rPr>
        <w:t>on arrive sur une sorte de plateau</w:t>
      </w:r>
      <w:r w:rsidRPr="00A4769E">
        <w:rPr>
          <w:szCs w:val="20"/>
        </w:rPr>
        <w:t xml:space="preserve">. </w:t>
      </w:r>
      <w:r w:rsidR="001B73FA" w:rsidRPr="001B73FA">
        <w:rPr>
          <w:szCs w:val="20"/>
        </w:rPr>
        <w:t>Cela s</w:t>
      </w:r>
      <w:r w:rsidRPr="00A4769E">
        <w:rPr>
          <w:szCs w:val="20"/>
        </w:rPr>
        <w:t>’</w:t>
      </w:r>
      <w:r w:rsidR="001B73FA" w:rsidRPr="001B73FA">
        <w:rPr>
          <w:szCs w:val="20"/>
        </w:rPr>
        <w:t>appelle La Valette</w:t>
      </w:r>
      <w:r w:rsidRPr="00A4769E">
        <w:rPr>
          <w:szCs w:val="20"/>
        </w:rPr>
        <w:t xml:space="preserve">. </w:t>
      </w:r>
      <w:r w:rsidR="001B73FA" w:rsidRPr="001B73FA">
        <w:rPr>
          <w:szCs w:val="20"/>
        </w:rPr>
        <w:t>Il doit y avoir encore trois lieues</w:t>
      </w:r>
      <w:r w:rsidRPr="00A4769E">
        <w:rPr>
          <w:szCs w:val="20"/>
        </w:rPr>
        <w:t>.</w:t>
      </w:r>
    </w:p>
    <w:p w14:paraId="56C228B6" w14:textId="7202D51B" w:rsidR="00462692" w:rsidRPr="00A4769E" w:rsidRDefault="00462692" w:rsidP="001B73FA">
      <w:pPr>
        <w:rPr>
          <w:szCs w:val="20"/>
        </w:rPr>
      </w:pPr>
      <w:r w:rsidRPr="00A4769E">
        <w:rPr>
          <w:szCs w:val="20"/>
        </w:rPr>
        <w:t>— </w:t>
      </w:r>
      <w:r w:rsidR="001B73FA" w:rsidRPr="001B73FA">
        <w:rPr>
          <w:szCs w:val="20"/>
        </w:rPr>
        <w:t>Je m</w:t>
      </w:r>
      <w:r w:rsidRPr="00A4769E">
        <w:rPr>
          <w:szCs w:val="20"/>
        </w:rPr>
        <w:t>’</w:t>
      </w:r>
      <w:r w:rsidR="001B73FA" w:rsidRPr="001B73FA">
        <w:rPr>
          <w:szCs w:val="20"/>
        </w:rPr>
        <w:t>étonne</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qu</w:t>
      </w:r>
      <w:r w:rsidRPr="00A4769E">
        <w:rPr>
          <w:szCs w:val="20"/>
        </w:rPr>
        <w:t>’</w:t>
      </w:r>
      <w:r w:rsidR="001B73FA" w:rsidRPr="001B73FA">
        <w:rPr>
          <w:szCs w:val="20"/>
        </w:rPr>
        <w:t>on vous ait envoyé un homme aussi peu au courant des égards qui vous sont dus</w:t>
      </w:r>
      <w:r w:rsidRPr="00A4769E">
        <w:rPr>
          <w:szCs w:val="20"/>
        </w:rPr>
        <w:t>.</w:t>
      </w:r>
    </w:p>
    <w:p w14:paraId="71A0ACD3" w14:textId="1F4F48E6" w:rsidR="00462692" w:rsidRPr="00A4769E" w:rsidRDefault="00462692" w:rsidP="001B73FA">
      <w:pPr>
        <w:rPr>
          <w:szCs w:val="20"/>
        </w:rPr>
      </w:pPr>
      <w:r w:rsidRPr="00A4769E">
        <w:rPr>
          <w:szCs w:val="20"/>
        </w:rPr>
        <w:t>— </w:t>
      </w:r>
      <w:r w:rsidR="001B73FA" w:rsidRPr="001B73FA">
        <w:rPr>
          <w:szCs w:val="20"/>
        </w:rPr>
        <w:t>Sans être facile à étonner</w:t>
      </w:r>
      <w:r w:rsidRPr="00A4769E">
        <w:rPr>
          <w:szCs w:val="20"/>
        </w:rPr>
        <w:t xml:space="preserve">, </w:t>
      </w:r>
      <w:r w:rsidR="001B73FA" w:rsidRPr="001B73FA">
        <w:rPr>
          <w:szCs w:val="20"/>
        </w:rPr>
        <w:t>dit la Marquise</w:t>
      </w:r>
      <w:r w:rsidRPr="00A4769E">
        <w:rPr>
          <w:szCs w:val="20"/>
        </w:rPr>
        <w:t xml:space="preserve">, </w:t>
      </w:r>
      <w:r w:rsidR="001B73FA" w:rsidRPr="001B73FA">
        <w:rPr>
          <w:szCs w:val="20"/>
        </w:rPr>
        <w:t>je suis obligée d</w:t>
      </w:r>
      <w:r w:rsidRPr="00A4769E">
        <w:rPr>
          <w:szCs w:val="20"/>
        </w:rPr>
        <w:t>’</w:t>
      </w:r>
      <w:r w:rsidR="001B73FA" w:rsidRPr="001B73FA">
        <w:rPr>
          <w:szCs w:val="20"/>
        </w:rPr>
        <w:t>avouer que ce soir tout m</w:t>
      </w:r>
      <w:r w:rsidRPr="00A4769E">
        <w:rPr>
          <w:szCs w:val="20"/>
        </w:rPr>
        <w:t>’</w:t>
      </w:r>
      <w:r w:rsidR="001B73FA" w:rsidRPr="001B73FA">
        <w:rPr>
          <w:szCs w:val="20"/>
        </w:rPr>
        <w:t>étonne</w:t>
      </w:r>
      <w:r w:rsidRPr="00A4769E">
        <w:rPr>
          <w:szCs w:val="20"/>
        </w:rPr>
        <w:t xml:space="preserve">. </w:t>
      </w:r>
      <w:r w:rsidR="001B73FA" w:rsidRPr="001B73FA">
        <w:rPr>
          <w:szCs w:val="20"/>
        </w:rPr>
        <w:t>Et le moins étonnant n</w:t>
      </w:r>
      <w:r w:rsidRPr="00A4769E">
        <w:rPr>
          <w:szCs w:val="20"/>
        </w:rPr>
        <w:t>’</w:t>
      </w:r>
      <w:r w:rsidR="001B73FA" w:rsidRPr="001B73FA">
        <w:rPr>
          <w:szCs w:val="20"/>
        </w:rPr>
        <w:t>est pas que je sois sous votre sauvegarde</w:t>
      </w:r>
      <w:r w:rsidRPr="00A4769E">
        <w:rPr>
          <w:szCs w:val="20"/>
        </w:rPr>
        <w:t>.</w:t>
      </w:r>
    </w:p>
    <w:p w14:paraId="3C130B45" w14:textId="5D02EFCC" w:rsidR="00462692" w:rsidRPr="00A4769E" w:rsidRDefault="00462692" w:rsidP="001B73FA">
      <w:pPr>
        <w:rPr>
          <w:szCs w:val="20"/>
        </w:rPr>
      </w:pPr>
      <w:r w:rsidRPr="00A4769E">
        <w:rPr>
          <w:szCs w:val="20"/>
        </w:rPr>
        <w:t>— </w:t>
      </w:r>
      <w:r w:rsidR="001B73FA" w:rsidRPr="001B73FA">
        <w:rPr>
          <w:szCs w:val="20"/>
        </w:rPr>
        <w:t>Malgré les recommandations de l</w:t>
      </w:r>
      <w:r w:rsidRPr="00A4769E">
        <w:rPr>
          <w:szCs w:val="20"/>
        </w:rPr>
        <w:t>’</w:t>
      </w:r>
      <w:r w:rsidR="001B73FA" w:rsidRPr="001B73FA">
        <w:rPr>
          <w:szCs w:val="20"/>
        </w:rPr>
        <w:t>homme que nous avons laissé sous le chêne</w:t>
      </w:r>
      <w:r w:rsidRPr="00A4769E">
        <w:rPr>
          <w:szCs w:val="20"/>
        </w:rPr>
        <w:t xml:space="preserve">, </w:t>
      </w:r>
      <w:r w:rsidR="001B73FA" w:rsidRPr="001B73FA">
        <w:rPr>
          <w:szCs w:val="20"/>
        </w:rPr>
        <w:t>là-bas</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je vous obéis si vous le désirez et je vous quitte</w:t>
      </w:r>
      <w:r w:rsidRPr="00A4769E">
        <w:rPr>
          <w:szCs w:val="20"/>
        </w:rPr>
        <w:t>.</w:t>
      </w:r>
    </w:p>
    <w:p w14:paraId="41A43035" w14:textId="77777777" w:rsidR="00462692" w:rsidRPr="00A4769E" w:rsidRDefault="00462692" w:rsidP="001B73FA">
      <w:pPr>
        <w:rPr>
          <w:szCs w:val="20"/>
        </w:rPr>
      </w:pPr>
      <w:r w:rsidRPr="00A4769E">
        <w:rPr>
          <w:szCs w:val="20"/>
        </w:rPr>
        <w:t>— </w:t>
      </w:r>
      <w:r w:rsidR="001B73FA" w:rsidRPr="001B73FA">
        <w:rPr>
          <w:szCs w:val="20"/>
        </w:rPr>
        <w:t>Et que ferez-vous dans ce pays que vous ne connaissez pas</w:t>
      </w:r>
      <w:r w:rsidRPr="00A4769E">
        <w:rPr>
          <w:szCs w:val="20"/>
        </w:rPr>
        <w:t xml:space="preserve"> ? </w:t>
      </w:r>
      <w:r w:rsidR="001B73FA" w:rsidRPr="001B73FA">
        <w:rPr>
          <w:szCs w:val="20"/>
        </w:rPr>
        <w:t>dit la Marquise</w:t>
      </w:r>
      <w:r w:rsidRPr="00A4769E">
        <w:rPr>
          <w:szCs w:val="20"/>
        </w:rPr>
        <w:t>.</w:t>
      </w:r>
    </w:p>
    <w:p w14:paraId="52DA286F" w14:textId="3D91F96B" w:rsidR="00462692" w:rsidRPr="00A4769E" w:rsidRDefault="00462692" w:rsidP="001B73FA">
      <w:pPr>
        <w:rPr>
          <w:szCs w:val="20"/>
        </w:rPr>
      </w:pPr>
      <w:r w:rsidRPr="00A4769E">
        <w:rPr>
          <w:szCs w:val="20"/>
        </w:rPr>
        <w:t>— </w:t>
      </w:r>
      <w:r w:rsidR="001B73FA" w:rsidRPr="001B73FA">
        <w:rPr>
          <w:szCs w:val="20"/>
        </w:rPr>
        <w:t>Je dormirai sous un arbre et j</w:t>
      </w:r>
      <w:r w:rsidRPr="00A4769E">
        <w:rPr>
          <w:szCs w:val="20"/>
        </w:rPr>
        <w:t>’</w:t>
      </w:r>
      <w:r w:rsidR="001B73FA" w:rsidRPr="001B73FA">
        <w:rPr>
          <w:szCs w:val="20"/>
        </w:rPr>
        <w:t>attendrai le jour</w:t>
      </w:r>
      <w:r w:rsidRPr="00A4769E">
        <w:rPr>
          <w:szCs w:val="20"/>
        </w:rPr>
        <w:t>.</w:t>
      </w:r>
    </w:p>
    <w:p w14:paraId="164E1998" w14:textId="1C4E5A3D" w:rsidR="001B73FA" w:rsidRPr="001B73FA" w:rsidRDefault="00462692" w:rsidP="001B73FA">
      <w:pPr>
        <w:rPr>
          <w:szCs w:val="20"/>
        </w:rPr>
      </w:pPr>
      <w:r w:rsidRPr="00A4769E">
        <w:rPr>
          <w:szCs w:val="20"/>
        </w:rPr>
        <w:lastRenderedPageBreak/>
        <w:t>— </w:t>
      </w:r>
      <w:r w:rsidR="001B73FA" w:rsidRPr="001B73FA">
        <w:rPr>
          <w:szCs w:val="20"/>
        </w:rPr>
        <w:t>Alors</w:t>
      </w:r>
      <w:r w:rsidRPr="00A4769E">
        <w:rPr>
          <w:szCs w:val="20"/>
        </w:rPr>
        <w:t xml:space="preserve">, </w:t>
      </w:r>
      <w:r w:rsidR="001B73FA" w:rsidRPr="001B73FA">
        <w:rPr>
          <w:szCs w:val="20"/>
        </w:rPr>
        <w:t>dit-elle</w:t>
      </w:r>
      <w:r w:rsidRPr="00A4769E">
        <w:rPr>
          <w:szCs w:val="20"/>
        </w:rPr>
        <w:t xml:space="preserve">, </w:t>
      </w:r>
      <w:r w:rsidR="001B73FA" w:rsidRPr="001B73FA">
        <w:rPr>
          <w:szCs w:val="20"/>
        </w:rPr>
        <w:t>tant vaut que vous dormiez à l</w:t>
      </w:r>
      <w:r w:rsidRPr="00A4769E">
        <w:rPr>
          <w:szCs w:val="20"/>
        </w:rPr>
        <w:t>’</w:t>
      </w:r>
      <w:r w:rsidR="001B73FA" w:rsidRPr="001B73FA">
        <w:rPr>
          <w:szCs w:val="20"/>
        </w:rPr>
        <w:t>auberge de La Valette</w:t>
      </w:r>
      <w:r w:rsidRPr="00A4769E">
        <w:rPr>
          <w:szCs w:val="20"/>
        </w:rPr>
        <w:t>.</w:t>
      </w:r>
      <w:r w:rsidRPr="00A4769E">
        <w:rPr>
          <w:szCs w:val="20"/>
        </w:rPr>
        <w:t> »</w:t>
      </w:r>
    </w:p>
    <w:p w14:paraId="4D38ABF1" w14:textId="77777777" w:rsidR="001B73FA" w:rsidRPr="001B73FA" w:rsidRDefault="00462692" w:rsidP="001B73FA">
      <w:pPr>
        <w:rPr>
          <w:szCs w:val="20"/>
        </w:rPr>
      </w:pPr>
      <w:r w:rsidRPr="00A4769E">
        <w:rPr>
          <w:szCs w:val="20"/>
        </w:rPr>
        <w:t>« </w:t>
      </w:r>
      <w:r w:rsidR="001B73FA" w:rsidRPr="001B73FA">
        <w:rPr>
          <w:szCs w:val="20"/>
        </w:rPr>
        <w:t>Suis-je un enfant</w:t>
      </w:r>
      <w:r w:rsidRPr="00A4769E">
        <w:rPr>
          <w:szCs w:val="20"/>
        </w:rPr>
        <w:t xml:space="preserve"> ? </w:t>
      </w:r>
      <w:r w:rsidR="001B73FA" w:rsidRPr="001B73FA">
        <w:rPr>
          <w:szCs w:val="20"/>
        </w:rPr>
        <w:t>se dit Angelo</w:t>
      </w:r>
      <w:r w:rsidRPr="00A4769E">
        <w:rPr>
          <w:szCs w:val="20"/>
        </w:rPr>
        <w:t xml:space="preserve">. </w:t>
      </w:r>
      <w:r w:rsidR="001B73FA" w:rsidRPr="001B73FA">
        <w:rPr>
          <w:szCs w:val="20"/>
        </w:rPr>
        <w:t>Le cocher que j</w:t>
      </w:r>
      <w:r w:rsidRPr="00A4769E">
        <w:rPr>
          <w:szCs w:val="20"/>
        </w:rPr>
        <w:t>’</w:t>
      </w:r>
      <w:r w:rsidR="001B73FA" w:rsidRPr="001B73FA">
        <w:rPr>
          <w:szCs w:val="20"/>
        </w:rPr>
        <w:t>ai agrafé se rend compte que mon poignet est solide et il est tout prêt à m</w:t>
      </w:r>
      <w:r w:rsidRPr="00A4769E">
        <w:rPr>
          <w:szCs w:val="20"/>
        </w:rPr>
        <w:t>’</w:t>
      </w:r>
      <w:r w:rsidR="001B73FA" w:rsidRPr="001B73FA">
        <w:rPr>
          <w:szCs w:val="20"/>
        </w:rPr>
        <w:t>appeler Monseigneur</w:t>
      </w:r>
      <w:r w:rsidRPr="00A4769E">
        <w:rPr>
          <w:szCs w:val="20"/>
        </w:rPr>
        <w:t xml:space="preserve">. </w:t>
      </w:r>
      <w:r w:rsidR="001B73FA" w:rsidRPr="001B73FA">
        <w:rPr>
          <w:szCs w:val="20"/>
        </w:rPr>
        <w:t>Mais cette femme que je suis obligé de ne secouer qu</w:t>
      </w:r>
      <w:r w:rsidRPr="00A4769E">
        <w:rPr>
          <w:szCs w:val="20"/>
        </w:rPr>
        <w:t>’</w:t>
      </w:r>
      <w:r w:rsidR="001B73FA" w:rsidRPr="001B73FA">
        <w:rPr>
          <w:szCs w:val="20"/>
        </w:rPr>
        <w:t>en paroles me traite comme un petit garçon</w:t>
      </w:r>
      <w:r w:rsidRPr="00A4769E">
        <w:rPr>
          <w:szCs w:val="20"/>
        </w:rPr>
        <w:t xml:space="preserve">. </w:t>
      </w:r>
      <w:r w:rsidR="001B73FA" w:rsidRPr="001B73FA">
        <w:rPr>
          <w:szCs w:val="20"/>
        </w:rPr>
        <w:t>Je ne sais pas me faire valoir</w:t>
      </w:r>
      <w:r w:rsidRPr="00A4769E">
        <w:rPr>
          <w:szCs w:val="20"/>
        </w:rPr>
        <w:t xml:space="preserve">. </w:t>
      </w:r>
      <w:r w:rsidR="001B73FA" w:rsidRPr="001B73FA">
        <w:rPr>
          <w:szCs w:val="20"/>
        </w:rPr>
        <w:t>On ne sait ce que je vaux que dans l</w:t>
      </w:r>
      <w:r w:rsidRPr="00A4769E">
        <w:rPr>
          <w:szCs w:val="20"/>
        </w:rPr>
        <w:t>’</w:t>
      </w:r>
      <w:r w:rsidR="001B73FA" w:rsidRPr="001B73FA">
        <w:rPr>
          <w:szCs w:val="20"/>
        </w:rPr>
        <w:t>action même</w:t>
      </w:r>
      <w:r w:rsidRPr="00A4769E">
        <w:rPr>
          <w:szCs w:val="20"/>
        </w:rPr>
        <w:t xml:space="preserve">. </w:t>
      </w:r>
      <w:r w:rsidR="001B73FA" w:rsidRPr="001B73FA">
        <w:rPr>
          <w:szCs w:val="20"/>
        </w:rPr>
        <w:t>Ceux qui savent parler et sont capables de donner ainsi une bonne opinion ou une juste opinion d</w:t>
      </w:r>
      <w:r w:rsidRPr="00A4769E">
        <w:rPr>
          <w:szCs w:val="20"/>
        </w:rPr>
        <w:t>’</w:t>
      </w:r>
      <w:r w:rsidR="001B73FA" w:rsidRPr="001B73FA">
        <w:rPr>
          <w:szCs w:val="20"/>
        </w:rPr>
        <w:t>eux-mêmes peuvent rester assis sur les banquettes et les fauteuils pendant que leur réputation s</w:t>
      </w:r>
      <w:r w:rsidRPr="00A4769E">
        <w:rPr>
          <w:szCs w:val="20"/>
        </w:rPr>
        <w:t>’</w:t>
      </w:r>
      <w:r w:rsidR="001B73FA" w:rsidRPr="001B73FA">
        <w:rPr>
          <w:szCs w:val="20"/>
        </w:rPr>
        <w:t>augmente</w:t>
      </w:r>
      <w:r w:rsidRPr="00A4769E">
        <w:rPr>
          <w:szCs w:val="20"/>
        </w:rPr>
        <w:t xml:space="preserve">. </w:t>
      </w:r>
      <w:r w:rsidR="001B73FA" w:rsidRPr="001B73FA">
        <w:rPr>
          <w:szCs w:val="20"/>
        </w:rPr>
        <w:t>Moi</w:t>
      </w:r>
      <w:r w:rsidRPr="00A4769E">
        <w:rPr>
          <w:szCs w:val="20"/>
        </w:rPr>
        <w:t xml:space="preserve">, </w:t>
      </w:r>
      <w:r w:rsidR="001B73FA" w:rsidRPr="001B73FA">
        <w:rPr>
          <w:szCs w:val="20"/>
        </w:rPr>
        <w:t>je suis obligé d</w:t>
      </w:r>
      <w:r w:rsidRPr="00A4769E">
        <w:rPr>
          <w:szCs w:val="20"/>
        </w:rPr>
        <w:t>’</w:t>
      </w:r>
      <w:r w:rsidR="001B73FA" w:rsidRPr="001B73FA">
        <w:rPr>
          <w:szCs w:val="20"/>
        </w:rPr>
        <w:t>agir</w:t>
      </w:r>
      <w:r w:rsidRPr="00A4769E">
        <w:rPr>
          <w:szCs w:val="20"/>
        </w:rPr>
        <w:t xml:space="preserve">. </w:t>
      </w:r>
      <w:r w:rsidR="001B73FA" w:rsidRPr="001B73FA">
        <w:rPr>
          <w:szCs w:val="20"/>
        </w:rPr>
        <w:t>Me restera-t-il le temps de vivre</w:t>
      </w:r>
      <w:r w:rsidRPr="00A4769E">
        <w:rPr>
          <w:szCs w:val="20"/>
        </w:rPr>
        <w:t> ? »</w:t>
      </w:r>
    </w:p>
    <w:p w14:paraId="12292095" w14:textId="77777777" w:rsidR="001B73FA" w:rsidRPr="001B73FA" w:rsidRDefault="001B73FA" w:rsidP="001B73FA">
      <w:pPr>
        <w:rPr>
          <w:szCs w:val="20"/>
        </w:rPr>
      </w:pPr>
      <w:r w:rsidRPr="001B73FA">
        <w:rPr>
          <w:szCs w:val="20"/>
        </w:rPr>
        <w:t>Il fit quelques réflexions très italiennes sur la Marquise</w:t>
      </w:r>
      <w:r w:rsidR="00462692" w:rsidRPr="00A4769E">
        <w:rPr>
          <w:szCs w:val="20"/>
        </w:rPr>
        <w:t xml:space="preserve">, </w:t>
      </w:r>
      <w:r w:rsidRPr="001B73FA">
        <w:rPr>
          <w:szCs w:val="20"/>
        </w:rPr>
        <w:t>qu</w:t>
      </w:r>
      <w:r w:rsidR="00462692" w:rsidRPr="00A4769E">
        <w:rPr>
          <w:szCs w:val="20"/>
        </w:rPr>
        <w:t>’</w:t>
      </w:r>
      <w:r w:rsidRPr="001B73FA">
        <w:rPr>
          <w:szCs w:val="20"/>
        </w:rPr>
        <w:t>il regardait du coin de l</w:t>
      </w:r>
      <w:r w:rsidR="00462692" w:rsidRPr="00A4769E">
        <w:rPr>
          <w:szCs w:val="20"/>
        </w:rPr>
        <w:t>’œ</w:t>
      </w:r>
      <w:r w:rsidRPr="001B73FA">
        <w:rPr>
          <w:szCs w:val="20"/>
        </w:rPr>
        <w:t>il</w:t>
      </w:r>
      <w:r w:rsidR="00462692" w:rsidRPr="00A4769E">
        <w:rPr>
          <w:szCs w:val="20"/>
        </w:rPr>
        <w:t xml:space="preserve">. </w:t>
      </w:r>
      <w:r w:rsidRPr="001B73FA">
        <w:rPr>
          <w:szCs w:val="20"/>
        </w:rPr>
        <w:t>Il la méprisait pour son inaptitude à jouir des événements extraordinaires</w:t>
      </w:r>
      <w:r w:rsidR="00462692" w:rsidRPr="00A4769E">
        <w:rPr>
          <w:szCs w:val="20"/>
        </w:rPr>
        <w:t>. « </w:t>
      </w:r>
      <w:r w:rsidRPr="001B73FA">
        <w:rPr>
          <w:szCs w:val="20"/>
        </w:rPr>
        <w:t>J</w:t>
      </w:r>
      <w:r w:rsidR="00462692" w:rsidRPr="00A4769E">
        <w:rPr>
          <w:szCs w:val="20"/>
        </w:rPr>
        <w:t>’</w:t>
      </w:r>
      <w:r w:rsidRPr="001B73FA">
        <w:rPr>
          <w:szCs w:val="20"/>
        </w:rPr>
        <w:t>aime mieux</w:t>
      </w:r>
      <w:r w:rsidR="00462692" w:rsidRPr="00A4769E">
        <w:rPr>
          <w:szCs w:val="20"/>
        </w:rPr>
        <w:t xml:space="preserve">, </w:t>
      </w:r>
      <w:r w:rsidRPr="001B73FA">
        <w:rPr>
          <w:szCs w:val="20"/>
        </w:rPr>
        <w:t>se dit-il</w:t>
      </w:r>
      <w:r w:rsidR="00462692" w:rsidRPr="00A4769E">
        <w:rPr>
          <w:szCs w:val="20"/>
        </w:rPr>
        <w:t xml:space="preserve">, </w:t>
      </w:r>
      <w:r w:rsidRPr="001B73FA">
        <w:rPr>
          <w:szCs w:val="20"/>
        </w:rPr>
        <w:t>ces femmes imaginatives qui exagèrent le tragique et mettent des manteaux couleur de muraille à tous les bourgeois qu</w:t>
      </w:r>
      <w:r w:rsidR="00462692" w:rsidRPr="00A4769E">
        <w:rPr>
          <w:szCs w:val="20"/>
        </w:rPr>
        <w:t>’</w:t>
      </w:r>
      <w:r w:rsidRPr="001B73FA">
        <w:rPr>
          <w:szCs w:val="20"/>
        </w:rPr>
        <w:t>on rencontre dans les ruelles passé minuit</w:t>
      </w:r>
      <w:r w:rsidR="00462692" w:rsidRPr="00A4769E">
        <w:rPr>
          <w:szCs w:val="20"/>
        </w:rPr>
        <w:t xml:space="preserve">. </w:t>
      </w:r>
      <w:r w:rsidRPr="001B73FA">
        <w:rPr>
          <w:szCs w:val="20"/>
        </w:rPr>
        <w:t>Quelles délices de se promener avec elles dans l</w:t>
      </w:r>
      <w:r w:rsidR="00462692" w:rsidRPr="00A4769E">
        <w:rPr>
          <w:szCs w:val="20"/>
        </w:rPr>
        <w:t>’</w:t>
      </w:r>
      <w:r w:rsidRPr="001B73FA">
        <w:rPr>
          <w:szCs w:val="20"/>
        </w:rPr>
        <w:t>ombre</w:t>
      </w:r>
      <w:r w:rsidR="00462692" w:rsidRPr="00A4769E">
        <w:rPr>
          <w:szCs w:val="20"/>
        </w:rPr>
        <w:t xml:space="preserve"> ! </w:t>
      </w:r>
      <w:r w:rsidRPr="001B73FA">
        <w:rPr>
          <w:szCs w:val="20"/>
        </w:rPr>
        <w:t>Elles tremblent</w:t>
      </w:r>
      <w:r w:rsidR="00462692" w:rsidRPr="00A4769E">
        <w:rPr>
          <w:szCs w:val="20"/>
        </w:rPr>
        <w:t xml:space="preserve">, </w:t>
      </w:r>
      <w:r w:rsidRPr="001B73FA">
        <w:rPr>
          <w:szCs w:val="20"/>
        </w:rPr>
        <w:t>gémissent et cherchent mes bras</w:t>
      </w:r>
      <w:r w:rsidR="00462692" w:rsidRPr="00A4769E">
        <w:rPr>
          <w:szCs w:val="20"/>
        </w:rPr>
        <w:t xml:space="preserve">. </w:t>
      </w:r>
      <w:r w:rsidRPr="001B73FA">
        <w:rPr>
          <w:szCs w:val="20"/>
        </w:rPr>
        <w:t>On les sent femmes</w:t>
      </w:r>
      <w:r w:rsidR="00462692" w:rsidRPr="00A4769E">
        <w:rPr>
          <w:szCs w:val="20"/>
        </w:rPr>
        <w:t xml:space="preserve"> ; </w:t>
      </w:r>
      <w:r w:rsidRPr="001B73FA">
        <w:rPr>
          <w:szCs w:val="20"/>
        </w:rPr>
        <w:t>on se sent homme</w:t>
      </w:r>
      <w:r w:rsidR="00462692" w:rsidRPr="00A4769E">
        <w:rPr>
          <w:szCs w:val="20"/>
        </w:rPr>
        <w:t xml:space="preserve">. </w:t>
      </w:r>
      <w:r w:rsidRPr="001B73FA">
        <w:rPr>
          <w:szCs w:val="20"/>
        </w:rPr>
        <w:t>S</w:t>
      </w:r>
      <w:r w:rsidR="00462692" w:rsidRPr="00A4769E">
        <w:rPr>
          <w:szCs w:val="20"/>
        </w:rPr>
        <w:t>’</w:t>
      </w:r>
      <w:r w:rsidRPr="001B73FA">
        <w:rPr>
          <w:szCs w:val="20"/>
        </w:rPr>
        <w:t>il n</w:t>
      </w:r>
      <w:r w:rsidR="00462692" w:rsidRPr="00A4769E">
        <w:rPr>
          <w:szCs w:val="20"/>
        </w:rPr>
        <w:t>’</w:t>
      </w:r>
      <w:r w:rsidRPr="001B73FA">
        <w:rPr>
          <w:szCs w:val="20"/>
        </w:rPr>
        <w:t>y a rien à craindre</w:t>
      </w:r>
      <w:r w:rsidR="00462692" w:rsidRPr="00A4769E">
        <w:rPr>
          <w:szCs w:val="20"/>
        </w:rPr>
        <w:t xml:space="preserve">, </w:t>
      </w:r>
      <w:r w:rsidRPr="001B73FA">
        <w:rPr>
          <w:szCs w:val="20"/>
        </w:rPr>
        <w:t>elles l</w:t>
      </w:r>
      <w:r w:rsidR="00462692" w:rsidRPr="00A4769E">
        <w:rPr>
          <w:szCs w:val="20"/>
        </w:rPr>
        <w:t>’</w:t>
      </w:r>
      <w:r w:rsidRPr="001B73FA">
        <w:rPr>
          <w:szCs w:val="20"/>
        </w:rPr>
        <w:t>inventent</w:t>
      </w:r>
      <w:r w:rsidR="00462692" w:rsidRPr="00A4769E">
        <w:rPr>
          <w:szCs w:val="20"/>
        </w:rPr>
        <w:t xml:space="preserve">. </w:t>
      </w:r>
      <w:r w:rsidRPr="001B73FA">
        <w:rPr>
          <w:szCs w:val="20"/>
        </w:rPr>
        <w:t>C</w:t>
      </w:r>
      <w:r w:rsidR="00462692" w:rsidRPr="00A4769E">
        <w:rPr>
          <w:szCs w:val="20"/>
        </w:rPr>
        <w:t>’</w:t>
      </w:r>
      <w:r w:rsidRPr="001B73FA">
        <w:rPr>
          <w:szCs w:val="20"/>
        </w:rPr>
        <w:t>est de la jeunesse</w:t>
      </w:r>
      <w:r w:rsidR="00462692" w:rsidRPr="00A4769E">
        <w:rPr>
          <w:szCs w:val="20"/>
        </w:rPr>
        <w:t xml:space="preserve">. </w:t>
      </w:r>
      <w:r w:rsidRPr="001B73FA">
        <w:rPr>
          <w:szCs w:val="20"/>
        </w:rPr>
        <w:t>Cette femme n</w:t>
      </w:r>
      <w:r w:rsidR="00462692" w:rsidRPr="00A4769E">
        <w:rPr>
          <w:szCs w:val="20"/>
        </w:rPr>
        <w:t>’</w:t>
      </w:r>
      <w:r w:rsidRPr="001B73FA">
        <w:rPr>
          <w:szCs w:val="20"/>
        </w:rPr>
        <w:t>a jamais été jeune</w:t>
      </w:r>
      <w:r w:rsidR="00462692" w:rsidRPr="00A4769E">
        <w:rPr>
          <w:szCs w:val="20"/>
        </w:rPr>
        <w:t>.</w:t>
      </w:r>
      <w:r w:rsidR="00462692" w:rsidRPr="00A4769E">
        <w:rPr>
          <w:szCs w:val="20"/>
        </w:rPr>
        <w:t> »</w:t>
      </w:r>
    </w:p>
    <w:p w14:paraId="4ED3BA69" w14:textId="77777777" w:rsidR="001B73FA" w:rsidRPr="001B73FA" w:rsidRDefault="00462692" w:rsidP="001B73FA">
      <w:pPr>
        <w:rPr>
          <w:szCs w:val="20"/>
        </w:rPr>
      </w:pPr>
      <w:r w:rsidRPr="00A4769E">
        <w:rPr>
          <w:szCs w:val="20"/>
        </w:rPr>
        <w:t>« </w:t>
      </w:r>
      <w:r w:rsidR="001B73FA" w:rsidRPr="001B73FA">
        <w:rPr>
          <w:szCs w:val="20"/>
        </w:rPr>
        <w:t>Au fond</w:t>
      </w:r>
      <w:r w:rsidRPr="00A4769E">
        <w:rPr>
          <w:szCs w:val="20"/>
        </w:rPr>
        <w:t xml:space="preserve">, </w:t>
      </w:r>
      <w:r w:rsidR="001B73FA" w:rsidRPr="001B73FA">
        <w:rPr>
          <w:szCs w:val="20"/>
        </w:rPr>
        <w:t>elle ne comprend rien aux joies de la vie</w:t>
      </w:r>
      <w:r w:rsidRPr="00A4769E">
        <w:rPr>
          <w:szCs w:val="20"/>
        </w:rPr>
        <w:t xml:space="preserve">. </w:t>
      </w:r>
      <w:r w:rsidR="001B73FA" w:rsidRPr="001B73FA">
        <w:rPr>
          <w:szCs w:val="20"/>
        </w:rPr>
        <w:t>J</w:t>
      </w:r>
      <w:r w:rsidRPr="00A4769E">
        <w:rPr>
          <w:szCs w:val="20"/>
        </w:rPr>
        <w:t>’</w:t>
      </w:r>
      <w:r w:rsidR="001B73FA" w:rsidRPr="001B73FA">
        <w:rPr>
          <w:szCs w:val="20"/>
        </w:rPr>
        <w:t>ai rarement été aussi heureux que tout à l</w:t>
      </w:r>
      <w:r w:rsidRPr="00A4769E">
        <w:rPr>
          <w:szCs w:val="20"/>
        </w:rPr>
        <w:t>’</w:t>
      </w:r>
      <w:r w:rsidR="001B73FA" w:rsidRPr="001B73FA">
        <w:rPr>
          <w:szCs w:val="20"/>
        </w:rPr>
        <w:t>heure à plat ventre dans les feuilles sèches</w:t>
      </w:r>
      <w:r w:rsidRPr="00A4769E">
        <w:rPr>
          <w:szCs w:val="20"/>
        </w:rPr>
        <w:t xml:space="preserve">, </w:t>
      </w:r>
      <w:r w:rsidR="001B73FA" w:rsidRPr="001B73FA">
        <w:rPr>
          <w:szCs w:val="20"/>
        </w:rPr>
        <w:t>quand ces hommes masqués nous entouraient</w:t>
      </w:r>
      <w:r w:rsidRPr="00A4769E">
        <w:rPr>
          <w:szCs w:val="20"/>
        </w:rPr>
        <w:t xml:space="preserve">. </w:t>
      </w:r>
      <w:r w:rsidR="001B73FA" w:rsidRPr="001B73FA">
        <w:rPr>
          <w:szCs w:val="20"/>
        </w:rPr>
        <w:t>Le plus petit mouvement de mes mains et de mes jambes avait de l</w:t>
      </w:r>
      <w:r w:rsidRPr="00A4769E">
        <w:rPr>
          <w:szCs w:val="20"/>
        </w:rPr>
        <w:t>’</w:t>
      </w:r>
      <w:r w:rsidR="001B73FA" w:rsidRPr="001B73FA">
        <w:rPr>
          <w:szCs w:val="20"/>
        </w:rPr>
        <w:t>importance</w:t>
      </w:r>
      <w:r w:rsidRPr="00A4769E">
        <w:rPr>
          <w:szCs w:val="20"/>
        </w:rPr>
        <w:t xml:space="preserve">. </w:t>
      </w:r>
      <w:r w:rsidR="001B73FA" w:rsidRPr="001B73FA">
        <w:rPr>
          <w:szCs w:val="20"/>
        </w:rPr>
        <w:t>Et j</w:t>
      </w:r>
      <w:r w:rsidRPr="00A4769E">
        <w:rPr>
          <w:szCs w:val="20"/>
        </w:rPr>
        <w:t>’</w:t>
      </w:r>
      <w:r w:rsidR="001B73FA" w:rsidRPr="001B73FA">
        <w:rPr>
          <w:szCs w:val="20"/>
        </w:rPr>
        <w:t>aime ce froid qui me saisit et dans lequel il faut avoir le sens précis des choses quand le danger s</w:t>
      </w:r>
      <w:r w:rsidRPr="00A4769E">
        <w:rPr>
          <w:szCs w:val="20"/>
        </w:rPr>
        <w:t>’</w:t>
      </w:r>
      <w:r w:rsidR="001B73FA" w:rsidRPr="001B73FA">
        <w:rPr>
          <w:szCs w:val="20"/>
        </w:rPr>
        <w:t>avance</w:t>
      </w:r>
      <w:r w:rsidRPr="00A4769E">
        <w:rPr>
          <w:szCs w:val="20"/>
        </w:rPr>
        <w:t xml:space="preserve">. </w:t>
      </w:r>
      <w:r w:rsidR="001B73FA" w:rsidRPr="001B73FA">
        <w:rPr>
          <w:szCs w:val="20"/>
        </w:rPr>
        <w:t>Elle a le cuir épais</w:t>
      </w:r>
      <w:r w:rsidRPr="00A4769E">
        <w:rPr>
          <w:szCs w:val="20"/>
        </w:rPr>
        <w:t xml:space="preserve">. </w:t>
      </w:r>
      <w:r w:rsidR="001B73FA" w:rsidRPr="001B73FA">
        <w:rPr>
          <w:szCs w:val="20"/>
        </w:rPr>
        <w:t xml:space="preserve">Ces gens-là ne </w:t>
      </w:r>
      <w:r w:rsidR="001B73FA" w:rsidRPr="001B73FA">
        <w:rPr>
          <w:szCs w:val="20"/>
        </w:rPr>
        <w:lastRenderedPageBreak/>
        <w:t>comprendront jamais la différence qu</w:t>
      </w:r>
      <w:r w:rsidRPr="00A4769E">
        <w:rPr>
          <w:szCs w:val="20"/>
        </w:rPr>
        <w:t>’</w:t>
      </w:r>
      <w:r w:rsidR="001B73FA" w:rsidRPr="001B73FA">
        <w:rPr>
          <w:szCs w:val="20"/>
        </w:rPr>
        <w:t>il y a entre l</w:t>
      </w:r>
      <w:r w:rsidRPr="00A4769E">
        <w:rPr>
          <w:szCs w:val="20"/>
        </w:rPr>
        <w:t>’</w:t>
      </w:r>
      <w:r w:rsidR="001B73FA" w:rsidRPr="001B73FA">
        <w:rPr>
          <w:szCs w:val="20"/>
        </w:rPr>
        <w:t>enfer et le paradis</w:t>
      </w:r>
      <w:r w:rsidRPr="00A4769E">
        <w:rPr>
          <w:szCs w:val="20"/>
        </w:rPr>
        <w:t xml:space="preserve">. </w:t>
      </w:r>
      <w:r w:rsidR="001B73FA" w:rsidRPr="001B73FA">
        <w:rPr>
          <w:szCs w:val="20"/>
        </w:rPr>
        <w:t>Ils ont des enfers et des paradis si médiocres qu</w:t>
      </w:r>
      <w:r w:rsidRPr="00A4769E">
        <w:rPr>
          <w:szCs w:val="20"/>
        </w:rPr>
        <w:t>’</w:t>
      </w:r>
      <w:r w:rsidR="001B73FA" w:rsidRPr="001B73FA">
        <w:rPr>
          <w:szCs w:val="20"/>
        </w:rPr>
        <w:t>ils passent de l</w:t>
      </w:r>
      <w:r w:rsidRPr="00A4769E">
        <w:rPr>
          <w:szCs w:val="20"/>
        </w:rPr>
        <w:t>’</w:t>
      </w:r>
      <w:r w:rsidR="001B73FA" w:rsidRPr="001B73FA">
        <w:rPr>
          <w:szCs w:val="20"/>
        </w:rPr>
        <w:t>un à l</w:t>
      </w:r>
      <w:r w:rsidRPr="00A4769E">
        <w:rPr>
          <w:szCs w:val="20"/>
        </w:rPr>
        <w:t>’</w:t>
      </w:r>
      <w:r w:rsidR="001B73FA" w:rsidRPr="001B73FA">
        <w:rPr>
          <w:szCs w:val="20"/>
        </w:rPr>
        <w:t>autre sans s</w:t>
      </w:r>
      <w:r w:rsidRPr="00A4769E">
        <w:rPr>
          <w:szCs w:val="20"/>
        </w:rPr>
        <w:t>’</w:t>
      </w:r>
      <w:r w:rsidR="001B73FA" w:rsidRPr="001B73FA">
        <w:rPr>
          <w:szCs w:val="20"/>
        </w:rPr>
        <w:t>apercevoir de la différence</w:t>
      </w:r>
      <w:r w:rsidRPr="00A4769E">
        <w:rPr>
          <w:szCs w:val="20"/>
        </w:rPr>
        <w:t xml:space="preserve">. </w:t>
      </w:r>
      <w:r w:rsidR="001B73FA" w:rsidRPr="001B73FA">
        <w:rPr>
          <w:szCs w:val="20"/>
        </w:rPr>
        <w:t>Je parie qu</w:t>
      </w:r>
      <w:r w:rsidRPr="00A4769E">
        <w:rPr>
          <w:szCs w:val="20"/>
        </w:rPr>
        <w:t>’</w:t>
      </w:r>
      <w:r w:rsidR="001B73FA" w:rsidRPr="001B73FA">
        <w:rPr>
          <w:szCs w:val="20"/>
        </w:rPr>
        <w:t>elle aurait tout un tas de raisons bêtes pour se moquer de moi si elle savait que je porte sous ma chemise un scapulaire trempé dans le sang de saint Janvier</w:t>
      </w:r>
      <w:r w:rsidRPr="00A4769E">
        <w:rPr>
          <w:szCs w:val="20"/>
        </w:rPr>
        <w:t xml:space="preserve">. </w:t>
      </w:r>
      <w:r w:rsidR="001B73FA" w:rsidRPr="001B73FA">
        <w:rPr>
          <w:szCs w:val="20"/>
        </w:rPr>
        <w:t xml:space="preserve">Quelle différence avec ma mère qui voit des </w:t>
      </w:r>
      <w:r w:rsidR="001B73FA" w:rsidRPr="001B73FA">
        <w:rPr>
          <w:i/>
          <w:iCs/>
          <w:szCs w:val="20"/>
        </w:rPr>
        <w:t>sorts</w:t>
      </w:r>
      <w:r w:rsidR="001B73FA" w:rsidRPr="001B73FA">
        <w:rPr>
          <w:szCs w:val="20"/>
        </w:rPr>
        <w:t xml:space="preserve"> dans le plein soleil de midi</w:t>
      </w:r>
      <w:r w:rsidRPr="00A4769E">
        <w:rPr>
          <w:szCs w:val="20"/>
        </w:rPr>
        <w:t> ! »</w:t>
      </w:r>
    </w:p>
    <w:p w14:paraId="2BA33685" w14:textId="77777777" w:rsidR="00462692" w:rsidRPr="00A4769E" w:rsidRDefault="001B73FA" w:rsidP="001B73FA">
      <w:pPr>
        <w:rPr>
          <w:szCs w:val="20"/>
        </w:rPr>
      </w:pPr>
      <w:r w:rsidRPr="001B73FA">
        <w:rPr>
          <w:szCs w:val="20"/>
        </w:rPr>
        <w:t>Sans se représenter exactement ce que signifiait le rassemblement de cavaliers sur la route</w:t>
      </w:r>
      <w:r w:rsidR="00462692" w:rsidRPr="00A4769E">
        <w:rPr>
          <w:szCs w:val="20"/>
        </w:rPr>
        <w:t xml:space="preserve">, </w:t>
      </w:r>
      <w:r w:rsidRPr="001B73FA">
        <w:rPr>
          <w:szCs w:val="20"/>
        </w:rPr>
        <w:t>il imaginait des scènes héroïques autour de l</w:t>
      </w:r>
      <w:r w:rsidR="00462692" w:rsidRPr="00A4769E">
        <w:rPr>
          <w:szCs w:val="20"/>
        </w:rPr>
        <w:t>’</w:t>
      </w:r>
      <w:r w:rsidRPr="001B73FA">
        <w:rPr>
          <w:szCs w:val="20"/>
        </w:rPr>
        <w:t>yeuse sous laquelle tout à l</w:t>
      </w:r>
      <w:r w:rsidR="00462692" w:rsidRPr="00A4769E">
        <w:rPr>
          <w:szCs w:val="20"/>
        </w:rPr>
        <w:t>’</w:t>
      </w:r>
      <w:r w:rsidRPr="001B73FA">
        <w:rPr>
          <w:szCs w:val="20"/>
        </w:rPr>
        <w:t>heure il était abrité</w:t>
      </w:r>
      <w:r w:rsidR="00462692" w:rsidRPr="00A4769E">
        <w:rPr>
          <w:szCs w:val="20"/>
        </w:rPr>
        <w:t>.</w:t>
      </w:r>
    </w:p>
    <w:p w14:paraId="2F6F6721" w14:textId="77777777" w:rsidR="00462692" w:rsidRPr="00A4769E" w:rsidRDefault="00462692" w:rsidP="001B73FA">
      <w:pPr>
        <w:rPr>
          <w:szCs w:val="20"/>
        </w:rPr>
      </w:pPr>
      <w:r w:rsidRPr="00A4769E">
        <w:rPr>
          <w:szCs w:val="20"/>
        </w:rPr>
        <w:t>« </w:t>
      </w:r>
      <w:r w:rsidR="001B73FA" w:rsidRPr="001B73FA">
        <w:rPr>
          <w:szCs w:val="20"/>
        </w:rPr>
        <w:t>Mais</w:t>
      </w:r>
      <w:r w:rsidRPr="00A4769E">
        <w:rPr>
          <w:szCs w:val="20"/>
        </w:rPr>
        <w:t xml:space="preserve"> !… </w:t>
      </w:r>
      <w:r w:rsidR="001B73FA" w:rsidRPr="001B73FA">
        <w:rPr>
          <w:szCs w:val="20"/>
        </w:rPr>
        <w:t>se dit-il brusquement à haute voix</w:t>
      </w:r>
      <w:r w:rsidRPr="00A4769E">
        <w:rPr>
          <w:szCs w:val="20"/>
        </w:rPr>
        <w:t>.</w:t>
      </w:r>
    </w:p>
    <w:p w14:paraId="5FD43C85" w14:textId="2CAAB7B5" w:rsidR="00462692" w:rsidRPr="00A4769E" w:rsidRDefault="00462692" w:rsidP="001B73FA">
      <w:pPr>
        <w:rPr>
          <w:szCs w:val="20"/>
        </w:rPr>
      </w:pPr>
      <w:r w:rsidRPr="00A4769E">
        <w:rPr>
          <w:szCs w:val="20"/>
        </w:rPr>
        <w:t>— </w:t>
      </w:r>
      <w:r w:rsidR="001B73FA" w:rsidRPr="001B73FA">
        <w:rPr>
          <w:szCs w:val="20"/>
        </w:rPr>
        <w:t>Mais quoi</w:t>
      </w:r>
      <w:r w:rsidRPr="00A4769E">
        <w:rPr>
          <w:szCs w:val="20"/>
        </w:rPr>
        <w:t xml:space="preserve">, </w:t>
      </w:r>
      <w:r w:rsidR="001B73FA" w:rsidRPr="001B73FA">
        <w:rPr>
          <w:szCs w:val="20"/>
        </w:rPr>
        <w:t>demanda la Marquise</w:t>
      </w:r>
      <w:r w:rsidRPr="00A4769E">
        <w:rPr>
          <w:szCs w:val="20"/>
        </w:rPr>
        <w:t xml:space="preserve">, </w:t>
      </w:r>
      <w:r w:rsidR="001B73FA" w:rsidRPr="001B73FA">
        <w:rPr>
          <w:szCs w:val="20"/>
        </w:rPr>
        <w:t>vous vous agitez sur votre banquette comme sur un pal</w:t>
      </w:r>
      <w:r w:rsidRPr="00A4769E">
        <w:rPr>
          <w:szCs w:val="20"/>
        </w:rPr>
        <w:t xml:space="preserve">. </w:t>
      </w:r>
      <w:r w:rsidR="001B73FA" w:rsidRPr="001B73FA">
        <w:rPr>
          <w:szCs w:val="20"/>
        </w:rPr>
        <w:t>Votre double vue de colonel vous fait-elle pressentir quelque embuscade</w:t>
      </w:r>
      <w:r w:rsidRPr="00A4769E">
        <w:rPr>
          <w:szCs w:val="20"/>
        </w:rPr>
        <w:t xml:space="preserve"> ? </w:t>
      </w:r>
      <w:r w:rsidR="001B73FA" w:rsidRPr="001B73FA">
        <w:rPr>
          <w:szCs w:val="20"/>
        </w:rPr>
        <w:t>Ou n</w:t>
      </w:r>
      <w:r w:rsidRPr="00A4769E">
        <w:rPr>
          <w:szCs w:val="20"/>
        </w:rPr>
        <w:t>’</w:t>
      </w:r>
      <w:r w:rsidR="001B73FA" w:rsidRPr="001B73FA">
        <w:rPr>
          <w:szCs w:val="20"/>
        </w:rPr>
        <w:t>êtes-vous pas entièrement satisfait de la paisible promenade que</w:t>
      </w:r>
      <w:r w:rsidRPr="00A4769E">
        <w:rPr>
          <w:szCs w:val="20"/>
        </w:rPr>
        <w:t xml:space="preserve">, </w:t>
      </w:r>
      <w:r w:rsidR="001B73FA" w:rsidRPr="001B73FA">
        <w:rPr>
          <w:szCs w:val="20"/>
        </w:rPr>
        <w:t>selon vos ordres</w:t>
      </w:r>
      <w:r w:rsidRPr="00A4769E">
        <w:rPr>
          <w:szCs w:val="20"/>
        </w:rPr>
        <w:t xml:space="preserve">, </w:t>
      </w:r>
      <w:r w:rsidR="001B73FA" w:rsidRPr="001B73FA">
        <w:rPr>
          <w:szCs w:val="20"/>
        </w:rPr>
        <w:t>mon cocher nous fait faire au milieu de ces gentilles forêts</w:t>
      </w:r>
      <w:r w:rsidRPr="00A4769E">
        <w:rPr>
          <w:szCs w:val="20"/>
        </w:rPr>
        <w:t xml:space="preserve"> ? </w:t>
      </w:r>
      <w:r w:rsidR="001B73FA" w:rsidRPr="001B73FA">
        <w:rPr>
          <w:szCs w:val="20"/>
        </w:rPr>
        <w:t>Votre escadron doit sauter dans de drôles de voltes quand vous le commandez</w:t>
      </w:r>
      <w:r w:rsidRPr="00A4769E">
        <w:rPr>
          <w:szCs w:val="20"/>
        </w:rPr>
        <w:t xml:space="preserve">. </w:t>
      </w:r>
      <w:r w:rsidR="001B73FA" w:rsidRPr="001B73FA">
        <w:rPr>
          <w:szCs w:val="20"/>
        </w:rPr>
        <w:t>Vous avez attaché trop d</w:t>
      </w:r>
      <w:r w:rsidRPr="00A4769E">
        <w:rPr>
          <w:szCs w:val="20"/>
        </w:rPr>
        <w:t>’</w:t>
      </w:r>
      <w:r w:rsidR="001B73FA" w:rsidRPr="001B73FA">
        <w:rPr>
          <w:szCs w:val="20"/>
        </w:rPr>
        <w:t>importance aux faits et gestes de mon honorable ami</w:t>
      </w:r>
      <w:r w:rsidRPr="00A4769E">
        <w:rPr>
          <w:szCs w:val="20"/>
        </w:rPr>
        <w:t xml:space="preserve">. </w:t>
      </w:r>
      <w:r w:rsidR="001B73FA" w:rsidRPr="001B73FA">
        <w:rPr>
          <w:szCs w:val="20"/>
        </w:rPr>
        <w:t>Je le connais assez pour savoir que le plus sage est de ne jamais s</w:t>
      </w:r>
      <w:r w:rsidRPr="00A4769E">
        <w:rPr>
          <w:szCs w:val="20"/>
        </w:rPr>
        <w:t>’</w:t>
      </w:r>
      <w:r w:rsidR="001B73FA" w:rsidRPr="001B73FA">
        <w:rPr>
          <w:szCs w:val="20"/>
        </w:rPr>
        <w:t>inquiéter ni de ce qu</w:t>
      </w:r>
      <w:r w:rsidRPr="00A4769E">
        <w:rPr>
          <w:szCs w:val="20"/>
        </w:rPr>
        <w:t>’</w:t>
      </w:r>
      <w:r w:rsidR="001B73FA" w:rsidRPr="001B73FA">
        <w:rPr>
          <w:szCs w:val="20"/>
        </w:rPr>
        <w:t>il fait</w:t>
      </w:r>
      <w:r w:rsidR="00885EE8">
        <w:rPr>
          <w:szCs w:val="20"/>
        </w:rPr>
        <w:t>,</w:t>
      </w:r>
      <w:r w:rsidR="001B73FA" w:rsidRPr="001B73FA">
        <w:rPr>
          <w:szCs w:val="20"/>
        </w:rPr>
        <w:t xml:space="preserve"> ni de ce qu</w:t>
      </w:r>
      <w:r w:rsidRPr="00A4769E">
        <w:rPr>
          <w:szCs w:val="20"/>
        </w:rPr>
        <w:t>’</w:t>
      </w:r>
      <w:r w:rsidR="001B73FA" w:rsidRPr="001B73FA">
        <w:rPr>
          <w:szCs w:val="20"/>
        </w:rPr>
        <w:t>il dit</w:t>
      </w:r>
      <w:r w:rsidRPr="00A4769E">
        <w:rPr>
          <w:szCs w:val="20"/>
        </w:rPr>
        <w:t xml:space="preserve">. </w:t>
      </w:r>
      <w:r w:rsidR="001B73FA" w:rsidRPr="001B73FA">
        <w:rPr>
          <w:szCs w:val="20"/>
        </w:rPr>
        <w:t>Nous sommes en France</w:t>
      </w:r>
      <w:r w:rsidRPr="00A4769E">
        <w:rPr>
          <w:szCs w:val="20"/>
        </w:rPr>
        <w:t xml:space="preserve">, </w:t>
      </w:r>
      <w:r w:rsidR="001B73FA" w:rsidRPr="001B73FA">
        <w:rPr>
          <w:szCs w:val="20"/>
        </w:rPr>
        <w:t>mon ami</w:t>
      </w:r>
      <w:r w:rsidRPr="00A4769E">
        <w:rPr>
          <w:szCs w:val="20"/>
        </w:rPr>
        <w:t xml:space="preserve">, </w:t>
      </w:r>
      <w:r w:rsidR="001B73FA" w:rsidRPr="001B73FA">
        <w:rPr>
          <w:szCs w:val="20"/>
        </w:rPr>
        <w:t>et cette fantasmagorie d</w:t>
      </w:r>
      <w:r w:rsidRPr="00A4769E">
        <w:rPr>
          <w:szCs w:val="20"/>
        </w:rPr>
        <w:t>’</w:t>
      </w:r>
      <w:r w:rsidR="001B73FA" w:rsidRPr="001B73FA">
        <w:rPr>
          <w:szCs w:val="20"/>
        </w:rPr>
        <w:t>Iroquois à laquelle il nous a fait assister n</w:t>
      </w:r>
      <w:r w:rsidRPr="00A4769E">
        <w:rPr>
          <w:szCs w:val="20"/>
        </w:rPr>
        <w:t>’</w:t>
      </w:r>
      <w:r w:rsidR="001B73FA" w:rsidRPr="001B73FA">
        <w:rPr>
          <w:szCs w:val="20"/>
        </w:rPr>
        <w:t>est pour les têtes solides que ce qu</w:t>
      </w:r>
      <w:r w:rsidRPr="00A4769E">
        <w:rPr>
          <w:szCs w:val="20"/>
        </w:rPr>
        <w:t>’</w:t>
      </w:r>
      <w:r w:rsidR="001B73FA" w:rsidRPr="001B73FA">
        <w:rPr>
          <w:szCs w:val="20"/>
        </w:rPr>
        <w:t>elle est</w:t>
      </w:r>
      <w:r w:rsidRPr="00A4769E">
        <w:rPr>
          <w:szCs w:val="20"/>
        </w:rPr>
        <w:t xml:space="preserve"> : </w:t>
      </w:r>
      <w:r w:rsidR="001B73FA" w:rsidRPr="001B73FA">
        <w:rPr>
          <w:szCs w:val="20"/>
        </w:rPr>
        <w:t>sans doute des fermiers qui allaient s</w:t>
      </w:r>
      <w:r w:rsidRPr="00A4769E">
        <w:rPr>
          <w:szCs w:val="20"/>
        </w:rPr>
        <w:t>’</w:t>
      </w:r>
      <w:r w:rsidR="001B73FA" w:rsidRPr="001B73FA">
        <w:rPr>
          <w:szCs w:val="20"/>
        </w:rPr>
        <w:t>amuser à quelque bal en plein air</w:t>
      </w:r>
      <w:r w:rsidRPr="00A4769E">
        <w:rPr>
          <w:szCs w:val="20"/>
        </w:rPr>
        <w:t xml:space="preserve">, </w:t>
      </w:r>
      <w:r w:rsidR="001B73FA" w:rsidRPr="001B73FA">
        <w:rPr>
          <w:szCs w:val="20"/>
        </w:rPr>
        <w:t>et qui se donnaient rendez-vous pour passer le gué de compagnie</w:t>
      </w:r>
      <w:r w:rsidRPr="00A4769E">
        <w:rPr>
          <w:szCs w:val="20"/>
        </w:rPr>
        <w:t> !</w:t>
      </w:r>
    </w:p>
    <w:p w14:paraId="6C22AADB" w14:textId="3E7B8A6D" w:rsidR="001B73FA" w:rsidRPr="001B73FA" w:rsidRDefault="00462692" w:rsidP="001B73FA">
      <w:pPr>
        <w:rPr>
          <w:szCs w:val="20"/>
        </w:rPr>
      </w:pPr>
      <w:r w:rsidRPr="00A4769E">
        <w:rPr>
          <w:szCs w:val="20"/>
        </w:rPr>
        <w:t>— </w:t>
      </w:r>
      <w:r w:rsidR="001B73FA" w:rsidRPr="001B73FA">
        <w:rPr>
          <w:szCs w:val="20"/>
        </w:rPr>
        <w:t>Vous avez probablement raison</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mais est-ce ma faute si</w:t>
      </w:r>
      <w:r w:rsidRPr="00A4769E">
        <w:rPr>
          <w:szCs w:val="20"/>
        </w:rPr>
        <w:t xml:space="preserve">, </w:t>
      </w:r>
      <w:r w:rsidR="001B73FA" w:rsidRPr="001B73FA">
        <w:rPr>
          <w:szCs w:val="20"/>
        </w:rPr>
        <w:t>bien que je ne vous connaisse que depuis hier soir</w:t>
      </w:r>
      <w:r w:rsidRPr="00A4769E">
        <w:rPr>
          <w:szCs w:val="20"/>
        </w:rPr>
        <w:t xml:space="preserve">, </w:t>
      </w:r>
      <w:r w:rsidR="001B73FA" w:rsidRPr="001B73FA">
        <w:rPr>
          <w:szCs w:val="20"/>
        </w:rPr>
        <w:t>j</w:t>
      </w:r>
      <w:r w:rsidRPr="00A4769E">
        <w:rPr>
          <w:szCs w:val="20"/>
        </w:rPr>
        <w:t>’</w:t>
      </w:r>
      <w:r w:rsidR="001B73FA" w:rsidRPr="001B73FA">
        <w:rPr>
          <w:szCs w:val="20"/>
        </w:rPr>
        <w:t>ai grand plaisir à imaginer que je vous protège</w:t>
      </w:r>
      <w:r w:rsidRPr="00A4769E">
        <w:rPr>
          <w:szCs w:val="20"/>
        </w:rPr>
        <w:t>.</w:t>
      </w:r>
      <w:r w:rsidRPr="00A4769E">
        <w:rPr>
          <w:szCs w:val="20"/>
        </w:rPr>
        <w:t xml:space="preserve"> </w:t>
      </w:r>
      <w:r w:rsidR="001B73FA" w:rsidRPr="001B73FA">
        <w:rPr>
          <w:szCs w:val="20"/>
        </w:rPr>
        <w:t xml:space="preserve">Les </w:t>
      </w:r>
      <w:r w:rsidR="001B73FA" w:rsidRPr="001B73FA">
        <w:rPr>
          <w:szCs w:val="20"/>
        </w:rPr>
        <w:lastRenderedPageBreak/>
        <w:t>nuits de France sont en effet extraordinairement paisibles</w:t>
      </w:r>
      <w:r w:rsidRPr="00A4769E">
        <w:rPr>
          <w:szCs w:val="20"/>
        </w:rPr>
        <w:t xml:space="preserve"> ; </w:t>
      </w:r>
      <w:r w:rsidR="001B73FA" w:rsidRPr="001B73FA">
        <w:rPr>
          <w:szCs w:val="20"/>
        </w:rPr>
        <w:t>vous n</w:t>
      </w:r>
      <w:r w:rsidRPr="00A4769E">
        <w:rPr>
          <w:szCs w:val="20"/>
        </w:rPr>
        <w:t>’</w:t>
      </w:r>
      <w:r w:rsidR="001B73FA" w:rsidRPr="001B73FA">
        <w:rPr>
          <w:szCs w:val="20"/>
        </w:rPr>
        <w:t>avez pas besoin de moi</w:t>
      </w:r>
      <w:r w:rsidRPr="00A4769E">
        <w:rPr>
          <w:szCs w:val="20"/>
        </w:rPr>
        <w:t xml:space="preserve">, </w:t>
      </w:r>
      <w:r w:rsidR="001B73FA" w:rsidRPr="001B73FA">
        <w:rPr>
          <w:szCs w:val="20"/>
        </w:rPr>
        <w:t>et vous pouvez me congédier quand vous voudrez</w:t>
      </w:r>
      <w:r w:rsidRPr="00A4769E">
        <w:rPr>
          <w:szCs w:val="20"/>
        </w:rPr>
        <w:t xml:space="preserve">. </w:t>
      </w:r>
      <w:r w:rsidR="001B73FA" w:rsidRPr="001B73FA">
        <w:rPr>
          <w:szCs w:val="20"/>
        </w:rPr>
        <w:t>Cependant</w:t>
      </w:r>
      <w:r w:rsidRPr="00A4769E">
        <w:rPr>
          <w:szCs w:val="20"/>
        </w:rPr>
        <w:t xml:space="preserve">, </w:t>
      </w:r>
      <w:r w:rsidR="001B73FA" w:rsidRPr="001B73FA">
        <w:rPr>
          <w:szCs w:val="20"/>
        </w:rPr>
        <w:t>comme vous avez eu la bonté de me laisser entrevoir la possibilité de trouver un lit à La Valette</w:t>
      </w:r>
      <w:r w:rsidRPr="00A4769E">
        <w:rPr>
          <w:szCs w:val="20"/>
        </w:rPr>
        <w:t xml:space="preserve">, </w:t>
      </w:r>
      <w:r w:rsidR="001B73FA" w:rsidRPr="001B73FA">
        <w:rPr>
          <w:szCs w:val="20"/>
        </w:rPr>
        <w:t>c</w:t>
      </w:r>
      <w:r w:rsidRPr="00A4769E">
        <w:rPr>
          <w:szCs w:val="20"/>
        </w:rPr>
        <w:t>’</w:t>
      </w:r>
      <w:r w:rsidR="001B73FA" w:rsidRPr="001B73FA">
        <w:rPr>
          <w:szCs w:val="20"/>
        </w:rPr>
        <w:t>est vous qui me rendez service si vous voulez bien me garder jusque-là</w:t>
      </w:r>
      <w:r w:rsidRPr="00A4769E">
        <w:rPr>
          <w:szCs w:val="20"/>
        </w:rPr>
        <w:t>. »</w:t>
      </w:r>
      <w:r w:rsidR="001B73FA" w:rsidRPr="001B73FA">
        <w:rPr>
          <w:szCs w:val="20"/>
        </w:rPr>
        <w:t xml:space="preserve"> Il s</w:t>
      </w:r>
      <w:r w:rsidRPr="00A4769E">
        <w:rPr>
          <w:szCs w:val="20"/>
        </w:rPr>
        <w:t>’</w:t>
      </w:r>
      <w:r w:rsidR="001B73FA" w:rsidRPr="001B73FA">
        <w:rPr>
          <w:szCs w:val="20"/>
        </w:rPr>
        <w:t>était ingénié à trouver des phrases un peu longues mais très polies</w:t>
      </w:r>
      <w:r w:rsidRPr="00A4769E">
        <w:rPr>
          <w:szCs w:val="20"/>
        </w:rPr>
        <w:t>. « </w:t>
      </w:r>
      <w:r w:rsidR="001B73FA" w:rsidRPr="001B73FA">
        <w:rPr>
          <w:szCs w:val="20"/>
        </w:rPr>
        <w:t>Mais je viens de me rendre compte brusquement</w:t>
      </w:r>
      <w:r w:rsidRPr="00A4769E">
        <w:rPr>
          <w:szCs w:val="20"/>
        </w:rPr>
        <w:t xml:space="preserve">, </w:t>
      </w:r>
      <w:r w:rsidR="001B73FA" w:rsidRPr="001B73FA">
        <w:rPr>
          <w:szCs w:val="20"/>
        </w:rPr>
        <w:t>se disait-il</w:t>
      </w:r>
      <w:r w:rsidRPr="00A4769E">
        <w:rPr>
          <w:szCs w:val="20"/>
        </w:rPr>
        <w:t xml:space="preserve">, </w:t>
      </w:r>
      <w:r w:rsidR="001B73FA" w:rsidRPr="001B73FA">
        <w:rPr>
          <w:szCs w:val="20"/>
        </w:rPr>
        <w:t>que tu en sais plus long que nous sur toute cette histoire</w:t>
      </w:r>
      <w:r w:rsidRPr="00A4769E">
        <w:rPr>
          <w:szCs w:val="20"/>
        </w:rPr>
        <w:t xml:space="preserve">. </w:t>
      </w:r>
      <w:r w:rsidR="001B73FA" w:rsidRPr="001B73FA">
        <w:rPr>
          <w:szCs w:val="20"/>
        </w:rPr>
        <w:t>Pourquoi as-tu insisté pour descendre à ce carrefour</w:t>
      </w:r>
      <w:r w:rsidRPr="00A4769E">
        <w:rPr>
          <w:szCs w:val="20"/>
        </w:rPr>
        <w:t xml:space="preserve"> ? </w:t>
      </w:r>
      <w:r w:rsidR="001B73FA" w:rsidRPr="001B73FA">
        <w:rPr>
          <w:szCs w:val="20"/>
        </w:rPr>
        <w:t>Ton cocher n</w:t>
      </w:r>
      <w:r w:rsidRPr="00A4769E">
        <w:rPr>
          <w:szCs w:val="20"/>
        </w:rPr>
        <w:t>’</w:t>
      </w:r>
      <w:r w:rsidR="001B73FA" w:rsidRPr="001B73FA">
        <w:rPr>
          <w:szCs w:val="20"/>
        </w:rPr>
        <w:t>aurait pas perdu la tête au point de t</w:t>
      </w:r>
      <w:r w:rsidRPr="00A4769E">
        <w:rPr>
          <w:szCs w:val="20"/>
        </w:rPr>
        <w:t>’</w:t>
      </w:r>
      <w:r w:rsidR="001B73FA" w:rsidRPr="001B73FA">
        <w:rPr>
          <w:szCs w:val="20"/>
        </w:rPr>
        <w:t>injurier pour un simple bal</w:t>
      </w:r>
      <w:r w:rsidRPr="00A4769E">
        <w:rPr>
          <w:szCs w:val="20"/>
        </w:rPr>
        <w:t xml:space="preserve">. </w:t>
      </w:r>
      <w:r w:rsidR="001B73FA" w:rsidRPr="001B73FA">
        <w:rPr>
          <w:szCs w:val="20"/>
        </w:rPr>
        <w:t>Il agissait tout simplement comme quelqu</w:t>
      </w:r>
      <w:r w:rsidRPr="00A4769E">
        <w:rPr>
          <w:szCs w:val="20"/>
        </w:rPr>
        <w:t>’</w:t>
      </w:r>
      <w:r w:rsidR="001B73FA" w:rsidRPr="001B73FA">
        <w:rPr>
          <w:szCs w:val="20"/>
        </w:rPr>
        <w:t>un qui a une peur bleue</w:t>
      </w:r>
      <w:r w:rsidRPr="00A4769E">
        <w:rPr>
          <w:szCs w:val="20"/>
        </w:rPr>
        <w:t xml:space="preserve">. </w:t>
      </w:r>
      <w:r w:rsidR="001B73FA" w:rsidRPr="001B73FA">
        <w:rPr>
          <w:szCs w:val="20"/>
        </w:rPr>
        <w:t>Et il t</w:t>
      </w:r>
      <w:r w:rsidRPr="00A4769E">
        <w:rPr>
          <w:szCs w:val="20"/>
        </w:rPr>
        <w:t>’</w:t>
      </w:r>
      <w:r w:rsidR="001B73FA" w:rsidRPr="001B73FA">
        <w:rPr>
          <w:szCs w:val="20"/>
        </w:rPr>
        <w:t>a demandé grossièrement s</w:t>
      </w:r>
      <w:r w:rsidRPr="00A4769E">
        <w:rPr>
          <w:szCs w:val="20"/>
        </w:rPr>
        <w:t>’</w:t>
      </w:r>
      <w:r w:rsidR="001B73FA" w:rsidRPr="001B73FA">
        <w:rPr>
          <w:szCs w:val="20"/>
        </w:rPr>
        <w:t>il était bien nécessaire de te donner des explications sur sa frousse</w:t>
      </w:r>
      <w:r w:rsidRPr="00A4769E">
        <w:rPr>
          <w:szCs w:val="20"/>
        </w:rPr>
        <w:t xml:space="preserve">. </w:t>
      </w:r>
      <w:r w:rsidR="001B73FA" w:rsidRPr="001B73FA">
        <w:rPr>
          <w:szCs w:val="20"/>
        </w:rPr>
        <w:t>Quant à la sentinelle que j</w:t>
      </w:r>
      <w:r w:rsidRPr="00A4769E">
        <w:rPr>
          <w:szCs w:val="20"/>
        </w:rPr>
        <w:t>’</w:t>
      </w:r>
      <w:r w:rsidR="001B73FA" w:rsidRPr="001B73FA">
        <w:rPr>
          <w:szCs w:val="20"/>
        </w:rPr>
        <w:t>ai aperçue en dernier lieu à dix pas derrière l</w:t>
      </w:r>
      <w:r w:rsidRPr="00A4769E">
        <w:rPr>
          <w:szCs w:val="20"/>
        </w:rPr>
        <w:t>’</w:t>
      </w:r>
      <w:r w:rsidR="001B73FA" w:rsidRPr="001B73FA">
        <w:rPr>
          <w:szCs w:val="20"/>
        </w:rPr>
        <w:t>yeuse où nous étions cachés</w:t>
      </w:r>
      <w:r w:rsidRPr="00A4769E">
        <w:rPr>
          <w:szCs w:val="20"/>
        </w:rPr>
        <w:t xml:space="preserve">, </w:t>
      </w:r>
      <w:r w:rsidR="001B73FA" w:rsidRPr="001B73FA">
        <w:rPr>
          <w:szCs w:val="20"/>
        </w:rPr>
        <w:t>elle n</w:t>
      </w:r>
      <w:r w:rsidRPr="00A4769E">
        <w:rPr>
          <w:szCs w:val="20"/>
        </w:rPr>
        <w:t>’</w:t>
      </w:r>
      <w:r w:rsidR="001B73FA" w:rsidRPr="001B73FA">
        <w:rPr>
          <w:szCs w:val="20"/>
        </w:rPr>
        <w:t>avait pas plus l</w:t>
      </w:r>
      <w:r w:rsidRPr="00A4769E">
        <w:rPr>
          <w:szCs w:val="20"/>
        </w:rPr>
        <w:t>’</w:t>
      </w:r>
      <w:r w:rsidR="001B73FA" w:rsidRPr="001B73FA">
        <w:rPr>
          <w:szCs w:val="20"/>
        </w:rPr>
        <w:t>allure d</w:t>
      </w:r>
      <w:r w:rsidRPr="00A4769E">
        <w:rPr>
          <w:szCs w:val="20"/>
        </w:rPr>
        <w:t>’</w:t>
      </w:r>
      <w:r w:rsidR="001B73FA" w:rsidRPr="001B73FA">
        <w:rPr>
          <w:szCs w:val="20"/>
        </w:rPr>
        <w:t>un fermier que moi</w:t>
      </w:r>
      <w:r w:rsidRPr="00A4769E">
        <w:rPr>
          <w:szCs w:val="20"/>
        </w:rPr>
        <w:t xml:space="preserve">. </w:t>
      </w:r>
      <w:r w:rsidR="001B73FA" w:rsidRPr="001B73FA">
        <w:rPr>
          <w:szCs w:val="20"/>
        </w:rPr>
        <w:t>Je sais reconnaître la coupe des habits</w:t>
      </w:r>
      <w:r w:rsidRPr="00A4769E">
        <w:rPr>
          <w:szCs w:val="20"/>
        </w:rPr>
        <w:t xml:space="preserve">, </w:t>
      </w:r>
      <w:r w:rsidR="001B73FA" w:rsidRPr="001B73FA">
        <w:rPr>
          <w:szCs w:val="20"/>
        </w:rPr>
        <w:t>et le cheval de cet homme</w:t>
      </w:r>
      <w:r w:rsidRPr="00A4769E">
        <w:rPr>
          <w:szCs w:val="20"/>
        </w:rPr>
        <w:t xml:space="preserve">, </w:t>
      </w:r>
      <w:r w:rsidR="001B73FA" w:rsidRPr="001B73FA">
        <w:rPr>
          <w:szCs w:val="20"/>
        </w:rPr>
        <w:t>ainsi que celui qui</w:t>
      </w:r>
      <w:r w:rsidRPr="00A4769E">
        <w:rPr>
          <w:szCs w:val="20"/>
        </w:rPr>
        <w:t xml:space="preserve">, </w:t>
      </w:r>
      <w:r w:rsidR="001B73FA" w:rsidRPr="001B73FA">
        <w:rPr>
          <w:szCs w:val="20"/>
        </w:rPr>
        <w:t>le premier</w:t>
      </w:r>
      <w:r w:rsidRPr="00A4769E">
        <w:rPr>
          <w:szCs w:val="20"/>
        </w:rPr>
        <w:t xml:space="preserve">, </w:t>
      </w:r>
      <w:r w:rsidR="001B73FA" w:rsidRPr="001B73FA">
        <w:rPr>
          <w:szCs w:val="20"/>
        </w:rPr>
        <w:t>a dansé dans la lune était des chevaux de luxe</w:t>
      </w:r>
      <w:r w:rsidRPr="00A4769E">
        <w:rPr>
          <w:szCs w:val="20"/>
        </w:rPr>
        <w:t>. »</w:t>
      </w:r>
    </w:p>
    <w:p w14:paraId="09018D05" w14:textId="77777777" w:rsidR="00462692" w:rsidRPr="00A4769E" w:rsidRDefault="001B73FA" w:rsidP="001B73FA">
      <w:pPr>
        <w:rPr>
          <w:szCs w:val="20"/>
        </w:rPr>
      </w:pPr>
      <w:r w:rsidRPr="001B73FA">
        <w:rPr>
          <w:szCs w:val="20"/>
        </w:rPr>
        <w:t>Le cocher entrebâilla les portières de cuir</w:t>
      </w:r>
      <w:r w:rsidR="00462692" w:rsidRPr="00A4769E">
        <w:rPr>
          <w:szCs w:val="20"/>
        </w:rPr>
        <w:t>. « </w:t>
      </w:r>
      <w:r w:rsidRPr="001B73FA">
        <w:rPr>
          <w:szCs w:val="20"/>
        </w:rPr>
        <w:t>Nous voici sur la route</w:t>
      </w:r>
      <w:r w:rsidR="00462692" w:rsidRPr="00A4769E">
        <w:rPr>
          <w:szCs w:val="20"/>
        </w:rPr>
        <w:t xml:space="preserve">, </w:t>
      </w:r>
      <w:r w:rsidRPr="001B73FA">
        <w:rPr>
          <w:szCs w:val="20"/>
        </w:rPr>
        <w:t>monsieur</w:t>
      </w:r>
      <w:r w:rsidR="00462692" w:rsidRPr="00A4769E">
        <w:rPr>
          <w:szCs w:val="20"/>
        </w:rPr>
        <w:t xml:space="preserve">, </w:t>
      </w:r>
      <w:r w:rsidRPr="001B73FA">
        <w:rPr>
          <w:szCs w:val="20"/>
        </w:rPr>
        <w:t>dit-il</w:t>
      </w:r>
      <w:r w:rsidR="00462692" w:rsidRPr="00A4769E">
        <w:rPr>
          <w:szCs w:val="20"/>
        </w:rPr>
        <w:t xml:space="preserve">. </w:t>
      </w:r>
      <w:r w:rsidRPr="001B73FA">
        <w:rPr>
          <w:szCs w:val="20"/>
        </w:rPr>
        <w:t>Puis-je faire un petit temps de galop qui nous sera bien utile</w:t>
      </w:r>
      <w:r w:rsidR="00462692" w:rsidRPr="00A4769E">
        <w:rPr>
          <w:szCs w:val="20"/>
        </w:rPr>
        <w:t xml:space="preserve"> ? </w:t>
      </w:r>
      <w:r w:rsidRPr="001B73FA">
        <w:rPr>
          <w:szCs w:val="20"/>
        </w:rPr>
        <w:t>Pour que tout soit parfait</w:t>
      </w:r>
      <w:r w:rsidR="00462692" w:rsidRPr="00A4769E">
        <w:rPr>
          <w:szCs w:val="20"/>
        </w:rPr>
        <w:t xml:space="preserve">, </w:t>
      </w:r>
      <w:r w:rsidRPr="001B73FA">
        <w:rPr>
          <w:szCs w:val="20"/>
        </w:rPr>
        <w:t>il faudrait que nous soyons rentrés à onze heures</w:t>
      </w:r>
      <w:r w:rsidR="00462692" w:rsidRPr="00A4769E">
        <w:rPr>
          <w:szCs w:val="20"/>
        </w:rPr>
        <w:t>.</w:t>
      </w:r>
    </w:p>
    <w:p w14:paraId="1B8BBD3A" w14:textId="68C18663" w:rsidR="00462692" w:rsidRPr="00A4769E" w:rsidRDefault="00462692" w:rsidP="001B73FA">
      <w:pPr>
        <w:rPr>
          <w:szCs w:val="20"/>
        </w:rPr>
      </w:pPr>
      <w:r w:rsidRPr="00A4769E">
        <w:rPr>
          <w:szCs w:val="20"/>
        </w:rPr>
        <w:t>— </w:t>
      </w:r>
      <w:r w:rsidR="001B73FA" w:rsidRPr="001B73FA">
        <w:rPr>
          <w:szCs w:val="20"/>
        </w:rPr>
        <w:t>Demandez à Madame</w:t>
      </w:r>
      <w:r w:rsidRPr="00A4769E">
        <w:rPr>
          <w:szCs w:val="20"/>
        </w:rPr>
        <w:t xml:space="preserve"> », </w:t>
      </w:r>
      <w:r w:rsidR="001B73FA" w:rsidRPr="001B73FA">
        <w:rPr>
          <w:szCs w:val="20"/>
        </w:rPr>
        <w:t>dit Angelo</w:t>
      </w:r>
      <w:r w:rsidRPr="00A4769E">
        <w:rPr>
          <w:szCs w:val="20"/>
        </w:rPr>
        <w:t>.</w:t>
      </w:r>
    </w:p>
    <w:p w14:paraId="5AE72DB0" w14:textId="77777777" w:rsidR="001B73FA" w:rsidRPr="001B73FA" w:rsidRDefault="001B73FA" w:rsidP="001B73FA">
      <w:pPr>
        <w:rPr>
          <w:szCs w:val="20"/>
        </w:rPr>
      </w:pPr>
      <w:r w:rsidRPr="001B73FA">
        <w:rPr>
          <w:szCs w:val="20"/>
        </w:rPr>
        <w:t>Pendant tout le temps qu</w:t>
      </w:r>
      <w:r w:rsidR="00462692" w:rsidRPr="00A4769E">
        <w:rPr>
          <w:szCs w:val="20"/>
        </w:rPr>
        <w:t>’</w:t>
      </w:r>
      <w:r w:rsidRPr="001B73FA">
        <w:rPr>
          <w:szCs w:val="20"/>
        </w:rPr>
        <w:t>ils traversèrent la petite plaine au galop</w:t>
      </w:r>
      <w:r w:rsidR="00462692" w:rsidRPr="00A4769E">
        <w:rPr>
          <w:szCs w:val="20"/>
        </w:rPr>
        <w:t xml:space="preserve">, </w:t>
      </w:r>
      <w:r w:rsidRPr="001B73FA">
        <w:rPr>
          <w:szCs w:val="20"/>
        </w:rPr>
        <w:t xml:space="preserve">Angelo pensa avec délices à ce </w:t>
      </w:r>
      <w:r w:rsidR="00462692" w:rsidRPr="00A4769E">
        <w:rPr>
          <w:szCs w:val="20"/>
        </w:rPr>
        <w:t>« </w:t>
      </w:r>
      <w:r w:rsidRPr="001B73FA">
        <w:rPr>
          <w:szCs w:val="20"/>
        </w:rPr>
        <w:t>Madame</w:t>
      </w:r>
      <w:r w:rsidR="00462692" w:rsidRPr="00A4769E">
        <w:rPr>
          <w:szCs w:val="20"/>
        </w:rPr>
        <w:t> »</w:t>
      </w:r>
      <w:r w:rsidRPr="001B73FA">
        <w:rPr>
          <w:szCs w:val="20"/>
        </w:rPr>
        <w:t xml:space="preserve"> et au bonheur avec lequel il avait pu dissimuler sous des phrases galantes sa juste compréhension des choses</w:t>
      </w:r>
      <w:r w:rsidR="00462692" w:rsidRPr="00A4769E">
        <w:rPr>
          <w:szCs w:val="20"/>
        </w:rPr>
        <w:t xml:space="preserve">. </w:t>
      </w:r>
      <w:r w:rsidRPr="001B73FA">
        <w:rPr>
          <w:szCs w:val="20"/>
        </w:rPr>
        <w:t>Deux ou trois fois</w:t>
      </w:r>
      <w:r w:rsidR="00462692" w:rsidRPr="00A4769E">
        <w:rPr>
          <w:szCs w:val="20"/>
        </w:rPr>
        <w:t xml:space="preserve">, </w:t>
      </w:r>
      <w:r w:rsidRPr="001B73FA">
        <w:rPr>
          <w:szCs w:val="20"/>
        </w:rPr>
        <w:t>il pensa à l</w:t>
      </w:r>
      <w:r w:rsidR="00462692" w:rsidRPr="00A4769E">
        <w:rPr>
          <w:szCs w:val="20"/>
        </w:rPr>
        <w:t>’</w:t>
      </w:r>
      <w:r w:rsidRPr="001B73FA">
        <w:rPr>
          <w:szCs w:val="20"/>
        </w:rPr>
        <w:t>homme au carrick avec plaisir</w:t>
      </w:r>
      <w:r w:rsidR="00462692" w:rsidRPr="00A4769E">
        <w:rPr>
          <w:szCs w:val="20"/>
        </w:rPr>
        <w:t>. « </w:t>
      </w:r>
      <w:r w:rsidRPr="001B73FA">
        <w:rPr>
          <w:szCs w:val="20"/>
        </w:rPr>
        <w:t>Celui-là s</w:t>
      </w:r>
      <w:r w:rsidR="00462692" w:rsidRPr="00A4769E">
        <w:rPr>
          <w:szCs w:val="20"/>
        </w:rPr>
        <w:t>’</w:t>
      </w:r>
      <w:r w:rsidRPr="001B73FA">
        <w:rPr>
          <w:szCs w:val="20"/>
        </w:rPr>
        <w:t>amuse</w:t>
      </w:r>
      <w:r w:rsidR="00462692" w:rsidRPr="00A4769E">
        <w:rPr>
          <w:szCs w:val="20"/>
        </w:rPr>
        <w:t xml:space="preserve">, </w:t>
      </w:r>
      <w:r w:rsidRPr="001B73FA">
        <w:rPr>
          <w:szCs w:val="20"/>
        </w:rPr>
        <w:t>se dit-il</w:t>
      </w:r>
      <w:r w:rsidR="00462692" w:rsidRPr="00A4769E">
        <w:rPr>
          <w:szCs w:val="20"/>
        </w:rPr>
        <w:t xml:space="preserve">, </w:t>
      </w:r>
      <w:r w:rsidRPr="001B73FA">
        <w:rPr>
          <w:szCs w:val="20"/>
        </w:rPr>
        <w:t>mais moi aussi</w:t>
      </w:r>
      <w:r w:rsidR="00462692" w:rsidRPr="00A4769E">
        <w:rPr>
          <w:szCs w:val="20"/>
        </w:rPr>
        <w:t xml:space="preserve">. </w:t>
      </w:r>
      <w:r w:rsidRPr="001B73FA">
        <w:rPr>
          <w:szCs w:val="20"/>
        </w:rPr>
        <w:t>Il n</w:t>
      </w:r>
      <w:r w:rsidR="00462692" w:rsidRPr="00A4769E">
        <w:rPr>
          <w:szCs w:val="20"/>
        </w:rPr>
        <w:t>’</w:t>
      </w:r>
      <w:r w:rsidRPr="001B73FA">
        <w:rPr>
          <w:szCs w:val="20"/>
        </w:rPr>
        <w:t xml:space="preserve">avait pas besoin de me </w:t>
      </w:r>
      <w:r w:rsidRPr="001B73FA">
        <w:rPr>
          <w:szCs w:val="20"/>
        </w:rPr>
        <w:lastRenderedPageBreak/>
        <w:t>recommander la prudence</w:t>
      </w:r>
      <w:r w:rsidR="00462692" w:rsidRPr="00A4769E">
        <w:rPr>
          <w:szCs w:val="20"/>
        </w:rPr>
        <w:t xml:space="preserve">. </w:t>
      </w:r>
      <w:r w:rsidRPr="001B73FA">
        <w:rPr>
          <w:szCs w:val="20"/>
        </w:rPr>
        <w:t>Ces gens-là ne pourront jamais me berner</w:t>
      </w:r>
      <w:r w:rsidR="00462692" w:rsidRPr="00A4769E">
        <w:rPr>
          <w:szCs w:val="20"/>
        </w:rPr>
        <w:t>. »</w:t>
      </w:r>
    </w:p>
    <w:p w14:paraId="71D0AE0C" w14:textId="77777777" w:rsidR="001B73FA" w:rsidRPr="001B73FA" w:rsidRDefault="00462692" w:rsidP="001B73FA">
      <w:pPr>
        <w:rPr>
          <w:szCs w:val="20"/>
        </w:rPr>
      </w:pPr>
      <w:r w:rsidRPr="00A4769E">
        <w:rPr>
          <w:szCs w:val="20"/>
        </w:rPr>
        <w:t>« </w:t>
      </w:r>
      <w:r w:rsidR="001B73FA" w:rsidRPr="001B73FA">
        <w:rPr>
          <w:szCs w:val="20"/>
        </w:rPr>
        <w:t>Quel être charmant</w:t>
      </w:r>
      <w:r w:rsidRPr="00A4769E">
        <w:rPr>
          <w:szCs w:val="20"/>
        </w:rPr>
        <w:t xml:space="preserve"> ! </w:t>
      </w:r>
      <w:r w:rsidR="001B73FA" w:rsidRPr="001B73FA">
        <w:rPr>
          <w:szCs w:val="20"/>
        </w:rPr>
        <w:t>se disait la Marquise</w:t>
      </w:r>
      <w:r w:rsidRPr="00A4769E">
        <w:rPr>
          <w:szCs w:val="20"/>
        </w:rPr>
        <w:t xml:space="preserve">. </w:t>
      </w:r>
      <w:r w:rsidR="001B73FA" w:rsidRPr="001B73FA">
        <w:rPr>
          <w:szCs w:val="20"/>
        </w:rPr>
        <w:t>Il a le c</w:t>
      </w:r>
      <w:r w:rsidRPr="00A4769E">
        <w:rPr>
          <w:szCs w:val="20"/>
        </w:rPr>
        <w:t>œ</w:t>
      </w:r>
      <w:r w:rsidR="001B73FA" w:rsidRPr="001B73FA">
        <w:rPr>
          <w:szCs w:val="20"/>
        </w:rPr>
        <w:t>ur à fleur de peau</w:t>
      </w:r>
      <w:r w:rsidRPr="00A4769E">
        <w:rPr>
          <w:szCs w:val="20"/>
        </w:rPr>
        <w:t xml:space="preserve">. </w:t>
      </w:r>
      <w:r w:rsidR="001B73FA" w:rsidRPr="001B73FA">
        <w:rPr>
          <w:szCs w:val="20"/>
        </w:rPr>
        <w:t>J</w:t>
      </w:r>
      <w:r w:rsidRPr="00A4769E">
        <w:rPr>
          <w:szCs w:val="20"/>
        </w:rPr>
        <w:t>’</w:t>
      </w:r>
      <w:r w:rsidR="001B73FA" w:rsidRPr="001B73FA">
        <w:rPr>
          <w:szCs w:val="20"/>
        </w:rPr>
        <w:t>en fais ce que je veux</w:t>
      </w:r>
      <w:r w:rsidRPr="00A4769E">
        <w:rPr>
          <w:szCs w:val="20"/>
        </w:rPr>
        <w:t xml:space="preserve">. </w:t>
      </w:r>
      <w:r w:rsidR="001B73FA" w:rsidRPr="001B73FA">
        <w:rPr>
          <w:szCs w:val="20"/>
        </w:rPr>
        <w:t>Je m</w:t>
      </w:r>
      <w:r w:rsidRPr="00A4769E">
        <w:rPr>
          <w:szCs w:val="20"/>
        </w:rPr>
        <w:t>’</w:t>
      </w:r>
      <w:r w:rsidR="001B73FA" w:rsidRPr="001B73FA">
        <w:rPr>
          <w:szCs w:val="20"/>
        </w:rPr>
        <w:t>amuse beaucoup</w:t>
      </w:r>
      <w:r w:rsidRPr="00A4769E">
        <w:rPr>
          <w:szCs w:val="20"/>
        </w:rPr>
        <w:t xml:space="preserve">. </w:t>
      </w:r>
      <w:r w:rsidR="001B73FA" w:rsidRPr="001B73FA">
        <w:rPr>
          <w:szCs w:val="20"/>
        </w:rPr>
        <w:t>Sans compter que</w:t>
      </w:r>
      <w:r w:rsidRPr="00A4769E">
        <w:rPr>
          <w:szCs w:val="20"/>
        </w:rPr>
        <w:t xml:space="preserve">, </w:t>
      </w:r>
      <w:r w:rsidR="001B73FA" w:rsidRPr="001B73FA">
        <w:rPr>
          <w:szCs w:val="20"/>
        </w:rPr>
        <w:t>s</w:t>
      </w:r>
      <w:r w:rsidRPr="00A4769E">
        <w:rPr>
          <w:szCs w:val="20"/>
        </w:rPr>
        <w:t>’</w:t>
      </w:r>
      <w:r w:rsidR="001B73FA" w:rsidRPr="001B73FA">
        <w:rPr>
          <w:szCs w:val="20"/>
        </w:rPr>
        <w:t>il n</w:t>
      </w:r>
      <w:r w:rsidRPr="00A4769E">
        <w:rPr>
          <w:szCs w:val="20"/>
        </w:rPr>
        <w:t>’</w:t>
      </w:r>
      <w:r w:rsidR="001B73FA" w:rsidRPr="001B73FA">
        <w:rPr>
          <w:szCs w:val="20"/>
        </w:rPr>
        <w:t>était pas là</w:t>
      </w:r>
      <w:r w:rsidRPr="00A4769E">
        <w:rPr>
          <w:szCs w:val="20"/>
        </w:rPr>
        <w:t xml:space="preserve">, </w:t>
      </w:r>
      <w:r w:rsidR="001B73FA" w:rsidRPr="001B73FA">
        <w:rPr>
          <w:szCs w:val="20"/>
        </w:rPr>
        <w:t>je serais terrifiée</w:t>
      </w:r>
      <w:r w:rsidRPr="00A4769E">
        <w:rPr>
          <w:szCs w:val="20"/>
        </w:rPr>
        <w:t xml:space="preserve">. </w:t>
      </w:r>
      <w:r w:rsidR="001B73FA" w:rsidRPr="001B73FA">
        <w:rPr>
          <w:szCs w:val="20"/>
        </w:rPr>
        <w:t>Je ne comprends rien à tout ce qui se passe</w:t>
      </w:r>
      <w:r w:rsidRPr="00A4769E">
        <w:rPr>
          <w:szCs w:val="20"/>
        </w:rPr>
        <w:t>.</w:t>
      </w:r>
      <w:r w:rsidRPr="00A4769E">
        <w:rPr>
          <w:szCs w:val="20"/>
        </w:rPr>
        <w:t> »</w:t>
      </w:r>
    </w:p>
    <w:p w14:paraId="6DB1FEE3" w14:textId="77777777" w:rsidR="00C443EF" w:rsidRPr="00A4769E" w:rsidRDefault="00C443EF" w:rsidP="00462692">
      <w:pPr>
        <w:pStyle w:val="Titre1"/>
      </w:pPr>
      <w:bookmarkStart w:id="4" w:name="_Toc195026586"/>
      <w:r w:rsidRPr="00A4769E">
        <w:lastRenderedPageBreak/>
        <w:t>V</w:t>
      </w:r>
      <w:bookmarkEnd w:id="4"/>
    </w:p>
    <w:p w14:paraId="608C4678" w14:textId="77777777" w:rsidR="00C17B33" w:rsidRDefault="00462692" w:rsidP="001B73FA">
      <w:pPr>
        <w:rPr>
          <w:szCs w:val="20"/>
        </w:rPr>
      </w:pPr>
      <w:r w:rsidRPr="00A4769E">
        <w:rPr>
          <w:szCs w:val="20"/>
        </w:rPr>
        <w:t>« </w:t>
      </w:r>
      <w:r w:rsidR="001B73FA" w:rsidRPr="001B73FA">
        <w:rPr>
          <w:szCs w:val="20"/>
        </w:rPr>
        <w:t>Est-elle vraiment marquise</w:t>
      </w:r>
      <w:r w:rsidRPr="00A4769E">
        <w:rPr>
          <w:szCs w:val="20"/>
        </w:rPr>
        <w:t xml:space="preserve"> ? </w:t>
      </w:r>
      <w:r w:rsidR="001B73FA" w:rsidRPr="001B73FA">
        <w:rPr>
          <w:szCs w:val="20"/>
        </w:rPr>
        <w:t>se demanda Angelo</w:t>
      </w:r>
      <w:r w:rsidRPr="00A4769E">
        <w:rPr>
          <w:szCs w:val="20"/>
        </w:rPr>
        <w:t xml:space="preserve">. </w:t>
      </w:r>
      <w:r w:rsidR="001B73FA" w:rsidRPr="001B73FA">
        <w:rPr>
          <w:szCs w:val="20"/>
        </w:rPr>
        <w:t>Quand ma mère se mêle d</w:t>
      </w:r>
      <w:r w:rsidRPr="00A4769E">
        <w:rPr>
          <w:szCs w:val="20"/>
        </w:rPr>
        <w:t>’</w:t>
      </w:r>
      <w:r w:rsidR="001B73FA" w:rsidRPr="001B73FA">
        <w:rPr>
          <w:szCs w:val="20"/>
        </w:rPr>
        <w:t>un complot</w:t>
      </w:r>
      <w:r w:rsidRPr="00A4769E">
        <w:rPr>
          <w:szCs w:val="20"/>
        </w:rPr>
        <w:t xml:space="preserve">, </w:t>
      </w:r>
      <w:r w:rsidR="001B73FA" w:rsidRPr="001B73FA">
        <w:rPr>
          <w:szCs w:val="20"/>
        </w:rPr>
        <w:t>elle a une autre allure</w:t>
      </w:r>
      <w:r w:rsidRPr="00A4769E">
        <w:rPr>
          <w:szCs w:val="20"/>
        </w:rPr>
        <w:t xml:space="preserve">. </w:t>
      </w:r>
      <w:r w:rsidR="001B73FA" w:rsidRPr="001B73FA">
        <w:rPr>
          <w:szCs w:val="20"/>
        </w:rPr>
        <w:t>Que ne réussirait-elle pas à faire avec des cavaliers masqués et la lune</w:t>
      </w:r>
      <w:r w:rsidRPr="00A4769E">
        <w:rPr>
          <w:szCs w:val="20"/>
        </w:rPr>
        <w:t xml:space="preserve"> ? </w:t>
      </w:r>
      <w:r w:rsidR="001B73FA" w:rsidRPr="001B73FA">
        <w:rPr>
          <w:szCs w:val="20"/>
        </w:rPr>
        <w:t>Au lieu de cette aigreur vulgaire</w:t>
      </w:r>
      <w:r w:rsidRPr="00A4769E">
        <w:rPr>
          <w:szCs w:val="20"/>
        </w:rPr>
        <w:t xml:space="preserve">, </w:t>
      </w:r>
      <w:r w:rsidR="001B73FA" w:rsidRPr="001B73FA">
        <w:rPr>
          <w:szCs w:val="20"/>
        </w:rPr>
        <w:t>quel miel en personne</w:t>
      </w:r>
      <w:r w:rsidRPr="00A4769E">
        <w:rPr>
          <w:szCs w:val="20"/>
        </w:rPr>
        <w:t xml:space="preserve"> ; </w:t>
      </w:r>
      <w:r w:rsidR="001B73FA" w:rsidRPr="001B73FA">
        <w:rPr>
          <w:szCs w:val="20"/>
        </w:rPr>
        <w:t>de quels baumes du diable ne se servirait-elle pas pour endormir l</w:t>
      </w:r>
      <w:r w:rsidRPr="00A4769E">
        <w:rPr>
          <w:szCs w:val="20"/>
        </w:rPr>
        <w:t>’</w:t>
      </w:r>
      <w:r w:rsidR="001B73FA" w:rsidRPr="001B73FA">
        <w:rPr>
          <w:szCs w:val="20"/>
        </w:rPr>
        <w:t>audacieux qui voudrait la prendre sous sa sauvegarde</w:t>
      </w:r>
      <w:r w:rsidRPr="00A4769E">
        <w:rPr>
          <w:szCs w:val="20"/>
        </w:rPr>
        <w:t xml:space="preserve">, </w:t>
      </w:r>
      <w:r w:rsidR="001B73FA" w:rsidRPr="001B73FA">
        <w:rPr>
          <w:szCs w:val="20"/>
        </w:rPr>
        <w:t>comme je fais pour cette soi-disant marquise</w:t>
      </w:r>
      <w:r w:rsidRPr="00A4769E">
        <w:rPr>
          <w:szCs w:val="20"/>
        </w:rPr>
        <w:t xml:space="preserve"> ! </w:t>
      </w:r>
      <w:r w:rsidR="001B73FA" w:rsidRPr="001B73FA">
        <w:rPr>
          <w:szCs w:val="20"/>
        </w:rPr>
        <w:t>Il est vrai que ma mère est duchesse</w:t>
      </w:r>
      <w:r w:rsidRPr="00A4769E">
        <w:rPr>
          <w:szCs w:val="20"/>
        </w:rPr>
        <w:t xml:space="preserve">… </w:t>
      </w:r>
      <w:r w:rsidR="001B73FA" w:rsidRPr="001B73FA">
        <w:rPr>
          <w:szCs w:val="20"/>
        </w:rPr>
        <w:t>et duchesse sarde</w:t>
      </w:r>
      <w:r w:rsidRPr="00A4769E">
        <w:rPr>
          <w:szCs w:val="20"/>
        </w:rPr>
        <w:t>. »</w:t>
      </w:r>
    </w:p>
    <w:p w14:paraId="00785B1D" w14:textId="2D494110" w:rsidR="00462692" w:rsidRPr="00A4769E" w:rsidRDefault="001B73FA" w:rsidP="001B73FA">
      <w:pPr>
        <w:rPr>
          <w:szCs w:val="20"/>
        </w:rPr>
      </w:pPr>
      <w:r w:rsidRPr="001B73FA">
        <w:rPr>
          <w:szCs w:val="20"/>
        </w:rPr>
        <w:t>Mais</w:t>
      </w:r>
      <w:r w:rsidR="00462692" w:rsidRPr="00A4769E">
        <w:rPr>
          <w:szCs w:val="20"/>
        </w:rPr>
        <w:t xml:space="preserve">, </w:t>
      </w:r>
      <w:r w:rsidRPr="001B73FA">
        <w:rPr>
          <w:szCs w:val="20"/>
        </w:rPr>
        <w:t>en arrivant à La Valette</w:t>
      </w:r>
      <w:r w:rsidR="00462692" w:rsidRPr="00A4769E">
        <w:rPr>
          <w:szCs w:val="20"/>
        </w:rPr>
        <w:t xml:space="preserve">, </w:t>
      </w:r>
      <w:r w:rsidRPr="001B73FA">
        <w:rPr>
          <w:szCs w:val="20"/>
        </w:rPr>
        <w:t>il vit le château qui dominait le village</w:t>
      </w:r>
      <w:r w:rsidR="00462692" w:rsidRPr="00A4769E">
        <w:rPr>
          <w:szCs w:val="20"/>
        </w:rPr>
        <w:t xml:space="preserve">. </w:t>
      </w:r>
      <w:r w:rsidRPr="001B73FA">
        <w:rPr>
          <w:szCs w:val="20"/>
        </w:rPr>
        <w:t>Sur une éminence couverte de grands arbres</w:t>
      </w:r>
      <w:r w:rsidR="00462692" w:rsidRPr="00A4769E">
        <w:rPr>
          <w:szCs w:val="20"/>
        </w:rPr>
        <w:t xml:space="preserve">, </w:t>
      </w:r>
      <w:r w:rsidRPr="001B73FA">
        <w:rPr>
          <w:szCs w:val="20"/>
        </w:rPr>
        <w:t>les feuillages découvraient en pleine lune la façade pâle d</w:t>
      </w:r>
      <w:r w:rsidR="00462692" w:rsidRPr="00A4769E">
        <w:rPr>
          <w:szCs w:val="20"/>
        </w:rPr>
        <w:t>’</w:t>
      </w:r>
      <w:r w:rsidRPr="001B73FA">
        <w:rPr>
          <w:szCs w:val="20"/>
        </w:rPr>
        <w:t xml:space="preserve">une très belle maison du </w:t>
      </w:r>
      <w:r w:rsidR="00462692" w:rsidRPr="001B73FA">
        <w:rPr>
          <w:szCs w:val="20"/>
        </w:rPr>
        <w:t>XVIII</w:t>
      </w:r>
      <w:r w:rsidR="00462692" w:rsidRPr="001B73FA">
        <w:rPr>
          <w:szCs w:val="20"/>
          <w:vertAlign w:val="superscript"/>
        </w:rPr>
        <w:t>e</w:t>
      </w:r>
      <w:r w:rsidR="00462692" w:rsidRPr="00A4769E">
        <w:rPr>
          <w:szCs w:val="20"/>
        </w:rPr>
        <w:t> siècle</w:t>
      </w:r>
      <w:r w:rsidRPr="001B73FA">
        <w:rPr>
          <w:szCs w:val="20"/>
        </w:rPr>
        <w:t xml:space="preserve"> français</w:t>
      </w:r>
      <w:r w:rsidR="00462692" w:rsidRPr="00A4769E">
        <w:rPr>
          <w:szCs w:val="20"/>
        </w:rPr>
        <w:t xml:space="preserve">, </w:t>
      </w:r>
      <w:r w:rsidRPr="001B73FA">
        <w:rPr>
          <w:szCs w:val="20"/>
        </w:rPr>
        <w:t>de style pur</w:t>
      </w:r>
      <w:r w:rsidR="00462692" w:rsidRPr="00A4769E">
        <w:rPr>
          <w:szCs w:val="20"/>
        </w:rPr>
        <w:t xml:space="preserve">. </w:t>
      </w:r>
      <w:r w:rsidRPr="001B73FA">
        <w:rPr>
          <w:szCs w:val="20"/>
        </w:rPr>
        <w:t>De petits escaliers siennois partaient directement de la rue</w:t>
      </w:r>
      <w:r w:rsidR="00462692" w:rsidRPr="00A4769E">
        <w:rPr>
          <w:szCs w:val="20"/>
        </w:rPr>
        <w:t xml:space="preserve">, </w:t>
      </w:r>
      <w:r w:rsidRPr="001B73FA">
        <w:rPr>
          <w:szCs w:val="20"/>
        </w:rPr>
        <w:t>montant à la colline vers des terrasses à balustrades dont on voyait les lueurs écheler à travers les ombrages du parc</w:t>
      </w:r>
      <w:r w:rsidR="00462692" w:rsidRPr="00A4769E">
        <w:rPr>
          <w:szCs w:val="20"/>
        </w:rPr>
        <w:t xml:space="preserve">. </w:t>
      </w:r>
      <w:r w:rsidRPr="001B73FA">
        <w:rPr>
          <w:szCs w:val="20"/>
        </w:rPr>
        <w:t>Angelo dut convenir que cela avait l</w:t>
      </w:r>
      <w:r w:rsidR="00462692" w:rsidRPr="00A4769E">
        <w:rPr>
          <w:szCs w:val="20"/>
        </w:rPr>
        <w:t>’</w:t>
      </w:r>
      <w:r w:rsidRPr="001B73FA">
        <w:rPr>
          <w:szCs w:val="20"/>
        </w:rPr>
        <w:t>air noble</w:t>
      </w:r>
      <w:r w:rsidR="00462692" w:rsidRPr="00A4769E">
        <w:rPr>
          <w:szCs w:val="20"/>
        </w:rPr>
        <w:t>.</w:t>
      </w:r>
    </w:p>
    <w:p w14:paraId="244C2222" w14:textId="77777777" w:rsidR="00462692" w:rsidRPr="00A4769E" w:rsidRDefault="001B73FA" w:rsidP="001B73FA">
      <w:pPr>
        <w:rPr>
          <w:szCs w:val="20"/>
        </w:rPr>
      </w:pPr>
      <w:r w:rsidRPr="001B73FA">
        <w:rPr>
          <w:szCs w:val="20"/>
        </w:rPr>
        <w:t>Le cocher frappa avec le manche de son fouet dans l</w:t>
      </w:r>
      <w:r w:rsidR="00462692" w:rsidRPr="00A4769E">
        <w:rPr>
          <w:szCs w:val="20"/>
        </w:rPr>
        <w:t>’</w:t>
      </w:r>
      <w:r w:rsidRPr="001B73FA">
        <w:rPr>
          <w:szCs w:val="20"/>
        </w:rPr>
        <w:t>enseigne de fer qui représentait un soleil et</w:t>
      </w:r>
      <w:r w:rsidR="00462692" w:rsidRPr="00A4769E">
        <w:rPr>
          <w:szCs w:val="20"/>
        </w:rPr>
        <w:t xml:space="preserve">, </w:t>
      </w:r>
      <w:r w:rsidRPr="001B73FA">
        <w:rPr>
          <w:szCs w:val="20"/>
        </w:rPr>
        <w:t>malgré l</w:t>
      </w:r>
      <w:r w:rsidR="00462692" w:rsidRPr="00A4769E">
        <w:rPr>
          <w:szCs w:val="20"/>
        </w:rPr>
        <w:t>’</w:t>
      </w:r>
      <w:r w:rsidRPr="001B73FA">
        <w:rPr>
          <w:szCs w:val="20"/>
        </w:rPr>
        <w:t>heure tardive</w:t>
      </w:r>
      <w:r w:rsidR="00462692" w:rsidRPr="00A4769E">
        <w:rPr>
          <w:szCs w:val="20"/>
        </w:rPr>
        <w:t xml:space="preserve">, </w:t>
      </w:r>
      <w:r w:rsidRPr="001B73FA">
        <w:rPr>
          <w:szCs w:val="20"/>
        </w:rPr>
        <w:t>l</w:t>
      </w:r>
      <w:r w:rsidR="00462692" w:rsidRPr="00A4769E">
        <w:rPr>
          <w:szCs w:val="20"/>
        </w:rPr>
        <w:t>’</w:t>
      </w:r>
      <w:r w:rsidRPr="001B73FA">
        <w:rPr>
          <w:szCs w:val="20"/>
        </w:rPr>
        <w:t>aubergiste fut très poli en reconnaissant Madame</w:t>
      </w:r>
      <w:r w:rsidR="00462692" w:rsidRPr="00A4769E">
        <w:rPr>
          <w:szCs w:val="20"/>
        </w:rPr>
        <w:t>. « </w:t>
      </w:r>
      <w:r w:rsidRPr="001B73FA">
        <w:rPr>
          <w:szCs w:val="20"/>
        </w:rPr>
        <w:t>C</w:t>
      </w:r>
      <w:r w:rsidR="00462692" w:rsidRPr="00A4769E">
        <w:rPr>
          <w:szCs w:val="20"/>
        </w:rPr>
        <w:t>’</w:t>
      </w:r>
      <w:r w:rsidRPr="001B73FA">
        <w:rPr>
          <w:szCs w:val="20"/>
        </w:rPr>
        <w:t>est une vraie marquise</w:t>
      </w:r>
      <w:r w:rsidR="00462692" w:rsidRPr="00A4769E">
        <w:rPr>
          <w:szCs w:val="20"/>
        </w:rPr>
        <w:t xml:space="preserve">, </w:t>
      </w:r>
      <w:r w:rsidRPr="001B73FA">
        <w:rPr>
          <w:szCs w:val="20"/>
        </w:rPr>
        <w:t>se dit Angelo</w:t>
      </w:r>
      <w:r w:rsidR="00462692" w:rsidRPr="00A4769E">
        <w:rPr>
          <w:szCs w:val="20"/>
        </w:rPr>
        <w:t xml:space="preserve">. </w:t>
      </w:r>
      <w:r w:rsidRPr="001B73FA">
        <w:rPr>
          <w:szCs w:val="20"/>
        </w:rPr>
        <w:t>Que n</w:t>
      </w:r>
      <w:r w:rsidR="00462692" w:rsidRPr="00A4769E">
        <w:rPr>
          <w:szCs w:val="20"/>
        </w:rPr>
        <w:t>’</w:t>
      </w:r>
      <w:r w:rsidRPr="001B73FA">
        <w:rPr>
          <w:szCs w:val="20"/>
        </w:rPr>
        <w:t>a-t-elle en son c</w:t>
      </w:r>
      <w:r w:rsidR="00462692" w:rsidRPr="00A4769E">
        <w:rPr>
          <w:szCs w:val="20"/>
        </w:rPr>
        <w:t>œ</w:t>
      </w:r>
      <w:r w:rsidRPr="001B73FA">
        <w:rPr>
          <w:szCs w:val="20"/>
        </w:rPr>
        <w:t>ur l</w:t>
      </w:r>
      <w:r w:rsidR="00462692" w:rsidRPr="00A4769E">
        <w:rPr>
          <w:szCs w:val="20"/>
        </w:rPr>
        <w:t>’</w:t>
      </w:r>
      <w:r w:rsidRPr="001B73FA">
        <w:rPr>
          <w:szCs w:val="20"/>
        </w:rPr>
        <w:t>harmonie qu</w:t>
      </w:r>
      <w:r w:rsidR="00462692" w:rsidRPr="00A4769E">
        <w:rPr>
          <w:szCs w:val="20"/>
        </w:rPr>
        <w:t>’</w:t>
      </w:r>
      <w:r w:rsidRPr="001B73FA">
        <w:rPr>
          <w:szCs w:val="20"/>
        </w:rPr>
        <w:t>on a mise dans la façade de cette belle maison qui domine le pays</w:t>
      </w:r>
      <w:r w:rsidR="00462692" w:rsidRPr="00A4769E">
        <w:rPr>
          <w:szCs w:val="20"/>
        </w:rPr>
        <w:t xml:space="preserve">, </w:t>
      </w:r>
      <w:r w:rsidRPr="001B73FA">
        <w:rPr>
          <w:szCs w:val="20"/>
        </w:rPr>
        <w:t>et le mouvement pathétique de ces grands arbres qui exigent l</w:t>
      </w:r>
      <w:r w:rsidR="00462692" w:rsidRPr="00A4769E">
        <w:rPr>
          <w:szCs w:val="20"/>
        </w:rPr>
        <w:t>’</w:t>
      </w:r>
      <w:r w:rsidRPr="001B73FA">
        <w:rPr>
          <w:szCs w:val="20"/>
        </w:rPr>
        <w:t>amour fidèle de cinq générations pour devenir magnifiques</w:t>
      </w:r>
      <w:r w:rsidR="00462692" w:rsidRPr="00A4769E">
        <w:rPr>
          <w:szCs w:val="20"/>
        </w:rPr>
        <w:t> ? »</w:t>
      </w:r>
      <w:r w:rsidRPr="001B73FA">
        <w:rPr>
          <w:szCs w:val="20"/>
        </w:rPr>
        <w:t xml:space="preserve"> Il écoutait le ruissellement d</w:t>
      </w:r>
      <w:r w:rsidR="00462692" w:rsidRPr="00A4769E">
        <w:rPr>
          <w:szCs w:val="20"/>
        </w:rPr>
        <w:t>’</w:t>
      </w:r>
      <w:r w:rsidRPr="001B73FA">
        <w:rPr>
          <w:szCs w:val="20"/>
        </w:rPr>
        <w:t xml:space="preserve">un vent léger dans le feuillage de hêtres </w:t>
      </w:r>
      <w:r w:rsidRPr="001B73FA">
        <w:rPr>
          <w:szCs w:val="20"/>
        </w:rPr>
        <w:lastRenderedPageBreak/>
        <w:t>énormes</w:t>
      </w:r>
      <w:r w:rsidR="00462692" w:rsidRPr="00A4769E">
        <w:rPr>
          <w:szCs w:val="20"/>
        </w:rPr>
        <w:t xml:space="preserve">. </w:t>
      </w:r>
      <w:r w:rsidRPr="001B73FA">
        <w:rPr>
          <w:szCs w:val="20"/>
        </w:rPr>
        <w:t>L</w:t>
      </w:r>
      <w:r w:rsidR="00462692" w:rsidRPr="00A4769E">
        <w:rPr>
          <w:szCs w:val="20"/>
        </w:rPr>
        <w:t>’</w:t>
      </w:r>
      <w:r w:rsidRPr="001B73FA">
        <w:rPr>
          <w:szCs w:val="20"/>
        </w:rPr>
        <w:t>aubergiste</w:t>
      </w:r>
      <w:r w:rsidR="00462692" w:rsidRPr="00A4769E">
        <w:rPr>
          <w:szCs w:val="20"/>
        </w:rPr>
        <w:t xml:space="preserve">, </w:t>
      </w:r>
      <w:r w:rsidRPr="001B73FA">
        <w:rPr>
          <w:szCs w:val="20"/>
        </w:rPr>
        <w:t>en bonnet de nuit</w:t>
      </w:r>
      <w:r w:rsidR="00462692" w:rsidRPr="00A4769E">
        <w:rPr>
          <w:szCs w:val="20"/>
        </w:rPr>
        <w:t xml:space="preserve">, </w:t>
      </w:r>
      <w:r w:rsidRPr="001B73FA">
        <w:rPr>
          <w:szCs w:val="20"/>
        </w:rPr>
        <w:t>n</w:t>
      </w:r>
      <w:r w:rsidR="00462692" w:rsidRPr="00A4769E">
        <w:rPr>
          <w:szCs w:val="20"/>
        </w:rPr>
        <w:t>’</w:t>
      </w:r>
      <w:r w:rsidRPr="001B73FA">
        <w:rPr>
          <w:szCs w:val="20"/>
        </w:rPr>
        <w:t>osait interrompre sa rêverie et attendait</w:t>
      </w:r>
      <w:r w:rsidR="00462692" w:rsidRPr="00A4769E">
        <w:rPr>
          <w:szCs w:val="20"/>
        </w:rPr>
        <w:t xml:space="preserve">, </w:t>
      </w:r>
      <w:r w:rsidRPr="001B73FA">
        <w:rPr>
          <w:szCs w:val="20"/>
        </w:rPr>
        <w:t>le bougeoir à la main</w:t>
      </w:r>
      <w:r w:rsidR="00462692" w:rsidRPr="00A4769E">
        <w:rPr>
          <w:szCs w:val="20"/>
        </w:rPr>
        <w:t>.</w:t>
      </w:r>
    </w:p>
    <w:p w14:paraId="17C6277B" w14:textId="77777777" w:rsidR="00462692" w:rsidRPr="00A4769E" w:rsidRDefault="001B73FA" w:rsidP="001B73FA">
      <w:pPr>
        <w:rPr>
          <w:szCs w:val="20"/>
        </w:rPr>
      </w:pPr>
      <w:r w:rsidRPr="001B73FA">
        <w:rPr>
          <w:szCs w:val="20"/>
        </w:rPr>
        <w:t>La chambre qu</w:t>
      </w:r>
      <w:r w:rsidR="00462692" w:rsidRPr="00A4769E">
        <w:rPr>
          <w:szCs w:val="20"/>
        </w:rPr>
        <w:t>’</w:t>
      </w:r>
      <w:r w:rsidRPr="001B73FA">
        <w:rPr>
          <w:szCs w:val="20"/>
        </w:rPr>
        <w:t>on donna à Angelo</w:t>
      </w:r>
      <w:r w:rsidR="00462692" w:rsidRPr="00A4769E">
        <w:rPr>
          <w:szCs w:val="20"/>
        </w:rPr>
        <w:t xml:space="preserve">, </w:t>
      </w:r>
      <w:r w:rsidRPr="001B73FA">
        <w:rPr>
          <w:szCs w:val="20"/>
        </w:rPr>
        <w:t>d</w:t>
      </w:r>
      <w:r w:rsidR="00462692" w:rsidRPr="00A4769E">
        <w:rPr>
          <w:szCs w:val="20"/>
        </w:rPr>
        <w:t>’</w:t>
      </w:r>
      <w:r w:rsidRPr="001B73FA">
        <w:rPr>
          <w:szCs w:val="20"/>
        </w:rPr>
        <w:t>ailleurs avec beaucoup d</w:t>
      </w:r>
      <w:r w:rsidR="00462692" w:rsidRPr="00A4769E">
        <w:rPr>
          <w:szCs w:val="20"/>
        </w:rPr>
        <w:t>’</w:t>
      </w:r>
      <w:r w:rsidRPr="001B73FA">
        <w:rPr>
          <w:szCs w:val="20"/>
        </w:rPr>
        <w:t>égards</w:t>
      </w:r>
      <w:r w:rsidR="00462692" w:rsidRPr="00A4769E">
        <w:rPr>
          <w:szCs w:val="20"/>
        </w:rPr>
        <w:t xml:space="preserve">, </w:t>
      </w:r>
      <w:r w:rsidRPr="001B73FA">
        <w:rPr>
          <w:szCs w:val="20"/>
        </w:rPr>
        <w:t>était vaste et d</w:t>
      </w:r>
      <w:r w:rsidR="00462692" w:rsidRPr="00A4769E">
        <w:rPr>
          <w:szCs w:val="20"/>
        </w:rPr>
        <w:t>’</w:t>
      </w:r>
      <w:r w:rsidRPr="001B73FA">
        <w:rPr>
          <w:szCs w:val="20"/>
        </w:rPr>
        <w:t>une étrange élégance</w:t>
      </w:r>
      <w:r w:rsidR="00462692" w:rsidRPr="00A4769E">
        <w:rPr>
          <w:szCs w:val="20"/>
        </w:rPr>
        <w:t xml:space="preserve">. </w:t>
      </w:r>
      <w:r w:rsidRPr="001B73FA">
        <w:rPr>
          <w:szCs w:val="20"/>
        </w:rPr>
        <w:t>Une magnifique courtepointe piquée d</w:t>
      </w:r>
      <w:r w:rsidR="00462692" w:rsidRPr="00A4769E">
        <w:rPr>
          <w:szCs w:val="20"/>
        </w:rPr>
        <w:t>’</w:t>
      </w:r>
      <w:r w:rsidRPr="001B73FA">
        <w:rPr>
          <w:szCs w:val="20"/>
        </w:rPr>
        <w:t>un semis de fleurs de soie couvrait le lit</w:t>
      </w:r>
      <w:r w:rsidR="00462692" w:rsidRPr="00A4769E">
        <w:rPr>
          <w:szCs w:val="20"/>
        </w:rPr>
        <w:t xml:space="preserve">. </w:t>
      </w:r>
      <w:r w:rsidRPr="001B73FA">
        <w:rPr>
          <w:szCs w:val="20"/>
        </w:rPr>
        <w:t>L</w:t>
      </w:r>
      <w:r w:rsidR="00462692" w:rsidRPr="00A4769E">
        <w:rPr>
          <w:szCs w:val="20"/>
        </w:rPr>
        <w:t>’</w:t>
      </w:r>
      <w:r w:rsidRPr="001B73FA">
        <w:rPr>
          <w:szCs w:val="20"/>
        </w:rPr>
        <w:t>oreiller était enveloppé d</w:t>
      </w:r>
      <w:r w:rsidR="00462692" w:rsidRPr="00A4769E">
        <w:rPr>
          <w:szCs w:val="20"/>
        </w:rPr>
        <w:t>’</w:t>
      </w:r>
      <w:r w:rsidRPr="001B73FA">
        <w:rPr>
          <w:szCs w:val="20"/>
        </w:rPr>
        <w:t>une taie à volant de dentelle</w:t>
      </w:r>
      <w:r w:rsidR="00462692" w:rsidRPr="00A4769E">
        <w:rPr>
          <w:szCs w:val="20"/>
        </w:rPr>
        <w:t xml:space="preserve">. </w:t>
      </w:r>
      <w:r w:rsidRPr="001B73FA">
        <w:rPr>
          <w:szCs w:val="20"/>
        </w:rPr>
        <w:t>Le revers du drap était damassé</w:t>
      </w:r>
      <w:r w:rsidR="00462692" w:rsidRPr="00A4769E">
        <w:rPr>
          <w:szCs w:val="20"/>
        </w:rPr>
        <w:t xml:space="preserve">. </w:t>
      </w:r>
      <w:r w:rsidRPr="001B73FA">
        <w:rPr>
          <w:szCs w:val="20"/>
        </w:rPr>
        <w:t>Un très beau fauteuil en reps grenat à parement vert trônait près de la table où étaient posés un sous-main de cuir et une écritoire pleine de plumes métalliques neuves</w:t>
      </w:r>
      <w:r w:rsidR="00462692" w:rsidRPr="00A4769E">
        <w:rPr>
          <w:szCs w:val="20"/>
        </w:rPr>
        <w:t>.</w:t>
      </w:r>
    </w:p>
    <w:p w14:paraId="27E55058" w14:textId="77777777" w:rsidR="00462692" w:rsidRPr="00A4769E" w:rsidRDefault="001B73FA" w:rsidP="001B73FA">
      <w:pPr>
        <w:rPr>
          <w:szCs w:val="20"/>
        </w:rPr>
      </w:pPr>
      <w:r w:rsidRPr="001B73FA">
        <w:rPr>
          <w:szCs w:val="20"/>
        </w:rPr>
        <w:t>Angelo</w:t>
      </w:r>
      <w:r w:rsidR="00462692" w:rsidRPr="00A4769E">
        <w:rPr>
          <w:szCs w:val="20"/>
        </w:rPr>
        <w:t xml:space="preserve">, </w:t>
      </w:r>
      <w:r w:rsidRPr="001B73FA">
        <w:rPr>
          <w:szCs w:val="20"/>
        </w:rPr>
        <w:t>qui n</w:t>
      </w:r>
      <w:r w:rsidR="00462692" w:rsidRPr="00A4769E">
        <w:rPr>
          <w:szCs w:val="20"/>
        </w:rPr>
        <w:t>’</w:t>
      </w:r>
      <w:r w:rsidRPr="001B73FA">
        <w:rPr>
          <w:szCs w:val="20"/>
        </w:rPr>
        <w:t>avait plus dormi dans un lit depuis Turin</w:t>
      </w:r>
      <w:r w:rsidR="00462692" w:rsidRPr="00A4769E">
        <w:rPr>
          <w:szCs w:val="20"/>
        </w:rPr>
        <w:t xml:space="preserve">, </w:t>
      </w:r>
      <w:r w:rsidRPr="001B73FA">
        <w:rPr>
          <w:szCs w:val="20"/>
        </w:rPr>
        <w:t>tombait de sommeil</w:t>
      </w:r>
      <w:r w:rsidR="00462692" w:rsidRPr="00A4769E">
        <w:rPr>
          <w:szCs w:val="20"/>
        </w:rPr>
        <w:t xml:space="preserve">. </w:t>
      </w:r>
      <w:r w:rsidRPr="001B73FA">
        <w:rPr>
          <w:szCs w:val="20"/>
        </w:rPr>
        <w:t>On frappa à la porte</w:t>
      </w:r>
      <w:r w:rsidR="00462692" w:rsidRPr="00A4769E">
        <w:rPr>
          <w:szCs w:val="20"/>
        </w:rPr>
        <w:t>. « </w:t>
      </w:r>
      <w:r w:rsidRPr="001B73FA">
        <w:rPr>
          <w:szCs w:val="20"/>
        </w:rPr>
        <w:t>Qu</w:t>
      </w:r>
      <w:r w:rsidR="00462692" w:rsidRPr="00A4769E">
        <w:rPr>
          <w:szCs w:val="20"/>
        </w:rPr>
        <w:t>’</w:t>
      </w:r>
      <w:r w:rsidRPr="001B73FA">
        <w:rPr>
          <w:szCs w:val="20"/>
        </w:rPr>
        <w:t>est-ce que c</w:t>
      </w:r>
      <w:r w:rsidR="00462692" w:rsidRPr="00A4769E">
        <w:rPr>
          <w:szCs w:val="20"/>
        </w:rPr>
        <w:t>’</w:t>
      </w:r>
      <w:r w:rsidRPr="001B73FA">
        <w:rPr>
          <w:szCs w:val="20"/>
        </w:rPr>
        <w:t>est</w:t>
      </w:r>
      <w:r w:rsidR="00462692" w:rsidRPr="00A4769E">
        <w:rPr>
          <w:szCs w:val="20"/>
        </w:rPr>
        <w:t xml:space="preserve"> ? </w:t>
      </w:r>
      <w:r w:rsidRPr="001B73FA">
        <w:rPr>
          <w:szCs w:val="20"/>
        </w:rPr>
        <w:t>dit-il</w:t>
      </w:r>
      <w:r w:rsidR="00462692" w:rsidRPr="00A4769E">
        <w:rPr>
          <w:szCs w:val="20"/>
        </w:rPr>
        <w:t>.</w:t>
      </w:r>
    </w:p>
    <w:p w14:paraId="23481A12" w14:textId="0353999E" w:rsidR="001B73FA" w:rsidRPr="001B73FA" w:rsidRDefault="00462692" w:rsidP="001B73FA">
      <w:pPr>
        <w:rPr>
          <w:szCs w:val="20"/>
        </w:rPr>
      </w:pPr>
      <w:r w:rsidRPr="00A4769E">
        <w:rPr>
          <w:szCs w:val="20"/>
        </w:rPr>
        <w:t>— </w:t>
      </w:r>
      <w:r w:rsidR="001B73FA" w:rsidRPr="001B73FA">
        <w:rPr>
          <w:szCs w:val="20"/>
        </w:rPr>
        <w:t>C</w:t>
      </w:r>
      <w:r w:rsidRPr="00A4769E">
        <w:rPr>
          <w:szCs w:val="20"/>
        </w:rPr>
        <w:t>’</w:t>
      </w:r>
      <w:r w:rsidR="001B73FA" w:rsidRPr="001B73FA">
        <w:rPr>
          <w:szCs w:val="20"/>
        </w:rPr>
        <w:t>est le vin</w:t>
      </w:r>
      <w:r w:rsidRPr="00A4769E">
        <w:rPr>
          <w:szCs w:val="20"/>
        </w:rPr>
        <w:t xml:space="preserve">, </w:t>
      </w:r>
      <w:r w:rsidR="001B73FA" w:rsidRPr="001B73FA">
        <w:rPr>
          <w:szCs w:val="20"/>
        </w:rPr>
        <w:t>monsieur</w:t>
      </w:r>
      <w:r w:rsidRPr="00A4769E">
        <w:rPr>
          <w:szCs w:val="20"/>
        </w:rPr>
        <w:t> »</w:t>
      </w:r>
      <w:r w:rsidR="001B73FA" w:rsidRPr="001B73FA">
        <w:rPr>
          <w:szCs w:val="20"/>
        </w:rPr>
        <w:t xml:space="preserve"> dit l</w:t>
      </w:r>
      <w:r w:rsidRPr="00A4769E">
        <w:rPr>
          <w:szCs w:val="20"/>
        </w:rPr>
        <w:t>’</w:t>
      </w:r>
      <w:r w:rsidR="001B73FA" w:rsidRPr="001B73FA">
        <w:rPr>
          <w:szCs w:val="20"/>
        </w:rPr>
        <w:t>aubergiste</w:t>
      </w:r>
      <w:r w:rsidRPr="00A4769E">
        <w:rPr>
          <w:szCs w:val="20"/>
        </w:rPr>
        <w:t xml:space="preserve">, </w:t>
      </w:r>
      <w:r w:rsidR="001B73FA" w:rsidRPr="001B73FA">
        <w:rPr>
          <w:szCs w:val="20"/>
        </w:rPr>
        <w:t>et il entra avec un carafon d</w:t>
      </w:r>
      <w:r w:rsidRPr="00A4769E">
        <w:rPr>
          <w:szCs w:val="20"/>
        </w:rPr>
        <w:t>’</w:t>
      </w:r>
      <w:r w:rsidR="001B73FA" w:rsidRPr="001B73FA">
        <w:rPr>
          <w:szCs w:val="20"/>
        </w:rPr>
        <w:t>argent et un verre sur un plateau</w:t>
      </w:r>
      <w:r w:rsidRPr="00A4769E">
        <w:rPr>
          <w:szCs w:val="20"/>
        </w:rPr>
        <w:t>. « </w:t>
      </w:r>
      <w:r w:rsidR="001B73FA" w:rsidRPr="001B73FA">
        <w:rPr>
          <w:szCs w:val="20"/>
        </w:rPr>
        <w:t>Voilà ce qui manque aux auberges de mon malheureux pays</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Cette urbanité naturelle</w:t>
      </w:r>
      <w:r w:rsidRPr="00A4769E">
        <w:rPr>
          <w:szCs w:val="20"/>
        </w:rPr>
        <w:t xml:space="preserve">, </w:t>
      </w:r>
      <w:r w:rsidR="001B73FA" w:rsidRPr="001B73FA">
        <w:rPr>
          <w:szCs w:val="20"/>
        </w:rPr>
        <w:t>sans paroles superflues</w:t>
      </w:r>
      <w:r w:rsidRPr="00A4769E">
        <w:rPr>
          <w:szCs w:val="20"/>
        </w:rPr>
        <w:t xml:space="preserve">, </w:t>
      </w:r>
      <w:r w:rsidR="001B73FA" w:rsidRPr="001B73FA">
        <w:rPr>
          <w:szCs w:val="20"/>
        </w:rPr>
        <w:t>qui vous apporte votre propre maison sur un plateau</w:t>
      </w:r>
      <w:r w:rsidRPr="00A4769E">
        <w:rPr>
          <w:szCs w:val="20"/>
        </w:rPr>
        <w:t>. »</w:t>
      </w:r>
    </w:p>
    <w:p w14:paraId="201CFB6C" w14:textId="77777777" w:rsidR="00462692" w:rsidRPr="00A4769E" w:rsidRDefault="001B73FA" w:rsidP="001B73FA">
      <w:pPr>
        <w:rPr>
          <w:szCs w:val="20"/>
        </w:rPr>
      </w:pPr>
      <w:r w:rsidRPr="001B73FA">
        <w:rPr>
          <w:szCs w:val="20"/>
        </w:rPr>
        <w:t>Angelo dormit si profondément qu</w:t>
      </w:r>
      <w:r w:rsidR="00462692" w:rsidRPr="00A4769E">
        <w:rPr>
          <w:szCs w:val="20"/>
        </w:rPr>
        <w:t>’</w:t>
      </w:r>
      <w:r w:rsidRPr="001B73FA">
        <w:rPr>
          <w:szCs w:val="20"/>
        </w:rPr>
        <w:t>il n</w:t>
      </w:r>
      <w:r w:rsidR="00462692" w:rsidRPr="00A4769E">
        <w:rPr>
          <w:szCs w:val="20"/>
        </w:rPr>
        <w:t>’</w:t>
      </w:r>
      <w:r w:rsidRPr="001B73FA">
        <w:rPr>
          <w:szCs w:val="20"/>
        </w:rPr>
        <w:t>entendit pas un orage très bruyant qui éclata vers cinq heures du matin</w:t>
      </w:r>
      <w:r w:rsidR="00462692" w:rsidRPr="00A4769E">
        <w:rPr>
          <w:szCs w:val="20"/>
        </w:rPr>
        <w:t xml:space="preserve">. </w:t>
      </w:r>
      <w:r w:rsidRPr="001B73FA">
        <w:rPr>
          <w:szCs w:val="20"/>
        </w:rPr>
        <w:t>Quand il s</w:t>
      </w:r>
      <w:r w:rsidR="00462692" w:rsidRPr="00A4769E">
        <w:rPr>
          <w:szCs w:val="20"/>
        </w:rPr>
        <w:t>’</w:t>
      </w:r>
      <w:r w:rsidRPr="001B73FA">
        <w:rPr>
          <w:szCs w:val="20"/>
        </w:rPr>
        <w:t>éveilla</w:t>
      </w:r>
      <w:r w:rsidR="00462692" w:rsidRPr="00A4769E">
        <w:rPr>
          <w:szCs w:val="20"/>
        </w:rPr>
        <w:t xml:space="preserve">, </w:t>
      </w:r>
      <w:r w:rsidRPr="001B73FA">
        <w:rPr>
          <w:szCs w:val="20"/>
        </w:rPr>
        <w:t>il pleuvait encore par rafales et le tonnerre continuait à gronder dans le lointain</w:t>
      </w:r>
      <w:r w:rsidR="00462692" w:rsidRPr="00A4769E">
        <w:rPr>
          <w:szCs w:val="20"/>
        </w:rPr>
        <w:t xml:space="preserve">. </w:t>
      </w:r>
      <w:r w:rsidRPr="001B73FA">
        <w:rPr>
          <w:szCs w:val="20"/>
        </w:rPr>
        <w:t>De nouveaux nuages très noirs s</w:t>
      </w:r>
      <w:r w:rsidR="00462692" w:rsidRPr="00A4769E">
        <w:rPr>
          <w:szCs w:val="20"/>
        </w:rPr>
        <w:t>’</w:t>
      </w:r>
      <w:r w:rsidRPr="001B73FA">
        <w:rPr>
          <w:szCs w:val="20"/>
        </w:rPr>
        <w:t>amassaient</w:t>
      </w:r>
      <w:r w:rsidR="00462692" w:rsidRPr="00A4769E">
        <w:rPr>
          <w:szCs w:val="20"/>
        </w:rPr>
        <w:t xml:space="preserve">. </w:t>
      </w:r>
      <w:r w:rsidRPr="001B73FA">
        <w:rPr>
          <w:szCs w:val="20"/>
        </w:rPr>
        <w:t>Il décida d</w:t>
      </w:r>
      <w:r w:rsidR="00462692" w:rsidRPr="00A4769E">
        <w:rPr>
          <w:szCs w:val="20"/>
        </w:rPr>
        <w:t>’</w:t>
      </w:r>
      <w:r w:rsidRPr="001B73FA">
        <w:rPr>
          <w:szCs w:val="20"/>
        </w:rPr>
        <w:t>attendre une éclaircie bien résolue avant de s</w:t>
      </w:r>
      <w:r w:rsidR="00462692" w:rsidRPr="00A4769E">
        <w:rPr>
          <w:szCs w:val="20"/>
        </w:rPr>
        <w:t>’</w:t>
      </w:r>
      <w:r w:rsidRPr="001B73FA">
        <w:rPr>
          <w:szCs w:val="20"/>
        </w:rPr>
        <w:t>enquérir des moyens de gagner Aix</w:t>
      </w:r>
      <w:r w:rsidR="00462692" w:rsidRPr="00A4769E">
        <w:rPr>
          <w:szCs w:val="20"/>
        </w:rPr>
        <w:t xml:space="preserve">. </w:t>
      </w:r>
      <w:r w:rsidRPr="001B73FA">
        <w:rPr>
          <w:szCs w:val="20"/>
        </w:rPr>
        <w:t>Peut-être même pourrait-on ici lui louer un cheval</w:t>
      </w:r>
      <w:r w:rsidR="00462692" w:rsidRPr="00A4769E">
        <w:rPr>
          <w:szCs w:val="20"/>
        </w:rPr>
        <w:t xml:space="preserve">. </w:t>
      </w:r>
      <w:r w:rsidRPr="001B73FA">
        <w:rPr>
          <w:szCs w:val="20"/>
        </w:rPr>
        <w:t>Il se sentait frais et dispos</w:t>
      </w:r>
      <w:r w:rsidR="00462692" w:rsidRPr="00A4769E">
        <w:rPr>
          <w:szCs w:val="20"/>
        </w:rPr>
        <w:t xml:space="preserve">, </w:t>
      </w:r>
      <w:r w:rsidRPr="001B73FA">
        <w:rPr>
          <w:szCs w:val="20"/>
        </w:rPr>
        <w:t>et la perspective de continuer son voyage en cavalier seul lui plaisait énormément</w:t>
      </w:r>
      <w:r w:rsidR="00462692" w:rsidRPr="00A4769E">
        <w:rPr>
          <w:szCs w:val="20"/>
        </w:rPr>
        <w:t>.</w:t>
      </w:r>
    </w:p>
    <w:p w14:paraId="12E61606" w14:textId="77777777" w:rsidR="00462692" w:rsidRPr="00A4769E" w:rsidRDefault="001B73FA" w:rsidP="001B73FA">
      <w:pPr>
        <w:rPr>
          <w:szCs w:val="20"/>
        </w:rPr>
      </w:pPr>
      <w:r w:rsidRPr="001B73FA">
        <w:rPr>
          <w:szCs w:val="20"/>
        </w:rPr>
        <w:t>Il pleuvait toujours avec une certaine rage</w:t>
      </w:r>
      <w:r w:rsidR="00462692" w:rsidRPr="00A4769E">
        <w:rPr>
          <w:szCs w:val="20"/>
        </w:rPr>
        <w:t xml:space="preserve"> ; </w:t>
      </w:r>
      <w:r w:rsidRPr="001B73FA">
        <w:rPr>
          <w:szCs w:val="20"/>
        </w:rPr>
        <w:t>l</w:t>
      </w:r>
      <w:r w:rsidR="00462692" w:rsidRPr="00A4769E">
        <w:rPr>
          <w:szCs w:val="20"/>
        </w:rPr>
        <w:t>’</w:t>
      </w:r>
      <w:r w:rsidRPr="001B73FA">
        <w:rPr>
          <w:szCs w:val="20"/>
        </w:rPr>
        <w:t>unique rue du village qui entourait le parc était déserte</w:t>
      </w:r>
      <w:r w:rsidR="00462692" w:rsidRPr="00A4769E">
        <w:rPr>
          <w:szCs w:val="20"/>
        </w:rPr>
        <w:t xml:space="preserve">. </w:t>
      </w:r>
      <w:r w:rsidRPr="001B73FA">
        <w:rPr>
          <w:szCs w:val="20"/>
        </w:rPr>
        <w:t>La pluie faisait grand bruit dans les arbres</w:t>
      </w:r>
      <w:r w:rsidR="00462692" w:rsidRPr="00A4769E">
        <w:rPr>
          <w:szCs w:val="20"/>
        </w:rPr>
        <w:t>.</w:t>
      </w:r>
    </w:p>
    <w:p w14:paraId="1FE78D5B" w14:textId="77777777" w:rsidR="00462692" w:rsidRPr="00A4769E" w:rsidRDefault="001B73FA" w:rsidP="001B73FA">
      <w:pPr>
        <w:rPr>
          <w:szCs w:val="20"/>
        </w:rPr>
      </w:pPr>
      <w:r w:rsidRPr="001B73FA">
        <w:rPr>
          <w:szCs w:val="20"/>
        </w:rPr>
        <w:lastRenderedPageBreak/>
        <w:t>La salle commune de l</w:t>
      </w:r>
      <w:r w:rsidR="00462692" w:rsidRPr="00A4769E">
        <w:rPr>
          <w:szCs w:val="20"/>
        </w:rPr>
        <w:t>’</w:t>
      </w:r>
      <w:r w:rsidRPr="001B73FA">
        <w:rPr>
          <w:szCs w:val="20"/>
        </w:rPr>
        <w:t>auberge était sombre et Angelo marcha plus de cent fois</w:t>
      </w:r>
      <w:r w:rsidR="00462692" w:rsidRPr="00A4769E">
        <w:rPr>
          <w:szCs w:val="20"/>
        </w:rPr>
        <w:t xml:space="preserve">, </w:t>
      </w:r>
      <w:r w:rsidRPr="001B73FA">
        <w:rPr>
          <w:szCs w:val="20"/>
        </w:rPr>
        <w:t>de la grande cheminée à la fenêtre</w:t>
      </w:r>
      <w:r w:rsidR="00462692" w:rsidRPr="00A4769E">
        <w:rPr>
          <w:szCs w:val="20"/>
        </w:rPr>
        <w:t xml:space="preserve">, </w:t>
      </w:r>
      <w:r w:rsidRPr="001B73FA">
        <w:rPr>
          <w:szCs w:val="20"/>
        </w:rPr>
        <w:t>avant de remarquer dans un coin un objet qui attira son attention</w:t>
      </w:r>
      <w:r w:rsidR="00462692" w:rsidRPr="00A4769E">
        <w:rPr>
          <w:szCs w:val="20"/>
        </w:rPr>
        <w:t xml:space="preserve"> : </w:t>
      </w:r>
      <w:r w:rsidRPr="001B73FA">
        <w:rPr>
          <w:szCs w:val="20"/>
        </w:rPr>
        <w:t>c</w:t>
      </w:r>
      <w:r w:rsidR="00462692" w:rsidRPr="00A4769E">
        <w:rPr>
          <w:szCs w:val="20"/>
        </w:rPr>
        <w:t>’</w:t>
      </w:r>
      <w:r w:rsidRPr="001B73FA">
        <w:rPr>
          <w:szCs w:val="20"/>
        </w:rPr>
        <w:t>était une valise Gladstone</w:t>
      </w:r>
      <w:r w:rsidR="00462692" w:rsidRPr="00A4769E">
        <w:rPr>
          <w:szCs w:val="20"/>
        </w:rPr>
        <w:t xml:space="preserve">. </w:t>
      </w:r>
      <w:r w:rsidRPr="001B73FA">
        <w:rPr>
          <w:szCs w:val="20"/>
        </w:rPr>
        <w:t>Il la reconnut facilement pour être une des trois qu</w:t>
      </w:r>
      <w:r w:rsidR="00462692" w:rsidRPr="00A4769E">
        <w:rPr>
          <w:szCs w:val="20"/>
        </w:rPr>
        <w:t>’</w:t>
      </w:r>
      <w:r w:rsidRPr="001B73FA">
        <w:rPr>
          <w:szCs w:val="20"/>
        </w:rPr>
        <w:t>il avait vu charger la veille au soir sur la diligence à Manosque</w:t>
      </w:r>
      <w:r w:rsidR="00462692" w:rsidRPr="00A4769E">
        <w:rPr>
          <w:szCs w:val="20"/>
        </w:rPr>
        <w:t>.</w:t>
      </w:r>
    </w:p>
    <w:p w14:paraId="11269B7D" w14:textId="77777777" w:rsidR="00462692" w:rsidRPr="00A4769E" w:rsidRDefault="001B73FA" w:rsidP="001B73FA">
      <w:pPr>
        <w:rPr>
          <w:szCs w:val="20"/>
        </w:rPr>
      </w:pPr>
      <w:r w:rsidRPr="001B73FA">
        <w:rPr>
          <w:szCs w:val="20"/>
        </w:rPr>
        <w:t>La maison était silencieuse</w:t>
      </w:r>
      <w:r w:rsidR="00462692" w:rsidRPr="00A4769E">
        <w:rPr>
          <w:szCs w:val="20"/>
        </w:rPr>
        <w:t xml:space="preserve">, </w:t>
      </w:r>
      <w:r w:rsidRPr="001B73FA">
        <w:rPr>
          <w:szCs w:val="20"/>
        </w:rPr>
        <w:t>à part un froissement continu</w:t>
      </w:r>
      <w:r w:rsidR="00462692" w:rsidRPr="00A4769E">
        <w:rPr>
          <w:szCs w:val="20"/>
        </w:rPr>
        <w:t xml:space="preserve">, </w:t>
      </w:r>
      <w:r w:rsidRPr="001B73FA">
        <w:rPr>
          <w:szCs w:val="20"/>
        </w:rPr>
        <w:t>semblable au bruit que fait une file de tirailleurs marchant dans du foin mûr</w:t>
      </w:r>
      <w:r w:rsidR="00462692" w:rsidRPr="00A4769E">
        <w:rPr>
          <w:szCs w:val="20"/>
        </w:rPr>
        <w:t xml:space="preserve">, </w:t>
      </w:r>
      <w:r w:rsidRPr="001B73FA">
        <w:rPr>
          <w:szCs w:val="20"/>
        </w:rPr>
        <w:t>et qu</w:t>
      </w:r>
      <w:r w:rsidR="00462692" w:rsidRPr="00A4769E">
        <w:rPr>
          <w:szCs w:val="20"/>
        </w:rPr>
        <w:t>’</w:t>
      </w:r>
      <w:r w:rsidRPr="001B73FA">
        <w:rPr>
          <w:szCs w:val="20"/>
        </w:rPr>
        <w:t>on entendait très bien malgré le roulement de la pluie dans le feuillage des hêtres</w:t>
      </w:r>
      <w:r w:rsidR="00462692" w:rsidRPr="00A4769E">
        <w:rPr>
          <w:szCs w:val="20"/>
        </w:rPr>
        <w:t xml:space="preserve">. </w:t>
      </w:r>
      <w:r w:rsidRPr="001B73FA">
        <w:rPr>
          <w:szCs w:val="20"/>
        </w:rPr>
        <w:t>Angelo poussa une porte</w:t>
      </w:r>
      <w:r w:rsidR="00462692" w:rsidRPr="00A4769E">
        <w:rPr>
          <w:szCs w:val="20"/>
        </w:rPr>
        <w:t xml:space="preserve">. </w:t>
      </w:r>
      <w:r w:rsidRPr="001B73FA">
        <w:rPr>
          <w:szCs w:val="20"/>
        </w:rPr>
        <w:t>Elle donnait dans une vaste écurie voûtée</w:t>
      </w:r>
      <w:r w:rsidR="00462692" w:rsidRPr="00A4769E">
        <w:rPr>
          <w:szCs w:val="20"/>
        </w:rPr>
        <w:t xml:space="preserve">. </w:t>
      </w:r>
      <w:r w:rsidRPr="001B73FA">
        <w:rPr>
          <w:szCs w:val="20"/>
        </w:rPr>
        <w:t>Il y avait là un grand nombre de chevaux</w:t>
      </w:r>
      <w:r w:rsidR="00462692" w:rsidRPr="00A4769E">
        <w:rPr>
          <w:szCs w:val="20"/>
        </w:rPr>
        <w:t xml:space="preserve"> – </w:t>
      </w:r>
      <w:r w:rsidRPr="001B73FA">
        <w:rPr>
          <w:szCs w:val="20"/>
        </w:rPr>
        <w:t>Angelo en compta dix-huit</w:t>
      </w:r>
      <w:r w:rsidR="00462692" w:rsidRPr="00A4769E">
        <w:rPr>
          <w:szCs w:val="20"/>
        </w:rPr>
        <w:t xml:space="preserve"> – </w:t>
      </w:r>
      <w:r w:rsidRPr="001B73FA">
        <w:rPr>
          <w:szCs w:val="20"/>
        </w:rPr>
        <w:t>qui mangeaient avidement aux râteliers sans autres gestes que ceux de la tête et des mâchoires</w:t>
      </w:r>
      <w:r w:rsidR="00462692" w:rsidRPr="00A4769E">
        <w:rPr>
          <w:szCs w:val="20"/>
        </w:rPr>
        <w:t xml:space="preserve">, </w:t>
      </w:r>
      <w:r w:rsidRPr="001B73FA">
        <w:rPr>
          <w:szCs w:val="20"/>
        </w:rPr>
        <w:t>comme font les chevaux fatigués</w:t>
      </w:r>
      <w:r w:rsidR="00462692" w:rsidRPr="00A4769E">
        <w:rPr>
          <w:szCs w:val="20"/>
        </w:rPr>
        <w:t xml:space="preserve">. </w:t>
      </w:r>
      <w:r w:rsidRPr="001B73FA">
        <w:rPr>
          <w:szCs w:val="20"/>
        </w:rPr>
        <w:t>Ils n</w:t>
      </w:r>
      <w:r w:rsidR="00462692" w:rsidRPr="00A4769E">
        <w:rPr>
          <w:szCs w:val="20"/>
        </w:rPr>
        <w:t>’</w:t>
      </w:r>
      <w:r w:rsidRPr="001B73FA">
        <w:rPr>
          <w:szCs w:val="20"/>
        </w:rPr>
        <w:t>avaient pas été pansés</w:t>
      </w:r>
      <w:r w:rsidR="00462692" w:rsidRPr="00A4769E">
        <w:rPr>
          <w:szCs w:val="20"/>
        </w:rPr>
        <w:t xml:space="preserve"> ; </w:t>
      </w:r>
      <w:r w:rsidRPr="001B73FA">
        <w:rPr>
          <w:szCs w:val="20"/>
        </w:rPr>
        <w:t>l</w:t>
      </w:r>
      <w:r w:rsidR="00462692" w:rsidRPr="00A4769E">
        <w:rPr>
          <w:szCs w:val="20"/>
        </w:rPr>
        <w:t>’</w:t>
      </w:r>
      <w:r w:rsidRPr="001B73FA">
        <w:rPr>
          <w:szCs w:val="20"/>
        </w:rPr>
        <w:t>empreinte de la selle était encore marquée en sombre dans leurs poils collés de sueur</w:t>
      </w:r>
      <w:r w:rsidR="00462692" w:rsidRPr="00A4769E">
        <w:rPr>
          <w:szCs w:val="20"/>
        </w:rPr>
        <w:t xml:space="preserve">. </w:t>
      </w:r>
      <w:r w:rsidRPr="001B73FA">
        <w:rPr>
          <w:szCs w:val="20"/>
        </w:rPr>
        <w:t>Malgré le peu de jour qui tombait des lucarnes</w:t>
      </w:r>
      <w:r w:rsidR="00462692" w:rsidRPr="00A4769E">
        <w:rPr>
          <w:szCs w:val="20"/>
        </w:rPr>
        <w:t xml:space="preserve">, </w:t>
      </w:r>
      <w:r w:rsidRPr="001B73FA">
        <w:rPr>
          <w:szCs w:val="20"/>
        </w:rPr>
        <w:t>on pouvait voir que quelques bêtes étaient fort belles</w:t>
      </w:r>
      <w:r w:rsidR="00462692" w:rsidRPr="00A4769E">
        <w:rPr>
          <w:szCs w:val="20"/>
        </w:rPr>
        <w:t>.</w:t>
      </w:r>
    </w:p>
    <w:p w14:paraId="1127C7D1" w14:textId="77777777" w:rsidR="00462692" w:rsidRPr="00A4769E" w:rsidRDefault="001B73FA" w:rsidP="001B73FA">
      <w:pPr>
        <w:rPr>
          <w:szCs w:val="20"/>
        </w:rPr>
      </w:pPr>
      <w:r w:rsidRPr="001B73FA">
        <w:rPr>
          <w:szCs w:val="20"/>
        </w:rPr>
        <w:t>Vers midi</w:t>
      </w:r>
      <w:r w:rsidR="00462692" w:rsidRPr="00A4769E">
        <w:rPr>
          <w:szCs w:val="20"/>
        </w:rPr>
        <w:t xml:space="preserve">, </w:t>
      </w:r>
      <w:r w:rsidRPr="001B73FA">
        <w:rPr>
          <w:szCs w:val="20"/>
        </w:rPr>
        <w:t>au lieu de se calmer</w:t>
      </w:r>
      <w:r w:rsidR="00462692" w:rsidRPr="00A4769E">
        <w:rPr>
          <w:szCs w:val="20"/>
        </w:rPr>
        <w:t xml:space="preserve">, </w:t>
      </w:r>
      <w:r w:rsidRPr="001B73FA">
        <w:rPr>
          <w:szCs w:val="20"/>
        </w:rPr>
        <w:t>la pluie s</w:t>
      </w:r>
      <w:r w:rsidR="00462692" w:rsidRPr="00A4769E">
        <w:rPr>
          <w:szCs w:val="20"/>
        </w:rPr>
        <w:t>’</w:t>
      </w:r>
      <w:r w:rsidRPr="001B73FA">
        <w:rPr>
          <w:szCs w:val="20"/>
        </w:rPr>
        <w:t>installa</w:t>
      </w:r>
      <w:r w:rsidR="00462692" w:rsidRPr="00A4769E">
        <w:rPr>
          <w:szCs w:val="20"/>
        </w:rPr>
        <w:t xml:space="preserve">. </w:t>
      </w:r>
      <w:r w:rsidRPr="001B73FA">
        <w:rPr>
          <w:szCs w:val="20"/>
        </w:rPr>
        <w:t>D</w:t>
      </w:r>
      <w:r w:rsidR="00462692" w:rsidRPr="00A4769E">
        <w:rPr>
          <w:szCs w:val="20"/>
        </w:rPr>
        <w:t>’</w:t>
      </w:r>
      <w:r w:rsidRPr="001B73FA">
        <w:rPr>
          <w:szCs w:val="20"/>
        </w:rPr>
        <w:t>ailleurs</w:t>
      </w:r>
      <w:r w:rsidR="00462692" w:rsidRPr="00A4769E">
        <w:rPr>
          <w:szCs w:val="20"/>
        </w:rPr>
        <w:t xml:space="preserve">, </w:t>
      </w:r>
      <w:r w:rsidRPr="001B73FA">
        <w:rPr>
          <w:szCs w:val="20"/>
        </w:rPr>
        <w:t>sans qu</w:t>
      </w:r>
      <w:r w:rsidR="00462692" w:rsidRPr="00A4769E">
        <w:rPr>
          <w:szCs w:val="20"/>
        </w:rPr>
        <w:t>’</w:t>
      </w:r>
      <w:r w:rsidRPr="001B73FA">
        <w:rPr>
          <w:szCs w:val="20"/>
        </w:rPr>
        <w:t>il eût donné d</w:t>
      </w:r>
      <w:r w:rsidR="00462692" w:rsidRPr="00A4769E">
        <w:rPr>
          <w:szCs w:val="20"/>
        </w:rPr>
        <w:t>’</w:t>
      </w:r>
      <w:r w:rsidRPr="001B73FA">
        <w:rPr>
          <w:szCs w:val="20"/>
        </w:rPr>
        <w:t>ordre</w:t>
      </w:r>
      <w:r w:rsidR="00462692" w:rsidRPr="00A4769E">
        <w:rPr>
          <w:szCs w:val="20"/>
        </w:rPr>
        <w:t xml:space="preserve">, </w:t>
      </w:r>
      <w:r w:rsidRPr="001B73FA">
        <w:rPr>
          <w:szCs w:val="20"/>
        </w:rPr>
        <w:t>un couvert était mis fort proprement sur une table dans l</w:t>
      </w:r>
      <w:r w:rsidR="00462692" w:rsidRPr="00A4769E">
        <w:rPr>
          <w:szCs w:val="20"/>
        </w:rPr>
        <w:t>’</w:t>
      </w:r>
      <w:r w:rsidRPr="001B73FA">
        <w:rPr>
          <w:szCs w:val="20"/>
        </w:rPr>
        <w:t>embrasure d</w:t>
      </w:r>
      <w:r w:rsidR="00462692" w:rsidRPr="00A4769E">
        <w:rPr>
          <w:szCs w:val="20"/>
        </w:rPr>
        <w:t>’</w:t>
      </w:r>
      <w:r w:rsidRPr="001B73FA">
        <w:rPr>
          <w:szCs w:val="20"/>
        </w:rPr>
        <w:t>une fenêtre</w:t>
      </w:r>
      <w:r w:rsidR="00462692" w:rsidRPr="00A4769E">
        <w:rPr>
          <w:szCs w:val="20"/>
        </w:rPr>
        <w:t xml:space="preserve">, </w:t>
      </w:r>
      <w:r w:rsidRPr="001B73FA">
        <w:rPr>
          <w:szCs w:val="20"/>
        </w:rPr>
        <w:t>et l</w:t>
      </w:r>
      <w:r w:rsidR="00462692" w:rsidRPr="00A4769E">
        <w:rPr>
          <w:szCs w:val="20"/>
        </w:rPr>
        <w:t>’</w:t>
      </w:r>
      <w:r w:rsidRPr="001B73FA">
        <w:rPr>
          <w:szCs w:val="20"/>
        </w:rPr>
        <w:t>on fit comprendre à Angelo que c</w:t>
      </w:r>
      <w:r w:rsidR="00462692" w:rsidRPr="00A4769E">
        <w:rPr>
          <w:szCs w:val="20"/>
        </w:rPr>
        <w:t>’</w:t>
      </w:r>
      <w:r w:rsidRPr="001B73FA">
        <w:rPr>
          <w:szCs w:val="20"/>
        </w:rPr>
        <w:t>était le sien</w:t>
      </w:r>
      <w:r w:rsidR="00462692" w:rsidRPr="00A4769E">
        <w:rPr>
          <w:szCs w:val="20"/>
        </w:rPr>
        <w:t xml:space="preserve">. </w:t>
      </w:r>
      <w:r w:rsidRPr="001B73FA">
        <w:rPr>
          <w:szCs w:val="20"/>
        </w:rPr>
        <w:t>Il se demanda où étaient les autres voyageurs</w:t>
      </w:r>
      <w:r w:rsidR="00462692" w:rsidRPr="00A4769E">
        <w:rPr>
          <w:szCs w:val="20"/>
        </w:rPr>
        <w:t>. « </w:t>
      </w:r>
      <w:r w:rsidRPr="001B73FA">
        <w:rPr>
          <w:szCs w:val="20"/>
        </w:rPr>
        <w:t>Où sont les autres</w:t>
      </w:r>
      <w:r w:rsidR="00462692" w:rsidRPr="00A4769E">
        <w:rPr>
          <w:szCs w:val="20"/>
        </w:rPr>
        <w:t xml:space="preserve"> ? </w:t>
      </w:r>
      <w:r w:rsidRPr="001B73FA">
        <w:rPr>
          <w:szCs w:val="20"/>
        </w:rPr>
        <w:t>dit-il</w:t>
      </w:r>
      <w:r w:rsidR="00462692" w:rsidRPr="00A4769E">
        <w:rPr>
          <w:szCs w:val="20"/>
        </w:rPr>
        <w:t xml:space="preserve">, </w:t>
      </w:r>
      <w:r w:rsidRPr="001B73FA">
        <w:rPr>
          <w:szCs w:val="20"/>
        </w:rPr>
        <w:t>en faisant signe du côté de l</w:t>
      </w:r>
      <w:r w:rsidR="00462692" w:rsidRPr="00A4769E">
        <w:rPr>
          <w:szCs w:val="20"/>
        </w:rPr>
        <w:t>’</w:t>
      </w:r>
      <w:r w:rsidRPr="001B73FA">
        <w:rPr>
          <w:szCs w:val="20"/>
        </w:rPr>
        <w:t>écurie</w:t>
      </w:r>
      <w:r w:rsidR="00462692" w:rsidRPr="00A4769E">
        <w:rPr>
          <w:szCs w:val="20"/>
        </w:rPr>
        <w:t>.</w:t>
      </w:r>
    </w:p>
    <w:p w14:paraId="3E295E00" w14:textId="3677B5B3" w:rsidR="001B73FA" w:rsidRPr="001B73FA" w:rsidRDefault="00462692" w:rsidP="001B73FA">
      <w:pPr>
        <w:rPr>
          <w:szCs w:val="20"/>
        </w:rPr>
      </w:pPr>
      <w:r w:rsidRPr="00A4769E">
        <w:rPr>
          <w:szCs w:val="20"/>
        </w:rPr>
        <w:t>— </w:t>
      </w:r>
      <w:r w:rsidR="001B73FA" w:rsidRPr="001B73FA">
        <w:rPr>
          <w:szCs w:val="20"/>
        </w:rPr>
        <w:t>Ils ne restent jamais ici</w:t>
      </w:r>
      <w:r w:rsidRPr="00A4769E">
        <w:rPr>
          <w:szCs w:val="20"/>
        </w:rPr>
        <w:t xml:space="preserve">, </w:t>
      </w:r>
      <w:r w:rsidR="001B73FA" w:rsidRPr="001B73FA">
        <w:rPr>
          <w:szCs w:val="20"/>
        </w:rPr>
        <w:t>dit l</w:t>
      </w:r>
      <w:r w:rsidRPr="00A4769E">
        <w:rPr>
          <w:szCs w:val="20"/>
        </w:rPr>
        <w:t>’</w:t>
      </w:r>
      <w:r w:rsidR="001B73FA" w:rsidRPr="001B73FA">
        <w:rPr>
          <w:szCs w:val="20"/>
        </w:rPr>
        <w:t>aubergiste</w:t>
      </w:r>
      <w:r w:rsidRPr="00A4769E">
        <w:rPr>
          <w:szCs w:val="20"/>
        </w:rPr>
        <w:t xml:space="preserve">. </w:t>
      </w:r>
      <w:r w:rsidR="001B73FA" w:rsidRPr="001B73FA">
        <w:rPr>
          <w:szCs w:val="20"/>
        </w:rPr>
        <w:t>Ils sont là-haut</w:t>
      </w:r>
      <w:r w:rsidRPr="00A4769E">
        <w:rPr>
          <w:szCs w:val="20"/>
        </w:rPr>
        <w:t xml:space="preserve">. </w:t>
      </w:r>
      <w:r w:rsidR="001B73FA" w:rsidRPr="001B73FA">
        <w:rPr>
          <w:szCs w:val="20"/>
        </w:rPr>
        <w:t>Les chevaux y monteront ce soir</w:t>
      </w:r>
      <w:r w:rsidRPr="00A4769E">
        <w:rPr>
          <w:szCs w:val="20"/>
        </w:rPr>
        <w:t>.</w:t>
      </w:r>
      <w:r w:rsidRPr="00A4769E">
        <w:rPr>
          <w:szCs w:val="20"/>
        </w:rPr>
        <w:t> »</w:t>
      </w:r>
    </w:p>
    <w:p w14:paraId="5408099E" w14:textId="77777777" w:rsidR="00462692" w:rsidRPr="00A4769E" w:rsidRDefault="001B73FA" w:rsidP="001B73FA">
      <w:pPr>
        <w:rPr>
          <w:szCs w:val="20"/>
        </w:rPr>
      </w:pPr>
      <w:r w:rsidRPr="001B73FA">
        <w:rPr>
          <w:szCs w:val="20"/>
        </w:rPr>
        <w:t>Il mangea solidement du très bon civet de sanglier et on lui servit dans la carafe d</w:t>
      </w:r>
      <w:r w:rsidR="00462692" w:rsidRPr="00A4769E">
        <w:rPr>
          <w:szCs w:val="20"/>
        </w:rPr>
        <w:t>’</w:t>
      </w:r>
      <w:r w:rsidRPr="001B73FA">
        <w:rPr>
          <w:szCs w:val="20"/>
        </w:rPr>
        <w:t>argent de ce vin dont la veille</w:t>
      </w:r>
      <w:r w:rsidR="00462692" w:rsidRPr="00A4769E">
        <w:rPr>
          <w:szCs w:val="20"/>
        </w:rPr>
        <w:t xml:space="preserve">, </w:t>
      </w:r>
      <w:r w:rsidRPr="001B73FA">
        <w:rPr>
          <w:szCs w:val="20"/>
        </w:rPr>
        <w:t>étant trop fatigué</w:t>
      </w:r>
      <w:r w:rsidR="00462692" w:rsidRPr="00A4769E">
        <w:rPr>
          <w:szCs w:val="20"/>
        </w:rPr>
        <w:t xml:space="preserve">, </w:t>
      </w:r>
      <w:r w:rsidRPr="001B73FA">
        <w:rPr>
          <w:szCs w:val="20"/>
        </w:rPr>
        <w:t>il n</w:t>
      </w:r>
      <w:r w:rsidR="00462692" w:rsidRPr="00A4769E">
        <w:rPr>
          <w:szCs w:val="20"/>
        </w:rPr>
        <w:t>’</w:t>
      </w:r>
      <w:r w:rsidRPr="001B73FA">
        <w:rPr>
          <w:szCs w:val="20"/>
        </w:rPr>
        <w:t>avait pu apprécier toute la qualité</w:t>
      </w:r>
      <w:r w:rsidR="00462692" w:rsidRPr="00A4769E">
        <w:rPr>
          <w:szCs w:val="20"/>
        </w:rPr>
        <w:t>.</w:t>
      </w:r>
    </w:p>
    <w:p w14:paraId="5365CBDD" w14:textId="209F6B6C" w:rsidR="001B73FA" w:rsidRPr="001B73FA" w:rsidRDefault="00462692" w:rsidP="001B73FA">
      <w:pPr>
        <w:rPr>
          <w:szCs w:val="20"/>
        </w:rPr>
      </w:pPr>
      <w:r w:rsidRPr="00A4769E">
        <w:rPr>
          <w:szCs w:val="20"/>
        </w:rPr>
        <w:lastRenderedPageBreak/>
        <w:t>« </w:t>
      </w:r>
      <w:r w:rsidR="001B73FA" w:rsidRPr="001B73FA">
        <w:rPr>
          <w:szCs w:val="20"/>
        </w:rPr>
        <w:t>C</w:t>
      </w:r>
      <w:r w:rsidRPr="00A4769E">
        <w:rPr>
          <w:szCs w:val="20"/>
        </w:rPr>
        <w:t>’</w:t>
      </w:r>
      <w:r w:rsidR="001B73FA" w:rsidRPr="001B73FA">
        <w:rPr>
          <w:szCs w:val="20"/>
        </w:rPr>
        <w:t>est vraiment une marquise</w:t>
      </w:r>
      <w:r w:rsidRPr="00A4769E">
        <w:rPr>
          <w:szCs w:val="20"/>
        </w:rPr>
        <w:t xml:space="preserve">, </w:t>
      </w:r>
      <w:r w:rsidR="001B73FA" w:rsidRPr="001B73FA">
        <w:rPr>
          <w:szCs w:val="20"/>
        </w:rPr>
        <w:t>se dit-il</w:t>
      </w:r>
      <w:r w:rsidRPr="00A4769E">
        <w:rPr>
          <w:szCs w:val="20"/>
        </w:rPr>
        <w:t xml:space="preserve">. </w:t>
      </w:r>
      <w:r w:rsidR="001B73FA" w:rsidRPr="001B73FA">
        <w:rPr>
          <w:szCs w:val="20"/>
        </w:rPr>
        <w:t>Elle a dû donner des ordres</w:t>
      </w:r>
      <w:r w:rsidRPr="00A4769E">
        <w:rPr>
          <w:szCs w:val="20"/>
        </w:rPr>
        <w:t>. »</w:t>
      </w:r>
      <w:r w:rsidR="001B73FA" w:rsidRPr="001B73FA">
        <w:rPr>
          <w:szCs w:val="20"/>
        </w:rPr>
        <w:t xml:space="preserve"> Il avait dormi sans goûter la qualité ni des draps ni de la laine</w:t>
      </w:r>
      <w:r w:rsidRPr="00A4769E">
        <w:rPr>
          <w:szCs w:val="20"/>
        </w:rPr>
        <w:t xml:space="preserve">, </w:t>
      </w:r>
      <w:r w:rsidR="001B73FA" w:rsidRPr="001B73FA">
        <w:rPr>
          <w:szCs w:val="20"/>
        </w:rPr>
        <w:t>mais il se souvenait de la courtepointe en piqué</w:t>
      </w:r>
      <w:r w:rsidRPr="00A4769E">
        <w:rPr>
          <w:szCs w:val="20"/>
        </w:rPr>
        <w:t xml:space="preserve">, </w:t>
      </w:r>
      <w:r w:rsidR="001B73FA" w:rsidRPr="001B73FA">
        <w:rPr>
          <w:szCs w:val="20"/>
        </w:rPr>
        <w:t>des dentelles de la taie et le vin était dans son verre comme un grenat</w:t>
      </w:r>
      <w:r w:rsidRPr="00A4769E">
        <w:rPr>
          <w:szCs w:val="20"/>
        </w:rPr>
        <w:t>. « </w:t>
      </w:r>
      <w:r w:rsidR="001B73FA" w:rsidRPr="001B73FA">
        <w:rPr>
          <w:szCs w:val="20"/>
        </w:rPr>
        <w:t>Voilà</w:t>
      </w:r>
      <w:r w:rsidRPr="00A4769E">
        <w:rPr>
          <w:szCs w:val="20"/>
        </w:rPr>
        <w:t xml:space="preserve">, </w:t>
      </w:r>
      <w:r w:rsidR="001B73FA" w:rsidRPr="001B73FA">
        <w:rPr>
          <w:szCs w:val="20"/>
        </w:rPr>
        <w:t>se dit-il</w:t>
      </w:r>
      <w:r w:rsidRPr="00A4769E">
        <w:rPr>
          <w:szCs w:val="20"/>
        </w:rPr>
        <w:t xml:space="preserve">, </w:t>
      </w:r>
      <w:r w:rsidR="001B73FA" w:rsidRPr="001B73FA">
        <w:rPr>
          <w:szCs w:val="20"/>
        </w:rPr>
        <w:t>qui est de la qualité de cette longue façade pâle si aristocratique qui m</w:t>
      </w:r>
      <w:r w:rsidRPr="00A4769E">
        <w:rPr>
          <w:szCs w:val="20"/>
        </w:rPr>
        <w:t>’</w:t>
      </w:r>
      <w:r w:rsidR="001B73FA" w:rsidRPr="001B73FA">
        <w:rPr>
          <w:szCs w:val="20"/>
        </w:rPr>
        <w:t>a regardé d</w:t>
      </w:r>
      <w:r w:rsidRPr="00A4769E">
        <w:rPr>
          <w:szCs w:val="20"/>
        </w:rPr>
        <w:t>’</w:t>
      </w:r>
      <w:r w:rsidR="001B73FA" w:rsidRPr="001B73FA">
        <w:rPr>
          <w:szCs w:val="20"/>
        </w:rPr>
        <w:t>entre les feuillages hier soir quand je suis arrivé</w:t>
      </w:r>
      <w:r w:rsidRPr="00A4769E">
        <w:rPr>
          <w:szCs w:val="20"/>
        </w:rPr>
        <w:t xml:space="preserve">. </w:t>
      </w:r>
      <w:r w:rsidR="001B73FA" w:rsidRPr="001B73FA">
        <w:rPr>
          <w:szCs w:val="20"/>
        </w:rPr>
        <w:t>S</w:t>
      </w:r>
      <w:r w:rsidRPr="00A4769E">
        <w:rPr>
          <w:szCs w:val="20"/>
        </w:rPr>
        <w:t>’</w:t>
      </w:r>
      <w:r w:rsidR="001B73FA" w:rsidRPr="001B73FA">
        <w:rPr>
          <w:szCs w:val="20"/>
        </w:rPr>
        <w:t>il existait une femme semblable à cette façade</w:t>
      </w:r>
      <w:r w:rsidRPr="00A4769E">
        <w:rPr>
          <w:szCs w:val="20"/>
        </w:rPr>
        <w:t xml:space="preserve">, </w:t>
      </w:r>
      <w:r w:rsidR="001B73FA" w:rsidRPr="001B73FA">
        <w:rPr>
          <w:szCs w:val="20"/>
        </w:rPr>
        <w:t>j</w:t>
      </w:r>
      <w:r w:rsidRPr="00A4769E">
        <w:rPr>
          <w:szCs w:val="20"/>
        </w:rPr>
        <w:t>’</w:t>
      </w:r>
      <w:r w:rsidR="001B73FA" w:rsidRPr="001B73FA">
        <w:rPr>
          <w:szCs w:val="20"/>
        </w:rPr>
        <w:t>en serais follement amoureux</w:t>
      </w:r>
      <w:r w:rsidRPr="00A4769E">
        <w:rPr>
          <w:szCs w:val="20"/>
        </w:rPr>
        <w:t>.</w:t>
      </w:r>
      <w:r w:rsidRPr="00A4769E">
        <w:rPr>
          <w:szCs w:val="20"/>
        </w:rPr>
        <w:t> »</w:t>
      </w:r>
    </w:p>
    <w:p w14:paraId="034AB27C" w14:textId="77777777" w:rsidR="00462692" w:rsidRPr="00A4769E" w:rsidRDefault="001B73FA" w:rsidP="001B73FA">
      <w:pPr>
        <w:rPr>
          <w:szCs w:val="20"/>
        </w:rPr>
      </w:pPr>
      <w:r w:rsidRPr="001B73FA">
        <w:rPr>
          <w:szCs w:val="20"/>
        </w:rPr>
        <w:t>Il allumait son cigare quand un homme entra</w:t>
      </w:r>
      <w:r w:rsidR="00462692" w:rsidRPr="00A4769E">
        <w:rPr>
          <w:szCs w:val="20"/>
        </w:rPr>
        <w:t xml:space="preserve">. </w:t>
      </w:r>
      <w:r w:rsidRPr="001B73FA">
        <w:rPr>
          <w:szCs w:val="20"/>
        </w:rPr>
        <w:t>Il reconnut le cocher qu</w:t>
      </w:r>
      <w:r w:rsidR="00462692" w:rsidRPr="00A4769E">
        <w:rPr>
          <w:szCs w:val="20"/>
        </w:rPr>
        <w:t>’</w:t>
      </w:r>
      <w:r w:rsidRPr="001B73FA">
        <w:rPr>
          <w:szCs w:val="20"/>
        </w:rPr>
        <w:t>il avait houspillé la veille</w:t>
      </w:r>
      <w:r w:rsidR="00462692" w:rsidRPr="00A4769E">
        <w:rPr>
          <w:szCs w:val="20"/>
        </w:rPr>
        <w:t xml:space="preserve">. </w:t>
      </w:r>
      <w:r w:rsidRPr="001B73FA">
        <w:rPr>
          <w:szCs w:val="20"/>
        </w:rPr>
        <w:t>Celui-ci s</w:t>
      </w:r>
      <w:r w:rsidR="00462692" w:rsidRPr="00A4769E">
        <w:rPr>
          <w:szCs w:val="20"/>
        </w:rPr>
        <w:t>’</w:t>
      </w:r>
      <w:r w:rsidRPr="001B73FA">
        <w:rPr>
          <w:szCs w:val="20"/>
        </w:rPr>
        <w:t>approcha de la table</w:t>
      </w:r>
      <w:r w:rsidR="00462692" w:rsidRPr="00A4769E">
        <w:rPr>
          <w:szCs w:val="20"/>
        </w:rPr>
        <w:t xml:space="preserve">, </w:t>
      </w:r>
      <w:r w:rsidRPr="001B73FA">
        <w:rPr>
          <w:szCs w:val="20"/>
        </w:rPr>
        <w:t>salua militairement et tendit une lettre</w:t>
      </w:r>
      <w:r w:rsidR="00462692" w:rsidRPr="00A4769E">
        <w:rPr>
          <w:szCs w:val="20"/>
        </w:rPr>
        <w:t>. « </w:t>
      </w:r>
      <w:r w:rsidRPr="001B73FA">
        <w:rPr>
          <w:szCs w:val="20"/>
        </w:rPr>
        <w:t>De la part du château</w:t>
      </w:r>
      <w:r w:rsidR="00462692" w:rsidRPr="00A4769E">
        <w:rPr>
          <w:szCs w:val="20"/>
        </w:rPr>
        <w:t xml:space="preserve">, </w:t>
      </w:r>
      <w:r w:rsidRPr="001B73FA">
        <w:rPr>
          <w:szCs w:val="20"/>
        </w:rPr>
        <w:t>mon Colonel</w:t>
      </w:r>
      <w:r w:rsidR="00462692" w:rsidRPr="00A4769E">
        <w:rPr>
          <w:szCs w:val="20"/>
        </w:rPr>
        <w:t xml:space="preserve">, </w:t>
      </w:r>
      <w:r w:rsidRPr="001B73FA">
        <w:rPr>
          <w:szCs w:val="20"/>
        </w:rPr>
        <w:t>dit-il</w:t>
      </w:r>
      <w:r w:rsidR="00462692" w:rsidRPr="00A4769E">
        <w:rPr>
          <w:szCs w:val="20"/>
        </w:rPr>
        <w:t>.</w:t>
      </w:r>
    </w:p>
    <w:p w14:paraId="63ADE050" w14:textId="671D03D3" w:rsidR="00462692" w:rsidRPr="00A4769E" w:rsidRDefault="00462692" w:rsidP="001B73FA">
      <w:pPr>
        <w:rPr>
          <w:szCs w:val="20"/>
        </w:rPr>
      </w:pPr>
      <w:r w:rsidRPr="00A4769E">
        <w:rPr>
          <w:szCs w:val="20"/>
        </w:rPr>
        <w:t>— </w:t>
      </w:r>
      <w:r w:rsidR="001B73FA" w:rsidRPr="001B73FA">
        <w:rPr>
          <w:szCs w:val="20"/>
        </w:rPr>
        <w:t>Et comment sais-tu que je suis colonel</w:t>
      </w:r>
      <w:r w:rsidRPr="00A4769E">
        <w:rPr>
          <w:szCs w:val="20"/>
        </w:rPr>
        <w:t xml:space="preserve"> ? </w:t>
      </w:r>
      <w:r w:rsidR="001B73FA" w:rsidRPr="001B73FA">
        <w:rPr>
          <w:szCs w:val="20"/>
        </w:rPr>
        <w:t>demanda Angelo</w:t>
      </w:r>
      <w:r w:rsidRPr="00A4769E">
        <w:rPr>
          <w:szCs w:val="20"/>
        </w:rPr>
        <w:t>.</w:t>
      </w:r>
    </w:p>
    <w:p w14:paraId="20834FC8" w14:textId="48F56C94" w:rsidR="00462692" w:rsidRPr="00A4769E" w:rsidRDefault="00462692" w:rsidP="001B73FA">
      <w:pPr>
        <w:rPr>
          <w:szCs w:val="20"/>
        </w:rPr>
      </w:pPr>
      <w:r w:rsidRPr="00A4769E">
        <w:rPr>
          <w:szCs w:val="20"/>
        </w:rPr>
        <w:t>— </w:t>
      </w:r>
      <w:r w:rsidR="001B73FA" w:rsidRPr="001B73FA">
        <w:rPr>
          <w:szCs w:val="20"/>
        </w:rPr>
        <w:t>J</w:t>
      </w:r>
      <w:r w:rsidRPr="00A4769E">
        <w:rPr>
          <w:szCs w:val="20"/>
        </w:rPr>
        <w:t>’</w:t>
      </w:r>
      <w:r w:rsidR="001B73FA" w:rsidRPr="001B73FA">
        <w:rPr>
          <w:szCs w:val="20"/>
        </w:rPr>
        <w:t>aurais dû m</w:t>
      </w:r>
      <w:r w:rsidRPr="00A4769E">
        <w:rPr>
          <w:szCs w:val="20"/>
        </w:rPr>
        <w:t>’</w:t>
      </w:r>
      <w:r w:rsidR="001B73FA" w:rsidRPr="001B73FA">
        <w:rPr>
          <w:szCs w:val="20"/>
        </w:rPr>
        <w:t>en douter quand vous êtes monté dans ma voiture</w:t>
      </w:r>
      <w:r w:rsidRPr="00A4769E">
        <w:rPr>
          <w:szCs w:val="20"/>
        </w:rPr>
        <w:t xml:space="preserve">, </w:t>
      </w:r>
      <w:r w:rsidR="001B73FA" w:rsidRPr="001B73FA">
        <w:rPr>
          <w:szCs w:val="20"/>
        </w:rPr>
        <w:t>dit l</w:t>
      </w:r>
      <w:r w:rsidRPr="00A4769E">
        <w:rPr>
          <w:szCs w:val="20"/>
        </w:rPr>
        <w:t>’</w:t>
      </w:r>
      <w:r w:rsidR="001B73FA" w:rsidRPr="001B73FA">
        <w:rPr>
          <w:szCs w:val="20"/>
        </w:rPr>
        <w:t>homme</w:t>
      </w:r>
      <w:r w:rsidRPr="00A4769E">
        <w:rPr>
          <w:szCs w:val="20"/>
        </w:rPr>
        <w:t xml:space="preserve">, </w:t>
      </w:r>
      <w:r w:rsidR="001B73FA" w:rsidRPr="001B73FA">
        <w:rPr>
          <w:szCs w:val="20"/>
        </w:rPr>
        <w:t>mais j</w:t>
      </w:r>
      <w:r w:rsidRPr="00A4769E">
        <w:rPr>
          <w:szCs w:val="20"/>
        </w:rPr>
        <w:t>’</w:t>
      </w:r>
      <w:r w:rsidR="001B73FA" w:rsidRPr="001B73FA">
        <w:rPr>
          <w:szCs w:val="20"/>
        </w:rPr>
        <w:t>avais du souci pour ce que vous savez</w:t>
      </w:r>
      <w:r w:rsidRPr="00A4769E">
        <w:rPr>
          <w:szCs w:val="20"/>
        </w:rPr>
        <w:t xml:space="preserve">, </w:t>
      </w:r>
      <w:r w:rsidR="001B73FA" w:rsidRPr="001B73FA">
        <w:rPr>
          <w:szCs w:val="20"/>
        </w:rPr>
        <w:t>sans quoi</w:t>
      </w:r>
      <w:r w:rsidRPr="00A4769E">
        <w:rPr>
          <w:szCs w:val="20"/>
        </w:rPr>
        <w:t xml:space="preserve">, </w:t>
      </w:r>
      <w:r w:rsidR="001B73FA" w:rsidRPr="001B73FA">
        <w:rPr>
          <w:szCs w:val="20"/>
        </w:rPr>
        <w:t>la nuit même n</w:t>
      </w:r>
      <w:r w:rsidRPr="00A4769E">
        <w:rPr>
          <w:szCs w:val="20"/>
        </w:rPr>
        <w:t>’</w:t>
      </w:r>
      <w:r w:rsidR="001B73FA" w:rsidRPr="001B73FA">
        <w:rPr>
          <w:szCs w:val="20"/>
        </w:rPr>
        <w:t>aurait pas empêché que je vous reconnaisse rien que par les on-dit</w:t>
      </w:r>
      <w:r w:rsidRPr="00A4769E">
        <w:rPr>
          <w:szCs w:val="20"/>
        </w:rPr>
        <w:t>. »</w:t>
      </w:r>
      <w:r w:rsidR="001B73FA" w:rsidRPr="001B73FA">
        <w:rPr>
          <w:szCs w:val="20"/>
        </w:rPr>
        <w:t xml:space="preserve"> Quoique les doigts sur la couture du pantalon</w:t>
      </w:r>
      <w:r w:rsidRPr="00A4769E">
        <w:rPr>
          <w:szCs w:val="20"/>
        </w:rPr>
        <w:t xml:space="preserve">, </w:t>
      </w:r>
      <w:r w:rsidR="001B73FA" w:rsidRPr="001B73FA">
        <w:rPr>
          <w:szCs w:val="20"/>
        </w:rPr>
        <w:t>il souriait avec beaucoup de franchise</w:t>
      </w:r>
      <w:r w:rsidRPr="00A4769E">
        <w:rPr>
          <w:szCs w:val="20"/>
        </w:rPr>
        <w:t xml:space="preserve">. </w:t>
      </w:r>
      <w:r w:rsidR="001B73FA" w:rsidRPr="001B73FA">
        <w:rPr>
          <w:szCs w:val="20"/>
        </w:rPr>
        <w:t>Il avait les dents extraordinairement blanches pour un paysan</w:t>
      </w:r>
      <w:r w:rsidRPr="00A4769E">
        <w:rPr>
          <w:szCs w:val="20"/>
        </w:rPr>
        <w:t>. « </w:t>
      </w:r>
      <w:r w:rsidR="001B73FA" w:rsidRPr="001B73FA">
        <w:rPr>
          <w:szCs w:val="20"/>
        </w:rPr>
        <w:t>Tu es fort habile</w:t>
      </w:r>
      <w:r w:rsidRPr="00A4769E">
        <w:rPr>
          <w:szCs w:val="20"/>
        </w:rPr>
        <w:t xml:space="preserve"> », </w:t>
      </w:r>
      <w:r w:rsidR="001B73FA" w:rsidRPr="001B73FA">
        <w:rPr>
          <w:szCs w:val="20"/>
        </w:rPr>
        <w:t>dit Angelo</w:t>
      </w:r>
      <w:r w:rsidRPr="00A4769E">
        <w:rPr>
          <w:szCs w:val="20"/>
        </w:rPr>
        <w:t xml:space="preserve">, </w:t>
      </w:r>
      <w:r w:rsidR="001B73FA" w:rsidRPr="001B73FA">
        <w:rPr>
          <w:szCs w:val="20"/>
        </w:rPr>
        <w:t>avec une lenteur diplomatique</w:t>
      </w:r>
      <w:r w:rsidRPr="00A4769E">
        <w:rPr>
          <w:szCs w:val="20"/>
        </w:rPr>
        <w:t>.</w:t>
      </w:r>
    </w:p>
    <w:p w14:paraId="689879A8" w14:textId="77777777" w:rsidR="001B73FA" w:rsidRPr="001B73FA" w:rsidRDefault="001B73FA" w:rsidP="001B73FA">
      <w:pPr>
        <w:rPr>
          <w:szCs w:val="20"/>
        </w:rPr>
      </w:pPr>
      <w:r w:rsidRPr="001B73FA">
        <w:rPr>
          <w:szCs w:val="20"/>
        </w:rPr>
        <w:t>Le billet était une invitation en règle pour le château</w:t>
      </w:r>
      <w:r w:rsidR="00462692" w:rsidRPr="00A4769E">
        <w:rPr>
          <w:szCs w:val="20"/>
        </w:rPr>
        <w:t xml:space="preserve">. </w:t>
      </w:r>
      <w:r w:rsidRPr="001B73FA">
        <w:rPr>
          <w:szCs w:val="20"/>
        </w:rPr>
        <w:t>Il y était dit en termes fleuris qu</w:t>
      </w:r>
      <w:r w:rsidR="00462692" w:rsidRPr="00A4769E">
        <w:rPr>
          <w:szCs w:val="20"/>
        </w:rPr>
        <w:t>’</w:t>
      </w:r>
      <w:r w:rsidRPr="001B73FA">
        <w:rPr>
          <w:szCs w:val="20"/>
        </w:rPr>
        <w:t>on attendait</w:t>
      </w:r>
      <w:r w:rsidR="00462692" w:rsidRPr="00A4769E">
        <w:rPr>
          <w:szCs w:val="20"/>
        </w:rPr>
        <w:t xml:space="preserve">, </w:t>
      </w:r>
      <w:r w:rsidRPr="001B73FA">
        <w:rPr>
          <w:szCs w:val="20"/>
        </w:rPr>
        <w:t>à son gré</w:t>
      </w:r>
      <w:r w:rsidR="00462692" w:rsidRPr="00A4769E">
        <w:rPr>
          <w:szCs w:val="20"/>
        </w:rPr>
        <w:t>, M. </w:t>
      </w:r>
      <w:r w:rsidRPr="001B73FA">
        <w:rPr>
          <w:szCs w:val="20"/>
        </w:rPr>
        <w:t>le Colonel</w:t>
      </w:r>
      <w:r w:rsidR="00462692" w:rsidRPr="00A4769E">
        <w:rPr>
          <w:szCs w:val="20"/>
        </w:rPr>
        <w:t>. « </w:t>
      </w:r>
      <w:r w:rsidRPr="001B73FA">
        <w:rPr>
          <w:szCs w:val="20"/>
        </w:rPr>
        <w:t>Cela leur a coupé le sifflet</w:t>
      </w:r>
      <w:r w:rsidR="00462692" w:rsidRPr="00A4769E">
        <w:rPr>
          <w:szCs w:val="20"/>
        </w:rPr>
        <w:t xml:space="preserve">, </w:t>
      </w:r>
      <w:r w:rsidRPr="001B73FA">
        <w:rPr>
          <w:szCs w:val="20"/>
        </w:rPr>
        <w:t>se dit Angelo</w:t>
      </w:r>
      <w:r w:rsidR="00462692" w:rsidRPr="00A4769E">
        <w:rPr>
          <w:szCs w:val="20"/>
        </w:rPr>
        <w:t xml:space="preserve">. </w:t>
      </w:r>
      <w:r w:rsidRPr="001B73FA">
        <w:rPr>
          <w:szCs w:val="20"/>
        </w:rPr>
        <w:t>Ma mère connaissait bien le monde quand elle a employé son crédit à me faire obtenir cette veste qui a de l</w:t>
      </w:r>
      <w:r w:rsidR="00462692" w:rsidRPr="00A4769E">
        <w:rPr>
          <w:szCs w:val="20"/>
        </w:rPr>
        <w:t>’</w:t>
      </w:r>
      <w:r w:rsidRPr="001B73FA">
        <w:rPr>
          <w:szCs w:val="20"/>
        </w:rPr>
        <w:t>or sur les manches</w:t>
      </w:r>
      <w:r w:rsidR="00462692" w:rsidRPr="00A4769E">
        <w:rPr>
          <w:szCs w:val="20"/>
        </w:rPr>
        <w:t xml:space="preserve">. </w:t>
      </w:r>
      <w:r w:rsidRPr="001B73FA">
        <w:rPr>
          <w:szCs w:val="20"/>
        </w:rPr>
        <w:t>L</w:t>
      </w:r>
      <w:r w:rsidR="00462692" w:rsidRPr="00A4769E">
        <w:rPr>
          <w:szCs w:val="20"/>
        </w:rPr>
        <w:t>’</w:t>
      </w:r>
      <w:r w:rsidRPr="001B73FA">
        <w:rPr>
          <w:szCs w:val="20"/>
        </w:rPr>
        <w:t>habit fait toujours le moine</w:t>
      </w:r>
      <w:r w:rsidR="00462692" w:rsidRPr="00A4769E">
        <w:rPr>
          <w:szCs w:val="20"/>
        </w:rPr>
        <w:t xml:space="preserve">. </w:t>
      </w:r>
      <w:r w:rsidRPr="001B73FA">
        <w:rPr>
          <w:szCs w:val="20"/>
        </w:rPr>
        <w:t>Mais comme mon costume de velours n</w:t>
      </w:r>
      <w:r w:rsidR="00462692" w:rsidRPr="00A4769E">
        <w:rPr>
          <w:szCs w:val="20"/>
        </w:rPr>
        <w:t>’</w:t>
      </w:r>
      <w:r w:rsidRPr="001B73FA">
        <w:rPr>
          <w:szCs w:val="20"/>
        </w:rPr>
        <w:t>a pas de galons et qu</w:t>
      </w:r>
      <w:r w:rsidR="00462692" w:rsidRPr="00A4769E">
        <w:rPr>
          <w:szCs w:val="20"/>
        </w:rPr>
        <w:t>’</w:t>
      </w:r>
      <w:r w:rsidRPr="001B73FA">
        <w:rPr>
          <w:szCs w:val="20"/>
        </w:rPr>
        <w:t>il est parlé là-dedans de mon gré</w:t>
      </w:r>
      <w:r w:rsidR="00462692" w:rsidRPr="00A4769E">
        <w:rPr>
          <w:szCs w:val="20"/>
        </w:rPr>
        <w:t xml:space="preserve">, </w:t>
      </w:r>
      <w:r w:rsidRPr="001B73FA">
        <w:rPr>
          <w:szCs w:val="20"/>
        </w:rPr>
        <w:t>mon gré va être de fumer paisiblement mon ci</w:t>
      </w:r>
      <w:r w:rsidRPr="001B73FA">
        <w:rPr>
          <w:szCs w:val="20"/>
        </w:rPr>
        <w:lastRenderedPageBreak/>
        <w:t>gare</w:t>
      </w:r>
      <w:r w:rsidR="00462692" w:rsidRPr="00A4769E">
        <w:rPr>
          <w:szCs w:val="20"/>
        </w:rPr>
        <w:t>. »« </w:t>
      </w:r>
      <w:r w:rsidRPr="001B73FA">
        <w:rPr>
          <w:szCs w:val="20"/>
        </w:rPr>
        <w:t>C</w:t>
      </w:r>
      <w:r w:rsidR="00462692" w:rsidRPr="00A4769E">
        <w:rPr>
          <w:szCs w:val="20"/>
        </w:rPr>
        <w:t>’</w:t>
      </w:r>
      <w:r w:rsidRPr="001B73FA">
        <w:rPr>
          <w:szCs w:val="20"/>
        </w:rPr>
        <w:t>est bon</w:t>
      </w:r>
      <w:r w:rsidR="00462692" w:rsidRPr="00A4769E">
        <w:rPr>
          <w:szCs w:val="20"/>
        </w:rPr>
        <w:t xml:space="preserve"> », </w:t>
      </w:r>
      <w:r w:rsidRPr="001B73FA">
        <w:rPr>
          <w:szCs w:val="20"/>
        </w:rPr>
        <w:t>dit-il avec juste ce qu</w:t>
      </w:r>
      <w:r w:rsidR="00462692" w:rsidRPr="00A4769E">
        <w:rPr>
          <w:szCs w:val="20"/>
        </w:rPr>
        <w:t>’</w:t>
      </w:r>
      <w:r w:rsidRPr="001B73FA">
        <w:rPr>
          <w:szCs w:val="20"/>
        </w:rPr>
        <w:t>il fallait de hauteur pour marquer son rang</w:t>
      </w:r>
      <w:r w:rsidR="00462692" w:rsidRPr="00A4769E">
        <w:rPr>
          <w:szCs w:val="20"/>
        </w:rPr>
        <w:t xml:space="preserve">. </w:t>
      </w:r>
      <w:r w:rsidRPr="001B73FA">
        <w:rPr>
          <w:szCs w:val="20"/>
        </w:rPr>
        <w:t>L</w:t>
      </w:r>
      <w:r w:rsidR="00462692" w:rsidRPr="00A4769E">
        <w:rPr>
          <w:szCs w:val="20"/>
        </w:rPr>
        <w:t>’</w:t>
      </w:r>
      <w:r w:rsidRPr="001B73FA">
        <w:rPr>
          <w:szCs w:val="20"/>
        </w:rPr>
        <w:t>homme s</w:t>
      </w:r>
      <w:r w:rsidR="00462692" w:rsidRPr="00A4769E">
        <w:rPr>
          <w:szCs w:val="20"/>
        </w:rPr>
        <w:t>’</w:t>
      </w:r>
      <w:r w:rsidRPr="001B73FA">
        <w:rPr>
          <w:szCs w:val="20"/>
        </w:rPr>
        <w:t>apprêtait à sortir</w:t>
      </w:r>
      <w:r w:rsidR="00462692" w:rsidRPr="00A4769E">
        <w:rPr>
          <w:szCs w:val="20"/>
        </w:rPr>
        <w:t>. « </w:t>
      </w:r>
      <w:r w:rsidRPr="001B73FA">
        <w:rPr>
          <w:szCs w:val="20"/>
        </w:rPr>
        <w:t>Attends</w:t>
      </w:r>
      <w:r w:rsidR="00462692" w:rsidRPr="00A4769E">
        <w:rPr>
          <w:szCs w:val="20"/>
        </w:rPr>
        <w:t xml:space="preserve">, </w:t>
      </w:r>
      <w:r w:rsidRPr="001B73FA">
        <w:rPr>
          <w:szCs w:val="20"/>
        </w:rPr>
        <w:t>reste à l</w:t>
      </w:r>
      <w:r w:rsidR="00462692" w:rsidRPr="00A4769E">
        <w:rPr>
          <w:szCs w:val="20"/>
        </w:rPr>
        <w:t>’</w:t>
      </w:r>
      <w:r w:rsidRPr="001B73FA">
        <w:rPr>
          <w:szCs w:val="20"/>
        </w:rPr>
        <w:t>abri</w:t>
      </w:r>
      <w:r w:rsidR="00462692" w:rsidRPr="00A4769E">
        <w:rPr>
          <w:szCs w:val="20"/>
        </w:rPr>
        <w:t xml:space="preserve">, </w:t>
      </w:r>
      <w:r w:rsidRPr="001B73FA">
        <w:rPr>
          <w:szCs w:val="20"/>
        </w:rPr>
        <w:t>lui dit-il</w:t>
      </w:r>
      <w:r w:rsidR="00462692" w:rsidRPr="00A4769E">
        <w:rPr>
          <w:szCs w:val="20"/>
        </w:rPr>
        <w:t xml:space="preserve">. </w:t>
      </w:r>
      <w:r w:rsidRPr="001B73FA">
        <w:rPr>
          <w:szCs w:val="20"/>
        </w:rPr>
        <w:t>Il est inutile que tu ailles te mouiller</w:t>
      </w:r>
      <w:r w:rsidR="00462692" w:rsidRPr="00A4769E">
        <w:rPr>
          <w:szCs w:val="20"/>
        </w:rPr>
        <w:t xml:space="preserve">. </w:t>
      </w:r>
      <w:r w:rsidRPr="001B73FA">
        <w:rPr>
          <w:szCs w:val="20"/>
        </w:rPr>
        <w:t>Tu ne me gênes pas</w:t>
      </w:r>
      <w:r w:rsidR="00462692" w:rsidRPr="00A4769E">
        <w:rPr>
          <w:szCs w:val="20"/>
        </w:rPr>
        <w:t>. »</w:t>
      </w:r>
      <w:r w:rsidRPr="001B73FA">
        <w:rPr>
          <w:szCs w:val="20"/>
        </w:rPr>
        <w:t xml:space="preserve"> Il s</w:t>
      </w:r>
      <w:r w:rsidR="00462692" w:rsidRPr="00A4769E">
        <w:rPr>
          <w:szCs w:val="20"/>
        </w:rPr>
        <w:t>’</w:t>
      </w:r>
      <w:r w:rsidRPr="001B73FA">
        <w:rPr>
          <w:szCs w:val="20"/>
        </w:rPr>
        <w:t>efforça de bâiller très ostensiblement sans mettre la main devant la bouche</w:t>
      </w:r>
      <w:r w:rsidR="00462692" w:rsidRPr="00A4769E">
        <w:rPr>
          <w:szCs w:val="20"/>
        </w:rPr>
        <w:t>. « </w:t>
      </w:r>
      <w:r w:rsidRPr="001B73FA">
        <w:rPr>
          <w:szCs w:val="20"/>
        </w:rPr>
        <w:t>Cela impressionne toujours beaucoup les sergents</w:t>
      </w:r>
      <w:r w:rsidR="00462692" w:rsidRPr="00A4769E">
        <w:rPr>
          <w:szCs w:val="20"/>
        </w:rPr>
        <w:t xml:space="preserve">, </w:t>
      </w:r>
      <w:r w:rsidRPr="001B73FA">
        <w:rPr>
          <w:szCs w:val="20"/>
        </w:rPr>
        <w:t>se dit-il</w:t>
      </w:r>
      <w:r w:rsidR="00462692" w:rsidRPr="00A4769E">
        <w:rPr>
          <w:szCs w:val="20"/>
        </w:rPr>
        <w:t xml:space="preserve">. </w:t>
      </w:r>
      <w:r w:rsidRPr="001B73FA">
        <w:rPr>
          <w:szCs w:val="20"/>
        </w:rPr>
        <w:t>Il faut que cet homme reste là et se rende bien compte qu</w:t>
      </w:r>
      <w:r w:rsidR="00462692" w:rsidRPr="00A4769E">
        <w:rPr>
          <w:szCs w:val="20"/>
        </w:rPr>
        <w:t>’</w:t>
      </w:r>
      <w:r w:rsidRPr="001B73FA">
        <w:rPr>
          <w:szCs w:val="20"/>
        </w:rPr>
        <w:t>il a porté une invitation et non pas un ordre</w:t>
      </w:r>
      <w:r w:rsidR="00462692" w:rsidRPr="00A4769E">
        <w:rPr>
          <w:szCs w:val="20"/>
        </w:rPr>
        <w:t>. »</w:t>
      </w:r>
    </w:p>
    <w:p w14:paraId="3C7FFF3E" w14:textId="77777777" w:rsidR="00462692" w:rsidRPr="00A4769E" w:rsidRDefault="001B73FA" w:rsidP="001B73FA">
      <w:pPr>
        <w:rPr>
          <w:szCs w:val="20"/>
        </w:rPr>
      </w:pPr>
      <w:r w:rsidRPr="001B73FA">
        <w:rPr>
          <w:szCs w:val="20"/>
        </w:rPr>
        <w:t>Après plus d</w:t>
      </w:r>
      <w:r w:rsidR="00462692" w:rsidRPr="00A4769E">
        <w:rPr>
          <w:szCs w:val="20"/>
        </w:rPr>
        <w:t>’</w:t>
      </w:r>
      <w:r w:rsidRPr="001B73FA">
        <w:rPr>
          <w:szCs w:val="20"/>
        </w:rPr>
        <w:t>un bon quart d</w:t>
      </w:r>
      <w:r w:rsidR="00462692" w:rsidRPr="00A4769E">
        <w:rPr>
          <w:szCs w:val="20"/>
        </w:rPr>
        <w:t>’</w:t>
      </w:r>
      <w:r w:rsidRPr="001B73FA">
        <w:rPr>
          <w:szCs w:val="20"/>
        </w:rPr>
        <w:t>heure d</w:t>
      </w:r>
      <w:r w:rsidR="00462692" w:rsidRPr="00A4769E">
        <w:rPr>
          <w:szCs w:val="20"/>
        </w:rPr>
        <w:t>’</w:t>
      </w:r>
      <w:r w:rsidRPr="001B73FA">
        <w:rPr>
          <w:szCs w:val="20"/>
        </w:rPr>
        <w:t>attente pendant lequel il fut sur des charbons ardents</w:t>
      </w:r>
      <w:r w:rsidR="00462692" w:rsidRPr="00A4769E">
        <w:rPr>
          <w:szCs w:val="20"/>
        </w:rPr>
        <w:t xml:space="preserve">, </w:t>
      </w:r>
      <w:r w:rsidRPr="001B73FA">
        <w:rPr>
          <w:szCs w:val="20"/>
        </w:rPr>
        <w:t>Angelo jeta enfin un raisonnable morceau de cigare non fumé et s</w:t>
      </w:r>
      <w:r w:rsidR="00462692" w:rsidRPr="00A4769E">
        <w:rPr>
          <w:szCs w:val="20"/>
        </w:rPr>
        <w:t>’</w:t>
      </w:r>
      <w:r w:rsidRPr="001B73FA">
        <w:rPr>
          <w:szCs w:val="20"/>
        </w:rPr>
        <w:t>approcha de la porte en pliant ses jambes comme pour se les dégourdir</w:t>
      </w:r>
      <w:r w:rsidR="00462692" w:rsidRPr="00A4769E">
        <w:rPr>
          <w:szCs w:val="20"/>
        </w:rPr>
        <w:t>. « </w:t>
      </w:r>
      <w:r w:rsidRPr="001B73FA">
        <w:rPr>
          <w:szCs w:val="20"/>
        </w:rPr>
        <w:t>Et maintenant obéissons</w:t>
      </w:r>
      <w:r w:rsidR="00462692" w:rsidRPr="00A4769E">
        <w:rPr>
          <w:szCs w:val="20"/>
        </w:rPr>
        <w:t xml:space="preserve"> », </w:t>
      </w:r>
      <w:r w:rsidRPr="001B73FA">
        <w:rPr>
          <w:szCs w:val="20"/>
        </w:rPr>
        <w:t>dit-il en appuyant sur la drôlerie</w:t>
      </w:r>
      <w:r w:rsidR="00462692" w:rsidRPr="00A4769E">
        <w:rPr>
          <w:szCs w:val="20"/>
        </w:rPr>
        <w:t xml:space="preserve">. </w:t>
      </w:r>
      <w:r w:rsidRPr="001B73FA">
        <w:rPr>
          <w:szCs w:val="20"/>
        </w:rPr>
        <w:t>Il vit qu</w:t>
      </w:r>
      <w:r w:rsidR="00462692" w:rsidRPr="00A4769E">
        <w:rPr>
          <w:szCs w:val="20"/>
        </w:rPr>
        <w:t>’</w:t>
      </w:r>
      <w:r w:rsidRPr="001B73FA">
        <w:rPr>
          <w:szCs w:val="20"/>
        </w:rPr>
        <w:t>il pleuvait dur et il ajouta</w:t>
      </w:r>
      <w:r w:rsidR="00462692" w:rsidRPr="00A4769E">
        <w:rPr>
          <w:szCs w:val="20"/>
        </w:rPr>
        <w:t> : « </w:t>
      </w:r>
      <w:r w:rsidRPr="001B73FA">
        <w:rPr>
          <w:szCs w:val="20"/>
        </w:rPr>
        <w:t>Ces pékins vont nous faire tremper comme des soupes</w:t>
      </w:r>
      <w:r w:rsidR="00462692" w:rsidRPr="00A4769E">
        <w:rPr>
          <w:szCs w:val="20"/>
        </w:rPr>
        <w:t>.</w:t>
      </w:r>
    </w:p>
    <w:p w14:paraId="156FC5DE" w14:textId="1F02F50A" w:rsidR="00462692" w:rsidRPr="00A4769E" w:rsidRDefault="00462692" w:rsidP="001B73FA">
      <w:pPr>
        <w:rPr>
          <w:szCs w:val="20"/>
        </w:rPr>
      </w:pPr>
      <w:r w:rsidRPr="00A4769E">
        <w:rPr>
          <w:szCs w:val="20"/>
        </w:rPr>
        <w:t>— </w:t>
      </w:r>
      <w:r w:rsidR="001B73FA" w:rsidRPr="001B73FA">
        <w:rPr>
          <w:szCs w:val="20"/>
        </w:rPr>
        <w:t>J</w:t>
      </w:r>
      <w:r w:rsidRPr="00A4769E">
        <w:rPr>
          <w:szCs w:val="20"/>
        </w:rPr>
        <w:t>’</w:t>
      </w:r>
      <w:r w:rsidR="001B73FA" w:rsidRPr="001B73FA">
        <w:rPr>
          <w:szCs w:val="20"/>
        </w:rPr>
        <w:t>avais l</w:t>
      </w:r>
      <w:r w:rsidRPr="00A4769E">
        <w:rPr>
          <w:szCs w:val="20"/>
        </w:rPr>
        <w:t>’</w:t>
      </w:r>
      <w:r w:rsidR="001B73FA" w:rsidRPr="001B73FA">
        <w:rPr>
          <w:szCs w:val="20"/>
        </w:rPr>
        <w:t>ordre de remonter chercher la voiture à votre heure</w:t>
      </w:r>
      <w:r w:rsidRPr="00A4769E">
        <w:rPr>
          <w:szCs w:val="20"/>
        </w:rPr>
        <w:t xml:space="preserve">, </w:t>
      </w:r>
      <w:r w:rsidR="001B73FA" w:rsidRPr="001B73FA">
        <w:rPr>
          <w:szCs w:val="20"/>
        </w:rPr>
        <w:t>dit l</w:t>
      </w:r>
      <w:r w:rsidRPr="00A4769E">
        <w:rPr>
          <w:szCs w:val="20"/>
        </w:rPr>
        <w:t>’</w:t>
      </w:r>
      <w:r w:rsidR="001B73FA" w:rsidRPr="001B73FA">
        <w:rPr>
          <w:szCs w:val="20"/>
        </w:rPr>
        <w:t>homme très poliment</w:t>
      </w:r>
      <w:r w:rsidRPr="00A4769E">
        <w:rPr>
          <w:szCs w:val="20"/>
        </w:rPr>
        <w:t xml:space="preserve">, </w:t>
      </w:r>
      <w:r w:rsidR="001B73FA" w:rsidRPr="001B73FA">
        <w:rPr>
          <w:szCs w:val="20"/>
        </w:rPr>
        <w:t>mais</w:t>
      </w:r>
      <w:r w:rsidRPr="00A4769E">
        <w:rPr>
          <w:szCs w:val="20"/>
        </w:rPr>
        <w:t xml:space="preserve">, </w:t>
      </w:r>
      <w:r w:rsidR="001B73FA" w:rsidRPr="001B73FA">
        <w:rPr>
          <w:szCs w:val="20"/>
        </w:rPr>
        <w:t>comme vous m</w:t>
      </w:r>
      <w:r w:rsidRPr="00A4769E">
        <w:rPr>
          <w:szCs w:val="20"/>
        </w:rPr>
        <w:t>’</w:t>
      </w:r>
      <w:r w:rsidR="001B73FA" w:rsidRPr="001B73FA">
        <w:rPr>
          <w:szCs w:val="20"/>
        </w:rPr>
        <w:t>avez dit d</w:t>
      </w:r>
      <w:r w:rsidRPr="00A4769E">
        <w:rPr>
          <w:szCs w:val="20"/>
        </w:rPr>
        <w:t>’</w:t>
      </w:r>
      <w:r w:rsidR="001B73FA" w:rsidRPr="001B73FA">
        <w:rPr>
          <w:szCs w:val="20"/>
        </w:rPr>
        <w:t>attendre</w:t>
      </w:r>
      <w:r w:rsidRPr="00A4769E">
        <w:rPr>
          <w:szCs w:val="20"/>
        </w:rPr>
        <w:t>… »</w:t>
      </w:r>
      <w:r w:rsidR="001B73FA" w:rsidRPr="001B73FA">
        <w:rPr>
          <w:szCs w:val="20"/>
        </w:rPr>
        <w:t xml:space="preserve"> Angelo eut un regret mortel de n</w:t>
      </w:r>
      <w:r w:rsidRPr="00A4769E">
        <w:rPr>
          <w:szCs w:val="20"/>
        </w:rPr>
        <w:t>’</w:t>
      </w:r>
      <w:r w:rsidR="001B73FA" w:rsidRPr="001B73FA">
        <w:rPr>
          <w:szCs w:val="20"/>
        </w:rPr>
        <w:t>avoir pas pensé le premier à cette voiture</w:t>
      </w:r>
      <w:r w:rsidRPr="00A4769E">
        <w:rPr>
          <w:szCs w:val="20"/>
        </w:rPr>
        <w:t>. « </w:t>
      </w:r>
      <w:r w:rsidR="001B73FA" w:rsidRPr="001B73FA">
        <w:rPr>
          <w:szCs w:val="20"/>
        </w:rPr>
        <w:t>Voilà ce qu</w:t>
      </w:r>
      <w:r w:rsidRPr="00A4769E">
        <w:rPr>
          <w:szCs w:val="20"/>
        </w:rPr>
        <w:t>’</w:t>
      </w:r>
      <w:r w:rsidR="001B73FA" w:rsidRPr="001B73FA">
        <w:rPr>
          <w:szCs w:val="20"/>
        </w:rPr>
        <w:t>il fallait faire</w:t>
      </w:r>
      <w:r w:rsidRPr="00A4769E">
        <w:rPr>
          <w:szCs w:val="20"/>
        </w:rPr>
        <w:t xml:space="preserve">, </w:t>
      </w:r>
      <w:r w:rsidR="001B73FA" w:rsidRPr="001B73FA">
        <w:rPr>
          <w:szCs w:val="20"/>
        </w:rPr>
        <w:t>se dit-il</w:t>
      </w:r>
      <w:r w:rsidRPr="00A4769E">
        <w:rPr>
          <w:szCs w:val="20"/>
        </w:rPr>
        <w:t xml:space="preserve">, </w:t>
      </w:r>
      <w:r w:rsidR="001B73FA" w:rsidRPr="001B73FA">
        <w:rPr>
          <w:szCs w:val="20"/>
        </w:rPr>
        <w:t>il fallait envoyer chercher la voiture</w:t>
      </w:r>
      <w:r w:rsidRPr="00A4769E">
        <w:rPr>
          <w:szCs w:val="20"/>
        </w:rPr>
        <w:t xml:space="preserve">. </w:t>
      </w:r>
      <w:r w:rsidR="001B73FA" w:rsidRPr="001B73FA">
        <w:rPr>
          <w:szCs w:val="20"/>
        </w:rPr>
        <w:t>Mais elle y avait pensé avant moi</w:t>
      </w:r>
      <w:r w:rsidRPr="00A4769E">
        <w:rPr>
          <w:szCs w:val="20"/>
        </w:rPr>
        <w:t xml:space="preserve">. </w:t>
      </w:r>
      <w:r w:rsidR="001B73FA" w:rsidRPr="001B73FA">
        <w:rPr>
          <w:szCs w:val="20"/>
        </w:rPr>
        <w:t>Elle croit connaître mon jeu</w:t>
      </w:r>
      <w:r w:rsidRPr="00A4769E">
        <w:rPr>
          <w:szCs w:val="20"/>
        </w:rPr>
        <w:t xml:space="preserve">, </w:t>
      </w:r>
      <w:r w:rsidR="001B73FA" w:rsidRPr="001B73FA">
        <w:rPr>
          <w:szCs w:val="20"/>
        </w:rPr>
        <w:t>elle va voir</w:t>
      </w:r>
      <w:r w:rsidRPr="00A4769E">
        <w:rPr>
          <w:szCs w:val="20"/>
        </w:rPr>
        <w:t>. »« </w:t>
      </w:r>
      <w:r w:rsidR="001B73FA" w:rsidRPr="001B73FA">
        <w:rPr>
          <w:szCs w:val="20"/>
        </w:rPr>
        <w:t>D</w:t>
      </w:r>
      <w:r w:rsidRPr="00A4769E">
        <w:rPr>
          <w:szCs w:val="20"/>
        </w:rPr>
        <w:t>’</w:t>
      </w:r>
      <w:r w:rsidR="001B73FA" w:rsidRPr="001B73FA">
        <w:rPr>
          <w:szCs w:val="20"/>
        </w:rPr>
        <w:t>ailleurs</w:t>
      </w:r>
      <w:r w:rsidRPr="00A4769E">
        <w:rPr>
          <w:szCs w:val="20"/>
        </w:rPr>
        <w:t xml:space="preserve">, </w:t>
      </w:r>
      <w:r w:rsidR="001B73FA" w:rsidRPr="001B73FA">
        <w:rPr>
          <w:szCs w:val="20"/>
        </w:rPr>
        <w:t>dit l</w:t>
      </w:r>
      <w:r w:rsidRPr="00A4769E">
        <w:rPr>
          <w:szCs w:val="20"/>
        </w:rPr>
        <w:t>’</w:t>
      </w:r>
      <w:r w:rsidR="001B73FA" w:rsidRPr="001B73FA">
        <w:rPr>
          <w:szCs w:val="20"/>
        </w:rPr>
        <w:t>homme</w:t>
      </w:r>
      <w:r w:rsidRPr="00A4769E">
        <w:rPr>
          <w:szCs w:val="20"/>
        </w:rPr>
        <w:t xml:space="preserve">, </w:t>
      </w:r>
      <w:r w:rsidR="001B73FA" w:rsidRPr="001B73FA">
        <w:rPr>
          <w:szCs w:val="20"/>
        </w:rPr>
        <w:t>je peux en me dépêchant monter quatre à quatre les deux cents marches de l</w:t>
      </w:r>
      <w:r w:rsidRPr="00A4769E">
        <w:rPr>
          <w:szCs w:val="20"/>
        </w:rPr>
        <w:t>’</w:t>
      </w:r>
      <w:r w:rsidR="001B73FA" w:rsidRPr="001B73FA">
        <w:rPr>
          <w:szCs w:val="20"/>
        </w:rPr>
        <w:t>escalier et si mon Colonel peut attendre dix minutes</w:t>
      </w:r>
      <w:r w:rsidRPr="00A4769E">
        <w:rPr>
          <w:szCs w:val="20"/>
        </w:rPr>
        <w:t>…</w:t>
      </w:r>
    </w:p>
    <w:p w14:paraId="7C068F0A" w14:textId="7FFDE420" w:rsidR="00462692" w:rsidRPr="00A4769E" w:rsidRDefault="00462692" w:rsidP="001B73FA">
      <w:pPr>
        <w:rPr>
          <w:szCs w:val="20"/>
        </w:rPr>
      </w:pPr>
      <w:r w:rsidRPr="00A4769E">
        <w:rPr>
          <w:szCs w:val="20"/>
        </w:rPr>
        <w:t>— </w:t>
      </w:r>
      <w:r w:rsidR="001B73FA" w:rsidRPr="001B73FA">
        <w:rPr>
          <w:szCs w:val="20"/>
        </w:rPr>
        <w:t>Économise tes jambes</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je n</w:t>
      </w:r>
      <w:r w:rsidRPr="00A4769E">
        <w:rPr>
          <w:szCs w:val="20"/>
        </w:rPr>
        <w:t>’</w:t>
      </w:r>
      <w:r w:rsidR="001B73FA" w:rsidRPr="001B73FA">
        <w:rPr>
          <w:szCs w:val="20"/>
        </w:rPr>
        <w:t>ai pas de voiture à la guerre et il y pleut quelquefois</w:t>
      </w:r>
      <w:r w:rsidRPr="00A4769E">
        <w:rPr>
          <w:szCs w:val="20"/>
        </w:rPr>
        <w:t xml:space="preserve">. </w:t>
      </w:r>
      <w:r w:rsidR="001B73FA" w:rsidRPr="001B73FA">
        <w:rPr>
          <w:szCs w:val="20"/>
        </w:rPr>
        <w:t>Je m</w:t>
      </w:r>
      <w:r w:rsidRPr="00A4769E">
        <w:rPr>
          <w:szCs w:val="20"/>
        </w:rPr>
        <w:t>’</w:t>
      </w:r>
      <w:r w:rsidR="001B73FA" w:rsidRPr="001B73FA">
        <w:rPr>
          <w:szCs w:val="20"/>
        </w:rPr>
        <w:t>abriterai sous ton parapluie et nous monterons tes fameux escaliers ensemble</w:t>
      </w:r>
      <w:r w:rsidRPr="00A4769E">
        <w:rPr>
          <w:szCs w:val="20"/>
        </w:rPr>
        <w:t>. »</w:t>
      </w:r>
      <w:r w:rsidR="001B73FA" w:rsidRPr="001B73FA">
        <w:rPr>
          <w:szCs w:val="20"/>
        </w:rPr>
        <w:t xml:space="preserve"> Pendant que l</w:t>
      </w:r>
      <w:r w:rsidRPr="00A4769E">
        <w:rPr>
          <w:szCs w:val="20"/>
        </w:rPr>
        <w:t>’</w:t>
      </w:r>
      <w:r w:rsidR="001B73FA" w:rsidRPr="001B73FA">
        <w:rPr>
          <w:szCs w:val="20"/>
        </w:rPr>
        <w:t>homme se débattait pour lui laisser tout l</w:t>
      </w:r>
      <w:r w:rsidRPr="00A4769E">
        <w:rPr>
          <w:szCs w:val="20"/>
        </w:rPr>
        <w:t>’</w:t>
      </w:r>
      <w:r w:rsidR="001B73FA" w:rsidRPr="001B73FA">
        <w:rPr>
          <w:szCs w:val="20"/>
        </w:rPr>
        <w:t>énorme parapluie bleu</w:t>
      </w:r>
      <w:r w:rsidRPr="00A4769E">
        <w:rPr>
          <w:szCs w:val="20"/>
        </w:rPr>
        <w:t xml:space="preserve">, </w:t>
      </w:r>
      <w:r w:rsidR="001B73FA" w:rsidRPr="001B73FA">
        <w:rPr>
          <w:szCs w:val="20"/>
        </w:rPr>
        <w:t>Angelo se reprochait amèrement ce qu</w:t>
      </w:r>
      <w:r w:rsidRPr="00A4769E">
        <w:rPr>
          <w:szCs w:val="20"/>
        </w:rPr>
        <w:t>’</w:t>
      </w:r>
      <w:r w:rsidR="001B73FA" w:rsidRPr="001B73FA">
        <w:rPr>
          <w:szCs w:val="20"/>
        </w:rPr>
        <w:t>il venait de dire</w:t>
      </w:r>
      <w:r w:rsidRPr="00A4769E">
        <w:rPr>
          <w:szCs w:val="20"/>
        </w:rPr>
        <w:t>. « </w:t>
      </w:r>
      <w:r w:rsidR="001B73FA" w:rsidRPr="001B73FA">
        <w:rPr>
          <w:szCs w:val="20"/>
        </w:rPr>
        <w:t>Et quelle guerre as-tu faite à ton âge pour en être si glorieux</w:t>
      </w:r>
      <w:r w:rsidRPr="00A4769E">
        <w:rPr>
          <w:szCs w:val="20"/>
        </w:rPr>
        <w:t xml:space="preserve"> ? </w:t>
      </w:r>
      <w:r w:rsidR="001B73FA" w:rsidRPr="001B73FA">
        <w:rPr>
          <w:szCs w:val="20"/>
        </w:rPr>
        <w:t>se disait-il</w:t>
      </w:r>
      <w:r w:rsidRPr="00A4769E">
        <w:rPr>
          <w:szCs w:val="20"/>
        </w:rPr>
        <w:t xml:space="preserve">. </w:t>
      </w:r>
      <w:r w:rsidR="001B73FA" w:rsidRPr="001B73FA">
        <w:rPr>
          <w:szCs w:val="20"/>
        </w:rPr>
        <w:t xml:space="preserve">Crois-tu que ce </w:t>
      </w:r>
      <w:r w:rsidR="001B73FA" w:rsidRPr="001B73FA">
        <w:rPr>
          <w:szCs w:val="20"/>
        </w:rPr>
        <w:lastRenderedPageBreak/>
        <w:t>Français ne connaisse pas l</w:t>
      </w:r>
      <w:r w:rsidRPr="00A4769E">
        <w:rPr>
          <w:szCs w:val="20"/>
        </w:rPr>
        <w:t>’</w:t>
      </w:r>
      <w:r w:rsidR="001B73FA" w:rsidRPr="001B73FA">
        <w:rPr>
          <w:szCs w:val="20"/>
        </w:rPr>
        <w:t>Histoire</w:t>
      </w:r>
      <w:r w:rsidRPr="00A4769E">
        <w:rPr>
          <w:szCs w:val="20"/>
        </w:rPr>
        <w:t xml:space="preserve"> ? </w:t>
      </w:r>
      <w:r w:rsidR="001B73FA" w:rsidRPr="001B73FA">
        <w:rPr>
          <w:szCs w:val="20"/>
        </w:rPr>
        <w:t>Tu as beau te surveiller</w:t>
      </w:r>
      <w:r w:rsidRPr="00A4769E">
        <w:rPr>
          <w:szCs w:val="20"/>
        </w:rPr>
        <w:t xml:space="preserve"> : </w:t>
      </w:r>
      <w:r w:rsidR="001B73FA" w:rsidRPr="001B73FA">
        <w:rPr>
          <w:szCs w:val="20"/>
        </w:rPr>
        <w:t>ton primesaut est toujours mauvais</w:t>
      </w:r>
      <w:r w:rsidRPr="00A4769E">
        <w:rPr>
          <w:szCs w:val="20"/>
        </w:rPr>
        <w:t xml:space="preserve">. </w:t>
      </w:r>
      <w:r w:rsidR="001B73FA" w:rsidRPr="001B73FA">
        <w:rPr>
          <w:szCs w:val="20"/>
        </w:rPr>
        <w:t>Si tu ne réfléchis pas un quart d</w:t>
      </w:r>
      <w:r w:rsidRPr="00A4769E">
        <w:rPr>
          <w:szCs w:val="20"/>
        </w:rPr>
        <w:t>’</w:t>
      </w:r>
      <w:r w:rsidR="001B73FA" w:rsidRPr="001B73FA">
        <w:rPr>
          <w:szCs w:val="20"/>
        </w:rPr>
        <w:t>heure avant chaque phrase</w:t>
      </w:r>
      <w:r w:rsidRPr="00A4769E">
        <w:rPr>
          <w:szCs w:val="20"/>
        </w:rPr>
        <w:t xml:space="preserve">, </w:t>
      </w:r>
      <w:r w:rsidR="001B73FA" w:rsidRPr="001B73FA">
        <w:rPr>
          <w:szCs w:val="20"/>
        </w:rPr>
        <w:t>tu seras ridicule ou pendu</w:t>
      </w:r>
      <w:r w:rsidRPr="00A4769E">
        <w:rPr>
          <w:szCs w:val="20"/>
        </w:rPr>
        <w:t xml:space="preserve">. </w:t>
      </w:r>
      <w:r w:rsidR="001B73FA" w:rsidRPr="001B73FA">
        <w:rPr>
          <w:szCs w:val="20"/>
        </w:rPr>
        <w:t>Peut-être même les deux</w:t>
      </w:r>
      <w:r w:rsidRPr="00A4769E">
        <w:rPr>
          <w:szCs w:val="20"/>
        </w:rPr>
        <w:t>… »</w:t>
      </w:r>
      <w:r w:rsidR="001B73FA" w:rsidRPr="001B73FA">
        <w:rPr>
          <w:szCs w:val="20"/>
        </w:rPr>
        <w:t xml:space="preserve"> Enfin il obligea l</w:t>
      </w:r>
      <w:r w:rsidRPr="00A4769E">
        <w:rPr>
          <w:szCs w:val="20"/>
        </w:rPr>
        <w:t>’</w:t>
      </w:r>
      <w:r w:rsidR="001B73FA" w:rsidRPr="001B73FA">
        <w:rPr>
          <w:szCs w:val="20"/>
        </w:rPr>
        <w:t>homme à s</w:t>
      </w:r>
      <w:r w:rsidRPr="00A4769E">
        <w:rPr>
          <w:szCs w:val="20"/>
        </w:rPr>
        <w:t>’</w:t>
      </w:r>
      <w:r w:rsidR="001B73FA" w:rsidRPr="001B73FA">
        <w:rPr>
          <w:szCs w:val="20"/>
        </w:rPr>
        <w:t>abriter en lui prenant le bras</w:t>
      </w:r>
      <w:r w:rsidRPr="00A4769E">
        <w:rPr>
          <w:szCs w:val="20"/>
        </w:rPr>
        <w:t xml:space="preserve">, </w:t>
      </w:r>
      <w:r w:rsidR="001B73FA" w:rsidRPr="001B73FA">
        <w:rPr>
          <w:szCs w:val="20"/>
        </w:rPr>
        <w:t>et ils partirent sous la pluie</w:t>
      </w:r>
      <w:r w:rsidRPr="00A4769E">
        <w:rPr>
          <w:szCs w:val="20"/>
        </w:rPr>
        <w:t xml:space="preserve">, </w:t>
      </w:r>
      <w:r w:rsidR="001B73FA" w:rsidRPr="001B73FA">
        <w:rPr>
          <w:szCs w:val="20"/>
        </w:rPr>
        <w:t>vers les escaliers</w:t>
      </w:r>
      <w:r w:rsidRPr="00A4769E">
        <w:rPr>
          <w:szCs w:val="20"/>
        </w:rPr>
        <w:t>.</w:t>
      </w:r>
    </w:p>
    <w:p w14:paraId="22AA7815" w14:textId="08B0E999" w:rsidR="001B73FA" w:rsidRPr="001B73FA" w:rsidRDefault="001B73FA" w:rsidP="001B73FA">
      <w:pPr>
        <w:rPr>
          <w:szCs w:val="20"/>
        </w:rPr>
      </w:pPr>
      <w:r w:rsidRPr="001B73FA">
        <w:rPr>
          <w:szCs w:val="20"/>
        </w:rPr>
        <w:t>Cet homme</w:t>
      </w:r>
      <w:r w:rsidR="00462692" w:rsidRPr="00A4769E">
        <w:rPr>
          <w:szCs w:val="20"/>
        </w:rPr>
        <w:t xml:space="preserve">, </w:t>
      </w:r>
      <w:r w:rsidRPr="001B73FA">
        <w:rPr>
          <w:szCs w:val="20"/>
        </w:rPr>
        <w:t>qui avait l</w:t>
      </w:r>
      <w:r w:rsidR="00462692" w:rsidRPr="00A4769E">
        <w:rPr>
          <w:szCs w:val="20"/>
        </w:rPr>
        <w:t>’</w:t>
      </w:r>
      <w:r w:rsidRPr="001B73FA">
        <w:rPr>
          <w:szCs w:val="20"/>
        </w:rPr>
        <w:t>allure d</w:t>
      </w:r>
      <w:r w:rsidR="00462692" w:rsidRPr="00A4769E">
        <w:rPr>
          <w:szCs w:val="20"/>
        </w:rPr>
        <w:t>’</w:t>
      </w:r>
      <w:r w:rsidRPr="001B73FA">
        <w:rPr>
          <w:szCs w:val="20"/>
        </w:rPr>
        <w:t>un soldat</w:t>
      </w:r>
      <w:r w:rsidR="00462692" w:rsidRPr="00A4769E">
        <w:rPr>
          <w:szCs w:val="20"/>
        </w:rPr>
        <w:t xml:space="preserve">, </w:t>
      </w:r>
      <w:r w:rsidRPr="001B73FA">
        <w:rPr>
          <w:szCs w:val="20"/>
        </w:rPr>
        <w:t>fit</w:t>
      </w:r>
      <w:r w:rsidR="00462692" w:rsidRPr="00A4769E">
        <w:rPr>
          <w:szCs w:val="20"/>
        </w:rPr>
        <w:t xml:space="preserve">, </w:t>
      </w:r>
      <w:r w:rsidRPr="001B73FA">
        <w:rPr>
          <w:szCs w:val="20"/>
        </w:rPr>
        <w:t>sans obséquiosité</w:t>
      </w:r>
      <w:r w:rsidR="00462692" w:rsidRPr="00A4769E">
        <w:rPr>
          <w:szCs w:val="20"/>
        </w:rPr>
        <w:t xml:space="preserve">, </w:t>
      </w:r>
      <w:r w:rsidRPr="001B73FA">
        <w:rPr>
          <w:szCs w:val="20"/>
        </w:rPr>
        <w:t>tant d</w:t>
      </w:r>
      <w:r w:rsidR="00462692" w:rsidRPr="00A4769E">
        <w:rPr>
          <w:szCs w:val="20"/>
        </w:rPr>
        <w:t>’</w:t>
      </w:r>
      <w:r w:rsidRPr="001B73FA">
        <w:rPr>
          <w:szCs w:val="20"/>
        </w:rPr>
        <w:t>efforts pour ne pas l</w:t>
      </w:r>
      <w:r w:rsidR="00462692" w:rsidRPr="00A4769E">
        <w:rPr>
          <w:szCs w:val="20"/>
        </w:rPr>
        <w:t>’</w:t>
      </w:r>
      <w:r w:rsidRPr="001B73FA">
        <w:rPr>
          <w:szCs w:val="20"/>
        </w:rPr>
        <w:t>éclabousser en marchant près de lui</w:t>
      </w:r>
      <w:r w:rsidR="00462692" w:rsidRPr="00A4769E">
        <w:rPr>
          <w:szCs w:val="20"/>
        </w:rPr>
        <w:t xml:space="preserve">, </w:t>
      </w:r>
      <w:r w:rsidRPr="001B73FA">
        <w:rPr>
          <w:szCs w:val="20"/>
        </w:rPr>
        <w:t>qu</w:t>
      </w:r>
      <w:r w:rsidR="00462692" w:rsidRPr="00A4769E">
        <w:rPr>
          <w:szCs w:val="20"/>
        </w:rPr>
        <w:t>’</w:t>
      </w:r>
      <w:r w:rsidRPr="001B73FA">
        <w:rPr>
          <w:szCs w:val="20"/>
        </w:rPr>
        <w:t>Angelo osa le regarder et lut de la sympathie dans ses yeux</w:t>
      </w:r>
      <w:r w:rsidR="00462692" w:rsidRPr="00A4769E">
        <w:rPr>
          <w:szCs w:val="20"/>
        </w:rPr>
        <w:t>. « </w:t>
      </w:r>
      <w:r w:rsidRPr="001B73FA">
        <w:rPr>
          <w:szCs w:val="20"/>
        </w:rPr>
        <w:t>Tant qu</w:t>
      </w:r>
      <w:r w:rsidR="00462692" w:rsidRPr="00A4769E">
        <w:rPr>
          <w:szCs w:val="20"/>
        </w:rPr>
        <w:t>’</w:t>
      </w:r>
      <w:r w:rsidRPr="001B73FA">
        <w:rPr>
          <w:szCs w:val="20"/>
        </w:rPr>
        <w:t xml:space="preserve">il ne réfléchira pas à </w:t>
      </w:r>
      <w:r w:rsidR="000103BE" w:rsidRPr="001B73FA">
        <w:rPr>
          <w:szCs w:val="20"/>
        </w:rPr>
        <w:t>l</w:t>
      </w:r>
      <w:r w:rsidR="000103BE" w:rsidRPr="00A4769E">
        <w:rPr>
          <w:szCs w:val="20"/>
        </w:rPr>
        <w:t>’</w:t>
      </w:r>
      <w:r w:rsidR="000103BE">
        <w:rPr>
          <w:szCs w:val="20"/>
        </w:rPr>
        <w:t>h</w:t>
      </w:r>
      <w:r w:rsidR="000103BE" w:rsidRPr="001B73FA">
        <w:rPr>
          <w:szCs w:val="20"/>
        </w:rPr>
        <w:t>istoire</w:t>
      </w:r>
      <w:r w:rsidR="00462692" w:rsidRPr="00A4769E">
        <w:rPr>
          <w:szCs w:val="20"/>
        </w:rPr>
        <w:t xml:space="preserve">, </w:t>
      </w:r>
      <w:r w:rsidRPr="001B73FA">
        <w:rPr>
          <w:szCs w:val="20"/>
        </w:rPr>
        <w:t>se dit-il</w:t>
      </w:r>
      <w:r w:rsidR="00462692" w:rsidRPr="00A4769E">
        <w:rPr>
          <w:szCs w:val="20"/>
        </w:rPr>
        <w:t xml:space="preserve">, </w:t>
      </w:r>
      <w:r w:rsidRPr="001B73FA">
        <w:rPr>
          <w:szCs w:val="20"/>
        </w:rPr>
        <w:t>je m</w:t>
      </w:r>
      <w:r w:rsidR="00462692" w:rsidRPr="00A4769E">
        <w:rPr>
          <w:szCs w:val="20"/>
        </w:rPr>
        <w:t>’</w:t>
      </w:r>
      <w:r w:rsidRPr="001B73FA">
        <w:rPr>
          <w:szCs w:val="20"/>
        </w:rPr>
        <w:t>en suis fait un ami</w:t>
      </w:r>
      <w:r w:rsidR="00462692" w:rsidRPr="00A4769E">
        <w:rPr>
          <w:szCs w:val="20"/>
        </w:rPr>
        <w:t>. »</w:t>
      </w:r>
    </w:p>
    <w:p w14:paraId="00CD8471" w14:textId="77777777" w:rsidR="00462692" w:rsidRPr="00A4769E" w:rsidRDefault="001B73FA" w:rsidP="001B73FA">
      <w:pPr>
        <w:rPr>
          <w:szCs w:val="20"/>
        </w:rPr>
      </w:pPr>
      <w:r w:rsidRPr="001B73FA">
        <w:rPr>
          <w:szCs w:val="20"/>
        </w:rPr>
        <w:t>Ces escaliers de pierres brutes</w:t>
      </w:r>
      <w:r w:rsidR="00462692" w:rsidRPr="00A4769E">
        <w:rPr>
          <w:szCs w:val="20"/>
        </w:rPr>
        <w:t xml:space="preserve">, </w:t>
      </w:r>
      <w:r w:rsidRPr="001B73FA">
        <w:rPr>
          <w:szCs w:val="20"/>
        </w:rPr>
        <w:t>très blanches</w:t>
      </w:r>
      <w:r w:rsidR="00462692" w:rsidRPr="00A4769E">
        <w:rPr>
          <w:szCs w:val="20"/>
        </w:rPr>
        <w:t xml:space="preserve">, </w:t>
      </w:r>
      <w:r w:rsidRPr="001B73FA">
        <w:rPr>
          <w:szCs w:val="20"/>
        </w:rPr>
        <w:t>entraient sous les arbres après un premier détour</w:t>
      </w:r>
      <w:r w:rsidR="00462692" w:rsidRPr="00A4769E">
        <w:rPr>
          <w:szCs w:val="20"/>
        </w:rPr>
        <w:t xml:space="preserve">. </w:t>
      </w:r>
      <w:r w:rsidRPr="001B73FA">
        <w:rPr>
          <w:szCs w:val="20"/>
        </w:rPr>
        <w:t>La pluie faisait lever une telle odeur de feuillage et de terre</w:t>
      </w:r>
      <w:r w:rsidR="00462692" w:rsidRPr="00A4769E">
        <w:rPr>
          <w:szCs w:val="20"/>
        </w:rPr>
        <w:t xml:space="preserve">, </w:t>
      </w:r>
      <w:r w:rsidRPr="001B73FA">
        <w:rPr>
          <w:szCs w:val="20"/>
        </w:rPr>
        <w:t>le ciel gris était si doux</w:t>
      </w:r>
      <w:r w:rsidR="00462692" w:rsidRPr="00A4769E">
        <w:rPr>
          <w:szCs w:val="20"/>
        </w:rPr>
        <w:t xml:space="preserve">, </w:t>
      </w:r>
      <w:r w:rsidRPr="001B73FA">
        <w:rPr>
          <w:szCs w:val="20"/>
        </w:rPr>
        <w:t>le bruit du parc mouillé était si mélancolique dans la solitude</w:t>
      </w:r>
      <w:r w:rsidR="00462692" w:rsidRPr="00A4769E">
        <w:rPr>
          <w:szCs w:val="20"/>
        </w:rPr>
        <w:t xml:space="preserve">, </w:t>
      </w:r>
      <w:r w:rsidRPr="001B73FA">
        <w:rPr>
          <w:szCs w:val="20"/>
        </w:rPr>
        <w:t>qu</w:t>
      </w:r>
      <w:r w:rsidR="00462692" w:rsidRPr="00A4769E">
        <w:rPr>
          <w:szCs w:val="20"/>
        </w:rPr>
        <w:t>’</w:t>
      </w:r>
      <w:r w:rsidRPr="001B73FA">
        <w:rPr>
          <w:szCs w:val="20"/>
        </w:rPr>
        <w:t>Angelo pensa de nouveau à la belle façade pâle qui l</w:t>
      </w:r>
      <w:r w:rsidR="00462692" w:rsidRPr="00A4769E">
        <w:rPr>
          <w:szCs w:val="20"/>
        </w:rPr>
        <w:t>’</w:t>
      </w:r>
      <w:r w:rsidRPr="001B73FA">
        <w:rPr>
          <w:szCs w:val="20"/>
        </w:rPr>
        <w:t>attendait là-haut et à l</w:t>
      </w:r>
      <w:r w:rsidR="00462692" w:rsidRPr="00A4769E">
        <w:rPr>
          <w:szCs w:val="20"/>
        </w:rPr>
        <w:t>’</w:t>
      </w:r>
      <w:r w:rsidRPr="001B73FA">
        <w:rPr>
          <w:szCs w:val="20"/>
        </w:rPr>
        <w:t>irrésistible séduction qu</w:t>
      </w:r>
      <w:r w:rsidR="00462692" w:rsidRPr="00A4769E">
        <w:rPr>
          <w:szCs w:val="20"/>
        </w:rPr>
        <w:t>’</w:t>
      </w:r>
      <w:r w:rsidRPr="001B73FA">
        <w:rPr>
          <w:szCs w:val="20"/>
        </w:rPr>
        <w:t>aurait un visage de femme harmonieux comme elle</w:t>
      </w:r>
      <w:r w:rsidR="00462692" w:rsidRPr="00A4769E">
        <w:rPr>
          <w:szCs w:val="20"/>
        </w:rPr>
        <w:t>. « </w:t>
      </w:r>
      <w:r w:rsidRPr="001B73FA">
        <w:rPr>
          <w:szCs w:val="20"/>
        </w:rPr>
        <w:t>Si elle existe</w:t>
      </w:r>
      <w:r w:rsidR="00462692" w:rsidRPr="00A4769E">
        <w:rPr>
          <w:szCs w:val="20"/>
        </w:rPr>
        <w:t xml:space="preserve">, </w:t>
      </w:r>
      <w:r w:rsidRPr="001B73FA">
        <w:rPr>
          <w:szCs w:val="20"/>
        </w:rPr>
        <w:t>je suis perdu</w:t>
      </w:r>
      <w:r w:rsidR="00462692" w:rsidRPr="00A4769E">
        <w:rPr>
          <w:szCs w:val="20"/>
        </w:rPr>
        <w:t xml:space="preserve"> », </w:t>
      </w:r>
      <w:r w:rsidRPr="001B73FA">
        <w:rPr>
          <w:szCs w:val="20"/>
        </w:rPr>
        <w:t>se dit-il avec des frissons de joie</w:t>
      </w:r>
      <w:r w:rsidR="00462692" w:rsidRPr="00A4769E">
        <w:rPr>
          <w:szCs w:val="20"/>
        </w:rPr>
        <w:t>.</w:t>
      </w:r>
    </w:p>
    <w:p w14:paraId="675E891D" w14:textId="77777777" w:rsidR="00462692" w:rsidRPr="00A4769E" w:rsidRDefault="001B73FA" w:rsidP="001B73FA">
      <w:pPr>
        <w:rPr>
          <w:szCs w:val="20"/>
        </w:rPr>
      </w:pPr>
      <w:r w:rsidRPr="001B73FA">
        <w:rPr>
          <w:szCs w:val="20"/>
        </w:rPr>
        <w:t>Dès qu</w:t>
      </w:r>
      <w:r w:rsidR="00462692" w:rsidRPr="00A4769E">
        <w:rPr>
          <w:szCs w:val="20"/>
        </w:rPr>
        <w:t>’</w:t>
      </w:r>
      <w:r w:rsidRPr="001B73FA">
        <w:rPr>
          <w:szCs w:val="20"/>
        </w:rPr>
        <w:t>il arriva sur la pelouse qui faisait comme une cour d</w:t>
      </w:r>
      <w:r w:rsidR="00462692" w:rsidRPr="00A4769E">
        <w:rPr>
          <w:szCs w:val="20"/>
        </w:rPr>
        <w:t>’</w:t>
      </w:r>
      <w:r w:rsidRPr="001B73FA">
        <w:rPr>
          <w:szCs w:val="20"/>
        </w:rPr>
        <w:t>honneur</w:t>
      </w:r>
      <w:r w:rsidR="00462692" w:rsidRPr="00A4769E">
        <w:rPr>
          <w:szCs w:val="20"/>
        </w:rPr>
        <w:t xml:space="preserve">, </w:t>
      </w:r>
      <w:r w:rsidRPr="001B73FA">
        <w:rPr>
          <w:szCs w:val="20"/>
        </w:rPr>
        <w:t>il se précipita sur le château au pas de charge</w:t>
      </w:r>
      <w:r w:rsidR="00462692" w:rsidRPr="00A4769E">
        <w:rPr>
          <w:szCs w:val="20"/>
        </w:rPr>
        <w:t>.</w:t>
      </w:r>
    </w:p>
    <w:p w14:paraId="30BF01DE" w14:textId="478DA1CA" w:rsidR="00462692" w:rsidRPr="00A4769E" w:rsidRDefault="00462692" w:rsidP="001B73FA">
      <w:pPr>
        <w:rPr>
          <w:szCs w:val="20"/>
        </w:rPr>
      </w:pPr>
      <w:r w:rsidRPr="00A4769E">
        <w:rPr>
          <w:szCs w:val="20"/>
        </w:rPr>
        <w:t>« </w:t>
      </w:r>
      <w:r w:rsidR="001B73FA" w:rsidRPr="001B73FA">
        <w:rPr>
          <w:szCs w:val="20"/>
        </w:rPr>
        <w:t>Monsieur le Colonel voudra bien prendre ma défense</w:t>
      </w:r>
      <w:r w:rsidRPr="00A4769E">
        <w:rPr>
          <w:szCs w:val="20"/>
        </w:rPr>
        <w:t xml:space="preserve">, </w:t>
      </w:r>
      <w:r w:rsidR="001B73FA" w:rsidRPr="001B73FA">
        <w:rPr>
          <w:szCs w:val="20"/>
        </w:rPr>
        <w:t>dit l</w:t>
      </w:r>
      <w:r w:rsidRPr="00A4769E">
        <w:rPr>
          <w:szCs w:val="20"/>
        </w:rPr>
        <w:t>’</w:t>
      </w:r>
      <w:r w:rsidR="001B73FA" w:rsidRPr="001B73FA">
        <w:rPr>
          <w:szCs w:val="20"/>
        </w:rPr>
        <w:t>homme</w:t>
      </w:r>
      <w:r w:rsidRPr="00A4769E">
        <w:rPr>
          <w:szCs w:val="20"/>
        </w:rPr>
        <w:t xml:space="preserve">, </w:t>
      </w:r>
      <w:r w:rsidR="001B73FA" w:rsidRPr="001B73FA">
        <w:rPr>
          <w:szCs w:val="20"/>
        </w:rPr>
        <w:t>je serai sûrement grondé pour avoir accepté qu</w:t>
      </w:r>
      <w:r w:rsidRPr="00A4769E">
        <w:rPr>
          <w:szCs w:val="20"/>
        </w:rPr>
        <w:t>’</w:t>
      </w:r>
      <w:r w:rsidR="001B73FA" w:rsidRPr="001B73FA">
        <w:rPr>
          <w:szCs w:val="20"/>
        </w:rPr>
        <w:t>il monte les escaliers avec moi</w:t>
      </w:r>
      <w:r w:rsidRPr="00A4769E">
        <w:rPr>
          <w:szCs w:val="20"/>
        </w:rPr>
        <w:t>.</w:t>
      </w:r>
    </w:p>
    <w:p w14:paraId="2AB768E8" w14:textId="071533A3" w:rsidR="00462692" w:rsidRPr="00A4769E" w:rsidRDefault="00462692" w:rsidP="001B73FA">
      <w:pPr>
        <w:rPr>
          <w:szCs w:val="20"/>
        </w:rPr>
      </w:pPr>
      <w:r w:rsidRPr="00A4769E">
        <w:rPr>
          <w:szCs w:val="20"/>
        </w:rPr>
        <w:t>— </w:t>
      </w:r>
      <w:r w:rsidR="001B73FA" w:rsidRPr="001B73FA">
        <w:rPr>
          <w:szCs w:val="20"/>
        </w:rPr>
        <w:t>Va où tu dois aller</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et ne crains rien</w:t>
      </w:r>
      <w:r w:rsidRPr="00A4769E">
        <w:rPr>
          <w:szCs w:val="20"/>
        </w:rPr>
        <w:t xml:space="preserve">, </w:t>
      </w:r>
      <w:r w:rsidR="001B73FA" w:rsidRPr="001B73FA">
        <w:rPr>
          <w:szCs w:val="20"/>
        </w:rPr>
        <w:t>je n</w:t>
      </w:r>
      <w:r w:rsidRPr="00A4769E">
        <w:rPr>
          <w:szCs w:val="20"/>
        </w:rPr>
        <w:t>’</w:t>
      </w:r>
      <w:r w:rsidR="001B73FA" w:rsidRPr="001B73FA">
        <w:rPr>
          <w:szCs w:val="20"/>
        </w:rPr>
        <w:t>abandonne jamais les amis</w:t>
      </w:r>
      <w:r w:rsidRPr="00A4769E">
        <w:rPr>
          <w:szCs w:val="20"/>
        </w:rPr>
        <w:t>. »</w:t>
      </w:r>
      <w:r w:rsidR="001B73FA" w:rsidRPr="001B73FA">
        <w:rPr>
          <w:szCs w:val="20"/>
        </w:rPr>
        <w:t xml:space="preserve"> L</w:t>
      </w:r>
      <w:r w:rsidRPr="00A4769E">
        <w:rPr>
          <w:szCs w:val="20"/>
        </w:rPr>
        <w:t>’</w:t>
      </w:r>
      <w:r w:rsidR="001B73FA" w:rsidRPr="001B73FA">
        <w:rPr>
          <w:szCs w:val="20"/>
        </w:rPr>
        <w:t>homme fut stupéfait de cette déclaration d</w:t>
      </w:r>
      <w:r w:rsidRPr="00A4769E">
        <w:rPr>
          <w:szCs w:val="20"/>
        </w:rPr>
        <w:t>’</w:t>
      </w:r>
      <w:r w:rsidR="001B73FA" w:rsidRPr="001B73FA">
        <w:rPr>
          <w:szCs w:val="20"/>
        </w:rPr>
        <w:t>amour</w:t>
      </w:r>
      <w:r w:rsidRPr="00A4769E">
        <w:rPr>
          <w:szCs w:val="20"/>
        </w:rPr>
        <w:t xml:space="preserve">. </w:t>
      </w:r>
      <w:r w:rsidR="001B73FA" w:rsidRPr="001B73FA">
        <w:rPr>
          <w:szCs w:val="20"/>
        </w:rPr>
        <w:t>Angelo sauta les trois larges et plates marches de marbre qui accédaient à la terrasse bordée d</w:t>
      </w:r>
      <w:r w:rsidRPr="00A4769E">
        <w:rPr>
          <w:szCs w:val="20"/>
        </w:rPr>
        <w:t>’</w:t>
      </w:r>
      <w:r w:rsidR="001B73FA" w:rsidRPr="001B73FA">
        <w:rPr>
          <w:szCs w:val="20"/>
        </w:rPr>
        <w:t xml:space="preserve">orangers en caisses et il ouvrit lui-même la magnifique </w:t>
      </w:r>
      <w:r w:rsidR="001B73FA" w:rsidRPr="001B73FA">
        <w:rPr>
          <w:szCs w:val="20"/>
        </w:rPr>
        <w:lastRenderedPageBreak/>
        <w:t>porte d</w:t>
      </w:r>
      <w:r w:rsidRPr="00A4769E">
        <w:rPr>
          <w:szCs w:val="20"/>
        </w:rPr>
        <w:t>’</w:t>
      </w:r>
      <w:r w:rsidR="001B73FA" w:rsidRPr="001B73FA">
        <w:rPr>
          <w:szCs w:val="20"/>
        </w:rPr>
        <w:t>entrée aux petits carreaux</w:t>
      </w:r>
      <w:r w:rsidRPr="00A4769E">
        <w:rPr>
          <w:szCs w:val="20"/>
        </w:rPr>
        <w:t>. « </w:t>
      </w:r>
      <w:r w:rsidR="001B73FA" w:rsidRPr="001B73FA">
        <w:rPr>
          <w:szCs w:val="20"/>
        </w:rPr>
        <w:t>Annonce le colonel Angelo Pardi</w:t>
      </w:r>
      <w:r w:rsidRPr="00A4769E">
        <w:rPr>
          <w:szCs w:val="20"/>
        </w:rPr>
        <w:t xml:space="preserve"> », </w:t>
      </w:r>
      <w:r w:rsidR="001B73FA" w:rsidRPr="001B73FA">
        <w:rPr>
          <w:szCs w:val="20"/>
        </w:rPr>
        <w:t>dit-il au valet qui était dans le hall</w:t>
      </w:r>
      <w:r w:rsidRPr="00A4769E">
        <w:rPr>
          <w:szCs w:val="20"/>
        </w:rPr>
        <w:t>.</w:t>
      </w:r>
    </w:p>
    <w:p w14:paraId="59405C27" w14:textId="77777777" w:rsidR="001B73FA" w:rsidRPr="001B73FA" w:rsidRDefault="001B73FA" w:rsidP="001B73FA">
      <w:pPr>
        <w:rPr>
          <w:szCs w:val="20"/>
        </w:rPr>
      </w:pPr>
      <w:r w:rsidRPr="001B73FA">
        <w:rPr>
          <w:szCs w:val="20"/>
        </w:rPr>
        <w:t>Le valet disparut précipitamment dans un couloir</w:t>
      </w:r>
      <w:r w:rsidR="00462692" w:rsidRPr="00A4769E">
        <w:rPr>
          <w:szCs w:val="20"/>
        </w:rPr>
        <w:t xml:space="preserve">. </w:t>
      </w:r>
      <w:r w:rsidRPr="001B73FA">
        <w:rPr>
          <w:szCs w:val="20"/>
        </w:rPr>
        <w:t>Angelo resta un moment seul avec le silence de la maison</w:t>
      </w:r>
      <w:r w:rsidR="00462692" w:rsidRPr="00A4769E">
        <w:rPr>
          <w:szCs w:val="20"/>
        </w:rPr>
        <w:t xml:space="preserve">. </w:t>
      </w:r>
      <w:r w:rsidRPr="001B73FA">
        <w:rPr>
          <w:szCs w:val="20"/>
        </w:rPr>
        <w:t>Enfin</w:t>
      </w:r>
      <w:r w:rsidR="00462692" w:rsidRPr="00A4769E">
        <w:rPr>
          <w:szCs w:val="20"/>
        </w:rPr>
        <w:t xml:space="preserve">, </w:t>
      </w:r>
      <w:r w:rsidRPr="001B73FA">
        <w:rPr>
          <w:szCs w:val="20"/>
        </w:rPr>
        <w:t>il entendit un pas alerte</w:t>
      </w:r>
      <w:r w:rsidR="00462692" w:rsidRPr="00A4769E">
        <w:rPr>
          <w:szCs w:val="20"/>
        </w:rPr>
        <w:t xml:space="preserve">, </w:t>
      </w:r>
      <w:r w:rsidRPr="001B73FA">
        <w:rPr>
          <w:szCs w:val="20"/>
        </w:rPr>
        <w:t>quoique accompagné du bruit d</w:t>
      </w:r>
      <w:r w:rsidR="00462692" w:rsidRPr="00A4769E">
        <w:rPr>
          <w:szCs w:val="20"/>
        </w:rPr>
        <w:t>’</w:t>
      </w:r>
      <w:r w:rsidRPr="001B73FA">
        <w:rPr>
          <w:szCs w:val="20"/>
        </w:rPr>
        <w:t>une canne</w:t>
      </w:r>
      <w:r w:rsidR="00462692" w:rsidRPr="00A4769E">
        <w:rPr>
          <w:szCs w:val="20"/>
        </w:rPr>
        <w:t xml:space="preserve">, </w:t>
      </w:r>
      <w:r w:rsidRPr="001B73FA">
        <w:rPr>
          <w:szCs w:val="20"/>
        </w:rPr>
        <w:t>et le marquis de Théus parut</w:t>
      </w:r>
      <w:r w:rsidR="00462692" w:rsidRPr="00A4769E">
        <w:rPr>
          <w:szCs w:val="20"/>
        </w:rPr>
        <w:t xml:space="preserve">. </w:t>
      </w:r>
      <w:r w:rsidRPr="001B73FA">
        <w:rPr>
          <w:szCs w:val="20"/>
        </w:rPr>
        <w:t>Il était grand et mince</w:t>
      </w:r>
      <w:r w:rsidR="00462692" w:rsidRPr="00A4769E">
        <w:rPr>
          <w:szCs w:val="20"/>
        </w:rPr>
        <w:t xml:space="preserve">, </w:t>
      </w:r>
      <w:r w:rsidRPr="001B73FA">
        <w:rPr>
          <w:szCs w:val="20"/>
        </w:rPr>
        <w:t>sans être maigre</w:t>
      </w:r>
      <w:r w:rsidR="00462692" w:rsidRPr="00A4769E">
        <w:rPr>
          <w:szCs w:val="20"/>
        </w:rPr>
        <w:t xml:space="preserve">, </w:t>
      </w:r>
      <w:r w:rsidRPr="001B73FA">
        <w:rPr>
          <w:szCs w:val="20"/>
        </w:rPr>
        <w:t>et son allure annonçait une vigueur peu commune</w:t>
      </w:r>
      <w:r w:rsidR="00462692" w:rsidRPr="00A4769E">
        <w:rPr>
          <w:szCs w:val="20"/>
        </w:rPr>
        <w:t xml:space="preserve">. </w:t>
      </w:r>
      <w:r w:rsidRPr="001B73FA">
        <w:rPr>
          <w:szCs w:val="20"/>
        </w:rPr>
        <w:t>Cependant Angelo distingua la malice du tailleur qui</w:t>
      </w:r>
      <w:r w:rsidR="00462692" w:rsidRPr="00A4769E">
        <w:rPr>
          <w:szCs w:val="20"/>
        </w:rPr>
        <w:t xml:space="preserve">, </w:t>
      </w:r>
      <w:r w:rsidRPr="001B73FA">
        <w:rPr>
          <w:szCs w:val="20"/>
        </w:rPr>
        <w:t>sans exagérer les épaules de la longue redingote</w:t>
      </w:r>
      <w:r w:rsidR="00462692" w:rsidRPr="00A4769E">
        <w:rPr>
          <w:szCs w:val="20"/>
        </w:rPr>
        <w:t xml:space="preserve">, </w:t>
      </w:r>
      <w:r w:rsidRPr="001B73FA">
        <w:rPr>
          <w:szCs w:val="20"/>
        </w:rPr>
        <w:t>avait mis tout son art à en mouler l</w:t>
      </w:r>
      <w:r w:rsidR="00462692" w:rsidRPr="00A4769E">
        <w:rPr>
          <w:szCs w:val="20"/>
        </w:rPr>
        <w:t>’</w:t>
      </w:r>
      <w:r w:rsidRPr="001B73FA">
        <w:rPr>
          <w:szCs w:val="20"/>
        </w:rPr>
        <w:t>ampleur</w:t>
      </w:r>
      <w:r w:rsidR="00462692" w:rsidRPr="00A4769E">
        <w:rPr>
          <w:szCs w:val="20"/>
        </w:rPr>
        <w:t xml:space="preserve">. </w:t>
      </w:r>
      <w:r w:rsidRPr="001B73FA">
        <w:rPr>
          <w:szCs w:val="20"/>
        </w:rPr>
        <w:t>Une balafre tirait un coin de l</w:t>
      </w:r>
      <w:r w:rsidR="00462692" w:rsidRPr="00A4769E">
        <w:rPr>
          <w:szCs w:val="20"/>
        </w:rPr>
        <w:t>’œ</w:t>
      </w:r>
      <w:r w:rsidRPr="001B73FA">
        <w:rPr>
          <w:szCs w:val="20"/>
        </w:rPr>
        <w:t>il droit dans la joue</w:t>
      </w:r>
      <w:r w:rsidR="00462692" w:rsidRPr="00A4769E">
        <w:rPr>
          <w:szCs w:val="20"/>
        </w:rPr>
        <w:t>. « </w:t>
      </w:r>
      <w:r w:rsidRPr="001B73FA">
        <w:rPr>
          <w:szCs w:val="20"/>
        </w:rPr>
        <w:t>Colonel</w:t>
      </w:r>
      <w:r w:rsidR="00462692" w:rsidRPr="00A4769E">
        <w:rPr>
          <w:szCs w:val="20"/>
        </w:rPr>
        <w:t xml:space="preserve">, </w:t>
      </w:r>
      <w:r w:rsidRPr="001B73FA">
        <w:rPr>
          <w:szCs w:val="20"/>
        </w:rPr>
        <w:t>dit-il en souriant</w:t>
      </w:r>
      <w:r w:rsidR="00462692" w:rsidRPr="00A4769E">
        <w:rPr>
          <w:szCs w:val="20"/>
        </w:rPr>
        <w:t xml:space="preserve">, </w:t>
      </w:r>
      <w:r w:rsidRPr="001B73FA">
        <w:rPr>
          <w:szCs w:val="20"/>
        </w:rPr>
        <w:t>vous avez effrayé mon valet</w:t>
      </w:r>
      <w:r w:rsidR="00462692" w:rsidRPr="00A4769E">
        <w:rPr>
          <w:szCs w:val="20"/>
        </w:rPr>
        <w:t xml:space="preserve">. </w:t>
      </w:r>
      <w:r w:rsidRPr="001B73FA">
        <w:rPr>
          <w:szCs w:val="20"/>
        </w:rPr>
        <w:t>Votre brusquerie lui a fait croire à l</w:t>
      </w:r>
      <w:r w:rsidR="00462692" w:rsidRPr="00A4769E">
        <w:rPr>
          <w:szCs w:val="20"/>
        </w:rPr>
        <w:t>’</w:t>
      </w:r>
      <w:r w:rsidRPr="001B73FA">
        <w:rPr>
          <w:szCs w:val="20"/>
        </w:rPr>
        <w:t>arrivée de je ne sais quel dieu</w:t>
      </w:r>
      <w:r w:rsidR="00462692" w:rsidRPr="00A4769E">
        <w:rPr>
          <w:szCs w:val="20"/>
        </w:rPr>
        <w:t xml:space="preserve">. </w:t>
      </w:r>
      <w:r w:rsidRPr="001B73FA">
        <w:rPr>
          <w:szCs w:val="20"/>
        </w:rPr>
        <w:t>Il en a tellement bégayé que je venais me rendre compte par moi-même</w:t>
      </w:r>
      <w:r w:rsidR="00462692" w:rsidRPr="00A4769E">
        <w:rPr>
          <w:szCs w:val="20"/>
        </w:rPr>
        <w:t xml:space="preserve">. </w:t>
      </w:r>
      <w:r w:rsidRPr="001B73FA">
        <w:rPr>
          <w:szCs w:val="20"/>
        </w:rPr>
        <w:t>Excusez-le</w:t>
      </w:r>
      <w:r w:rsidR="00462692" w:rsidRPr="00A4769E">
        <w:rPr>
          <w:szCs w:val="20"/>
        </w:rPr>
        <w:t xml:space="preserve"> ; </w:t>
      </w:r>
      <w:r w:rsidRPr="001B73FA">
        <w:rPr>
          <w:szCs w:val="20"/>
        </w:rPr>
        <w:t>il n</w:t>
      </w:r>
      <w:r w:rsidR="00462692" w:rsidRPr="00A4769E">
        <w:rPr>
          <w:szCs w:val="20"/>
        </w:rPr>
        <w:t>’</w:t>
      </w:r>
      <w:r w:rsidRPr="001B73FA">
        <w:rPr>
          <w:szCs w:val="20"/>
        </w:rPr>
        <w:t>est pas habitué à l</w:t>
      </w:r>
      <w:r w:rsidR="00462692" w:rsidRPr="00A4769E">
        <w:rPr>
          <w:szCs w:val="20"/>
        </w:rPr>
        <w:t>’</w:t>
      </w:r>
      <w:r w:rsidRPr="001B73FA">
        <w:rPr>
          <w:szCs w:val="20"/>
        </w:rPr>
        <w:t>irruption de saint Georges dans notre Thébaïde</w:t>
      </w:r>
      <w:r w:rsidR="00462692" w:rsidRPr="00A4769E">
        <w:rPr>
          <w:szCs w:val="20"/>
        </w:rPr>
        <w:t xml:space="preserve">. </w:t>
      </w:r>
      <w:r w:rsidRPr="001B73FA">
        <w:rPr>
          <w:szCs w:val="20"/>
        </w:rPr>
        <w:t>Venez</w:t>
      </w:r>
      <w:r w:rsidR="00462692" w:rsidRPr="00A4769E">
        <w:rPr>
          <w:szCs w:val="20"/>
        </w:rPr>
        <w:t xml:space="preserve">, </w:t>
      </w:r>
      <w:r w:rsidRPr="001B73FA">
        <w:rPr>
          <w:szCs w:val="20"/>
        </w:rPr>
        <w:t>mon cher</w:t>
      </w:r>
      <w:r w:rsidR="00462692" w:rsidRPr="00A4769E">
        <w:rPr>
          <w:szCs w:val="20"/>
        </w:rPr>
        <w:t xml:space="preserve">, </w:t>
      </w:r>
      <w:r w:rsidRPr="001B73FA">
        <w:rPr>
          <w:szCs w:val="20"/>
        </w:rPr>
        <w:t>on vous attend</w:t>
      </w:r>
      <w:r w:rsidR="00462692" w:rsidRPr="00A4769E">
        <w:rPr>
          <w:szCs w:val="20"/>
        </w:rPr>
        <w:t>. »</w:t>
      </w:r>
      <w:r w:rsidRPr="001B73FA">
        <w:rPr>
          <w:szCs w:val="20"/>
        </w:rPr>
        <w:t xml:space="preserve"> Il prit familièrement Angelo par le bras</w:t>
      </w:r>
      <w:r w:rsidR="00462692" w:rsidRPr="00A4769E">
        <w:rPr>
          <w:szCs w:val="20"/>
        </w:rPr>
        <w:t>. « </w:t>
      </w:r>
      <w:r w:rsidRPr="001B73FA">
        <w:rPr>
          <w:szCs w:val="20"/>
        </w:rPr>
        <w:t>Hé</w:t>
      </w:r>
      <w:r w:rsidR="00462692" w:rsidRPr="00A4769E">
        <w:rPr>
          <w:szCs w:val="20"/>
        </w:rPr>
        <w:t xml:space="preserve">, </w:t>
      </w:r>
      <w:r w:rsidRPr="001B73FA">
        <w:rPr>
          <w:szCs w:val="20"/>
        </w:rPr>
        <w:t>hé</w:t>
      </w:r>
      <w:r w:rsidR="00462692" w:rsidRPr="00A4769E">
        <w:rPr>
          <w:szCs w:val="20"/>
        </w:rPr>
        <w:t xml:space="preserve">, </w:t>
      </w:r>
      <w:r w:rsidRPr="001B73FA">
        <w:rPr>
          <w:szCs w:val="20"/>
        </w:rPr>
        <w:t>voilà un bras qui justifierait les frayeurs de François</w:t>
      </w:r>
      <w:r w:rsidR="00462692" w:rsidRPr="00A4769E">
        <w:rPr>
          <w:szCs w:val="20"/>
        </w:rPr>
        <w:t xml:space="preserve">. </w:t>
      </w:r>
      <w:r w:rsidRPr="001B73FA">
        <w:rPr>
          <w:szCs w:val="20"/>
        </w:rPr>
        <w:t>Savez-vous</w:t>
      </w:r>
      <w:r w:rsidR="00462692" w:rsidRPr="00A4769E">
        <w:rPr>
          <w:szCs w:val="20"/>
        </w:rPr>
        <w:t xml:space="preserve">, </w:t>
      </w:r>
      <w:r w:rsidRPr="001B73FA">
        <w:rPr>
          <w:szCs w:val="20"/>
        </w:rPr>
        <w:t>dit-il</w:t>
      </w:r>
      <w:r w:rsidR="00462692" w:rsidRPr="00A4769E">
        <w:rPr>
          <w:szCs w:val="20"/>
        </w:rPr>
        <w:t xml:space="preserve">, </w:t>
      </w:r>
      <w:r w:rsidRPr="001B73FA">
        <w:rPr>
          <w:szCs w:val="20"/>
        </w:rPr>
        <w:t>pendant qu</w:t>
      </w:r>
      <w:r w:rsidR="00462692" w:rsidRPr="00A4769E">
        <w:rPr>
          <w:szCs w:val="20"/>
        </w:rPr>
        <w:t>’</w:t>
      </w:r>
      <w:r w:rsidRPr="001B73FA">
        <w:rPr>
          <w:szCs w:val="20"/>
        </w:rPr>
        <w:t>ils marchaient tous les deux le long du couloir dont des treilles de roses lourdes de pluie assombrissaient les fenêtres</w:t>
      </w:r>
      <w:r w:rsidR="00462692" w:rsidRPr="00A4769E">
        <w:rPr>
          <w:szCs w:val="20"/>
        </w:rPr>
        <w:t xml:space="preserve">, </w:t>
      </w:r>
      <w:r w:rsidRPr="001B73FA">
        <w:rPr>
          <w:szCs w:val="20"/>
        </w:rPr>
        <w:t>que vous avez tiré ma s</w:t>
      </w:r>
      <w:r w:rsidR="00462692" w:rsidRPr="00A4769E">
        <w:rPr>
          <w:szCs w:val="20"/>
        </w:rPr>
        <w:t>œ</w:t>
      </w:r>
      <w:r w:rsidRPr="001B73FA">
        <w:rPr>
          <w:szCs w:val="20"/>
        </w:rPr>
        <w:t>ur d</w:t>
      </w:r>
      <w:r w:rsidR="00462692" w:rsidRPr="00A4769E">
        <w:rPr>
          <w:szCs w:val="20"/>
        </w:rPr>
        <w:t>’</w:t>
      </w:r>
      <w:r w:rsidRPr="001B73FA">
        <w:rPr>
          <w:szCs w:val="20"/>
        </w:rPr>
        <w:t>un fameux guêpier</w:t>
      </w:r>
      <w:r w:rsidR="00462692" w:rsidRPr="00A4769E">
        <w:rPr>
          <w:szCs w:val="20"/>
        </w:rPr>
        <w:t xml:space="preserve"> ? </w:t>
      </w:r>
      <w:r w:rsidRPr="001B73FA">
        <w:rPr>
          <w:szCs w:val="20"/>
        </w:rPr>
        <w:t>Connaissez-vous la nouvelle</w:t>
      </w:r>
      <w:r w:rsidR="00462692" w:rsidRPr="00A4769E">
        <w:rPr>
          <w:szCs w:val="20"/>
        </w:rPr>
        <w:t> ? »</w:t>
      </w:r>
    </w:p>
    <w:p w14:paraId="151C3623" w14:textId="5D79043F" w:rsidR="001B73FA" w:rsidRPr="001B73FA" w:rsidRDefault="001B73FA" w:rsidP="001B73FA">
      <w:pPr>
        <w:rPr>
          <w:szCs w:val="20"/>
        </w:rPr>
      </w:pPr>
      <w:r w:rsidRPr="001B73FA">
        <w:rPr>
          <w:szCs w:val="20"/>
        </w:rPr>
        <w:t>Angelo ne connaissait qu</w:t>
      </w:r>
      <w:r w:rsidR="00462692" w:rsidRPr="00A4769E">
        <w:rPr>
          <w:szCs w:val="20"/>
        </w:rPr>
        <w:t>’</w:t>
      </w:r>
      <w:r w:rsidRPr="001B73FA">
        <w:rPr>
          <w:szCs w:val="20"/>
        </w:rPr>
        <w:t>une très subtile odeur d</w:t>
      </w:r>
      <w:r w:rsidR="00462692" w:rsidRPr="00A4769E">
        <w:rPr>
          <w:szCs w:val="20"/>
        </w:rPr>
        <w:t>’</w:t>
      </w:r>
      <w:r w:rsidRPr="001B73FA">
        <w:rPr>
          <w:szCs w:val="20"/>
        </w:rPr>
        <w:t>encens qui parfumait le couloir</w:t>
      </w:r>
      <w:r w:rsidR="00462692" w:rsidRPr="00A4769E">
        <w:rPr>
          <w:szCs w:val="20"/>
        </w:rPr>
        <w:t>. « </w:t>
      </w:r>
      <w:r w:rsidRPr="001B73FA">
        <w:rPr>
          <w:szCs w:val="20"/>
        </w:rPr>
        <w:t>Alors</w:t>
      </w:r>
      <w:r w:rsidR="00462692" w:rsidRPr="00A4769E">
        <w:rPr>
          <w:szCs w:val="20"/>
        </w:rPr>
        <w:t xml:space="preserve">, </w:t>
      </w:r>
      <w:r w:rsidRPr="001B73FA">
        <w:rPr>
          <w:szCs w:val="20"/>
        </w:rPr>
        <w:t>dit le Marquis</w:t>
      </w:r>
      <w:r w:rsidR="00462692" w:rsidRPr="00A4769E">
        <w:rPr>
          <w:szCs w:val="20"/>
        </w:rPr>
        <w:t xml:space="preserve">, </w:t>
      </w:r>
      <w:r w:rsidRPr="001B73FA">
        <w:rPr>
          <w:szCs w:val="20"/>
        </w:rPr>
        <w:t>attendez que je vous l</w:t>
      </w:r>
      <w:r w:rsidR="00462692" w:rsidRPr="00A4769E">
        <w:rPr>
          <w:szCs w:val="20"/>
        </w:rPr>
        <w:t>’</w:t>
      </w:r>
      <w:r w:rsidRPr="001B73FA">
        <w:rPr>
          <w:szCs w:val="20"/>
        </w:rPr>
        <w:t>annonce</w:t>
      </w:r>
      <w:r w:rsidR="00462692" w:rsidRPr="00A4769E">
        <w:rPr>
          <w:szCs w:val="20"/>
        </w:rPr>
        <w:t xml:space="preserve">. </w:t>
      </w:r>
      <w:r w:rsidRPr="001B73FA">
        <w:rPr>
          <w:szCs w:val="20"/>
        </w:rPr>
        <w:t>Ma s</w:t>
      </w:r>
      <w:r w:rsidR="00462692" w:rsidRPr="00A4769E">
        <w:rPr>
          <w:szCs w:val="20"/>
        </w:rPr>
        <w:t>œ</w:t>
      </w:r>
      <w:r w:rsidRPr="001B73FA">
        <w:rPr>
          <w:szCs w:val="20"/>
        </w:rPr>
        <w:t>ur elle-même ne la connaît pas toute</w:t>
      </w:r>
      <w:r w:rsidR="00462692" w:rsidRPr="00A4769E">
        <w:rPr>
          <w:szCs w:val="20"/>
        </w:rPr>
        <w:t xml:space="preserve">. </w:t>
      </w:r>
      <w:r w:rsidRPr="001B73FA">
        <w:rPr>
          <w:szCs w:val="20"/>
        </w:rPr>
        <w:t>On a arrêté</w:t>
      </w:r>
      <w:r w:rsidR="00462692" w:rsidRPr="00A4769E">
        <w:rPr>
          <w:szCs w:val="20"/>
        </w:rPr>
        <w:t xml:space="preserve">, </w:t>
      </w:r>
      <w:r w:rsidRPr="001B73FA">
        <w:rPr>
          <w:szCs w:val="20"/>
        </w:rPr>
        <w:t>cette nuit</w:t>
      </w:r>
      <w:r w:rsidR="00462692" w:rsidRPr="00A4769E">
        <w:rPr>
          <w:szCs w:val="20"/>
        </w:rPr>
        <w:t xml:space="preserve">, </w:t>
      </w:r>
      <w:r w:rsidRPr="001B73FA">
        <w:rPr>
          <w:szCs w:val="20"/>
        </w:rPr>
        <w:t>la diligence de Marseille</w:t>
      </w:r>
      <w:r w:rsidR="00462692" w:rsidRPr="00A4769E">
        <w:rPr>
          <w:szCs w:val="20"/>
        </w:rPr>
        <w:t xml:space="preserve">, </w:t>
      </w:r>
      <w:r w:rsidRPr="001B73FA">
        <w:rPr>
          <w:szCs w:val="20"/>
        </w:rPr>
        <w:t>à quatre pas du carrefour où vous aviez l</w:t>
      </w:r>
      <w:r w:rsidR="00462692" w:rsidRPr="00A4769E">
        <w:rPr>
          <w:szCs w:val="20"/>
        </w:rPr>
        <w:t>’</w:t>
      </w:r>
      <w:r w:rsidRPr="001B73FA">
        <w:rPr>
          <w:szCs w:val="20"/>
        </w:rPr>
        <w:t>enfantillage d</w:t>
      </w:r>
      <w:r w:rsidR="00462692" w:rsidRPr="00A4769E">
        <w:rPr>
          <w:szCs w:val="20"/>
        </w:rPr>
        <w:t>’</w:t>
      </w:r>
      <w:r w:rsidRPr="001B73FA">
        <w:rPr>
          <w:szCs w:val="20"/>
        </w:rPr>
        <w:t>attendre mon cocher</w:t>
      </w:r>
      <w:r w:rsidR="00462692" w:rsidRPr="00A4769E">
        <w:rPr>
          <w:szCs w:val="20"/>
        </w:rPr>
        <w:t xml:space="preserve">. </w:t>
      </w:r>
      <w:r w:rsidRPr="001B73FA">
        <w:rPr>
          <w:szCs w:val="20"/>
        </w:rPr>
        <w:t>Voilà ce que ma s</w:t>
      </w:r>
      <w:r w:rsidR="00462692" w:rsidRPr="00A4769E">
        <w:rPr>
          <w:szCs w:val="20"/>
        </w:rPr>
        <w:t>œ</w:t>
      </w:r>
      <w:r w:rsidRPr="001B73FA">
        <w:rPr>
          <w:szCs w:val="20"/>
        </w:rPr>
        <w:t>ur sait</w:t>
      </w:r>
      <w:r w:rsidR="00462692" w:rsidRPr="00A4769E">
        <w:rPr>
          <w:szCs w:val="20"/>
        </w:rPr>
        <w:t xml:space="preserve">. </w:t>
      </w:r>
      <w:r w:rsidRPr="001B73FA">
        <w:rPr>
          <w:szCs w:val="20"/>
        </w:rPr>
        <w:t>On a enlevé une caisse de la Trésorerie générale et il y a trois morts parmi les gendarmes en civil qui ont essayé de la défendre</w:t>
      </w:r>
      <w:r w:rsidR="00462692" w:rsidRPr="00A4769E">
        <w:rPr>
          <w:szCs w:val="20"/>
        </w:rPr>
        <w:t xml:space="preserve">. </w:t>
      </w:r>
      <w:r w:rsidRPr="001B73FA">
        <w:rPr>
          <w:szCs w:val="20"/>
        </w:rPr>
        <w:t>Voilà ce que ma s</w:t>
      </w:r>
      <w:r w:rsidR="00462692" w:rsidRPr="00A4769E">
        <w:rPr>
          <w:szCs w:val="20"/>
        </w:rPr>
        <w:t>œ</w:t>
      </w:r>
      <w:r w:rsidRPr="001B73FA">
        <w:rPr>
          <w:szCs w:val="20"/>
        </w:rPr>
        <w:t>ur ne sait pas</w:t>
      </w:r>
      <w:r w:rsidR="00462692" w:rsidRPr="00A4769E">
        <w:rPr>
          <w:szCs w:val="20"/>
        </w:rPr>
        <w:t xml:space="preserve">. </w:t>
      </w:r>
      <w:r w:rsidRPr="001B73FA">
        <w:rPr>
          <w:szCs w:val="20"/>
        </w:rPr>
        <w:t xml:space="preserve">Ne pensez pas </w:t>
      </w:r>
      <w:r w:rsidRPr="001B73FA">
        <w:rPr>
          <w:szCs w:val="20"/>
        </w:rPr>
        <w:lastRenderedPageBreak/>
        <w:t>aux trois morts</w:t>
      </w:r>
      <w:r w:rsidR="00462692" w:rsidRPr="00A4769E">
        <w:rPr>
          <w:szCs w:val="20"/>
        </w:rPr>
        <w:t xml:space="preserve">, </w:t>
      </w:r>
      <w:r w:rsidRPr="001B73FA">
        <w:rPr>
          <w:szCs w:val="20"/>
        </w:rPr>
        <w:t>faites bonne figure et entrez recevoir vos remerciements</w:t>
      </w:r>
      <w:r w:rsidR="00462692" w:rsidRPr="00A4769E">
        <w:rPr>
          <w:szCs w:val="20"/>
        </w:rPr>
        <w:t>.</w:t>
      </w:r>
      <w:r w:rsidR="00462692" w:rsidRPr="00A4769E">
        <w:rPr>
          <w:szCs w:val="20"/>
        </w:rPr>
        <w:t> »</w:t>
      </w:r>
    </w:p>
    <w:p w14:paraId="76559AC1" w14:textId="77777777" w:rsidR="00462692" w:rsidRPr="00A4769E" w:rsidRDefault="00462692" w:rsidP="001B73FA">
      <w:pPr>
        <w:rPr>
          <w:szCs w:val="20"/>
        </w:rPr>
      </w:pPr>
    </w:p>
    <w:p w14:paraId="4D1EC73D" w14:textId="77777777" w:rsidR="00462692" w:rsidRPr="00A4769E" w:rsidRDefault="001B73FA" w:rsidP="001B73FA">
      <w:pPr>
        <w:rPr>
          <w:szCs w:val="20"/>
        </w:rPr>
      </w:pPr>
      <w:r w:rsidRPr="001B73FA">
        <w:rPr>
          <w:szCs w:val="20"/>
        </w:rPr>
        <w:t>Avant d</w:t>
      </w:r>
      <w:r w:rsidR="00462692" w:rsidRPr="00A4769E">
        <w:rPr>
          <w:szCs w:val="20"/>
        </w:rPr>
        <w:t>’</w:t>
      </w:r>
      <w:r w:rsidRPr="001B73FA">
        <w:rPr>
          <w:szCs w:val="20"/>
        </w:rPr>
        <w:t>être remercié par la Marquise</w:t>
      </w:r>
      <w:r w:rsidR="00462692" w:rsidRPr="00A4769E">
        <w:rPr>
          <w:szCs w:val="20"/>
        </w:rPr>
        <w:t xml:space="preserve">, </w:t>
      </w:r>
      <w:r w:rsidRPr="001B73FA">
        <w:rPr>
          <w:szCs w:val="20"/>
        </w:rPr>
        <w:t>qui se leva de son siège et s</w:t>
      </w:r>
      <w:r w:rsidR="00462692" w:rsidRPr="00A4769E">
        <w:rPr>
          <w:szCs w:val="20"/>
        </w:rPr>
        <w:t>’</w:t>
      </w:r>
      <w:r w:rsidRPr="001B73FA">
        <w:rPr>
          <w:szCs w:val="20"/>
        </w:rPr>
        <w:t>avança avec toute la vivacité que lui permettaient ses vastes hanches</w:t>
      </w:r>
      <w:r w:rsidR="00462692" w:rsidRPr="00A4769E">
        <w:rPr>
          <w:szCs w:val="20"/>
        </w:rPr>
        <w:t xml:space="preserve">, </w:t>
      </w:r>
      <w:r w:rsidRPr="001B73FA">
        <w:rPr>
          <w:szCs w:val="20"/>
        </w:rPr>
        <w:t>Angelo fut présenté à un hôte</w:t>
      </w:r>
      <w:r w:rsidR="00462692" w:rsidRPr="00A4769E">
        <w:rPr>
          <w:szCs w:val="20"/>
        </w:rPr>
        <w:t xml:space="preserve">. </w:t>
      </w:r>
      <w:r w:rsidRPr="001B73FA">
        <w:rPr>
          <w:szCs w:val="20"/>
        </w:rPr>
        <w:t>Angelo n</w:t>
      </w:r>
      <w:r w:rsidR="00462692" w:rsidRPr="00A4769E">
        <w:rPr>
          <w:szCs w:val="20"/>
        </w:rPr>
        <w:t>’</w:t>
      </w:r>
      <w:r w:rsidRPr="001B73FA">
        <w:rPr>
          <w:szCs w:val="20"/>
        </w:rPr>
        <w:t>avait jamais vu d</w:t>
      </w:r>
      <w:r w:rsidR="00462692" w:rsidRPr="00A4769E">
        <w:rPr>
          <w:szCs w:val="20"/>
        </w:rPr>
        <w:t>’</w:t>
      </w:r>
      <w:r w:rsidRPr="001B73FA">
        <w:rPr>
          <w:szCs w:val="20"/>
        </w:rPr>
        <w:t>évêque français</w:t>
      </w:r>
      <w:r w:rsidR="00462692" w:rsidRPr="00A4769E">
        <w:rPr>
          <w:szCs w:val="20"/>
        </w:rPr>
        <w:t xml:space="preserve">. </w:t>
      </w:r>
      <w:r w:rsidRPr="001B73FA">
        <w:rPr>
          <w:szCs w:val="20"/>
        </w:rPr>
        <w:t>C</w:t>
      </w:r>
      <w:r w:rsidR="00462692" w:rsidRPr="00A4769E">
        <w:rPr>
          <w:szCs w:val="20"/>
        </w:rPr>
        <w:t>’</w:t>
      </w:r>
      <w:r w:rsidRPr="001B73FA">
        <w:rPr>
          <w:szCs w:val="20"/>
        </w:rPr>
        <w:t>en était un</w:t>
      </w:r>
      <w:r w:rsidR="00462692" w:rsidRPr="00A4769E">
        <w:rPr>
          <w:szCs w:val="20"/>
        </w:rPr>
        <w:t xml:space="preserve">. </w:t>
      </w:r>
      <w:r w:rsidRPr="001B73FA">
        <w:rPr>
          <w:szCs w:val="20"/>
        </w:rPr>
        <w:t>Habitué aux Monsignori coquets de l</w:t>
      </w:r>
      <w:r w:rsidR="00462692" w:rsidRPr="00A4769E">
        <w:rPr>
          <w:szCs w:val="20"/>
        </w:rPr>
        <w:t>’</w:t>
      </w:r>
      <w:r w:rsidRPr="001B73FA">
        <w:rPr>
          <w:szCs w:val="20"/>
        </w:rPr>
        <w:t>au-delà des Alpes</w:t>
      </w:r>
      <w:r w:rsidR="00462692" w:rsidRPr="00A4769E">
        <w:rPr>
          <w:szCs w:val="20"/>
        </w:rPr>
        <w:t xml:space="preserve">, </w:t>
      </w:r>
      <w:r w:rsidRPr="001B73FA">
        <w:rPr>
          <w:szCs w:val="20"/>
        </w:rPr>
        <w:t>il fut étonné de la lourdeur paysanne de celui-ci</w:t>
      </w:r>
      <w:r w:rsidR="00462692" w:rsidRPr="00A4769E">
        <w:rPr>
          <w:szCs w:val="20"/>
        </w:rPr>
        <w:t xml:space="preserve">. </w:t>
      </w:r>
      <w:r w:rsidRPr="001B73FA">
        <w:rPr>
          <w:szCs w:val="20"/>
        </w:rPr>
        <w:t>Les mains</w:t>
      </w:r>
      <w:r w:rsidR="00462692" w:rsidRPr="00A4769E">
        <w:rPr>
          <w:szCs w:val="20"/>
        </w:rPr>
        <w:t xml:space="preserve">, </w:t>
      </w:r>
      <w:r w:rsidRPr="001B73FA">
        <w:rPr>
          <w:szCs w:val="20"/>
        </w:rPr>
        <w:t>notamment</w:t>
      </w:r>
      <w:r w:rsidR="00462692" w:rsidRPr="00A4769E">
        <w:rPr>
          <w:szCs w:val="20"/>
        </w:rPr>
        <w:t xml:space="preserve">, </w:t>
      </w:r>
      <w:r w:rsidRPr="001B73FA">
        <w:rPr>
          <w:szCs w:val="20"/>
        </w:rPr>
        <w:t>étaient celles d</w:t>
      </w:r>
      <w:r w:rsidR="00462692" w:rsidRPr="00A4769E">
        <w:rPr>
          <w:szCs w:val="20"/>
        </w:rPr>
        <w:t>’</w:t>
      </w:r>
      <w:r w:rsidRPr="001B73FA">
        <w:rPr>
          <w:szCs w:val="20"/>
        </w:rPr>
        <w:t>un laboureur et l</w:t>
      </w:r>
      <w:r w:rsidR="00462692" w:rsidRPr="00A4769E">
        <w:rPr>
          <w:szCs w:val="20"/>
        </w:rPr>
        <w:t>’</w:t>
      </w:r>
      <w:r w:rsidRPr="001B73FA">
        <w:rPr>
          <w:szCs w:val="20"/>
        </w:rPr>
        <w:t>anneau épiscopal y faisait l</w:t>
      </w:r>
      <w:r w:rsidR="00462692" w:rsidRPr="00A4769E">
        <w:rPr>
          <w:szCs w:val="20"/>
        </w:rPr>
        <w:t>’</w:t>
      </w:r>
      <w:r w:rsidRPr="001B73FA">
        <w:rPr>
          <w:szCs w:val="20"/>
        </w:rPr>
        <w:t>effet d</w:t>
      </w:r>
      <w:r w:rsidR="00462692" w:rsidRPr="00A4769E">
        <w:rPr>
          <w:szCs w:val="20"/>
        </w:rPr>
        <w:t>’</w:t>
      </w:r>
      <w:r w:rsidRPr="001B73FA">
        <w:rPr>
          <w:szCs w:val="20"/>
        </w:rPr>
        <w:t>un bijou volé</w:t>
      </w:r>
      <w:r w:rsidR="00462692" w:rsidRPr="00A4769E">
        <w:rPr>
          <w:szCs w:val="20"/>
        </w:rPr>
        <w:t xml:space="preserve">. </w:t>
      </w:r>
      <w:r w:rsidRPr="001B73FA">
        <w:rPr>
          <w:szCs w:val="20"/>
        </w:rPr>
        <w:t>Il avait des pommettes de joueur de clairon</w:t>
      </w:r>
      <w:r w:rsidR="00462692" w:rsidRPr="00A4769E">
        <w:rPr>
          <w:szCs w:val="20"/>
        </w:rPr>
        <w:t> : « </w:t>
      </w:r>
      <w:r w:rsidRPr="001B73FA">
        <w:rPr>
          <w:szCs w:val="20"/>
        </w:rPr>
        <w:t>Il éclate de santé et il a les yeux jaunes</w:t>
      </w:r>
      <w:r w:rsidR="00462692" w:rsidRPr="00A4769E">
        <w:rPr>
          <w:szCs w:val="20"/>
        </w:rPr>
        <w:t xml:space="preserve">, </w:t>
      </w:r>
      <w:r w:rsidRPr="001B73FA">
        <w:rPr>
          <w:szCs w:val="20"/>
        </w:rPr>
        <w:t>c</w:t>
      </w:r>
      <w:r w:rsidR="00462692" w:rsidRPr="00A4769E">
        <w:rPr>
          <w:szCs w:val="20"/>
        </w:rPr>
        <w:t>’</w:t>
      </w:r>
      <w:r w:rsidRPr="001B73FA">
        <w:rPr>
          <w:szCs w:val="20"/>
        </w:rPr>
        <w:t xml:space="preserve">est un </w:t>
      </w:r>
      <w:r w:rsidRPr="001B73FA">
        <w:rPr>
          <w:i/>
          <w:iCs/>
          <w:szCs w:val="20"/>
        </w:rPr>
        <w:t>in part</w:t>
      </w:r>
      <w:r w:rsidR="002264F0" w:rsidRPr="00A4769E">
        <w:rPr>
          <w:i/>
          <w:iCs/>
          <w:szCs w:val="20"/>
        </w:rPr>
        <w:t>i</w:t>
      </w:r>
      <w:r w:rsidRPr="001B73FA">
        <w:rPr>
          <w:i/>
          <w:iCs/>
          <w:szCs w:val="20"/>
        </w:rPr>
        <w:t>bus</w:t>
      </w:r>
      <w:r w:rsidR="00462692" w:rsidRPr="00A4769E">
        <w:rPr>
          <w:szCs w:val="20"/>
        </w:rPr>
        <w:t xml:space="preserve"> », </w:t>
      </w:r>
      <w:r w:rsidRPr="001B73FA">
        <w:rPr>
          <w:szCs w:val="20"/>
        </w:rPr>
        <w:t>se dit Angelo</w:t>
      </w:r>
      <w:r w:rsidR="00462692" w:rsidRPr="00A4769E">
        <w:rPr>
          <w:szCs w:val="20"/>
        </w:rPr>
        <w:t>. « </w:t>
      </w:r>
      <w:r w:rsidRPr="001B73FA">
        <w:rPr>
          <w:szCs w:val="20"/>
        </w:rPr>
        <w:t>Vous avez</w:t>
      </w:r>
      <w:r w:rsidR="00462692" w:rsidRPr="00A4769E">
        <w:rPr>
          <w:szCs w:val="20"/>
        </w:rPr>
        <w:t xml:space="preserve">, </w:t>
      </w:r>
      <w:r w:rsidRPr="001B73FA">
        <w:rPr>
          <w:szCs w:val="20"/>
        </w:rPr>
        <w:t>à ce qu</w:t>
      </w:r>
      <w:r w:rsidR="00462692" w:rsidRPr="00A4769E">
        <w:rPr>
          <w:szCs w:val="20"/>
        </w:rPr>
        <w:t>’</w:t>
      </w:r>
      <w:r w:rsidRPr="001B73FA">
        <w:rPr>
          <w:szCs w:val="20"/>
        </w:rPr>
        <w:t>il paraît</w:t>
      </w:r>
      <w:r w:rsidR="00462692" w:rsidRPr="00A4769E">
        <w:rPr>
          <w:szCs w:val="20"/>
        </w:rPr>
        <w:t xml:space="preserve">, </w:t>
      </w:r>
      <w:r w:rsidRPr="001B73FA">
        <w:rPr>
          <w:szCs w:val="20"/>
        </w:rPr>
        <w:t>assisté à l</w:t>
      </w:r>
      <w:r w:rsidR="00462692" w:rsidRPr="00A4769E">
        <w:rPr>
          <w:szCs w:val="20"/>
        </w:rPr>
        <w:t>’</w:t>
      </w:r>
      <w:r w:rsidRPr="001B73FA">
        <w:rPr>
          <w:szCs w:val="20"/>
        </w:rPr>
        <w:t>affaire</w:t>
      </w:r>
      <w:r w:rsidR="00462692" w:rsidRPr="00A4769E">
        <w:rPr>
          <w:szCs w:val="20"/>
        </w:rPr>
        <w:t xml:space="preserve">, </w:t>
      </w:r>
      <w:r w:rsidRPr="001B73FA">
        <w:rPr>
          <w:szCs w:val="20"/>
        </w:rPr>
        <w:t>s</w:t>
      </w:r>
      <w:r w:rsidR="00462692" w:rsidRPr="00A4769E">
        <w:rPr>
          <w:szCs w:val="20"/>
        </w:rPr>
        <w:t>’</w:t>
      </w:r>
      <w:r w:rsidRPr="001B73FA">
        <w:rPr>
          <w:szCs w:val="20"/>
        </w:rPr>
        <w:t>entendit-il dire brusquement</w:t>
      </w:r>
      <w:r w:rsidR="00462692" w:rsidRPr="00A4769E">
        <w:rPr>
          <w:szCs w:val="20"/>
        </w:rPr>
        <w:t>.</w:t>
      </w:r>
    </w:p>
    <w:p w14:paraId="30CE4302" w14:textId="07CD0484" w:rsidR="00462692" w:rsidRPr="00A4769E" w:rsidRDefault="00462692" w:rsidP="001B73FA">
      <w:pPr>
        <w:rPr>
          <w:szCs w:val="20"/>
        </w:rPr>
      </w:pPr>
      <w:r w:rsidRPr="00A4769E">
        <w:rPr>
          <w:szCs w:val="20"/>
        </w:rPr>
        <w:t>— </w:t>
      </w:r>
      <w:r w:rsidR="001B73FA" w:rsidRPr="001B73FA">
        <w:rPr>
          <w:szCs w:val="20"/>
        </w:rPr>
        <w:t>Aux préparatifs seulement</w:t>
      </w:r>
      <w:r w:rsidRPr="00A4769E">
        <w:rPr>
          <w:szCs w:val="20"/>
        </w:rPr>
        <w:t xml:space="preserve">, </w:t>
      </w:r>
      <w:r w:rsidR="001B73FA" w:rsidRPr="001B73FA">
        <w:rPr>
          <w:szCs w:val="20"/>
        </w:rPr>
        <w:t>Monseigneur</w:t>
      </w:r>
      <w:r w:rsidRPr="00A4769E">
        <w:rPr>
          <w:szCs w:val="20"/>
        </w:rPr>
        <w:t xml:space="preserve">, </w:t>
      </w:r>
      <w:r w:rsidR="001B73FA" w:rsidRPr="001B73FA">
        <w:rPr>
          <w:szCs w:val="20"/>
        </w:rPr>
        <w:t>répondit Angelo</w:t>
      </w:r>
      <w:r w:rsidRPr="00A4769E">
        <w:rPr>
          <w:szCs w:val="20"/>
        </w:rPr>
        <w:t>.</w:t>
      </w:r>
    </w:p>
    <w:p w14:paraId="73ED6104" w14:textId="18886893" w:rsidR="00462692" w:rsidRPr="00A4769E" w:rsidRDefault="00462692" w:rsidP="001B73FA">
      <w:pPr>
        <w:rPr>
          <w:szCs w:val="20"/>
        </w:rPr>
      </w:pPr>
      <w:r w:rsidRPr="00A4769E">
        <w:rPr>
          <w:szCs w:val="20"/>
        </w:rPr>
        <w:t>— </w:t>
      </w:r>
      <w:r w:rsidR="001B73FA" w:rsidRPr="001B73FA">
        <w:rPr>
          <w:szCs w:val="20"/>
        </w:rPr>
        <w:t>Il s</w:t>
      </w:r>
      <w:r w:rsidRPr="00A4769E">
        <w:rPr>
          <w:szCs w:val="20"/>
        </w:rPr>
        <w:t>’</w:t>
      </w:r>
      <w:r w:rsidR="001B73FA" w:rsidRPr="001B73FA">
        <w:rPr>
          <w:szCs w:val="20"/>
        </w:rPr>
        <w:t>agirait de savoir exactement ce que vous avez vu</w:t>
      </w:r>
      <w:r w:rsidRPr="00A4769E">
        <w:rPr>
          <w:szCs w:val="20"/>
        </w:rPr>
        <w:t xml:space="preserve">, </w:t>
      </w:r>
      <w:r w:rsidR="001B73FA" w:rsidRPr="001B73FA">
        <w:rPr>
          <w:szCs w:val="20"/>
        </w:rPr>
        <w:t>dit l</w:t>
      </w:r>
      <w:r w:rsidRPr="00A4769E">
        <w:rPr>
          <w:szCs w:val="20"/>
        </w:rPr>
        <w:t>’</w:t>
      </w:r>
      <w:r w:rsidR="001B73FA" w:rsidRPr="001B73FA">
        <w:rPr>
          <w:szCs w:val="20"/>
        </w:rPr>
        <w:t>évêque</w:t>
      </w:r>
      <w:r w:rsidRPr="00A4769E">
        <w:rPr>
          <w:szCs w:val="20"/>
        </w:rPr>
        <w:t>.</w:t>
      </w:r>
    </w:p>
    <w:p w14:paraId="74AFC69E" w14:textId="22C748DF" w:rsidR="00462692" w:rsidRPr="00A4769E" w:rsidRDefault="00462692" w:rsidP="001B73FA">
      <w:pPr>
        <w:rPr>
          <w:szCs w:val="20"/>
        </w:rPr>
      </w:pPr>
      <w:r w:rsidRPr="00A4769E">
        <w:rPr>
          <w:szCs w:val="20"/>
        </w:rPr>
        <w:t>— </w:t>
      </w:r>
      <w:r w:rsidR="001B73FA" w:rsidRPr="001B73FA">
        <w:rPr>
          <w:szCs w:val="20"/>
        </w:rPr>
        <w:t>À mon idée</w:t>
      </w:r>
      <w:r w:rsidRPr="00A4769E">
        <w:rPr>
          <w:szCs w:val="20"/>
        </w:rPr>
        <w:t xml:space="preserve">, </w:t>
      </w:r>
      <w:r w:rsidR="001B73FA" w:rsidRPr="001B73FA">
        <w:rPr>
          <w:szCs w:val="20"/>
        </w:rPr>
        <w:t>fort peu de choses</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et ceci confirme le récit que nous a fait Céline</w:t>
      </w:r>
      <w:r w:rsidRPr="00A4769E">
        <w:rPr>
          <w:szCs w:val="20"/>
        </w:rPr>
        <w:t>.</w:t>
      </w:r>
    </w:p>
    <w:p w14:paraId="16639875" w14:textId="00C3D76A" w:rsidR="00462692" w:rsidRPr="00A4769E" w:rsidRDefault="00462692" w:rsidP="001B73FA">
      <w:pPr>
        <w:rPr>
          <w:szCs w:val="20"/>
        </w:rPr>
      </w:pPr>
      <w:r w:rsidRPr="00A4769E">
        <w:rPr>
          <w:szCs w:val="20"/>
        </w:rPr>
        <w:t>— </w:t>
      </w:r>
      <w:r w:rsidR="001B73FA" w:rsidRPr="001B73FA">
        <w:rPr>
          <w:szCs w:val="20"/>
        </w:rPr>
        <w:t>Il n</w:t>
      </w:r>
      <w:r w:rsidRPr="00A4769E">
        <w:rPr>
          <w:szCs w:val="20"/>
        </w:rPr>
        <w:t>’</w:t>
      </w:r>
      <w:r w:rsidR="001B73FA" w:rsidRPr="001B73FA">
        <w:rPr>
          <w:szCs w:val="20"/>
        </w:rPr>
        <w:t>est pas question de vos idées</w:t>
      </w:r>
      <w:r w:rsidRPr="00A4769E">
        <w:rPr>
          <w:szCs w:val="20"/>
        </w:rPr>
        <w:t xml:space="preserve">, </w:t>
      </w:r>
      <w:r w:rsidR="001B73FA" w:rsidRPr="001B73FA">
        <w:rPr>
          <w:szCs w:val="20"/>
        </w:rPr>
        <w:t>mon cher</w:t>
      </w:r>
      <w:r w:rsidRPr="00A4769E">
        <w:rPr>
          <w:szCs w:val="20"/>
        </w:rPr>
        <w:t xml:space="preserve">, </w:t>
      </w:r>
      <w:r w:rsidR="001B73FA" w:rsidRPr="001B73FA">
        <w:rPr>
          <w:szCs w:val="20"/>
        </w:rPr>
        <w:t>dit assez grossièrement l</w:t>
      </w:r>
      <w:r w:rsidRPr="00A4769E">
        <w:rPr>
          <w:szCs w:val="20"/>
        </w:rPr>
        <w:t>’</w:t>
      </w:r>
      <w:r w:rsidR="001B73FA" w:rsidRPr="001B73FA">
        <w:rPr>
          <w:szCs w:val="20"/>
        </w:rPr>
        <w:t>homme d</w:t>
      </w:r>
      <w:r w:rsidRPr="00A4769E">
        <w:rPr>
          <w:szCs w:val="20"/>
        </w:rPr>
        <w:t>’</w:t>
      </w:r>
      <w:r w:rsidR="001B73FA" w:rsidRPr="001B73FA">
        <w:rPr>
          <w:szCs w:val="20"/>
        </w:rPr>
        <w:t>Église</w:t>
      </w:r>
      <w:r w:rsidRPr="00A4769E">
        <w:rPr>
          <w:szCs w:val="20"/>
        </w:rPr>
        <w:t xml:space="preserve">, </w:t>
      </w:r>
      <w:r w:rsidR="001B73FA" w:rsidRPr="001B73FA">
        <w:rPr>
          <w:szCs w:val="20"/>
        </w:rPr>
        <w:t>je veux des faits précis</w:t>
      </w:r>
      <w:r w:rsidRPr="00A4769E">
        <w:rPr>
          <w:szCs w:val="20"/>
        </w:rPr>
        <w:t>.</w:t>
      </w:r>
    </w:p>
    <w:p w14:paraId="05DC7A21" w14:textId="267C30D3" w:rsidR="00462692" w:rsidRPr="00A4769E" w:rsidRDefault="00462692" w:rsidP="001B73FA">
      <w:pPr>
        <w:rPr>
          <w:szCs w:val="20"/>
        </w:rPr>
      </w:pPr>
      <w:r w:rsidRPr="00A4769E">
        <w:rPr>
          <w:szCs w:val="20"/>
        </w:rPr>
        <w:t>— </w:t>
      </w:r>
      <w:r w:rsidR="001B73FA" w:rsidRPr="001B73FA">
        <w:rPr>
          <w:szCs w:val="20"/>
        </w:rPr>
        <w:t>Vous ne les aurez qu</w:t>
      </w:r>
      <w:r w:rsidRPr="00A4769E">
        <w:rPr>
          <w:szCs w:val="20"/>
        </w:rPr>
        <w:t>’</w:t>
      </w:r>
      <w:r w:rsidR="001B73FA" w:rsidRPr="001B73FA">
        <w:rPr>
          <w:szCs w:val="20"/>
        </w:rPr>
        <w:t>en laissant vos mains tranquilles</w:t>
      </w:r>
      <w:r w:rsidRPr="00A4769E">
        <w:rPr>
          <w:szCs w:val="20"/>
        </w:rPr>
        <w:t xml:space="preserve">, </w:t>
      </w:r>
      <w:r w:rsidR="001B73FA" w:rsidRPr="001B73FA">
        <w:rPr>
          <w:szCs w:val="20"/>
        </w:rPr>
        <w:t>dit le Marquis d</w:t>
      </w:r>
      <w:r w:rsidRPr="00A4769E">
        <w:rPr>
          <w:szCs w:val="20"/>
        </w:rPr>
        <w:t>’</w:t>
      </w:r>
      <w:r w:rsidR="001B73FA" w:rsidRPr="001B73FA">
        <w:rPr>
          <w:szCs w:val="20"/>
        </w:rPr>
        <w:t>une voix glaciale</w:t>
      </w:r>
      <w:r w:rsidRPr="00A4769E">
        <w:rPr>
          <w:szCs w:val="20"/>
        </w:rPr>
        <w:t>.</w:t>
      </w:r>
    </w:p>
    <w:p w14:paraId="735ED6FB" w14:textId="01B1B745" w:rsidR="000103BE" w:rsidRPr="001B73FA" w:rsidRDefault="00462692" w:rsidP="001B73FA">
      <w:pPr>
        <w:rPr>
          <w:szCs w:val="20"/>
        </w:rPr>
      </w:pPr>
      <w:r w:rsidRPr="00A4769E">
        <w:rPr>
          <w:szCs w:val="20"/>
        </w:rPr>
        <w:t>— </w:t>
      </w:r>
      <w:r w:rsidR="001B73FA" w:rsidRPr="001B73FA">
        <w:rPr>
          <w:szCs w:val="20"/>
        </w:rPr>
        <w:t>Je m</w:t>
      </w:r>
      <w:r w:rsidRPr="00A4769E">
        <w:rPr>
          <w:szCs w:val="20"/>
        </w:rPr>
        <w:t>’</w:t>
      </w:r>
      <w:r w:rsidR="001B73FA" w:rsidRPr="001B73FA">
        <w:rPr>
          <w:szCs w:val="20"/>
        </w:rPr>
        <w:t>excuse</w:t>
      </w:r>
      <w:r w:rsidRPr="00A4769E">
        <w:rPr>
          <w:szCs w:val="20"/>
        </w:rPr>
        <w:t> »</w:t>
      </w:r>
      <w:r w:rsidR="001F79E0" w:rsidRPr="00A4769E">
        <w:rPr>
          <w:szCs w:val="20"/>
        </w:rPr>
        <w:t>,</w:t>
      </w:r>
      <w:r w:rsidR="001B73FA" w:rsidRPr="001B73FA">
        <w:rPr>
          <w:szCs w:val="20"/>
        </w:rPr>
        <w:t>dit l</w:t>
      </w:r>
      <w:r w:rsidRPr="00A4769E">
        <w:rPr>
          <w:szCs w:val="20"/>
        </w:rPr>
        <w:t>’</w:t>
      </w:r>
      <w:r w:rsidR="001B73FA" w:rsidRPr="001B73FA">
        <w:rPr>
          <w:szCs w:val="20"/>
        </w:rPr>
        <w:t>évêque d</w:t>
      </w:r>
      <w:r w:rsidRPr="00A4769E">
        <w:rPr>
          <w:szCs w:val="20"/>
        </w:rPr>
        <w:t>’</w:t>
      </w:r>
      <w:r w:rsidR="001B73FA" w:rsidRPr="001B73FA">
        <w:rPr>
          <w:szCs w:val="20"/>
        </w:rPr>
        <w:t>un ton paisible</w:t>
      </w:r>
      <w:r w:rsidRPr="00A4769E">
        <w:rPr>
          <w:szCs w:val="20"/>
        </w:rPr>
        <w:t xml:space="preserve">. </w:t>
      </w:r>
      <w:r w:rsidR="001B73FA" w:rsidRPr="001B73FA">
        <w:rPr>
          <w:szCs w:val="20"/>
        </w:rPr>
        <w:t>Son visage prit naturellement un air très noble</w:t>
      </w:r>
      <w:r w:rsidRPr="00A4769E">
        <w:rPr>
          <w:szCs w:val="20"/>
        </w:rPr>
        <w:t>. « </w:t>
      </w:r>
      <w:r w:rsidR="001B73FA" w:rsidRPr="001B73FA">
        <w:rPr>
          <w:szCs w:val="20"/>
        </w:rPr>
        <w:t>Voilà enfin le visage d</w:t>
      </w:r>
      <w:r w:rsidRPr="00A4769E">
        <w:rPr>
          <w:szCs w:val="20"/>
        </w:rPr>
        <w:t>’</w:t>
      </w:r>
      <w:r w:rsidR="001B73FA" w:rsidRPr="001B73FA">
        <w:rPr>
          <w:szCs w:val="20"/>
        </w:rPr>
        <w:t>un Monseigneur</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Quand je suis entré</w:t>
      </w:r>
      <w:r w:rsidRPr="00A4769E">
        <w:rPr>
          <w:szCs w:val="20"/>
        </w:rPr>
        <w:t xml:space="preserve">, </w:t>
      </w:r>
      <w:r w:rsidR="001B73FA" w:rsidRPr="001B73FA">
        <w:rPr>
          <w:szCs w:val="20"/>
        </w:rPr>
        <w:t>il était sans doute affolé à l</w:t>
      </w:r>
      <w:r w:rsidRPr="00A4769E">
        <w:rPr>
          <w:szCs w:val="20"/>
        </w:rPr>
        <w:t>’</w:t>
      </w:r>
      <w:r w:rsidR="001B73FA" w:rsidRPr="001B73FA">
        <w:rPr>
          <w:szCs w:val="20"/>
        </w:rPr>
        <w:t>idée qu</w:t>
      </w:r>
      <w:r w:rsidRPr="00A4769E">
        <w:rPr>
          <w:szCs w:val="20"/>
        </w:rPr>
        <w:t>’</w:t>
      </w:r>
      <w:r w:rsidR="001B73FA" w:rsidRPr="001B73FA">
        <w:rPr>
          <w:szCs w:val="20"/>
        </w:rPr>
        <w:t xml:space="preserve">il va courir désormais </w:t>
      </w:r>
      <w:r w:rsidR="001B73FA" w:rsidRPr="001B73FA">
        <w:rPr>
          <w:szCs w:val="20"/>
        </w:rPr>
        <w:lastRenderedPageBreak/>
        <w:t>quelques dangers sur les routes</w:t>
      </w:r>
      <w:r w:rsidRPr="00A4769E">
        <w:rPr>
          <w:szCs w:val="20"/>
        </w:rPr>
        <w:t xml:space="preserve">. </w:t>
      </w:r>
      <w:r w:rsidR="001B73FA" w:rsidRPr="001B73FA">
        <w:rPr>
          <w:szCs w:val="20"/>
        </w:rPr>
        <w:t>C</w:t>
      </w:r>
      <w:r w:rsidRPr="00A4769E">
        <w:rPr>
          <w:szCs w:val="20"/>
        </w:rPr>
        <w:t>’</w:t>
      </w:r>
      <w:r w:rsidR="001B73FA" w:rsidRPr="001B73FA">
        <w:rPr>
          <w:szCs w:val="20"/>
        </w:rPr>
        <w:t>est ce qui lui donnait ces mâchoires de dogue</w:t>
      </w:r>
      <w:r w:rsidRPr="00A4769E">
        <w:rPr>
          <w:szCs w:val="20"/>
        </w:rPr>
        <w:t>. »</w:t>
      </w:r>
    </w:p>
    <w:p w14:paraId="186A4835" w14:textId="77777777" w:rsidR="00462692" w:rsidRPr="00A4769E" w:rsidRDefault="00462692" w:rsidP="001B73FA">
      <w:pPr>
        <w:rPr>
          <w:szCs w:val="20"/>
        </w:rPr>
      </w:pPr>
      <w:r w:rsidRPr="00A4769E">
        <w:rPr>
          <w:szCs w:val="20"/>
        </w:rPr>
        <w:t>« </w:t>
      </w:r>
      <w:r w:rsidR="001B73FA" w:rsidRPr="001B73FA">
        <w:rPr>
          <w:szCs w:val="20"/>
        </w:rPr>
        <w:t>Vous m</w:t>
      </w:r>
      <w:r w:rsidRPr="00A4769E">
        <w:rPr>
          <w:szCs w:val="20"/>
        </w:rPr>
        <w:t>’</w:t>
      </w:r>
      <w:r w:rsidR="001B73FA" w:rsidRPr="001B73FA">
        <w:rPr>
          <w:szCs w:val="20"/>
        </w:rPr>
        <w:t>avez coupé mes effets</w:t>
      </w:r>
      <w:r w:rsidRPr="00A4769E">
        <w:rPr>
          <w:szCs w:val="20"/>
        </w:rPr>
        <w:t xml:space="preserve">, </w:t>
      </w:r>
      <w:r w:rsidR="001B73FA" w:rsidRPr="001B73FA">
        <w:rPr>
          <w:szCs w:val="20"/>
        </w:rPr>
        <w:t>dit la Marquise</w:t>
      </w:r>
      <w:r w:rsidRPr="00A4769E">
        <w:rPr>
          <w:szCs w:val="20"/>
        </w:rPr>
        <w:t xml:space="preserve">, </w:t>
      </w:r>
      <w:r w:rsidR="001B73FA" w:rsidRPr="001B73FA">
        <w:rPr>
          <w:szCs w:val="20"/>
        </w:rPr>
        <w:t>et je ne sais plus que dire</w:t>
      </w:r>
      <w:r w:rsidRPr="00A4769E">
        <w:rPr>
          <w:szCs w:val="20"/>
        </w:rPr>
        <w:t xml:space="preserve">. </w:t>
      </w:r>
      <w:r w:rsidR="001B73FA" w:rsidRPr="001B73FA">
        <w:rPr>
          <w:szCs w:val="20"/>
        </w:rPr>
        <w:t>J</w:t>
      </w:r>
      <w:r w:rsidRPr="00A4769E">
        <w:rPr>
          <w:szCs w:val="20"/>
        </w:rPr>
        <w:t>’</w:t>
      </w:r>
      <w:r w:rsidR="001B73FA" w:rsidRPr="001B73FA">
        <w:rPr>
          <w:szCs w:val="20"/>
        </w:rPr>
        <w:t>avais cependant bien combiné mon affaire</w:t>
      </w:r>
      <w:r w:rsidRPr="00A4769E">
        <w:rPr>
          <w:szCs w:val="20"/>
        </w:rPr>
        <w:t xml:space="preserve">. </w:t>
      </w:r>
      <w:r w:rsidR="001B73FA" w:rsidRPr="001B73FA">
        <w:rPr>
          <w:szCs w:val="20"/>
        </w:rPr>
        <w:t>Es-tu toujours colonel</w:t>
      </w:r>
      <w:r w:rsidRPr="00A4769E">
        <w:rPr>
          <w:szCs w:val="20"/>
        </w:rPr>
        <w:t xml:space="preserve">, </w:t>
      </w:r>
      <w:r w:rsidR="001B73FA" w:rsidRPr="001B73FA">
        <w:rPr>
          <w:szCs w:val="20"/>
        </w:rPr>
        <w:t>mon garçon</w:t>
      </w:r>
      <w:r w:rsidRPr="00A4769E">
        <w:rPr>
          <w:szCs w:val="20"/>
        </w:rPr>
        <w:t> ?</w:t>
      </w:r>
    </w:p>
    <w:p w14:paraId="4060D7D2" w14:textId="4C0B6D40" w:rsidR="00462692" w:rsidRPr="00A4769E" w:rsidRDefault="00462692" w:rsidP="001B73FA">
      <w:pPr>
        <w:rPr>
          <w:szCs w:val="20"/>
        </w:rPr>
      </w:pPr>
      <w:r w:rsidRPr="00A4769E">
        <w:rPr>
          <w:szCs w:val="20"/>
        </w:rPr>
        <w:t>— </w:t>
      </w:r>
      <w:r w:rsidR="001B73FA" w:rsidRPr="001B73FA">
        <w:rPr>
          <w:szCs w:val="20"/>
        </w:rPr>
        <w:t>Il n</w:t>
      </w:r>
      <w:r w:rsidRPr="00A4769E">
        <w:rPr>
          <w:szCs w:val="20"/>
        </w:rPr>
        <w:t>’</w:t>
      </w:r>
      <w:r w:rsidR="001B73FA" w:rsidRPr="001B73FA">
        <w:rPr>
          <w:szCs w:val="20"/>
        </w:rPr>
        <w:t>y a pas de raison pour que je cesse de l</w:t>
      </w:r>
      <w:r w:rsidRPr="00A4769E">
        <w:rPr>
          <w:szCs w:val="20"/>
        </w:rPr>
        <w:t>’</w:t>
      </w:r>
      <w:r w:rsidR="001B73FA" w:rsidRPr="001B73FA">
        <w:rPr>
          <w:szCs w:val="20"/>
        </w:rPr>
        <w:t>être</w:t>
      </w:r>
      <w:r w:rsidRPr="00A4769E">
        <w:rPr>
          <w:szCs w:val="20"/>
        </w:rPr>
        <w:t xml:space="preserve">, </w:t>
      </w:r>
      <w:r w:rsidR="001B73FA" w:rsidRPr="001B73FA">
        <w:rPr>
          <w:szCs w:val="20"/>
        </w:rPr>
        <w:t>dit Angelo surpris</w:t>
      </w:r>
      <w:r w:rsidRPr="00A4769E">
        <w:rPr>
          <w:szCs w:val="20"/>
        </w:rPr>
        <w:t>.</w:t>
      </w:r>
    </w:p>
    <w:p w14:paraId="5E446077" w14:textId="7BFB4ED7" w:rsidR="00462692" w:rsidRPr="00A4769E" w:rsidRDefault="00462692" w:rsidP="001B73FA">
      <w:pPr>
        <w:rPr>
          <w:szCs w:val="20"/>
        </w:rPr>
      </w:pPr>
      <w:r w:rsidRPr="00A4769E">
        <w:rPr>
          <w:szCs w:val="20"/>
        </w:rPr>
        <w:t>— </w:t>
      </w:r>
      <w:r w:rsidR="001B73FA" w:rsidRPr="001B73FA">
        <w:rPr>
          <w:szCs w:val="20"/>
        </w:rPr>
        <w:t>Eh bien</w:t>
      </w:r>
      <w:r w:rsidRPr="00A4769E">
        <w:rPr>
          <w:szCs w:val="20"/>
        </w:rPr>
        <w:t xml:space="preserve">, </w:t>
      </w:r>
      <w:r w:rsidR="001B73FA" w:rsidRPr="001B73FA">
        <w:rPr>
          <w:szCs w:val="20"/>
        </w:rPr>
        <w:t>nous ne nous entendrons jamais avec cet être-là</w:t>
      </w:r>
      <w:r w:rsidRPr="00A4769E">
        <w:rPr>
          <w:szCs w:val="20"/>
        </w:rPr>
        <w:t xml:space="preserve">, </w:t>
      </w:r>
      <w:r w:rsidR="001B73FA" w:rsidRPr="001B73FA">
        <w:rPr>
          <w:szCs w:val="20"/>
        </w:rPr>
        <w:t>dit la Marquise</w:t>
      </w:r>
      <w:r w:rsidRPr="00A4769E">
        <w:rPr>
          <w:szCs w:val="20"/>
        </w:rPr>
        <w:t xml:space="preserve">. </w:t>
      </w:r>
      <w:r w:rsidR="001B73FA" w:rsidRPr="001B73FA">
        <w:rPr>
          <w:szCs w:val="20"/>
        </w:rPr>
        <w:t>J</w:t>
      </w:r>
      <w:r w:rsidRPr="00A4769E">
        <w:rPr>
          <w:szCs w:val="20"/>
        </w:rPr>
        <w:t>’</w:t>
      </w:r>
      <w:r w:rsidR="001B73FA" w:rsidRPr="001B73FA">
        <w:rPr>
          <w:szCs w:val="20"/>
        </w:rPr>
        <w:t>aime les étonnements qui se multiplient</w:t>
      </w:r>
      <w:r w:rsidRPr="00A4769E">
        <w:rPr>
          <w:szCs w:val="20"/>
        </w:rPr>
        <w:t xml:space="preserve">, </w:t>
      </w:r>
      <w:r w:rsidR="001B73FA" w:rsidRPr="001B73FA">
        <w:rPr>
          <w:szCs w:val="20"/>
        </w:rPr>
        <w:t>et toi tu n</w:t>
      </w:r>
      <w:r w:rsidRPr="00A4769E">
        <w:rPr>
          <w:szCs w:val="20"/>
        </w:rPr>
        <w:t>’</w:t>
      </w:r>
      <w:r w:rsidR="001B73FA" w:rsidRPr="001B73FA">
        <w:rPr>
          <w:szCs w:val="20"/>
        </w:rPr>
        <w:t>éclates qu</w:t>
      </w:r>
      <w:r w:rsidRPr="00A4769E">
        <w:rPr>
          <w:szCs w:val="20"/>
        </w:rPr>
        <w:t>’</w:t>
      </w:r>
      <w:r w:rsidR="001B73FA" w:rsidRPr="001B73FA">
        <w:rPr>
          <w:szCs w:val="20"/>
        </w:rPr>
        <w:t>une fois</w:t>
      </w:r>
      <w:r w:rsidRPr="00A4769E">
        <w:rPr>
          <w:szCs w:val="20"/>
        </w:rPr>
        <w:t xml:space="preserve">, </w:t>
      </w:r>
      <w:r w:rsidR="001B73FA" w:rsidRPr="001B73FA">
        <w:rPr>
          <w:szCs w:val="20"/>
        </w:rPr>
        <w:t>comme les pétards</w:t>
      </w:r>
      <w:r w:rsidRPr="00A4769E">
        <w:rPr>
          <w:szCs w:val="20"/>
        </w:rPr>
        <w:t xml:space="preserve">. </w:t>
      </w:r>
      <w:r w:rsidR="001B73FA" w:rsidRPr="001B73FA">
        <w:rPr>
          <w:szCs w:val="20"/>
        </w:rPr>
        <w:t>Tu as dit hier soir que tu étais colonel</w:t>
      </w:r>
      <w:r w:rsidRPr="00A4769E">
        <w:rPr>
          <w:szCs w:val="20"/>
        </w:rPr>
        <w:t xml:space="preserve">, </w:t>
      </w:r>
      <w:r w:rsidR="001B73FA" w:rsidRPr="001B73FA">
        <w:rPr>
          <w:szCs w:val="20"/>
        </w:rPr>
        <w:t>d</w:t>
      </w:r>
      <w:r w:rsidRPr="00A4769E">
        <w:rPr>
          <w:szCs w:val="20"/>
        </w:rPr>
        <w:t>’</w:t>
      </w:r>
      <w:r w:rsidR="001B73FA" w:rsidRPr="001B73FA">
        <w:rPr>
          <w:szCs w:val="20"/>
        </w:rPr>
        <w:t>une façon si étonnante que je m</w:t>
      </w:r>
      <w:r w:rsidRPr="00A4769E">
        <w:rPr>
          <w:szCs w:val="20"/>
        </w:rPr>
        <w:t>’</w:t>
      </w:r>
      <w:r w:rsidR="001B73FA" w:rsidRPr="001B73FA">
        <w:rPr>
          <w:szCs w:val="20"/>
        </w:rPr>
        <w:t>attendais aujourd</w:t>
      </w:r>
      <w:r w:rsidRPr="00A4769E">
        <w:rPr>
          <w:szCs w:val="20"/>
        </w:rPr>
        <w:t>’</w:t>
      </w:r>
      <w:r w:rsidR="001B73FA" w:rsidRPr="001B73FA">
        <w:rPr>
          <w:szCs w:val="20"/>
        </w:rPr>
        <w:t>hui à une prodigieuse promotion</w:t>
      </w:r>
      <w:r w:rsidRPr="00A4769E">
        <w:rPr>
          <w:szCs w:val="20"/>
        </w:rPr>
        <w:t xml:space="preserve"> : </w:t>
      </w:r>
      <w:r w:rsidR="001B73FA" w:rsidRPr="001B73FA">
        <w:rPr>
          <w:szCs w:val="20"/>
        </w:rPr>
        <w:t>Alexandre ou l</w:t>
      </w:r>
      <w:r w:rsidRPr="00A4769E">
        <w:rPr>
          <w:szCs w:val="20"/>
        </w:rPr>
        <w:t>’</w:t>
      </w:r>
      <w:r w:rsidR="001B73FA" w:rsidRPr="001B73FA">
        <w:rPr>
          <w:szCs w:val="20"/>
        </w:rPr>
        <w:t>Archiduc</w:t>
      </w:r>
      <w:r w:rsidRPr="00A4769E">
        <w:rPr>
          <w:szCs w:val="20"/>
        </w:rPr>
        <w:t xml:space="preserve">. </w:t>
      </w:r>
      <w:r w:rsidR="001B73FA" w:rsidRPr="001B73FA">
        <w:rPr>
          <w:szCs w:val="20"/>
        </w:rPr>
        <w:t>Je suis bien déçue</w:t>
      </w:r>
      <w:r w:rsidRPr="00A4769E">
        <w:rPr>
          <w:szCs w:val="20"/>
        </w:rPr>
        <w:t>.</w:t>
      </w:r>
    </w:p>
    <w:p w14:paraId="00359285" w14:textId="41208990" w:rsidR="00462692" w:rsidRPr="00A4769E" w:rsidRDefault="00462692" w:rsidP="001B73FA">
      <w:pPr>
        <w:rPr>
          <w:szCs w:val="20"/>
        </w:rPr>
      </w:pPr>
      <w:r w:rsidRPr="00A4769E">
        <w:rPr>
          <w:szCs w:val="20"/>
        </w:rPr>
        <w:t>— </w:t>
      </w:r>
      <w:r w:rsidR="001B73FA" w:rsidRPr="001B73FA">
        <w:rPr>
          <w:szCs w:val="20"/>
        </w:rPr>
        <w:t>Vous demandez mal</w:t>
      </w:r>
      <w:r w:rsidRPr="00A4769E">
        <w:rPr>
          <w:szCs w:val="20"/>
        </w:rPr>
        <w:t xml:space="preserve">, </w:t>
      </w:r>
      <w:r w:rsidR="001B73FA" w:rsidRPr="001B73FA">
        <w:rPr>
          <w:szCs w:val="20"/>
        </w:rPr>
        <w:t>Céline</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les miracles ne vous répondront jamais</w:t>
      </w:r>
      <w:r w:rsidRPr="00A4769E">
        <w:rPr>
          <w:szCs w:val="20"/>
        </w:rPr>
        <w:t xml:space="preserve">. </w:t>
      </w:r>
      <w:r w:rsidR="001B73FA" w:rsidRPr="001B73FA">
        <w:rPr>
          <w:szCs w:val="20"/>
        </w:rPr>
        <w:t>Quant à moi</w:t>
      </w:r>
      <w:r w:rsidRPr="00A4769E">
        <w:rPr>
          <w:szCs w:val="20"/>
        </w:rPr>
        <w:t xml:space="preserve">, </w:t>
      </w:r>
      <w:r w:rsidR="001B73FA" w:rsidRPr="001B73FA">
        <w:rPr>
          <w:szCs w:val="20"/>
        </w:rPr>
        <w:t>je l</w:t>
      </w:r>
      <w:r w:rsidRPr="00A4769E">
        <w:rPr>
          <w:szCs w:val="20"/>
        </w:rPr>
        <w:t>’</w:t>
      </w:r>
      <w:r w:rsidR="001B73FA" w:rsidRPr="001B73FA">
        <w:rPr>
          <w:szCs w:val="20"/>
        </w:rPr>
        <w:t>ai instantanément comparé à saint Georges tout à l</w:t>
      </w:r>
      <w:r w:rsidRPr="00A4769E">
        <w:rPr>
          <w:szCs w:val="20"/>
        </w:rPr>
        <w:t>’</w:t>
      </w:r>
      <w:r w:rsidR="001B73FA" w:rsidRPr="001B73FA">
        <w:rPr>
          <w:szCs w:val="20"/>
        </w:rPr>
        <w:t>heure</w:t>
      </w:r>
      <w:r w:rsidRPr="00A4769E">
        <w:rPr>
          <w:szCs w:val="20"/>
        </w:rPr>
        <w:t xml:space="preserve">, </w:t>
      </w:r>
      <w:r w:rsidR="001B73FA" w:rsidRPr="001B73FA">
        <w:rPr>
          <w:szCs w:val="20"/>
        </w:rPr>
        <w:t>rien qu</w:t>
      </w:r>
      <w:r w:rsidRPr="00A4769E">
        <w:rPr>
          <w:szCs w:val="20"/>
        </w:rPr>
        <w:t>’</w:t>
      </w:r>
      <w:r w:rsidR="001B73FA" w:rsidRPr="001B73FA">
        <w:rPr>
          <w:szCs w:val="20"/>
        </w:rPr>
        <w:t>à voir la façon dont il a mis en fuite François qui montait la garde dans le hall</w:t>
      </w:r>
      <w:r w:rsidRPr="00A4769E">
        <w:rPr>
          <w:szCs w:val="20"/>
        </w:rPr>
        <w:t xml:space="preserve">. </w:t>
      </w:r>
      <w:r w:rsidR="001B73FA" w:rsidRPr="001B73FA">
        <w:rPr>
          <w:szCs w:val="20"/>
        </w:rPr>
        <w:t>Si vous voulez être étonnée</w:t>
      </w:r>
      <w:r w:rsidRPr="00A4769E">
        <w:rPr>
          <w:szCs w:val="20"/>
        </w:rPr>
        <w:t xml:space="preserve">, </w:t>
      </w:r>
      <w:r w:rsidR="001B73FA" w:rsidRPr="001B73FA">
        <w:rPr>
          <w:szCs w:val="20"/>
        </w:rPr>
        <w:t>touchez ses bras</w:t>
      </w:r>
      <w:r w:rsidRPr="00A4769E">
        <w:rPr>
          <w:szCs w:val="20"/>
        </w:rPr>
        <w:t xml:space="preserve"> : </w:t>
      </w:r>
      <w:r w:rsidR="001B73FA" w:rsidRPr="001B73FA">
        <w:rPr>
          <w:szCs w:val="20"/>
        </w:rPr>
        <w:t>c</w:t>
      </w:r>
      <w:r w:rsidRPr="00A4769E">
        <w:rPr>
          <w:szCs w:val="20"/>
        </w:rPr>
        <w:t>’</w:t>
      </w:r>
      <w:r w:rsidR="001B73FA" w:rsidRPr="001B73FA">
        <w:rPr>
          <w:szCs w:val="20"/>
        </w:rPr>
        <w:t>est du fer</w:t>
      </w:r>
      <w:r w:rsidRPr="00A4769E">
        <w:rPr>
          <w:szCs w:val="20"/>
        </w:rPr>
        <w:t>.</w:t>
      </w:r>
    </w:p>
    <w:p w14:paraId="2242B144" w14:textId="62C2E3BF" w:rsidR="00462692" w:rsidRPr="00A4769E" w:rsidRDefault="00462692" w:rsidP="001B73FA">
      <w:pPr>
        <w:rPr>
          <w:szCs w:val="20"/>
        </w:rPr>
      </w:pPr>
      <w:r w:rsidRPr="00A4769E">
        <w:rPr>
          <w:szCs w:val="20"/>
        </w:rPr>
        <w:t>— </w:t>
      </w:r>
      <w:r w:rsidR="001B73FA" w:rsidRPr="001B73FA">
        <w:rPr>
          <w:szCs w:val="20"/>
        </w:rPr>
        <w:t>Grand merci des étonnements qu</w:t>
      </w:r>
      <w:r w:rsidRPr="00A4769E">
        <w:rPr>
          <w:szCs w:val="20"/>
        </w:rPr>
        <w:t>’</w:t>
      </w:r>
      <w:r w:rsidR="001B73FA" w:rsidRPr="001B73FA">
        <w:rPr>
          <w:szCs w:val="20"/>
        </w:rPr>
        <w:t>il faut toucher</w:t>
      </w:r>
      <w:r w:rsidRPr="00A4769E">
        <w:rPr>
          <w:szCs w:val="20"/>
        </w:rPr>
        <w:t xml:space="preserve">, </w:t>
      </w:r>
      <w:r w:rsidR="001B73FA" w:rsidRPr="001B73FA">
        <w:rPr>
          <w:szCs w:val="20"/>
        </w:rPr>
        <w:t>dit la Marquise</w:t>
      </w:r>
      <w:r w:rsidRPr="00A4769E">
        <w:rPr>
          <w:szCs w:val="20"/>
        </w:rPr>
        <w:t>.</w:t>
      </w:r>
    </w:p>
    <w:p w14:paraId="739732FA" w14:textId="2B9100A6" w:rsidR="001B73FA" w:rsidRPr="001B73FA" w:rsidRDefault="00462692" w:rsidP="001B73FA">
      <w:pPr>
        <w:rPr>
          <w:szCs w:val="20"/>
        </w:rPr>
      </w:pPr>
      <w:r w:rsidRPr="00A4769E">
        <w:rPr>
          <w:szCs w:val="20"/>
        </w:rPr>
        <w:t>— </w:t>
      </w:r>
      <w:r w:rsidR="001B73FA" w:rsidRPr="001B73FA">
        <w:rPr>
          <w:szCs w:val="20"/>
        </w:rPr>
        <w:t>Chère amie</w:t>
      </w:r>
      <w:r w:rsidRPr="00A4769E">
        <w:rPr>
          <w:szCs w:val="20"/>
        </w:rPr>
        <w:t xml:space="preserve">, </w:t>
      </w:r>
      <w:r w:rsidR="001B73FA" w:rsidRPr="001B73FA">
        <w:rPr>
          <w:szCs w:val="20"/>
        </w:rPr>
        <w:t>dit l</w:t>
      </w:r>
      <w:r w:rsidRPr="00A4769E">
        <w:rPr>
          <w:szCs w:val="20"/>
        </w:rPr>
        <w:t>’</w:t>
      </w:r>
      <w:r w:rsidR="001B73FA" w:rsidRPr="001B73FA">
        <w:rPr>
          <w:szCs w:val="20"/>
        </w:rPr>
        <w:t>évêque</w:t>
      </w:r>
      <w:r w:rsidRPr="00A4769E">
        <w:rPr>
          <w:szCs w:val="20"/>
        </w:rPr>
        <w:t xml:space="preserve">, </w:t>
      </w:r>
      <w:r w:rsidR="001B73FA" w:rsidRPr="001B73FA">
        <w:rPr>
          <w:szCs w:val="20"/>
        </w:rPr>
        <w:t>laissez donc parler ce garçon</w:t>
      </w:r>
      <w:r w:rsidRPr="00A4769E">
        <w:rPr>
          <w:szCs w:val="20"/>
        </w:rPr>
        <w:t xml:space="preserve">. </w:t>
      </w:r>
      <w:r w:rsidR="001B73FA" w:rsidRPr="001B73FA">
        <w:rPr>
          <w:szCs w:val="20"/>
        </w:rPr>
        <w:t>Je vous assure qu</w:t>
      </w:r>
      <w:r w:rsidRPr="00A4769E">
        <w:rPr>
          <w:szCs w:val="20"/>
        </w:rPr>
        <w:t>’</w:t>
      </w:r>
      <w:r w:rsidR="001B73FA" w:rsidRPr="001B73FA">
        <w:rPr>
          <w:szCs w:val="20"/>
        </w:rPr>
        <w:t>il sera plus étonnant qu</w:t>
      </w:r>
      <w:r w:rsidRPr="00A4769E">
        <w:rPr>
          <w:szCs w:val="20"/>
        </w:rPr>
        <w:t>’</w:t>
      </w:r>
      <w:r w:rsidR="001B73FA" w:rsidRPr="001B73FA">
        <w:rPr>
          <w:szCs w:val="20"/>
        </w:rPr>
        <w:t>Alexandre pour le Marquis et pour moi s</w:t>
      </w:r>
      <w:r w:rsidRPr="00A4769E">
        <w:rPr>
          <w:szCs w:val="20"/>
        </w:rPr>
        <w:t>’</w:t>
      </w:r>
      <w:r w:rsidR="001B73FA" w:rsidRPr="001B73FA">
        <w:rPr>
          <w:szCs w:val="20"/>
        </w:rPr>
        <w:t>il se révèle avoir été simplement Argus</w:t>
      </w:r>
      <w:r w:rsidRPr="00A4769E">
        <w:rPr>
          <w:szCs w:val="20"/>
        </w:rPr>
        <w:t>. »</w:t>
      </w:r>
    </w:p>
    <w:p w14:paraId="0A8B8EAB" w14:textId="77777777" w:rsidR="00462692" w:rsidRPr="00A4769E" w:rsidRDefault="00462692" w:rsidP="001B73FA">
      <w:pPr>
        <w:rPr>
          <w:szCs w:val="20"/>
        </w:rPr>
      </w:pPr>
      <w:r w:rsidRPr="00A4769E">
        <w:rPr>
          <w:szCs w:val="20"/>
        </w:rPr>
        <w:t>« </w:t>
      </w:r>
      <w:r w:rsidR="001B73FA" w:rsidRPr="001B73FA">
        <w:rPr>
          <w:szCs w:val="20"/>
        </w:rPr>
        <w:t>Les séminaires français sont de véritables écoles d</w:t>
      </w:r>
      <w:r w:rsidRPr="00A4769E">
        <w:rPr>
          <w:szCs w:val="20"/>
        </w:rPr>
        <w:t>’</w:t>
      </w:r>
      <w:r w:rsidR="001B73FA" w:rsidRPr="001B73FA">
        <w:rPr>
          <w:szCs w:val="20"/>
        </w:rPr>
        <w:t>alchimie</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Voilà maintenant sur ce visage de paysan de la profondeur authentique</w:t>
      </w:r>
      <w:r w:rsidRPr="00A4769E">
        <w:rPr>
          <w:szCs w:val="20"/>
        </w:rPr>
        <w:t>. »« M</w:t>
      </w:r>
      <w:r w:rsidRPr="00A4769E">
        <w:rPr>
          <w:szCs w:val="20"/>
          <w:vertAlign w:val="superscript"/>
        </w:rPr>
        <w:t>me</w:t>
      </w:r>
      <w:r w:rsidRPr="00A4769E">
        <w:rPr>
          <w:szCs w:val="20"/>
        </w:rPr>
        <w:t> </w:t>
      </w:r>
      <w:r w:rsidR="001B73FA" w:rsidRPr="001B73FA">
        <w:rPr>
          <w:szCs w:val="20"/>
        </w:rPr>
        <w:t>la Marquise a dû vous dire</w:t>
      </w:r>
      <w:r w:rsidRPr="00A4769E">
        <w:rPr>
          <w:szCs w:val="20"/>
        </w:rPr>
        <w:t xml:space="preserve">, </w:t>
      </w:r>
      <w:r w:rsidR="001B73FA" w:rsidRPr="001B73FA">
        <w:rPr>
          <w:szCs w:val="20"/>
        </w:rPr>
        <w:t>dit-il</w:t>
      </w:r>
      <w:r w:rsidRPr="00A4769E">
        <w:rPr>
          <w:szCs w:val="20"/>
        </w:rPr>
        <w:t xml:space="preserve">, </w:t>
      </w:r>
      <w:r w:rsidR="001B73FA" w:rsidRPr="001B73FA">
        <w:rPr>
          <w:szCs w:val="20"/>
        </w:rPr>
        <w:t>que nous étions cachés sous une yeuse</w:t>
      </w:r>
      <w:r w:rsidRPr="00A4769E">
        <w:rPr>
          <w:szCs w:val="20"/>
        </w:rPr>
        <w:t>.</w:t>
      </w:r>
    </w:p>
    <w:p w14:paraId="26ECF4B0" w14:textId="060FAD76" w:rsidR="00462692" w:rsidRPr="00A4769E" w:rsidRDefault="00462692" w:rsidP="001B73FA">
      <w:pPr>
        <w:rPr>
          <w:szCs w:val="20"/>
        </w:rPr>
      </w:pPr>
      <w:r w:rsidRPr="00A4769E">
        <w:rPr>
          <w:szCs w:val="20"/>
        </w:rPr>
        <w:lastRenderedPageBreak/>
        <w:t>— </w:t>
      </w:r>
      <w:r w:rsidR="001B73FA" w:rsidRPr="001B73FA">
        <w:rPr>
          <w:szCs w:val="20"/>
        </w:rPr>
        <w:t>Je connais fort bien l</w:t>
      </w:r>
      <w:r w:rsidRPr="00A4769E">
        <w:rPr>
          <w:szCs w:val="20"/>
        </w:rPr>
        <w:t>’</w:t>
      </w:r>
      <w:r w:rsidR="001B73FA" w:rsidRPr="001B73FA">
        <w:rPr>
          <w:szCs w:val="20"/>
        </w:rPr>
        <w:t>endroit</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Sous quelle yeuse étiez-vous caché</w:t>
      </w:r>
      <w:r w:rsidRPr="00A4769E">
        <w:rPr>
          <w:szCs w:val="20"/>
        </w:rPr>
        <w:t> ?</w:t>
      </w:r>
    </w:p>
    <w:p w14:paraId="6B73D11C" w14:textId="1E4FE1CC" w:rsidR="003C5AB6" w:rsidRDefault="00462692" w:rsidP="001B73FA">
      <w:pPr>
        <w:rPr>
          <w:szCs w:val="20"/>
        </w:rPr>
      </w:pPr>
      <w:r w:rsidRPr="00A4769E">
        <w:rPr>
          <w:szCs w:val="20"/>
        </w:rPr>
        <w:t>— </w:t>
      </w:r>
      <w:r w:rsidR="001B73FA" w:rsidRPr="001B73FA">
        <w:rPr>
          <w:szCs w:val="20"/>
        </w:rPr>
        <w:t>Je ne me suis jamais battu à la guerre</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mais j</w:t>
      </w:r>
      <w:r w:rsidRPr="00A4769E">
        <w:rPr>
          <w:szCs w:val="20"/>
        </w:rPr>
        <w:t>’</w:t>
      </w:r>
      <w:r w:rsidR="001B73FA" w:rsidRPr="001B73FA">
        <w:rPr>
          <w:szCs w:val="20"/>
        </w:rPr>
        <w:t>ai fait souvent des man</w:t>
      </w:r>
      <w:r w:rsidRPr="00A4769E">
        <w:rPr>
          <w:szCs w:val="20"/>
        </w:rPr>
        <w:t>œ</w:t>
      </w:r>
      <w:r w:rsidR="001B73FA" w:rsidRPr="001B73FA">
        <w:rPr>
          <w:szCs w:val="20"/>
        </w:rPr>
        <w:t>uvres près des frontières si détestées que j</w:t>
      </w:r>
      <w:r w:rsidRPr="00A4769E">
        <w:rPr>
          <w:szCs w:val="20"/>
        </w:rPr>
        <w:t>’</w:t>
      </w:r>
      <w:r w:rsidR="001B73FA" w:rsidRPr="001B73FA">
        <w:rPr>
          <w:szCs w:val="20"/>
        </w:rPr>
        <w:t>ai mis tout mon c</w:t>
      </w:r>
      <w:r w:rsidRPr="00A4769E">
        <w:rPr>
          <w:szCs w:val="20"/>
        </w:rPr>
        <w:t>œ</w:t>
      </w:r>
      <w:r w:rsidR="001B73FA" w:rsidRPr="001B73FA">
        <w:rPr>
          <w:szCs w:val="20"/>
        </w:rPr>
        <w:t>ur à prendre l</w:t>
      </w:r>
      <w:r w:rsidRPr="00A4769E">
        <w:rPr>
          <w:szCs w:val="20"/>
        </w:rPr>
        <w:t>’</w:t>
      </w:r>
      <w:r w:rsidR="001B73FA" w:rsidRPr="001B73FA">
        <w:rPr>
          <w:szCs w:val="20"/>
        </w:rPr>
        <w:t>habitude de connaître en un clin d</w:t>
      </w:r>
      <w:r w:rsidRPr="00A4769E">
        <w:rPr>
          <w:szCs w:val="20"/>
        </w:rPr>
        <w:t>’œ</w:t>
      </w:r>
      <w:r w:rsidR="001B73FA" w:rsidRPr="001B73FA">
        <w:rPr>
          <w:szCs w:val="20"/>
        </w:rPr>
        <w:t>il le terrain sur lequel je vais avoir peut-être à me battre</w:t>
      </w:r>
      <w:r w:rsidRPr="00A4769E">
        <w:rPr>
          <w:szCs w:val="20"/>
        </w:rPr>
        <w:t xml:space="preserve">. </w:t>
      </w:r>
      <w:r w:rsidR="001B73FA" w:rsidRPr="001B73FA">
        <w:rPr>
          <w:szCs w:val="20"/>
        </w:rPr>
        <w:t>Nous étions très exactement sous l</w:t>
      </w:r>
      <w:r w:rsidRPr="00A4769E">
        <w:rPr>
          <w:szCs w:val="20"/>
        </w:rPr>
        <w:t>’</w:t>
      </w:r>
      <w:r w:rsidR="001B73FA" w:rsidRPr="001B73FA">
        <w:rPr>
          <w:szCs w:val="20"/>
        </w:rPr>
        <w:t>yeuse ronde qui est à cinq pas de la grand-route et qui domine le chemin qui mène ici</w:t>
      </w:r>
      <w:r w:rsidRPr="00A4769E">
        <w:rPr>
          <w:szCs w:val="20"/>
        </w:rPr>
        <w:t>. »</w:t>
      </w:r>
    </w:p>
    <w:p w14:paraId="552A22D2" w14:textId="5D08604D" w:rsidR="00462692" w:rsidRPr="00A4769E" w:rsidRDefault="001B73FA" w:rsidP="001B73FA">
      <w:pPr>
        <w:rPr>
          <w:szCs w:val="20"/>
        </w:rPr>
      </w:pPr>
      <w:r w:rsidRPr="001B73FA">
        <w:rPr>
          <w:szCs w:val="20"/>
        </w:rPr>
        <w:t>Il avait rapidement débité son petit préambule pour se punir d</w:t>
      </w:r>
      <w:r w:rsidR="00462692" w:rsidRPr="00A4769E">
        <w:rPr>
          <w:szCs w:val="20"/>
        </w:rPr>
        <w:t>’</w:t>
      </w:r>
      <w:r w:rsidRPr="001B73FA">
        <w:rPr>
          <w:szCs w:val="20"/>
        </w:rPr>
        <w:t>avoir menti au cocher au sujet de la guerre</w:t>
      </w:r>
      <w:r w:rsidR="00462692" w:rsidRPr="00A4769E">
        <w:rPr>
          <w:szCs w:val="20"/>
        </w:rPr>
        <w:t>.</w:t>
      </w:r>
    </w:p>
    <w:p w14:paraId="4C86B1AC" w14:textId="77777777" w:rsidR="00462692" w:rsidRPr="00A4769E" w:rsidRDefault="001B73FA" w:rsidP="001B73FA">
      <w:pPr>
        <w:rPr>
          <w:szCs w:val="20"/>
        </w:rPr>
      </w:pPr>
      <w:r w:rsidRPr="001B73FA">
        <w:rPr>
          <w:szCs w:val="20"/>
        </w:rPr>
        <w:t>Le Marquis resta pensif</w:t>
      </w:r>
      <w:r w:rsidR="00462692" w:rsidRPr="00A4769E">
        <w:rPr>
          <w:szCs w:val="20"/>
        </w:rPr>
        <w:t xml:space="preserve">, </w:t>
      </w:r>
      <w:r w:rsidRPr="001B73FA">
        <w:rPr>
          <w:szCs w:val="20"/>
        </w:rPr>
        <w:t>le menton appuyé sur sa cravate</w:t>
      </w:r>
      <w:r w:rsidR="00462692" w:rsidRPr="00A4769E">
        <w:rPr>
          <w:szCs w:val="20"/>
        </w:rPr>
        <w:t>.</w:t>
      </w:r>
    </w:p>
    <w:p w14:paraId="665AF617" w14:textId="77777777" w:rsidR="00462692" w:rsidRPr="00A4769E" w:rsidRDefault="00462692" w:rsidP="001B73FA">
      <w:pPr>
        <w:rPr>
          <w:szCs w:val="20"/>
        </w:rPr>
      </w:pPr>
      <w:r w:rsidRPr="00A4769E">
        <w:rPr>
          <w:szCs w:val="20"/>
        </w:rPr>
        <w:t>« </w:t>
      </w:r>
      <w:r w:rsidR="001B73FA" w:rsidRPr="001B73FA">
        <w:rPr>
          <w:szCs w:val="20"/>
        </w:rPr>
        <w:t>Êtes-vous étonné</w:t>
      </w:r>
      <w:r w:rsidRPr="00A4769E">
        <w:rPr>
          <w:szCs w:val="20"/>
        </w:rPr>
        <w:t xml:space="preserve"> ? </w:t>
      </w:r>
      <w:r w:rsidR="001B73FA" w:rsidRPr="001B73FA">
        <w:rPr>
          <w:szCs w:val="20"/>
        </w:rPr>
        <w:t>demanda l</w:t>
      </w:r>
      <w:r w:rsidRPr="00A4769E">
        <w:rPr>
          <w:szCs w:val="20"/>
        </w:rPr>
        <w:t>’</w:t>
      </w:r>
      <w:r w:rsidR="001B73FA" w:rsidRPr="001B73FA">
        <w:rPr>
          <w:szCs w:val="20"/>
        </w:rPr>
        <w:t>évêque</w:t>
      </w:r>
      <w:r w:rsidRPr="00A4769E">
        <w:rPr>
          <w:szCs w:val="20"/>
        </w:rPr>
        <w:t>.</w:t>
      </w:r>
    </w:p>
    <w:p w14:paraId="4A9FABB1" w14:textId="3E51806E" w:rsidR="00462692" w:rsidRPr="00A4769E" w:rsidRDefault="00462692" w:rsidP="001B73FA">
      <w:pPr>
        <w:rPr>
          <w:szCs w:val="20"/>
        </w:rPr>
      </w:pPr>
      <w:r w:rsidRPr="00A4769E">
        <w:rPr>
          <w:szCs w:val="20"/>
        </w:rPr>
        <w:t>— </w:t>
      </w:r>
      <w:r w:rsidR="001B73FA" w:rsidRPr="001B73FA">
        <w:rPr>
          <w:szCs w:val="20"/>
        </w:rPr>
        <w:t>Je suis étonné</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Et à ce moment-là</w:t>
      </w:r>
      <w:r w:rsidRPr="00A4769E">
        <w:rPr>
          <w:szCs w:val="20"/>
        </w:rPr>
        <w:t xml:space="preserve">, </w:t>
      </w:r>
      <w:r w:rsidR="001B73FA" w:rsidRPr="001B73FA">
        <w:rPr>
          <w:szCs w:val="20"/>
        </w:rPr>
        <w:t>poursuivit-il</w:t>
      </w:r>
      <w:r w:rsidRPr="00A4769E">
        <w:rPr>
          <w:szCs w:val="20"/>
        </w:rPr>
        <w:t xml:space="preserve">, </w:t>
      </w:r>
      <w:r w:rsidR="001B73FA" w:rsidRPr="001B73FA">
        <w:rPr>
          <w:szCs w:val="20"/>
        </w:rPr>
        <w:t>Bousson était-il avec vous</w:t>
      </w:r>
      <w:r w:rsidRPr="00A4769E">
        <w:rPr>
          <w:szCs w:val="20"/>
        </w:rPr>
        <w:t> ?</w:t>
      </w:r>
    </w:p>
    <w:p w14:paraId="6A8A8F3F" w14:textId="0155F405" w:rsidR="00462692" w:rsidRPr="00A4769E" w:rsidRDefault="00462692" w:rsidP="001B73FA">
      <w:pPr>
        <w:rPr>
          <w:szCs w:val="20"/>
        </w:rPr>
      </w:pPr>
      <w:r w:rsidRPr="00A4769E">
        <w:rPr>
          <w:szCs w:val="20"/>
        </w:rPr>
        <w:t>— </w:t>
      </w:r>
      <w:r w:rsidR="001B73FA" w:rsidRPr="001B73FA">
        <w:rPr>
          <w:szCs w:val="20"/>
        </w:rPr>
        <w:t xml:space="preserve">Qui est </w:t>
      </w:r>
      <w:proofErr w:type="spellStart"/>
      <w:r w:rsidR="001B73FA" w:rsidRPr="001B73FA">
        <w:rPr>
          <w:szCs w:val="20"/>
        </w:rPr>
        <w:t>Bousson</w:t>
      </w:r>
      <w:proofErr w:type="spellEnd"/>
      <w:r w:rsidRPr="00A4769E">
        <w:rPr>
          <w:szCs w:val="20"/>
        </w:rPr>
        <w:t> ?</w:t>
      </w:r>
    </w:p>
    <w:p w14:paraId="60A65DF1" w14:textId="426C5C10" w:rsidR="00462692" w:rsidRPr="00A4769E" w:rsidRDefault="00462692" w:rsidP="001B73FA">
      <w:pPr>
        <w:rPr>
          <w:szCs w:val="20"/>
        </w:rPr>
      </w:pPr>
      <w:r w:rsidRPr="00A4769E">
        <w:rPr>
          <w:szCs w:val="20"/>
        </w:rPr>
        <w:t>— </w:t>
      </w:r>
      <w:r w:rsidR="001B73FA" w:rsidRPr="001B73FA">
        <w:rPr>
          <w:szCs w:val="20"/>
        </w:rPr>
        <w:t>Ma s</w:t>
      </w:r>
      <w:r w:rsidRPr="00A4769E">
        <w:rPr>
          <w:szCs w:val="20"/>
        </w:rPr>
        <w:t>œ</w:t>
      </w:r>
      <w:r w:rsidR="001B73FA" w:rsidRPr="001B73FA">
        <w:rPr>
          <w:szCs w:val="20"/>
        </w:rPr>
        <w:t>ur nous a raconté qu</w:t>
      </w:r>
      <w:r w:rsidRPr="00A4769E">
        <w:rPr>
          <w:szCs w:val="20"/>
        </w:rPr>
        <w:t>’</w:t>
      </w:r>
      <w:r w:rsidR="001B73FA" w:rsidRPr="001B73FA">
        <w:rPr>
          <w:szCs w:val="20"/>
        </w:rPr>
        <w:t>un de ses amis était avec vous et qui a pris beaucoup d</w:t>
      </w:r>
      <w:r w:rsidRPr="00A4769E">
        <w:rPr>
          <w:szCs w:val="20"/>
        </w:rPr>
        <w:t>’</w:t>
      </w:r>
      <w:r w:rsidR="001B73FA" w:rsidRPr="001B73FA">
        <w:rPr>
          <w:szCs w:val="20"/>
        </w:rPr>
        <w:t>initiatives</w:t>
      </w:r>
      <w:r w:rsidRPr="00A4769E">
        <w:rPr>
          <w:szCs w:val="20"/>
        </w:rPr>
        <w:t>.</w:t>
      </w:r>
    </w:p>
    <w:p w14:paraId="696EE2A1" w14:textId="49FE437E" w:rsidR="00462692" w:rsidRPr="00A4769E" w:rsidRDefault="00462692" w:rsidP="001B73FA">
      <w:pPr>
        <w:rPr>
          <w:szCs w:val="20"/>
        </w:rPr>
      </w:pPr>
      <w:r w:rsidRPr="00A4769E">
        <w:rPr>
          <w:szCs w:val="20"/>
        </w:rPr>
        <w:t>— </w:t>
      </w:r>
      <w:r w:rsidR="001B73FA" w:rsidRPr="001B73FA">
        <w:rPr>
          <w:szCs w:val="20"/>
        </w:rPr>
        <w:t>S</w:t>
      </w:r>
      <w:r w:rsidRPr="00A4769E">
        <w:rPr>
          <w:szCs w:val="20"/>
        </w:rPr>
        <w:t>’</w:t>
      </w:r>
      <w:r w:rsidR="001B73FA" w:rsidRPr="001B73FA">
        <w:rPr>
          <w:szCs w:val="20"/>
        </w:rPr>
        <w:t>il s</w:t>
      </w:r>
      <w:r w:rsidRPr="00A4769E">
        <w:rPr>
          <w:szCs w:val="20"/>
        </w:rPr>
        <w:t>’</w:t>
      </w:r>
      <w:r w:rsidR="001B73FA" w:rsidRPr="001B73FA">
        <w:rPr>
          <w:szCs w:val="20"/>
        </w:rPr>
        <w:t>agit de cet homme qui portait un carrick</w:t>
      </w:r>
      <w:r w:rsidRPr="00A4769E">
        <w:rPr>
          <w:szCs w:val="20"/>
        </w:rPr>
        <w:t xml:space="preserve">, </w:t>
      </w:r>
      <w:r w:rsidR="001B73FA" w:rsidRPr="001B73FA">
        <w:rPr>
          <w:szCs w:val="20"/>
        </w:rPr>
        <w:t>il était avec nous</w:t>
      </w:r>
      <w:r w:rsidRPr="00A4769E">
        <w:rPr>
          <w:szCs w:val="20"/>
        </w:rPr>
        <w:t xml:space="preserve">, </w:t>
      </w:r>
      <w:r w:rsidR="001B73FA" w:rsidRPr="001B73FA">
        <w:rPr>
          <w:szCs w:val="20"/>
        </w:rPr>
        <w:t>en effet</w:t>
      </w:r>
      <w:r w:rsidRPr="00A4769E">
        <w:rPr>
          <w:szCs w:val="20"/>
        </w:rPr>
        <w:t xml:space="preserve">. </w:t>
      </w:r>
      <w:r w:rsidR="001B73FA" w:rsidRPr="001B73FA">
        <w:rPr>
          <w:szCs w:val="20"/>
        </w:rPr>
        <w:t>Il avait l</w:t>
      </w:r>
      <w:r w:rsidRPr="00A4769E">
        <w:rPr>
          <w:szCs w:val="20"/>
        </w:rPr>
        <w:t>’</w:t>
      </w:r>
      <w:r w:rsidR="001B73FA" w:rsidRPr="001B73FA">
        <w:rPr>
          <w:szCs w:val="20"/>
        </w:rPr>
        <w:t>air</w:t>
      </w:r>
      <w:r w:rsidRPr="00A4769E">
        <w:rPr>
          <w:szCs w:val="20"/>
        </w:rPr>
        <w:t xml:space="preserve">, </w:t>
      </w:r>
      <w:r w:rsidR="001B73FA" w:rsidRPr="001B73FA">
        <w:rPr>
          <w:szCs w:val="20"/>
        </w:rPr>
        <w:t>je dois le dire</w:t>
      </w:r>
      <w:r w:rsidRPr="00A4769E">
        <w:rPr>
          <w:szCs w:val="20"/>
        </w:rPr>
        <w:t xml:space="preserve">, </w:t>
      </w:r>
      <w:r w:rsidR="001B73FA" w:rsidRPr="001B73FA">
        <w:rPr>
          <w:szCs w:val="20"/>
        </w:rPr>
        <w:t>fort au courant de tout</w:t>
      </w:r>
      <w:r w:rsidRPr="00A4769E">
        <w:rPr>
          <w:szCs w:val="20"/>
        </w:rPr>
        <w:t>. »</w:t>
      </w:r>
      <w:r w:rsidR="001B73FA" w:rsidRPr="001B73FA">
        <w:rPr>
          <w:szCs w:val="20"/>
        </w:rPr>
        <w:t xml:space="preserve"> Ceci détermina le Marquis à appuyer de nouveau le menton sur sa cravate</w:t>
      </w:r>
      <w:r w:rsidRPr="00A4769E">
        <w:rPr>
          <w:szCs w:val="20"/>
        </w:rPr>
        <w:t>.</w:t>
      </w:r>
    </w:p>
    <w:p w14:paraId="5DF932E6" w14:textId="77777777" w:rsidR="00462692" w:rsidRPr="00A4769E" w:rsidRDefault="00462692" w:rsidP="001B73FA">
      <w:pPr>
        <w:rPr>
          <w:szCs w:val="20"/>
        </w:rPr>
      </w:pPr>
      <w:r w:rsidRPr="00A4769E">
        <w:rPr>
          <w:szCs w:val="20"/>
        </w:rPr>
        <w:t>« </w:t>
      </w:r>
      <w:r w:rsidR="001B73FA" w:rsidRPr="001B73FA">
        <w:rPr>
          <w:szCs w:val="20"/>
        </w:rPr>
        <w:t>Il a toujours été</w:t>
      </w:r>
      <w:r w:rsidRPr="00A4769E">
        <w:rPr>
          <w:szCs w:val="20"/>
        </w:rPr>
        <w:t xml:space="preserve">, </w:t>
      </w:r>
      <w:r w:rsidR="001B73FA" w:rsidRPr="001B73FA">
        <w:rPr>
          <w:szCs w:val="20"/>
        </w:rPr>
        <w:t>je crois</w:t>
      </w:r>
      <w:r w:rsidRPr="00A4769E">
        <w:rPr>
          <w:szCs w:val="20"/>
        </w:rPr>
        <w:t xml:space="preserve">, </w:t>
      </w:r>
      <w:r w:rsidR="001B73FA" w:rsidRPr="001B73FA">
        <w:rPr>
          <w:szCs w:val="20"/>
        </w:rPr>
        <w:t>un peu amoureux de toi</w:t>
      </w:r>
      <w:r w:rsidRPr="00A4769E">
        <w:rPr>
          <w:szCs w:val="20"/>
        </w:rPr>
        <w:t xml:space="preserve">, </w:t>
      </w:r>
      <w:r w:rsidR="001B73FA" w:rsidRPr="001B73FA">
        <w:rPr>
          <w:szCs w:val="20"/>
        </w:rPr>
        <w:t>Céline</w:t>
      </w:r>
      <w:r w:rsidRPr="00A4769E">
        <w:rPr>
          <w:szCs w:val="20"/>
        </w:rPr>
        <w:t xml:space="preserve">, </w:t>
      </w:r>
      <w:r w:rsidR="001B73FA" w:rsidRPr="001B73FA">
        <w:rPr>
          <w:szCs w:val="20"/>
        </w:rPr>
        <w:t>n</w:t>
      </w:r>
      <w:r w:rsidRPr="00A4769E">
        <w:rPr>
          <w:szCs w:val="20"/>
        </w:rPr>
        <w:t>’</w:t>
      </w:r>
      <w:r w:rsidR="001B73FA" w:rsidRPr="001B73FA">
        <w:rPr>
          <w:szCs w:val="20"/>
        </w:rPr>
        <w:t>est-ce pas</w:t>
      </w:r>
      <w:r w:rsidRPr="00A4769E">
        <w:rPr>
          <w:szCs w:val="20"/>
        </w:rPr>
        <w:t xml:space="preserve"> ? </w:t>
      </w:r>
      <w:r w:rsidR="001B73FA" w:rsidRPr="001B73FA">
        <w:rPr>
          <w:szCs w:val="20"/>
        </w:rPr>
        <w:t>dit-il enfin</w:t>
      </w:r>
      <w:r w:rsidRPr="00A4769E">
        <w:rPr>
          <w:szCs w:val="20"/>
        </w:rPr>
        <w:t>.</w:t>
      </w:r>
    </w:p>
    <w:p w14:paraId="3C22776C" w14:textId="562274DF" w:rsidR="00462692" w:rsidRPr="00A4769E" w:rsidRDefault="00462692" w:rsidP="001B73FA">
      <w:pPr>
        <w:rPr>
          <w:szCs w:val="20"/>
        </w:rPr>
      </w:pPr>
      <w:r w:rsidRPr="00A4769E">
        <w:rPr>
          <w:szCs w:val="20"/>
        </w:rPr>
        <w:t>— </w:t>
      </w:r>
      <w:r w:rsidR="001B73FA" w:rsidRPr="001B73FA">
        <w:rPr>
          <w:szCs w:val="20"/>
        </w:rPr>
        <w:t>Est-ce que tu sais seulement ce que veut dire être amoureux de quelqu</w:t>
      </w:r>
      <w:r w:rsidRPr="00A4769E">
        <w:rPr>
          <w:szCs w:val="20"/>
        </w:rPr>
        <w:t>’</w:t>
      </w:r>
      <w:r w:rsidR="001B73FA" w:rsidRPr="001B73FA">
        <w:rPr>
          <w:szCs w:val="20"/>
        </w:rPr>
        <w:t>un ou de quelque chose</w:t>
      </w:r>
      <w:r w:rsidRPr="00A4769E">
        <w:rPr>
          <w:szCs w:val="20"/>
        </w:rPr>
        <w:t xml:space="preserve">, </w:t>
      </w:r>
      <w:r w:rsidR="001B73FA" w:rsidRPr="001B73FA">
        <w:rPr>
          <w:szCs w:val="20"/>
        </w:rPr>
        <w:t>toi</w:t>
      </w:r>
      <w:r w:rsidRPr="00A4769E">
        <w:rPr>
          <w:szCs w:val="20"/>
        </w:rPr>
        <w:t xml:space="preserve"> ? </w:t>
      </w:r>
      <w:r w:rsidR="001B73FA" w:rsidRPr="001B73FA">
        <w:rPr>
          <w:szCs w:val="20"/>
        </w:rPr>
        <w:t xml:space="preserve">dit la </w:t>
      </w:r>
      <w:r w:rsidR="001B73FA" w:rsidRPr="001B73FA">
        <w:rPr>
          <w:szCs w:val="20"/>
        </w:rPr>
        <w:lastRenderedPageBreak/>
        <w:t>Marquise</w:t>
      </w:r>
      <w:r w:rsidRPr="00A4769E">
        <w:rPr>
          <w:szCs w:val="20"/>
        </w:rPr>
        <w:t xml:space="preserve">. </w:t>
      </w:r>
      <w:r w:rsidR="001B73FA" w:rsidRPr="001B73FA">
        <w:rPr>
          <w:szCs w:val="20"/>
        </w:rPr>
        <w:t>Je connais Bousson depuis quarante ans</w:t>
      </w:r>
      <w:r w:rsidRPr="00A4769E">
        <w:rPr>
          <w:szCs w:val="20"/>
        </w:rPr>
        <w:t xml:space="preserve">. </w:t>
      </w:r>
      <w:r w:rsidR="001B73FA" w:rsidRPr="001B73FA">
        <w:rPr>
          <w:szCs w:val="20"/>
        </w:rPr>
        <w:t>Il est gentil et serviable</w:t>
      </w:r>
      <w:r w:rsidRPr="00A4769E">
        <w:rPr>
          <w:szCs w:val="20"/>
        </w:rPr>
        <w:t xml:space="preserve">, </w:t>
      </w:r>
      <w:r w:rsidR="001B73FA" w:rsidRPr="001B73FA">
        <w:rPr>
          <w:szCs w:val="20"/>
        </w:rPr>
        <w:t>un point c</w:t>
      </w:r>
      <w:r w:rsidRPr="00A4769E">
        <w:rPr>
          <w:szCs w:val="20"/>
        </w:rPr>
        <w:t>’</w:t>
      </w:r>
      <w:r w:rsidR="001B73FA" w:rsidRPr="001B73FA">
        <w:rPr>
          <w:szCs w:val="20"/>
        </w:rPr>
        <w:t>est tout</w:t>
      </w:r>
      <w:r w:rsidRPr="00A4769E">
        <w:rPr>
          <w:szCs w:val="20"/>
        </w:rPr>
        <w:t>.</w:t>
      </w:r>
    </w:p>
    <w:p w14:paraId="114C4A38" w14:textId="43CCFF9A" w:rsidR="00462692" w:rsidRPr="00A4769E" w:rsidRDefault="00462692" w:rsidP="001B73FA">
      <w:pPr>
        <w:rPr>
          <w:szCs w:val="20"/>
        </w:rPr>
      </w:pPr>
      <w:r w:rsidRPr="00A4769E">
        <w:rPr>
          <w:szCs w:val="20"/>
        </w:rPr>
        <w:t>— </w:t>
      </w:r>
      <w:r w:rsidR="001B73FA" w:rsidRPr="001B73FA">
        <w:rPr>
          <w:szCs w:val="20"/>
        </w:rPr>
        <w:t>Il faut exactement l</w:t>
      </w:r>
      <w:r w:rsidRPr="00A4769E">
        <w:rPr>
          <w:szCs w:val="20"/>
        </w:rPr>
        <w:t>’</w:t>
      </w:r>
      <w:r w:rsidR="001B73FA" w:rsidRPr="001B73FA">
        <w:rPr>
          <w:szCs w:val="20"/>
        </w:rPr>
        <w:t>amour que je dis</w:t>
      </w:r>
      <w:r w:rsidRPr="00A4769E">
        <w:rPr>
          <w:szCs w:val="20"/>
        </w:rPr>
        <w:t xml:space="preserve">, </w:t>
      </w:r>
      <w:r w:rsidR="001B73FA" w:rsidRPr="001B73FA">
        <w:rPr>
          <w:szCs w:val="20"/>
        </w:rPr>
        <w:t>Céline</w:t>
      </w:r>
      <w:r w:rsidRPr="00A4769E">
        <w:rPr>
          <w:szCs w:val="20"/>
        </w:rPr>
        <w:t xml:space="preserve">, </w:t>
      </w:r>
      <w:r w:rsidR="001B73FA" w:rsidRPr="001B73FA">
        <w:rPr>
          <w:szCs w:val="20"/>
        </w:rPr>
        <w:t>pour être gentil et serviable pendant quarante ans</w:t>
      </w:r>
      <w:r w:rsidRPr="00A4769E">
        <w:rPr>
          <w:szCs w:val="20"/>
        </w:rPr>
        <w:t xml:space="preserve">. </w:t>
      </w:r>
      <w:r w:rsidR="001B73FA" w:rsidRPr="001B73FA">
        <w:rPr>
          <w:szCs w:val="20"/>
        </w:rPr>
        <w:t>Et que fait Bousson</w:t>
      </w:r>
      <w:r w:rsidRPr="00A4769E">
        <w:rPr>
          <w:szCs w:val="20"/>
        </w:rPr>
        <w:t> ?</w:t>
      </w:r>
    </w:p>
    <w:p w14:paraId="36C813F8" w14:textId="23A1AB0B" w:rsidR="00462692" w:rsidRPr="00A4769E" w:rsidRDefault="00462692" w:rsidP="001B73FA">
      <w:pPr>
        <w:rPr>
          <w:szCs w:val="20"/>
        </w:rPr>
      </w:pPr>
      <w:r w:rsidRPr="00A4769E">
        <w:rPr>
          <w:szCs w:val="20"/>
        </w:rPr>
        <w:t>— </w:t>
      </w:r>
      <w:r w:rsidR="001B73FA" w:rsidRPr="001B73FA">
        <w:rPr>
          <w:szCs w:val="20"/>
        </w:rPr>
        <w:t>Qu</w:t>
      </w:r>
      <w:r w:rsidRPr="00A4769E">
        <w:rPr>
          <w:szCs w:val="20"/>
        </w:rPr>
        <w:t>’</w:t>
      </w:r>
      <w:r w:rsidR="001B73FA" w:rsidRPr="001B73FA">
        <w:rPr>
          <w:szCs w:val="20"/>
        </w:rPr>
        <w:t>entends-tu par faire</w:t>
      </w:r>
      <w:r w:rsidRPr="00A4769E">
        <w:rPr>
          <w:szCs w:val="20"/>
        </w:rPr>
        <w:t> ?</w:t>
      </w:r>
    </w:p>
    <w:p w14:paraId="34B2F1D4" w14:textId="5E2982D4" w:rsidR="00462692" w:rsidRPr="00A4769E" w:rsidRDefault="00462692" w:rsidP="001B73FA">
      <w:pPr>
        <w:rPr>
          <w:szCs w:val="20"/>
        </w:rPr>
      </w:pPr>
      <w:r w:rsidRPr="00A4769E">
        <w:rPr>
          <w:szCs w:val="20"/>
        </w:rPr>
        <w:t>— </w:t>
      </w:r>
      <w:r w:rsidR="001B73FA" w:rsidRPr="001B73FA">
        <w:rPr>
          <w:szCs w:val="20"/>
        </w:rPr>
        <w:t>A-t-il une charge</w:t>
      </w:r>
      <w:r w:rsidRPr="00A4769E">
        <w:rPr>
          <w:szCs w:val="20"/>
        </w:rPr>
        <w:t> ?</w:t>
      </w:r>
    </w:p>
    <w:p w14:paraId="4FF41899" w14:textId="410B0845" w:rsidR="00462692" w:rsidRPr="00A4769E" w:rsidRDefault="00462692" w:rsidP="001B73FA">
      <w:pPr>
        <w:rPr>
          <w:szCs w:val="20"/>
        </w:rPr>
      </w:pPr>
      <w:r w:rsidRPr="00A4769E">
        <w:rPr>
          <w:szCs w:val="20"/>
        </w:rPr>
        <w:t>— </w:t>
      </w:r>
      <w:r w:rsidR="001B73FA" w:rsidRPr="001B73FA">
        <w:rPr>
          <w:szCs w:val="20"/>
        </w:rPr>
        <w:t>Tu sais bien que non</w:t>
      </w:r>
      <w:r w:rsidRPr="00A4769E">
        <w:rPr>
          <w:szCs w:val="20"/>
        </w:rPr>
        <w:t xml:space="preserve">. </w:t>
      </w:r>
      <w:r w:rsidR="001B73FA" w:rsidRPr="001B73FA">
        <w:rPr>
          <w:szCs w:val="20"/>
        </w:rPr>
        <w:t>Il est passionné pour des choses qu</w:t>
      </w:r>
      <w:r w:rsidRPr="00A4769E">
        <w:rPr>
          <w:szCs w:val="20"/>
        </w:rPr>
        <w:t>’</w:t>
      </w:r>
      <w:r w:rsidR="001B73FA" w:rsidRPr="001B73FA">
        <w:rPr>
          <w:szCs w:val="20"/>
        </w:rPr>
        <w:t>il n</w:t>
      </w:r>
      <w:r w:rsidRPr="00A4769E">
        <w:rPr>
          <w:szCs w:val="20"/>
        </w:rPr>
        <w:t>’</w:t>
      </w:r>
      <w:r w:rsidR="001B73FA" w:rsidRPr="001B73FA">
        <w:rPr>
          <w:szCs w:val="20"/>
        </w:rPr>
        <w:t>explique pas et qu</w:t>
      </w:r>
      <w:r w:rsidRPr="00A4769E">
        <w:rPr>
          <w:szCs w:val="20"/>
        </w:rPr>
        <w:t>’</w:t>
      </w:r>
      <w:r w:rsidR="001B73FA" w:rsidRPr="001B73FA">
        <w:rPr>
          <w:szCs w:val="20"/>
        </w:rPr>
        <w:t>on n</w:t>
      </w:r>
      <w:r w:rsidRPr="00A4769E">
        <w:rPr>
          <w:szCs w:val="20"/>
        </w:rPr>
        <w:t>’</w:t>
      </w:r>
      <w:r w:rsidR="001B73FA" w:rsidRPr="001B73FA">
        <w:rPr>
          <w:szCs w:val="20"/>
        </w:rPr>
        <w:t>explique pas</w:t>
      </w:r>
      <w:r w:rsidRPr="00A4769E">
        <w:rPr>
          <w:szCs w:val="20"/>
        </w:rPr>
        <w:t xml:space="preserve">, </w:t>
      </w:r>
      <w:r w:rsidR="001B73FA" w:rsidRPr="001B73FA">
        <w:rPr>
          <w:szCs w:val="20"/>
        </w:rPr>
        <w:t>d</w:t>
      </w:r>
      <w:r w:rsidRPr="00A4769E">
        <w:rPr>
          <w:szCs w:val="20"/>
        </w:rPr>
        <w:t>’</w:t>
      </w:r>
      <w:r w:rsidR="001B73FA" w:rsidRPr="001B73FA">
        <w:rPr>
          <w:szCs w:val="20"/>
        </w:rPr>
        <w:t>ailleurs</w:t>
      </w:r>
      <w:r w:rsidRPr="00A4769E">
        <w:rPr>
          <w:szCs w:val="20"/>
        </w:rPr>
        <w:t xml:space="preserve">. </w:t>
      </w:r>
      <w:r w:rsidR="001B73FA" w:rsidRPr="001B73FA">
        <w:rPr>
          <w:szCs w:val="20"/>
        </w:rPr>
        <w:t>Il se dépense pour ces mystères en va-et-vient par monts et par vaux</w:t>
      </w:r>
      <w:r w:rsidRPr="00A4769E">
        <w:rPr>
          <w:szCs w:val="20"/>
        </w:rPr>
        <w:t xml:space="preserve">. </w:t>
      </w:r>
      <w:r w:rsidR="001B73FA" w:rsidRPr="001B73FA">
        <w:rPr>
          <w:szCs w:val="20"/>
        </w:rPr>
        <w:t>Puis</w:t>
      </w:r>
      <w:r w:rsidRPr="00A4769E">
        <w:rPr>
          <w:szCs w:val="20"/>
        </w:rPr>
        <w:t xml:space="preserve">, </w:t>
      </w:r>
      <w:r w:rsidR="001B73FA" w:rsidRPr="001B73FA">
        <w:rPr>
          <w:szCs w:val="20"/>
        </w:rPr>
        <w:t>un beau jour</w:t>
      </w:r>
      <w:r w:rsidRPr="00A4769E">
        <w:rPr>
          <w:szCs w:val="20"/>
        </w:rPr>
        <w:t xml:space="preserve">, </w:t>
      </w:r>
      <w:r w:rsidR="001B73FA" w:rsidRPr="001B73FA">
        <w:rPr>
          <w:szCs w:val="20"/>
        </w:rPr>
        <w:t>il décide que c</w:t>
      </w:r>
      <w:r w:rsidRPr="00A4769E">
        <w:rPr>
          <w:szCs w:val="20"/>
        </w:rPr>
        <w:t>’</w:t>
      </w:r>
      <w:r w:rsidR="001B73FA" w:rsidRPr="001B73FA">
        <w:rPr>
          <w:szCs w:val="20"/>
        </w:rPr>
        <w:t>est fini et il se met à courir derrière une nouvelle ombre qu</w:t>
      </w:r>
      <w:r w:rsidRPr="00A4769E">
        <w:rPr>
          <w:szCs w:val="20"/>
        </w:rPr>
        <w:t>’</w:t>
      </w:r>
      <w:r w:rsidR="001B73FA" w:rsidRPr="001B73FA">
        <w:rPr>
          <w:szCs w:val="20"/>
        </w:rPr>
        <w:t>il est le seul à voir</w:t>
      </w:r>
      <w:r w:rsidRPr="00A4769E">
        <w:rPr>
          <w:szCs w:val="20"/>
        </w:rPr>
        <w:t>.</w:t>
      </w:r>
    </w:p>
    <w:p w14:paraId="62608377" w14:textId="6DD114D7" w:rsidR="001B73FA" w:rsidRPr="001B73FA" w:rsidRDefault="00462692" w:rsidP="001B73FA">
      <w:pPr>
        <w:rPr>
          <w:szCs w:val="20"/>
        </w:rPr>
      </w:pPr>
      <w:r w:rsidRPr="00A4769E">
        <w:rPr>
          <w:szCs w:val="20"/>
        </w:rPr>
        <w:t>— </w:t>
      </w:r>
      <w:r w:rsidR="001B73FA" w:rsidRPr="001B73FA">
        <w:rPr>
          <w:szCs w:val="20"/>
        </w:rPr>
        <w:t>Rien d</w:t>
      </w:r>
      <w:r w:rsidRPr="00A4769E">
        <w:rPr>
          <w:szCs w:val="20"/>
        </w:rPr>
        <w:t>’</w:t>
      </w:r>
      <w:r w:rsidR="001B73FA" w:rsidRPr="001B73FA">
        <w:rPr>
          <w:szCs w:val="20"/>
        </w:rPr>
        <w:t>officiel en tout cas</w:t>
      </w:r>
      <w:r w:rsidRPr="00A4769E">
        <w:rPr>
          <w:szCs w:val="20"/>
        </w:rPr>
        <w:t xml:space="preserve">, </w:t>
      </w:r>
      <w:r w:rsidR="001B73FA" w:rsidRPr="001B73FA">
        <w:rPr>
          <w:szCs w:val="20"/>
        </w:rPr>
        <w:t>tu le saurais</w:t>
      </w:r>
      <w:r w:rsidRPr="00A4769E">
        <w:rPr>
          <w:szCs w:val="20"/>
        </w:rPr>
        <w:t> ? »</w:t>
      </w:r>
    </w:p>
    <w:p w14:paraId="2BA05CED" w14:textId="77777777" w:rsidR="00462692" w:rsidRPr="00A4769E" w:rsidRDefault="00462692" w:rsidP="001B73FA">
      <w:pPr>
        <w:rPr>
          <w:szCs w:val="20"/>
        </w:rPr>
      </w:pPr>
      <w:r w:rsidRPr="00A4769E">
        <w:rPr>
          <w:szCs w:val="20"/>
        </w:rPr>
        <w:t>« </w:t>
      </w:r>
      <w:r w:rsidR="001B73FA" w:rsidRPr="001B73FA">
        <w:rPr>
          <w:szCs w:val="20"/>
        </w:rPr>
        <w:t>Quelle différence avec le personnage qui</w:t>
      </w:r>
      <w:r w:rsidRPr="00A4769E">
        <w:rPr>
          <w:szCs w:val="20"/>
        </w:rPr>
        <w:t xml:space="preserve">, </w:t>
      </w:r>
      <w:r w:rsidR="001B73FA" w:rsidRPr="001B73FA">
        <w:rPr>
          <w:szCs w:val="20"/>
        </w:rPr>
        <w:t>à l</w:t>
      </w:r>
      <w:r w:rsidRPr="00A4769E">
        <w:rPr>
          <w:szCs w:val="20"/>
        </w:rPr>
        <w:t>’</w:t>
      </w:r>
      <w:r w:rsidR="001B73FA" w:rsidRPr="001B73FA">
        <w:rPr>
          <w:szCs w:val="20"/>
        </w:rPr>
        <w:t>instant même</w:t>
      </w:r>
      <w:r w:rsidRPr="00A4769E">
        <w:rPr>
          <w:szCs w:val="20"/>
        </w:rPr>
        <w:t xml:space="preserve">, </w:t>
      </w:r>
      <w:r w:rsidR="001B73FA" w:rsidRPr="001B73FA">
        <w:rPr>
          <w:szCs w:val="20"/>
        </w:rPr>
        <w:t>est venu m</w:t>
      </w:r>
      <w:r w:rsidRPr="00A4769E">
        <w:rPr>
          <w:szCs w:val="20"/>
        </w:rPr>
        <w:t>’</w:t>
      </w:r>
      <w:r w:rsidR="001B73FA" w:rsidRPr="001B73FA">
        <w:rPr>
          <w:szCs w:val="20"/>
        </w:rPr>
        <w:t>accueillir dans le hall</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Le voilà qui rentre sa tête</w:t>
      </w:r>
      <w:r w:rsidRPr="00A4769E">
        <w:rPr>
          <w:szCs w:val="20"/>
        </w:rPr>
        <w:t xml:space="preserve"> ; </w:t>
      </w:r>
      <w:r w:rsidR="001B73FA" w:rsidRPr="001B73FA">
        <w:rPr>
          <w:szCs w:val="20"/>
        </w:rPr>
        <w:t>j</w:t>
      </w:r>
      <w:r w:rsidRPr="00A4769E">
        <w:rPr>
          <w:szCs w:val="20"/>
        </w:rPr>
        <w:t>’</w:t>
      </w:r>
      <w:r w:rsidR="001B73FA" w:rsidRPr="001B73FA">
        <w:rPr>
          <w:szCs w:val="20"/>
        </w:rPr>
        <w:t>augurais mieux d</w:t>
      </w:r>
      <w:r w:rsidRPr="00A4769E">
        <w:rPr>
          <w:szCs w:val="20"/>
        </w:rPr>
        <w:t>’</w:t>
      </w:r>
      <w:r w:rsidR="001B73FA" w:rsidRPr="001B73FA">
        <w:rPr>
          <w:szCs w:val="20"/>
        </w:rPr>
        <w:t>un homme qui porte dans ses yeux l</w:t>
      </w:r>
      <w:r w:rsidRPr="00A4769E">
        <w:rPr>
          <w:szCs w:val="20"/>
        </w:rPr>
        <w:t>’</w:t>
      </w:r>
      <w:r w:rsidR="001B73FA" w:rsidRPr="001B73FA">
        <w:rPr>
          <w:szCs w:val="20"/>
        </w:rPr>
        <w:t>ardeur d</w:t>
      </w:r>
      <w:r w:rsidRPr="00A4769E">
        <w:rPr>
          <w:szCs w:val="20"/>
        </w:rPr>
        <w:t>’</w:t>
      </w:r>
      <w:r w:rsidR="001B73FA" w:rsidRPr="001B73FA">
        <w:rPr>
          <w:szCs w:val="20"/>
        </w:rPr>
        <w:t>une bravoure folle</w:t>
      </w:r>
      <w:r w:rsidRPr="00A4769E">
        <w:rPr>
          <w:szCs w:val="20"/>
        </w:rPr>
        <w:t xml:space="preserve">. </w:t>
      </w:r>
      <w:r w:rsidR="001B73FA" w:rsidRPr="001B73FA">
        <w:rPr>
          <w:szCs w:val="20"/>
        </w:rPr>
        <w:t>Il est terrifié à l</w:t>
      </w:r>
      <w:r w:rsidRPr="00A4769E">
        <w:rPr>
          <w:szCs w:val="20"/>
        </w:rPr>
        <w:t>’</w:t>
      </w:r>
      <w:r w:rsidR="001B73FA" w:rsidRPr="001B73FA">
        <w:rPr>
          <w:szCs w:val="20"/>
        </w:rPr>
        <w:t>idée qu</w:t>
      </w:r>
      <w:r w:rsidRPr="00A4769E">
        <w:rPr>
          <w:szCs w:val="20"/>
        </w:rPr>
        <w:t>’</w:t>
      </w:r>
      <w:r w:rsidR="001B73FA" w:rsidRPr="001B73FA">
        <w:rPr>
          <w:szCs w:val="20"/>
        </w:rPr>
        <w:t>on peut venir casser les vitres de ses fenêtres pendant une nuit d</w:t>
      </w:r>
      <w:r w:rsidRPr="00A4769E">
        <w:rPr>
          <w:szCs w:val="20"/>
        </w:rPr>
        <w:t>’</w:t>
      </w:r>
      <w:r w:rsidR="001B73FA" w:rsidRPr="001B73FA">
        <w:rPr>
          <w:szCs w:val="20"/>
        </w:rPr>
        <w:t>orage</w:t>
      </w:r>
      <w:r w:rsidRPr="00A4769E">
        <w:rPr>
          <w:szCs w:val="20"/>
        </w:rPr>
        <w:t xml:space="preserve">, </w:t>
      </w:r>
      <w:r w:rsidR="001B73FA" w:rsidRPr="001B73FA">
        <w:rPr>
          <w:szCs w:val="20"/>
        </w:rPr>
        <w:t>comme celui qui se prépare pour cette nuit-ci</w:t>
      </w:r>
      <w:r w:rsidRPr="00A4769E">
        <w:rPr>
          <w:szCs w:val="20"/>
        </w:rPr>
        <w:t xml:space="preserve">. </w:t>
      </w:r>
      <w:r w:rsidR="001B73FA" w:rsidRPr="001B73FA">
        <w:rPr>
          <w:szCs w:val="20"/>
        </w:rPr>
        <w:t>Est-il simplement amateur de ces délicieux petits carreaux</w:t>
      </w:r>
      <w:r w:rsidRPr="00A4769E">
        <w:rPr>
          <w:szCs w:val="20"/>
        </w:rPr>
        <w:t xml:space="preserve">, </w:t>
      </w:r>
      <w:r w:rsidR="001B73FA" w:rsidRPr="001B73FA">
        <w:rPr>
          <w:szCs w:val="20"/>
        </w:rPr>
        <w:t>qui donnent tant de caractère à la grande porte vitrée que j</w:t>
      </w:r>
      <w:r w:rsidRPr="00A4769E">
        <w:rPr>
          <w:szCs w:val="20"/>
        </w:rPr>
        <w:t>’</w:t>
      </w:r>
      <w:r w:rsidR="001B73FA" w:rsidRPr="001B73FA">
        <w:rPr>
          <w:szCs w:val="20"/>
        </w:rPr>
        <w:t>ai poussée tout à l</w:t>
      </w:r>
      <w:r w:rsidRPr="00A4769E">
        <w:rPr>
          <w:szCs w:val="20"/>
        </w:rPr>
        <w:t>’</w:t>
      </w:r>
      <w:r w:rsidR="001B73FA" w:rsidRPr="001B73FA">
        <w:rPr>
          <w:szCs w:val="20"/>
        </w:rPr>
        <w:t>heure</w:t>
      </w:r>
      <w:r w:rsidRPr="00A4769E">
        <w:rPr>
          <w:szCs w:val="20"/>
        </w:rPr>
        <w:t xml:space="preserve">, </w:t>
      </w:r>
      <w:r w:rsidR="001B73FA" w:rsidRPr="001B73FA">
        <w:rPr>
          <w:szCs w:val="20"/>
        </w:rPr>
        <w:t>ou bien tremble-t-il de se voir arracher quelque cassette qu</w:t>
      </w:r>
      <w:r w:rsidRPr="00A4769E">
        <w:rPr>
          <w:szCs w:val="20"/>
        </w:rPr>
        <w:t>’</w:t>
      </w:r>
      <w:r w:rsidR="001B73FA" w:rsidRPr="001B73FA">
        <w:rPr>
          <w:szCs w:val="20"/>
        </w:rPr>
        <w:t>il se sait incapable de défendre</w:t>
      </w:r>
      <w:r w:rsidRPr="00A4769E">
        <w:rPr>
          <w:szCs w:val="20"/>
        </w:rPr>
        <w:t xml:space="preserve"> ? </w:t>
      </w:r>
      <w:r w:rsidR="001B73FA" w:rsidRPr="001B73FA">
        <w:rPr>
          <w:szCs w:val="20"/>
        </w:rPr>
        <w:t>Sur le moment où je l</w:t>
      </w:r>
      <w:r w:rsidRPr="00A4769E">
        <w:rPr>
          <w:szCs w:val="20"/>
        </w:rPr>
        <w:t>’</w:t>
      </w:r>
      <w:r w:rsidR="001B73FA" w:rsidRPr="001B73FA">
        <w:rPr>
          <w:szCs w:val="20"/>
        </w:rPr>
        <w:t>ai vu</w:t>
      </w:r>
      <w:r w:rsidRPr="00A4769E">
        <w:rPr>
          <w:szCs w:val="20"/>
        </w:rPr>
        <w:t xml:space="preserve">, </w:t>
      </w:r>
      <w:r w:rsidR="001B73FA" w:rsidRPr="001B73FA">
        <w:rPr>
          <w:szCs w:val="20"/>
        </w:rPr>
        <w:t>j</w:t>
      </w:r>
      <w:r w:rsidRPr="00A4769E">
        <w:rPr>
          <w:szCs w:val="20"/>
        </w:rPr>
        <w:t>’</w:t>
      </w:r>
      <w:r w:rsidR="001B73FA" w:rsidRPr="001B73FA">
        <w:rPr>
          <w:szCs w:val="20"/>
        </w:rPr>
        <w:t>aurais parié cependant qu</w:t>
      </w:r>
      <w:r w:rsidRPr="00A4769E">
        <w:rPr>
          <w:szCs w:val="20"/>
        </w:rPr>
        <w:t>’</w:t>
      </w:r>
      <w:r w:rsidR="001B73FA" w:rsidRPr="001B73FA">
        <w:rPr>
          <w:szCs w:val="20"/>
        </w:rPr>
        <w:t>il était à mon goût</w:t>
      </w:r>
      <w:r w:rsidRPr="00A4769E">
        <w:rPr>
          <w:szCs w:val="20"/>
        </w:rPr>
        <w:t xml:space="preserve">. </w:t>
      </w:r>
      <w:r w:rsidR="001B73FA" w:rsidRPr="001B73FA">
        <w:rPr>
          <w:szCs w:val="20"/>
        </w:rPr>
        <w:t>Mais d</w:t>
      </w:r>
      <w:r w:rsidRPr="00A4769E">
        <w:rPr>
          <w:szCs w:val="20"/>
        </w:rPr>
        <w:t>’</w:t>
      </w:r>
      <w:r w:rsidR="001B73FA" w:rsidRPr="001B73FA">
        <w:rPr>
          <w:szCs w:val="20"/>
        </w:rPr>
        <w:t>où vient cette odeur balsamique qu</w:t>
      </w:r>
      <w:r w:rsidRPr="00A4769E">
        <w:rPr>
          <w:szCs w:val="20"/>
        </w:rPr>
        <w:t>’</w:t>
      </w:r>
      <w:r w:rsidR="001B73FA" w:rsidRPr="001B73FA">
        <w:rPr>
          <w:szCs w:val="20"/>
        </w:rPr>
        <w:t>on respire dans cette maison</w:t>
      </w:r>
      <w:r w:rsidRPr="00A4769E">
        <w:rPr>
          <w:szCs w:val="20"/>
        </w:rPr>
        <w:t xml:space="preserve"> ? </w:t>
      </w:r>
      <w:r w:rsidR="001B73FA" w:rsidRPr="001B73FA">
        <w:rPr>
          <w:szCs w:val="20"/>
        </w:rPr>
        <w:t>La Marquise</w:t>
      </w:r>
      <w:r w:rsidRPr="00A4769E">
        <w:rPr>
          <w:szCs w:val="20"/>
        </w:rPr>
        <w:t xml:space="preserve">, </w:t>
      </w:r>
      <w:r w:rsidR="001B73FA" w:rsidRPr="001B73FA">
        <w:rPr>
          <w:szCs w:val="20"/>
        </w:rPr>
        <w:t>au repos</w:t>
      </w:r>
      <w:r w:rsidRPr="00A4769E">
        <w:rPr>
          <w:szCs w:val="20"/>
        </w:rPr>
        <w:t xml:space="preserve">, </w:t>
      </w:r>
      <w:r w:rsidR="001B73FA" w:rsidRPr="001B73FA">
        <w:rPr>
          <w:szCs w:val="20"/>
        </w:rPr>
        <w:t>se parfumerait-elle</w:t>
      </w:r>
      <w:r w:rsidRPr="00A4769E">
        <w:rPr>
          <w:szCs w:val="20"/>
        </w:rPr>
        <w:t xml:space="preserve"> ? </w:t>
      </w:r>
      <w:r w:rsidR="001B73FA" w:rsidRPr="001B73FA">
        <w:rPr>
          <w:szCs w:val="20"/>
        </w:rPr>
        <w:t>Je n</w:t>
      </w:r>
      <w:r w:rsidRPr="00A4769E">
        <w:rPr>
          <w:szCs w:val="20"/>
        </w:rPr>
        <w:t>’</w:t>
      </w:r>
      <w:r w:rsidR="001B73FA" w:rsidRPr="001B73FA">
        <w:rPr>
          <w:szCs w:val="20"/>
        </w:rPr>
        <w:t>ai jamais senti une odeur plus belle</w:t>
      </w:r>
      <w:r w:rsidRPr="00A4769E">
        <w:rPr>
          <w:szCs w:val="20"/>
        </w:rPr>
        <w:t>. »</w:t>
      </w:r>
      <w:r w:rsidR="001B73FA" w:rsidRPr="001B73FA">
        <w:rPr>
          <w:szCs w:val="20"/>
        </w:rPr>
        <w:t xml:space="preserve"> Et il était de nouveau amoureux de l</w:t>
      </w:r>
      <w:r w:rsidRPr="00A4769E">
        <w:rPr>
          <w:szCs w:val="20"/>
        </w:rPr>
        <w:t>’</w:t>
      </w:r>
      <w:r w:rsidR="001B73FA" w:rsidRPr="001B73FA">
        <w:rPr>
          <w:szCs w:val="20"/>
        </w:rPr>
        <w:t>amour</w:t>
      </w:r>
      <w:r w:rsidRPr="00A4769E">
        <w:rPr>
          <w:szCs w:val="20"/>
        </w:rPr>
        <w:t>.</w:t>
      </w:r>
    </w:p>
    <w:p w14:paraId="4219AAC4" w14:textId="77777777" w:rsidR="00462692" w:rsidRPr="00A4769E" w:rsidRDefault="00462692" w:rsidP="001B73FA">
      <w:pPr>
        <w:rPr>
          <w:szCs w:val="20"/>
        </w:rPr>
      </w:pPr>
      <w:r w:rsidRPr="00A4769E">
        <w:rPr>
          <w:szCs w:val="20"/>
        </w:rPr>
        <w:lastRenderedPageBreak/>
        <w:t>« </w:t>
      </w:r>
      <w:r w:rsidR="001B73FA" w:rsidRPr="001B73FA">
        <w:rPr>
          <w:szCs w:val="20"/>
        </w:rPr>
        <w:t>Je ne saurais rien du tout</w:t>
      </w:r>
      <w:r w:rsidRPr="00A4769E">
        <w:rPr>
          <w:szCs w:val="20"/>
        </w:rPr>
        <w:t xml:space="preserve">, </w:t>
      </w:r>
      <w:r w:rsidR="001B73FA" w:rsidRPr="001B73FA">
        <w:rPr>
          <w:szCs w:val="20"/>
        </w:rPr>
        <w:t>dit la Marquise</w:t>
      </w:r>
      <w:r w:rsidRPr="00A4769E">
        <w:rPr>
          <w:szCs w:val="20"/>
        </w:rPr>
        <w:t xml:space="preserve">. </w:t>
      </w:r>
      <w:r w:rsidR="001B73FA" w:rsidRPr="001B73FA">
        <w:rPr>
          <w:szCs w:val="20"/>
        </w:rPr>
        <w:t>Comment le saurais-je</w:t>
      </w:r>
      <w:r w:rsidRPr="00A4769E">
        <w:rPr>
          <w:szCs w:val="20"/>
        </w:rPr>
        <w:t xml:space="preserve"> ? </w:t>
      </w:r>
      <w:r w:rsidR="001B73FA" w:rsidRPr="001B73FA">
        <w:rPr>
          <w:szCs w:val="20"/>
        </w:rPr>
        <w:t>Et de quoi d</w:t>
      </w:r>
      <w:r w:rsidRPr="00A4769E">
        <w:rPr>
          <w:szCs w:val="20"/>
        </w:rPr>
        <w:t>’</w:t>
      </w:r>
      <w:r w:rsidR="001B73FA" w:rsidRPr="001B73FA">
        <w:rPr>
          <w:szCs w:val="20"/>
        </w:rPr>
        <w:t>officiel veux-tu qu</w:t>
      </w:r>
      <w:r w:rsidRPr="00A4769E">
        <w:rPr>
          <w:szCs w:val="20"/>
        </w:rPr>
        <w:t>’</w:t>
      </w:r>
      <w:r w:rsidR="001B73FA" w:rsidRPr="001B73FA">
        <w:rPr>
          <w:szCs w:val="20"/>
        </w:rPr>
        <w:t>il s</w:t>
      </w:r>
      <w:r w:rsidRPr="00A4769E">
        <w:rPr>
          <w:szCs w:val="20"/>
        </w:rPr>
        <w:t>’</w:t>
      </w:r>
      <w:r w:rsidR="001B73FA" w:rsidRPr="001B73FA">
        <w:rPr>
          <w:szCs w:val="20"/>
        </w:rPr>
        <w:t>occupe</w:t>
      </w:r>
      <w:r w:rsidRPr="00A4769E">
        <w:rPr>
          <w:szCs w:val="20"/>
        </w:rPr>
        <w:t> ?</w:t>
      </w:r>
    </w:p>
    <w:p w14:paraId="6DB903A8" w14:textId="6EB6F2CB" w:rsidR="00462692" w:rsidRPr="00A4769E" w:rsidRDefault="00462692" w:rsidP="001B73FA">
      <w:pPr>
        <w:rPr>
          <w:szCs w:val="20"/>
        </w:rPr>
      </w:pPr>
      <w:r w:rsidRPr="00A4769E">
        <w:rPr>
          <w:szCs w:val="20"/>
        </w:rPr>
        <w:t>— </w:t>
      </w:r>
      <w:r w:rsidR="001B73FA" w:rsidRPr="001B73FA">
        <w:rPr>
          <w:szCs w:val="20"/>
        </w:rPr>
        <w:t>De police</w:t>
      </w:r>
      <w:r w:rsidRPr="00A4769E">
        <w:rPr>
          <w:szCs w:val="20"/>
        </w:rPr>
        <w:t xml:space="preserve">, </w:t>
      </w:r>
      <w:r w:rsidR="001B73FA" w:rsidRPr="001B73FA">
        <w:rPr>
          <w:szCs w:val="20"/>
        </w:rPr>
        <w:t>dit le Marquis</w:t>
      </w:r>
      <w:r w:rsidRPr="00A4769E">
        <w:rPr>
          <w:szCs w:val="20"/>
        </w:rPr>
        <w:t>.</w:t>
      </w:r>
    </w:p>
    <w:p w14:paraId="6DCE37CB" w14:textId="7C7DAA13" w:rsidR="00462692" w:rsidRPr="00A4769E" w:rsidRDefault="00462692" w:rsidP="001B73FA">
      <w:pPr>
        <w:rPr>
          <w:szCs w:val="20"/>
        </w:rPr>
      </w:pPr>
      <w:r w:rsidRPr="00A4769E">
        <w:rPr>
          <w:szCs w:val="20"/>
        </w:rPr>
        <w:t>— </w:t>
      </w:r>
      <w:r w:rsidR="001B73FA" w:rsidRPr="001B73FA">
        <w:rPr>
          <w:szCs w:val="20"/>
        </w:rPr>
        <w:t>Au fait</w:t>
      </w:r>
      <w:r w:rsidRPr="00A4769E">
        <w:rPr>
          <w:szCs w:val="20"/>
        </w:rPr>
        <w:t xml:space="preserve">, </w:t>
      </w:r>
      <w:r w:rsidR="001B73FA" w:rsidRPr="001B73FA">
        <w:rPr>
          <w:szCs w:val="20"/>
        </w:rPr>
        <w:t>dit la Marquise</w:t>
      </w:r>
      <w:r w:rsidRPr="00A4769E">
        <w:rPr>
          <w:szCs w:val="20"/>
        </w:rPr>
        <w:t>.</w:t>
      </w:r>
    </w:p>
    <w:p w14:paraId="1B3F5904" w14:textId="434B4C8C" w:rsidR="00462692" w:rsidRPr="00A4769E" w:rsidRDefault="00462692" w:rsidP="001B73FA">
      <w:pPr>
        <w:rPr>
          <w:szCs w:val="20"/>
        </w:rPr>
      </w:pPr>
      <w:r w:rsidRPr="00A4769E">
        <w:rPr>
          <w:szCs w:val="20"/>
        </w:rPr>
        <w:t>— </w:t>
      </w:r>
      <w:r w:rsidR="001B73FA" w:rsidRPr="001B73FA">
        <w:rPr>
          <w:szCs w:val="20"/>
        </w:rPr>
        <w:t>Au fait de quoi</w:t>
      </w:r>
      <w:r w:rsidRPr="00A4769E">
        <w:rPr>
          <w:szCs w:val="20"/>
        </w:rPr>
        <w:t xml:space="preserve"> ? </w:t>
      </w:r>
      <w:r w:rsidR="001B73FA" w:rsidRPr="001B73FA">
        <w:rPr>
          <w:szCs w:val="20"/>
        </w:rPr>
        <w:t>dit l</w:t>
      </w:r>
      <w:r w:rsidRPr="00A4769E">
        <w:rPr>
          <w:szCs w:val="20"/>
        </w:rPr>
        <w:t>’</w:t>
      </w:r>
      <w:r w:rsidR="001B73FA" w:rsidRPr="001B73FA">
        <w:rPr>
          <w:szCs w:val="20"/>
        </w:rPr>
        <w:t>évêque</w:t>
      </w:r>
      <w:r w:rsidRPr="00A4769E">
        <w:rPr>
          <w:szCs w:val="20"/>
        </w:rPr>
        <w:t>.</w:t>
      </w:r>
    </w:p>
    <w:p w14:paraId="6846A214" w14:textId="48D1690B" w:rsidR="001B73FA" w:rsidRPr="001B73FA" w:rsidRDefault="00462692" w:rsidP="001B73FA">
      <w:pPr>
        <w:rPr>
          <w:szCs w:val="20"/>
        </w:rPr>
      </w:pPr>
      <w:r w:rsidRPr="00A4769E">
        <w:rPr>
          <w:szCs w:val="20"/>
        </w:rPr>
        <w:t>— </w:t>
      </w:r>
      <w:r w:rsidR="001B73FA" w:rsidRPr="001B73FA">
        <w:rPr>
          <w:szCs w:val="20"/>
        </w:rPr>
        <w:t>Vous avez de la chance</w:t>
      </w:r>
      <w:r w:rsidRPr="00A4769E">
        <w:rPr>
          <w:szCs w:val="20"/>
        </w:rPr>
        <w:t xml:space="preserve">. </w:t>
      </w:r>
      <w:r w:rsidR="001B73FA" w:rsidRPr="001B73FA">
        <w:rPr>
          <w:szCs w:val="20"/>
        </w:rPr>
        <w:t>Monseigneur</w:t>
      </w:r>
      <w:r w:rsidRPr="00A4769E">
        <w:rPr>
          <w:szCs w:val="20"/>
        </w:rPr>
        <w:t xml:space="preserve">, </w:t>
      </w:r>
      <w:r w:rsidR="001B73FA" w:rsidRPr="001B73FA">
        <w:rPr>
          <w:szCs w:val="20"/>
        </w:rPr>
        <w:t>dit la Marquise</w:t>
      </w:r>
      <w:r w:rsidRPr="00A4769E">
        <w:rPr>
          <w:szCs w:val="20"/>
        </w:rPr>
        <w:t xml:space="preserve">, </w:t>
      </w:r>
      <w:r w:rsidR="001B73FA" w:rsidRPr="001B73FA">
        <w:rPr>
          <w:szCs w:val="20"/>
        </w:rPr>
        <w:t>que j</w:t>
      </w:r>
      <w:r w:rsidRPr="00A4769E">
        <w:rPr>
          <w:szCs w:val="20"/>
        </w:rPr>
        <w:t>’</w:t>
      </w:r>
      <w:r w:rsidR="001B73FA" w:rsidRPr="001B73FA">
        <w:rPr>
          <w:szCs w:val="20"/>
        </w:rPr>
        <w:t>aie été bien élevée</w:t>
      </w:r>
      <w:r w:rsidRPr="00A4769E">
        <w:rPr>
          <w:szCs w:val="20"/>
        </w:rPr>
        <w:t xml:space="preserve">, </w:t>
      </w:r>
      <w:r w:rsidR="001B73FA" w:rsidRPr="001B73FA">
        <w:rPr>
          <w:szCs w:val="20"/>
        </w:rPr>
        <w:t>c</w:t>
      </w:r>
      <w:r w:rsidRPr="00A4769E">
        <w:rPr>
          <w:szCs w:val="20"/>
        </w:rPr>
        <w:t>’</w:t>
      </w:r>
      <w:r w:rsidR="001B73FA" w:rsidRPr="001B73FA">
        <w:rPr>
          <w:szCs w:val="20"/>
        </w:rPr>
        <w:t>est-à-dire religieusement</w:t>
      </w:r>
      <w:r w:rsidRPr="00A4769E">
        <w:rPr>
          <w:szCs w:val="20"/>
        </w:rPr>
        <w:t xml:space="preserve">. </w:t>
      </w:r>
      <w:r w:rsidR="001B73FA" w:rsidRPr="001B73FA">
        <w:rPr>
          <w:szCs w:val="20"/>
        </w:rPr>
        <w:t>J</w:t>
      </w:r>
      <w:r w:rsidRPr="00A4769E">
        <w:rPr>
          <w:szCs w:val="20"/>
        </w:rPr>
        <w:t>’</w:t>
      </w:r>
      <w:r w:rsidR="001B73FA" w:rsidRPr="001B73FA">
        <w:rPr>
          <w:szCs w:val="20"/>
        </w:rPr>
        <w:t>en conserve toujours</w:t>
      </w:r>
      <w:r w:rsidRPr="00A4769E">
        <w:rPr>
          <w:szCs w:val="20"/>
        </w:rPr>
        <w:t xml:space="preserve">, </w:t>
      </w:r>
      <w:r w:rsidR="001B73FA" w:rsidRPr="001B73FA">
        <w:rPr>
          <w:szCs w:val="20"/>
        </w:rPr>
        <w:t>et forcément</w:t>
      </w:r>
      <w:r w:rsidRPr="00A4769E">
        <w:rPr>
          <w:szCs w:val="20"/>
        </w:rPr>
        <w:t xml:space="preserve">, </w:t>
      </w:r>
      <w:r w:rsidR="001B73FA" w:rsidRPr="001B73FA">
        <w:rPr>
          <w:szCs w:val="20"/>
        </w:rPr>
        <w:t>une sorte d</w:t>
      </w:r>
      <w:r w:rsidRPr="00A4769E">
        <w:rPr>
          <w:szCs w:val="20"/>
        </w:rPr>
        <w:t>’</w:t>
      </w:r>
      <w:r w:rsidR="001B73FA" w:rsidRPr="001B73FA">
        <w:rPr>
          <w:szCs w:val="20"/>
        </w:rPr>
        <w:t>indécision qui me retient dans la témérité de mes jugements sur les dignitaires de l</w:t>
      </w:r>
      <w:r w:rsidRPr="00A4769E">
        <w:rPr>
          <w:szCs w:val="20"/>
        </w:rPr>
        <w:t>’</w:t>
      </w:r>
      <w:r w:rsidR="001B73FA" w:rsidRPr="001B73FA">
        <w:rPr>
          <w:szCs w:val="20"/>
        </w:rPr>
        <w:t>Église</w:t>
      </w:r>
      <w:r w:rsidRPr="00A4769E">
        <w:rPr>
          <w:szCs w:val="20"/>
        </w:rPr>
        <w:t>.</w:t>
      </w:r>
      <w:r w:rsidRPr="00A4769E">
        <w:rPr>
          <w:szCs w:val="20"/>
        </w:rPr>
        <w:t> »</w:t>
      </w:r>
    </w:p>
    <w:p w14:paraId="78C4B8DF" w14:textId="77777777" w:rsidR="00462692" w:rsidRPr="00A4769E" w:rsidRDefault="001B73FA" w:rsidP="001B73FA">
      <w:pPr>
        <w:rPr>
          <w:szCs w:val="20"/>
        </w:rPr>
      </w:pPr>
      <w:r w:rsidRPr="001B73FA">
        <w:rPr>
          <w:szCs w:val="20"/>
        </w:rPr>
        <w:t>Juste à ce moment</w:t>
      </w:r>
      <w:r w:rsidR="00462692" w:rsidRPr="00A4769E">
        <w:rPr>
          <w:szCs w:val="20"/>
        </w:rPr>
        <w:t xml:space="preserve">, </w:t>
      </w:r>
      <w:r w:rsidRPr="001B73FA">
        <w:rPr>
          <w:szCs w:val="20"/>
        </w:rPr>
        <w:t>au contraire</w:t>
      </w:r>
      <w:r w:rsidR="00462692" w:rsidRPr="00A4769E">
        <w:rPr>
          <w:szCs w:val="20"/>
        </w:rPr>
        <w:t xml:space="preserve">, </w:t>
      </w:r>
      <w:r w:rsidRPr="001B73FA">
        <w:rPr>
          <w:szCs w:val="20"/>
        </w:rPr>
        <w:t>Angelo revenait de ses sentiments sur l</w:t>
      </w:r>
      <w:r w:rsidR="00462692" w:rsidRPr="00A4769E">
        <w:rPr>
          <w:szCs w:val="20"/>
        </w:rPr>
        <w:t>’</w:t>
      </w:r>
      <w:r w:rsidRPr="001B73FA">
        <w:rPr>
          <w:szCs w:val="20"/>
        </w:rPr>
        <w:t>évêque</w:t>
      </w:r>
      <w:r w:rsidR="00462692" w:rsidRPr="00A4769E">
        <w:rPr>
          <w:szCs w:val="20"/>
        </w:rPr>
        <w:t xml:space="preserve">. </w:t>
      </w:r>
      <w:r w:rsidRPr="001B73FA">
        <w:rPr>
          <w:szCs w:val="20"/>
        </w:rPr>
        <w:t>Il ne voyait plus l</w:t>
      </w:r>
      <w:r w:rsidR="00462692" w:rsidRPr="00A4769E">
        <w:rPr>
          <w:szCs w:val="20"/>
        </w:rPr>
        <w:t>’</w:t>
      </w:r>
      <w:r w:rsidRPr="001B73FA">
        <w:rPr>
          <w:szCs w:val="20"/>
        </w:rPr>
        <w:t>air paysan</w:t>
      </w:r>
      <w:r w:rsidR="00462692" w:rsidRPr="00A4769E">
        <w:rPr>
          <w:szCs w:val="20"/>
        </w:rPr>
        <w:t xml:space="preserve">. </w:t>
      </w:r>
      <w:r w:rsidRPr="001B73FA">
        <w:rPr>
          <w:szCs w:val="20"/>
        </w:rPr>
        <w:t>Il était touché par une acuité de regard très extraordinaire et</w:t>
      </w:r>
      <w:r w:rsidR="00462692" w:rsidRPr="00A4769E">
        <w:rPr>
          <w:szCs w:val="20"/>
        </w:rPr>
        <w:t xml:space="preserve">, </w:t>
      </w:r>
      <w:r w:rsidRPr="001B73FA">
        <w:rPr>
          <w:szCs w:val="20"/>
        </w:rPr>
        <w:t>par ailleurs</w:t>
      </w:r>
      <w:r w:rsidR="00462692" w:rsidRPr="00A4769E">
        <w:rPr>
          <w:szCs w:val="20"/>
        </w:rPr>
        <w:t xml:space="preserve">, </w:t>
      </w:r>
      <w:r w:rsidRPr="001B73FA">
        <w:rPr>
          <w:szCs w:val="20"/>
        </w:rPr>
        <w:t>une immobilité de traits qui donnait au visage une dureté de pierre</w:t>
      </w:r>
      <w:r w:rsidR="00462692" w:rsidRPr="00A4769E">
        <w:rPr>
          <w:szCs w:val="20"/>
        </w:rPr>
        <w:t>.</w:t>
      </w:r>
    </w:p>
    <w:p w14:paraId="2DF53A86" w14:textId="77777777" w:rsidR="001B73FA" w:rsidRPr="001B73FA" w:rsidRDefault="00462692" w:rsidP="001B73FA">
      <w:pPr>
        <w:rPr>
          <w:szCs w:val="20"/>
        </w:rPr>
      </w:pPr>
      <w:r w:rsidRPr="00A4769E">
        <w:rPr>
          <w:szCs w:val="20"/>
        </w:rPr>
        <w:t>« </w:t>
      </w:r>
      <w:r w:rsidR="001B73FA" w:rsidRPr="001B73FA">
        <w:rPr>
          <w:szCs w:val="20"/>
        </w:rPr>
        <w:t>J</w:t>
      </w:r>
      <w:r w:rsidRPr="00A4769E">
        <w:rPr>
          <w:szCs w:val="20"/>
        </w:rPr>
        <w:t>’</w:t>
      </w:r>
      <w:r w:rsidR="001B73FA" w:rsidRPr="001B73FA">
        <w:rPr>
          <w:szCs w:val="20"/>
        </w:rPr>
        <w:t>ai pensé aussi</w:t>
      </w:r>
      <w:r w:rsidRPr="00A4769E">
        <w:rPr>
          <w:szCs w:val="20"/>
        </w:rPr>
        <w:t xml:space="preserve">, </w:t>
      </w:r>
      <w:r w:rsidR="001B73FA" w:rsidRPr="001B73FA">
        <w:rPr>
          <w:szCs w:val="20"/>
        </w:rPr>
        <w:t>dit-il</w:t>
      </w:r>
      <w:r w:rsidRPr="00A4769E">
        <w:rPr>
          <w:szCs w:val="20"/>
        </w:rPr>
        <w:t xml:space="preserve">, </w:t>
      </w:r>
      <w:r w:rsidR="001B73FA" w:rsidRPr="001B73FA">
        <w:rPr>
          <w:szCs w:val="20"/>
        </w:rPr>
        <w:t>que cet homme était de la police</w:t>
      </w:r>
      <w:r w:rsidRPr="00A4769E">
        <w:rPr>
          <w:szCs w:val="20"/>
        </w:rPr>
        <w:t xml:space="preserve">. </w:t>
      </w:r>
      <w:r w:rsidR="001B73FA" w:rsidRPr="001B73FA">
        <w:rPr>
          <w:szCs w:val="20"/>
        </w:rPr>
        <w:t>Il m</w:t>
      </w:r>
      <w:r w:rsidRPr="00A4769E">
        <w:rPr>
          <w:szCs w:val="20"/>
        </w:rPr>
        <w:t>’</w:t>
      </w:r>
      <w:r w:rsidR="001B73FA" w:rsidRPr="001B73FA">
        <w:rPr>
          <w:szCs w:val="20"/>
        </w:rPr>
        <w:t>a interrogé fort habilement et m</w:t>
      </w:r>
      <w:r w:rsidRPr="00A4769E">
        <w:rPr>
          <w:szCs w:val="20"/>
        </w:rPr>
        <w:t>’</w:t>
      </w:r>
      <w:r w:rsidR="001B73FA" w:rsidRPr="001B73FA">
        <w:rPr>
          <w:szCs w:val="20"/>
        </w:rPr>
        <w:t>a poussé dans des retranchements que je n</w:t>
      </w:r>
      <w:r w:rsidRPr="00A4769E">
        <w:rPr>
          <w:szCs w:val="20"/>
        </w:rPr>
        <w:t>’</w:t>
      </w:r>
      <w:r w:rsidR="001B73FA" w:rsidRPr="001B73FA">
        <w:rPr>
          <w:szCs w:val="20"/>
        </w:rPr>
        <w:t>avais d</w:t>
      </w:r>
      <w:r w:rsidRPr="00A4769E">
        <w:rPr>
          <w:szCs w:val="20"/>
        </w:rPr>
        <w:t>’</w:t>
      </w:r>
      <w:r w:rsidR="001B73FA" w:rsidRPr="001B73FA">
        <w:rPr>
          <w:szCs w:val="20"/>
        </w:rPr>
        <w:t>ailleurs aucune raison de défendre</w:t>
      </w:r>
      <w:r w:rsidRPr="00A4769E">
        <w:rPr>
          <w:szCs w:val="20"/>
        </w:rPr>
        <w:t xml:space="preserve">. </w:t>
      </w:r>
      <w:r w:rsidR="001B73FA" w:rsidRPr="001B73FA">
        <w:rPr>
          <w:szCs w:val="20"/>
        </w:rPr>
        <w:t>Il est vrai que je suis moi-même en situation délicate depuis quelques jours à peine</w:t>
      </w:r>
      <w:r w:rsidRPr="00A4769E">
        <w:rPr>
          <w:szCs w:val="20"/>
        </w:rPr>
        <w:t xml:space="preserve">, </w:t>
      </w:r>
      <w:r w:rsidR="001B73FA" w:rsidRPr="001B73FA">
        <w:rPr>
          <w:szCs w:val="20"/>
        </w:rPr>
        <w:t>et porté à voir de la police partout pour le moment</w:t>
      </w:r>
      <w:r w:rsidRPr="00A4769E">
        <w:rPr>
          <w:szCs w:val="20"/>
        </w:rPr>
        <w:t xml:space="preserve">. </w:t>
      </w:r>
      <w:r w:rsidR="001B73FA" w:rsidRPr="001B73FA">
        <w:rPr>
          <w:szCs w:val="20"/>
        </w:rPr>
        <w:t>Mais j</w:t>
      </w:r>
      <w:r w:rsidRPr="00A4769E">
        <w:rPr>
          <w:szCs w:val="20"/>
        </w:rPr>
        <w:t>’</w:t>
      </w:r>
      <w:r w:rsidR="001B73FA" w:rsidRPr="001B73FA">
        <w:rPr>
          <w:szCs w:val="20"/>
        </w:rPr>
        <w:t>ai regardé son costume avec attention et</w:t>
      </w:r>
      <w:r w:rsidRPr="00A4769E">
        <w:rPr>
          <w:szCs w:val="20"/>
        </w:rPr>
        <w:t xml:space="preserve">, </w:t>
      </w:r>
      <w:r w:rsidR="001B73FA" w:rsidRPr="001B73FA">
        <w:rPr>
          <w:szCs w:val="20"/>
        </w:rPr>
        <w:t>en réalité</w:t>
      </w:r>
      <w:r w:rsidRPr="00A4769E">
        <w:rPr>
          <w:szCs w:val="20"/>
        </w:rPr>
        <w:t xml:space="preserve">, </w:t>
      </w:r>
      <w:r w:rsidR="001B73FA" w:rsidRPr="001B73FA">
        <w:rPr>
          <w:szCs w:val="20"/>
        </w:rPr>
        <w:t>il s</w:t>
      </w:r>
      <w:r w:rsidRPr="00A4769E">
        <w:rPr>
          <w:szCs w:val="20"/>
        </w:rPr>
        <w:t>’</w:t>
      </w:r>
      <w:r w:rsidR="001B73FA" w:rsidRPr="001B73FA">
        <w:rPr>
          <w:szCs w:val="20"/>
        </w:rPr>
        <w:t>habille avec trop de goût pour avoir un métier si salissant</w:t>
      </w:r>
      <w:r w:rsidRPr="00A4769E">
        <w:rPr>
          <w:szCs w:val="20"/>
        </w:rPr>
        <w:t>. »</w:t>
      </w:r>
      <w:r w:rsidR="001B73FA" w:rsidRPr="001B73FA">
        <w:rPr>
          <w:szCs w:val="20"/>
        </w:rPr>
        <w:t xml:space="preserve"> Il expliqua très longuement tous les rapports qu</w:t>
      </w:r>
      <w:r w:rsidRPr="00A4769E">
        <w:rPr>
          <w:szCs w:val="20"/>
        </w:rPr>
        <w:t>’</w:t>
      </w:r>
      <w:r w:rsidR="001B73FA" w:rsidRPr="001B73FA">
        <w:rPr>
          <w:szCs w:val="20"/>
        </w:rPr>
        <w:t>il avait eus avec l</w:t>
      </w:r>
      <w:r w:rsidRPr="00A4769E">
        <w:rPr>
          <w:szCs w:val="20"/>
        </w:rPr>
        <w:t>’</w:t>
      </w:r>
      <w:r w:rsidR="001B73FA" w:rsidRPr="001B73FA">
        <w:rPr>
          <w:szCs w:val="20"/>
        </w:rPr>
        <w:t>homme au carrick</w:t>
      </w:r>
      <w:r w:rsidRPr="00A4769E">
        <w:rPr>
          <w:szCs w:val="20"/>
        </w:rPr>
        <w:t xml:space="preserve">, </w:t>
      </w:r>
      <w:r w:rsidR="001B73FA" w:rsidRPr="001B73FA">
        <w:rPr>
          <w:szCs w:val="20"/>
        </w:rPr>
        <w:t>et donna beaucoup de raisons psychologiques pour prouver qu</w:t>
      </w:r>
      <w:r w:rsidRPr="00A4769E">
        <w:rPr>
          <w:szCs w:val="20"/>
        </w:rPr>
        <w:t>’</w:t>
      </w:r>
      <w:r w:rsidR="001B73FA" w:rsidRPr="001B73FA">
        <w:rPr>
          <w:szCs w:val="20"/>
        </w:rPr>
        <w:t>à son avis</w:t>
      </w:r>
      <w:r w:rsidRPr="00A4769E">
        <w:rPr>
          <w:szCs w:val="20"/>
        </w:rPr>
        <w:t xml:space="preserve">, </w:t>
      </w:r>
      <w:r w:rsidR="001B73FA" w:rsidRPr="001B73FA">
        <w:rPr>
          <w:szCs w:val="20"/>
        </w:rPr>
        <w:t>c</w:t>
      </w:r>
      <w:r w:rsidRPr="00A4769E">
        <w:rPr>
          <w:szCs w:val="20"/>
        </w:rPr>
        <w:t>’</w:t>
      </w:r>
      <w:r w:rsidR="001B73FA" w:rsidRPr="001B73FA">
        <w:rPr>
          <w:szCs w:val="20"/>
        </w:rPr>
        <w:t>était simplement un bourgeois curieux qui s</w:t>
      </w:r>
      <w:r w:rsidRPr="00A4769E">
        <w:rPr>
          <w:szCs w:val="20"/>
        </w:rPr>
        <w:t>’</w:t>
      </w:r>
      <w:r w:rsidR="001B73FA" w:rsidRPr="001B73FA">
        <w:rPr>
          <w:szCs w:val="20"/>
        </w:rPr>
        <w:t>ennuyait</w:t>
      </w:r>
      <w:r w:rsidRPr="00A4769E">
        <w:rPr>
          <w:szCs w:val="20"/>
        </w:rPr>
        <w:t xml:space="preserve">, </w:t>
      </w:r>
      <w:r w:rsidR="001B73FA" w:rsidRPr="001B73FA">
        <w:rPr>
          <w:szCs w:val="20"/>
        </w:rPr>
        <w:t>portait en lui-même une âme un peu plus grande que sa taille</w:t>
      </w:r>
      <w:r w:rsidRPr="00A4769E">
        <w:rPr>
          <w:szCs w:val="20"/>
        </w:rPr>
        <w:t xml:space="preserve">, </w:t>
      </w:r>
      <w:r w:rsidR="001B73FA" w:rsidRPr="001B73FA">
        <w:rPr>
          <w:szCs w:val="20"/>
        </w:rPr>
        <w:t>et profitait fort habilement de toutes les occasions pour contenter son besoin de romanesque</w:t>
      </w:r>
      <w:r w:rsidRPr="00A4769E">
        <w:rPr>
          <w:szCs w:val="20"/>
        </w:rPr>
        <w:t xml:space="preserve">. </w:t>
      </w:r>
      <w:r w:rsidR="001B73FA" w:rsidRPr="001B73FA">
        <w:rPr>
          <w:szCs w:val="20"/>
        </w:rPr>
        <w:t>Il eut le bonheur d</w:t>
      </w:r>
      <w:r w:rsidRPr="00A4769E">
        <w:rPr>
          <w:szCs w:val="20"/>
        </w:rPr>
        <w:t>’</w:t>
      </w:r>
      <w:r w:rsidR="001B73FA" w:rsidRPr="001B73FA">
        <w:rPr>
          <w:szCs w:val="20"/>
        </w:rPr>
        <w:t xml:space="preserve">être brillant dans sa façon </w:t>
      </w:r>
      <w:r w:rsidR="001B73FA" w:rsidRPr="001B73FA">
        <w:rPr>
          <w:szCs w:val="20"/>
        </w:rPr>
        <w:lastRenderedPageBreak/>
        <w:t>d</w:t>
      </w:r>
      <w:r w:rsidRPr="00A4769E">
        <w:rPr>
          <w:szCs w:val="20"/>
        </w:rPr>
        <w:t>’</w:t>
      </w:r>
      <w:r w:rsidR="001B73FA" w:rsidRPr="001B73FA">
        <w:rPr>
          <w:szCs w:val="20"/>
        </w:rPr>
        <w:t>expliquer son sentiment et il vit qu</w:t>
      </w:r>
      <w:r w:rsidRPr="00A4769E">
        <w:rPr>
          <w:szCs w:val="20"/>
        </w:rPr>
        <w:t>’</w:t>
      </w:r>
      <w:r w:rsidR="001B73FA" w:rsidRPr="001B73FA">
        <w:rPr>
          <w:szCs w:val="20"/>
        </w:rPr>
        <w:t>il intéressait beaucoup l</w:t>
      </w:r>
      <w:r w:rsidRPr="00A4769E">
        <w:rPr>
          <w:szCs w:val="20"/>
        </w:rPr>
        <w:t>’</w:t>
      </w:r>
      <w:r w:rsidR="001B73FA" w:rsidRPr="001B73FA">
        <w:rPr>
          <w:szCs w:val="20"/>
        </w:rPr>
        <w:t>évêque</w:t>
      </w:r>
      <w:r w:rsidRPr="00A4769E">
        <w:rPr>
          <w:szCs w:val="20"/>
        </w:rPr>
        <w:t xml:space="preserve">. </w:t>
      </w:r>
      <w:r w:rsidR="001B73FA" w:rsidRPr="001B73FA">
        <w:rPr>
          <w:szCs w:val="20"/>
        </w:rPr>
        <w:t>Celui-ci l</w:t>
      </w:r>
      <w:r w:rsidRPr="00A4769E">
        <w:rPr>
          <w:szCs w:val="20"/>
        </w:rPr>
        <w:t>’</w:t>
      </w:r>
      <w:r w:rsidR="001B73FA" w:rsidRPr="001B73FA">
        <w:rPr>
          <w:szCs w:val="20"/>
        </w:rPr>
        <w:t>interrompit</w:t>
      </w:r>
      <w:r w:rsidRPr="00A4769E">
        <w:rPr>
          <w:szCs w:val="20"/>
        </w:rPr>
        <w:t> : « </w:t>
      </w:r>
      <w:r w:rsidR="001B73FA" w:rsidRPr="001B73FA">
        <w:rPr>
          <w:szCs w:val="20"/>
        </w:rPr>
        <w:t>Mon jeune ami</w:t>
      </w:r>
      <w:r w:rsidRPr="00A4769E">
        <w:rPr>
          <w:szCs w:val="20"/>
        </w:rPr>
        <w:t xml:space="preserve">, </w:t>
      </w:r>
      <w:r w:rsidR="001B73FA" w:rsidRPr="001B73FA">
        <w:rPr>
          <w:szCs w:val="20"/>
        </w:rPr>
        <w:t>dit-il</w:t>
      </w:r>
      <w:r w:rsidRPr="00A4769E">
        <w:rPr>
          <w:szCs w:val="20"/>
        </w:rPr>
        <w:t xml:space="preserve">, </w:t>
      </w:r>
      <w:r w:rsidR="001B73FA" w:rsidRPr="001B73FA">
        <w:rPr>
          <w:szCs w:val="20"/>
        </w:rPr>
        <w:t>et permettez-moi de vous appele</w:t>
      </w:r>
      <w:r w:rsidR="002264F0" w:rsidRPr="00A4769E">
        <w:rPr>
          <w:szCs w:val="20"/>
        </w:rPr>
        <w:t>r</w:t>
      </w:r>
      <w:r w:rsidR="001B73FA" w:rsidRPr="001B73FA">
        <w:rPr>
          <w:szCs w:val="20"/>
        </w:rPr>
        <w:t xml:space="preserve"> ainsi malgré le haut grade auquel vous avez si rapidement accédé</w:t>
      </w:r>
      <w:r w:rsidRPr="00A4769E">
        <w:rPr>
          <w:szCs w:val="20"/>
        </w:rPr>
        <w:t xml:space="preserve">, </w:t>
      </w:r>
      <w:r w:rsidR="001B73FA" w:rsidRPr="001B73FA">
        <w:rPr>
          <w:szCs w:val="20"/>
        </w:rPr>
        <w:t>je vous félicite de tout mon c</w:t>
      </w:r>
      <w:r w:rsidRPr="00A4769E">
        <w:rPr>
          <w:szCs w:val="20"/>
        </w:rPr>
        <w:t>œ</w:t>
      </w:r>
      <w:r w:rsidR="001B73FA" w:rsidRPr="001B73FA">
        <w:rPr>
          <w:szCs w:val="20"/>
        </w:rPr>
        <w:t>ur</w:t>
      </w:r>
      <w:r w:rsidRPr="00A4769E">
        <w:rPr>
          <w:szCs w:val="20"/>
        </w:rPr>
        <w:t xml:space="preserve">. </w:t>
      </w:r>
      <w:r w:rsidR="001B73FA" w:rsidRPr="001B73FA">
        <w:rPr>
          <w:szCs w:val="20"/>
        </w:rPr>
        <w:t>Voilà ce qui s</w:t>
      </w:r>
      <w:r w:rsidRPr="00A4769E">
        <w:rPr>
          <w:szCs w:val="20"/>
        </w:rPr>
        <w:t>’</w:t>
      </w:r>
      <w:r w:rsidR="001B73FA" w:rsidRPr="001B73FA">
        <w:rPr>
          <w:szCs w:val="20"/>
        </w:rPr>
        <w:t>appelle observer</w:t>
      </w:r>
      <w:r w:rsidRPr="00A4769E">
        <w:rPr>
          <w:szCs w:val="20"/>
        </w:rPr>
        <w:t xml:space="preserve">. </w:t>
      </w:r>
      <w:r w:rsidR="001B73FA" w:rsidRPr="001B73FA">
        <w:rPr>
          <w:szCs w:val="20"/>
        </w:rPr>
        <w:t xml:space="preserve">Je vois </w:t>
      </w:r>
      <w:r w:rsidRPr="00A4769E">
        <w:rPr>
          <w:szCs w:val="20"/>
        </w:rPr>
        <w:t>M. </w:t>
      </w:r>
      <w:r w:rsidR="001B73FA" w:rsidRPr="001B73FA">
        <w:rPr>
          <w:szCs w:val="20"/>
        </w:rPr>
        <w:t>Bousson comme s</w:t>
      </w:r>
      <w:r w:rsidRPr="00A4769E">
        <w:rPr>
          <w:szCs w:val="20"/>
        </w:rPr>
        <w:t>’</w:t>
      </w:r>
      <w:r w:rsidR="001B73FA" w:rsidRPr="001B73FA">
        <w:rPr>
          <w:szCs w:val="20"/>
        </w:rPr>
        <w:t>il était devant moi</w:t>
      </w:r>
      <w:r w:rsidRPr="00A4769E">
        <w:rPr>
          <w:szCs w:val="20"/>
        </w:rPr>
        <w:t xml:space="preserve">. </w:t>
      </w:r>
      <w:r w:rsidR="001B73FA" w:rsidRPr="001B73FA">
        <w:rPr>
          <w:szCs w:val="20"/>
        </w:rPr>
        <w:t>Mieux que s</w:t>
      </w:r>
      <w:r w:rsidRPr="00A4769E">
        <w:rPr>
          <w:szCs w:val="20"/>
        </w:rPr>
        <w:t>’</w:t>
      </w:r>
      <w:r w:rsidR="001B73FA" w:rsidRPr="001B73FA">
        <w:rPr>
          <w:szCs w:val="20"/>
        </w:rPr>
        <w:t>il était devant moi</w:t>
      </w:r>
      <w:r w:rsidRPr="00A4769E">
        <w:rPr>
          <w:szCs w:val="20"/>
        </w:rPr>
        <w:t xml:space="preserve"> : </w:t>
      </w:r>
      <w:r w:rsidR="001B73FA" w:rsidRPr="001B73FA">
        <w:rPr>
          <w:szCs w:val="20"/>
        </w:rPr>
        <w:t>comme s</w:t>
      </w:r>
      <w:r w:rsidRPr="00A4769E">
        <w:rPr>
          <w:szCs w:val="20"/>
        </w:rPr>
        <w:t>’</w:t>
      </w:r>
      <w:r w:rsidR="001B73FA" w:rsidRPr="001B73FA">
        <w:rPr>
          <w:szCs w:val="20"/>
        </w:rPr>
        <w:t>il était en verre</w:t>
      </w:r>
      <w:r w:rsidRPr="00A4769E">
        <w:rPr>
          <w:szCs w:val="20"/>
        </w:rPr>
        <w:t>. »</w:t>
      </w:r>
      <w:r w:rsidR="001B73FA" w:rsidRPr="001B73FA">
        <w:rPr>
          <w:szCs w:val="20"/>
        </w:rPr>
        <w:t xml:space="preserve"> Il se crut obligé de faire un petit sermon sur la clarté que l</w:t>
      </w:r>
      <w:r w:rsidRPr="00A4769E">
        <w:rPr>
          <w:szCs w:val="20"/>
        </w:rPr>
        <w:t>’</w:t>
      </w:r>
      <w:r w:rsidR="001B73FA" w:rsidRPr="001B73FA">
        <w:rPr>
          <w:szCs w:val="20"/>
        </w:rPr>
        <w:t>âme projette à travers le corps</w:t>
      </w:r>
      <w:r w:rsidRPr="00A4769E">
        <w:rPr>
          <w:szCs w:val="20"/>
        </w:rPr>
        <w:t xml:space="preserve">. </w:t>
      </w:r>
      <w:r w:rsidR="001B73FA" w:rsidRPr="001B73FA">
        <w:rPr>
          <w:szCs w:val="20"/>
        </w:rPr>
        <w:t>Il employa le procédé de la parabole</w:t>
      </w:r>
      <w:r w:rsidRPr="00A4769E">
        <w:rPr>
          <w:szCs w:val="20"/>
        </w:rPr>
        <w:t xml:space="preserve">, </w:t>
      </w:r>
      <w:r w:rsidR="001B73FA" w:rsidRPr="001B73FA">
        <w:rPr>
          <w:szCs w:val="20"/>
        </w:rPr>
        <w:t>et il compara Angelo à un essuyeur de verre de lampe</w:t>
      </w:r>
      <w:r w:rsidRPr="00A4769E">
        <w:rPr>
          <w:szCs w:val="20"/>
        </w:rPr>
        <w:t xml:space="preserve">, </w:t>
      </w:r>
      <w:r w:rsidR="001B73FA" w:rsidRPr="001B73FA">
        <w:rPr>
          <w:szCs w:val="20"/>
        </w:rPr>
        <w:t>ce qui ne fut pas du tout de son goût</w:t>
      </w:r>
      <w:r w:rsidRPr="00A4769E">
        <w:rPr>
          <w:szCs w:val="20"/>
        </w:rPr>
        <w:t>. « </w:t>
      </w:r>
      <w:r w:rsidR="001B73FA" w:rsidRPr="001B73FA">
        <w:rPr>
          <w:szCs w:val="20"/>
        </w:rPr>
        <w:t>Voilà pourquoi tu n</w:t>
      </w:r>
      <w:r w:rsidRPr="00A4769E">
        <w:rPr>
          <w:szCs w:val="20"/>
        </w:rPr>
        <w:t>’</w:t>
      </w:r>
      <w:r w:rsidR="001B73FA" w:rsidRPr="001B73FA">
        <w:rPr>
          <w:szCs w:val="20"/>
        </w:rPr>
        <w:t>es qu</w:t>
      </w:r>
      <w:r w:rsidRPr="00A4769E">
        <w:rPr>
          <w:szCs w:val="20"/>
        </w:rPr>
        <w:t>’</w:t>
      </w:r>
      <w:r w:rsidR="001B73FA" w:rsidRPr="001B73FA">
        <w:rPr>
          <w:i/>
          <w:iCs/>
          <w:szCs w:val="20"/>
        </w:rPr>
        <w:t>in partibus</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Tu n</w:t>
      </w:r>
      <w:r w:rsidRPr="00A4769E">
        <w:rPr>
          <w:szCs w:val="20"/>
        </w:rPr>
        <w:t>’</w:t>
      </w:r>
      <w:r w:rsidR="001B73FA" w:rsidRPr="001B73FA">
        <w:rPr>
          <w:szCs w:val="20"/>
        </w:rPr>
        <w:t>as pas l</w:t>
      </w:r>
      <w:r w:rsidRPr="00A4769E">
        <w:rPr>
          <w:szCs w:val="20"/>
        </w:rPr>
        <w:t>’</w:t>
      </w:r>
      <w:r w:rsidR="001B73FA" w:rsidRPr="001B73FA">
        <w:rPr>
          <w:szCs w:val="20"/>
        </w:rPr>
        <w:t>invention noble</w:t>
      </w:r>
      <w:r w:rsidRPr="00A4769E">
        <w:rPr>
          <w:szCs w:val="20"/>
        </w:rPr>
        <w:t xml:space="preserve">, </w:t>
      </w:r>
      <w:r w:rsidR="001B73FA" w:rsidRPr="001B73FA">
        <w:rPr>
          <w:szCs w:val="20"/>
        </w:rPr>
        <w:t>tu prends tes images à la cuisine au lieu de les prendre dans des galops de chasse</w:t>
      </w:r>
      <w:r w:rsidRPr="00A4769E">
        <w:rPr>
          <w:szCs w:val="20"/>
        </w:rPr>
        <w:t xml:space="preserve"> : </w:t>
      </w:r>
      <w:r w:rsidR="001B73FA" w:rsidRPr="001B73FA">
        <w:rPr>
          <w:szCs w:val="20"/>
        </w:rPr>
        <w:t>ce qui te permettrait de crever les nuages de l</w:t>
      </w:r>
      <w:r w:rsidRPr="00A4769E">
        <w:rPr>
          <w:szCs w:val="20"/>
        </w:rPr>
        <w:t>’</w:t>
      </w:r>
      <w:r w:rsidR="001B73FA" w:rsidRPr="001B73FA">
        <w:rPr>
          <w:szCs w:val="20"/>
        </w:rPr>
        <w:t>horizon et d</w:t>
      </w:r>
      <w:r w:rsidRPr="00A4769E">
        <w:rPr>
          <w:szCs w:val="20"/>
        </w:rPr>
        <w:t>’</w:t>
      </w:r>
      <w:r w:rsidR="001B73FA" w:rsidRPr="001B73FA">
        <w:rPr>
          <w:szCs w:val="20"/>
        </w:rPr>
        <w:t>entrer dans un évêché de pierre meulière</w:t>
      </w:r>
      <w:r w:rsidRPr="00A4769E">
        <w:rPr>
          <w:szCs w:val="20"/>
        </w:rPr>
        <w:t xml:space="preserve">. </w:t>
      </w:r>
      <w:r w:rsidR="001B73FA" w:rsidRPr="001B73FA">
        <w:rPr>
          <w:szCs w:val="20"/>
        </w:rPr>
        <w:t>J</w:t>
      </w:r>
      <w:r w:rsidRPr="00A4769E">
        <w:rPr>
          <w:szCs w:val="20"/>
        </w:rPr>
        <w:t>’</w:t>
      </w:r>
      <w:r w:rsidR="001B73FA" w:rsidRPr="001B73FA">
        <w:rPr>
          <w:szCs w:val="20"/>
        </w:rPr>
        <w:t>espérais bien que tu m</w:t>
      </w:r>
      <w:r w:rsidRPr="00A4769E">
        <w:rPr>
          <w:szCs w:val="20"/>
        </w:rPr>
        <w:t>’</w:t>
      </w:r>
      <w:r w:rsidR="001B73FA" w:rsidRPr="001B73FA">
        <w:rPr>
          <w:szCs w:val="20"/>
        </w:rPr>
        <w:t>épargnerais cette onctuosité classique</w:t>
      </w:r>
      <w:r w:rsidRPr="00A4769E">
        <w:rPr>
          <w:szCs w:val="20"/>
        </w:rPr>
        <w:t xml:space="preserve">. </w:t>
      </w:r>
      <w:r w:rsidR="001B73FA" w:rsidRPr="001B73FA">
        <w:rPr>
          <w:szCs w:val="20"/>
        </w:rPr>
        <w:t>Tu as la chance de sortir du peuple</w:t>
      </w:r>
      <w:r w:rsidRPr="00A4769E">
        <w:rPr>
          <w:szCs w:val="20"/>
        </w:rPr>
        <w:t xml:space="preserve"> : </w:t>
      </w:r>
      <w:r w:rsidR="001B73FA" w:rsidRPr="001B73FA">
        <w:rPr>
          <w:szCs w:val="20"/>
        </w:rPr>
        <w:t>pourquoi n</w:t>
      </w:r>
      <w:r w:rsidRPr="00A4769E">
        <w:rPr>
          <w:szCs w:val="20"/>
        </w:rPr>
        <w:t>’</w:t>
      </w:r>
      <w:r w:rsidR="001B73FA" w:rsidRPr="001B73FA">
        <w:rPr>
          <w:szCs w:val="20"/>
        </w:rPr>
        <w:t>en as-tu pas la verdeur</w:t>
      </w:r>
      <w:r w:rsidRPr="00A4769E">
        <w:rPr>
          <w:szCs w:val="20"/>
        </w:rPr>
        <w:t xml:space="preserve"> ? </w:t>
      </w:r>
      <w:r w:rsidR="001B73FA" w:rsidRPr="001B73FA">
        <w:rPr>
          <w:szCs w:val="20"/>
        </w:rPr>
        <w:t>Voilà qui aurait été un coup de génie</w:t>
      </w:r>
      <w:r w:rsidRPr="00A4769E">
        <w:rPr>
          <w:szCs w:val="20"/>
        </w:rPr>
        <w:t>. »</w:t>
      </w:r>
      <w:r w:rsidR="001B73FA" w:rsidRPr="001B73FA">
        <w:rPr>
          <w:szCs w:val="20"/>
        </w:rPr>
        <w:t xml:space="preserve"> Mais comme l</w:t>
      </w:r>
      <w:r w:rsidRPr="00A4769E">
        <w:rPr>
          <w:szCs w:val="20"/>
        </w:rPr>
        <w:t>’</w:t>
      </w:r>
      <w:r w:rsidR="001B73FA" w:rsidRPr="001B73FA">
        <w:rPr>
          <w:szCs w:val="20"/>
        </w:rPr>
        <w:t>évêque cessait de parler et se léchait les lèvres</w:t>
      </w:r>
      <w:r w:rsidRPr="00A4769E">
        <w:rPr>
          <w:szCs w:val="20"/>
        </w:rPr>
        <w:t xml:space="preserve">, </w:t>
      </w:r>
      <w:r w:rsidR="001B73FA" w:rsidRPr="001B73FA">
        <w:rPr>
          <w:szCs w:val="20"/>
        </w:rPr>
        <w:t>selon l</w:t>
      </w:r>
      <w:r w:rsidRPr="00A4769E">
        <w:rPr>
          <w:szCs w:val="20"/>
        </w:rPr>
        <w:t>’</w:t>
      </w:r>
      <w:r w:rsidR="001B73FA" w:rsidRPr="001B73FA">
        <w:rPr>
          <w:szCs w:val="20"/>
        </w:rPr>
        <w:t>habitude des orateurs sacrés dont la voix doit porter sous les voûtes</w:t>
      </w:r>
      <w:r w:rsidRPr="00A4769E">
        <w:rPr>
          <w:szCs w:val="20"/>
        </w:rPr>
        <w:t xml:space="preserve">, </w:t>
      </w:r>
      <w:r w:rsidR="001B73FA" w:rsidRPr="001B73FA">
        <w:rPr>
          <w:szCs w:val="20"/>
        </w:rPr>
        <w:t>il vit le bout rouge de la petite langue et</w:t>
      </w:r>
      <w:r w:rsidRPr="00A4769E">
        <w:rPr>
          <w:szCs w:val="20"/>
        </w:rPr>
        <w:t xml:space="preserve">, </w:t>
      </w:r>
      <w:r w:rsidR="001B73FA" w:rsidRPr="001B73FA">
        <w:rPr>
          <w:szCs w:val="20"/>
        </w:rPr>
        <w:t>comme par un engrenage mécanique</w:t>
      </w:r>
      <w:r w:rsidRPr="00A4769E">
        <w:rPr>
          <w:szCs w:val="20"/>
        </w:rPr>
        <w:t xml:space="preserve">, </w:t>
      </w:r>
      <w:r w:rsidR="001B73FA" w:rsidRPr="001B73FA">
        <w:rPr>
          <w:szCs w:val="20"/>
        </w:rPr>
        <w:t>le visage prit aussitôt un air de ruse</w:t>
      </w:r>
      <w:r w:rsidRPr="00A4769E">
        <w:rPr>
          <w:szCs w:val="20"/>
        </w:rPr>
        <w:t xml:space="preserve">, </w:t>
      </w:r>
      <w:r w:rsidR="001B73FA" w:rsidRPr="001B73FA">
        <w:rPr>
          <w:szCs w:val="20"/>
        </w:rPr>
        <w:t>pendant que le regard</w:t>
      </w:r>
      <w:r w:rsidRPr="00A4769E">
        <w:rPr>
          <w:szCs w:val="20"/>
        </w:rPr>
        <w:t xml:space="preserve">, </w:t>
      </w:r>
      <w:r w:rsidR="001B73FA" w:rsidRPr="001B73FA">
        <w:rPr>
          <w:szCs w:val="20"/>
        </w:rPr>
        <w:t>mince comme un fil</w:t>
      </w:r>
      <w:r w:rsidRPr="00A4769E">
        <w:rPr>
          <w:szCs w:val="20"/>
        </w:rPr>
        <w:t xml:space="preserve">, </w:t>
      </w:r>
      <w:r w:rsidR="001B73FA" w:rsidRPr="001B73FA">
        <w:rPr>
          <w:szCs w:val="20"/>
        </w:rPr>
        <w:t>passait à peine entre les paupières presque fermées</w:t>
      </w:r>
      <w:r w:rsidRPr="00A4769E">
        <w:rPr>
          <w:szCs w:val="20"/>
        </w:rPr>
        <w:t>. « </w:t>
      </w:r>
      <w:r w:rsidR="001B73FA" w:rsidRPr="001B73FA">
        <w:rPr>
          <w:szCs w:val="20"/>
        </w:rPr>
        <w:t>Diable</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mon homme a plus d</w:t>
      </w:r>
      <w:r w:rsidRPr="00A4769E">
        <w:rPr>
          <w:szCs w:val="20"/>
        </w:rPr>
        <w:t>’</w:t>
      </w:r>
      <w:r w:rsidR="001B73FA" w:rsidRPr="001B73FA">
        <w:rPr>
          <w:szCs w:val="20"/>
        </w:rPr>
        <w:t>un tour dans son sac</w:t>
      </w:r>
      <w:r w:rsidRPr="00A4769E">
        <w:rPr>
          <w:szCs w:val="20"/>
        </w:rPr>
        <w:t xml:space="preserve"> ! </w:t>
      </w:r>
      <w:r w:rsidR="001B73FA" w:rsidRPr="001B73FA">
        <w:rPr>
          <w:szCs w:val="20"/>
        </w:rPr>
        <w:t>Mais</w:t>
      </w:r>
      <w:r w:rsidRPr="00A4769E">
        <w:rPr>
          <w:szCs w:val="20"/>
        </w:rPr>
        <w:t xml:space="preserve">, </w:t>
      </w:r>
      <w:r w:rsidR="001B73FA" w:rsidRPr="001B73FA">
        <w:rPr>
          <w:szCs w:val="20"/>
        </w:rPr>
        <w:t>dans mon pays</w:t>
      </w:r>
      <w:r w:rsidRPr="00A4769E">
        <w:rPr>
          <w:szCs w:val="20"/>
        </w:rPr>
        <w:t xml:space="preserve">, </w:t>
      </w:r>
      <w:r w:rsidR="001B73FA" w:rsidRPr="001B73FA">
        <w:rPr>
          <w:szCs w:val="20"/>
        </w:rPr>
        <w:t>on est évêque de père en fils</w:t>
      </w:r>
      <w:r w:rsidRPr="00A4769E">
        <w:rPr>
          <w:szCs w:val="20"/>
        </w:rPr>
        <w:t xml:space="preserve"> ; </w:t>
      </w:r>
      <w:r w:rsidR="001B73FA" w:rsidRPr="001B73FA">
        <w:rPr>
          <w:szCs w:val="20"/>
        </w:rPr>
        <w:t>ce petit ultramontain</w:t>
      </w:r>
      <w:r w:rsidRPr="00A4769E">
        <w:rPr>
          <w:szCs w:val="20"/>
        </w:rPr>
        <w:t xml:space="preserve">, </w:t>
      </w:r>
      <w:r w:rsidR="001B73FA" w:rsidRPr="001B73FA">
        <w:rPr>
          <w:szCs w:val="20"/>
        </w:rPr>
        <w:t>malgré son bréviaire</w:t>
      </w:r>
      <w:r w:rsidRPr="00A4769E">
        <w:rPr>
          <w:szCs w:val="20"/>
        </w:rPr>
        <w:t xml:space="preserve">, </w:t>
      </w:r>
      <w:r w:rsidR="001B73FA" w:rsidRPr="001B73FA">
        <w:rPr>
          <w:szCs w:val="20"/>
        </w:rPr>
        <w:t>ne me damera pas le pion</w:t>
      </w:r>
      <w:r w:rsidRPr="00A4769E">
        <w:rPr>
          <w:szCs w:val="20"/>
        </w:rPr>
        <w:t>. »</w:t>
      </w:r>
    </w:p>
    <w:p w14:paraId="33D2F5BB" w14:textId="77777777" w:rsidR="00462692" w:rsidRPr="00A4769E" w:rsidRDefault="00462692" w:rsidP="001B73FA">
      <w:pPr>
        <w:rPr>
          <w:szCs w:val="20"/>
        </w:rPr>
      </w:pPr>
      <w:r w:rsidRPr="00A4769E">
        <w:rPr>
          <w:szCs w:val="20"/>
        </w:rPr>
        <w:t>« </w:t>
      </w:r>
      <w:r w:rsidR="001B73FA" w:rsidRPr="001B73FA">
        <w:rPr>
          <w:szCs w:val="20"/>
        </w:rPr>
        <w:t>Et</w:t>
      </w:r>
      <w:r w:rsidRPr="00A4769E">
        <w:rPr>
          <w:szCs w:val="20"/>
        </w:rPr>
        <w:t xml:space="preserve">, </w:t>
      </w:r>
      <w:r w:rsidR="001B73FA" w:rsidRPr="001B73FA">
        <w:rPr>
          <w:szCs w:val="20"/>
        </w:rPr>
        <w:t>dit la Marquise d</w:t>
      </w:r>
      <w:r w:rsidRPr="00A4769E">
        <w:rPr>
          <w:szCs w:val="20"/>
        </w:rPr>
        <w:t>’</w:t>
      </w:r>
      <w:r w:rsidR="001B73FA" w:rsidRPr="001B73FA">
        <w:rPr>
          <w:szCs w:val="20"/>
        </w:rPr>
        <w:t>un ton sec</w:t>
      </w:r>
      <w:r w:rsidRPr="00A4769E">
        <w:rPr>
          <w:szCs w:val="20"/>
        </w:rPr>
        <w:t xml:space="preserve">, </w:t>
      </w:r>
      <w:r w:rsidR="001B73FA" w:rsidRPr="001B73FA">
        <w:rPr>
          <w:szCs w:val="20"/>
        </w:rPr>
        <w:t>ce verre de lampe avait deux pistolets</w:t>
      </w:r>
      <w:r w:rsidRPr="00A4769E">
        <w:rPr>
          <w:szCs w:val="20"/>
        </w:rPr>
        <w:t> ?</w:t>
      </w:r>
    </w:p>
    <w:p w14:paraId="3F29D29D" w14:textId="63C7E347" w:rsidR="00462692" w:rsidRPr="00A4769E" w:rsidRDefault="00462692" w:rsidP="001B73FA">
      <w:pPr>
        <w:rPr>
          <w:szCs w:val="20"/>
        </w:rPr>
      </w:pPr>
      <w:r w:rsidRPr="00A4769E">
        <w:rPr>
          <w:szCs w:val="20"/>
        </w:rPr>
        <w:t>— </w:t>
      </w:r>
      <w:r w:rsidR="001B73FA" w:rsidRPr="001B73FA">
        <w:rPr>
          <w:szCs w:val="20"/>
        </w:rPr>
        <w:t>Un bourgeois qui s</w:t>
      </w:r>
      <w:r w:rsidRPr="00A4769E">
        <w:rPr>
          <w:szCs w:val="20"/>
        </w:rPr>
        <w:t>’</w:t>
      </w:r>
      <w:r w:rsidR="001B73FA" w:rsidRPr="001B73FA">
        <w:rPr>
          <w:szCs w:val="20"/>
        </w:rPr>
        <w:t>imagine Chevalier de la Table ronde a toujours deux pistolets</w:t>
      </w:r>
      <w:r w:rsidRPr="00A4769E">
        <w:rPr>
          <w:szCs w:val="20"/>
        </w:rPr>
        <w:t xml:space="preserve">, </w:t>
      </w:r>
      <w:r w:rsidR="001B73FA" w:rsidRPr="001B73FA">
        <w:rPr>
          <w:szCs w:val="20"/>
        </w:rPr>
        <w:t>dit finement Angelo</w:t>
      </w:r>
      <w:r w:rsidRPr="00A4769E">
        <w:rPr>
          <w:szCs w:val="20"/>
        </w:rPr>
        <w:t>.</w:t>
      </w:r>
    </w:p>
    <w:p w14:paraId="4281960B" w14:textId="4F09E164" w:rsidR="00462692" w:rsidRPr="00A4769E" w:rsidRDefault="00462692" w:rsidP="001B73FA">
      <w:pPr>
        <w:rPr>
          <w:szCs w:val="20"/>
        </w:rPr>
      </w:pPr>
      <w:r w:rsidRPr="00A4769E">
        <w:rPr>
          <w:szCs w:val="20"/>
        </w:rPr>
        <w:lastRenderedPageBreak/>
        <w:t>— </w:t>
      </w:r>
      <w:r w:rsidR="001B73FA" w:rsidRPr="001B73FA">
        <w:rPr>
          <w:szCs w:val="20"/>
        </w:rPr>
        <w:t>Pertinente remarque</w:t>
      </w:r>
      <w:r w:rsidRPr="00A4769E">
        <w:rPr>
          <w:szCs w:val="20"/>
        </w:rPr>
        <w:t xml:space="preserve">, </w:t>
      </w:r>
      <w:r w:rsidR="001B73FA" w:rsidRPr="001B73FA">
        <w:rPr>
          <w:szCs w:val="20"/>
        </w:rPr>
        <w:t>dit le Marquis</w:t>
      </w:r>
      <w:r w:rsidRPr="00A4769E">
        <w:rPr>
          <w:szCs w:val="20"/>
        </w:rPr>
        <w:t>.</w:t>
      </w:r>
    </w:p>
    <w:p w14:paraId="00660901" w14:textId="58C958AE" w:rsidR="001B73FA" w:rsidRPr="001B73FA" w:rsidRDefault="00462692" w:rsidP="001B73FA">
      <w:pPr>
        <w:rPr>
          <w:szCs w:val="20"/>
        </w:rPr>
      </w:pPr>
      <w:r w:rsidRPr="00A4769E">
        <w:rPr>
          <w:szCs w:val="20"/>
        </w:rPr>
        <w:t>— </w:t>
      </w:r>
      <w:r w:rsidR="001B73FA" w:rsidRPr="001B73FA">
        <w:rPr>
          <w:szCs w:val="20"/>
        </w:rPr>
        <w:t>Qui ne m</w:t>
      </w:r>
      <w:r w:rsidRPr="00A4769E">
        <w:rPr>
          <w:szCs w:val="20"/>
        </w:rPr>
        <w:t>’</w:t>
      </w:r>
      <w:r w:rsidR="001B73FA" w:rsidRPr="001B73FA">
        <w:rPr>
          <w:szCs w:val="20"/>
        </w:rPr>
        <w:t>a pas coûté beaucoup d</w:t>
      </w:r>
      <w:r w:rsidRPr="00A4769E">
        <w:rPr>
          <w:szCs w:val="20"/>
        </w:rPr>
        <w:t>’</w:t>
      </w:r>
      <w:r w:rsidR="001B73FA" w:rsidRPr="001B73FA">
        <w:rPr>
          <w:szCs w:val="20"/>
        </w:rPr>
        <w:t>effort</w:t>
      </w:r>
      <w:r w:rsidRPr="00A4769E">
        <w:rPr>
          <w:szCs w:val="20"/>
        </w:rPr>
        <w:t xml:space="preserve">, </w:t>
      </w:r>
      <w:r w:rsidR="001B73FA" w:rsidRPr="001B73FA">
        <w:rPr>
          <w:szCs w:val="20"/>
        </w:rPr>
        <w:t>continua Angelo</w:t>
      </w:r>
      <w:r w:rsidRPr="00A4769E">
        <w:rPr>
          <w:szCs w:val="20"/>
        </w:rPr>
        <w:t xml:space="preserve">. </w:t>
      </w:r>
      <w:r w:rsidR="001B73FA" w:rsidRPr="001B73FA">
        <w:rPr>
          <w:szCs w:val="20"/>
        </w:rPr>
        <w:t>Je joue moi-même constamment à ce jeu</w:t>
      </w:r>
      <w:r w:rsidRPr="00A4769E">
        <w:rPr>
          <w:szCs w:val="20"/>
        </w:rPr>
        <w:t>. »</w:t>
      </w:r>
    </w:p>
    <w:p w14:paraId="65741924" w14:textId="77777777" w:rsidR="00462692" w:rsidRPr="00A4769E" w:rsidRDefault="001B73FA" w:rsidP="001B73FA">
      <w:pPr>
        <w:rPr>
          <w:szCs w:val="20"/>
        </w:rPr>
      </w:pPr>
      <w:r w:rsidRPr="001B73FA">
        <w:rPr>
          <w:szCs w:val="20"/>
        </w:rPr>
        <w:t>Il avait parlé avec une extrême franchise</w:t>
      </w:r>
      <w:r w:rsidR="00462692" w:rsidRPr="00A4769E">
        <w:rPr>
          <w:szCs w:val="20"/>
        </w:rPr>
        <w:t xml:space="preserve"> ; </w:t>
      </w:r>
      <w:r w:rsidRPr="001B73FA">
        <w:rPr>
          <w:szCs w:val="20"/>
        </w:rPr>
        <w:t>il fut surpris de voir la stupéfaction de l</w:t>
      </w:r>
      <w:r w:rsidR="00462692" w:rsidRPr="00A4769E">
        <w:rPr>
          <w:szCs w:val="20"/>
        </w:rPr>
        <w:t>’</w:t>
      </w:r>
      <w:r w:rsidRPr="001B73FA">
        <w:rPr>
          <w:szCs w:val="20"/>
        </w:rPr>
        <w:t>évêque et le saisissement qui laissa le Marquis bouche bée</w:t>
      </w:r>
      <w:r w:rsidR="00462692" w:rsidRPr="00A4769E">
        <w:rPr>
          <w:szCs w:val="20"/>
        </w:rPr>
        <w:t xml:space="preserve">. </w:t>
      </w:r>
      <w:r w:rsidRPr="001B73FA">
        <w:rPr>
          <w:szCs w:val="20"/>
        </w:rPr>
        <w:t>Ensuite les visages devinrent si sérieux qu</w:t>
      </w:r>
      <w:r w:rsidR="00462692" w:rsidRPr="00A4769E">
        <w:rPr>
          <w:szCs w:val="20"/>
        </w:rPr>
        <w:t>’</w:t>
      </w:r>
      <w:r w:rsidRPr="001B73FA">
        <w:rPr>
          <w:szCs w:val="20"/>
        </w:rPr>
        <w:t>il expliqua</w:t>
      </w:r>
      <w:r w:rsidR="00462692" w:rsidRPr="00A4769E">
        <w:rPr>
          <w:szCs w:val="20"/>
        </w:rPr>
        <w:t> : « </w:t>
      </w:r>
      <w:r w:rsidRPr="001B73FA">
        <w:rPr>
          <w:szCs w:val="20"/>
        </w:rPr>
        <w:t>Je ne suis pas tout à fait un jeune chien qui s</w:t>
      </w:r>
      <w:r w:rsidR="00462692" w:rsidRPr="00A4769E">
        <w:rPr>
          <w:szCs w:val="20"/>
        </w:rPr>
        <w:t>’</w:t>
      </w:r>
      <w:r w:rsidRPr="001B73FA">
        <w:rPr>
          <w:szCs w:val="20"/>
        </w:rPr>
        <w:t>embarrasse dans ses oreilles</w:t>
      </w:r>
      <w:r w:rsidR="00462692" w:rsidRPr="00A4769E">
        <w:rPr>
          <w:szCs w:val="20"/>
        </w:rPr>
        <w:t xml:space="preserve">, </w:t>
      </w:r>
      <w:r w:rsidRPr="001B73FA">
        <w:rPr>
          <w:szCs w:val="20"/>
        </w:rPr>
        <w:t>dit-il en regardant du côté de la Marquise</w:t>
      </w:r>
      <w:r w:rsidR="00462692" w:rsidRPr="00A4769E">
        <w:rPr>
          <w:szCs w:val="20"/>
        </w:rPr>
        <w:t xml:space="preserve">. </w:t>
      </w:r>
      <w:r w:rsidRPr="001B73FA">
        <w:rPr>
          <w:szCs w:val="20"/>
        </w:rPr>
        <w:t>Je connais très bien mes défauts</w:t>
      </w:r>
      <w:r w:rsidR="00462692" w:rsidRPr="00A4769E">
        <w:rPr>
          <w:szCs w:val="20"/>
        </w:rPr>
        <w:t xml:space="preserve">. </w:t>
      </w:r>
      <w:r w:rsidRPr="001B73FA">
        <w:rPr>
          <w:szCs w:val="20"/>
        </w:rPr>
        <w:t>J</w:t>
      </w:r>
      <w:r w:rsidR="00462692" w:rsidRPr="00A4769E">
        <w:rPr>
          <w:szCs w:val="20"/>
        </w:rPr>
        <w:t>’</w:t>
      </w:r>
      <w:r w:rsidRPr="001B73FA">
        <w:rPr>
          <w:szCs w:val="20"/>
        </w:rPr>
        <w:t>ai le bonheur de les trouver assez nobles</w:t>
      </w:r>
      <w:r w:rsidR="00462692" w:rsidRPr="00A4769E">
        <w:rPr>
          <w:szCs w:val="20"/>
        </w:rPr>
        <w:t xml:space="preserve"> : </w:t>
      </w:r>
      <w:r w:rsidRPr="001B73FA">
        <w:rPr>
          <w:szCs w:val="20"/>
        </w:rPr>
        <w:t>c</w:t>
      </w:r>
      <w:r w:rsidR="00462692" w:rsidRPr="00A4769E">
        <w:rPr>
          <w:szCs w:val="20"/>
        </w:rPr>
        <w:t>’</w:t>
      </w:r>
      <w:r w:rsidRPr="001B73FA">
        <w:rPr>
          <w:szCs w:val="20"/>
        </w:rPr>
        <w:t>est pourquoi je ne m</w:t>
      </w:r>
      <w:r w:rsidR="00462692" w:rsidRPr="00A4769E">
        <w:rPr>
          <w:szCs w:val="20"/>
        </w:rPr>
        <w:t>’</w:t>
      </w:r>
      <w:r w:rsidRPr="001B73FA">
        <w:rPr>
          <w:szCs w:val="20"/>
        </w:rPr>
        <w:t>inquiète guère de les cacher ou de m</w:t>
      </w:r>
      <w:r w:rsidR="00462692" w:rsidRPr="00A4769E">
        <w:rPr>
          <w:szCs w:val="20"/>
        </w:rPr>
        <w:t>’</w:t>
      </w:r>
      <w:r w:rsidRPr="001B73FA">
        <w:rPr>
          <w:szCs w:val="20"/>
        </w:rPr>
        <w:t>en guérir</w:t>
      </w:r>
      <w:r w:rsidR="00462692" w:rsidRPr="00A4769E">
        <w:rPr>
          <w:szCs w:val="20"/>
        </w:rPr>
        <w:t xml:space="preserve">. </w:t>
      </w:r>
      <w:r w:rsidRPr="001B73FA">
        <w:rPr>
          <w:szCs w:val="20"/>
        </w:rPr>
        <w:t>Je suis un animal grave</w:t>
      </w:r>
      <w:r w:rsidR="00462692" w:rsidRPr="00A4769E">
        <w:rPr>
          <w:szCs w:val="20"/>
        </w:rPr>
        <w:t xml:space="preserve">. </w:t>
      </w:r>
      <w:r w:rsidRPr="001B73FA">
        <w:rPr>
          <w:szCs w:val="20"/>
        </w:rPr>
        <w:t>Et je ne suis dupe que de la gravité que ma nature donne gratuitement à toutes les entreprises que la vie me propose</w:t>
      </w:r>
      <w:r w:rsidR="00462692" w:rsidRPr="00A4769E">
        <w:rPr>
          <w:szCs w:val="20"/>
        </w:rPr>
        <w:t xml:space="preserve">. </w:t>
      </w:r>
      <w:r w:rsidRPr="001B73FA">
        <w:rPr>
          <w:szCs w:val="20"/>
        </w:rPr>
        <w:t>Je comprends très bien que d</w:t>
      </w:r>
      <w:r w:rsidR="00462692" w:rsidRPr="00A4769E">
        <w:rPr>
          <w:szCs w:val="20"/>
        </w:rPr>
        <w:t>’</w:t>
      </w:r>
      <w:r w:rsidRPr="001B73FA">
        <w:rPr>
          <w:szCs w:val="20"/>
        </w:rPr>
        <w:t>autres</w:t>
      </w:r>
      <w:r w:rsidR="00462692" w:rsidRPr="00A4769E">
        <w:rPr>
          <w:szCs w:val="20"/>
        </w:rPr>
        <w:t xml:space="preserve">, </w:t>
      </w:r>
      <w:r w:rsidRPr="001B73FA">
        <w:rPr>
          <w:szCs w:val="20"/>
        </w:rPr>
        <w:t>au contraire</w:t>
      </w:r>
      <w:r w:rsidR="00462692" w:rsidRPr="00A4769E">
        <w:rPr>
          <w:szCs w:val="20"/>
        </w:rPr>
        <w:t xml:space="preserve">, </w:t>
      </w:r>
      <w:r w:rsidRPr="001B73FA">
        <w:rPr>
          <w:szCs w:val="20"/>
        </w:rPr>
        <w:t>en voient le frivole</w:t>
      </w:r>
      <w:r w:rsidR="00462692" w:rsidRPr="00A4769E">
        <w:rPr>
          <w:szCs w:val="20"/>
        </w:rPr>
        <w:t>… »</w:t>
      </w:r>
      <w:r w:rsidRPr="001B73FA">
        <w:rPr>
          <w:szCs w:val="20"/>
        </w:rPr>
        <w:t xml:space="preserve"> Et il raconta très simplement le duel avec le baron Schwartz</w:t>
      </w:r>
      <w:r w:rsidR="00462692" w:rsidRPr="00A4769E">
        <w:rPr>
          <w:szCs w:val="20"/>
        </w:rPr>
        <w:t>.</w:t>
      </w:r>
    </w:p>
    <w:p w14:paraId="31F5799C" w14:textId="77777777" w:rsidR="00462692" w:rsidRPr="00A4769E" w:rsidRDefault="001B73FA" w:rsidP="001B73FA">
      <w:pPr>
        <w:rPr>
          <w:szCs w:val="20"/>
        </w:rPr>
      </w:pPr>
      <w:r w:rsidRPr="001B73FA">
        <w:rPr>
          <w:szCs w:val="20"/>
        </w:rPr>
        <w:t>La pièce où ils se tenaient était très vaste et l</w:t>
      </w:r>
      <w:r w:rsidR="00462692" w:rsidRPr="00A4769E">
        <w:rPr>
          <w:szCs w:val="20"/>
        </w:rPr>
        <w:t>’</w:t>
      </w:r>
      <w:r w:rsidRPr="001B73FA">
        <w:rPr>
          <w:szCs w:val="20"/>
        </w:rPr>
        <w:t>ombre de la pluie ne permettait pas d</w:t>
      </w:r>
      <w:r w:rsidR="00462692" w:rsidRPr="00A4769E">
        <w:rPr>
          <w:szCs w:val="20"/>
        </w:rPr>
        <w:t>’</w:t>
      </w:r>
      <w:r w:rsidRPr="001B73FA">
        <w:rPr>
          <w:szCs w:val="20"/>
        </w:rPr>
        <w:t>en voir les murs</w:t>
      </w:r>
      <w:r w:rsidR="00462692" w:rsidRPr="00A4769E">
        <w:rPr>
          <w:szCs w:val="20"/>
        </w:rPr>
        <w:t xml:space="preserve">, </w:t>
      </w:r>
      <w:r w:rsidRPr="001B73FA">
        <w:rPr>
          <w:szCs w:val="20"/>
        </w:rPr>
        <w:t>les fenêtres ouvraient sur des arbres et de la verdure qui se déroulaient à l</w:t>
      </w:r>
      <w:r w:rsidR="00462692" w:rsidRPr="00A4769E">
        <w:rPr>
          <w:szCs w:val="20"/>
        </w:rPr>
        <w:t>’</w:t>
      </w:r>
      <w:r w:rsidRPr="001B73FA">
        <w:rPr>
          <w:szCs w:val="20"/>
        </w:rPr>
        <w:t>infini</w:t>
      </w:r>
      <w:r w:rsidR="00462692" w:rsidRPr="00A4769E">
        <w:rPr>
          <w:szCs w:val="20"/>
        </w:rPr>
        <w:t xml:space="preserve">. </w:t>
      </w:r>
      <w:r w:rsidRPr="001B73FA">
        <w:rPr>
          <w:szCs w:val="20"/>
        </w:rPr>
        <w:t>Tout en racontant son histoire</w:t>
      </w:r>
      <w:r w:rsidR="00462692" w:rsidRPr="00A4769E">
        <w:rPr>
          <w:szCs w:val="20"/>
        </w:rPr>
        <w:t xml:space="preserve">, </w:t>
      </w:r>
      <w:r w:rsidRPr="001B73FA">
        <w:rPr>
          <w:szCs w:val="20"/>
        </w:rPr>
        <w:t>Angelo avait serré à plusieurs reprises l</w:t>
      </w:r>
      <w:r w:rsidR="00462692" w:rsidRPr="00A4769E">
        <w:rPr>
          <w:szCs w:val="20"/>
        </w:rPr>
        <w:t>’</w:t>
      </w:r>
      <w:r w:rsidRPr="001B73FA">
        <w:rPr>
          <w:szCs w:val="20"/>
        </w:rPr>
        <w:t>accoudoir de son fauteuil</w:t>
      </w:r>
      <w:r w:rsidR="00462692" w:rsidRPr="00A4769E">
        <w:rPr>
          <w:szCs w:val="20"/>
        </w:rPr>
        <w:t xml:space="preserve">, </w:t>
      </w:r>
      <w:r w:rsidRPr="001B73FA">
        <w:rPr>
          <w:szCs w:val="20"/>
        </w:rPr>
        <w:t>et</w:t>
      </w:r>
      <w:r w:rsidR="00462692" w:rsidRPr="00A4769E">
        <w:rPr>
          <w:szCs w:val="20"/>
        </w:rPr>
        <w:t xml:space="preserve">, </w:t>
      </w:r>
      <w:r w:rsidRPr="001B73FA">
        <w:rPr>
          <w:szCs w:val="20"/>
        </w:rPr>
        <w:t>passant la main sur son visage</w:t>
      </w:r>
      <w:r w:rsidR="00462692" w:rsidRPr="00A4769E">
        <w:rPr>
          <w:szCs w:val="20"/>
        </w:rPr>
        <w:t xml:space="preserve">, </w:t>
      </w:r>
      <w:r w:rsidRPr="001B73FA">
        <w:rPr>
          <w:szCs w:val="20"/>
        </w:rPr>
        <w:t>il sentit que ses doigts étaient parfumés de cette odeur qu</w:t>
      </w:r>
      <w:r w:rsidR="00462692" w:rsidRPr="00A4769E">
        <w:rPr>
          <w:szCs w:val="20"/>
        </w:rPr>
        <w:t>’</w:t>
      </w:r>
      <w:r w:rsidRPr="001B73FA">
        <w:rPr>
          <w:szCs w:val="20"/>
        </w:rPr>
        <w:t>il trouvait si belle</w:t>
      </w:r>
      <w:r w:rsidR="00462692" w:rsidRPr="00A4769E">
        <w:rPr>
          <w:szCs w:val="20"/>
        </w:rPr>
        <w:t>. « </w:t>
      </w:r>
      <w:r w:rsidRPr="001B73FA">
        <w:rPr>
          <w:szCs w:val="20"/>
        </w:rPr>
        <w:t>Le personnage qui a cette odeur s</w:t>
      </w:r>
      <w:r w:rsidR="00462692" w:rsidRPr="00A4769E">
        <w:rPr>
          <w:szCs w:val="20"/>
        </w:rPr>
        <w:t>’</w:t>
      </w:r>
      <w:r w:rsidRPr="001B73FA">
        <w:rPr>
          <w:szCs w:val="20"/>
        </w:rPr>
        <w:t>est assis dans le fauteuil où je suis</w:t>
      </w:r>
      <w:r w:rsidR="00462692" w:rsidRPr="00A4769E">
        <w:rPr>
          <w:szCs w:val="20"/>
        </w:rPr>
        <w:t xml:space="preserve"> », </w:t>
      </w:r>
      <w:r w:rsidRPr="001B73FA">
        <w:rPr>
          <w:szCs w:val="20"/>
        </w:rPr>
        <w:t>se dit-il</w:t>
      </w:r>
      <w:r w:rsidR="00462692" w:rsidRPr="00A4769E">
        <w:rPr>
          <w:szCs w:val="20"/>
        </w:rPr>
        <w:t xml:space="preserve">, </w:t>
      </w:r>
      <w:r w:rsidRPr="001B73FA">
        <w:rPr>
          <w:szCs w:val="20"/>
        </w:rPr>
        <w:t>et naturellement il donna à ce qu</w:t>
      </w:r>
      <w:r w:rsidR="00462692" w:rsidRPr="00A4769E">
        <w:rPr>
          <w:szCs w:val="20"/>
        </w:rPr>
        <w:t>’</w:t>
      </w:r>
      <w:r w:rsidRPr="001B73FA">
        <w:rPr>
          <w:szCs w:val="20"/>
        </w:rPr>
        <w:t>il racontait un tour tendre qui rendit la mort du Baron presque plaisante</w:t>
      </w:r>
      <w:r w:rsidR="00462692" w:rsidRPr="00A4769E">
        <w:rPr>
          <w:szCs w:val="20"/>
        </w:rPr>
        <w:t>.</w:t>
      </w:r>
    </w:p>
    <w:p w14:paraId="31471D61" w14:textId="77777777" w:rsidR="00462692" w:rsidRPr="00A4769E" w:rsidRDefault="001B73FA" w:rsidP="001B73FA">
      <w:pPr>
        <w:rPr>
          <w:szCs w:val="20"/>
        </w:rPr>
      </w:pPr>
      <w:r w:rsidRPr="001B73FA">
        <w:rPr>
          <w:szCs w:val="20"/>
        </w:rPr>
        <w:t>Il était placé de telle façon qu</w:t>
      </w:r>
      <w:r w:rsidR="00462692" w:rsidRPr="00A4769E">
        <w:rPr>
          <w:szCs w:val="20"/>
        </w:rPr>
        <w:t>’</w:t>
      </w:r>
      <w:r w:rsidRPr="001B73FA">
        <w:rPr>
          <w:szCs w:val="20"/>
        </w:rPr>
        <w:t>il voyait clairement les visages de l</w:t>
      </w:r>
      <w:r w:rsidR="00462692" w:rsidRPr="00A4769E">
        <w:rPr>
          <w:szCs w:val="20"/>
        </w:rPr>
        <w:t>’</w:t>
      </w:r>
      <w:r w:rsidRPr="001B73FA">
        <w:rPr>
          <w:szCs w:val="20"/>
        </w:rPr>
        <w:t>évêque et du Marquis</w:t>
      </w:r>
      <w:r w:rsidR="00462692" w:rsidRPr="00A4769E">
        <w:rPr>
          <w:szCs w:val="20"/>
        </w:rPr>
        <w:t xml:space="preserve">. </w:t>
      </w:r>
      <w:r w:rsidRPr="001B73FA">
        <w:rPr>
          <w:szCs w:val="20"/>
        </w:rPr>
        <w:t>Ils étaient tous les deux fort soucieux</w:t>
      </w:r>
      <w:r w:rsidR="00462692" w:rsidRPr="00A4769E">
        <w:rPr>
          <w:szCs w:val="20"/>
        </w:rPr>
        <w:t xml:space="preserve">. </w:t>
      </w:r>
      <w:r w:rsidRPr="001B73FA">
        <w:rPr>
          <w:szCs w:val="20"/>
        </w:rPr>
        <w:t>Le Marquis surtout serrait tellement les lèvres que sa bouche avait disparu</w:t>
      </w:r>
      <w:r w:rsidR="00462692" w:rsidRPr="00A4769E">
        <w:rPr>
          <w:szCs w:val="20"/>
        </w:rPr>
        <w:t xml:space="preserve"> ; </w:t>
      </w:r>
      <w:r w:rsidRPr="001B73FA">
        <w:rPr>
          <w:szCs w:val="20"/>
        </w:rPr>
        <w:t>il jeta d</w:t>
      </w:r>
      <w:r w:rsidR="00462692" w:rsidRPr="00A4769E">
        <w:rPr>
          <w:szCs w:val="20"/>
        </w:rPr>
        <w:t>’</w:t>
      </w:r>
      <w:r w:rsidRPr="001B73FA">
        <w:rPr>
          <w:szCs w:val="20"/>
        </w:rPr>
        <w:t>abord de furtifs regards très précis autour de lui et enfin</w:t>
      </w:r>
      <w:r w:rsidR="00462692" w:rsidRPr="00A4769E">
        <w:rPr>
          <w:szCs w:val="20"/>
        </w:rPr>
        <w:t xml:space="preserve">, </w:t>
      </w:r>
      <w:r w:rsidRPr="001B73FA">
        <w:rPr>
          <w:szCs w:val="20"/>
        </w:rPr>
        <w:t>sans cesser de dissimuler</w:t>
      </w:r>
      <w:r w:rsidR="00462692" w:rsidRPr="00A4769E">
        <w:rPr>
          <w:szCs w:val="20"/>
        </w:rPr>
        <w:t xml:space="preserve">, </w:t>
      </w:r>
      <w:r w:rsidRPr="001B73FA">
        <w:rPr>
          <w:szCs w:val="20"/>
        </w:rPr>
        <w:t xml:space="preserve">il </w:t>
      </w:r>
      <w:r w:rsidRPr="001B73FA">
        <w:rPr>
          <w:szCs w:val="20"/>
        </w:rPr>
        <w:lastRenderedPageBreak/>
        <w:t>s</w:t>
      </w:r>
      <w:r w:rsidR="00462692" w:rsidRPr="00A4769E">
        <w:rPr>
          <w:szCs w:val="20"/>
        </w:rPr>
        <w:t>’</w:t>
      </w:r>
      <w:r w:rsidRPr="001B73FA">
        <w:rPr>
          <w:szCs w:val="20"/>
        </w:rPr>
        <w:t>intéressa longuement à quelque chose qui devait se passer dehors et très loin dans le parc</w:t>
      </w:r>
      <w:r w:rsidR="00462692" w:rsidRPr="00A4769E">
        <w:rPr>
          <w:szCs w:val="20"/>
        </w:rPr>
        <w:t xml:space="preserve">. </w:t>
      </w:r>
      <w:r w:rsidRPr="001B73FA">
        <w:rPr>
          <w:szCs w:val="20"/>
        </w:rPr>
        <w:t>Il posa enfin une question bizarre</w:t>
      </w:r>
      <w:r w:rsidR="00462692" w:rsidRPr="00A4769E">
        <w:rPr>
          <w:szCs w:val="20"/>
        </w:rPr>
        <w:t> :</w:t>
      </w:r>
    </w:p>
    <w:p w14:paraId="103EE590" w14:textId="77777777" w:rsidR="00462692" w:rsidRPr="00A4769E" w:rsidRDefault="00462692" w:rsidP="001B73FA">
      <w:pPr>
        <w:rPr>
          <w:szCs w:val="20"/>
        </w:rPr>
      </w:pPr>
      <w:r w:rsidRPr="00A4769E">
        <w:rPr>
          <w:szCs w:val="20"/>
        </w:rPr>
        <w:t>« </w:t>
      </w:r>
      <w:r w:rsidR="001B73FA" w:rsidRPr="001B73FA">
        <w:rPr>
          <w:szCs w:val="20"/>
        </w:rPr>
        <w:t>Je suppose</w:t>
      </w:r>
      <w:r w:rsidRPr="00A4769E">
        <w:rPr>
          <w:szCs w:val="20"/>
        </w:rPr>
        <w:t xml:space="preserve">, </w:t>
      </w:r>
      <w:r w:rsidR="001B73FA" w:rsidRPr="001B73FA">
        <w:rPr>
          <w:szCs w:val="20"/>
        </w:rPr>
        <w:t>dit-il</w:t>
      </w:r>
      <w:r w:rsidRPr="00A4769E">
        <w:rPr>
          <w:szCs w:val="20"/>
        </w:rPr>
        <w:t xml:space="preserve">, </w:t>
      </w:r>
      <w:r w:rsidR="001B73FA" w:rsidRPr="001B73FA">
        <w:rPr>
          <w:szCs w:val="20"/>
        </w:rPr>
        <w:t>que vous vous sentez à votre aise avec nous</w:t>
      </w:r>
      <w:r w:rsidRPr="00A4769E">
        <w:rPr>
          <w:szCs w:val="20"/>
        </w:rPr>
        <w:t> ? (</w:t>
      </w:r>
      <w:r w:rsidR="001B73FA" w:rsidRPr="001B73FA">
        <w:rPr>
          <w:szCs w:val="20"/>
        </w:rPr>
        <w:t>L</w:t>
      </w:r>
      <w:r w:rsidRPr="00A4769E">
        <w:rPr>
          <w:szCs w:val="20"/>
        </w:rPr>
        <w:t>’</w:t>
      </w:r>
      <w:r w:rsidR="001B73FA" w:rsidRPr="001B73FA">
        <w:rPr>
          <w:szCs w:val="20"/>
        </w:rPr>
        <w:t>évêque fit un mouvement brusque</w:t>
      </w:r>
      <w:r w:rsidRPr="00A4769E">
        <w:rPr>
          <w:szCs w:val="20"/>
        </w:rPr>
        <w:t xml:space="preserve">, </w:t>
      </w:r>
      <w:r w:rsidR="001B73FA" w:rsidRPr="001B73FA">
        <w:rPr>
          <w:szCs w:val="20"/>
        </w:rPr>
        <w:t>puis sourit lentement d</w:t>
      </w:r>
      <w:r w:rsidRPr="00A4769E">
        <w:rPr>
          <w:szCs w:val="20"/>
        </w:rPr>
        <w:t>’</w:t>
      </w:r>
      <w:r w:rsidR="001B73FA" w:rsidRPr="001B73FA">
        <w:rPr>
          <w:szCs w:val="20"/>
        </w:rPr>
        <w:t>un très beau sourire paisible</w:t>
      </w:r>
      <w:r w:rsidRPr="00A4769E">
        <w:rPr>
          <w:szCs w:val="20"/>
        </w:rPr>
        <w:t xml:space="preserve">.) </w:t>
      </w:r>
      <w:r w:rsidR="001B73FA" w:rsidRPr="001B73FA">
        <w:rPr>
          <w:szCs w:val="20"/>
        </w:rPr>
        <w:t>Puisque vous étiez sous l</w:t>
      </w:r>
      <w:r w:rsidRPr="00A4769E">
        <w:rPr>
          <w:szCs w:val="20"/>
        </w:rPr>
        <w:t>’</w:t>
      </w:r>
      <w:r w:rsidR="001B73FA" w:rsidRPr="001B73FA">
        <w:rPr>
          <w:szCs w:val="20"/>
        </w:rPr>
        <w:t>yeuse ronde</w:t>
      </w:r>
      <w:r w:rsidRPr="00A4769E">
        <w:rPr>
          <w:szCs w:val="20"/>
        </w:rPr>
        <w:t xml:space="preserve">, </w:t>
      </w:r>
      <w:r w:rsidR="001B73FA" w:rsidRPr="001B73FA">
        <w:rPr>
          <w:szCs w:val="20"/>
        </w:rPr>
        <w:t>avez-vous reconnu quelqu</w:t>
      </w:r>
      <w:r w:rsidRPr="00A4769E">
        <w:rPr>
          <w:szCs w:val="20"/>
        </w:rPr>
        <w:t>’</w:t>
      </w:r>
      <w:r w:rsidR="001B73FA" w:rsidRPr="001B73FA">
        <w:rPr>
          <w:szCs w:val="20"/>
        </w:rPr>
        <w:t>un hier soir</w:t>
      </w:r>
      <w:r w:rsidRPr="00A4769E">
        <w:rPr>
          <w:szCs w:val="20"/>
        </w:rPr>
        <w:t> ?</w:t>
      </w:r>
    </w:p>
    <w:p w14:paraId="57F97830" w14:textId="0484C580" w:rsidR="00462692" w:rsidRPr="00A4769E" w:rsidRDefault="00462692" w:rsidP="001B73FA">
      <w:pPr>
        <w:rPr>
          <w:szCs w:val="20"/>
        </w:rPr>
      </w:pPr>
      <w:r w:rsidRPr="00A4769E">
        <w:rPr>
          <w:szCs w:val="20"/>
        </w:rPr>
        <w:t>— </w:t>
      </w:r>
      <w:r w:rsidR="001B73FA" w:rsidRPr="001B73FA">
        <w:rPr>
          <w:szCs w:val="20"/>
        </w:rPr>
        <w:t>Je ne pouvais reconnaître personne</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puisque je ne connais personne</w:t>
      </w:r>
      <w:r w:rsidRPr="00A4769E">
        <w:rPr>
          <w:szCs w:val="20"/>
        </w:rPr>
        <w:t>.</w:t>
      </w:r>
    </w:p>
    <w:p w14:paraId="1884B018" w14:textId="5BA22C95" w:rsidR="00462692" w:rsidRPr="00A4769E" w:rsidRDefault="00462692" w:rsidP="001B73FA">
      <w:pPr>
        <w:rPr>
          <w:szCs w:val="20"/>
        </w:rPr>
      </w:pPr>
      <w:r w:rsidRPr="00A4769E">
        <w:rPr>
          <w:szCs w:val="20"/>
        </w:rPr>
        <w:t>— </w:t>
      </w:r>
      <w:r w:rsidR="001B73FA" w:rsidRPr="001B73FA">
        <w:rPr>
          <w:szCs w:val="20"/>
        </w:rPr>
        <w:t>J</w:t>
      </w:r>
      <w:r w:rsidRPr="00A4769E">
        <w:rPr>
          <w:szCs w:val="20"/>
        </w:rPr>
        <w:t>’</w:t>
      </w:r>
      <w:r w:rsidR="001B73FA" w:rsidRPr="001B73FA">
        <w:rPr>
          <w:szCs w:val="20"/>
        </w:rPr>
        <w:t>attache beaucoup d</w:t>
      </w:r>
      <w:r w:rsidRPr="00A4769E">
        <w:rPr>
          <w:szCs w:val="20"/>
        </w:rPr>
        <w:t>’</w:t>
      </w:r>
      <w:r w:rsidR="001B73FA" w:rsidRPr="001B73FA">
        <w:rPr>
          <w:szCs w:val="20"/>
        </w:rPr>
        <w:t>importance à votre grade dans l</w:t>
      </w:r>
      <w:r w:rsidRPr="00A4769E">
        <w:rPr>
          <w:szCs w:val="20"/>
        </w:rPr>
        <w:t>’</w:t>
      </w:r>
      <w:r w:rsidR="001B73FA" w:rsidRPr="001B73FA">
        <w:rPr>
          <w:szCs w:val="20"/>
        </w:rPr>
        <w:t>armée</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Vous êtes vous-même bon cavalier et vous devez savoir reconnaître la monte de vos hommes</w:t>
      </w:r>
      <w:r w:rsidRPr="00A4769E">
        <w:rPr>
          <w:szCs w:val="20"/>
        </w:rPr>
        <w:t xml:space="preserve">. </w:t>
      </w:r>
      <w:r w:rsidR="001B73FA" w:rsidRPr="001B73FA">
        <w:rPr>
          <w:szCs w:val="20"/>
        </w:rPr>
        <w:t>Si vous rencontriez en plein jour un de ces cavaliers nocturnes</w:t>
      </w:r>
      <w:r w:rsidRPr="00A4769E">
        <w:rPr>
          <w:szCs w:val="20"/>
        </w:rPr>
        <w:t xml:space="preserve">, </w:t>
      </w:r>
      <w:r w:rsidR="001B73FA" w:rsidRPr="001B73FA">
        <w:rPr>
          <w:szCs w:val="20"/>
        </w:rPr>
        <w:t>le reconnaîtriez-vous</w:t>
      </w:r>
      <w:r w:rsidRPr="00A4769E">
        <w:rPr>
          <w:szCs w:val="20"/>
        </w:rPr>
        <w:t xml:space="preserve"> ? </w:t>
      </w:r>
      <w:r w:rsidR="001B73FA" w:rsidRPr="001B73FA">
        <w:rPr>
          <w:szCs w:val="20"/>
        </w:rPr>
        <w:t>À son allure</w:t>
      </w:r>
      <w:r w:rsidRPr="00A4769E">
        <w:rPr>
          <w:szCs w:val="20"/>
        </w:rPr>
        <w:t> ?</w:t>
      </w:r>
    </w:p>
    <w:p w14:paraId="3564365A" w14:textId="72ED30B0" w:rsidR="00462692" w:rsidRPr="00A4769E" w:rsidRDefault="00462692" w:rsidP="001B73FA">
      <w:pPr>
        <w:rPr>
          <w:szCs w:val="20"/>
        </w:rPr>
      </w:pPr>
      <w:r w:rsidRPr="00A4769E">
        <w:rPr>
          <w:szCs w:val="20"/>
        </w:rPr>
        <w:t>— </w:t>
      </w:r>
      <w:r w:rsidR="001B73FA" w:rsidRPr="001B73FA">
        <w:rPr>
          <w:szCs w:val="20"/>
        </w:rPr>
        <w:t>Pour les deux qui sont passés près de nous</w:t>
      </w:r>
      <w:r w:rsidRPr="00A4769E">
        <w:rPr>
          <w:szCs w:val="20"/>
        </w:rPr>
        <w:t xml:space="preserve">, </w:t>
      </w:r>
      <w:r w:rsidR="001B73FA" w:rsidRPr="001B73FA">
        <w:rPr>
          <w:szCs w:val="20"/>
        </w:rPr>
        <w:t>le premier</w:t>
      </w:r>
      <w:r w:rsidRPr="00A4769E">
        <w:rPr>
          <w:szCs w:val="20"/>
        </w:rPr>
        <w:t xml:space="preserve">, </w:t>
      </w:r>
      <w:r w:rsidR="001B73FA" w:rsidRPr="001B73FA">
        <w:rPr>
          <w:szCs w:val="20"/>
        </w:rPr>
        <w:t>qui était en avance</w:t>
      </w:r>
      <w:r w:rsidRPr="00A4769E">
        <w:rPr>
          <w:szCs w:val="20"/>
        </w:rPr>
        <w:t xml:space="preserve">, </w:t>
      </w:r>
      <w:r w:rsidR="001B73FA" w:rsidRPr="001B73FA">
        <w:rPr>
          <w:szCs w:val="20"/>
        </w:rPr>
        <w:t>faisait rêver son cheval</w:t>
      </w:r>
      <w:r w:rsidRPr="00A4769E">
        <w:rPr>
          <w:szCs w:val="20"/>
        </w:rPr>
        <w:t xml:space="preserve"> ; </w:t>
      </w:r>
      <w:r w:rsidR="001B73FA" w:rsidRPr="001B73FA">
        <w:rPr>
          <w:szCs w:val="20"/>
        </w:rPr>
        <w:t>s</w:t>
      </w:r>
      <w:r w:rsidRPr="00A4769E">
        <w:rPr>
          <w:szCs w:val="20"/>
        </w:rPr>
        <w:t>’</w:t>
      </w:r>
      <w:r w:rsidR="001B73FA" w:rsidRPr="001B73FA">
        <w:rPr>
          <w:szCs w:val="20"/>
        </w:rPr>
        <w:t>il le fait rêver devant moi de la même façon</w:t>
      </w:r>
      <w:r w:rsidRPr="00A4769E">
        <w:rPr>
          <w:szCs w:val="20"/>
        </w:rPr>
        <w:t xml:space="preserve">, </w:t>
      </w:r>
      <w:r w:rsidR="001B73FA" w:rsidRPr="001B73FA">
        <w:rPr>
          <w:szCs w:val="20"/>
        </w:rPr>
        <w:t>je le reconnaîtrais sûrement</w:t>
      </w:r>
      <w:r w:rsidRPr="00A4769E">
        <w:rPr>
          <w:szCs w:val="20"/>
        </w:rPr>
        <w:t xml:space="preserve">. </w:t>
      </w:r>
      <w:r w:rsidR="001B73FA" w:rsidRPr="001B73FA">
        <w:rPr>
          <w:szCs w:val="20"/>
        </w:rPr>
        <w:t>Le second était en sentinelle à dix pas derrière nous</w:t>
      </w:r>
      <w:r w:rsidRPr="00A4769E">
        <w:rPr>
          <w:szCs w:val="20"/>
        </w:rPr>
        <w:t xml:space="preserve">. </w:t>
      </w:r>
      <w:r w:rsidR="001B73FA" w:rsidRPr="001B73FA">
        <w:rPr>
          <w:szCs w:val="20"/>
        </w:rPr>
        <w:t>Je le reconnaîtrais à sa tournure</w:t>
      </w:r>
      <w:r w:rsidRPr="00A4769E">
        <w:rPr>
          <w:szCs w:val="20"/>
        </w:rPr>
        <w:t xml:space="preserve">, </w:t>
      </w:r>
      <w:r w:rsidR="001B73FA" w:rsidRPr="001B73FA">
        <w:rPr>
          <w:szCs w:val="20"/>
        </w:rPr>
        <w:t>même s</w:t>
      </w:r>
      <w:r w:rsidRPr="00A4769E">
        <w:rPr>
          <w:szCs w:val="20"/>
        </w:rPr>
        <w:t>’</w:t>
      </w:r>
      <w:r w:rsidR="001B73FA" w:rsidRPr="001B73FA">
        <w:rPr>
          <w:szCs w:val="20"/>
        </w:rPr>
        <w:t>il était à pied</w:t>
      </w:r>
      <w:r w:rsidRPr="00A4769E">
        <w:rPr>
          <w:szCs w:val="20"/>
        </w:rPr>
        <w:t>.</w:t>
      </w:r>
    </w:p>
    <w:p w14:paraId="6085E5EC" w14:textId="6B4472B7" w:rsidR="00462692" w:rsidRPr="00A4769E" w:rsidRDefault="00462692" w:rsidP="001B73FA">
      <w:pPr>
        <w:rPr>
          <w:szCs w:val="20"/>
        </w:rPr>
      </w:pPr>
      <w:r w:rsidRPr="00A4769E">
        <w:rPr>
          <w:szCs w:val="20"/>
        </w:rPr>
        <w:t>— </w:t>
      </w:r>
      <w:r w:rsidR="001B73FA" w:rsidRPr="001B73FA">
        <w:rPr>
          <w:szCs w:val="20"/>
        </w:rPr>
        <w:t>C</w:t>
      </w:r>
      <w:r w:rsidRPr="00A4769E">
        <w:rPr>
          <w:szCs w:val="20"/>
        </w:rPr>
        <w:t>’</w:t>
      </w:r>
      <w:r w:rsidR="001B73FA" w:rsidRPr="001B73FA">
        <w:rPr>
          <w:szCs w:val="20"/>
        </w:rPr>
        <w:t>est un homme de quel âge</w:t>
      </w:r>
      <w:r w:rsidRPr="00A4769E">
        <w:rPr>
          <w:szCs w:val="20"/>
        </w:rPr>
        <w:t> ?</w:t>
      </w:r>
    </w:p>
    <w:p w14:paraId="0BD276AA" w14:textId="3F2B4660" w:rsidR="001B73FA" w:rsidRPr="001B73FA" w:rsidRDefault="00462692" w:rsidP="001B73FA">
      <w:pPr>
        <w:rPr>
          <w:szCs w:val="20"/>
        </w:rPr>
      </w:pPr>
      <w:r w:rsidRPr="00A4769E">
        <w:rPr>
          <w:szCs w:val="20"/>
        </w:rPr>
        <w:t>— </w:t>
      </w:r>
      <w:r w:rsidR="001B73FA" w:rsidRPr="001B73FA">
        <w:rPr>
          <w:szCs w:val="20"/>
        </w:rPr>
        <w:t>Il n</w:t>
      </w:r>
      <w:r w:rsidRPr="00A4769E">
        <w:rPr>
          <w:szCs w:val="20"/>
        </w:rPr>
        <w:t>’</w:t>
      </w:r>
      <w:r w:rsidR="001B73FA" w:rsidRPr="001B73FA">
        <w:rPr>
          <w:szCs w:val="20"/>
        </w:rPr>
        <w:t>a pas passé trente ans</w:t>
      </w:r>
      <w:r w:rsidRPr="00A4769E">
        <w:rPr>
          <w:szCs w:val="20"/>
        </w:rPr>
        <w:t>.</w:t>
      </w:r>
      <w:r w:rsidRPr="00A4769E">
        <w:rPr>
          <w:szCs w:val="20"/>
        </w:rPr>
        <w:t> »</w:t>
      </w:r>
    </w:p>
    <w:p w14:paraId="241F08C3" w14:textId="77777777" w:rsidR="001B73FA" w:rsidRPr="001B73FA" w:rsidRDefault="001B73FA" w:rsidP="001B73FA">
      <w:pPr>
        <w:rPr>
          <w:szCs w:val="20"/>
        </w:rPr>
      </w:pPr>
      <w:r w:rsidRPr="001B73FA">
        <w:rPr>
          <w:szCs w:val="20"/>
        </w:rPr>
        <w:t>Le Marquis relâcha sa bouche et sourit très rapidement</w:t>
      </w:r>
      <w:r w:rsidR="00462692" w:rsidRPr="00A4769E">
        <w:rPr>
          <w:szCs w:val="20"/>
        </w:rPr>
        <w:t> : « </w:t>
      </w:r>
      <w:r w:rsidRPr="001B73FA">
        <w:rPr>
          <w:szCs w:val="20"/>
        </w:rPr>
        <w:t>Vous êtes un homme très précieux</w:t>
      </w:r>
      <w:r w:rsidR="00462692" w:rsidRPr="00A4769E">
        <w:rPr>
          <w:szCs w:val="20"/>
        </w:rPr>
        <w:t xml:space="preserve">, </w:t>
      </w:r>
      <w:r w:rsidRPr="001B73FA">
        <w:rPr>
          <w:szCs w:val="20"/>
        </w:rPr>
        <w:t>dit-il</w:t>
      </w:r>
      <w:r w:rsidR="00462692" w:rsidRPr="00A4769E">
        <w:rPr>
          <w:szCs w:val="20"/>
        </w:rPr>
        <w:t xml:space="preserve">. </w:t>
      </w:r>
      <w:r w:rsidRPr="001B73FA">
        <w:rPr>
          <w:szCs w:val="20"/>
        </w:rPr>
        <w:t>Êtes-vous bien installé à l</w:t>
      </w:r>
      <w:r w:rsidR="00462692" w:rsidRPr="00A4769E">
        <w:rPr>
          <w:szCs w:val="20"/>
        </w:rPr>
        <w:t>’</w:t>
      </w:r>
      <w:r w:rsidRPr="001B73FA">
        <w:rPr>
          <w:szCs w:val="20"/>
        </w:rPr>
        <w:t>auberge</w:t>
      </w:r>
      <w:r w:rsidR="00462692" w:rsidRPr="00A4769E">
        <w:rPr>
          <w:szCs w:val="20"/>
        </w:rPr>
        <w:t> ? »</w:t>
      </w:r>
    </w:p>
    <w:p w14:paraId="559FF2BC" w14:textId="77777777" w:rsidR="00462692" w:rsidRPr="00A4769E" w:rsidRDefault="001B73FA" w:rsidP="001B73FA">
      <w:pPr>
        <w:rPr>
          <w:szCs w:val="20"/>
        </w:rPr>
      </w:pPr>
      <w:r w:rsidRPr="001B73FA">
        <w:rPr>
          <w:szCs w:val="20"/>
        </w:rPr>
        <w:t>Angelo ne tarit pas d</w:t>
      </w:r>
      <w:r w:rsidR="00462692" w:rsidRPr="00A4769E">
        <w:rPr>
          <w:szCs w:val="20"/>
        </w:rPr>
        <w:t>’</w:t>
      </w:r>
      <w:r w:rsidRPr="001B73FA">
        <w:rPr>
          <w:szCs w:val="20"/>
        </w:rPr>
        <w:t>éloges</w:t>
      </w:r>
      <w:r w:rsidR="00462692" w:rsidRPr="00A4769E">
        <w:rPr>
          <w:szCs w:val="20"/>
        </w:rPr>
        <w:t xml:space="preserve">. </w:t>
      </w:r>
      <w:r w:rsidRPr="001B73FA">
        <w:rPr>
          <w:szCs w:val="20"/>
        </w:rPr>
        <w:t>Il parla de la courtepointe piquée</w:t>
      </w:r>
      <w:r w:rsidR="00462692" w:rsidRPr="00A4769E">
        <w:rPr>
          <w:szCs w:val="20"/>
        </w:rPr>
        <w:t xml:space="preserve">, </w:t>
      </w:r>
      <w:r w:rsidRPr="001B73FA">
        <w:rPr>
          <w:szCs w:val="20"/>
        </w:rPr>
        <w:t>de la taie de dentelle</w:t>
      </w:r>
      <w:r w:rsidR="00462692" w:rsidRPr="00A4769E">
        <w:rPr>
          <w:szCs w:val="20"/>
        </w:rPr>
        <w:t xml:space="preserve">, </w:t>
      </w:r>
      <w:r w:rsidRPr="001B73FA">
        <w:rPr>
          <w:szCs w:val="20"/>
        </w:rPr>
        <w:t>du fauteuil de reps</w:t>
      </w:r>
      <w:r w:rsidR="00462692" w:rsidRPr="00A4769E">
        <w:rPr>
          <w:szCs w:val="20"/>
        </w:rPr>
        <w:t xml:space="preserve">, </w:t>
      </w:r>
      <w:r w:rsidRPr="001B73FA">
        <w:rPr>
          <w:szCs w:val="20"/>
        </w:rPr>
        <w:t>et surtout du fameux vin qu</w:t>
      </w:r>
      <w:r w:rsidR="00462692" w:rsidRPr="00A4769E">
        <w:rPr>
          <w:szCs w:val="20"/>
        </w:rPr>
        <w:t>’</w:t>
      </w:r>
      <w:r w:rsidRPr="001B73FA">
        <w:rPr>
          <w:szCs w:val="20"/>
        </w:rPr>
        <w:t>on lui avait servi dans la carafe d</w:t>
      </w:r>
      <w:r w:rsidR="00462692" w:rsidRPr="00A4769E">
        <w:rPr>
          <w:szCs w:val="20"/>
        </w:rPr>
        <w:t>’</w:t>
      </w:r>
      <w:r w:rsidRPr="001B73FA">
        <w:rPr>
          <w:szCs w:val="20"/>
        </w:rPr>
        <w:t>argent</w:t>
      </w:r>
      <w:r w:rsidR="00462692" w:rsidRPr="00A4769E">
        <w:rPr>
          <w:szCs w:val="20"/>
        </w:rPr>
        <w:t>.</w:t>
      </w:r>
    </w:p>
    <w:p w14:paraId="74300497" w14:textId="77777777" w:rsidR="001B73FA" w:rsidRPr="001B73FA" w:rsidRDefault="00462692" w:rsidP="001B73FA">
      <w:pPr>
        <w:rPr>
          <w:szCs w:val="20"/>
        </w:rPr>
      </w:pPr>
      <w:r w:rsidRPr="00A4769E">
        <w:rPr>
          <w:szCs w:val="20"/>
        </w:rPr>
        <w:lastRenderedPageBreak/>
        <w:t>« </w:t>
      </w:r>
      <w:r w:rsidR="001B73FA" w:rsidRPr="001B73FA">
        <w:rPr>
          <w:szCs w:val="20"/>
        </w:rPr>
        <w:t>Alors voici</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la plus drôle de vos aventures</w:t>
      </w:r>
      <w:r w:rsidRPr="00A4769E">
        <w:rPr>
          <w:szCs w:val="20"/>
        </w:rPr>
        <w:t xml:space="preserve"> : </w:t>
      </w:r>
      <w:r w:rsidR="001B73FA" w:rsidRPr="001B73FA">
        <w:rPr>
          <w:szCs w:val="20"/>
        </w:rPr>
        <w:t>tout ceci était destiné à un hôte de qualité que j</w:t>
      </w:r>
      <w:r w:rsidRPr="00A4769E">
        <w:rPr>
          <w:szCs w:val="20"/>
        </w:rPr>
        <w:t>’</w:t>
      </w:r>
      <w:r w:rsidR="001B73FA" w:rsidRPr="001B73FA">
        <w:rPr>
          <w:szCs w:val="20"/>
        </w:rPr>
        <w:t>attends et qui</w:t>
      </w:r>
      <w:r w:rsidRPr="00A4769E">
        <w:rPr>
          <w:szCs w:val="20"/>
        </w:rPr>
        <w:t xml:space="preserve">, </w:t>
      </w:r>
      <w:r w:rsidR="001B73FA" w:rsidRPr="001B73FA">
        <w:rPr>
          <w:szCs w:val="20"/>
        </w:rPr>
        <w:t>pour des raisons bourgeoises</w:t>
      </w:r>
      <w:r w:rsidRPr="00A4769E">
        <w:rPr>
          <w:szCs w:val="20"/>
        </w:rPr>
        <w:t xml:space="preserve">, </w:t>
      </w:r>
      <w:r w:rsidR="001B73FA" w:rsidRPr="001B73FA">
        <w:rPr>
          <w:szCs w:val="20"/>
        </w:rPr>
        <w:t>ne pourra pas habiter le château</w:t>
      </w:r>
      <w:r w:rsidRPr="00A4769E">
        <w:rPr>
          <w:szCs w:val="20"/>
        </w:rPr>
        <w:t xml:space="preserve">. </w:t>
      </w:r>
      <w:r w:rsidR="001B73FA" w:rsidRPr="001B73FA">
        <w:rPr>
          <w:szCs w:val="20"/>
        </w:rPr>
        <w:t>Ne vous excusez pas</w:t>
      </w:r>
      <w:r w:rsidRPr="00A4769E">
        <w:rPr>
          <w:szCs w:val="20"/>
        </w:rPr>
        <w:t xml:space="preserve">, </w:t>
      </w:r>
      <w:r w:rsidR="001B73FA" w:rsidRPr="001B73FA">
        <w:rPr>
          <w:szCs w:val="20"/>
        </w:rPr>
        <w:t>je suis ravi que vous ayez été ainsi mon invité depuis hier soir</w:t>
      </w:r>
      <w:r w:rsidRPr="00A4769E">
        <w:rPr>
          <w:szCs w:val="20"/>
        </w:rPr>
        <w:t xml:space="preserve">. </w:t>
      </w:r>
      <w:r w:rsidR="001B73FA" w:rsidRPr="001B73FA">
        <w:rPr>
          <w:szCs w:val="20"/>
        </w:rPr>
        <w:t>Il est inutile d</w:t>
      </w:r>
      <w:r w:rsidRPr="00A4769E">
        <w:rPr>
          <w:szCs w:val="20"/>
        </w:rPr>
        <w:t>’</w:t>
      </w:r>
      <w:r w:rsidR="001B73FA" w:rsidRPr="001B73FA">
        <w:rPr>
          <w:szCs w:val="20"/>
        </w:rPr>
        <w:t>ailleurs que vous essayiez de partir par cette pluie battante</w:t>
      </w:r>
      <w:r w:rsidRPr="00A4769E">
        <w:rPr>
          <w:szCs w:val="20"/>
        </w:rPr>
        <w:t xml:space="preserve">. </w:t>
      </w:r>
      <w:r w:rsidR="001B73FA" w:rsidRPr="001B73FA">
        <w:rPr>
          <w:szCs w:val="20"/>
        </w:rPr>
        <w:t>Ne vous souciez plus de l</w:t>
      </w:r>
      <w:r w:rsidRPr="00A4769E">
        <w:rPr>
          <w:szCs w:val="20"/>
        </w:rPr>
        <w:t>’</w:t>
      </w:r>
      <w:r w:rsidR="001B73FA" w:rsidRPr="001B73FA">
        <w:rPr>
          <w:szCs w:val="20"/>
        </w:rPr>
        <w:t>auberge et permettez-moi de mettre à votre service</w:t>
      </w:r>
      <w:r w:rsidRPr="00A4769E">
        <w:rPr>
          <w:szCs w:val="20"/>
        </w:rPr>
        <w:t xml:space="preserve">, </w:t>
      </w:r>
      <w:r w:rsidR="001B73FA" w:rsidRPr="001B73FA">
        <w:rPr>
          <w:szCs w:val="20"/>
        </w:rPr>
        <w:t>pour cette nuit</w:t>
      </w:r>
      <w:r w:rsidRPr="00A4769E">
        <w:rPr>
          <w:szCs w:val="20"/>
        </w:rPr>
        <w:t xml:space="preserve">, </w:t>
      </w:r>
      <w:r w:rsidR="001B73FA" w:rsidRPr="001B73FA">
        <w:rPr>
          <w:szCs w:val="20"/>
        </w:rPr>
        <w:t>un petit pavillon qui est à cent pas d</w:t>
      </w:r>
      <w:r w:rsidRPr="00A4769E">
        <w:rPr>
          <w:szCs w:val="20"/>
        </w:rPr>
        <w:t>’</w:t>
      </w:r>
      <w:r w:rsidR="001B73FA" w:rsidRPr="001B73FA">
        <w:rPr>
          <w:szCs w:val="20"/>
        </w:rPr>
        <w:t>ici dans un massif de hêtres</w:t>
      </w:r>
      <w:r w:rsidRPr="00A4769E">
        <w:rPr>
          <w:szCs w:val="20"/>
        </w:rPr>
        <w:t xml:space="preserve">. </w:t>
      </w:r>
      <w:r w:rsidR="001B73FA" w:rsidRPr="001B73FA">
        <w:rPr>
          <w:szCs w:val="20"/>
        </w:rPr>
        <w:t>Si demain la pluie a cessé</w:t>
      </w:r>
      <w:r w:rsidRPr="00A4769E">
        <w:rPr>
          <w:szCs w:val="20"/>
        </w:rPr>
        <w:t xml:space="preserve">, </w:t>
      </w:r>
      <w:r w:rsidR="001B73FA" w:rsidRPr="001B73FA">
        <w:rPr>
          <w:szCs w:val="20"/>
        </w:rPr>
        <w:t>ce que je crois</w:t>
      </w:r>
      <w:r w:rsidRPr="00A4769E">
        <w:rPr>
          <w:szCs w:val="20"/>
        </w:rPr>
        <w:t xml:space="preserve">, </w:t>
      </w:r>
      <w:r w:rsidR="001B73FA" w:rsidRPr="001B73FA">
        <w:rPr>
          <w:szCs w:val="20"/>
        </w:rPr>
        <w:t>je vous prêterai un de mes chevaux</w:t>
      </w:r>
      <w:r w:rsidRPr="00A4769E">
        <w:rPr>
          <w:szCs w:val="20"/>
        </w:rPr>
        <w:t xml:space="preserve">, </w:t>
      </w:r>
      <w:r w:rsidR="001B73FA" w:rsidRPr="001B73FA">
        <w:rPr>
          <w:szCs w:val="20"/>
        </w:rPr>
        <w:t>et vous pourrez entrer à Aix avec toute l</w:t>
      </w:r>
      <w:r w:rsidRPr="00A4769E">
        <w:rPr>
          <w:szCs w:val="20"/>
        </w:rPr>
        <w:t>’</w:t>
      </w:r>
      <w:r w:rsidR="001B73FA" w:rsidRPr="001B73FA">
        <w:rPr>
          <w:szCs w:val="20"/>
        </w:rPr>
        <w:t>élégance que vous devez vouloir y mettre</w:t>
      </w:r>
      <w:r w:rsidRPr="00A4769E">
        <w:rPr>
          <w:szCs w:val="20"/>
        </w:rPr>
        <w:t>.</w:t>
      </w:r>
      <w:r w:rsidRPr="00A4769E">
        <w:rPr>
          <w:szCs w:val="20"/>
        </w:rPr>
        <w:t> »</w:t>
      </w:r>
    </w:p>
    <w:p w14:paraId="712CFD14" w14:textId="77777777" w:rsidR="00462692" w:rsidRPr="00A4769E" w:rsidRDefault="001B73FA" w:rsidP="001B73FA">
      <w:pPr>
        <w:rPr>
          <w:szCs w:val="20"/>
        </w:rPr>
      </w:pPr>
      <w:r w:rsidRPr="001B73FA">
        <w:rPr>
          <w:szCs w:val="20"/>
        </w:rPr>
        <w:t>Après la petite cérémonie de refus et d</w:t>
      </w:r>
      <w:r w:rsidR="00462692" w:rsidRPr="00A4769E">
        <w:rPr>
          <w:szCs w:val="20"/>
        </w:rPr>
        <w:t>’</w:t>
      </w:r>
      <w:r w:rsidRPr="001B73FA">
        <w:rPr>
          <w:szCs w:val="20"/>
        </w:rPr>
        <w:t>insistances où le Marquis mit beaucoup d</w:t>
      </w:r>
      <w:r w:rsidR="00462692" w:rsidRPr="00A4769E">
        <w:rPr>
          <w:szCs w:val="20"/>
        </w:rPr>
        <w:t>’</w:t>
      </w:r>
      <w:r w:rsidRPr="001B73FA">
        <w:rPr>
          <w:szCs w:val="20"/>
        </w:rPr>
        <w:t>ardeur</w:t>
      </w:r>
      <w:r w:rsidR="00462692" w:rsidRPr="00A4769E">
        <w:rPr>
          <w:szCs w:val="20"/>
        </w:rPr>
        <w:t xml:space="preserve">, </w:t>
      </w:r>
      <w:r w:rsidRPr="001B73FA">
        <w:rPr>
          <w:szCs w:val="20"/>
        </w:rPr>
        <w:t>Angelo accepta volontiers</w:t>
      </w:r>
      <w:r w:rsidR="00462692" w:rsidRPr="00A4769E">
        <w:rPr>
          <w:szCs w:val="20"/>
        </w:rPr>
        <w:t xml:space="preserve">. </w:t>
      </w:r>
      <w:r w:rsidRPr="001B73FA">
        <w:rPr>
          <w:szCs w:val="20"/>
        </w:rPr>
        <w:t>Il fut également gardé à dîner et</w:t>
      </w:r>
      <w:r w:rsidR="00462692" w:rsidRPr="00A4769E">
        <w:rPr>
          <w:szCs w:val="20"/>
        </w:rPr>
        <w:t xml:space="preserve">, </w:t>
      </w:r>
      <w:r w:rsidRPr="001B73FA">
        <w:rPr>
          <w:szCs w:val="20"/>
        </w:rPr>
        <w:t>en sortant de table</w:t>
      </w:r>
      <w:r w:rsidR="00462692" w:rsidRPr="00A4769E">
        <w:rPr>
          <w:szCs w:val="20"/>
        </w:rPr>
        <w:t xml:space="preserve">, </w:t>
      </w:r>
      <w:r w:rsidRPr="001B73FA">
        <w:rPr>
          <w:szCs w:val="20"/>
        </w:rPr>
        <w:t>le Marquis lui dit</w:t>
      </w:r>
      <w:r w:rsidR="00462692" w:rsidRPr="00A4769E">
        <w:rPr>
          <w:szCs w:val="20"/>
        </w:rPr>
        <w:t> :</w:t>
      </w:r>
    </w:p>
    <w:p w14:paraId="65F5DB94" w14:textId="77777777" w:rsidR="00462692" w:rsidRPr="00A4769E" w:rsidRDefault="00462692" w:rsidP="001B73FA">
      <w:pPr>
        <w:rPr>
          <w:szCs w:val="20"/>
        </w:rPr>
      </w:pPr>
      <w:r w:rsidRPr="00A4769E">
        <w:rPr>
          <w:szCs w:val="20"/>
        </w:rPr>
        <w:t>« </w:t>
      </w:r>
      <w:r w:rsidR="001B73FA" w:rsidRPr="001B73FA">
        <w:rPr>
          <w:szCs w:val="20"/>
        </w:rPr>
        <w:t>Puisque vous allez à Aix</w:t>
      </w:r>
      <w:r w:rsidRPr="00A4769E">
        <w:rPr>
          <w:szCs w:val="20"/>
        </w:rPr>
        <w:t xml:space="preserve">, </w:t>
      </w:r>
      <w:r w:rsidR="001B73FA" w:rsidRPr="001B73FA">
        <w:rPr>
          <w:szCs w:val="20"/>
        </w:rPr>
        <w:t>voulez-vous me rendre un petit service</w:t>
      </w:r>
      <w:r w:rsidRPr="00A4769E">
        <w:rPr>
          <w:szCs w:val="20"/>
        </w:rPr>
        <w:t xml:space="preserve"> ? </w:t>
      </w:r>
      <w:r w:rsidR="001B73FA" w:rsidRPr="001B73FA">
        <w:rPr>
          <w:szCs w:val="20"/>
        </w:rPr>
        <w:t>Savez-vous jouer aux échecs</w:t>
      </w:r>
      <w:r w:rsidRPr="00A4769E">
        <w:rPr>
          <w:szCs w:val="20"/>
        </w:rPr>
        <w:t> ?</w:t>
      </w:r>
    </w:p>
    <w:p w14:paraId="23F5AB96" w14:textId="47E6F8D0" w:rsidR="00462692" w:rsidRPr="00A4769E" w:rsidRDefault="00462692" w:rsidP="001B73FA">
      <w:pPr>
        <w:rPr>
          <w:szCs w:val="20"/>
        </w:rPr>
      </w:pPr>
      <w:r w:rsidRPr="00A4769E">
        <w:rPr>
          <w:szCs w:val="20"/>
        </w:rPr>
        <w:t>— </w:t>
      </w:r>
      <w:r w:rsidR="001B73FA" w:rsidRPr="001B73FA">
        <w:rPr>
          <w:szCs w:val="20"/>
        </w:rPr>
        <w:t>Tu aurais pu t</w:t>
      </w:r>
      <w:r w:rsidRPr="00A4769E">
        <w:rPr>
          <w:szCs w:val="20"/>
        </w:rPr>
        <w:t>’</w:t>
      </w:r>
      <w:r w:rsidR="001B73FA" w:rsidRPr="001B73FA">
        <w:rPr>
          <w:szCs w:val="20"/>
        </w:rPr>
        <w:t>éviter cette question</w:t>
      </w:r>
      <w:r w:rsidRPr="00A4769E">
        <w:rPr>
          <w:szCs w:val="20"/>
        </w:rPr>
        <w:t xml:space="preserve">, </w:t>
      </w:r>
      <w:r w:rsidR="001B73FA" w:rsidRPr="001B73FA">
        <w:rPr>
          <w:szCs w:val="20"/>
        </w:rPr>
        <w:t>dit la Marquise</w:t>
      </w:r>
      <w:r w:rsidRPr="00A4769E">
        <w:rPr>
          <w:szCs w:val="20"/>
        </w:rPr>
        <w:t xml:space="preserve">. </w:t>
      </w:r>
      <w:r w:rsidR="001B73FA" w:rsidRPr="001B73FA">
        <w:rPr>
          <w:szCs w:val="20"/>
        </w:rPr>
        <w:t>Je te croyais plus perspicace</w:t>
      </w:r>
      <w:r w:rsidRPr="00A4769E">
        <w:rPr>
          <w:szCs w:val="20"/>
        </w:rPr>
        <w:t xml:space="preserve">. </w:t>
      </w:r>
      <w:r w:rsidR="001B73FA" w:rsidRPr="001B73FA">
        <w:rPr>
          <w:szCs w:val="20"/>
        </w:rPr>
        <w:t>Crois-tu que ce garçon échafaude</w:t>
      </w:r>
      <w:r w:rsidRPr="00A4769E">
        <w:rPr>
          <w:szCs w:val="20"/>
        </w:rPr>
        <w:t xml:space="preserve"> ? </w:t>
      </w:r>
      <w:r w:rsidR="001B73FA" w:rsidRPr="001B73FA">
        <w:rPr>
          <w:szCs w:val="20"/>
        </w:rPr>
        <w:t>Et s</w:t>
      </w:r>
      <w:r w:rsidRPr="00A4769E">
        <w:rPr>
          <w:szCs w:val="20"/>
        </w:rPr>
        <w:t>’</w:t>
      </w:r>
      <w:r w:rsidR="001B73FA" w:rsidRPr="001B73FA">
        <w:rPr>
          <w:szCs w:val="20"/>
        </w:rPr>
        <w:t>il le fait</w:t>
      </w:r>
      <w:r w:rsidRPr="00A4769E">
        <w:rPr>
          <w:szCs w:val="20"/>
        </w:rPr>
        <w:t xml:space="preserve">, </w:t>
      </w:r>
      <w:r w:rsidR="001B73FA" w:rsidRPr="001B73FA">
        <w:rPr>
          <w:szCs w:val="20"/>
        </w:rPr>
        <w:t>crois-tu que ce soit avec de petits bouts d</w:t>
      </w:r>
      <w:r w:rsidRPr="00A4769E">
        <w:rPr>
          <w:szCs w:val="20"/>
        </w:rPr>
        <w:t>’</w:t>
      </w:r>
      <w:r w:rsidR="001B73FA" w:rsidRPr="001B73FA">
        <w:rPr>
          <w:szCs w:val="20"/>
        </w:rPr>
        <w:t>os taillé</w:t>
      </w:r>
      <w:r w:rsidRPr="00A4769E">
        <w:rPr>
          <w:szCs w:val="20"/>
        </w:rPr>
        <w:t> ?</w:t>
      </w:r>
    </w:p>
    <w:p w14:paraId="22C465C5" w14:textId="1D163016" w:rsidR="00462692" w:rsidRPr="00A4769E" w:rsidRDefault="00462692" w:rsidP="001B73FA">
      <w:pPr>
        <w:rPr>
          <w:szCs w:val="20"/>
        </w:rPr>
      </w:pPr>
      <w:r w:rsidRPr="00A4769E">
        <w:rPr>
          <w:szCs w:val="20"/>
        </w:rPr>
        <w:t>— </w:t>
      </w:r>
      <w:r w:rsidR="001B73FA" w:rsidRPr="001B73FA">
        <w:rPr>
          <w:szCs w:val="20"/>
        </w:rPr>
        <w:t>C</w:t>
      </w:r>
      <w:r w:rsidRPr="00A4769E">
        <w:rPr>
          <w:szCs w:val="20"/>
        </w:rPr>
        <w:t>’</w:t>
      </w:r>
      <w:r w:rsidR="001B73FA" w:rsidRPr="001B73FA">
        <w:rPr>
          <w:szCs w:val="20"/>
        </w:rPr>
        <w:t>est vrai</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ce jeu n</w:t>
      </w:r>
      <w:r w:rsidRPr="00A4769E">
        <w:rPr>
          <w:szCs w:val="20"/>
        </w:rPr>
        <w:t>’</w:t>
      </w:r>
      <w:r w:rsidR="001B73FA" w:rsidRPr="001B73FA">
        <w:rPr>
          <w:szCs w:val="20"/>
        </w:rPr>
        <w:t>est captivant que pour les ambitieux froids</w:t>
      </w:r>
      <w:r w:rsidRPr="00A4769E">
        <w:rPr>
          <w:szCs w:val="20"/>
        </w:rPr>
        <w:t xml:space="preserve">, </w:t>
      </w:r>
      <w:r w:rsidR="001B73FA" w:rsidRPr="001B73FA">
        <w:rPr>
          <w:szCs w:val="20"/>
        </w:rPr>
        <w:t>et vous êtes</w:t>
      </w:r>
      <w:r w:rsidRPr="00A4769E">
        <w:rPr>
          <w:szCs w:val="20"/>
        </w:rPr>
        <w:t xml:space="preserve">, </w:t>
      </w:r>
      <w:r w:rsidR="001B73FA" w:rsidRPr="001B73FA">
        <w:rPr>
          <w:szCs w:val="20"/>
        </w:rPr>
        <w:t>de toute évidence</w:t>
      </w:r>
      <w:r w:rsidRPr="00A4769E">
        <w:rPr>
          <w:szCs w:val="20"/>
        </w:rPr>
        <w:t xml:space="preserve">, </w:t>
      </w:r>
      <w:r w:rsidR="001B73FA" w:rsidRPr="001B73FA">
        <w:rPr>
          <w:szCs w:val="20"/>
        </w:rPr>
        <w:t>un mangeur de feu</w:t>
      </w:r>
      <w:r w:rsidRPr="00A4769E">
        <w:rPr>
          <w:szCs w:val="20"/>
        </w:rPr>
        <w:t xml:space="preserve">. </w:t>
      </w:r>
      <w:r w:rsidR="001B73FA" w:rsidRPr="001B73FA">
        <w:rPr>
          <w:szCs w:val="20"/>
        </w:rPr>
        <w:t>Je vais vous expliquer en deux mots</w:t>
      </w:r>
      <w:r w:rsidRPr="00A4769E">
        <w:rPr>
          <w:szCs w:val="20"/>
        </w:rPr>
        <w:t xml:space="preserve"> : </w:t>
      </w:r>
      <w:r w:rsidR="001B73FA" w:rsidRPr="001B73FA">
        <w:rPr>
          <w:szCs w:val="20"/>
        </w:rPr>
        <w:t>je déteste demander à mes amis des services insolites</w:t>
      </w:r>
      <w:r w:rsidRPr="00A4769E">
        <w:rPr>
          <w:szCs w:val="20"/>
        </w:rPr>
        <w:t xml:space="preserve">. </w:t>
      </w:r>
      <w:r w:rsidR="001B73FA" w:rsidRPr="001B73FA">
        <w:rPr>
          <w:szCs w:val="20"/>
        </w:rPr>
        <w:t>Ils ont le droit de savoir à quoi ils s</w:t>
      </w:r>
      <w:r w:rsidRPr="00A4769E">
        <w:rPr>
          <w:szCs w:val="20"/>
        </w:rPr>
        <w:t>’</w:t>
      </w:r>
      <w:r w:rsidR="001B73FA" w:rsidRPr="001B73FA">
        <w:rPr>
          <w:szCs w:val="20"/>
        </w:rPr>
        <w:t>engagent</w:t>
      </w:r>
      <w:r w:rsidRPr="00A4769E">
        <w:rPr>
          <w:szCs w:val="20"/>
        </w:rPr>
        <w:t xml:space="preserve">. </w:t>
      </w:r>
      <w:r w:rsidR="001B73FA" w:rsidRPr="001B73FA">
        <w:rPr>
          <w:szCs w:val="20"/>
        </w:rPr>
        <w:t>Ici donc vous ne vous engagez à rien</w:t>
      </w:r>
      <w:r w:rsidRPr="00A4769E">
        <w:rPr>
          <w:szCs w:val="20"/>
        </w:rPr>
        <w:t xml:space="preserve">. </w:t>
      </w:r>
      <w:r w:rsidR="001B73FA" w:rsidRPr="001B73FA">
        <w:rPr>
          <w:szCs w:val="20"/>
        </w:rPr>
        <w:t>Venez voir</w:t>
      </w:r>
      <w:r w:rsidRPr="00A4769E">
        <w:rPr>
          <w:szCs w:val="20"/>
        </w:rPr>
        <w:t xml:space="preserve">. </w:t>
      </w:r>
      <w:r w:rsidR="001B73FA" w:rsidRPr="001B73FA">
        <w:rPr>
          <w:szCs w:val="20"/>
        </w:rPr>
        <w:t>Voici un échiquier sur lequel est posée la partie que je joue à distance avec le vicaire général</w:t>
      </w:r>
      <w:r w:rsidRPr="00A4769E">
        <w:rPr>
          <w:szCs w:val="20"/>
        </w:rPr>
        <w:t xml:space="preserve">. </w:t>
      </w:r>
      <w:r w:rsidR="001B73FA" w:rsidRPr="001B73FA">
        <w:rPr>
          <w:szCs w:val="20"/>
        </w:rPr>
        <w:t>Il n</w:t>
      </w:r>
      <w:r w:rsidRPr="00A4769E">
        <w:rPr>
          <w:szCs w:val="20"/>
        </w:rPr>
        <w:t>’</w:t>
      </w:r>
      <w:r w:rsidR="001B73FA" w:rsidRPr="001B73FA">
        <w:rPr>
          <w:szCs w:val="20"/>
        </w:rPr>
        <w:t>y a pas d</w:t>
      </w:r>
      <w:r w:rsidRPr="00A4769E">
        <w:rPr>
          <w:szCs w:val="20"/>
        </w:rPr>
        <w:t>’</w:t>
      </w:r>
      <w:r w:rsidR="001B73FA" w:rsidRPr="001B73FA">
        <w:rPr>
          <w:szCs w:val="20"/>
        </w:rPr>
        <w:t>ambitieux plus froid qu</w:t>
      </w:r>
      <w:r w:rsidRPr="00A4769E">
        <w:rPr>
          <w:szCs w:val="20"/>
        </w:rPr>
        <w:t>’</w:t>
      </w:r>
      <w:r w:rsidR="001B73FA" w:rsidRPr="001B73FA">
        <w:rPr>
          <w:szCs w:val="20"/>
        </w:rPr>
        <w:t>un vicaire général et</w:t>
      </w:r>
      <w:r w:rsidRPr="00A4769E">
        <w:rPr>
          <w:szCs w:val="20"/>
        </w:rPr>
        <w:t xml:space="preserve">, </w:t>
      </w:r>
      <w:r w:rsidR="001B73FA" w:rsidRPr="001B73FA">
        <w:rPr>
          <w:szCs w:val="20"/>
        </w:rPr>
        <w:t>quant à moi</w:t>
      </w:r>
      <w:r w:rsidRPr="00A4769E">
        <w:rPr>
          <w:szCs w:val="20"/>
        </w:rPr>
        <w:t xml:space="preserve">, </w:t>
      </w:r>
      <w:r w:rsidR="001B73FA" w:rsidRPr="001B73FA">
        <w:rPr>
          <w:szCs w:val="20"/>
        </w:rPr>
        <w:t>je suis un iceberg d</w:t>
      </w:r>
      <w:r w:rsidRPr="00A4769E">
        <w:rPr>
          <w:szCs w:val="20"/>
        </w:rPr>
        <w:t>’</w:t>
      </w:r>
      <w:r w:rsidR="001B73FA" w:rsidRPr="001B73FA">
        <w:rPr>
          <w:szCs w:val="20"/>
        </w:rPr>
        <w:t>ambition</w:t>
      </w:r>
      <w:r w:rsidRPr="00A4769E">
        <w:rPr>
          <w:szCs w:val="20"/>
        </w:rPr>
        <w:t xml:space="preserve">, </w:t>
      </w:r>
      <w:r w:rsidR="001B73FA" w:rsidRPr="001B73FA">
        <w:rPr>
          <w:szCs w:val="20"/>
        </w:rPr>
        <w:t xml:space="preserve">cela est visible à </w:t>
      </w:r>
      <w:r w:rsidR="001B73FA" w:rsidRPr="001B73FA">
        <w:rPr>
          <w:szCs w:val="20"/>
        </w:rPr>
        <w:lastRenderedPageBreak/>
        <w:t>l</w:t>
      </w:r>
      <w:r w:rsidRPr="00A4769E">
        <w:rPr>
          <w:szCs w:val="20"/>
        </w:rPr>
        <w:t>’œ</w:t>
      </w:r>
      <w:r w:rsidR="001B73FA" w:rsidRPr="001B73FA">
        <w:rPr>
          <w:szCs w:val="20"/>
        </w:rPr>
        <w:t>il nu</w:t>
      </w:r>
      <w:r w:rsidRPr="00A4769E">
        <w:rPr>
          <w:szCs w:val="20"/>
        </w:rPr>
        <w:t xml:space="preserve">. </w:t>
      </w:r>
      <w:r w:rsidR="001B73FA" w:rsidRPr="001B73FA">
        <w:rPr>
          <w:szCs w:val="20"/>
        </w:rPr>
        <w:t>L</w:t>
      </w:r>
      <w:r w:rsidRPr="00A4769E">
        <w:rPr>
          <w:szCs w:val="20"/>
        </w:rPr>
        <w:t>’</w:t>
      </w:r>
      <w:r w:rsidR="001B73FA" w:rsidRPr="001B73FA">
        <w:rPr>
          <w:szCs w:val="20"/>
        </w:rPr>
        <w:t>admirable de ce jeu est qu</w:t>
      </w:r>
      <w:r w:rsidRPr="00A4769E">
        <w:rPr>
          <w:szCs w:val="20"/>
        </w:rPr>
        <w:t>’</w:t>
      </w:r>
      <w:r w:rsidR="001B73FA" w:rsidRPr="001B73FA">
        <w:rPr>
          <w:szCs w:val="20"/>
        </w:rPr>
        <w:t>il n</w:t>
      </w:r>
      <w:r w:rsidRPr="00A4769E">
        <w:rPr>
          <w:szCs w:val="20"/>
        </w:rPr>
        <w:t>’</w:t>
      </w:r>
      <w:r w:rsidR="001B73FA" w:rsidRPr="001B73FA">
        <w:rPr>
          <w:szCs w:val="20"/>
        </w:rPr>
        <w:t>exige pas la présence des adversaires</w:t>
      </w:r>
      <w:r w:rsidRPr="00A4769E">
        <w:rPr>
          <w:szCs w:val="20"/>
        </w:rPr>
        <w:t xml:space="preserve">. </w:t>
      </w:r>
      <w:r w:rsidR="001B73FA" w:rsidRPr="001B73FA">
        <w:rPr>
          <w:szCs w:val="20"/>
        </w:rPr>
        <w:t>Il est diaboliquement copié sur la vie</w:t>
      </w:r>
      <w:r w:rsidRPr="00A4769E">
        <w:rPr>
          <w:szCs w:val="20"/>
        </w:rPr>
        <w:t xml:space="preserve">. </w:t>
      </w:r>
      <w:r w:rsidR="001B73FA" w:rsidRPr="001B73FA">
        <w:rPr>
          <w:szCs w:val="20"/>
        </w:rPr>
        <w:t>Il suffit que mon adversaire</w:t>
      </w:r>
      <w:r w:rsidRPr="00A4769E">
        <w:rPr>
          <w:szCs w:val="20"/>
        </w:rPr>
        <w:t xml:space="preserve">, </w:t>
      </w:r>
      <w:r w:rsidR="001B73FA" w:rsidRPr="001B73FA">
        <w:rPr>
          <w:szCs w:val="20"/>
        </w:rPr>
        <w:t>ou plus exactement mon partenaire</w:t>
      </w:r>
      <w:r w:rsidRPr="00A4769E">
        <w:rPr>
          <w:szCs w:val="20"/>
        </w:rPr>
        <w:t xml:space="preserve"> (</w:t>
      </w:r>
      <w:r w:rsidR="001B73FA" w:rsidRPr="001B73FA">
        <w:rPr>
          <w:szCs w:val="20"/>
        </w:rPr>
        <w:t>car l</w:t>
      </w:r>
      <w:r w:rsidRPr="00A4769E">
        <w:rPr>
          <w:szCs w:val="20"/>
        </w:rPr>
        <w:t>’</w:t>
      </w:r>
      <w:r w:rsidR="001B73FA" w:rsidRPr="001B73FA">
        <w:rPr>
          <w:szCs w:val="20"/>
        </w:rPr>
        <w:t>ambition à sa pointe extrême finit par être aussi pure que la géométrie et il n</w:t>
      </w:r>
      <w:r w:rsidRPr="00A4769E">
        <w:rPr>
          <w:szCs w:val="20"/>
        </w:rPr>
        <w:t>’</w:t>
      </w:r>
      <w:r w:rsidR="001B73FA" w:rsidRPr="001B73FA">
        <w:rPr>
          <w:szCs w:val="20"/>
        </w:rPr>
        <w:t>y a plus d</w:t>
      </w:r>
      <w:r w:rsidRPr="00A4769E">
        <w:rPr>
          <w:szCs w:val="20"/>
        </w:rPr>
        <w:t>’</w:t>
      </w:r>
      <w:r w:rsidR="001B73FA" w:rsidRPr="001B73FA">
        <w:rPr>
          <w:szCs w:val="20"/>
        </w:rPr>
        <w:t>adversaire</w:t>
      </w:r>
      <w:r w:rsidRPr="00A4769E">
        <w:rPr>
          <w:szCs w:val="20"/>
        </w:rPr>
        <w:t xml:space="preserve">) </w:t>
      </w:r>
      <w:r w:rsidR="001B73FA" w:rsidRPr="001B73FA">
        <w:rPr>
          <w:szCs w:val="20"/>
        </w:rPr>
        <w:t>garde soigneusement posé chez lui un échiquier semblable à celui-ci avec la même disposition des pièces</w:t>
      </w:r>
      <w:r w:rsidRPr="00A4769E">
        <w:rPr>
          <w:szCs w:val="20"/>
        </w:rPr>
        <w:t xml:space="preserve">. </w:t>
      </w:r>
      <w:r w:rsidR="001B73FA" w:rsidRPr="001B73FA">
        <w:rPr>
          <w:szCs w:val="20"/>
        </w:rPr>
        <w:t>Ces rangées de cases verticales sont numérotées de 1 à 8</w:t>
      </w:r>
      <w:r w:rsidRPr="00A4769E">
        <w:rPr>
          <w:szCs w:val="20"/>
        </w:rPr>
        <w:t xml:space="preserve">, </w:t>
      </w:r>
      <w:r w:rsidR="001B73FA" w:rsidRPr="001B73FA">
        <w:rPr>
          <w:szCs w:val="20"/>
        </w:rPr>
        <w:t>ces rangées de cases horizontales sont notées en lettres de A à H</w:t>
      </w:r>
      <w:r w:rsidRPr="00A4769E">
        <w:rPr>
          <w:szCs w:val="20"/>
        </w:rPr>
        <w:t xml:space="preserve"> ; </w:t>
      </w:r>
      <w:r w:rsidR="001B73FA" w:rsidRPr="001B73FA">
        <w:rPr>
          <w:szCs w:val="20"/>
        </w:rPr>
        <w:t>cela donne un signe à toutes les cases du tableau</w:t>
      </w:r>
      <w:r w:rsidRPr="00A4769E">
        <w:rPr>
          <w:szCs w:val="20"/>
        </w:rPr>
        <w:t xml:space="preserve"> : </w:t>
      </w:r>
      <w:r w:rsidR="001B73FA" w:rsidRPr="001B73FA">
        <w:rPr>
          <w:szCs w:val="20"/>
        </w:rPr>
        <w:t>voici le roi</w:t>
      </w:r>
      <w:r w:rsidRPr="00A4769E">
        <w:rPr>
          <w:szCs w:val="20"/>
        </w:rPr>
        <w:t xml:space="preserve">, </w:t>
      </w:r>
      <w:r w:rsidR="001B73FA" w:rsidRPr="001B73FA">
        <w:rPr>
          <w:szCs w:val="20"/>
        </w:rPr>
        <w:t>voici la reine</w:t>
      </w:r>
      <w:r w:rsidRPr="00A4769E">
        <w:rPr>
          <w:szCs w:val="20"/>
        </w:rPr>
        <w:t xml:space="preserve">, </w:t>
      </w:r>
      <w:r w:rsidR="001B73FA" w:rsidRPr="001B73FA">
        <w:rPr>
          <w:szCs w:val="20"/>
        </w:rPr>
        <w:t>voici les fous</w:t>
      </w:r>
      <w:r w:rsidRPr="00A4769E">
        <w:rPr>
          <w:szCs w:val="20"/>
        </w:rPr>
        <w:t xml:space="preserve"> (</w:t>
      </w:r>
      <w:r w:rsidR="001B73FA" w:rsidRPr="001B73FA">
        <w:rPr>
          <w:szCs w:val="20"/>
        </w:rPr>
        <w:t>vous voyez que rien n</w:t>
      </w:r>
      <w:r w:rsidRPr="00A4769E">
        <w:rPr>
          <w:szCs w:val="20"/>
        </w:rPr>
        <w:t>’</w:t>
      </w:r>
      <w:r w:rsidR="001B73FA" w:rsidRPr="001B73FA">
        <w:rPr>
          <w:szCs w:val="20"/>
        </w:rPr>
        <w:t>est oublié</w:t>
      </w:r>
      <w:r w:rsidRPr="00A4769E">
        <w:rPr>
          <w:szCs w:val="20"/>
        </w:rPr>
        <w:t xml:space="preserve">), </w:t>
      </w:r>
      <w:r w:rsidR="001B73FA" w:rsidRPr="001B73FA">
        <w:rPr>
          <w:szCs w:val="20"/>
        </w:rPr>
        <w:t>voici les chevaux et voici les tours</w:t>
      </w:r>
      <w:r w:rsidRPr="00A4769E">
        <w:rPr>
          <w:szCs w:val="20"/>
        </w:rPr>
        <w:t xml:space="preserve">. </w:t>
      </w:r>
      <w:r w:rsidR="001B73FA" w:rsidRPr="001B73FA">
        <w:rPr>
          <w:szCs w:val="20"/>
        </w:rPr>
        <w:t>Les pions sont les soldats</w:t>
      </w:r>
      <w:r w:rsidRPr="00A4769E">
        <w:rPr>
          <w:szCs w:val="20"/>
        </w:rPr>
        <w:t xml:space="preserve">. </w:t>
      </w:r>
      <w:r w:rsidR="001B73FA" w:rsidRPr="001B73FA">
        <w:rPr>
          <w:szCs w:val="20"/>
        </w:rPr>
        <w:t>Quand je joue un coup</w:t>
      </w:r>
      <w:r w:rsidRPr="00A4769E">
        <w:rPr>
          <w:szCs w:val="20"/>
        </w:rPr>
        <w:t xml:space="preserve">, </w:t>
      </w:r>
      <w:r w:rsidR="001B73FA" w:rsidRPr="001B73FA">
        <w:rPr>
          <w:szCs w:val="20"/>
        </w:rPr>
        <w:t>je note sur un feuillet l</w:t>
      </w:r>
      <w:r w:rsidRPr="00A4769E">
        <w:rPr>
          <w:szCs w:val="20"/>
        </w:rPr>
        <w:t>’</w:t>
      </w:r>
      <w:r w:rsidR="001B73FA" w:rsidRPr="001B73FA">
        <w:rPr>
          <w:szCs w:val="20"/>
        </w:rPr>
        <w:t>initiale de la pièce que je déplace</w:t>
      </w:r>
      <w:r w:rsidRPr="00A4769E">
        <w:rPr>
          <w:szCs w:val="20"/>
        </w:rPr>
        <w:t xml:space="preserve">, </w:t>
      </w:r>
      <w:r w:rsidR="001B73FA" w:rsidRPr="001B73FA">
        <w:rPr>
          <w:szCs w:val="20"/>
        </w:rPr>
        <w:t>le signe de la case qu</w:t>
      </w:r>
      <w:r w:rsidRPr="00A4769E">
        <w:rPr>
          <w:szCs w:val="20"/>
        </w:rPr>
        <w:t>’</w:t>
      </w:r>
      <w:r w:rsidR="001B73FA" w:rsidRPr="001B73FA">
        <w:rPr>
          <w:szCs w:val="20"/>
        </w:rPr>
        <w:t>elle quitte et le signe de la place où elle va</w:t>
      </w:r>
      <w:r w:rsidRPr="00A4769E">
        <w:rPr>
          <w:szCs w:val="20"/>
        </w:rPr>
        <w:t xml:space="preserve">. </w:t>
      </w:r>
      <w:r w:rsidR="001B73FA" w:rsidRPr="001B73FA">
        <w:rPr>
          <w:szCs w:val="20"/>
        </w:rPr>
        <w:t>La poste se charge d</w:t>
      </w:r>
      <w:r w:rsidRPr="00A4769E">
        <w:rPr>
          <w:szCs w:val="20"/>
        </w:rPr>
        <w:t>’</w:t>
      </w:r>
      <w:r w:rsidR="001B73FA" w:rsidRPr="001B73FA">
        <w:rPr>
          <w:szCs w:val="20"/>
        </w:rPr>
        <w:t>aller porter cette indication à mon partenaire qui</w:t>
      </w:r>
      <w:r w:rsidRPr="00A4769E">
        <w:rPr>
          <w:szCs w:val="20"/>
        </w:rPr>
        <w:t xml:space="preserve">, </w:t>
      </w:r>
      <w:r w:rsidR="001B73FA" w:rsidRPr="001B73FA">
        <w:rPr>
          <w:szCs w:val="20"/>
        </w:rPr>
        <w:t>par le même moyen me répond en conséquence</w:t>
      </w:r>
      <w:r w:rsidRPr="00A4769E">
        <w:rPr>
          <w:szCs w:val="20"/>
        </w:rPr>
        <w:t xml:space="preserve">. </w:t>
      </w:r>
      <w:r w:rsidR="001B73FA" w:rsidRPr="001B73FA">
        <w:rPr>
          <w:szCs w:val="20"/>
        </w:rPr>
        <w:t>Voilà</w:t>
      </w:r>
      <w:r w:rsidRPr="00A4769E">
        <w:rPr>
          <w:szCs w:val="20"/>
        </w:rPr>
        <w:t xml:space="preserve">, </w:t>
      </w:r>
      <w:r w:rsidR="001B73FA" w:rsidRPr="001B73FA">
        <w:rPr>
          <w:szCs w:val="20"/>
        </w:rPr>
        <w:t>colonel</w:t>
      </w:r>
      <w:r w:rsidRPr="00A4769E">
        <w:rPr>
          <w:szCs w:val="20"/>
        </w:rPr>
        <w:t xml:space="preserve">, </w:t>
      </w:r>
      <w:r w:rsidR="001B73FA" w:rsidRPr="001B73FA">
        <w:rPr>
          <w:szCs w:val="20"/>
        </w:rPr>
        <w:t xml:space="preserve">à quoi jouent les ambitieux de mon âge au </w:t>
      </w:r>
      <w:r w:rsidRPr="001B73FA">
        <w:rPr>
          <w:szCs w:val="20"/>
        </w:rPr>
        <w:t>XIX</w:t>
      </w:r>
      <w:r w:rsidRPr="001B73FA">
        <w:rPr>
          <w:szCs w:val="20"/>
          <w:vertAlign w:val="superscript"/>
        </w:rPr>
        <w:t>e</w:t>
      </w:r>
      <w:r w:rsidRPr="00A4769E">
        <w:rPr>
          <w:szCs w:val="20"/>
        </w:rPr>
        <w:t> siècle.</w:t>
      </w:r>
    </w:p>
    <w:p w14:paraId="63810CF5" w14:textId="77777777" w:rsidR="00462692" w:rsidRPr="00A4769E" w:rsidRDefault="00462692" w:rsidP="001B73FA">
      <w:pPr>
        <w:rPr>
          <w:szCs w:val="20"/>
        </w:rPr>
      </w:pPr>
      <w:r w:rsidRPr="00A4769E">
        <w:rPr>
          <w:szCs w:val="20"/>
        </w:rPr>
        <w:t>« </w:t>
      </w:r>
      <w:r w:rsidR="001B73FA" w:rsidRPr="001B73FA">
        <w:rPr>
          <w:szCs w:val="20"/>
        </w:rPr>
        <w:t>La partie que vous voyez ici est engagée déjà depuis assez longtemps</w:t>
      </w:r>
      <w:r w:rsidRPr="00A4769E">
        <w:rPr>
          <w:szCs w:val="20"/>
        </w:rPr>
        <w:t xml:space="preserve">. </w:t>
      </w:r>
      <w:r w:rsidR="001B73FA" w:rsidRPr="001B73FA">
        <w:rPr>
          <w:szCs w:val="20"/>
        </w:rPr>
        <w:t>Si vous étiez familier de notre jargon je vous dirais même que ma reine est en fâcheuse posture</w:t>
      </w:r>
      <w:r w:rsidRPr="00A4769E">
        <w:rPr>
          <w:szCs w:val="20"/>
        </w:rPr>
        <w:t xml:space="preserve">. </w:t>
      </w:r>
      <w:r w:rsidR="001B73FA" w:rsidRPr="001B73FA">
        <w:rPr>
          <w:szCs w:val="20"/>
        </w:rPr>
        <w:t>Mais j</w:t>
      </w:r>
      <w:r w:rsidRPr="00A4769E">
        <w:rPr>
          <w:szCs w:val="20"/>
        </w:rPr>
        <w:t>’</w:t>
      </w:r>
      <w:r w:rsidR="001B73FA" w:rsidRPr="001B73FA">
        <w:rPr>
          <w:szCs w:val="20"/>
        </w:rPr>
        <w:t>emploie toujours très habilement les cavaliers</w:t>
      </w:r>
      <w:r w:rsidRPr="00A4769E">
        <w:rPr>
          <w:szCs w:val="20"/>
        </w:rPr>
        <w:t xml:space="preserve">. </w:t>
      </w:r>
      <w:r w:rsidR="001B73FA" w:rsidRPr="001B73FA">
        <w:rPr>
          <w:szCs w:val="20"/>
        </w:rPr>
        <w:t>Ce cavalier noir qui est sur la case F5</w:t>
      </w:r>
      <w:r w:rsidRPr="00A4769E">
        <w:rPr>
          <w:szCs w:val="20"/>
        </w:rPr>
        <w:t xml:space="preserve">, </w:t>
      </w:r>
      <w:r w:rsidR="001B73FA" w:rsidRPr="001B73FA">
        <w:rPr>
          <w:szCs w:val="20"/>
        </w:rPr>
        <w:t>je le porte sur la case E7</w:t>
      </w:r>
      <w:r w:rsidRPr="00A4769E">
        <w:rPr>
          <w:szCs w:val="20"/>
        </w:rPr>
        <w:t xml:space="preserve">. </w:t>
      </w:r>
      <w:r w:rsidR="001B73FA" w:rsidRPr="001B73FA">
        <w:rPr>
          <w:szCs w:val="20"/>
        </w:rPr>
        <w:t>Voilà ma reine sauvée</w:t>
      </w:r>
      <w:r w:rsidRPr="00A4769E">
        <w:rPr>
          <w:szCs w:val="20"/>
        </w:rPr>
        <w:t>.</w:t>
      </w:r>
    </w:p>
    <w:p w14:paraId="68DAFD66" w14:textId="1955B92B" w:rsidR="00462692" w:rsidRPr="00A4769E" w:rsidRDefault="00462692" w:rsidP="001B73FA">
      <w:pPr>
        <w:rPr>
          <w:szCs w:val="20"/>
        </w:rPr>
      </w:pPr>
      <w:r w:rsidRPr="00A4769E">
        <w:rPr>
          <w:szCs w:val="20"/>
        </w:rPr>
        <w:t>— </w:t>
      </w:r>
      <w:r w:rsidR="001B73FA" w:rsidRPr="001B73FA">
        <w:rPr>
          <w:szCs w:val="20"/>
        </w:rPr>
        <w:t>Réfléchissez bien</w:t>
      </w:r>
      <w:r w:rsidRPr="00A4769E">
        <w:rPr>
          <w:szCs w:val="20"/>
        </w:rPr>
        <w:t xml:space="preserve">, </w:t>
      </w:r>
      <w:r w:rsidR="001B73FA" w:rsidRPr="001B73FA">
        <w:rPr>
          <w:szCs w:val="20"/>
        </w:rPr>
        <w:t>dit l</w:t>
      </w:r>
      <w:r w:rsidRPr="00A4769E">
        <w:rPr>
          <w:szCs w:val="20"/>
        </w:rPr>
        <w:t>’</w:t>
      </w:r>
      <w:r w:rsidR="001B73FA" w:rsidRPr="001B73FA">
        <w:rPr>
          <w:szCs w:val="20"/>
        </w:rPr>
        <w:t>évêque</w:t>
      </w:r>
      <w:r w:rsidRPr="00A4769E">
        <w:rPr>
          <w:szCs w:val="20"/>
        </w:rPr>
        <w:t xml:space="preserve">. </w:t>
      </w:r>
      <w:r w:rsidR="001B73FA" w:rsidRPr="001B73FA">
        <w:rPr>
          <w:szCs w:val="20"/>
        </w:rPr>
        <w:t>Vous vous êtes déjà beaucoup servi de vos cavaliers</w:t>
      </w:r>
      <w:r w:rsidRPr="00A4769E">
        <w:rPr>
          <w:szCs w:val="20"/>
        </w:rPr>
        <w:t xml:space="preserve">. </w:t>
      </w:r>
      <w:r w:rsidR="001B73FA" w:rsidRPr="001B73FA">
        <w:rPr>
          <w:szCs w:val="20"/>
        </w:rPr>
        <w:t>Ne vaudrait-il pas mieux sacrifier le fou</w:t>
      </w:r>
      <w:r w:rsidRPr="00A4769E">
        <w:rPr>
          <w:szCs w:val="20"/>
        </w:rPr>
        <w:t> ?</w:t>
      </w:r>
    </w:p>
    <w:p w14:paraId="34382F90" w14:textId="4E50D337" w:rsidR="00462692" w:rsidRPr="00A4769E" w:rsidRDefault="00462692" w:rsidP="001B73FA">
      <w:pPr>
        <w:rPr>
          <w:szCs w:val="20"/>
        </w:rPr>
      </w:pPr>
      <w:r w:rsidRPr="00A4769E">
        <w:rPr>
          <w:szCs w:val="20"/>
        </w:rPr>
        <w:t>— </w:t>
      </w:r>
      <w:r w:rsidR="001B73FA" w:rsidRPr="001B73FA">
        <w:rPr>
          <w:szCs w:val="20"/>
        </w:rPr>
        <w:t>Toute pièce touchée est jouée</w:t>
      </w:r>
      <w:r w:rsidRPr="00A4769E">
        <w:rPr>
          <w:szCs w:val="20"/>
        </w:rPr>
        <w:t xml:space="preserve">, </w:t>
      </w:r>
      <w:r w:rsidR="001B73FA" w:rsidRPr="001B73FA">
        <w:rPr>
          <w:szCs w:val="20"/>
        </w:rPr>
        <w:t>Monseigneur</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je respecte toujours les règles</w:t>
      </w:r>
      <w:r w:rsidRPr="00A4769E">
        <w:rPr>
          <w:szCs w:val="20"/>
        </w:rPr>
        <w:t xml:space="preserve">, </w:t>
      </w:r>
      <w:r w:rsidR="001B73FA" w:rsidRPr="001B73FA">
        <w:rPr>
          <w:szCs w:val="20"/>
        </w:rPr>
        <w:t>même seul</w:t>
      </w:r>
      <w:r w:rsidRPr="00A4769E">
        <w:rPr>
          <w:szCs w:val="20"/>
        </w:rPr>
        <w:t xml:space="preserve">. </w:t>
      </w:r>
      <w:r w:rsidR="001B73FA" w:rsidRPr="001B73FA">
        <w:rPr>
          <w:szCs w:val="20"/>
        </w:rPr>
        <w:t>C</w:t>
      </w:r>
      <w:r w:rsidRPr="00A4769E">
        <w:rPr>
          <w:szCs w:val="20"/>
        </w:rPr>
        <w:t>’</w:t>
      </w:r>
      <w:r w:rsidR="001B73FA" w:rsidRPr="001B73FA">
        <w:rPr>
          <w:szCs w:val="20"/>
        </w:rPr>
        <w:t>est ce qui me rend si dangereux</w:t>
      </w:r>
      <w:r w:rsidRPr="00A4769E">
        <w:rPr>
          <w:szCs w:val="20"/>
        </w:rPr>
        <w:t>.</w:t>
      </w:r>
    </w:p>
    <w:p w14:paraId="6A85644D" w14:textId="3AA0B11D" w:rsidR="001B73FA" w:rsidRPr="001B73FA" w:rsidRDefault="00462692" w:rsidP="001B73FA">
      <w:pPr>
        <w:rPr>
          <w:szCs w:val="20"/>
        </w:rPr>
      </w:pPr>
      <w:r w:rsidRPr="00A4769E">
        <w:rPr>
          <w:szCs w:val="20"/>
        </w:rPr>
        <w:lastRenderedPageBreak/>
        <w:t>— </w:t>
      </w:r>
      <w:r w:rsidR="001B73FA" w:rsidRPr="001B73FA">
        <w:rPr>
          <w:szCs w:val="20"/>
        </w:rPr>
        <w:t>Que ne ferais-je pas pour sauver la reine</w:t>
      </w:r>
      <w:r w:rsidRPr="00A4769E">
        <w:rPr>
          <w:szCs w:val="20"/>
        </w:rPr>
        <w:t xml:space="preserve"> ? </w:t>
      </w:r>
      <w:r w:rsidR="001B73FA" w:rsidRPr="001B73FA">
        <w:rPr>
          <w:szCs w:val="20"/>
        </w:rPr>
        <w:t>dit Angelo en riant</w:t>
      </w:r>
      <w:r w:rsidRPr="00A4769E">
        <w:rPr>
          <w:szCs w:val="20"/>
        </w:rPr>
        <w:t xml:space="preserve">. </w:t>
      </w:r>
      <w:r w:rsidR="001B73FA" w:rsidRPr="001B73FA">
        <w:rPr>
          <w:szCs w:val="20"/>
        </w:rPr>
        <w:t>Je porterai volontiers votre petit feuillet au grand vicaire</w:t>
      </w:r>
      <w:r w:rsidRPr="00A4769E">
        <w:rPr>
          <w:szCs w:val="20"/>
        </w:rPr>
        <w:t>.</w:t>
      </w:r>
      <w:r w:rsidRPr="00A4769E">
        <w:rPr>
          <w:szCs w:val="20"/>
        </w:rPr>
        <w:t> »</w:t>
      </w:r>
    </w:p>
    <w:p w14:paraId="1A65D8A2" w14:textId="77777777" w:rsidR="00462692" w:rsidRPr="00A4769E" w:rsidRDefault="00462692" w:rsidP="001B73FA">
      <w:pPr>
        <w:rPr>
          <w:szCs w:val="20"/>
        </w:rPr>
      </w:pPr>
    </w:p>
    <w:p w14:paraId="50347F97" w14:textId="77777777" w:rsidR="00462692" w:rsidRPr="00A4769E" w:rsidRDefault="001B73FA" w:rsidP="001B73FA">
      <w:pPr>
        <w:rPr>
          <w:szCs w:val="20"/>
        </w:rPr>
      </w:pPr>
      <w:r w:rsidRPr="001B73FA">
        <w:rPr>
          <w:szCs w:val="20"/>
        </w:rPr>
        <w:t>Le pavillon où il fut conduit apparut aux lanternes posé à cru sur la pelouse d</w:t>
      </w:r>
      <w:r w:rsidR="00462692" w:rsidRPr="00A4769E">
        <w:rPr>
          <w:szCs w:val="20"/>
        </w:rPr>
        <w:t>’</w:t>
      </w:r>
      <w:r w:rsidRPr="001B73FA">
        <w:rPr>
          <w:szCs w:val="20"/>
        </w:rPr>
        <w:t>un vert épinard</w:t>
      </w:r>
      <w:r w:rsidR="00462692" w:rsidRPr="00A4769E">
        <w:rPr>
          <w:szCs w:val="20"/>
        </w:rPr>
        <w:t xml:space="preserve">. </w:t>
      </w:r>
      <w:r w:rsidRPr="001B73FA">
        <w:rPr>
          <w:szCs w:val="20"/>
        </w:rPr>
        <w:t>L</w:t>
      </w:r>
      <w:r w:rsidR="00462692" w:rsidRPr="00A4769E">
        <w:rPr>
          <w:szCs w:val="20"/>
        </w:rPr>
        <w:t>’</w:t>
      </w:r>
      <w:r w:rsidRPr="001B73FA">
        <w:rPr>
          <w:szCs w:val="20"/>
        </w:rPr>
        <w:t>herbe touchait les murs</w:t>
      </w:r>
      <w:r w:rsidR="00462692" w:rsidRPr="00A4769E">
        <w:rPr>
          <w:szCs w:val="20"/>
        </w:rPr>
        <w:t xml:space="preserve">. </w:t>
      </w:r>
      <w:r w:rsidRPr="001B73FA">
        <w:rPr>
          <w:szCs w:val="20"/>
        </w:rPr>
        <w:t>Il ne comportait qu</w:t>
      </w:r>
      <w:r w:rsidR="00462692" w:rsidRPr="00A4769E">
        <w:rPr>
          <w:szCs w:val="20"/>
        </w:rPr>
        <w:t>’</w:t>
      </w:r>
      <w:r w:rsidRPr="001B73FA">
        <w:rPr>
          <w:szCs w:val="20"/>
        </w:rPr>
        <w:t>une grande pièce</w:t>
      </w:r>
      <w:r w:rsidR="00462692" w:rsidRPr="00A4769E">
        <w:rPr>
          <w:szCs w:val="20"/>
        </w:rPr>
        <w:t xml:space="preserve">, </w:t>
      </w:r>
      <w:r w:rsidRPr="001B73FA">
        <w:rPr>
          <w:szCs w:val="20"/>
        </w:rPr>
        <w:t>très haute de plafond</w:t>
      </w:r>
      <w:r w:rsidR="00462692" w:rsidRPr="00A4769E">
        <w:rPr>
          <w:szCs w:val="20"/>
        </w:rPr>
        <w:t xml:space="preserve">, </w:t>
      </w:r>
      <w:r w:rsidRPr="001B73FA">
        <w:rPr>
          <w:szCs w:val="20"/>
        </w:rPr>
        <w:t>qui n</w:t>
      </w:r>
      <w:r w:rsidR="00462692" w:rsidRPr="00A4769E">
        <w:rPr>
          <w:szCs w:val="20"/>
        </w:rPr>
        <w:t>’</w:t>
      </w:r>
      <w:r w:rsidRPr="001B73FA">
        <w:rPr>
          <w:szCs w:val="20"/>
        </w:rPr>
        <w:t>était pas à proprement parler une chambre</w:t>
      </w:r>
      <w:r w:rsidR="00462692" w:rsidRPr="00A4769E">
        <w:rPr>
          <w:szCs w:val="20"/>
        </w:rPr>
        <w:t xml:space="preserve">, </w:t>
      </w:r>
      <w:r w:rsidRPr="001B73FA">
        <w:rPr>
          <w:szCs w:val="20"/>
        </w:rPr>
        <w:t>quoiqu</w:t>
      </w:r>
      <w:r w:rsidR="00462692" w:rsidRPr="00A4769E">
        <w:rPr>
          <w:szCs w:val="20"/>
        </w:rPr>
        <w:t>’</w:t>
      </w:r>
      <w:r w:rsidRPr="001B73FA">
        <w:rPr>
          <w:szCs w:val="20"/>
        </w:rPr>
        <w:t>un lit de repos fût dressé dans un coin</w:t>
      </w:r>
      <w:r w:rsidR="00462692" w:rsidRPr="00A4769E">
        <w:rPr>
          <w:szCs w:val="20"/>
        </w:rPr>
        <w:t xml:space="preserve">. </w:t>
      </w:r>
      <w:r w:rsidRPr="001B73FA">
        <w:rPr>
          <w:szCs w:val="20"/>
        </w:rPr>
        <w:t>Pour l</w:t>
      </w:r>
      <w:r w:rsidR="00462692" w:rsidRPr="00A4769E">
        <w:rPr>
          <w:szCs w:val="20"/>
        </w:rPr>
        <w:t>’</w:t>
      </w:r>
      <w:r w:rsidRPr="001B73FA">
        <w:rPr>
          <w:szCs w:val="20"/>
        </w:rPr>
        <w:t>occasion</w:t>
      </w:r>
      <w:r w:rsidR="00462692" w:rsidRPr="00A4769E">
        <w:rPr>
          <w:szCs w:val="20"/>
        </w:rPr>
        <w:t xml:space="preserve">, </w:t>
      </w:r>
      <w:r w:rsidRPr="001B73FA">
        <w:rPr>
          <w:szCs w:val="20"/>
        </w:rPr>
        <w:t>on l</w:t>
      </w:r>
      <w:r w:rsidR="00462692" w:rsidRPr="00A4769E">
        <w:rPr>
          <w:szCs w:val="20"/>
        </w:rPr>
        <w:t>’</w:t>
      </w:r>
      <w:r w:rsidRPr="001B73FA">
        <w:rPr>
          <w:szCs w:val="20"/>
        </w:rPr>
        <w:t>avait garni de draps éclatants</w:t>
      </w:r>
      <w:r w:rsidR="00462692" w:rsidRPr="00A4769E">
        <w:rPr>
          <w:szCs w:val="20"/>
        </w:rPr>
        <w:t xml:space="preserve">, </w:t>
      </w:r>
      <w:r w:rsidRPr="001B73FA">
        <w:rPr>
          <w:szCs w:val="20"/>
        </w:rPr>
        <w:t>légèrement amidonnés</w:t>
      </w:r>
      <w:r w:rsidR="00462692" w:rsidRPr="00A4769E">
        <w:rPr>
          <w:szCs w:val="20"/>
        </w:rPr>
        <w:t xml:space="preserve">, </w:t>
      </w:r>
      <w:r w:rsidRPr="001B73FA">
        <w:rPr>
          <w:szCs w:val="20"/>
        </w:rPr>
        <w:t>où Angelo reconnut le damas des draps de l</w:t>
      </w:r>
      <w:r w:rsidR="00462692" w:rsidRPr="00A4769E">
        <w:rPr>
          <w:szCs w:val="20"/>
        </w:rPr>
        <w:t>’</w:t>
      </w:r>
      <w:r w:rsidRPr="001B73FA">
        <w:rPr>
          <w:szCs w:val="20"/>
        </w:rPr>
        <w:t>auberge</w:t>
      </w:r>
      <w:r w:rsidR="00462692" w:rsidRPr="00A4769E">
        <w:rPr>
          <w:szCs w:val="20"/>
        </w:rPr>
        <w:t xml:space="preserve">. </w:t>
      </w:r>
      <w:r w:rsidRPr="001B73FA">
        <w:rPr>
          <w:szCs w:val="20"/>
        </w:rPr>
        <w:t>Il fut touché de l</w:t>
      </w:r>
      <w:r w:rsidR="00462692" w:rsidRPr="00A4769E">
        <w:rPr>
          <w:szCs w:val="20"/>
        </w:rPr>
        <w:t>’</w:t>
      </w:r>
      <w:r w:rsidRPr="001B73FA">
        <w:rPr>
          <w:szCs w:val="20"/>
        </w:rPr>
        <w:t>attention qu</w:t>
      </w:r>
      <w:r w:rsidR="00462692" w:rsidRPr="00A4769E">
        <w:rPr>
          <w:szCs w:val="20"/>
        </w:rPr>
        <w:t>’</w:t>
      </w:r>
      <w:r w:rsidRPr="001B73FA">
        <w:rPr>
          <w:szCs w:val="20"/>
        </w:rPr>
        <w:t>on avait eue en enveloppant également l</w:t>
      </w:r>
      <w:r w:rsidR="00462692" w:rsidRPr="00A4769E">
        <w:rPr>
          <w:szCs w:val="20"/>
        </w:rPr>
        <w:t>’</w:t>
      </w:r>
      <w:r w:rsidRPr="001B73FA">
        <w:rPr>
          <w:szCs w:val="20"/>
        </w:rPr>
        <w:t>oreiller d</w:t>
      </w:r>
      <w:r w:rsidR="00462692" w:rsidRPr="00A4769E">
        <w:rPr>
          <w:szCs w:val="20"/>
        </w:rPr>
        <w:t>’</w:t>
      </w:r>
      <w:r w:rsidRPr="001B73FA">
        <w:rPr>
          <w:szCs w:val="20"/>
        </w:rPr>
        <w:t>une taie à volant de dentelle</w:t>
      </w:r>
      <w:r w:rsidR="00462692" w:rsidRPr="00A4769E">
        <w:rPr>
          <w:szCs w:val="20"/>
        </w:rPr>
        <w:t xml:space="preserve">, </w:t>
      </w:r>
      <w:r w:rsidRPr="001B73FA">
        <w:rPr>
          <w:szCs w:val="20"/>
        </w:rPr>
        <w:t>en tout point semblable à celle qui était destinée à l</w:t>
      </w:r>
      <w:r w:rsidR="00462692" w:rsidRPr="00A4769E">
        <w:rPr>
          <w:szCs w:val="20"/>
        </w:rPr>
        <w:t>’« </w:t>
      </w:r>
      <w:r w:rsidRPr="001B73FA">
        <w:rPr>
          <w:szCs w:val="20"/>
        </w:rPr>
        <w:t>hôte de qualité</w:t>
      </w:r>
      <w:r w:rsidR="00462692" w:rsidRPr="00A4769E">
        <w:rPr>
          <w:szCs w:val="20"/>
        </w:rPr>
        <w:t> ».</w:t>
      </w:r>
    </w:p>
    <w:p w14:paraId="090F9B4D" w14:textId="77777777" w:rsidR="001B73FA" w:rsidRPr="001B73FA" w:rsidRDefault="001B73FA" w:rsidP="001B73FA">
      <w:pPr>
        <w:rPr>
          <w:szCs w:val="20"/>
        </w:rPr>
      </w:pPr>
      <w:r w:rsidRPr="001B73FA">
        <w:rPr>
          <w:szCs w:val="20"/>
        </w:rPr>
        <w:t>Pour le reste</w:t>
      </w:r>
      <w:r w:rsidR="00462692" w:rsidRPr="00A4769E">
        <w:rPr>
          <w:szCs w:val="20"/>
        </w:rPr>
        <w:t xml:space="preserve">, </w:t>
      </w:r>
      <w:r w:rsidRPr="001B73FA">
        <w:rPr>
          <w:szCs w:val="20"/>
        </w:rPr>
        <w:t>la vaste pièce avait l</w:t>
      </w:r>
      <w:r w:rsidR="00462692" w:rsidRPr="00A4769E">
        <w:rPr>
          <w:szCs w:val="20"/>
        </w:rPr>
        <w:t>’</w:t>
      </w:r>
      <w:r w:rsidRPr="001B73FA">
        <w:rPr>
          <w:szCs w:val="20"/>
        </w:rPr>
        <w:t>air d</w:t>
      </w:r>
      <w:r w:rsidR="00462692" w:rsidRPr="00A4769E">
        <w:rPr>
          <w:szCs w:val="20"/>
        </w:rPr>
        <w:t>’</w:t>
      </w:r>
      <w:r w:rsidRPr="001B73FA">
        <w:rPr>
          <w:szCs w:val="20"/>
        </w:rPr>
        <w:t>être un lieu de méditation</w:t>
      </w:r>
      <w:r w:rsidR="00462692" w:rsidRPr="00A4769E">
        <w:rPr>
          <w:szCs w:val="20"/>
        </w:rPr>
        <w:t xml:space="preserve">. </w:t>
      </w:r>
      <w:r w:rsidRPr="001B73FA">
        <w:rPr>
          <w:szCs w:val="20"/>
        </w:rPr>
        <w:t>L</w:t>
      </w:r>
      <w:r w:rsidR="00462692" w:rsidRPr="00A4769E">
        <w:rPr>
          <w:szCs w:val="20"/>
        </w:rPr>
        <w:t>’</w:t>
      </w:r>
      <w:r w:rsidRPr="001B73FA">
        <w:rPr>
          <w:szCs w:val="20"/>
        </w:rPr>
        <w:t>odeur si belle était ici encore plus précise qu</w:t>
      </w:r>
      <w:r w:rsidR="00462692" w:rsidRPr="00A4769E">
        <w:rPr>
          <w:szCs w:val="20"/>
        </w:rPr>
        <w:t>’</w:t>
      </w:r>
      <w:r w:rsidRPr="001B73FA">
        <w:rPr>
          <w:szCs w:val="20"/>
        </w:rPr>
        <w:t>au château</w:t>
      </w:r>
      <w:r w:rsidR="00462692" w:rsidRPr="00A4769E">
        <w:rPr>
          <w:szCs w:val="20"/>
        </w:rPr>
        <w:t xml:space="preserve">. </w:t>
      </w:r>
      <w:r w:rsidRPr="001B73FA">
        <w:rPr>
          <w:szCs w:val="20"/>
        </w:rPr>
        <w:t>Cette odeur était si charmante qu</w:t>
      </w:r>
      <w:r w:rsidR="00462692" w:rsidRPr="00A4769E">
        <w:rPr>
          <w:szCs w:val="20"/>
        </w:rPr>
        <w:t>’</w:t>
      </w:r>
      <w:r w:rsidRPr="001B73FA">
        <w:rPr>
          <w:szCs w:val="20"/>
        </w:rPr>
        <w:t>il tomba en rêverie</w:t>
      </w:r>
      <w:r w:rsidR="00462692" w:rsidRPr="00A4769E">
        <w:rPr>
          <w:szCs w:val="20"/>
        </w:rPr>
        <w:t xml:space="preserve">. </w:t>
      </w:r>
      <w:r w:rsidRPr="001B73FA">
        <w:rPr>
          <w:szCs w:val="20"/>
        </w:rPr>
        <w:t>Il resta planté devant une bibliothèque basse</w:t>
      </w:r>
      <w:r w:rsidR="00462692" w:rsidRPr="00A4769E">
        <w:rPr>
          <w:szCs w:val="20"/>
        </w:rPr>
        <w:t xml:space="preserve">, </w:t>
      </w:r>
      <w:r w:rsidRPr="001B73FA">
        <w:rPr>
          <w:szCs w:val="20"/>
        </w:rPr>
        <w:t>où il venait d</w:t>
      </w:r>
      <w:r w:rsidR="00462692" w:rsidRPr="00A4769E">
        <w:rPr>
          <w:szCs w:val="20"/>
        </w:rPr>
        <w:t>’</w:t>
      </w:r>
      <w:r w:rsidRPr="001B73FA">
        <w:rPr>
          <w:szCs w:val="20"/>
        </w:rPr>
        <w:t>apercevoir les elzévirs d</w:t>
      </w:r>
      <w:r w:rsidR="00462692" w:rsidRPr="00A4769E">
        <w:rPr>
          <w:szCs w:val="20"/>
        </w:rPr>
        <w:t>’</w:t>
      </w:r>
      <w:r w:rsidRPr="001B73FA">
        <w:rPr>
          <w:szCs w:val="20"/>
        </w:rPr>
        <w:t>une petite édition de l</w:t>
      </w:r>
      <w:r w:rsidR="00462692" w:rsidRPr="00A4769E">
        <w:rPr>
          <w:szCs w:val="20"/>
        </w:rPr>
        <w:t>’</w:t>
      </w:r>
      <w:r w:rsidRPr="001B73FA">
        <w:rPr>
          <w:szCs w:val="20"/>
        </w:rPr>
        <w:t>Arioste</w:t>
      </w:r>
      <w:r w:rsidR="00462692" w:rsidRPr="00A4769E">
        <w:rPr>
          <w:szCs w:val="20"/>
        </w:rPr>
        <w:t xml:space="preserve">, </w:t>
      </w:r>
      <w:r w:rsidRPr="001B73FA">
        <w:rPr>
          <w:szCs w:val="20"/>
        </w:rPr>
        <w:t>de Shakespeare et de Calderon</w:t>
      </w:r>
      <w:r w:rsidR="00462692" w:rsidRPr="00A4769E">
        <w:rPr>
          <w:szCs w:val="20"/>
        </w:rPr>
        <w:t>. « </w:t>
      </w:r>
      <w:r w:rsidRPr="001B73FA">
        <w:rPr>
          <w:szCs w:val="20"/>
        </w:rPr>
        <w:t>Quel est l</w:t>
      </w:r>
      <w:r w:rsidR="00462692" w:rsidRPr="00A4769E">
        <w:rPr>
          <w:szCs w:val="20"/>
        </w:rPr>
        <w:t>’</w:t>
      </w:r>
      <w:r w:rsidRPr="001B73FA">
        <w:rPr>
          <w:szCs w:val="20"/>
        </w:rPr>
        <w:t>être passionné</w:t>
      </w:r>
      <w:r w:rsidR="00462692" w:rsidRPr="00A4769E">
        <w:rPr>
          <w:szCs w:val="20"/>
        </w:rPr>
        <w:t xml:space="preserve">, </w:t>
      </w:r>
      <w:r w:rsidRPr="001B73FA">
        <w:rPr>
          <w:szCs w:val="20"/>
        </w:rPr>
        <w:t>se dit-il</w:t>
      </w:r>
      <w:r w:rsidR="00462692" w:rsidRPr="00A4769E">
        <w:rPr>
          <w:szCs w:val="20"/>
        </w:rPr>
        <w:t xml:space="preserve">, </w:t>
      </w:r>
      <w:r w:rsidRPr="001B73FA">
        <w:rPr>
          <w:szCs w:val="20"/>
        </w:rPr>
        <w:t>qui a inventé de porter ce parfum et laisse ainsi des traces devant tous les pas que je fais depuis que j</w:t>
      </w:r>
      <w:r w:rsidR="00462692" w:rsidRPr="00A4769E">
        <w:rPr>
          <w:szCs w:val="20"/>
        </w:rPr>
        <w:t>’</w:t>
      </w:r>
      <w:r w:rsidRPr="001B73FA">
        <w:rPr>
          <w:szCs w:val="20"/>
        </w:rPr>
        <w:t>ai poussé la porte vitrée de cette façade pâle</w:t>
      </w:r>
      <w:r w:rsidR="00462692" w:rsidRPr="00A4769E">
        <w:rPr>
          <w:szCs w:val="20"/>
        </w:rPr>
        <w:t xml:space="preserve">, </w:t>
      </w:r>
      <w:r w:rsidRPr="001B73FA">
        <w:rPr>
          <w:szCs w:val="20"/>
        </w:rPr>
        <w:t>si harmonieuse et si noble</w:t>
      </w:r>
      <w:r w:rsidR="00462692" w:rsidRPr="00A4769E">
        <w:rPr>
          <w:szCs w:val="20"/>
        </w:rPr>
        <w:t xml:space="preserve"> ? </w:t>
      </w:r>
      <w:r w:rsidRPr="001B73FA">
        <w:rPr>
          <w:szCs w:val="20"/>
        </w:rPr>
        <w:t>Si cette Marquise caustique qui n</w:t>
      </w:r>
      <w:r w:rsidR="00462692" w:rsidRPr="00A4769E">
        <w:rPr>
          <w:szCs w:val="20"/>
        </w:rPr>
        <w:t>’</w:t>
      </w:r>
      <w:r w:rsidRPr="001B73FA">
        <w:rPr>
          <w:szCs w:val="20"/>
        </w:rPr>
        <w:t>a presque pas parlé aujourd</w:t>
      </w:r>
      <w:r w:rsidR="00462692" w:rsidRPr="00A4769E">
        <w:rPr>
          <w:szCs w:val="20"/>
        </w:rPr>
        <w:t>’</w:t>
      </w:r>
      <w:r w:rsidRPr="001B73FA">
        <w:rPr>
          <w:szCs w:val="20"/>
        </w:rPr>
        <w:t>hui</w:t>
      </w:r>
      <w:r w:rsidR="00462692" w:rsidRPr="00A4769E">
        <w:rPr>
          <w:szCs w:val="20"/>
        </w:rPr>
        <w:t xml:space="preserve">, </w:t>
      </w:r>
      <w:r w:rsidRPr="001B73FA">
        <w:rPr>
          <w:szCs w:val="20"/>
        </w:rPr>
        <w:t>mais n</w:t>
      </w:r>
      <w:r w:rsidR="00462692" w:rsidRPr="00A4769E">
        <w:rPr>
          <w:szCs w:val="20"/>
        </w:rPr>
        <w:t>’</w:t>
      </w:r>
      <w:r w:rsidRPr="001B73FA">
        <w:rPr>
          <w:szCs w:val="20"/>
        </w:rPr>
        <w:t>a pas cessé de me regarder d</w:t>
      </w:r>
      <w:r w:rsidR="00462692" w:rsidRPr="00A4769E">
        <w:rPr>
          <w:szCs w:val="20"/>
        </w:rPr>
        <w:t>’</w:t>
      </w:r>
      <w:r w:rsidRPr="001B73FA">
        <w:rPr>
          <w:szCs w:val="20"/>
        </w:rPr>
        <w:t>un air amusé</w:t>
      </w:r>
      <w:r w:rsidR="00462692" w:rsidRPr="00A4769E">
        <w:rPr>
          <w:szCs w:val="20"/>
        </w:rPr>
        <w:t xml:space="preserve">, </w:t>
      </w:r>
      <w:r w:rsidRPr="001B73FA">
        <w:rPr>
          <w:szCs w:val="20"/>
        </w:rPr>
        <w:t>avait quarante ans de moins</w:t>
      </w:r>
      <w:r w:rsidR="00462692" w:rsidRPr="00A4769E">
        <w:rPr>
          <w:szCs w:val="20"/>
        </w:rPr>
        <w:t xml:space="preserve">, </w:t>
      </w:r>
      <w:r w:rsidRPr="001B73FA">
        <w:rPr>
          <w:szCs w:val="20"/>
        </w:rPr>
        <w:t>je dirais que c</w:t>
      </w:r>
      <w:r w:rsidR="00462692" w:rsidRPr="00A4769E">
        <w:rPr>
          <w:szCs w:val="20"/>
        </w:rPr>
        <w:t>’</w:t>
      </w:r>
      <w:r w:rsidRPr="001B73FA">
        <w:rPr>
          <w:szCs w:val="20"/>
        </w:rPr>
        <w:t>est elle</w:t>
      </w:r>
      <w:r w:rsidR="00462692" w:rsidRPr="00A4769E">
        <w:rPr>
          <w:szCs w:val="20"/>
        </w:rPr>
        <w:t xml:space="preserve">. </w:t>
      </w:r>
      <w:r w:rsidRPr="001B73FA">
        <w:rPr>
          <w:szCs w:val="20"/>
        </w:rPr>
        <w:t>Elle a dû être fort capable</w:t>
      </w:r>
      <w:r w:rsidR="00462692" w:rsidRPr="00A4769E">
        <w:rPr>
          <w:szCs w:val="20"/>
        </w:rPr>
        <w:t xml:space="preserve">, </w:t>
      </w:r>
      <w:r w:rsidRPr="001B73FA">
        <w:rPr>
          <w:szCs w:val="20"/>
        </w:rPr>
        <w:t>dans sa jeunesse</w:t>
      </w:r>
      <w:r w:rsidR="00462692" w:rsidRPr="00A4769E">
        <w:rPr>
          <w:szCs w:val="20"/>
        </w:rPr>
        <w:t xml:space="preserve">, </w:t>
      </w:r>
      <w:r w:rsidRPr="001B73FA">
        <w:rPr>
          <w:szCs w:val="20"/>
        </w:rPr>
        <w:t>d</w:t>
      </w:r>
      <w:r w:rsidR="00462692" w:rsidRPr="00A4769E">
        <w:rPr>
          <w:szCs w:val="20"/>
        </w:rPr>
        <w:t>’</w:t>
      </w:r>
      <w:r w:rsidRPr="001B73FA">
        <w:rPr>
          <w:szCs w:val="20"/>
        </w:rPr>
        <w:t>arborer ainsi ce besoin de l</w:t>
      </w:r>
      <w:r w:rsidR="00462692" w:rsidRPr="00A4769E">
        <w:rPr>
          <w:szCs w:val="20"/>
        </w:rPr>
        <w:t>’</w:t>
      </w:r>
      <w:r w:rsidRPr="001B73FA">
        <w:rPr>
          <w:szCs w:val="20"/>
        </w:rPr>
        <w:t>ultra</w:t>
      </w:r>
      <w:r w:rsidR="00462692" w:rsidRPr="00A4769E">
        <w:rPr>
          <w:szCs w:val="20"/>
        </w:rPr>
        <w:t xml:space="preserve">. </w:t>
      </w:r>
      <w:r w:rsidRPr="001B73FA">
        <w:rPr>
          <w:szCs w:val="20"/>
        </w:rPr>
        <w:t>Mais il faut à peine ici vingt ans</w:t>
      </w:r>
      <w:r w:rsidR="00462692" w:rsidRPr="00A4769E">
        <w:rPr>
          <w:szCs w:val="20"/>
        </w:rPr>
        <w:t xml:space="preserve">. </w:t>
      </w:r>
      <w:r w:rsidRPr="001B73FA">
        <w:rPr>
          <w:szCs w:val="20"/>
        </w:rPr>
        <w:t>Ceci n</w:t>
      </w:r>
      <w:r w:rsidR="00462692" w:rsidRPr="00A4769E">
        <w:rPr>
          <w:szCs w:val="20"/>
        </w:rPr>
        <w:t>’</w:t>
      </w:r>
      <w:r w:rsidRPr="001B73FA">
        <w:rPr>
          <w:szCs w:val="20"/>
        </w:rPr>
        <w:t>est pas porté par souci d</w:t>
      </w:r>
      <w:r w:rsidR="00462692" w:rsidRPr="00A4769E">
        <w:rPr>
          <w:szCs w:val="20"/>
        </w:rPr>
        <w:t>’</w:t>
      </w:r>
      <w:r w:rsidRPr="001B73FA">
        <w:rPr>
          <w:szCs w:val="20"/>
        </w:rPr>
        <w:t>élégance</w:t>
      </w:r>
      <w:r w:rsidR="00462692" w:rsidRPr="00A4769E">
        <w:rPr>
          <w:szCs w:val="20"/>
        </w:rPr>
        <w:t xml:space="preserve"> : </w:t>
      </w:r>
      <w:r w:rsidRPr="001B73FA">
        <w:rPr>
          <w:szCs w:val="20"/>
        </w:rPr>
        <w:t>c</w:t>
      </w:r>
      <w:r w:rsidR="00462692" w:rsidRPr="00A4769E">
        <w:rPr>
          <w:szCs w:val="20"/>
        </w:rPr>
        <w:t>’</w:t>
      </w:r>
      <w:r w:rsidRPr="001B73FA">
        <w:rPr>
          <w:szCs w:val="20"/>
        </w:rPr>
        <w:t>est le romarin d</w:t>
      </w:r>
      <w:r w:rsidR="00462692" w:rsidRPr="00A4769E">
        <w:rPr>
          <w:szCs w:val="20"/>
        </w:rPr>
        <w:t>’</w:t>
      </w:r>
      <w:r w:rsidRPr="001B73FA">
        <w:rPr>
          <w:szCs w:val="20"/>
        </w:rPr>
        <w:t>Ophélie</w:t>
      </w:r>
      <w:r w:rsidR="00462692" w:rsidRPr="00A4769E">
        <w:rPr>
          <w:szCs w:val="20"/>
        </w:rPr>
        <w:t>. »</w:t>
      </w:r>
    </w:p>
    <w:p w14:paraId="36C58B7A" w14:textId="77777777" w:rsidR="00462692" w:rsidRPr="00A4769E" w:rsidRDefault="001B73FA" w:rsidP="001B73FA">
      <w:pPr>
        <w:rPr>
          <w:szCs w:val="20"/>
        </w:rPr>
      </w:pPr>
      <w:r w:rsidRPr="001B73FA">
        <w:rPr>
          <w:szCs w:val="20"/>
        </w:rPr>
        <w:lastRenderedPageBreak/>
        <w:t>La nuit retentissait du chant des rainettes</w:t>
      </w:r>
      <w:r w:rsidR="00462692" w:rsidRPr="00A4769E">
        <w:rPr>
          <w:szCs w:val="20"/>
        </w:rPr>
        <w:t xml:space="preserve">. </w:t>
      </w:r>
      <w:r w:rsidRPr="001B73FA">
        <w:rPr>
          <w:szCs w:val="20"/>
        </w:rPr>
        <w:t>Il y eut un frémissement assez violent dans les arbres</w:t>
      </w:r>
      <w:r w:rsidR="00462692" w:rsidRPr="00A4769E">
        <w:rPr>
          <w:szCs w:val="20"/>
        </w:rPr>
        <w:t xml:space="preserve">, </w:t>
      </w:r>
      <w:r w:rsidRPr="001B73FA">
        <w:rPr>
          <w:szCs w:val="20"/>
        </w:rPr>
        <w:t>et Angelo entendit le bruit d</w:t>
      </w:r>
      <w:r w:rsidR="00462692" w:rsidRPr="00A4769E">
        <w:rPr>
          <w:szCs w:val="20"/>
        </w:rPr>
        <w:t>’</w:t>
      </w:r>
      <w:r w:rsidRPr="001B73FA">
        <w:rPr>
          <w:szCs w:val="20"/>
        </w:rPr>
        <w:t>une eau qui clapotait</w:t>
      </w:r>
      <w:r w:rsidR="00462692" w:rsidRPr="00A4769E">
        <w:rPr>
          <w:szCs w:val="20"/>
        </w:rPr>
        <w:t xml:space="preserve">. </w:t>
      </w:r>
      <w:r w:rsidRPr="001B73FA">
        <w:rPr>
          <w:szCs w:val="20"/>
        </w:rPr>
        <w:t>Il entrouvrit une fenêtre qui donnait sur les derrières du pavillon et un peu de lune qui avait déchiré les nuages lui fit voir</w:t>
      </w:r>
      <w:r w:rsidR="00462692" w:rsidRPr="00A4769E">
        <w:rPr>
          <w:szCs w:val="20"/>
        </w:rPr>
        <w:t xml:space="preserve">, </w:t>
      </w:r>
      <w:r w:rsidRPr="001B73FA">
        <w:rPr>
          <w:szCs w:val="20"/>
        </w:rPr>
        <w:t>au pied des murs</w:t>
      </w:r>
      <w:r w:rsidR="00462692" w:rsidRPr="00A4769E">
        <w:rPr>
          <w:szCs w:val="20"/>
        </w:rPr>
        <w:t xml:space="preserve">, </w:t>
      </w:r>
      <w:r w:rsidRPr="001B73FA">
        <w:rPr>
          <w:szCs w:val="20"/>
        </w:rPr>
        <w:t>l</w:t>
      </w:r>
      <w:r w:rsidR="00462692" w:rsidRPr="00A4769E">
        <w:rPr>
          <w:szCs w:val="20"/>
        </w:rPr>
        <w:t>’</w:t>
      </w:r>
      <w:r w:rsidRPr="001B73FA">
        <w:rPr>
          <w:szCs w:val="20"/>
        </w:rPr>
        <w:t>eau et les joncs d</w:t>
      </w:r>
      <w:r w:rsidR="00462692" w:rsidRPr="00A4769E">
        <w:rPr>
          <w:szCs w:val="20"/>
        </w:rPr>
        <w:t>’</w:t>
      </w:r>
      <w:r w:rsidRPr="001B73FA">
        <w:rPr>
          <w:szCs w:val="20"/>
        </w:rPr>
        <w:t>un étang</w:t>
      </w:r>
      <w:r w:rsidR="00462692" w:rsidRPr="00A4769E">
        <w:rPr>
          <w:szCs w:val="20"/>
        </w:rPr>
        <w:t>.</w:t>
      </w:r>
    </w:p>
    <w:p w14:paraId="53848B21" w14:textId="77777777" w:rsidR="001B73FA" w:rsidRPr="001B73FA" w:rsidRDefault="001B73FA" w:rsidP="001B73FA">
      <w:pPr>
        <w:rPr>
          <w:szCs w:val="20"/>
        </w:rPr>
      </w:pPr>
      <w:r w:rsidRPr="001B73FA">
        <w:rPr>
          <w:szCs w:val="20"/>
        </w:rPr>
        <w:t>Il ne pouvait pas détacher ses yeux de cette plaque d</w:t>
      </w:r>
      <w:r w:rsidR="00462692" w:rsidRPr="00A4769E">
        <w:rPr>
          <w:szCs w:val="20"/>
        </w:rPr>
        <w:t>’</w:t>
      </w:r>
      <w:r w:rsidRPr="001B73FA">
        <w:rPr>
          <w:szCs w:val="20"/>
        </w:rPr>
        <w:t>étain luisant sertie par l</w:t>
      </w:r>
      <w:r w:rsidR="00462692" w:rsidRPr="00A4769E">
        <w:rPr>
          <w:szCs w:val="20"/>
        </w:rPr>
        <w:t>’</w:t>
      </w:r>
      <w:r w:rsidRPr="001B73FA">
        <w:rPr>
          <w:szCs w:val="20"/>
        </w:rPr>
        <w:t>ombre très noire du parc</w:t>
      </w:r>
      <w:r w:rsidR="00462692" w:rsidRPr="00A4769E">
        <w:rPr>
          <w:szCs w:val="20"/>
        </w:rPr>
        <w:t xml:space="preserve">. </w:t>
      </w:r>
      <w:r w:rsidRPr="001B73FA">
        <w:rPr>
          <w:szCs w:val="20"/>
        </w:rPr>
        <w:t>Enfin il ferma la fenêtre et fut en proie à d</w:t>
      </w:r>
      <w:r w:rsidR="00462692" w:rsidRPr="00A4769E">
        <w:rPr>
          <w:szCs w:val="20"/>
        </w:rPr>
        <w:t>’</w:t>
      </w:r>
      <w:r w:rsidRPr="001B73FA">
        <w:rPr>
          <w:szCs w:val="20"/>
        </w:rPr>
        <w:t>amères réflexions</w:t>
      </w:r>
      <w:r w:rsidR="00462692" w:rsidRPr="00A4769E">
        <w:rPr>
          <w:szCs w:val="20"/>
        </w:rPr>
        <w:t> : « </w:t>
      </w:r>
      <w:r w:rsidRPr="001B73FA">
        <w:rPr>
          <w:szCs w:val="20"/>
        </w:rPr>
        <w:t>J</w:t>
      </w:r>
      <w:r w:rsidR="00462692" w:rsidRPr="00A4769E">
        <w:rPr>
          <w:szCs w:val="20"/>
        </w:rPr>
        <w:t>’</w:t>
      </w:r>
      <w:r w:rsidRPr="001B73FA">
        <w:rPr>
          <w:szCs w:val="20"/>
        </w:rPr>
        <w:t>ai manqué ma vie</w:t>
      </w:r>
      <w:r w:rsidR="00462692" w:rsidRPr="00A4769E">
        <w:rPr>
          <w:szCs w:val="20"/>
        </w:rPr>
        <w:t xml:space="preserve">, </w:t>
      </w:r>
      <w:r w:rsidRPr="001B73FA">
        <w:rPr>
          <w:szCs w:val="20"/>
        </w:rPr>
        <w:t>se dit-il</w:t>
      </w:r>
      <w:r w:rsidR="00462692" w:rsidRPr="00A4769E">
        <w:rPr>
          <w:szCs w:val="20"/>
        </w:rPr>
        <w:t xml:space="preserve">. </w:t>
      </w:r>
      <w:r w:rsidRPr="001B73FA">
        <w:rPr>
          <w:szCs w:val="20"/>
        </w:rPr>
        <w:t>J</w:t>
      </w:r>
      <w:r w:rsidR="00462692" w:rsidRPr="00A4769E">
        <w:rPr>
          <w:szCs w:val="20"/>
        </w:rPr>
        <w:t>’</w:t>
      </w:r>
      <w:r w:rsidRPr="001B73FA">
        <w:rPr>
          <w:szCs w:val="20"/>
        </w:rPr>
        <w:t>ai cru voir de la grandeur à lutter pour établir la liberté</w:t>
      </w:r>
      <w:r w:rsidR="00462692" w:rsidRPr="00A4769E">
        <w:rPr>
          <w:szCs w:val="20"/>
        </w:rPr>
        <w:t xml:space="preserve">. </w:t>
      </w:r>
      <w:r w:rsidRPr="001B73FA">
        <w:rPr>
          <w:szCs w:val="20"/>
        </w:rPr>
        <w:t>Je ne serais arrivé qu</w:t>
      </w:r>
      <w:r w:rsidR="00462692" w:rsidRPr="00A4769E">
        <w:rPr>
          <w:szCs w:val="20"/>
        </w:rPr>
        <w:t>’</w:t>
      </w:r>
      <w:r w:rsidRPr="001B73FA">
        <w:rPr>
          <w:szCs w:val="20"/>
        </w:rPr>
        <w:t>à établir des hypocrites dans les ministères de mon pays</w:t>
      </w:r>
      <w:r w:rsidR="00462692" w:rsidRPr="00A4769E">
        <w:rPr>
          <w:szCs w:val="20"/>
        </w:rPr>
        <w:t xml:space="preserve">. </w:t>
      </w:r>
      <w:r w:rsidRPr="001B73FA">
        <w:rPr>
          <w:szCs w:val="20"/>
        </w:rPr>
        <w:t>Il n</w:t>
      </w:r>
      <w:r w:rsidR="00462692" w:rsidRPr="00A4769E">
        <w:rPr>
          <w:szCs w:val="20"/>
        </w:rPr>
        <w:t>’</w:t>
      </w:r>
      <w:r w:rsidRPr="001B73FA">
        <w:rPr>
          <w:szCs w:val="20"/>
        </w:rPr>
        <w:t>y a pas de tâche plus noble que la poursuite du bonheur</w:t>
      </w:r>
      <w:r w:rsidR="00462692" w:rsidRPr="00A4769E">
        <w:rPr>
          <w:szCs w:val="20"/>
        </w:rPr>
        <w:t xml:space="preserve">. </w:t>
      </w:r>
      <w:r w:rsidRPr="001B73FA">
        <w:rPr>
          <w:szCs w:val="20"/>
        </w:rPr>
        <w:t>Là aussi</w:t>
      </w:r>
      <w:r w:rsidR="00462692" w:rsidRPr="00A4769E">
        <w:rPr>
          <w:szCs w:val="20"/>
        </w:rPr>
        <w:t xml:space="preserve">, </w:t>
      </w:r>
      <w:r w:rsidRPr="001B73FA">
        <w:rPr>
          <w:szCs w:val="20"/>
        </w:rPr>
        <w:t>il est difficile de rester pur sans être dupe</w:t>
      </w:r>
      <w:r w:rsidR="00462692" w:rsidRPr="00A4769E">
        <w:rPr>
          <w:szCs w:val="20"/>
        </w:rPr>
        <w:t xml:space="preserve">, </w:t>
      </w:r>
      <w:r w:rsidRPr="001B73FA">
        <w:rPr>
          <w:szCs w:val="20"/>
        </w:rPr>
        <w:t>mais quelle victoire si on y parvient</w:t>
      </w:r>
      <w:r w:rsidR="00462692" w:rsidRPr="00A4769E">
        <w:rPr>
          <w:szCs w:val="20"/>
        </w:rPr>
        <w:t xml:space="preserve"> ! </w:t>
      </w:r>
      <w:r w:rsidRPr="001B73FA">
        <w:rPr>
          <w:szCs w:val="20"/>
        </w:rPr>
        <w:t>Il y faut presque autant de bravoure</w:t>
      </w:r>
      <w:r w:rsidR="00462692" w:rsidRPr="00A4769E">
        <w:rPr>
          <w:szCs w:val="20"/>
        </w:rPr>
        <w:t xml:space="preserve">. </w:t>
      </w:r>
      <w:r w:rsidRPr="001B73FA">
        <w:rPr>
          <w:szCs w:val="20"/>
        </w:rPr>
        <w:t>Je me suis laissé prendre à l</w:t>
      </w:r>
      <w:r w:rsidR="00462692" w:rsidRPr="00A4769E">
        <w:rPr>
          <w:szCs w:val="20"/>
        </w:rPr>
        <w:t>’</w:t>
      </w:r>
      <w:r w:rsidRPr="001B73FA">
        <w:rPr>
          <w:szCs w:val="20"/>
        </w:rPr>
        <w:t>illusion de la quantité</w:t>
      </w:r>
      <w:r w:rsidR="00462692" w:rsidRPr="00A4769E">
        <w:rPr>
          <w:szCs w:val="20"/>
        </w:rPr>
        <w:t xml:space="preserve">. </w:t>
      </w:r>
      <w:r w:rsidRPr="001B73FA">
        <w:rPr>
          <w:szCs w:val="20"/>
        </w:rPr>
        <w:t>La bonne opinion qu</w:t>
      </w:r>
      <w:r w:rsidR="00462692" w:rsidRPr="00A4769E">
        <w:rPr>
          <w:szCs w:val="20"/>
        </w:rPr>
        <w:t>’</w:t>
      </w:r>
      <w:r w:rsidRPr="001B73FA">
        <w:rPr>
          <w:szCs w:val="20"/>
        </w:rPr>
        <w:t>on avait de moi</w:t>
      </w:r>
      <w:r w:rsidR="00462692" w:rsidRPr="00A4769E">
        <w:rPr>
          <w:szCs w:val="20"/>
        </w:rPr>
        <w:t xml:space="preserve">, </w:t>
      </w:r>
      <w:r w:rsidRPr="001B73FA">
        <w:rPr>
          <w:szCs w:val="20"/>
        </w:rPr>
        <w:t>j</w:t>
      </w:r>
      <w:r w:rsidR="00462692" w:rsidRPr="00A4769E">
        <w:rPr>
          <w:szCs w:val="20"/>
        </w:rPr>
        <w:t>’</w:t>
      </w:r>
      <w:r w:rsidRPr="001B73FA">
        <w:rPr>
          <w:szCs w:val="20"/>
        </w:rPr>
        <w:t>ai voulu la justifier en me sacrifiant au plus grand nombre</w:t>
      </w:r>
      <w:r w:rsidR="00462692" w:rsidRPr="00A4769E">
        <w:rPr>
          <w:szCs w:val="20"/>
        </w:rPr>
        <w:t xml:space="preserve">. </w:t>
      </w:r>
      <w:r w:rsidRPr="001B73FA">
        <w:rPr>
          <w:szCs w:val="20"/>
        </w:rPr>
        <w:t>Quel bonheur</w:t>
      </w:r>
      <w:r w:rsidR="00462692" w:rsidRPr="00A4769E">
        <w:rPr>
          <w:szCs w:val="20"/>
        </w:rPr>
        <w:t xml:space="preserve">, </w:t>
      </w:r>
      <w:r w:rsidRPr="001B73FA">
        <w:rPr>
          <w:szCs w:val="20"/>
        </w:rPr>
        <w:t>au contraire</w:t>
      </w:r>
      <w:r w:rsidR="00462692" w:rsidRPr="00A4769E">
        <w:rPr>
          <w:szCs w:val="20"/>
        </w:rPr>
        <w:t xml:space="preserve">, </w:t>
      </w:r>
      <w:r w:rsidRPr="001B73FA">
        <w:rPr>
          <w:szCs w:val="20"/>
        </w:rPr>
        <w:t>si je pouvais mettre mon c</w:t>
      </w:r>
      <w:r w:rsidR="00462692" w:rsidRPr="00A4769E">
        <w:rPr>
          <w:szCs w:val="20"/>
        </w:rPr>
        <w:t>œ</w:t>
      </w:r>
      <w:r w:rsidRPr="001B73FA">
        <w:rPr>
          <w:szCs w:val="20"/>
        </w:rPr>
        <w:t>ur au service de la qualité</w:t>
      </w:r>
      <w:r w:rsidR="00462692" w:rsidRPr="00A4769E">
        <w:rPr>
          <w:szCs w:val="20"/>
        </w:rPr>
        <w:t xml:space="preserve"> ! </w:t>
      </w:r>
      <w:r w:rsidRPr="001B73FA">
        <w:rPr>
          <w:szCs w:val="20"/>
        </w:rPr>
        <w:t>Cette qualité n</w:t>
      </w:r>
      <w:r w:rsidR="00462692" w:rsidRPr="00A4769E">
        <w:rPr>
          <w:szCs w:val="20"/>
        </w:rPr>
        <w:t>’</w:t>
      </w:r>
      <w:r w:rsidRPr="001B73FA">
        <w:rPr>
          <w:szCs w:val="20"/>
        </w:rPr>
        <w:t>étant même contenue que dans une seule personne</w:t>
      </w:r>
      <w:r w:rsidR="00462692" w:rsidRPr="00A4769E">
        <w:rPr>
          <w:szCs w:val="20"/>
        </w:rPr>
        <w:t>.</w:t>
      </w:r>
      <w:r w:rsidR="00462692" w:rsidRPr="00A4769E">
        <w:rPr>
          <w:szCs w:val="20"/>
        </w:rPr>
        <w:t> »</w:t>
      </w:r>
    </w:p>
    <w:p w14:paraId="1EDA5997" w14:textId="77777777" w:rsidR="00462692" w:rsidRPr="00A4769E" w:rsidRDefault="001B73FA" w:rsidP="001B73FA">
      <w:pPr>
        <w:rPr>
          <w:szCs w:val="20"/>
        </w:rPr>
      </w:pPr>
      <w:r w:rsidRPr="001B73FA">
        <w:rPr>
          <w:szCs w:val="20"/>
        </w:rPr>
        <w:t>Tout en réfléchissant gravement de cette façon très enfantine et en éprouvant des souffrances véritables</w:t>
      </w:r>
      <w:r w:rsidR="00462692" w:rsidRPr="00A4769E">
        <w:rPr>
          <w:szCs w:val="20"/>
        </w:rPr>
        <w:t xml:space="preserve">, </w:t>
      </w:r>
      <w:r w:rsidRPr="001B73FA">
        <w:rPr>
          <w:szCs w:val="20"/>
        </w:rPr>
        <w:t>il avait fait quelques pas jusqu</w:t>
      </w:r>
      <w:r w:rsidR="00462692" w:rsidRPr="00A4769E">
        <w:rPr>
          <w:szCs w:val="20"/>
        </w:rPr>
        <w:t>’</w:t>
      </w:r>
      <w:r w:rsidRPr="001B73FA">
        <w:rPr>
          <w:szCs w:val="20"/>
        </w:rPr>
        <w:t>à un petit secrétaire</w:t>
      </w:r>
      <w:r w:rsidR="00462692" w:rsidRPr="00A4769E">
        <w:rPr>
          <w:szCs w:val="20"/>
        </w:rPr>
        <w:t xml:space="preserve">, </w:t>
      </w:r>
      <w:r w:rsidRPr="001B73FA">
        <w:rPr>
          <w:szCs w:val="20"/>
        </w:rPr>
        <w:t>et l</w:t>
      </w:r>
      <w:r w:rsidR="00462692" w:rsidRPr="00A4769E">
        <w:rPr>
          <w:szCs w:val="20"/>
        </w:rPr>
        <w:t>’</w:t>
      </w:r>
      <w:r w:rsidRPr="001B73FA">
        <w:rPr>
          <w:szCs w:val="20"/>
        </w:rPr>
        <w:t>odeur qui le touchait si profondément fut soudain</w:t>
      </w:r>
      <w:r w:rsidR="00462692" w:rsidRPr="00A4769E">
        <w:rPr>
          <w:szCs w:val="20"/>
        </w:rPr>
        <w:t xml:space="preserve">, </w:t>
      </w:r>
      <w:r w:rsidRPr="001B73FA">
        <w:rPr>
          <w:szCs w:val="20"/>
        </w:rPr>
        <w:t>à cet endroit-là</w:t>
      </w:r>
      <w:r w:rsidR="00462692" w:rsidRPr="00A4769E">
        <w:rPr>
          <w:szCs w:val="20"/>
        </w:rPr>
        <w:t xml:space="preserve">, </w:t>
      </w:r>
      <w:r w:rsidRPr="001B73FA">
        <w:rPr>
          <w:szCs w:val="20"/>
        </w:rPr>
        <w:t xml:space="preserve">très présente </w:t>
      </w:r>
      <w:r w:rsidR="00462692" w:rsidRPr="00A4769E">
        <w:rPr>
          <w:szCs w:val="20"/>
        </w:rPr>
        <w:t>« </w:t>
      </w:r>
      <w:r w:rsidRPr="001B73FA">
        <w:rPr>
          <w:szCs w:val="20"/>
        </w:rPr>
        <w:t>C</w:t>
      </w:r>
      <w:r w:rsidR="00462692" w:rsidRPr="00A4769E">
        <w:rPr>
          <w:szCs w:val="20"/>
        </w:rPr>
        <w:t>’</w:t>
      </w:r>
      <w:r w:rsidRPr="001B73FA">
        <w:rPr>
          <w:szCs w:val="20"/>
        </w:rPr>
        <w:t>est ici</w:t>
      </w:r>
      <w:r w:rsidR="00462692" w:rsidRPr="00A4769E">
        <w:rPr>
          <w:szCs w:val="20"/>
        </w:rPr>
        <w:t xml:space="preserve">, </w:t>
      </w:r>
      <w:r w:rsidRPr="001B73FA">
        <w:rPr>
          <w:szCs w:val="20"/>
        </w:rPr>
        <w:t>sans doute</w:t>
      </w:r>
      <w:r w:rsidR="00462692" w:rsidRPr="00A4769E">
        <w:rPr>
          <w:szCs w:val="20"/>
        </w:rPr>
        <w:t xml:space="preserve">, </w:t>
      </w:r>
      <w:r w:rsidRPr="001B73FA">
        <w:rPr>
          <w:szCs w:val="20"/>
        </w:rPr>
        <w:t>se dit-il</w:t>
      </w:r>
      <w:r w:rsidR="00462692" w:rsidRPr="00A4769E">
        <w:rPr>
          <w:szCs w:val="20"/>
        </w:rPr>
        <w:t xml:space="preserve">, </w:t>
      </w:r>
      <w:r w:rsidRPr="001B73FA">
        <w:rPr>
          <w:szCs w:val="20"/>
        </w:rPr>
        <w:t>que cette femme si tendre s</w:t>
      </w:r>
      <w:r w:rsidR="00462692" w:rsidRPr="00A4769E">
        <w:rPr>
          <w:szCs w:val="20"/>
        </w:rPr>
        <w:t>’</w:t>
      </w:r>
      <w:r w:rsidRPr="001B73FA">
        <w:rPr>
          <w:szCs w:val="20"/>
        </w:rPr>
        <w:t>assoit</w:t>
      </w:r>
      <w:r w:rsidR="00462692" w:rsidRPr="00A4769E">
        <w:rPr>
          <w:szCs w:val="20"/>
        </w:rPr>
        <w:t xml:space="preserve">. </w:t>
      </w:r>
      <w:r w:rsidRPr="001B73FA">
        <w:rPr>
          <w:szCs w:val="20"/>
        </w:rPr>
        <w:t>C</w:t>
      </w:r>
      <w:r w:rsidR="00462692" w:rsidRPr="00A4769E">
        <w:rPr>
          <w:szCs w:val="20"/>
        </w:rPr>
        <w:t>’</w:t>
      </w:r>
      <w:r w:rsidRPr="001B73FA">
        <w:rPr>
          <w:szCs w:val="20"/>
        </w:rPr>
        <w:t>est ici qu</w:t>
      </w:r>
      <w:r w:rsidR="00462692" w:rsidRPr="00A4769E">
        <w:rPr>
          <w:szCs w:val="20"/>
        </w:rPr>
        <w:t>’</w:t>
      </w:r>
      <w:r w:rsidRPr="001B73FA">
        <w:rPr>
          <w:szCs w:val="20"/>
        </w:rPr>
        <w:t>elle vient vivre une partie de sa vie que personne ne connaît</w:t>
      </w:r>
      <w:r w:rsidR="00462692" w:rsidRPr="00A4769E">
        <w:rPr>
          <w:szCs w:val="20"/>
        </w:rPr>
        <w:t xml:space="preserve">, </w:t>
      </w:r>
      <w:r w:rsidRPr="001B73FA">
        <w:rPr>
          <w:szCs w:val="20"/>
        </w:rPr>
        <w:t>sauf elle</w:t>
      </w:r>
      <w:r w:rsidR="00462692" w:rsidRPr="00A4769E">
        <w:rPr>
          <w:szCs w:val="20"/>
        </w:rPr>
        <w:t xml:space="preserve">, </w:t>
      </w:r>
      <w:r w:rsidRPr="001B73FA">
        <w:rPr>
          <w:szCs w:val="20"/>
        </w:rPr>
        <w:t>et dont son parfum dévoile toute la richesse</w:t>
      </w:r>
      <w:r w:rsidR="00462692" w:rsidRPr="00A4769E">
        <w:rPr>
          <w:szCs w:val="20"/>
        </w:rPr>
        <w:t xml:space="preserve">. </w:t>
      </w:r>
      <w:r w:rsidRPr="001B73FA">
        <w:rPr>
          <w:szCs w:val="20"/>
        </w:rPr>
        <w:t>C</w:t>
      </w:r>
      <w:r w:rsidR="00462692" w:rsidRPr="00A4769E">
        <w:rPr>
          <w:szCs w:val="20"/>
        </w:rPr>
        <w:t>’</w:t>
      </w:r>
      <w:r w:rsidRPr="001B73FA">
        <w:rPr>
          <w:szCs w:val="20"/>
        </w:rPr>
        <w:t>est certainement ici</w:t>
      </w:r>
      <w:r w:rsidR="00462692" w:rsidRPr="00A4769E">
        <w:rPr>
          <w:szCs w:val="20"/>
        </w:rPr>
        <w:t xml:space="preserve">, </w:t>
      </w:r>
      <w:r w:rsidRPr="001B73FA">
        <w:rPr>
          <w:szCs w:val="20"/>
        </w:rPr>
        <w:t>quand elle est seule</w:t>
      </w:r>
      <w:r w:rsidR="00462692" w:rsidRPr="00A4769E">
        <w:rPr>
          <w:szCs w:val="20"/>
        </w:rPr>
        <w:t xml:space="preserve">, </w:t>
      </w:r>
      <w:r w:rsidRPr="001B73FA">
        <w:rPr>
          <w:szCs w:val="20"/>
        </w:rPr>
        <w:t>qu</w:t>
      </w:r>
      <w:r w:rsidR="00462692" w:rsidRPr="00A4769E">
        <w:rPr>
          <w:szCs w:val="20"/>
        </w:rPr>
        <w:t>’</w:t>
      </w:r>
      <w:r w:rsidRPr="001B73FA">
        <w:rPr>
          <w:szCs w:val="20"/>
        </w:rPr>
        <w:t>elle a les pensées les plus audacieuses et qu</w:t>
      </w:r>
      <w:r w:rsidR="00462692" w:rsidRPr="00A4769E">
        <w:rPr>
          <w:szCs w:val="20"/>
        </w:rPr>
        <w:t>’</w:t>
      </w:r>
      <w:r w:rsidRPr="001B73FA">
        <w:rPr>
          <w:szCs w:val="20"/>
        </w:rPr>
        <w:t>elle peut devenir aussi belle que ce parfum</w:t>
      </w:r>
      <w:r w:rsidR="00462692" w:rsidRPr="00A4769E">
        <w:rPr>
          <w:szCs w:val="20"/>
        </w:rPr>
        <w:t xml:space="preserve">. </w:t>
      </w:r>
      <w:r w:rsidRPr="001B73FA">
        <w:rPr>
          <w:szCs w:val="20"/>
        </w:rPr>
        <w:t>Non</w:t>
      </w:r>
      <w:r w:rsidR="00462692" w:rsidRPr="00A4769E">
        <w:rPr>
          <w:szCs w:val="20"/>
        </w:rPr>
        <w:t xml:space="preserve">, </w:t>
      </w:r>
      <w:r w:rsidRPr="001B73FA">
        <w:rPr>
          <w:szCs w:val="20"/>
        </w:rPr>
        <w:t>poursuivit-il au comble de l</w:t>
      </w:r>
      <w:r w:rsidR="00462692" w:rsidRPr="00A4769E">
        <w:rPr>
          <w:szCs w:val="20"/>
        </w:rPr>
        <w:t>’</w:t>
      </w:r>
      <w:r w:rsidRPr="001B73FA">
        <w:rPr>
          <w:szCs w:val="20"/>
        </w:rPr>
        <w:t>émotion</w:t>
      </w:r>
      <w:r w:rsidR="00462692" w:rsidRPr="00A4769E">
        <w:rPr>
          <w:szCs w:val="20"/>
        </w:rPr>
        <w:t xml:space="preserve">, </w:t>
      </w:r>
      <w:r w:rsidRPr="001B73FA">
        <w:rPr>
          <w:szCs w:val="20"/>
        </w:rPr>
        <w:t xml:space="preserve">elle doit être toujours aussi belle que </w:t>
      </w:r>
      <w:r w:rsidRPr="001B73FA">
        <w:rPr>
          <w:szCs w:val="20"/>
        </w:rPr>
        <w:lastRenderedPageBreak/>
        <w:t>ce parfum</w:t>
      </w:r>
      <w:r w:rsidR="00462692" w:rsidRPr="00A4769E">
        <w:rPr>
          <w:szCs w:val="20"/>
        </w:rPr>
        <w:t xml:space="preserve">, </w:t>
      </w:r>
      <w:r w:rsidRPr="001B73FA">
        <w:rPr>
          <w:szCs w:val="20"/>
        </w:rPr>
        <w:t>puisqu</w:t>
      </w:r>
      <w:r w:rsidR="00462692" w:rsidRPr="00A4769E">
        <w:rPr>
          <w:szCs w:val="20"/>
        </w:rPr>
        <w:t>’</w:t>
      </w:r>
      <w:r w:rsidRPr="001B73FA">
        <w:rPr>
          <w:szCs w:val="20"/>
        </w:rPr>
        <w:t>elle a l</w:t>
      </w:r>
      <w:r w:rsidR="00462692" w:rsidRPr="00A4769E">
        <w:rPr>
          <w:szCs w:val="20"/>
        </w:rPr>
        <w:t>’</w:t>
      </w:r>
      <w:r w:rsidRPr="001B73FA">
        <w:rPr>
          <w:szCs w:val="20"/>
        </w:rPr>
        <w:t>audace de le porter partout dans cette maison et sans doute partout dans le monde</w:t>
      </w:r>
      <w:r w:rsidR="00462692" w:rsidRPr="00A4769E">
        <w:rPr>
          <w:szCs w:val="20"/>
        </w:rPr>
        <w:t>. »</w:t>
      </w:r>
      <w:r w:rsidRPr="001B73FA">
        <w:rPr>
          <w:szCs w:val="20"/>
        </w:rPr>
        <w:t xml:space="preserve"> Il ne se demanda même pas comment tant de qualités pouvaient laisser supposer le libre fonctionnement d</w:t>
      </w:r>
      <w:r w:rsidR="00462692" w:rsidRPr="00A4769E">
        <w:rPr>
          <w:szCs w:val="20"/>
        </w:rPr>
        <w:t>’</w:t>
      </w:r>
      <w:r w:rsidRPr="001B73FA">
        <w:rPr>
          <w:szCs w:val="20"/>
        </w:rPr>
        <w:t>un organisme physique</w:t>
      </w:r>
      <w:r w:rsidR="00462692" w:rsidRPr="00A4769E">
        <w:rPr>
          <w:szCs w:val="20"/>
        </w:rPr>
        <w:t xml:space="preserve">. </w:t>
      </w:r>
      <w:r w:rsidRPr="001B73FA">
        <w:rPr>
          <w:szCs w:val="20"/>
        </w:rPr>
        <w:t>Si cette femme était entrée</w:t>
      </w:r>
      <w:r w:rsidR="00462692" w:rsidRPr="00A4769E">
        <w:rPr>
          <w:szCs w:val="20"/>
        </w:rPr>
        <w:t xml:space="preserve">, </w:t>
      </w:r>
      <w:r w:rsidRPr="001B73FA">
        <w:rPr>
          <w:szCs w:val="20"/>
        </w:rPr>
        <w:t>il ne l</w:t>
      </w:r>
      <w:r w:rsidR="00462692" w:rsidRPr="00A4769E">
        <w:rPr>
          <w:szCs w:val="20"/>
        </w:rPr>
        <w:t>’</w:t>
      </w:r>
      <w:r w:rsidRPr="001B73FA">
        <w:rPr>
          <w:szCs w:val="20"/>
        </w:rPr>
        <w:t>aurait pas reconnue</w:t>
      </w:r>
      <w:r w:rsidR="00462692" w:rsidRPr="00A4769E">
        <w:rPr>
          <w:szCs w:val="20"/>
        </w:rPr>
        <w:t>.</w:t>
      </w:r>
    </w:p>
    <w:p w14:paraId="39ABBF36" w14:textId="77777777" w:rsidR="00462692" w:rsidRPr="00A4769E" w:rsidRDefault="001B73FA" w:rsidP="001B73FA">
      <w:pPr>
        <w:rPr>
          <w:szCs w:val="20"/>
        </w:rPr>
      </w:pPr>
      <w:r w:rsidRPr="001B73FA">
        <w:rPr>
          <w:szCs w:val="20"/>
        </w:rPr>
        <w:t>Il y avait sur le secrétaire un petit vase de porcelaine d</w:t>
      </w:r>
      <w:r w:rsidR="00462692" w:rsidRPr="00A4769E">
        <w:rPr>
          <w:szCs w:val="20"/>
        </w:rPr>
        <w:t>’</w:t>
      </w:r>
      <w:r w:rsidRPr="001B73FA">
        <w:rPr>
          <w:szCs w:val="20"/>
        </w:rPr>
        <w:t>où le parfum semblait venir</w:t>
      </w:r>
      <w:r w:rsidR="00462692" w:rsidRPr="00A4769E">
        <w:rPr>
          <w:szCs w:val="20"/>
        </w:rPr>
        <w:t xml:space="preserve">. </w:t>
      </w:r>
      <w:r w:rsidRPr="001B73FA">
        <w:rPr>
          <w:szCs w:val="20"/>
        </w:rPr>
        <w:t>Angelo le regarda de plus près et découvrit un petit mouchoir enfoncé dans le goulot</w:t>
      </w:r>
      <w:r w:rsidR="00462692" w:rsidRPr="00A4769E">
        <w:rPr>
          <w:szCs w:val="20"/>
        </w:rPr>
        <w:t xml:space="preserve">. </w:t>
      </w:r>
      <w:r w:rsidRPr="001B73FA">
        <w:rPr>
          <w:szCs w:val="20"/>
        </w:rPr>
        <w:t>Il le tira</w:t>
      </w:r>
      <w:r w:rsidR="00462692" w:rsidRPr="00A4769E">
        <w:rPr>
          <w:szCs w:val="20"/>
        </w:rPr>
        <w:t xml:space="preserve">, </w:t>
      </w:r>
      <w:r w:rsidRPr="001B73FA">
        <w:rPr>
          <w:szCs w:val="20"/>
        </w:rPr>
        <w:t>et dès qu</w:t>
      </w:r>
      <w:r w:rsidR="00462692" w:rsidRPr="00A4769E">
        <w:rPr>
          <w:szCs w:val="20"/>
        </w:rPr>
        <w:t>’</w:t>
      </w:r>
      <w:r w:rsidRPr="001B73FA">
        <w:rPr>
          <w:szCs w:val="20"/>
        </w:rPr>
        <w:t>il l</w:t>
      </w:r>
      <w:r w:rsidR="00462692" w:rsidRPr="00A4769E">
        <w:rPr>
          <w:szCs w:val="20"/>
        </w:rPr>
        <w:t>’</w:t>
      </w:r>
      <w:r w:rsidRPr="001B73FA">
        <w:rPr>
          <w:szCs w:val="20"/>
        </w:rPr>
        <w:t>eut dans ses mains</w:t>
      </w:r>
      <w:r w:rsidR="00462692" w:rsidRPr="00A4769E">
        <w:rPr>
          <w:szCs w:val="20"/>
        </w:rPr>
        <w:t xml:space="preserve">, </w:t>
      </w:r>
      <w:r w:rsidRPr="001B73FA">
        <w:rPr>
          <w:szCs w:val="20"/>
        </w:rPr>
        <w:t>il ne vit absolument pas de ridicule à se faire tuer pour ce mouchoir</w:t>
      </w:r>
      <w:r w:rsidR="00462692" w:rsidRPr="00A4769E">
        <w:rPr>
          <w:szCs w:val="20"/>
        </w:rPr>
        <w:t xml:space="preserve">. </w:t>
      </w:r>
      <w:r w:rsidRPr="001B73FA">
        <w:rPr>
          <w:szCs w:val="20"/>
        </w:rPr>
        <w:t>Il fut alors tellement heureux que</w:t>
      </w:r>
      <w:r w:rsidR="00462692" w:rsidRPr="00A4769E">
        <w:rPr>
          <w:szCs w:val="20"/>
        </w:rPr>
        <w:t xml:space="preserve">, </w:t>
      </w:r>
      <w:r w:rsidRPr="001B73FA">
        <w:rPr>
          <w:szCs w:val="20"/>
        </w:rPr>
        <w:t>dans sa fatigue</w:t>
      </w:r>
      <w:r w:rsidR="00462692" w:rsidRPr="00A4769E">
        <w:rPr>
          <w:szCs w:val="20"/>
        </w:rPr>
        <w:t xml:space="preserve">, </w:t>
      </w:r>
      <w:r w:rsidRPr="001B73FA">
        <w:rPr>
          <w:szCs w:val="20"/>
        </w:rPr>
        <w:t>une grande paix soudaine l</w:t>
      </w:r>
      <w:r w:rsidR="00462692" w:rsidRPr="00A4769E">
        <w:rPr>
          <w:szCs w:val="20"/>
        </w:rPr>
        <w:t>’</w:t>
      </w:r>
      <w:r w:rsidRPr="001B73FA">
        <w:rPr>
          <w:szCs w:val="20"/>
        </w:rPr>
        <w:t>obligea presque à dormir debout</w:t>
      </w:r>
      <w:r w:rsidR="00462692" w:rsidRPr="00A4769E">
        <w:rPr>
          <w:szCs w:val="20"/>
        </w:rPr>
        <w:t xml:space="preserve">. </w:t>
      </w:r>
      <w:r w:rsidRPr="001B73FA">
        <w:rPr>
          <w:szCs w:val="20"/>
        </w:rPr>
        <w:t>Il se déshabilla et</w:t>
      </w:r>
      <w:r w:rsidR="00462692" w:rsidRPr="00A4769E">
        <w:rPr>
          <w:szCs w:val="20"/>
        </w:rPr>
        <w:t xml:space="preserve">, </w:t>
      </w:r>
      <w:r w:rsidRPr="001B73FA">
        <w:rPr>
          <w:szCs w:val="20"/>
        </w:rPr>
        <w:t>gardant le mouchoir dans sa main</w:t>
      </w:r>
      <w:r w:rsidR="00462692" w:rsidRPr="00A4769E">
        <w:rPr>
          <w:szCs w:val="20"/>
        </w:rPr>
        <w:t xml:space="preserve">, </w:t>
      </w:r>
      <w:r w:rsidRPr="001B73FA">
        <w:rPr>
          <w:szCs w:val="20"/>
        </w:rPr>
        <w:t>il n</w:t>
      </w:r>
      <w:r w:rsidR="00462692" w:rsidRPr="00A4769E">
        <w:rPr>
          <w:szCs w:val="20"/>
        </w:rPr>
        <w:t>’</w:t>
      </w:r>
      <w:r w:rsidRPr="001B73FA">
        <w:rPr>
          <w:szCs w:val="20"/>
        </w:rPr>
        <w:t>eut pas plus tôt la tête sur l</w:t>
      </w:r>
      <w:r w:rsidR="00462692" w:rsidRPr="00A4769E">
        <w:rPr>
          <w:szCs w:val="20"/>
        </w:rPr>
        <w:t>’</w:t>
      </w:r>
      <w:r w:rsidRPr="001B73FA">
        <w:rPr>
          <w:szCs w:val="20"/>
        </w:rPr>
        <w:t>oreiller qu</w:t>
      </w:r>
      <w:r w:rsidR="00462692" w:rsidRPr="00A4769E">
        <w:rPr>
          <w:szCs w:val="20"/>
        </w:rPr>
        <w:t>’</w:t>
      </w:r>
      <w:r w:rsidRPr="001B73FA">
        <w:rPr>
          <w:szCs w:val="20"/>
        </w:rPr>
        <w:t>il tomba dans un sommeil sans rêves</w:t>
      </w:r>
      <w:r w:rsidR="00462692" w:rsidRPr="00A4769E">
        <w:rPr>
          <w:szCs w:val="20"/>
        </w:rPr>
        <w:t>.</w:t>
      </w:r>
    </w:p>
    <w:p w14:paraId="0CD34DCB" w14:textId="77777777" w:rsidR="00837FD8" w:rsidRDefault="001B73FA" w:rsidP="001B73FA">
      <w:pPr>
        <w:rPr>
          <w:szCs w:val="20"/>
        </w:rPr>
      </w:pPr>
      <w:r w:rsidRPr="001B73FA">
        <w:rPr>
          <w:szCs w:val="20"/>
        </w:rPr>
        <w:t>Les oiseaux et le grand vent du jour dans les arbres le réveillèrent</w:t>
      </w:r>
      <w:r w:rsidR="00462692" w:rsidRPr="00A4769E">
        <w:rPr>
          <w:szCs w:val="20"/>
        </w:rPr>
        <w:t xml:space="preserve">. </w:t>
      </w:r>
      <w:r w:rsidRPr="001B73FA">
        <w:rPr>
          <w:szCs w:val="20"/>
        </w:rPr>
        <w:t>Il faisait frais et grand soleil</w:t>
      </w:r>
      <w:r w:rsidR="00462692" w:rsidRPr="00A4769E">
        <w:rPr>
          <w:szCs w:val="20"/>
        </w:rPr>
        <w:t xml:space="preserve">. </w:t>
      </w:r>
      <w:r w:rsidRPr="001B73FA">
        <w:rPr>
          <w:szCs w:val="20"/>
        </w:rPr>
        <w:t>Un valet qui l</w:t>
      </w:r>
      <w:r w:rsidR="00462692" w:rsidRPr="00A4769E">
        <w:rPr>
          <w:szCs w:val="20"/>
        </w:rPr>
        <w:t>’</w:t>
      </w:r>
      <w:r w:rsidRPr="001B73FA">
        <w:rPr>
          <w:szCs w:val="20"/>
        </w:rPr>
        <w:t>attendait au seuil du château le mena dans la cour des écuries</w:t>
      </w:r>
      <w:r w:rsidR="00462692" w:rsidRPr="00A4769E">
        <w:rPr>
          <w:szCs w:val="20"/>
        </w:rPr>
        <w:t>. « </w:t>
      </w:r>
      <w:r w:rsidRPr="001B73FA">
        <w:rPr>
          <w:szCs w:val="20"/>
        </w:rPr>
        <w:t>Je vous ai fait préparer</w:t>
      </w:r>
      <w:r w:rsidR="00462692" w:rsidRPr="00A4769E">
        <w:rPr>
          <w:szCs w:val="20"/>
        </w:rPr>
        <w:t xml:space="preserve">, </w:t>
      </w:r>
      <w:r w:rsidRPr="001B73FA">
        <w:rPr>
          <w:szCs w:val="20"/>
        </w:rPr>
        <w:t>dit le Marquis</w:t>
      </w:r>
      <w:r w:rsidR="00462692" w:rsidRPr="00A4769E">
        <w:rPr>
          <w:szCs w:val="20"/>
        </w:rPr>
        <w:t xml:space="preserve">, </w:t>
      </w:r>
      <w:r w:rsidRPr="001B73FA">
        <w:rPr>
          <w:szCs w:val="20"/>
        </w:rPr>
        <w:t>ce beau cheval qui</w:t>
      </w:r>
      <w:r w:rsidR="00C915EE">
        <w:rPr>
          <w:szCs w:val="20"/>
        </w:rPr>
        <w:t>,</w:t>
      </w:r>
      <w:r w:rsidRPr="001B73FA">
        <w:rPr>
          <w:szCs w:val="20"/>
        </w:rPr>
        <w:t xml:space="preserve"> non seulement va vous mener à Aix</w:t>
      </w:r>
      <w:r w:rsidR="00462692" w:rsidRPr="00A4769E">
        <w:rPr>
          <w:szCs w:val="20"/>
        </w:rPr>
        <w:t xml:space="preserve">, </w:t>
      </w:r>
      <w:r w:rsidRPr="001B73FA">
        <w:rPr>
          <w:szCs w:val="20"/>
        </w:rPr>
        <w:t>mais encore vous donnera un grand plaisir tout le long du chemin</w:t>
      </w:r>
      <w:r w:rsidR="00462692" w:rsidRPr="00A4769E">
        <w:rPr>
          <w:szCs w:val="20"/>
        </w:rPr>
        <w:t xml:space="preserve">. </w:t>
      </w:r>
      <w:r w:rsidRPr="001B73FA">
        <w:rPr>
          <w:szCs w:val="20"/>
        </w:rPr>
        <w:t>Amusez-vous à le faire rêver</w:t>
      </w:r>
      <w:r w:rsidR="00462692" w:rsidRPr="00A4769E">
        <w:rPr>
          <w:szCs w:val="20"/>
        </w:rPr>
        <w:t xml:space="preserve"> : </w:t>
      </w:r>
      <w:r w:rsidRPr="001B73FA">
        <w:rPr>
          <w:szCs w:val="20"/>
        </w:rPr>
        <w:t>vous verrez</w:t>
      </w:r>
      <w:r w:rsidR="00462692" w:rsidRPr="00A4769E">
        <w:rPr>
          <w:szCs w:val="20"/>
        </w:rPr>
        <w:t xml:space="preserve">. </w:t>
      </w:r>
      <w:r w:rsidRPr="001B73FA">
        <w:rPr>
          <w:szCs w:val="20"/>
        </w:rPr>
        <w:t>Je ne vous conseille pas de suivre la route par laquelle vous êtes venu et qui vous oblige à passer par Peyrolles</w:t>
      </w:r>
      <w:r w:rsidR="00462692" w:rsidRPr="00A4769E">
        <w:rPr>
          <w:szCs w:val="20"/>
        </w:rPr>
        <w:t xml:space="preserve">. </w:t>
      </w:r>
      <w:r w:rsidRPr="001B73FA">
        <w:rPr>
          <w:szCs w:val="20"/>
        </w:rPr>
        <w:t>Toute la maréchaussée doit être sur pied et vous risquez</w:t>
      </w:r>
      <w:r w:rsidR="00462692" w:rsidRPr="00A4769E">
        <w:rPr>
          <w:szCs w:val="20"/>
        </w:rPr>
        <w:t xml:space="preserve">, </w:t>
      </w:r>
      <w:r w:rsidRPr="001B73FA">
        <w:rPr>
          <w:szCs w:val="20"/>
        </w:rPr>
        <w:t>avec votre costume de velours</w:t>
      </w:r>
      <w:r w:rsidR="00462692" w:rsidRPr="00A4769E">
        <w:rPr>
          <w:szCs w:val="20"/>
        </w:rPr>
        <w:t xml:space="preserve">, </w:t>
      </w:r>
      <w:r w:rsidRPr="001B73FA">
        <w:rPr>
          <w:szCs w:val="20"/>
        </w:rPr>
        <w:t>de paraître insolite sur un cheval que les terrassiers ne sont manifestement pas assez habiles pour monter</w:t>
      </w:r>
      <w:r w:rsidR="00462692" w:rsidRPr="00A4769E">
        <w:rPr>
          <w:szCs w:val="20"/>
        </w:rPr>
        <w:t xml:space="preserve">. </w:t>
      </w:r>
      <w:r w:rsidRPr="001B73FA">
        <w:rPr>
          <w:szCs w:val="20"/>
        </w:rPr>
        <w:t>Je vous prêterais bien une redingote</w:t>
      </w:r>
      <w:r w:rsidR="00462692" w:rsidRPr="00A4769E">
        <w:rPr>
          <w:szCs w:val="20"/>
        </w:rPr>
        <w:t xml:space="preserve">, </w:t>
      </w:r>
      <w:r w:rsidRPr="001B73FA">
        <w:rPr>
          <w:szCs w:val="20"/>
        </w:rPr>
        <w:t>mais je crois que vous détesteriez ça</w:t>
      </w:r>
      <w:r w:rsidR="00462692" w:rsidRPr="00A4769E">
        <w:rPr>
          <w:szCs w:val="20"/>
        </w:rPr>
        <w:t xml:space="preserve">. </w:t>
      </w:r>
      <w:r w:rsidRPr="001B73FA">
        <w:rPr>
          <w:szCs w:val="20"/>
        </w:rPr>
        <w:t>Passez par Saint-Paul et Vauvenargues</w:t>
      </w:r>
      <w:r w:rsidR="00462692" w:rsidRPr="00A4769E">
        <w:rPr>
          <w:szCs w:val="20"/>
        </w:rPr>
        <w:t xml:space="preserve">. </w:t>
      </w:r>
      <w:r w:rsidRPr="001B73FA">
        <w:rPr>
          <w:szCs w:val="20"/>
        </w:rPr>
        <w:t>Et voici le petit papier sur lequel j</w:t>
      </w:r>
      <w:r w:rsidR="00462692" w:rsidRPr="00A4769E">
        <w:rPr>
          <w:szCs w:val="20"/>
        </w:rPr>
        <w:t>’</w:t>
      </w:r>
      <w:r w:rsidRPr="001B73FA">
        <w:rPr>
          <w:szCs w:val="20"/>
        </w:rPr>
        <w:t>ai marqué mon coup d</w:t>
      </w:r>
      <w:r w:rsidR="00462692" w:rsidRPr="00A4769E">
        <w:rPr>
          <w:szCs w:val="20"/>
        </w:rPr>
        <w:t>’</w:t>
      </w:r>
      <w:r w:rsidRPr="001B73FA">
        <w:rPr>
          <w:szCs w:val="20"/>
        </w:rPr>
        <w:t>échecs que je vous ai montré hier soir</w:t>
      </w:r>
      <w:r w:rsidR="00462692" w:rsidRPr="00A4769E">
        <w:rPr>
          <w:szCs w:val="20"/>
        </w:rPr>
        <w:t xml:space="preserve">. </w:t>
      </w:r>
      <w:r w:rsidRPr="001B73FA">
        <w:rPr>
          <w:szCs w:val="20"/>
        </w:rPr>
        <w:t>Je vous ai indiqué au dos l</w:t>
      </w:r>
      <w:r w:rsidR="00462692" w:rsidRPr="00A4769E">
        <w:rPr>
          <w:szCs w:val="20"/>
        </w:rPr>
        <w:t>’</w:t>
      </w:r>
      <w:r w:rsidRPr="001B73FA">
        <w:rPr>
          <w:szCs w:val="20"/>
        </w:rPr>
        <w:t>adresse du grand vicaire</w:t>
      </w:r>
      <w:r w:rsidR="00462692" w:rsidRPr="00A4769E">
        <w:rPr>
          <w:szCs w:val="20"/>
        </w:rPr>
        <w:t xml:space="preserve">. </w:t>
      </w:r>
      <w:r w:rsidRPr="001B73FA">
        <w:rPr>
          <w:szCs w:val="20"/>
        </w:rPr>
        <w:t>Vous pourrez également lui laisser le cheval</w:t>
      </w:r>
      <w:r w:rsidR="00462692" w:rsidRPr="00A4769E">
        <w:rPr>
          <w:szCs w:val="20"/>
        </w:rPr>
        <w:t xml:space="preserve"> : </w:t>
      </w:r>
      <w:r w:rsidRPr="001B73FA">
        <w:rPr>
          <w:szCs w:val="20"/>
        </w:rPr>
        <w:lastRenderedPageBreak/>
        <w:t>il a souvent des occasions de me le faire retourner</w:t>
      </w:r>
      <w:r w:rsidR="00462692" w:rsidRPr="00A4769E">
        <w:rPr>
          <w:szCs w:val="20"/>
        </w:rPr>
        <w:t xml:space="preserve">. </w:t>
      </w:r>
      <w:r w:rsidRPr="001B73FA">
        <w:rPr>
          <w:szCs w:val="20"/>
        </w:rPr>
        <w:t>Bon voyage</w:t>
      </w:r>
      <w:r w:rsidR="00462692" w:rsidRPr="00A4769E">
        <w:rPr>
          <w:szCs w:val="20"/>
        </w:rPr>
        <w:t xml:space="preserve">, </w:t>
      </w:r>
      <w:r w:rsidRPr="001B73FA">
        <w:rPr>
          <w:szCs w:val="20"/>
        </w:rPr>
        <w:t>et je remercie la Providence de m</w:t>
      </w:r>
      <w:r w:rsidR="00462692" w:rsidRPr="00A4769E">
        <w:rPr>
          <w:szCs w:val="20"/>
        </w:rPr>
        <w:t>’</w:t>
      </w:r>
      <w:r w:rsidRPr="001B73FA">
        <w:rPr>
          <w:szCs w:val="20"/>
        </w:rPr>
        <w:t>avoir mis sur votre route</w:t>
      </w:r>
      <w:r w:rsidR="00462692" w:rsidRPr="00A4769E">
        <w:rPr>
          <w:szCs w:val="20"/>
        </w:rPr>
        <w:t xml:space="preserve">. </w:t>
      </w:r>
      <w:r w:rsidRPr="001B73FA">
        <w:rPr>
          <w:szCs w:val="20"/>
        </w:rPr>
        <w:t>Ma s</w:t>
      </w:r>
      <w:r w:rsidR="00462692" w:rsidRPr="00A4769E">
        <w:rPr>
          <w:szCs w:val="20"/>
        </w:rPr>
        <w:t>œ</w:t>
      </w:r>
      <w:r w:rsidRPr="001B73FA">
        <w:rPr>
          <w:szCs w:val="20"/>
        </w:rPr>
        <w:t>ur vous fait plus d</w:t>
      </w:r>
      <w:r w:rsidR="00462692" w:rsidRPr="00A4769E">
        <w:rPr>
          <w:szCs w:val="20"/>
        </w:rPr>
        <w:t>’</w:t>
      </w:r>
      <w:r w:rsidRPr="001B73FA">
        <w:rPr>
          <w:szCs w:val="20"/>
        </w:rPr>
        <w:t>amitiés qu</w:t>
      </w:r>
      <w:r w:rsidR="00462692" w:rsidRPr="00A4769E">
        <w:rPr>
          <w:szCs w:val="20"/>
        </w:rPr>
        <w:t>’</w:t>
      </w:r>
      <w:r w:rsidRPr="001B73FA">
        <w:rPr>
          <w:szCs w:val="20"/>
        </w:rPr>
        <w:t>elle n</w:t>
      </w:r>
      <w:r w:rsidR="00462692" w:rsidRPr="00A4769E">
        <w:rPr>
          <w:szCs w:val="20"/>
        </w:rPr>
        <w:t>’</w:t>
      </w:r>
      <w:r w:rsidRPr="001B73FA">
        <w:rPr>
          <w:szCs w:val="20"/>
        </w:rPr>
        <w:t>en a jamais fait à personne</w:t>
      </w:r>
      <w:r w:rsidR="00462692" w:rsidRPr="00A4769E">
        <w:rPr>
          <w:szCs w:val="20"/>
        </w:rPr>
        <w:t>. »</w:t>
      </w:r>
    </w:p>
    <w:p w14:paraId="215C09B0" w14:textId="64F04636" w:rsidR="00462692" w:rsidRPr="00A4769E" w:rsidRDefault="001B73FA" w:rsidP="001B73FA">
      <w:pPr>
        <w:rPr>
          <w:szCs w:val="20"/>
        </w:rPr>
      </w:pPr>
      <w:r w:rsidRPr="001B73FA">
        <w:rPr>
          <w:szCs w:val="20"/>
        </w:rPr>
        <w:t>Angelo</w:t>
      </w:r>
      <w:r w:rsidR="00462692" w:rsidRPr="00A4769E">
        <w:rPr>
          <w:szCs w:val="20"/>
        </w:rPr>
        <w:t xml:space="preserve">, </w:t>
      </w:r>
      <w:r w:rsidRPr="001B73FA">
        <w:rPr>
          <w:szCs w:val="20"/>
        </w:rPr>
        <w:t>qui avait le petit mouchoir dans la poche de son gousset</w:t>
      </w:r>
      <w:r w:rsidR="00462692" w:rsidRPr="00A4769E">
        <w:rPr>
          <w:szCs w:val="20"/>
        </w:rPr>
        <w:t xml:space="preserve">, </w:t>
      </w:r>
      <w:r w:rsidRPr="001B73FA">
        <w:rPr>
          <w:szCs w:val="20"/>
        </w:rPr>
        <w:t>débordait de bonheur</w:t>
      </w:r>
      <w:r w:rsidR="00462692" w:rsidRPr="00A4769E">
        <w:rPr>
          <w:szCs w:val="20"/>
        </w:rPr>
        <w:t xml:space="preserve">, </w:t>
      </w:r>
      <w:r w:rsidRPr="001B73FA">
        <w:rPr>
          <w:szCs w:val="20"/>
        </w:rPr>
        <w:t>et il aurait écouté n</w:t>
      </w:r>
      <w:r w:rsidR="00462692" w:rsidRPr="00A4769E">
        <w:rPr>
          <w:szCs w:val="20"/>
        </w:rPr>
        <w:t>’</w:t>
      </w:r>
      <w:r w:rsidRPr="001B73FA">
        <w:rPr>
          <w:szCs w:val="20"/>
        </w:rPr>
        <w:t>importe quoi</w:t>
      </w:r>
      <w:r w:rsidR="00462692" w:rsidRPr="00A4769E">
        <w:rPr>
          <w:szCs w:val="20"/>
        </w:rPr>
        <w:t xml:space="preserve">. </w:t>
      </w:r>
      <w:r w:rsidRPr="001B73FA">
        <w:rPr>
          <w:szCs w:val="20"/>
        </w:rPr>
        <w:t>Il fut une surprise délicieuse pour le cheval qui n</w:t>
      </w:r>
      <w:r w:rsidR="00462692" w:rsidRPr="00A4769E">
        <w:rPr>
          <w:szCs w:val="20"/>
        </w:rPr>
        <w:t>’</w:t>
      </w:r>
      <w:r w:rsidRPr="001B73FA">
        <w:rPr>
          <w:szCs w:val="20"/>
        </w:rPr>
        <w:t>attendit même pas d</w:t>
      </w:r>
      <w:r w:rsidR="00462692" w:rsidRPr="00A4769E">
        <w:rPr>
          <w:szCs w:val="20"/>
        </w:rPr>
        <w:t>’</w:t>
      </w:r>
      <w:r w:rsidRPr="001B73FA">
        <w:rPr>
          <w:szCs w:val="20"/>
        </w:rPr>
        <w:t>être sorti de la cour pour manifester sa joie d</w:t>
      </w:r>
      <w:r w:rsidR="00462692" w:rsidRPr="00A4769E">
        <w:rPr>
          <w:szCs w:val="20"/>
        </w:rPr>
        <w:t>’</w:t>
      </w:r>
      <w:r w:rsidRPr="001B73FA">
        <w:rPr>
          <w:szCs w:val="20"/>
        </w:rPr>
        <w:t>être libre</w:t>
      </w:r>
      <w:r w:rsidR="00462692" w:rsidRPr="00A4769E">
        <w:rPr>
          <w:szCs w:val="20"/>
        </w:rPr>
        <w:t xml:space="preserve">, </w:t>
      </w:r>
      <w:r w:rsidRPr="001B73FA">
        <w:rPr>
          <w:szCs w:val="20"/>
        </w:rPr>
        <w:t>en plein soleil</w:t>
      </w:r>
      <w:r w:rsidR="00462692" w:rsidRPr="00A4769E">
        <w:rPr>
          <w:szCs w:val="20"/>
        </w:rPr>
        <w:t xml:space="preserve">, </w:t>
      </w:r>
      <w:r w:rsidRPr="001B73FA">
        <w:rPr>
          <w:szCs w:val="20"/>
        </w:rPr>
        <w:t>avec un cavalier si compréhensif</w:t>
      </w:r>
      <w:r w:rsidR="00462692" w:rsidRPr="00A4769E">
        <w:rPr>
          <w:szCs w:val="20"/>
        </w:rPr>
        <w:t>.</w:t>
      </w:r>
    </w:p>
    <w:p w14:paraId="62EC6D77" w14:textId="77777777" w:rsidR="00C443EF" w:rsidRPr="00A4769E" w:rsidRDefault="001B73FA" w:rsidP="00462692">
      <w:pPr>
        <w:pStyle w:val="Titre1"/>
      </w:pPr>
      <w:bookmarkStart w:id="5" w:name="_Toc195026587"/>
      <w:r w:rsidRPr="001B73FA">
        <w:rPr>
          <w:szCs w:val="20"/>
        </w:rPr>
        <w:lastRenderedPageBreak/>
        <w:t>V</w:t>
      </w:r>
      <w:r w:rsidR="00C443EF" w:rsidRPr="00A4769E">
        <w:t>I</w:t>
      </w:r>
      <w:bookmarkEnd w:id="5"/>
    </w:p>
    <w:p w14:paraId="233067D7" w14:textId="77777777" w:rsidR="00462692" w:rsidRPr="00A4769E" w:rsidRDefault="001B73FA" w:rsidP="001B73FA">
      <w:pPr>
        <w:rPr>
          <w:szCs w:val="20"/>
        </w:rPr>
      </w:pPr>
      <w:r w:rsidRPr="001B73FA">
        <w:rPr>
          <w:szCs w:val="20"/>
        </w:rPr>
        <w:t>L</w:t>
      </w:r>
      <w:r w:rsidR="00462692" w:rsidRPr="00A4769E">
        <w:rPr>
          <w:szCs w:val="20"/>
        </w:rPr>
        <w:t>’</w:t>
      </w:r>
      <w:r w:rsidRPr="001B73FA">
        <w:rPr>
          <w:szCs w:val="20"/>
        </w:rPr>
        <w:t>entrevue avec le vicaire général fut cordiale</w:t>
      </w:r>
      <w:r w:rsidR="00462692" w:rsidRPr="00A4769E">
        <w:rPr>
          <w:szCs w:val="20"/>
        </w:rPr>
        <w:t xml:space="preserve">. </w:t>
      </w:r>
      <w:r w:rsidRPr="001B73FA">
        <w:rPr>
          <w:szCs w:val="20"/>
        </w:rPr>
        <w:t>Cet homme habitait dans une rue d</w:t>
      </w:r>
      <w:r w:rsidR="00462692" w:rsidRPr="00A4769E">
        <w:rPr>
          <w:szCs w:val="20"/>
        </w:rPr>
        <w:t>’</w:t>
      </w:r>
      <w:r w:rsidRPr="001B73FA">
        <w:rPr>
          <w:szCs w:val="20"/>
        </w:rPr>
        <w:t>ombre</w:t>
      </w:r>
      <w:r w:rsidR="00462692" w:rsidRPr="00A4769E">
        <w:rPr>
          <w:szCs w:val="20"/>
        </w:rPr>
        <w:t xml:space="preserve">, </w:t>
      </w:r>
      <w:r w:rsidRPr="001B73FA">
        <w:rPr>
          <w:szCs w:val="20"/>
        </w:rPr>
        <w:t>de paix et de verdure</w:t>
      </w:r>
      <w:r w:rsidR="00462692" w:rsidRPr="00A4769E">
        <w:rPr>
          <w:szCs w:val="20"/>
        </w:rPr>
        <w:t xml:space="preserve">. </w:t>
      </w:r>
      <w:r w:rsidRPr="001B73FA">
        <w:rPr>
          <w:szCs w:val="20"/>
        </w:rPr>
        <w:t>Des fontaines chantaient autour de sa maison</w:t>
      </w:r>
      <w:r w:rsidR="00462692" w:rsidRPr="00A4769E">
        <w:rPr>
          <w:szCs w:val="20"/>
        </w:rPr>
        <w:t xml:space="preserve">. </w:t>
      </w:r>
      <w:r w:rsidRPr="001B73FA">
        <w:rPr>
          <w:szCs w:val="20"/>
        </w:rPr>
        <w:t>Il avait à peine quarante ans</w:t>
      </w:r>
      <w:r w:rsidR="00462692" w:rsidRPr="00A4769E">
        <w:rPr>
          <w:szCs w:val="20"/>
        </w:rPr>
        <w:t xml:space="preserve">. </w:t>
      </w:r>
      <w:r w:rsidRPr="001B73FA">
        <w:rPr>
          <w:szCs w:val="20"/>
        </w:rPr>
        <w:t>Les fleurs d</w:t>
      </w:r>
      <w:r w:rsidR="00462692" w:rsidRPr="00A4769E">
        <w:rPr>
          <w:szCs w:val="20"/>
        </w:rPr>
        <w:t>’</w:t>
      </w:r>
      <w:r w:rsidRPr="001B73FA">
        <w:rPr>
          <w:szCs w:val="20"/>
        </w:rPr>
        <w:t>une vie très ardente riaient dans les fossettes autour de sa bouche</w:t>
      </w:r>
      <w:r w:rsidR="00462692" w:rsidRPr="00A4769E">
        <w:rPr>
          <w:szCs w:val="20"/>
        </w:rPr>
        <w:t xml:space="preserve">. </w:t>
      </w:r>
      <w:r w:rsidRPr="001B73FA">
        <w:rPr>
          <w:szCs w:val="20"/>
        </w:rPr>
        <w:t>Il était célèbre pour des sermons très écoutés qu</w:t>
      </w:r>
      <w:r w:rsidR="00462692" w:rsidRPr="00A4769E">
        <w:rPr>
          <w:szCs w:val="20"/>
        </w:rPr>
        <w:t>’</w:t>
      </w:r>
      <w:r w:rsidRPr="001B73FA">
        <w:rPr>
          <w:szCs w:val="20"/>
        </w:rPr>
        <w:t>il se donnait le plaisir de faire tous les mercredis soir</w:t>
      </w:r>
      <w:r w:rsidR="00462692" w:rsidRPr="00A4769E">
        <w:rPr>
          <w:szCs w:val="20"/>
        </w:rPr>
        <w:t xml:space="preserve">, </w:t>
      </w:r>
      <w:r w:rsidRPr="001B73FA">
        <w:rPr>
          <w:szCs w:val="20"/>
        </w:rPr>
        <w:t>aux Saints-Augustins</w:t>
      </w:r>
      <w:r w:rsidR="00462692" w:rsidRPr="00A4769E">
        <w:rPr>
          <w:szCs w:val="20"/>
        </w:rPr>
        <w:t>.</w:t>
      </w:r>
    </w:p>
    <w:p w14:paraId="130C7561" w14:textId="77777777" w:rsidR="00462692" w:rsidRPr="00A4769E" w:rsidRDefault="001B73FA" w:rsidP="001B73FA">
      <w:pPr>
        <w:rPr>
          <w:szCs w:val="20"/>
        </w:rPr>
      </w:pPr>
      <w:r w:rsidRPr="001B73FA">
        <w:rPr>
          <w:szCs w:val="20"/>
        </w:rPr>
        <w:t>Il sortait certainement d</w:t>
      </w:r>
      <w:r w:rsidR="00462692" w:rsidRPr="00A4769E">
        <w:rPr>
          <w:szCs w:val="20"/>
        </w:rPr>
        <w:t>’</w:t>
      </w:r>
      <w:r w:rsidRPr="001B73FA">
        <w:rPr>
          <w:szCs w:val="20"/>
        </w:rPr>
        <w:t>une très bonne famille</w:t>
      </w:r>
      <w:r w:rsidR="00462692" w:rsidRPr="00A4769E">
        <w:rPr>
          <w:szCs w:val="20"/>
        </w:rPr>
        <w:t xml:space="preserve">. </w:t>
      </w:r>
      <w:r w:rsidRPr="001B73FA">
        <w:rPr>
          <w:szCs w:val="20"/>
        </w:rPr>
        <w:t>Ses manières étaient larges</w:t>
      </w:r>
      <w:r w:rsidR="00462692" w:rsidRPr="00A4769E">
        <w:rPr>
          <w:szCs w:val="20"/>
        </w:rPr>
        <w:t xml:space="preserve">. </w:t>
      </w:r>
      <w:r w:rsidRPr="001B73FA">
        <w:rPr>
          <w:szCs w:val="20"/>
        </w:rPr>
        <w:t>Il marchait d</w:t>
      </w:r>
      <w:r w:rsidR="00462692" w:rsidRPr="00A4769E">
        <w:rPr>
          <w:szCs w:val="20"/>
        </w:rPr>
        <w:t>’</w:t>
      </w:r>
      <w:r w:rsidRPr="001B73FA">
        <w:rPr>
          <w:szCs w:val="20"/>
        </w:rPr>
        <w:t>ailleurs à grands pas</w:t>
      </w:r>
      <w:r w:rsidR="00462692" w:rsidRPr="00A4769E">
        <w:rPr>
          <w:szCs w:val="20"/>
        </w:rPr>
        <w:t xml:space="preserve">, </w:t>
      </w:r>
      <w:r w:rsidRPr="001B73FA">
        <w:rPr>
          <w:szCs w:val="20"/>
        </w:rPr>
        <w:t>sans se soucier de sa robe qui bouillonnait autour de lui d</w:t>
      </w:r>
      <w:r w:rsidR="00462692" w:rsidRPr="00A4769E">
        <w:rPr>
          <w:szCs w:val="20"/>
        </w:rPr>
        <w:t>’</w:t>
      </w:r>
      <w:r w:rsidRPr="001B73FA">
        <w:rPr>
          <w:szCs w:val="20"/>
        </w:rPr>
        <w:t>une façon fort guerrière</w:t>
      </w:r>
      <w:r w:rsidR="00462692" w:rsidRPr="00A4769E">
        <w:rPr>
          <w:szCs w:val="20"/>
        </w:rPr>
        <w:t xml:space="preserve">. </w:t>
      </w:r>
      <w:r w:rsidRPr="001B73FA">
        <w:rPr>
          <w:szCs w:val="20"/>
        </w:rPr>
        <w:t>Angelo le trouva en train de préparer une de ses petites pièces oratoires qui donnaient chaque fois pas mal de tablature aux maris et aux amants</w:t>
      </w:r>
      <w:r w:rsidR="00462692" w:rsidRPr="00A4769E">
        <w:rPr>
          <w:szCs w:val="20"/>
        </w:rPr>
        <w:t xml:space="preserve">, </w:t>
      </w:r>
      <w:r w:rsidRPr="001B73FA">
        <w:rPr>
          <w:szCs w:val="20"/>
        </w:rPr>
        <w:t>mais enchantaient tellement les dames que quelques-unes avaient fait broder certaines de ses phrases sur des ombrelles</w:t>
      </w:r>
      <w:r w:rsidR="00462692" w:rsidRPr="00A4769E">
        <w:rPr>
          <w:szCs w:val="20"/>
        </w:rPr>
        <w:t xml:space="preserve">, </w:t>
      </w:r>
      <w:r w:rsidRPr="001B73FA">
        <w:rPr>
          <w:szCs w:val="20"/>
        </w:rPr>
        <w:t>et même sur des coussins</w:t>
      </w:r>
      <w:r w:rsidR="00462692" w:rsidRPr="00A4769E">
        <w:rPr>
          <w:szCs w:val="20"/>
        </w:rPr>
        <w:t>.</w:t>
      </w:r>
    </w:p>
    <w:p w14:paraId="5FFFCEA5" w14:textId="77777777" w:rsidR="001B73FA" w:rsidRPr="001B73FA" w:rsidRDefault="00462692" w:rsidP="001B73FA">
      <w:pPr>
        <w:rPr>
          <w:szCs w:val="20"/>
        </w:rPr>
      </w:pPr>
      <w:r w:rsidRPr="00A4769E">
        <w:rPr>
          <w:szCs w:val="20"/>
        </w:rPr>
        <w:t>« </w:t>
      </w:r>
      <w:r w:rsidR="001B73FA" w:rsidRPr="001B73FA">
        <w:rPr>
          <w:szCs w:val="20"/>
        </w:rPr>
        <w:t>Alors</w:t>
      </w:r>
      <w:r w:rsidRPr="00A4769E">
        <w:rPr>
          <w:szCs w:val="20"/>
        </w:rPr>
        <w:t xml:space="preserve">, </w:t>
      </w:r>
      <w:r w:rsidR="001B73FA" w:rsidRPr="001B73FA">
        <w:rPr>
          <w:szCs w:val="20"/>
        </w:rPr>
        <w:t>voilà</w:t>
      </w:r>
      <w:r w:rsidRPr="00A4769E">
        <w:rPr>
          <w:szCs w:val="20"/>
        </w:rPr>
        <w:t xml:space="preserve">, </w:t>
      </w:r>
      <w:r w:rsidR="001B73FA" w:rsidRPr="001B73FA">
        <w:rPr>
          <w:szCs w:val="20"/>
        </w:rPr>
        <w:t>dit-il</w:t>
      </w:r>
      <w:r w:rsidRPr="00A4769E">
        <w:rPr>
          <w:szCs w:val="20"/>
        </w:rPr>
        <w:t xml:space="preserve">, </w:t>
      </w:r>
      <w:r w:rsidR="001B73FA" w:rsidRPr="001B73FA">
        <w:rPr>
          <w:szCs w:val="20"/>
        </w:rPr>
        <w:t>ce que le vieux loup a décidé</w:t>
      </w:r>
      <w:r w:rsidRPr="00A4769E">
        <w:rPr>
          <w:szCs w:val="20"/>
        </w:rPr>
        <w:t xml:space="preserve"> ! </w:t>
      </w:r>
      <w:r w:rsidR="001B73FA" w:rsidRPr="001B73FA">
        <w:rPr>
          <w:szCs w:val="20"/>
        </w:rPr>
        <w:t>S</w:t>
      </w:r>
      <w:r w:rsidRPr="00A4769E">
        <w:rPr>
          <w:szCs w:val="20"/>
        </w:rPr>
        <w:t>’</w:t>
      </w:r>
      <w:r w:rsidR="001B73FA" w:rsidRPr="001B73FA">
        <w:rPr>
          <w:szCs w:val="20"/>
        </w:rPr>
        <w:t>il était là</w:t>
      </w:r>
      <w:r w:rsidRPr="00A4769E">
        <w:rPr>
          <w:szCs w:val="20"/>
        </w:rPr>
        <w:t xml:space="preserve">, </w:t>
      </w:r>
      <w:r w:rsidR="001B73FA" w:rsidRPr="001B73FA">
        <w:rPr>
          <w:szCs w:val="20"/>
        </w:rPr>
        <w:t>je lui dirais qu</w:t>
      </w:r>
      <w:r w:rsidRPr="00A4769E">
        <w:rPr>
          <w:szCs w:val="20"/>
        </w:rPr>
        <w:t>’</w:t>
      </w:r>
      <w:r w:rsidR="001B73FA" w:rsidRPr="001B73FA">
        <w:rPr>
          <w:szCs w:val="20"/>
        </w:rPr>
        <w:t>il est mon maître</w:t>
      </w:r>
      <w:r w:rsidRPr="00A4769E">
        <w:rPr>
          <w:szCs w:val="20"/>
        </w:rPr>
        <w:t xml:space="preserve">. </w:t>
      </w:r>
      <w:r w:rsidR="001B73FA" w:rsidRPr="001B73FA">
        <w:rPr>
          <w:szCs w:val="20"/>
        </w:rPr>
        <w:t>Le coup qu</w:t>
      </w:r>
      <w:r w:rsidRPr="00A4769E">
        <w:rPr>
          <w:szCs w:val="20"/>
        </w:rPr>
        <w:t>’</w:t>
      </w:r>
      <w:r w:rsidR="001B73FA" w:rsidRPr="001B73FA">
        <w:rPr>
          <w:szCs w:val="20"/>
        </w:rPr>
        <w:t>il vient de jouer me désarme</w:t>
      </w:r>
      <w:r w:rsidRPr="00A4769E">
        <w:rPr>
          <w:szCs w:val="20"/>
        </w:rPr>
        <w:t xml:space="preserve">. </w:t>
      </w:r>
      <w:r w:rsidR="001B73FA" w:rsidRPr="001B73FA">
        <w:rPr>
          <w:szCs w:val="20"/>
        </w:rPr>
        <w:t>Cette partie est perdue pour moi</w:t>
      </w:r>
      <w:r w:rsidRPr="00A4769E">
        <w:rPr>
          <w:szCs w:val="20"/>
        </w:rPr>
        <w:t xml:space="preserve">. </w:t>
      </w:r>
      <w:r w:rsidR="001B73FA" w:rsidRPr="001B73FA">
        <w:rPr>
          <w:szCs w:val="20"/>
        </w:rPr>
        <w:t>Nous en recommencerons une autre</w:t>
      </w:r>
      <w:r w:rsidRPr="00A4769E">
        <w:rPr>
          <w:szCs w:val="20"/>
        </w:rPr>
        <w:t>. »</w:t>
      </w:r>
      <w:r w:rsidR="001B73FA" w:rsidRPr="001B73FA">
        <w:rPr>
          <w:szCs w:val="20"/>
        </w:rPr>
        <w:t xml:space="preserve"> Ceci était dit avec beaucoup de gaieté</w:t>
      </w:r>
      <w:r w:rsidRPr="00A4769E">
        <w:rPr>
          <w:szCs w:val="20"/>
        </w:rPr>
        <w:t xml:space="preserve">. </w:t>
      </w:r>
      <w:r w:rsidR="001B73FA" w:rsidRPr="001B73FA">
        <w:rPr>
          <w:szCs w:val="20"/>
        </w:rPr>
        <w:t>Il fit apporter du vin qui fut servi par une servante joliment habillée et très loin de l</w:t>
      </w:r>
      <w:r w:rsidRPr="00A4769E">
        <w:rPr>
          <w:szCs w:val="20"/>
        </w:rPr>
        <w:t>’</w:t>
      </w:r>
      <w:r w:rsidR="001B73FA" w:rsidRPr="001B73FA">
        <w:rPr>
          <w:szCs w:val="20"/>
        </w:rPr>
        <w:t>âge canonique</w:t>
      </w:r>
      <w:r w:rsidRPr="00A4769E">
        <w:rPr>
          <w:szCs w:val="20"/>
        </w:rPr>
        <w:t xml:space="preserve">. </w:t>
      </w:r>
      <w:r w:rsidR="001B73FA" w:rsidRPr="001B73FA">
        <w:rPr>
          <w:szCs w:val="20"/>
        </w:rPr>
        <w:t>Il bourra une petite pipe d</w:t>
      </w:r>
      <w:r w:rsidRPr="00A4769E">
        <w:rPr>
          <w:szCs w:val="20"/>
        </w:rPr>
        <w:t>’</w:t>
      </w:r>
      <w:r w:rsidR="001B73FA" w:rsidRPr="001B73FA">
        <w:rPr>
          <w:szCs w:val="20"/>
        </w:rPr>
        <w:t>ambre et d</w:t>
      </w:r>
      <w:r w:rsidRPr="00A4769E">
        <w:rPr>
          <w:szCs w:val="20"/>
        </w:rPr>
        <w:t>’</w:t>
      </w:r>
      <w:r w:rsidR="001B73FA" w:rsidRPr="001B73FA">
        <w:rPr>
          <w:szCs w:val="20"/>
        </w:rPr>
        <w:t>écume</w:t>
      </w:r>
      <w:r w:rsidRPr="00A4769E">
        <w:rPr>
          <w:szCs w:val="20"/>
        </w:rPr>
        <w:t>. « </w:t>
      </w:r>
      <w:r w:rsidR="001B73FA" w:rsidRPr="001B73FA">
        <w:rPr>
          <w:szCs w:val="20"/>
        </w:rPr>
        <w:t>Voilà qui rappelle mon pays</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la qualité est à son aise partout</w:t>
      </w:r>
      <w:r w:rsidRPr="00A4769E">
        <w:rPr>
          <w:szCs w:val="20"/>
        </w:rPr>
        <w:t>.</w:t>
      </w:r>
      <w:r w:rsidRPr="00A4769E">
        <w:rPr>
          <w:szCs w:val="20"/>
        </w:rPr>
        <w:t> »</w:t>
      </w:r>
    </w:p>
    <w:p w14:paraId="73A789EC" w14:textId="77777777" w:rsidR="00462692" w:rsidRPr="00A4769E" w:rsidRDefault="001B73FA" w:rsidP="001B73FA">
      <w:pPr>
        <w:rPr>
          <w:szCs w:val="20"/>
        </w:rPr>
      </w:pPr>
      <w:r w:rsidRPr="001B73FA">
        <w:rPr>
          <w:szCs w:val="20"/>
        </w:rPr>
        <w:t>Il donna même à Angelo un mot de recommandation pour un tailleur qui avait</w:t>
      </w:r>
      <w:r w:rsidR="00462692" w:rsidRPr="00A4769E">
        <w:rPr>
          <w:szCs w:val="20"/>
        </w:rPr>
        <w:t xml:space="preserve">, </w:t>
      </w:r>
      <w:r w:rsidRPr="001B73FA">
        <w:rPr>
          <w:szCs w:val="20"/>
        </w:rPr>
        <w:t>paraît-il</w:t>
      </w:r>
      <w:r w:rsidR="00462692" w:rsidRPr="00A4769E">
        <w:rPr>
          <w:szCs w:val="20"/>
        </w:rPr>
        <w:t xml:space="preserve">, </w:t>
      </w:r>
      <w:r w:rsidRPr="001B73FA">
        <w:rPr>
          <w:szCs w:val="20"/>
        </w:rPr>
        <w:t xml:space="preserve">la coupe de Paris et des </w:t>
      </w:r>
      <w:r w:rsidRPr="001B73FA">
        <w:rPr>
          <w:szCs w:val="20"/>
        </w:rPr>
        <w:lastRenderedPageBreak/>
        <w:t>notions assez précises de confortable anglais</w:t>
      </w:r>
      <w:r w:rsidR="00462692" w:rsidRPr="00A4769E">
        <w:rPr>
          <w:szCs w:val="20"/>
        </w:rPr>
        <w:t>. « </w:t>
      </w:r>
      <w:r w:rsidRPr="001B73FA">
        <w:rPr>
          <w:szCs w:val="20"/>
        </w:rPr>
        <w:t>Il a la prodigieuse habileté</w:t>
      </w:r>
      <w:r w:rsidR="00462692" w:rsidRPr="00A4769E">
        <w:rPr>
          <w:szCs w:val="20"/>
        </w:rPr>
        <w:t xml:space="preserve">, </w:t>
      </w:r>
      <w:r w:rsidRPr="001B73FA">
        <w:rPr>
          <w:szCs w:val="20"/>
        </w:rPr>
        <w:t>dit le vicaire général</w:t>
      </w:r>
      <w:r w:rsidR="00462692" w:rsidRPr="00A4769E">
        <w:rPr>
          <w:szCs w:val="20"/>
        </w:rPr>
        <w:t xml:space="preserve">, </w:t>
      </w:r>
      <w:r w:rsidRPr="001B73FA">
        <w:rPr>
          <w:szCs w:val="20"/>
        </w:rPr>
        <w:t>de donner le chic anglais</w:t>
      </w:r>
      <w:r w:rsidR="00462692" w:rsidRPr="00A4769E">
        <w:rPr>
          <w:szCs w:val="20"/>
        </w:rPr>
        <w:t xml:space="preserve">, </w:t>
      </w:r>
      <w:r w:rsidRPr="001B73FA">
        <w:rPr>
          <w:szCs w:val="20"/>
        </w:rPr>
        <w:t>même à des soutanes</w:t>
      </w:r>
      <w:r w:rsidR="00462692" w:rsidRPr="00A4769E">
        <w:rPr>
          <w:szCs w:val="20"/>
        </w:rPr>
        <w:t xml:space="preserve">. </w:t>
      </w:r>
      <w:r w:rsidRPr="001B73FA">
        <w:rPr>
          <w:szCs w:val="20"/>
        </w:rPr>
        <w:t>Vous ne pouvez vous faire habiller par personne d</w:t>
      </w:r>
      <w:r w:rsidR="00462692" w:rsidRPr="00A4769E">
        <w:rPr>
          <w:szCs w:val="20"/>
        </w:rPr>
        <w:t>’</w:t>
      </w:r>
      <w:r w:rsidRPr="001B73FA">
        <w:rPr>
          <w:szCs w:val="20"/>
        </w:rPr>
        <w:t>autre que lui</w:t>
      </w:r>
      <w:r w:rsidR="00462692" w:rsidRPr="00A4769E">
        <w:rPr>
          <w:szCs w:val="20"/>
        </w:rPr>
        <w:t xml:space="preserve">, </w:t>
      </w:r>
      <w:r w:rsidRPr="001B73FA">
        <w:rPr>
          <w:szCs w:val="20"/>
        </w:rPr>
        <w:t>si vous désirez</w:t>
      </w:r>
      <w:r w:rsidR="00462692" w:rsidRPr="00A4769E">
        <w:rPr>
          <w:szCs w:val="20"/>
        </w:rPr>
        <w:t xml:space="preserve">, </w:t>
      </w:r>
      <w:r w:rsidRPr="001B73FA">
        <w:rPr>
          <w:szCs w:val="20"/>
        </w:rPr>
        <w:t>comme je le vois</w:t>
      </w:r>
      <w:r w:rsidR="00462692" w:rsidRPr="00A4769E">
        <w:rPr>
          <w:szCs w:val="20"/>
        </w:rPr>
        <w:t xml:space="preserve">, </w:t>
      </w:r>
      <w:r w:rsidRPr="001B73FA">
        <w:rPr>
          <w:szCs w:val="20"/>
        </w:rPr>
        <w:t>éprouver le bonheur d</w:t>
      </w:r>
      <w:r w:rsidR="00462692" w:rsidRPr="00A4769E">
        <w:rPr>
          <w:szCs w:val="20"/>
        </w:rPr>
        <w:t>’</w:t>
      </w:r>
      <w:r w:rsidRPr="001B73FA">
        <w:rPr>
          <w:szCs w:val="20"/>
        </w:rPr>
        <w:t>être à la fois invisible et présent</w:t>
      </w:r>
      <w:r w:rsidR="00462692" w:rsidRPr="00A4769E">
        <w:rPr>
          <w:szCs w:val="20"/>
        </w:rPr>
        <w:t>. »« </w:t>
      </w:r>
      <w:r w:rsidRPr="001B73FA">
        <w:rPr>
          <w:szCs w:val="20"/>
        </w:rPr>
        <w:t>Quelle profondeur</w:t>
      </w:r>
      <w:r w:rsidR="00462692" w:rsidRPr="00A4769E">
        <w:rPr>
          <w:szCs w:val="20"/>
        </w:rPr>
        <w:t xml:space="preserve">, </w:t>
      </w:r>
      <w:r w:rsidRPr="001B73FA">
        <w:rPr>
          <w:szCs w:val="20"/>
        </w:rPr>
        <w:t>se dit Angelo</w:t>
      </w:r>
      <w:r w:rsidR="00462692" w:rsidRPr="00A4769E">
        <w:rPr>
          <w:szCs w:val="20"/>
        </w:rPr>
        <w:t xml:space="preserve">, </w:t>
      </w:r>
      <w:r w:rsidRPr="001B73FA">
        <w:rPr>
          <w:szCs w:val="20"/>
        </w:rPr>
        <w:t>c</w:t>
      </w:r>
      <w:r w:rsidR="00462692" w:rsidRPr="00A4769E">
        <w:rPr>
          <w:szCs w:val="20"/>
        </w:rPr>
        <w:t>’</w:t>
      </w:r>
      <w:r w:rsidRPr="001B73FA">
        <w:rPr>
          <w:szCs w:val="20"/>
        </w:rPr>
        <w:t>est exactement ce que je suis</w:t>
      </w:r>
      <w:r w:rsidR="00462692" w:rsidRPr="00A4769E">
        <w:rPr>
          <w:szCs w:val="20"/>
        </w:rPr>
        <w:t>. »</w:t>
      </w:r>
      <w:r w:rsidRPr="001B73FA">
        <w:rPr>
          <w:szCs w:val="20"/>
        </w:rPr>
        <w:t xml:space="preserve"> Néanmoins</w:t>
      </w:r>
      <w:r w:rsidR="00462692" w:rsidRPr="00A4769E">
        <w:rPr>
          <w:szCs w:val="20"/>
        </w:rPr>
        <w:t xml:space="preserve">, </w:t>
      </w:r>
      <w:r w:rsidRPr="001B73FA">
        <w:rPr>
          <w:szCs w:val="20"/>
        </w:rPr>
        <w:t>il parla avec beaucoup de liberté de lui-même et de toute son histoire</w:t>
      </w:r>
      <w:r w:rsidR="00462692" w:rsidRPr="00A4769E">
        <w:rPr>
          <w:szCs w:val="20"/>
        </w:rPr>
        <w:t>.</w:t>
      </w:r>
    </w:p>
    <w:p w14:paraId="7D6317D8" w14:textId="257FD4AC" w:rsidR="00462692" w:rsidRPr="00A4769E" w:rsidRDefault="001B73FA" w:rsidP="001B73FA">
      <w:pPr>
        <w:rPr>
          <w:szCs w:val="20"/>
        </w:rPr>
      </w:pPr>
      <w:r w:rsidRPr="001B73FA">
        <w:rPr>
          <w:szCs w:val="20"/>
        </w:rPr>
        <w:t>En revanche</w:t>
      </w:r>
      <w:r w:rsidR="00462692" w:rsidRPr="00A4769E">
        <w:rPr>
          <w:szCs w:val="20"/>
        </w:rPr>
        <w:t xml:space="preserve">, </w:t>
      </w:r>
      <w:r w:rsidRPr="001B73FA">
        <w:rPr>
          <w:szCs w:val="20"/>
        </w:rPr>
        <w:t>le fameux affilié dont il avait l</w:t>
      </w:r>
      <w:r w:rsidR="00462692" w:rsidRPr="00A4769E">
        <w:rPr>
          <w:szCs w:val="20"/>
        </w:rPr>
        <w:t>’</w:t>
      </w:r>
      <w:r w:rsidRPr="001B73FA">
        <w:rPr>
          <w:szCs w:val="20"/>
        </w:rPr>
        <w:t>adresse le déçut beaucoup</w:t>
      </w:r>
      <w:r w:rsidR="00462692" w:rsidRPr="00A4769E">
        <w:rPr>
          <w:szCs w:val="20"/>
        </w:rPr>
        <w:t xml:space="preserve">. </w:t>
      </w:r>
      <w:r w:rsidRPr="001B73FA">
        <w:rPr>
          <w:szCs w:val="20"/>
        </w:rPr>
        <w:t>C</w:t>
      </w:r>
      <w:r w:rsidR="00462692" w:rsidRPr="00A4769E">
        <w:rPr>
          <w:szCs w:val="20"/>
        </w:rPr>
        <w:t>’</w:t>
      </w:r>
      <w:r w:rsidRPr="001B73FA">
        <w:rPr>
          <w:szCs w:val="20"/>
        </w:rPr>
        <w:t xml:space="preserve">était un </w:t>
      </w:r>
      <w:r w:rsidR="00837FD8" w:rsidRPr="001B73FA">
        <w:rPr>
          <w:szCs w:val="20"/>
        </w:rPr>
        <w:t>ingénieu</w:t>
      </w:r>
      <w:r w:rsidR="00837FD8">
        <w:rPr>
          <w:szCs w:val="20"/>
        </w:rPr>
        <w:t>r</w:t>
      </w:r>
      <w:r w:rsidR="00837FD8" w:rsidRPr="001B73FA">
        <w:rPr>
          <w:szCs w:val="20"/>
        </w:rPr>
        <w:t xml:space="preserve"> </w:t>
      </w:r>
      <w:r w:rsidRPr="001B73FA">
        <w:rPr>
          <w:szCs w:val="20"/>
        </w:rPr>
        <w:t>Tyrolien qui s</w:t>
      </w:r>
      <w:r w:rsidR="00462692" w:rsidRPr="00A4769E">
        <w:rPr>
          <w:szCs w:val="20"/>
        </w:rPr>
        <w:t>’</w:t>
      </w:r>
      <w:r w:rsidRPr="001B73FA">
        <w:rPr>
          <w:szCs w:val="20"/>
        </w:rPr>
        <w:t>était tout de suite mis à son métier</w:t>
      </w:r>
      <w:r w:rsidR="00462692" w:rsidRPr="00A4769E">
        <w:rPr>
          <w:szCs w:val="20"/>
        </w:rPr>
        <w:t xml:space="preserve">, </w:t>
      </w:r>
      <w:r w:rsidRPr="001B73FA">
        <w:rPr>
          <w:szCs w:val="20"/>
        </w:rPr>
        <w:t>et conduisait les travaux d</w:t>
      </w:r>
      <w:r w:rsidR="00462692" w:rsidRPr="00A4769E">
        <w:rPr>
          <w:szCs w:val="20"/>
        </w:rPr>
        <w:t>’</w:t>
      </w:r>
      <w:r w:rsidRPr="001B73FA">
        <w:rPr>
          <w:szCs w:val="20"/>
        </w:rPr>
        <w:t>un canal qu</w:t>
      </w:r>
      <w:r w:rsidR="00462692" w:rsidRPr="00A4769E">
        <w:rPr>
          <w:szCs w:val="20"/>
        </w:rPr>
        <w:t>’</w:t>
      </w:r>
      <w:r w:rsidRPr="001B73FA">
        <w:rPr>
          <w:szCs w:val="20"/>
        </w:rPr>
        <w:t>on creusait pour amener les eaux de la Durance à Marseille</w:t>
      </w:r>
      <w:r w:rsidR="00462692" w:rsidRPr="00A4769E">
        <w:rPr>
          <w:szCs w:val="20"/>
        </w:rPr>
        <w:t xml:space="preserve">. </w:t>
      </w:r>
      <w:r w:rsidRPr="001B73FA">
        <w:rPr>
          <w:szCs w:val="20"/>
        </w:rPr>
        <w:t>Angelo le trouva dans une cabane construite en planches</w:t>
      </w:r>
      <w:r w:rsidR="00462692" w:rsidRPr="00A4769E">
        <w:rPr>
          <w:szCs w:val="20"/>
        </w:rPr>
        <w:t xml:space="preserve">, </w:t>
      </w:r>
      <w:r w:rsidRPr="001B73FA">
        <w:rPr>
          <w:szCs w:val="20"/>
        </w:rPr>
        <w:t>au milieu des déblais</w:t>
      </w:r>
      <w:r w:rsidR="00462692" w:rsidRPr="00A4769E">
        <w:rPr>
          <w:szCs w:val="20"/>
        </w:rPr>
        <w:t xml:space="preserve">, </w:t>
      </w:r>
      <w:r w:rsidRPr="001B73FA">
        <w:rPr>
          <w:szCs w:val="20"/>
        </w:rPr>
        <w:t>et où il vivait dans deux petites pièces tapissées de papier journal</w:t>
      </w:r>
      <w:r w:rsidR="00462692" w:rsidRPr="00A4769E">
        <w:rPr>
          <w:szCs w:val="20"/>
        </w:rPr>
        <w:t xml:space="preserve">, </w:t>
      </w:r>
      <w:r w:rsidRPr="001B73FA">
        <w:rPr>
          <w:szCs w:val="20"/>
        </w:rPr>
        <w:t>avec sa femme et ses deux enfants</w:t>
      </w:r>
      <w:r w:rsidR="00462692" w:rsidRPr="00A4769E">
        <w:rPr>
          <w:szCs w:val="20"/>
        </w:rPr>
        <w:t xml:space="preserve">. </w:t>
      </w:r>
      <w:r w:rsidRPr="001B73FA">
        <w:rPr>
          <w:szCs w:val="20"/>
        </w:rPr>
        <w:t>Une grue à vapeur traînait ses godets</w:t>
      </w:r>
      <w:r w:rsidR="00462692" w:rsidRPr="00A4769E">
        <w:rPr>
          <w:szCs w:val="20"/>
        </w:rPr>
        <w:t xml:space="preserve">, </w:t>
      </w:r>
      <w:r w:rsidRPr="001B73FA">
        <w:rPr>
          <w:szCs w:val="20"/>
        </w:rPr>
        <w:t>battait la poussière et sifflait à deux pas de là</w:t>
      </w:r>
      <w:r w:rsidR="00462692" w:rsidRPr="00A4769E">
        <w:rPr>
          <w:szCs w:val="20"/>
        </w:rPr>
        <w:t>.</w:t>
      </w:r>
    </w:p>
    <w:p w14:paraId="5D96B613" w14:textId="77777777" w:rsidR="00462692" w:rsidRPr="00A4769E" w:rsidRDefault="001B73FA" w:rsidP="001B73FA">
      <w:pPr>
        <w:rPr>
          <w:szCs w:val="20"/>
        </w:rPr>
      </w:pPr>
      <w:r w:rsidRPr="001B73FA">
        <w:rPr>
          <w:szCs w:val="20"/>
        </w:rPr>
        <w:t>Cet homme</w:t>
      </w:r>
      <w:r w:rsidR="00462692" w:rsidRPr="00A4769E">
        <w:rPr>
          <w:szCs w:val="20"/>
        </w:rPr>
        <w:t xml:space="preserve">, </w:t>
      </w:r>
      <w:r w:rsidRPr="001B73FA">
        <w:rPr>
          <w:szCs w:val="20"/>
        </w:rPr>
        <w:t>emmitouflé dans une très belle barbe noire</w:t>
      </w:r>
      <w:r w:rsidR="00462692" w:rsidRPr="00A4769E">
        <w:rPr>
          <w:szCs w:val="20"/>
        </w:rPr>
        <w:t xml:space="preserve">, </w:t>
      </w:r>
      <w:r w:rsidRPr="001B73FA">
        <w:rPr>
          <w:szCs w:val="20"/>
        </w:rPr>
        <w:t>ferma soigneusement sa porte</w:t>
      </w:r>
      <w:r w:rsidR="00462692" w:rsidRPr="00A4769E">
        <w:rPr>
          <w:szCs w:val="20"/>
        </w:rPr>
        <w:t xml:space="preserve">, </w:t>
      </w:r>
      <w:r w:rsidRPr="001B73FA">
        <w:rPr>
          <w:szCs w:val="20"/>
        </w:rPr>
        <w:t>embrassa Angelo</w:t>
      </w:r>
      <w:r w:rsidR="00462692" w:rsidRPr="00A4769E">
        <w:rPr>
          <w:szCs w:val="20"/>
        </w:rPr>
        <w:t xml:space="preserve">, </w:t>
      </w:r>
      <w:r w:rsidRPr="001B73FA">
        <w:rPr>
          <w:szCs w:val="20"/>
        </w:rPr>
        <w:t>appela sa famille et devant elle le salua solennellement comme un héros</w:t>
      </w:r>
      <w:r w:rsidR="00462692" w:rsidRPr="00A4769E">
        <w:rPr>
          <w:szCs w:val="20"/>
        </w:rPr>
        <w:t xml:space="preserve">. </w:t>
      </w:r>
      <w:r w:rsidRPr="001B73FA">
        <w:rPr>
          <w:szCs w:val="20"/>
        </w:rPr>
        <w:t xml:space="preserve">Il demanda avec feu des nouvelles de la </w:t>
      </w:r>
      <w:r w:rsidRPr="001B73FA">
        <w:rPr>
          <w:i/>
          <w:iCs/>
          <w:szCs w:val="20"/>
        </w:rPr>
        <w:t>cause</w:t>
      </w:r>
      <w:r w:rsidR="00462692" w:rsidRPr="00A4769E">
        <w:rPr>
          <w:i/>
          <w:iCs/>
          <w:szCs w:val="20"/>
        </w:rPr>
        <w:t xml:space="preserve"> ; </w:t>
      </w:r>
      <w:r w:rsidRPr="001B73FA">
        <w:rPr>
          <w:szCs w:val="20"/>
        </w:rPr>
        <w:t>sa femme</w:t>
      </w:r>
      <w:r w:rsidR="00462692" w:rsidRPr="00A4769E">
        <w:rPr>
          <w:szCs w:val="20"/>
        </w:rPr>
        <w:t xml:space="preserve">, </w:t>
      </w:r>
      <w:r w:rsidRPr="001B73FA">
        <w:rPr>
          <w:szCs w:val="20"/>
        </w:rPr>
        <w:t>qui allaitait</w:t>
      </w:r>
      <w:r w:rsidR="00462692" w:rsidRPr="00A4769E">
        <w:rPr>
          <w:szCs w:val="20"/>
        </w:rPr>
        <w:t xml:space="preserve">, </w:t>
      </w:r>
      <w:r w:rsidRPr="001B73FA">
        <w:rPr>
          <w:szCs w:val="20"/>
        </w:rPr>
        <w:t>couvrait de sa main son sein lourd et le visage du nourrisson</w:t>
      </w:r>
      <w:r w:rsidR="00462692" w:rsidRPr="00A4769E">
        <w:rPr>
          <w:szCs w:val="20"/>
        </w:rPr>
        <w:t xml:space="preserve">, </w:t>
      </w:r>
      <w:r w:rsidRPr="001B73FA">
        <w:rPr>
          <w:szCs w:val="20"/>
        </w:rPr>
        <w:t>mais elle participait en même temps si violemment à l</w:t>
      </w:r>
      <w:r w:rsidR="00462692" w:rsidRPr="00A4769E">
        <w:rPr>
          <w:szCs w:val="20"/>
        </w:rPr>
        <w:t>’</w:t>
      </w:r>
      <w:r w:rsidRPr="001B73FA">
        <w:rPr>
          <w:szCs w:val="20"/>
        </w:rPr>
        <w:t>impatience de son mari qu</w:t>
      </w:r>
      <w:r w:rsidR="00462692" w:rsidRPr="00A4769E">
        <w:rPr>
          <w:szCs w:val="20"/>
        </w:rPr>
        <w:t>’</w:t>
      </w:r>
      <w:r w:rsidRPr="001B73FA">
        <w:rPr>
          <w:szCs w:val="20"/>
        </w:rPr>
        <w:t>elle remuait les lèvres en silence sur la forme de tous les mots qu</w:t>
      </w:r>
      <w:r w:rsidR="00462692" w:rsidRPr="00A4769E">
        <w:rPr>
          <w:szCs w:val="20"/>
        </w:rPr>
        <w:t>’</w:t>
      </w:r>
      <w:r w:rsidRPr="001B73FA">
        <w:rPr>
          <w:szCs w:val="20"/>
        </w:rPr>
        <w:t>il prononçait</w:t>
      </w:r>
      <w:r w:rsidR="00462692" w:rsidRPr="00A4769E">
        <w:rPr>
          <w:szCs w:val="20"/>
        </w:rPr>
        <w:t xml:space="preserve">. </w:t>
      </w:r>
      <w:r w:rsidRPr="001B73FA">
        <w:rPr>
          <w:szCs w:val="20"/>
        </w:rPr>
        <w:t>Angelo répondit fort mal</w:t>
      </w:r>
      <w:r w:rsidR="00462692" w:rsidRPr="00A4769E">
        <w:rPr>
          <w:szCs w:val="20"/>
        </w:rPr>
        <w:t>. « </w:t>
      </w:r>
      <w:r w:rsidRPr="001B73FA">
        <w:rPr>
          <w:szCs w:val="20"/>
        </w:rPr>
        <w:t>Viens avec nous</w:t>
      </w:r>
      <w:r w:rsidR="00462692" w:rsidRPr="00A4769E">
        <w:rPr>
          <w:szCs w:val="20"/>
        </w:rPr>
        <w:t xml:space="preserve">, </w:t>
      </w:r>
      <w:r w:rsidRPr="001B73FA">
        <w:rPr>
          <w:szCs w:val="20"/>
        </w:rPr>
        <w:t>dit l</w:t>
      </w:r>
      <w:r w:rsidR="00462692" w:rsidRPr="00A4769E">
        <w:rPr>
          <w:szCs w:val="20"/>
        </w:rPr>
        <w:t>’</w:t>
      </w:r>
      <w:r w:rsidRPr="001B73FA">
        <w:rPr>
          <w:szCs w:val="20"/>
        </w:rPr>
        <w:t>homme</w:t>
      </w:r>
      <w:r w:rsidR="00462692" w:rsidRPr="00A4769E">
        <w:rPr>
          <w:szCs w:val="20"/>
        </w:rPr>
        <w:t xml:space="preserve">, </w:t>
      </w:r>
      <w:r w:rsidRPr="001B73FA">
        <w:rPr>
          <w:szCs w:val="20"/>
        </w:rPr>
        <w:t>j</w:t>
      </w:r>
      <w:r w:rsidR="00462692" w:rsidRPr="00A4769E">
        <w:rPr>
          <w:szCs w:val="20"/>
        </w:rPr>
        <w:t>’</w:t>
      </w:r>
      <w:r w:rsidRPr="001B73FA">
        <w:rPr>
          <w:szCs w:val="20"/>
        </w:rPr>
        <w:t>embauche tous ceux qui sont chassés de notre pays</w:t>
      </w:r>
      <w:r w:rsidR="00462692" w:rsidRPr="00A4769E">
        <w:rPr>
          <w:szCs w:val="20"/>
        </w:rPr>
        <w:t xml:space="preserve">. </w:t>
      </w:r>
      <w:r w:rsidRPr="001B73FA">
        <w:rPr>
          <w:szCs w:val="20"/>
        </w:rPr>
        <w:t>Nous sommes déjà assez nombreux et assez sûrs les uns des autres pour réunir une vente qui peut être active</w:t>
      </w:r>
      <w:r w:rsidR="00462692" w:rsidRPr="00A4769E">
        <w:rPr>
          <w:szCs w:val="20"/>
        </w:rPr>
        <w:t>. »</w:t>
      </w:r>
      <w:r w:rsidRPr="001B73FA">
        <w:rPr>
          <w:szCs w:val="20"/>
        </w:rPr>
        <w:t xml:space="preserve"> Il avait des projets grandioses</w:t>
      </w:r>
      <w:r w:rsidR="00462692" w:rsidRPr="00A4769E">
        <w:rPr>
          <w:szCs w:val="20"/>
        </w:rPr>
        <w:t xml:space="preserve">. </w:t>
      </w:r>
      <w:r w:rsidRPr="001B73FA">
        <w:rPr>
          <w:szCs w:val="20"/>
        </w:rPr>
        <w:t>Angelo demanda à réfléchir</w:t>
      </w:r>
      <w:r w:rsidR="00462692" w:rsidRPr="00A4769E">
        <w:rPr>
          <w:szCs w:val="20"/>
        </w:rPr>
        <w:t>. « </w:t>
      </w:r>
      <w:r w:rsidRPr="001B73FA">
        <w:rPr>
          <w:szCs w:val="20"/>
        </w:rPr>
        <w:t>Je sais</w:t>
      </w:r>
      <w:r w:rsidR="00462692" w:rsidRPr="00A4769E">
        <w:rPr>
          <w:szCs w:val="20"/>
        </w:rPr>
        <w:t xml:space="preserve">, </w:t>
      </w:r>
      <w:r w:rsidRPr="001B73FA">
        <w:rPr>
          <w:szCs w:val="20"/>
        </w:rPr>
        <w:t>dit l</w:t>
      </w:r>
      <w:r w:rsidR="00462692" w:rsidRPr="00A4769E">
        <w:rPr>
          <w:szCs w:val="20"/>
        </w:rPr>
        <w:t>’</w:t>
      </w:r>
      <w:r w:rsidRPr="001B73FA">
        <w:rPr>
          <w:szCs w:val="20"/>
        </w:rPr>
        <w:t>homme</w:t>
      </w:r>
      <w:r w:rsidR="00462692" w:rsidRPr="00A4769E">
        <w:rPr>
          <w:szCs w:val="20"/>
        </w:rPr>
        <w:t xml:space="preserve">, </w:t>
      </w:r>
      <w:r w:rsidRPr="001B73FA">
        <w:rPr>
          <w:szCs w:val="20"/>
        </w:rPr>
        <w:t>que le bras qui nous a débarrassés de ce chien et de ce fils de truie n</w:t>
      </w:r>
      <w:r w:rsidR="00462692" w:rsidRPr="00A4769E">
        <w:rPr>
          <w:szCs w:val="20"/>
        </w:rPr>
        <w:t>’</w:t>
      </w:r>
      <w:r w:rsidRPr="001B73FA">
        <w:rPr>
          <w:szCs w:val="20"/>
        </w:rPr>
        <w:t xml:space="preserve">est pas fait pour soulever des </w:t>
      </w:r>
      <w:r w:rsidRPr="001B73FA">
        <w:rPr>
          <w:szCs w:val="20"/>
        </w:rPr>
        <w:lastRenderedPageBreak/>
        <w:t>brouettes mais je te ferai nommer contremaître</w:t>
      </w:r>
      <w:r w:rsidR="00462692" w:rsidRPr="00A4769E">
        <w:rPr>
          <w:szCs w:val="20"/>
        </w:rPr>
        <w:t xml:space="preserve">, </w:t>
      </w:r>
      <w:r w:rsidRPr="001B73FA">
        <w:rPr>
          <w:szCs w:val="20"/>
        </w:rPr>
        <w:t>et nous siégerons ensemble dans l</w:t>
      </w:r>
      <w:r w:rsidR="00462692" w:rsidRPr="00A4769E">
        <w:rPr>
          <w:szCs w:val="20"/>
        </w:rPr>
        <w:t>’</w:t>
      </w:r>
      <w:r w:rsidRPr="001B73FA">
        <w:rPr>
          <w:szCs w:val="20"/>
        </w:rPr>
        <w:t>assemblée que je compte réunir bientôt dans des grottes de la montagne Sainte-Victoire</w:t>
      </w:r>
      <w:r w:rsidR="00462692" w:rsidRPr="00A4769E">
        <w:rPr>
          <w:szCs w:val="20"/>
        </w:rPr>
        <w:t xml:space="preserve">, </w:t>
      </w:r>
      <w:r w:rsidRPr="001B73FA">
        <w:rPr>
          <w:szCs w:val="20"/>
        </w:rPr>
        <w:t>du côté de Trets</w:t>
      </w:r>
      <w:r w:rsidR="00462692" w:rsidRPr="00A4769E">
        <w:rPr>
          <w:szCs w:val="20"/>
        </w:rPr>
        <w:t>. »</w:t>
      </w:r>
      <w:r w:rsidRPr="001B73FA">
        <w:rPr>
          <w:szCs w:val="20"/>
        </w:rPr>
        <w:t xml:space="preserve"> Il avait toutefois créé une organisation clandestine de confection de faux papiers fort bien faits</w:t>
      </w:r>
      <w:r w:rsidR="00462692" w:rsidRPr="00A4769E">
        <w:rPr>
          <w:szCs w:val="20"/>
        </w:rPr>
        <w:t xml:space="preserve">, </w:t>
      </w:r>
      <w:r w:rsidRPr="001B73FA">
        <w:rPr>
          <w:szCs w:val="20"/>
        </w:rPr>
        <w:t>et Angelo s</w:t>
      </w:r>
      <w:r w:rsidR="00462692" w:rsidRPr="00A4769E">
        <w:rPr>
          <w:szCs w:val="20"/>
        </w:rPr>
        <w:t>’</w:t>
      </w:r>
      <w:r w:rsidRPr="001B73FA">
        <w:rPr>
          <w:szCs w:val="20"/>
        </w:rPr>
        <w:t>empressa d</w:t>
      </w:r>
      <w:r w:rsidR="00462692" w:rsidRPr="00A4769E">
        <w:rPr>
          <w:szCs w:val="20"/>
        </w:rPr>
        <w:t>’</w:t>
      </w:r>
      <w:r w:rsidRPr="001B73FA">
        <w:rPr>
          <w:szCs w:val="20"/>
        </w:rPr>
        <w:t>en profiter</w:t>
      </w:r>
      <w:r w:rsidR="00462692" w:rsidRPr="00A4769E">
        <w:rPr>
          <w:szCs w:val="20"/>
        </w:rPr>
        <w:t>.</w:t>
      </w:r>
    </w:p>
    <w:p w14:paraId="79D3D370" w14:textId="77777777" w:rsidR="001B73FA" w:rsidRPr="001B73FA" w:rsidRDefault="001B73FA" w:rsidP="001B73FA">
      <w:pPr>
        <w:rPr>
          <w:szCs w:val="20"/>
        </w:rPr>
      </w:pPr>
      <w:r w:rsidRPr="001B73FA">
        <w:rPr>
          <w:szCs w:val="20"/>
        </w:rPr>
        <w:t>Trois jours après</w:t>
      </w:r>
      <w:r w:rsidR="00462692" w:rsidRPr="00A4769E">
        <w:rPr>
          <w:szCs w:val="20"/>
        </w:rPr>
        <w:t xml:space="preserve">, </w:t>
      </w:r>
      <w:r w:rsidRPr="001B73FA">
        <w:rPr>
          <w:szCs w:val="20"/>
        </w:rPr>
        <w:t>vers les onze heures du soir</w:t>
      </w:r>
      <w:r w:rsidR="00462692" w:rsidRPr="00A4769E">
        <w:rPr>
          <w:szCs w:val="20"/>
        </w:rPr>
        <w:t xml:space="preserve">, </w:t>
      </w:r>
      <w:r w:rsidRPr="001B73FA">
        <w:rPr>
          <w:szCs w:val="20"/>
        </w:rPr>
        <w:t>comme il faisait quelques pas en fumant son cigare avant de rentrer chez lui</w:t>
      </w:r>
      <w:r w:rsidR="00462692" w:rsidRPr="00A4769E">
        <w:rPr>
          <w:szCs w:val="20"/>
        </w:rPr>
        <w:t xml:space="preserve">, </w:t>
      </w:r>
      <w:r w:rsidRPr="001B73FA">
        <w:rPr>
          <w:szCs w:val="20"/>
        </w:rPr>
        <w:t>il fut légèrement bousculé par un man</w:t>
      </w:r>
      <w:r w:rsidR="00462692" w:rsidRPr="00A4769E">
        <w:rPr>
          <w:szCs w:val="20"/>
        </w:rPr>
        <w:t>œ</w:t>
      </w:r>
      <w:r w:rsidRPr="001B73FA">
        <w:rPr>
          <w:szCs w:val="20"/>
        </w:rPr>
        <w:t>uvre qui</w:t>
      </w:r>
      <w:r w:rsidR="00462692" w:rsidRPr="00A4769E">
        <w:rPr>
          <w:szCs w:val="20"/>
        </w:rPr>
        <w:t xml:space="preserve">, </w:t>
      </w:r>
      <w:r w:rsidRPr="001B73FA">
        <w:rPr>
          <w:szCs w:val="20"/>
        </w:rPr>
        <w:t>grommelant en piémontais quelques mots d</w:t>
      </w:r>
      <w:r w:rsidR="00462692" w:rsidRPr="00A4769E">
        <w:rPr>
          <w:szCs w:val="20"/>
        </w:rPr>
        <w:t>’</w:t>
      </w:r>
      <w:r w:rsidRPr="001B73FA">
        <w:rPr>
          <w:szCs w:val="20"/>
        </w:rPr>
        <w:t>ivrogne</w:t>
      </w:r>
      <w:r w:rsidR="00462692" w:rsidRPr="00A4769E">
        <w:rPr>
          <w:szCs w:val="20"/>
        </w:rPr>
        <w:t xml:space="preserve">, </w:t>
      </w:r>
      <w:r w:rsidRPr="001B73FA">
        <w:rPr>
          <w:szCs w:val="20"/>
        </w:rPr>
        <w:t>lui glissa dans la main le carton d</w:t>
      </w:r>
      <w:r w:rsidR="00462692" w:rsidRPr="00A4769E">
        <w:rPr>
          <w:szCs w:val="20"/>
        </w:rPr>
        <w:t>’</w:t>
      </w:r>
      <w:r w:rsidRPr="001B73FA">
        <w:rPr>
          <w:szCs w:val="20"/>
        </w:rPr>
        <w:t>un passeport régulier</w:t>
      </w:r>
      <w:r w:rsidR="00462692" w:rsidRPr="00A4769E">
        <w:rPr>
          <w:szCs w:val="20"/>
        </w:rPr>
        <w:t xml:space="preserve">. </w:t>
      </w:r>
      <w:r w:rsidRPr="001B73FA">
        <w:rPr>
          <w:szCs w:val="20"/>
        </w:rPr>
        <w:t>Il y était appelé Edmond Vassard</w:t>
      </w:r>
      <w:r w:rsidR="00462692" w:rsidRPr="00A4769E">
        <w:rPr>
          <w:szCs w:val="20"/>
        </w:rPr>
        <w:t xml:space="preserve">, </w:t>
      </w:r>
      <w:r w:rsidRPr="001B73FA">
        <w:rPr>
          <w:szCs w:val="20"/>
        </w:rPr>
        <w:t xml:space="preserve">avec le métier de </w:t>
      </w:r>
      <w:r w:rsidR="00462692" w:rsidRPr="00A4769E">
        <w:rPr>
          <w:szCs w:val="20"/>
        </w:rPr>
        <w:t>« </w:t>
      </w:r>
      <w:r w:rsidRPr="001B73FA">
        <w:rPr>
          <w:szCs w:val="20"/>
        </w:rPr>
        <w:t>professeur d</w:t>
      </w:r>
      <w:r w:rsidR="00462692" w:rsidRPr="00A4769E">
        <w:rPr>
          <w:szCs w:val="20"/>
        </w:rPr>
        <w:t>’</w:t>
      </w:r>
      <w:r w:rsidRPr="001B73FA">
        <w:rPr>
          <w:szCs w:val="20"/>
        </w:rPr>
        <w:t>escrime</w:t>
      </w:r>
      <w:r w:rsidR="00462692" w:rsidRPr="00A4769E">
        <w:rPr>
          <w:szCs w:val="20"/>
        </w:rPr>
        <w:t> ». « </w:t>
      </w:r>
      <w:r w:rsidRPr="001B73FA">
        <w:rPr>
          <w:szCs w:val="20"/>
        </w:rPr>
        <w:t>Ceci</w:t>
      </w:r>
      <w:r w:rsidR="00462692" w:rsidRPr="00A4769E">
        <w:rPr>
          <w:szCs w:val="20"/>
        </w:rPr>
        <w:t xml:space="preserve">, </w:t>
      </w:r>
      <w:r w:rsidRPr="001B73FA">
        <w:rPr>
          <w:szCs w:val="20"/>
        </w:rPr>
        <w:t>se dit Angelo en souriant</w:t>
      </w:r>
      <w:r w:rsidR="00462692" w:rsidRPr="00A4769E">
        <w:rPr>
          <w:szCs w:val="20"/>
        </w:rPr>
        <w:t xml:space="preserve">, </w:t>
      </w:r>
      <w:r w:rsidRPr="001B73FA">
        <w:rPr>
          <w:szCs w:val="20"/>
        </w:rPr>
        <w:t>est l</w:t>
      </w:r>
      <w:r w:rsidR="00462692" w:rsidRPr="00A4769E">
        <w:rPr>
          <w:szCs w:val="20"/>
        </w:rPr>
        <w:t>’</w:t>
      </w:r>
      <w:r w:rsidRPr="001B73FA">
        <w:rPr>
          <w:szCs w:val="20"/>
        </w:rPr>
        <w:t>humour de mon Tyrolien barbu</w:t>
      </w:r>
      <w:r w:rsidR="00462692" w:rsidRPr="00A4769E">
        <w:rPr>
          <w:szCs w:val="20"/>
        </w:rPr>
        <w:t xml:space="preserve">. </w:t>
      </w:r>
      <w:r w:rsidRPr="001B73FA">
        <w:rPr>
          <w:szCs w:val="20"/>
        </w:rPr>
        <w:t>Il ne se tient pas de joie du coup de sabre que j</w:t>
      </w:r>
      <w:r w:rsidR="00462692" w:rsidRPr="00A4769E">
        <w:rPr>
          <w:szCs w:val="20"/>
        </w:rPr>
        <w:t>’</w:t>
      </w:r>
      <w:r w:rsidRPr="001B73FA">
        <w:rPr>
          <w:szCs w:val="20"/>
        </w:rPr>
        <w:t>ai donné et il voudrait que toute l</w:t>
      </w:r>
      <w:r w:rsidR="00462692" w:rsidRPr="00A4769E">
        <w:rPr>
          <w:szCs w:val="20"/>
        </w:rPr>
        <w:t>’</w:t>
      </w:r>
      <w:r w:rsidRPr="001B73FA">
        <w:rPr>
          <w:szCs w:val="20"/>
        </w:rPr>
        <w:t>Europe le sache</w:t>
      </w:r>
      <w:r w:rsidR="00462692" w:rsidRPr="00A4769E">
        <w:rPr>
          <w:szCs w:val="20"/>
        </w:rPr>
        <w:t xml:space="preserve">. </w:t>
      </w:r>
      <w:r w:rsidRPr="001B73FA">
        <w:rPr>
          <w:szCs w:val="20"/>
        </w:rPr>
        <w:t>C</w:t>
      </w:r>
      <w:r w:rsidR="00462692" w:rsidRPr="00A4769E">
        <w:rPr>
          <w:szCs w:val="20"/>
        </w:rPr>
        <w:t>’</w:t>
      </w:r>
      <w:r w:rsidRPr="001B73FA">
        <w:rPr>
          <w:szCs w:val="20"/>
        </w:rPr>
        <w:t>est déjà mieux que la froide colique des hypocrites qui m</w:t>
      </w:r>
      <w:r w:rsidR="00462692" w:rsidRPr="00A4769E">
        <w:rPr>
          <w:szCs w:val="20"/>
        </w:rPr>
        <w:t>’</w:t>
      </w:r>
      <w:r w:rsidRPr="001B73FA">
        <w:rPr>
          <w:szCs w:val="20"/>
        </w:rPr>
        <w:t>ont obligé à partir de Turin</w:t>
      </w:r>
      <w:r w:rsidR="00462692" w:rsidRPr="00A4769E">
        <w:rPr>
          <w:szCs w:val="20"/>
        </w:rPr>
        <w:t xml:space="preserve">. </w:t>
      </w:r>
      <w:r w:rsidRPr="001B73FA">
        <w:rPr>
          <w:szCs w:val="20"/>
        </w:rPr>
        <w:t>Mais je ne serai pas contremaître</w:t>
      </w:r>
      <w:r w:rsidR="00462692" w:rsidRPr="00A4769E">
        <w:rPr>
          <w:szCs w:val="20"/>
        </w:rPr>
        <w:t>.</w:t>
      </w:r>
      <w:r w:rsidR="00462692" w:rsidRPr="00A4769E">
        <w:rPr>
          <w:szCs w:val="20"/>
        </w:rPr>
        <w:t> »</w:t>
      </w:r>
    </w:p>
    <w:p w14:paraId="4E63560A" w14:textId="77777777" w:rsidR="00462692" w:rsidRPr="00A4769E" w:rsidRDefault="001B73FA" w:rsidP="001B73FA">
      <w:pPr>
        <w:rPr>
          <w:szCs w:val="20"/>
        </w:rPr>
      </w:pPr>
      <w:r w:rsidRPr="001B73FA">
        <w:rPr>
          <w:szCs w:val="20"/>
        </w:rPr>
        <w:t>Le tailleur</w:t>
      </w:r>
      <w:r w:rsidR="00462692" w:rsidRPr="00A4769E">
        <w:rPr>
          <w:szCs w:val="20"/>
        </w:rPr>
        <w:t xml:space="preserve">, </w:t>
      </w:r>
      <w:r w:rsidRPr="001B73FA">
        <w:rPr>
          <w:szCs w:val="20"/>
        </w:rPr>
        <w:t>à qui il avait été recommandé</w:t>
      </w:r>
      <w:r w:rsidR="00462692" w:rsidRPr="00A4769E">
        <w:rPr>
          <w:szCs w:val="20"/>
        </w:rPr>
        <w:t xml:space="preserve">, </w:t>
      </w:r>
      <w:r w:rsidRPr="001B73FA">
        <w:rPr>
          <w:szCs w:val="20"/>
        </w:rPr>
        <w:t>lui livra l</w:t>
      </w:r>
      <w:r w:rsidR="00462692" w:rsidRPr="00A4769E">
        <w:rPr>
          <w:szCs w:val="20"/>
        </w:rPr>
        <w:t>’</w:t>
      </w:r>
      <w:r w:rsidRPr="001B73FA">
        <w:rPr>
          <w:szCs w:val="20"/>
        </w:rPr>
        <w:t>impeccable redingote sanglée à forme militaire de ses rêves</w:t>
      </w:r>
      <w:r w:rsidR="00462692" w:rsidRPr="00A4769E">
        <w:rPr>
          <w:szCs w:val="20"/>
        </w:rPr>
        <w:t xml:space="preserve">. </w:t>
      </w:r>
      <w:r w:rsidRPr="001B73FA">
        <w:rPr>
          <w:szCs w:val="20"/>
        </w:rPr>
        <w:t>Il eut grand plaisir à se promener sur les boulevards de la petite ville dans du linge frais et un costume qui le rendait magnifiquement invisible et présent</w:t>
      </w:r>
      <w:r w:rsidR="00462692" w:rsidRPr="00A4769E">
        <w:rPr>
          <w:szCs w:val="20"/>
        </w:rPr>
        <w:t xml:space="preserve">, </w:t>
      </w:r>
      <w:r w:rsidRPr="001B73FA">
        <w:rPr>
          <w:szCs w:val="20"/>
        </w:rPr>
        <w:t>suivant la petite roublardise du vicaire</w:t>
      </w:r>
      <w:r w:rsidR="00462692" w:rsidRPr="00A4769E">
        <w:rPr>
          <w:szCs w:val="20"/>
        </w:rPr>
        <w:t xml:space="preserve">. </w:t>
      </w:r>
      <w:r w:rsidRPr="001B73FA">
        <w:rPr>
          <w:szCs w:val="20"/>
        </w:rPr>
        <w:t>Il passait parfaitement inaperçu au milieu de jeunes officiers de Bugeaud qui restaient à Aix en convalescence</w:t>
      </w:r>
      <w:r w:rsidR="00462692" w:rsidRPr="00A4769E">
        <w:rPr>
          <w:szCs w:val="20"/>
        </w:rPr>
        <w:t xml:space="preserve">, </w:t>
      </w:r>
      <w:r w:rsidRPr="001B73FA">
        <w:rPr>
          <w:szCs w:val="20"/>
        </w:rPr>
        <w:t>remplissaient les cafés</w:t>
      </w:r>
      <w:r w:rsidR="00462692" w:rsidRPr="00A4769E">
        <w:rPr>
          <w:szCs w:val="20"/>
        </w:rPr>
        <w:t xml:space="preserve">, </w:t>
      </w:r>
      <w:r w:rsidRPr="001B73FA">
        <w:rPr>
          <w:szCs w:val="20"/>
        </w:rPr>
        <w:t>les promenades et le parterre d</w:t>
      </w:r>
      <w:r w:rsidR="00462692" w:rsidRPr="00A4769E">
        <w:rPr>
          <w:szCs w:val="20"/>
        </w:rPr>
        <w:t>’</w:t>
      </w:r>
      <w:r w:rsidRPr="001B73FA">
        <w:rPr>
          <w:szCs w:val="20"/>
        </w:rPr>
        <w:t>un minuscule théâtre</w:t>
      </w:r>
      <w:r w:rsidR="00462692" w:rsidRPr="00A4769E">
        <w:rPr>
          <w:szCs w:val="20"/>
        </w:rPr>
        <w:t xml:space="preserve">, </w:t>
      </w:r>
      <w:r w:rsidRPr="001B73FA">
        <w:rPr>
          <w:szCs w:val="20"/>
        </w:rPr>
        <w:t>où Anna Clèves venait de Marseille</w:t>
      </w:r>
      <w:r w:rsidR="00462692" w:rsidRPr="00A4769E">
        <w:rPr>
          <w:szCs w:val="20"/>
        </w:rPr>
        <w:t xml:space="preserve">, </w:t>
      </w:r>
      <w:r w:rsidRPr="001B73FA">
        <w:rPr>
          <w:szCs w:val="20"/>
        </w:rPr>
        <w:t>une fois par semaine</w:t>
      </w:r>
      <w:r w:rsidR="00462692" w:rsidRPr="00A4769E">
        <w:rPr>
          <w:szCs w:val="20"/>
        </w:rPr>
        <w:t xml:space="preserve">, </w:t>
      </w:r>
      <w:r w:rsidRPr="001B73FA">
        <w:rPr>
          <w:szCs w:val="20"/>
        </w:rPr>
        <w:t>chanter les opéras de Rossini et de Mozart</w:t>
      </w:r>
      <w:r w:rsidR="00462692" w:rsidRPr="00A4769E">
        <w:rPr>
          <w:szCs w:val="20"/>
        </w:rPr>
        <w:t xml:space="preserve">. </w:t>
      </w:r>
      <w:r w:rsidRPr="001B73FA">
        <w:rPr>
          <w:szCs w:val="20"/>
        </w:rPr>
        <w:t>Pourtant</w:t>
      </w:r>
      <w:r w:rsidR="00462692" w:rsidRPr="00A4769E">
        <w:rPr>
          <w:szCs w:val="20"/>
        </w:rPr>
        <w:t xml:space="preserve">, </w:t>
      </w:r>
      <w:r w:rsidRPr="001B73FA">
        <w:rPr>
          <w:szCs w:val="20"/>
        </w:rPr>
        <w:t>quelques jeunes bourgeoises se retournaient quelquefois sur son passage</w:t>
      </w:r>
      <w:r w:rsidR="00462692" w:rsidRPr="00A4769E">
        <w:rPr>
          <w:szCs w:val="20"/>
        </w:rPr>
        <w:t>.</w:t>
      </w:r>
    </w:p>
    <w:p w14:paraId="53E89C44" w14:textId="77777777" w:rsidR="00462692" w:rsidRPr="00A4769E" w:rsidRDefault="001B73FA" w:rsidP="001B73FA">
      <w:pPr>
        <w:rPr>
          <w:szCs w:val="20"/>
        </w:rPr>
      </w:pPr>
      <w:r w:rsidRPr="001B73FA">
        <w:rPr>
          <w:szCs w:val="20"/>
        </w:rPr>
        <w:lastRenderedPageBreak/>
        <w:t>Avant de se mêler ainsi à la vie de la ville</w:t>
      </w:r>
      <w:r w:rsidR="00462692" w:rsidRPr="00A4769E">
        <w:rPr>
          <w:szCs w:val="20"/>
        </w:rPr>
        <w:t xml:space="preserve">, </w:t>
      </w:r>
      <w:r w:rsidRPr="001B73FA">
        <w:rPr>
          <w:szCs w:val="20"/>
        </w:rPr>
        <w:t>il avait pris de délicieuses précautions</w:t>
      </w:r>
      <w:r w:rsidR="00462692" w:rsidRPr="00A4769E">
        <w:rPr>
          <w:szCs w:val="20"/>
        </w:rPr>
        <w:t xml:space="preserve"> : </w:t>
      </w:r>
      <w:r w:rsidRPr="001B73FA">
        <w:rPr>
          <w:szCs w:val="20"/>
        </w:rPr>
        <w:t>le lendemain du jour où il posséda son costume neuf</w:t>
      </w:r>
      <w:r w:rsidR="00462692" w:rsidRPr="00A4769E">
        <w:rPr>
          <w:szCs w:val="20"/>
        </w:rPr>
        <w:t xml:space="preserve">, </w:t>
      </w:r>
      <w:r w:rsidRPr="001B73FA">
        <w:rPr>
          <w:szCs w:val="20"/>
        </w:rPr>
        <w:t>il en fit un paquet très soigné et quitta ostensiblement l</w:t>
      </w:r>
      <w:r w:rsidR="00462692" w:rsidRPr="00A4769E">
        <w:rPr>
          <w:szCs w:val="20"/>
        </w:rPr>
        <w:t>’</w:t>
      </w:r>
      <w:r w:rsidRPr="001B73FA">
        <w:rPr>
          <w:szCs w:val="20"/>
        </w:rPr>
        <w:t xml:space="preserve">hôtel de </w:t>
      </w:r>
      <w:r w:rsidRPr="001B73FA">
        <w:rPr>
          <w:i/>
          <w:iCs/>
          <w:szCs w:val="20"/>
        </w:rPr>
        <w:t>La Croix de Malte</w:t>
      </w:r>
      <w:r w:rsidRPr="001B73FA">
        <w:rPr>
          <w:szCs w:val="20"/>
        </w:rPr>
        <w:t xml:space="preserve"> où il avait pris pension et laissé pousser un peu de duvet noir sur sa lèvre et ses joues</w:t>
      </w:r>
      <w:r w:rsidR="00462692" w:rsidRPr="00A4769E">
        <w:rPr>
          <w:szCs w:val="20"/>
        </w:rPr>
        <w:t xml:space="preserve">. </w:t>
      </w:r>
      <w:r w:rsidRPr="001B73FA">
        <w:rPr>
          <w:szCs w:val="20"/>
        </w:rPr>
        <w:t>Il arriva le soir à Marseille</w:t>
      </w:r>
      <w:r w:rsidR="00462692" w:rsidRPr="00A4769E">
        <w:rPr>
          <w:szCs w:val="20"/>
        </w:rPr>
        <w:t xml:space="preserve">, </w:t>
      </w:r>
      <w:r w:rsidRPr="001B73FA">
        <w:rPr>
          <w:szCs w:val="20"/>
        </w:rPr>
        <w:t>juste à temps pour se faire raser et raccourcir ses cheveux bouclés</w:t>
      </w:r>
      <w:r w:rsidR="00462692" w:rsidRPr="00A4769E">
        <w:rPr>
          <w:szCs w:val="20"/>
        </w:rPr>
        <w:t xml:space="preserve">. </w:t>
      </w:r>
      <w:r w:rsidRPr="001B73FA">
        <w:rPr>
          <w:szCs w:val="20"/>
        </w:rPr>
        <w:t>Il se mit en sentinelle près de l</w:t>
      </w:r>
      <w:r w:rsidR="00462692" w:rsidRPr="00A4769E">
        <w:rPr>
          <w:szCs w:val="20"/>
        </w:rPr>
        <w:t>’</w:t>
      </w:r>
      <w:r w:rsidRPr="001B73FA">
        <w:rPr>
          <w:szCs w:val="20"/>
        </w:rPr>
        <w:t>hôtel de Versailles et</w:t>
      </w:r>
      <w:r w:rsidR="00462692" w:rsidRPr="00A4769E">
        <w:rPr>
          <w:szCs w:val="20"/>
        </w:rPr>
        <w:t xml:space="preserve">, </w:t>
      </w:r>
      <w:r w:rsidRPr="001B73FA">
        <w:rPr>
          <w:szCs w:val="20"/>
        </w:rPr>
        <w:t>quand la diligence d</w:t>
      </w:r>
      <w:r w:rsidR="00462692" w:rsidRPr="00A4769E">
        <w:rPr>
          <w:szCs w:val="20"/>
        </w:rPr>
        <w:t>’</w:t>
      </w:r>
      <w:r w:rsidRPr="001B73FA">
        <w:rPr>
          <w:szCs w:val="20"/>
        </w:rPr>
        <w:t>Avignon arriva vers les onze heures</w:t>
      </w:r>
      <w:r w:rsidR="00462692" w:rsidRPr="00A4769E">
        <w:rPr>
          <w:szCs w:val="20"/>
        </w:rPr>
        <w:t xml:space="preserve">, </w:t>
      </w:r>
      <w:r w:rsidRPr="001B73FA">
        <w:rPr>
          <w:szCs w:val="20"/>
        </w:rPr>
        <w:t>il se mêla aux voyageurs et prit une chambre</w:t>
      </w:r>
      <w:r w:rsidR="00462692" w:rsidRPr="00A4769E">
        <w:rPr>
          <w:szCs w:val="20"/>
        </w:rPr>
        <w:t xml:space="preserve">. </w:t>
      </w:r>
      <w:r w:rsidRPr="001B73FA">
        <w:rPr>
          <w:szCs w:val="20"/>
        </w:rPr>
        <w:t>Il dormit à peine</w:t>
      </w:r>
      <w:r w:rsidR="00462692" w:rsidRPr="00A4769E">
        <w:rPr>
          <w:szCs w:val="20"/>
        </w:rPr>
        <w:t xml:space="preserve">, </w:t>
      </w:r>
      <w:r w:rsidRPr="001B73FA">
        <w:rPr>
          <w:szCs w:val="20"/>
        </w:rPr>
        <w:t>se leva à quatre heures</w:t>
      </w:r>
      <w:r w:rsidR="00462692" w:rsidRPr="00A4769E">
        <w:rPr>
          <w:szCs w:val="20"/>
        </w:rPr>
        <w:t xml:space="preserve">, </w:t>
      </w:r>
      <w:r w:rsidRPr="001B73FA">
        <w:rPr>
          <w:szCs w:val="20"/>
        </w:rPr>
        <w:t>s</w:t>
      </w:r>
      <w:r w:rsidR="00462692" w:rsidRPr="00A4769E">
        <w:rPr>
          <w:szCs w:val="20"/>
        </w:rPr>
        <w:t>’</w:t>
      </w:r>
      <w:r w:rsidRPr="001B73FA">
        <w:rPr>
          <w:szCs w:val="20"/>
        </w:rPr>
        <w:t>habilla avec son linge neuf et son beau vêtement</w:t>
      </w:r>
      <w:r w:rsidR="00462692" w:rsidRPr="00A4769E">
        <w:rPr>
          <w:szCs w:val="20"/>
        </w:rPr>
        <w:t xml:space="preserve">, </w:t>
      </w:r>
      <w:r w:rsidRPr="001B73FA">
        <w:rPr>
          <w:szCs w:val="20"/>
        </w:rPr>
        <w:t>fit un nouveau paquet de son costume de velours</w:t>
      </w:r>
      <w:r w:rsidR="00462692" w:rsidRPr="00A4769E">
        <w:rPr>
          <w:szCs w:val="20"/>
        </w:rPr>
        <w:t xml:space="preserve">, </w:t>
      </w:r>
      <w:r w:rsidRPr="001B73FA">
        <w:rPr>
          <w:szCs w:val="20"/>
        </w:rPr>
        <w:t>surveilla le moment où le garçon du matin prenait sa garde</w:t>
      </w:r>
      <w:r w:rsidR="00462692" w:rsidRPr="00A4769E">
        <w:rPr>
          <w:szCs w:val="20"/>
        </w:rPr>
        <w:t xml:space="preserve">, </w:t>
      </w:r>
      <w:r w:rsidRPr="001B73FA">
        <w:rPr>
          <w:szCs w:val="20"/>
        </w:rPr>
        <w:t>lui paya sa chambre</w:t>
      </w:r>
      <w:r w:rsidR="00462692" w:rsidRPr="00A4769E">
        <w:rPr>
          <w:szCs w:val="20"/>
        </w:rPr>
        <w:t xml:space="preserve">, </w:t>
      </w:r>
      <w:r w:rsidRPr="001B73FA">
        <w:rPr>
          <w:szCs w:val="20"/>
        </w:rPr>
        <w:t>alla tourner avec son paquet autour de la diligence qui s</w:t>
      </w:r>
      <w:r w:rsidR="00462692" w:rsidRPr="00A4769E">
        <w:rPr>
          <w:szCs w:val="20"/>
        </w:rPr>
        <w:t>’</w:t>
      </w:r>
      <w:r w:rsidRPr="001B73FA">
        <w:rPr>
          <w:szCs w:val="20"/>
        </w:rPr>
        <w:t>apprêtait à partir pour Nice</w:t>
      </w:r>
      <w:r w:rsidR="00462692" w:rsidRPr="00A4769E">
        <w:rPr>
          <w:szCs w:val="20"/>
        </w:rPr>
        <w:t xml:space="preserve">, </w:t>
      </w:r>
      <w:r w:rsidRPr="001B73FA">
        <w:rPr>
          <w:szCs w:val="20"/>
        </w:rPr>
        <w:t>passa le seuil comme pour prendre l</w:t>
      </w:r>
      <w:r w:rsidR="00462692" w:rsidRPr="00A4769E">
        <w:rPr>
          <w:szCs w:val="20"/>
        </w:rPr>
        <w:t>’</w:t>
      </w:r>
      <w:r w:rsidRPr="001B73FA">
        <w:rPr>
          <w:szCs w:val="20"/>
        </w:rPr>
        <w:t>air</w:t>
      </w:r>
      <w:r w:rsidR="00462692" w:rsidRPr="00A4769E">
        <w:rPr>
          <w:szCs w:val="20"/>
        </w:rPr>
        <w:t xml:space="preserve">, </w:t>
      </w:r>
      <w:r w:rsidRPr="001B73FA">
        <w:rPr>
          <w:szCs w:val="20"/>
        </w:rPr>
        <w:t>et entra dans les ruelles d</w:t>
      </w:r>
      <w:r w:rsidR="00462692" w:rsidRPr="00A4769E">
        <w:rPr>
          <w:szCs w:val="20"/>
        </w:rPr>
        <w:t>’</w:t>
      </w:r>
      <w:r w:rsidRPr="001B73FA">
        <w:rPr>
          <w:szCs w:val="20"/>
        </w:rPr>
        <w:t>autour de la porte d</w:t>
      </w:r>
      <w:r w:rsidR="00462692" w:rsidRPr="00A4769E">
        <w:rPr>
          <w:szCs w:val="20"/>
        </w:rPr>
        <w:t>’</w:t>
      </w:r>
      <w:r w:rsidRPr="001B73FA">
        <w:rPr>
          <w:szCs w:val="20"/>
        </w:rPr>
        <w:t>Aix</w:t>
      </w:r>
      <w:r w:rsidR="00462692" w:rsidRPr="00A4769E">
        <w:rPr>
          <w:szCs w:val="20"/>
        </w:rPr>
        <w:t xml:space="preserve">. </w:t>
      </w:r>
      <w:r w:rsidRPr="001B73FA">
        <w:rPr>
          <w:szCs w:val="20"/>
        </w:rPr>
        <w:t>Il laissa son paquet dans un angle de porte</w:t>
      </w:r>
      <w:r w:rsidR="00462692" w:rsidRPr="00A4769E">
        <w:rPr>
          <w:szCs w:val="20"/>
        </w:rPr>
        <w:t>.</w:t>
      </w:r>
    </w:p>
    <w:p w14:paraId="612948E1" w14:textId="3030903D" w:rsidR="001B73FA" w:rsidRPr="001B73FA" w:rsidRDefault="001B73FA" w:rsidP="001B73FA">
      <w:pPr>
        <w:rPr>
          <w:szCs w:val="20"/>
        </w:rPr>
      </w:pPr>
      <w:r w:rsidRPr="001B73FA">
        <w:rPr>
          <w:szCs w:val="20"/>
        </w:rPr>
        <w:t>Il descendit vers le port</w:t>
      </w:r>
      <w:r w:rsidR="00462692" w:rsidRPr="00A4769E">
        <w:rPr>
          <w:szCs w:val="20"/>
        </w:rPr>
        <w:t xml:space="preserve">, </w:t>
      </w:r>
      <w:r w:rsidRPr="001B73FA">
        <w:rPr>
          <w:szCs w:val="20"/>
        </w:rPr>
        <w:t>trouva un café ouvert et s</w:t>
      </w:r>
      <w:r w:rsidR="00462692" w:rsidRPr="00A4769E">
        <w:rPr>
          <w:szCs w:val="20"/>
        </w:rPr>
        <w:t>’</w:t>
      </w:r>
      <w:r w:rsidRPr="001B73FA">
        <w:rPr>
          <w:szCs w:val="20"/>
        </w:rPr>
        <w:t>installa dans l</w:t>
      </w:r>
      <w:r w:rsidR="00462692" w:rsidRPr="00A4769E">
        <w:rPr>
          <w:szCs w:val="20"/>
        </w:rPr>
        <w:t>’</w:t>
      </w:r>
      <w:r w:rsidRPr="001B73FA">
        <w:rPr>
          <w:szCs w:val="20"/>
        </w:rPr>
        <w:t>arrière-salle pour écrire une lettre à sa mère</w:t>
      </w:r>
      <w:r w:rsidR="00462692" w:rsidRPr="00A4769E">
        <w:rPr>
          <w:szCs w:val="20"/>
        </w:rPr>
        <w:t xml:space="preserve">. </w:t>
      </w:r>
      <w:r w:rsidRPr="001B73FA">
        <w:rPr>
          <w:szCs w:val="20"/>
        </w:rPr>
        <w:t>Il lui parla surtout de la nuit passée dans le pavillon et écrivit plus de vingt lignes de mots plus passionnés les uns que les autres</w:t>
      </w:r>
      <w:r w:rsidR="00462692" w:rsidRPr="00A4769E">
        <w:rPr>
          <w:szCs w:val="20"/>
        </w:rPr>
        <w:t xml:space="preserve">, </w:t>
      </w:r>
      <w:r w:rsidRPr="001B73FA">
        <w:rPr>
          <w:szCs w:val="20"/>
        </w:rPr>
        <w:t>sans liaison entre eux et tous séparés par des virgules</w:t>
      </w:r>
      <w:r w:rsidR="00462692" w:rsidRPr="00A4769E">
        <w:rPr>
          <w:szCs w:val="20"/>
        </w:rPr>
        <w:t xml:space="preserve">. </w:t>
      </w:r>
      <w:r w:rsidRPr="001B73FA">
        <w:rPr>
          <w:szCs w:val="20"/>
        </w:rPr>
        <w:t>Il s</w:t>
      </w:r>
      <w:r w:rsidR="00462692" w:rsidRPr="00A4769E">
        <w:rPr>
          <w:szCs w:val="20"/>
        </w:rPr>
        <w:t>’</w:t>
      </w:r>
      <w:r w:rsidRPr="001B73FA">
        <w:rPr>
          <w:szCs w:val="20"/>
        </w:rPr>
        <w:t>en alla ensuite sur le quai chercher un voilier de Gênes</w:t>
      </w:r>
      <w:r w:rsidR="00462692" w:rsidRPr="00A4769E">
        <w:rPr>
          <w:szCs w:val="20"/>
        </w:rPr>
        <w:t xml:space="preserve"> ; </w:t>
      </w:r>
      <w:r w:rsidRPr="001B73FA">
        <w:rPr>
          <w:szCs w:val="20"/>
        </w:rPr>
        <w:t>il en trouva un dans le canal du fort Saint-Jean</w:t>
      </w:r>
      <w:r w:rsidR="00462692" w:rsidRPr="00A4769E">
        <w:rPr>
          <w:szCs w:val="20"/>
        </w:rPr>
        <w:t>.</w:t>
      </w:r>
      <w:r w:rsidR="006A5C52">
        <w:rPr>
          <w:szCs w:val="20"/>
        </w:rPr>
        <w:t xml:space="preserve"> </w:t>
      </w:r>
      <w:r w:rsidRPr="001B73FA">
        <w:rPr>
          <w:szCs w:val="20"/>
        </w:rPr>
        <w:t>Il approcha avec beaucoup de naturel du matelot qui fumait sa pipe à côté de la passerelle</w:t>
      </w:r>
      <w:r w:rsidR="00462692" w:rsidRPr="00A4769E">
        <w:rPr>
          <w:szCs w:val="20"/>
        </w:rPr>
        <w:t xml:space="preserve">. </w:t>
      </w:r>
      <w:r w:rsidRPr="001B73FA">
        <w:rPr>
          <w:szCs w:val="20"/>
        </w:rPr>
        <w:t>Il eut la chance de trouver en celui-ci un homme qui</w:t>
      </w:r>
      <w:r w:rsidR="00462692" w:rsidRPr="00A4769E">
        <w:rPr>
          <w:szCs w:val="20"/>
        </w:rPr>
        <w:t xml:space="preserve">, </w:t>
      </w:r>
      <w:r w:rsidRPr="001B73FA">
        <w:rPr>
          <w:szCs w:val="20"/>
        </w:rPr>
        <w:t>dès qu</w:t>
      </w:r>
      <w:r w:rsidR="00462692" w:rsidRPr="00A4769E">
        <w:rPr>
          <w:szCs w:val="20"/>
        </w:rPr>
        <w:t>’</w:t>
      </w:r>
      <w:r w:rsidRPr="001B73FA">
        <w:rPr>
          <w:szCs w:val="20"/>
        </w:rPr>
        <w:t>il entendit les noms</w:t>
      </w:r>
      <w:r w:rsidR="00462692" w:rsidRPr="00A4769E">
        <w:rPr>
          <w:szCs w:val="20"/>
        </w:rPr>
        <w:t xml:space="preserve">, </w:t>
      </w:r>
      <w:r w:rsidRPr="001B73FA">
        <w:rPr>
          <w:szCs w:val="20"/>
        </w:rPr>
        <w:t>sauta sur ses pieds et lui dit en Florentin</w:t>
      </w:r>
      <w:r w:rsidR="00462692" w:rsidRPr="00A4769E">
        <w:rPr>
          <w:szCs w:val="20"/>
        </w:rPr>
        <w:t> : « </w:t>
      </w:r>
      <w:r w:rsidRPr="001B73FA">
        <w:rPr>
          <w:szCs w:val="20"/>
        </w:rPr>
        <w:t>Parlez bas et servez-vous de l</w:t>
      </w:r>
      <w:r w:rsidR="00462692" w:rsidRPr="00A4769E">
        <w:rPr>
          <w:szCs w:val="20"/>
        </w:rPr>
        <w:t>’</w:t>
      </w:r>
      <w:r w:rsidRPr="001B73FA">
        <w:rPr>
          <w:szCs w:val="20"/>
        </w:rPr>
        <w:t>italien classique</w:t>
      </w:r>
      <w:r w:rsidR="00462692" w:rsidRPr="00A4769E">
        <w:rPr>
          <w:szCs w:val="20"/>
        </w:rPr>
        <w:t xml:space="preserve">, </w:t>
      </w:r>
      <w:r w:rsidRPr="001B73FA">
        <w:rPr>
          <w:szCs w:val="20"/>
        </w:rPr>
        <w:t>tant que nous ne serons pas sous ce rempart très haut et tout nu</w:t>
      </w:r>
      <w:r w:rsidR="00462692" w:rsidRPr="00A4769E">
        <w:rPr>
          <w:szCs w:val="20"/>
        </w:rPr>
        <w:t xml:space="preserve">, </w:t>
      </w:r>
      <w:r w:rsidRPr="001B73FA">
        <w:rPr>
          <w:szCs w:val="20"/>
        </w:rPr>
        <w:t>jusqu</w:t>
      </w:r>
      <w:r w:rsidR="00462692" w:rsidRPr="00A4769E">
        <w:rPr>
          <w:szCs w:val="20"/>
        </w:rPr>
        <w:t>’</w:t>
      </w:r>
      <w:r w:rsidRPr="001B73FA">
        <w:rPr>
          <w:szCs w:val="20"/>
        </w:rPr>
        <w:t>où vous allez m</w:t>
      </w:r>
      <w:r w:rsidR="00462692" w:rsidRPr="00A4769E">
        <w:rPr>
          <w:szCs w:val="20"/>
        </w:rPr>
        <w:t>’</w:t>
      </w:r>
      <w:r w:rsidRPr="001B73FA">
        <w:rPr>
          <w:szCs w:val="20"/>
        </w:rPr>
        <w:t>accompagner</w:t>
      </w:r>
      <w:r w:rsidR="00462692" w:rsidRPr="00A4769E">
        <w:rPr>
          <w:szCs w:val="20"/>
        </w:rPr>
        <w:t xml:space="preserve">, </w:t>
      </w:r>
      <w:r w:rsidRPr="001B73FA">
        <w:rPr>
          <w:szCs w:val="20"/>
        </w:rPr>
        <w:t>en faisant semblant de me marchander ce collier de corail que j</w:t>
      </w:r>
      <w:r w:rsidR="00462692" w:rsidRPr="00A4769E">
        <w:rPr>
          <w:szCs w:val="20"/>
        </w:rPr>
        <w:t>’</w:t>
      </w:r>
      <w:r w:rsidRPr="001B73FA">
        <w:rPr>
          <w:szCs w:val="20"/>
        </w:rPr>
        <w:t>ai dans la main</w:t>
      </w:r>
      <w:r w:rsidR="00462692" w:rsidRPr="00A4769E">
        <w:rPr>
          <w:szCs w:val="20"/>
        </w:rPr>
        <w:t>.</w:t>
      </w:r>
      <w:r w:rsidR="00462692" w:rsidRPr="00A4769E">
        <w:rPr>
          <w:szCs w:val="20"/>
        </w:rPr>
        <w:t> »</w:t>
      </w:r>
    </w:p>
    <w:p w14:paraId="07DDC5F2" w14:textId="77777777" w:rsidR="00462692" w:rsidRPr="00A4769E" w:rsidRDefault="001B73FA" w:rsidP="001B73FA">
      <w:pPr>
        <w:rPr>
          <w:szCs w:val="20"/>
        </w:rPr>
      </w:pPr>
      <w:r w:rsidRPr="001B73FA">
        <w:rPr>
          <w:szCs w:val="20"/>
        </w:rPr>
        <w:lastRenderedPageBreak/>
        <w:t>Le rempart qu</w:t>
      </w:r>
      <w:r w:rsidR="00462692" w:rsidRPr="00A4769E">
        <w:rPr>
          <w:szCs w:val="20"/>
        </w:rPr>
        <w:t>’</w:t>
      </w:r>
      <w:r w:rsidRPr="001B73FA">
        <w:rPr>
          <w:szCs w:val="20"/>
        </w:rPr>
        <w:t>il désignait avait plus de cinquante mètres de haut et la route qui passait à ses pieds était déserte à cette heure de la matinée</w:t>
      </w:r>
      <w:r w:rsidR="00462692" w:rsidRPr="00A4769E">
        <w:rPr>
          <w:szCs w:val="20"/>
        </w:rPr>
        <w:t xml:space="preserve">. </w:t>
      </w:r>
      <w:r w:rsidRPr="001B73FA">
        <w:rPr>
          <w:szCs w:val="20"/>
        </w:rPr>
        <w:t>Un petit bastion derrière lequel ils s</w:t>
      </w:r>
      <w:r w:rsidR="00462692" w:rsidRPr="00A4769E">
        <w:rPr>
          <w:szCs w:val="20"/>
        </w:rPr>
        <w:t>’</w:t>
      </w:r>
      <w:r w:rsidRPr="001B73FA">
        <w:rPr>
          <w:szCs w:val="20"/>
        </w:rPr>
        <w:t>engagèrent les cacha à la vue du bateau</w:t>
      </w:r>
      <w:r w:rsidR="00462692" w:rsidRPr="00A4769E">
        <w:rPr>
          <w:szCs w:val="20"/>
        </w:rPr>
        <w:t>. « </w:t>
      </w:r>
      <w:r w:rsidRPr="001B73FA">
        <w:rPr>
          <w:szCs w:val="20"/>
        </w:rPr>
        <w:t>On parle toujours beaucoup de vous au pays</w:t>
      </w:r>
      <w:r w:rsidR="00462692" w:rsidRPr="00A4769E">
        <w:rPr>
          <w:szCs w:val="20"/>
        </w:rPr>
        <w:t xml:space="preserve">, </w:t>
      </w:r>
      <w:r w:rsidRPr="001B73FA">
        <w:rPr>
          <w:szCs w:val="20"/>
        </w:rPr>
        <w:t>dit le matelot en piémontais</w:t>
      </w:r>
      <w:r w:rsidR="00462692" w:rsidRPr="00A4769E">
        <w:rPr>
          <w:szCs w:val="20"/>
        </w:rPr>
        <w:t xml:space="preserve">, </w:t>
      </w:r>
      <w:r w:rsidRPr="001B73FA">
        <w:rPr>
          <w:szCs w:val="20"/>
        </w:rPr>
        <w:t>et on essaie de faire croire que vous êtes un coquin parce que vous avez déserté votre régiment</w:t>
      </w:r>
      <w:r w:rsidR="00462692" w:rsidRPr="00A4769E">
        <w:rPr>
          <w:szCs w:val="20"/>
        </w:rPr>
        <w:t xml:space="preserve">. </w:t>
      </w:r>
      <w:r w:rsidRPr="001B73FA">
        <w:rPr>
          <w:szCs w:val="20"/>
        </w:rPr>
        <w:t>Mais personne n</w:t>
      </w:r>
      <w:r w:rsidR="00462692" w:rsidRPr="00A4769E">
        <w:rPr>
          <w:szCs w:val="20"/>
        </w:rPr>
        <w:t>’</w:t>
      </w:r>
      <w:r w:rsidRPr="001B73FA">
        <w:rPr>
          <w:szCs w:val="20"/>
        </w:rPr>
        <w:t>y croit</w:t>
      </w:r>
      <w:r w:rsidR="00462692" w:rsidRPr="00A4769E">
        <w:rPr>
          <w:szCs w:val="20"/>
        </w:rPr>
        <w:t xml:space="preserve">, </w:t>
      </w:r>
      <w:r w:rsidRPr="001B73FA">
        <w:rPr>
          <w:szCs w:val="20"/>
        </w:rPr>
        <w:t>sauf ceux qui sont intéressés à y croire</w:t>
      </w:r>
      <w:r w:rsidR="00462692" w:rsidRPr="00A4769E">
        <w:rPr>
          <w:szCs w:val="20"/>
        </w:rPr>
        <w:t xml:space="preserve">. </w:t>
      </w:r>
      <w:r w:rsidRPr="001B73FA">
        <w:rPr>
          <w:szCs w:val="20"/>
        </w:rPr>
        <w:t>Demandez-moi ce que vous voulez et</w:t>
      </w:r>
      <w:r w:rsidR="00462692" w:rsidRPr="00A4769E">
        <w:rPr>
          <w:szCs w:val="20"/>
        </w:rPr>
        <w:t xml:space="preserve">, </w:t>
      </w:r>
      <w:r w:rsidRPr="001B73FA">
        <w:rPr>
          <w:szCs w:val="20"/>
        </w:rPr>
        <w:t>sur la Madone</w:t>
      </w:r>
      <w:r w:rsidR="00462692" w:rsidRPr="00A4769E">
        <w:rPr>
          <w:szCs w:val="20"/>
        </w:rPr>
        <w:t xml:space="preserve">, </w:t>
      </w:r>
      <w:r w:rsidRPr="001B73FA">
        <w:rPr>
          <w:szCs w:val="20"/>
        </w:rPr>
        <w:t>je vous jure que je le ferai</w:t>
      </w:r>
      <w:r w:rsidR="00462692" w:rsidRPr="00A4769E">
        <w:rPr>
          <w:szCs w:val="20"/>
        </w:rPr>
        <w:t>.</w:t>
      </w:r>
    </w:p>
    <w:p w14:paraId="61FF7F19" w14:textId="5243D0BC" w:rsidR="00462692" w:rsidRPr="00A4769E" w:rsidRDefault="00462692" w:rsidP="001B73FA">
      <w:pPr>
        <w:rPr>
          <w:szCs w:val="20"/>
        </w:rPr>
      </w:pPr>
      <w:r w:rsidRPr="00A4769E">
        <w:rPr>
          <w:szCs w:val="20"/>
        </w:rPr>
        <w:t>— </w:t>
      </w:r>
      <w:r w:rsidR="001B73FA" w:rsidRPr="001B73FA">
        <w:rPr>
          <w:szCs w:val="20"/>
        </w:rPr>
        <w:t>Il s</w:t>
      </w:r>
      <w:r w:rsidRPr="00A4769E">
        <w:rPr>
          <w:szCs w:val="20"/>
        </w:rPr>
        <w:t>’</w:t>
      </w:r>
      <w:r w:rsidR="001B73FA" w:rsidRPr="001B73FA">
        <w:rPr>
          <w:szCs w:val="20"/>
        </w:rPr>
        <w:t>agit</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de porter cette lettre à ma mère</w:t>
      </w:r>
      <w:r w:rsidRPr="00A4769E">
        <w:rPr>
          <w:szCs w:val="20"/>
        </w:rPr>
        <w:t xml:space="preserve">. </w:t>
      </w:r>
      <w:r w:rsidR="001B73FA" w:rsidRPr="001B73FA">
        <w:rPr>
          <w:szCs w:val="20"/>
        </w:rPr>
        <w:t>C</w:t>
      </w:r>
      <w:r w:rsidRPr="00A4769E">
        <w:rPr>
          <w:szCs w:val="20"/>
        </w:rPr>
        <w:t>’</w:t>
      </w:r>
      <w:r w:rsidR="001B73FA" w:rsidRPr="001B73FA">
        <w:rPr>
          <w:szCs w:val="20"/>
        </w:rPr>
        <w:t>est simple</w:t>
      </w:r>
      <w:r w:rsidRPr="00A4769E">
        <w:rPr>
          <w:szCs w:val="20"/>
        </w:rPr>
        <w:t xml:space="preserve">, </w:t>
      </w:r>
      <w:r w:rsidR="001B73FA" w:rsidRPr="001B73FA">
        <w:rPr>
          <w:szCs w:val="20"/>
        </w:rPr>
        <w:t>mais il faut bien savoir que tu ne dois pas te laisser arrêter ni par le portier ni par les domestiques parmi lesquels on a dû</w:t>
      </w:r>
      <w:r w:rsidRPr="00A4769E">
        <w:rPr>
          <w:szCs w:val="20"/>
        </w:rPr>
        <w:t xml:space="preserve">, </w:t>
      </w:r>
      <w:r w:rsidR="001B73FA" w:rsidRPr="001B73FA">
        <w:rPr>
          <w:szCs w:val="20"/>
        </w:rPr>
        <w:t>dès les premiers jours</w:t>
      </w:r>
      <w:r w:rsidRPr="00A4769E">
        <w:rPr>
          <w:szCs w:val="20"/>
        </w:rPr>
        <w:t xml:space="preserve">, </w:t>
      </w:r>
      <w:r w:rsidR="001B73FA" w:rsidRPr="001B73FA">
        <w:rPr>
          <w:szCs w:val="20"/>
        </w:rPr>
        <w:t>payer des espions</w:t>
      </w:r>
      <w:r w:rsidRPr="00A4769E">
        <w:rPr>
          <w:szCs w:val="20"/>
        </w:rPr>
        <w:t>.</w:t>
      </w:r>
    </w:p>
    <w:p w14:paraId="21BBC60A" w14:textId="353CE4E2" w:rsidR="00462692" w:rsidRPr="00A4769E" w:rsidRDefault="00462692" w:rsidP="001B73FA">
      <w:pPr>
        <w:rPr>
          <w:szCs w:val="20"/>
        </w:rPr>
      </w:pPr>
      <w:r w:rsidRPr="00A4769E">
        <w:rPr>
          <w:szCs w:val="20"/>
        </w:rPr>
        <w:t>— </w:t>
      </w:r>
      <w:r w:rsidR="001B73FA" w:rsidRPr="001B73FA">
        <w:rPr>
          <w:szCs w:val="20"/>
        </w:rPr>
        <w:t>Où couche la Duchesse</w:t>
      </w:r>
      <w:r w:rsidRPr="00A4769E">
        <w:rPr>
          <w:szCs w:val="20"/>
        </w:rPr>
        <w:t xml:space="preserve"> ? </w:t>
      </w:r>
      <w:r w:rsidR="001B73FA" w:rsidRPr="001B73FA">
        <w:rPr>
          <w:szCs w:val="20"/>
        </w:rPr>
        <w:t>demanda le matelot</w:t>
      </w:r>
      <w:r w:rsidRPr="00A4769E">
        <w:rPr>
          <w:szCs w:val="20"/>
        </w:rPr>
        <w:t xml:space="preserve">, </w:t>
      </w:r>
      <w:r w:rsidR="001B73FA" w:rsidRPr="001B73FA">
        <w:rPr>
          <w:szCs w:val="20"/>
        </w:rPr>
        <w:t>je jetterai du gravier dans ses fenêtres</w:t>
      </w:r>
      <w:r w:rsidRPr="00A4769E">
        <w:rPr>
          <w:szCs w:val="20"/>
        </w:rPr>
        <w:t xml:space="preserve">, </w:t>
      </w:r>
      <w:r w:rsidR="001B73FA" w:rsidRPr="001B73FA">
        <w:rPr>
          <w:szCs w:val="20"/>
        </w:rPr>
        <w:t>et si le mur n</w:t>
      </w:r>
      <w:r w:rsidRPr="00A4769E">
        <w:rPr>
          <w:szCs w:val="20"/>
        </w:rPr>
        <w:t>’</w:t>
      </w:r>
      <w:r w:rsidR="001B73FA" w:rsidRPr="001B73FA">
        <w:rPr>
          <w:szCs w:val="20"/>
        </w:rPr>
        <w:t>est pas plus haut que ce rempart</w:t>
      </w:r>
      <w:r w:rsidRPr="00A4769E">
        <w:rPr>
          <w:szCs w:val="20"/>
        </w:rPr>
        <w:t xml:space="preserve">, </w:t>
      </w:r>
      <w:r w:rsidR="001B73FA" w:rsidRPr="001B73FA">
        <w:rPr>
          <w:szCs w:val="20"/>
        </w:rPr>
        <w:t>je monterai pieds nus jusqu</w:t>
      </w:r>
      <w:r w:rsidRPr="00A4769E">
        <w:rPr>
          <w:szCs w:val="20"/>
        </w:rPr>
        <w:t>’</w:t>
      </w:r>
      <w:r w:rsidR="001B73FA" w:rsidRPr="001B73FA">
        <w:rPr>
          <w:szCs w:val="20"/>
        </w:rPr>
        <w:t>aux barreaux de sa chambre lui porter la lettre</w:t>
      </w:r>
      <w:r w:rsidRPr="00A4769E">
        <w:rPr>
          <w:szCs w:val="20"/>
        </w:rPr>
        <w:t>. »</w:t>
      </w:r>
      <w:r w:rsidR="001B73FA" w:rsidRPr="001B73FA">
        <w:rPr>
          <w:szCs w:val="20"/>
        </w:rPr>
        <w:t xml:space="preserve"> Depuis qu</w:t>
      </w:r>
      <w:r w:rsidRPr="00A4769E">
        <w:rPr>
          <w:szCs w:val="20"/>
        </w:rPr>
        <w:t>’</w:t>
      </w:r>
      <w:r w:rsidR="001B73FA" w:rsidRPr="001B73FA">
        <w:rPr>
          <w:szCs w:val="20"/>
        </w:rPr>
        <w:t>il était entré en France</w:t>
      </w:r>
      <w:r w:rsidRPr="00A4769E">
        <w:rPr>
          <w:szCs w:val="20"/>
        </w:rPr>
        <w:t xml:space="preserve">, </w:t>
      </w:r>
      <w:r w:rsidR="001B73FA" w:rsidRPr="001B73FA">
        <w:rPr>
          <w:szCs w:val="20"/>
        </w:rPr>
        <w:t>c</w:t>
      </w:r>
      <w:r w:rsidRPr="00A4769E">
        <w:rPr>
          <w:szCs w:val="20"/>
        </w:rPr>
        <w:t>’</w:t>
      </w:r>
      <w:r w:rsidR="001B73FA" w:rsidRPr="001B73FA">
        <w:rPr>
          <w:szCs w:val="20"/>
        </w:rPr>
        <w:t>était la première fois qu</w:t>
      </w:r>
      <w:r w:rsidRPr="00A4769E">
        <w:rPr>
          <w:szCs w:val="20"/>
        </w:rPr>
        <w:t>’</w:t>
      </w:r>
      <w:r w:rsidR="001B73FA" w:rsidRPr="001B73FA">
        <w:rPr>
          <w:szCs w:val="20"/>
        </w:rPr>
        <w:t>un homme parlait le langage de son c</w:t>
      </w:r>
      <w:r w:rsidRPr="00A4769E">
        <w:rPr>
          <w:szCs w:val="20"/>
        </w:rPr>
        <w:t>œ</w:t>
      </w:r>
      <w:r w:rsidR="001B73FA" w:rsidRPr="001B73FA">
        <w:rPr>
          <w:szCs w:val="20"/>
        </w:rPr>
        <w:t>ur</w:t>
      </w:r>
      <w:r w:rsidRPr="00A4769E">
        <w:rPr>
          <w:szCs w:val="20"/>
        </w:rPr>
        <w:t xml:space="preserve"> : </w:t>
      </w:r>
      <w:r w:rsidR="001B73FA" w:rsidRPr="001B73FA">
        <w:rPr>
          <w:szCs w:val="20"/>
        </w:rPr>
        <w:t>Angelo serra presque le matelot dans ses bras</w:t>
      </w:r>
      <w:r w:rsidRPr="00A4769E">
        <w:rPr>
          <w:szCs w:val="20"/>
        </w:rPr>
        <w:t>. « </w:t>
      </w:r>
      <w:r w:rsidR="001B73FA" w:rsidRPr="001B73FA">
        <w:rPr>
          <w:szCs w:val="20"/>
        </w:rPr>
        <w:t>Tu me comprends et je t</w:t>
      </w:r>
      <w:r w:rsidRPr="00A4769E">
        <w:rPr>
          <w:szCs w:val="20"/>
        </w:rPr>
        <w:t>’</w:t>
      </w:r>
      <w:r w:rsidR="001B73FA" w:rsidRPr="001B73FA">
        <w:rPr>
          <w:szCs w:val="20"/>
        </w:rPr>
        <w:t>aime</w:t>
      </w:r>
      <w:r w:rsidRPr="00A4769E">
        <w:rPr>
          <w:szCs w:val="20"/>
        </w:rPr>
        <w:t xml:space="preserve">, </w:t>
      </w:r>
      <w:r w:rsidR="001B73FA" w:rsidRPr="001B73FA">
        <w:rPr>
          <w:szCs w:val="20"/>
        </w:rPr>
        <w:t>lui dit-il</w:t>
      </w:r>
      <w:r w:rsidRPr="00A4769E">
        <w:rPr>
          <w:szCs w:val="20"/>
        </w:rPr>
        <w:t xml:space="preserve">, </w:t>
      </w:r>
      <w:r w:rsidR="001B73FA" w:rsidRPr="001B73FA">
        <w:rPr>
          <w:szCs w:val="20"/>
        </w:rPr>
        <w:t>mais tu n</w:t>
      </w:r>
      <w:r w:rsidRPr="00A4769E">
        <w:rPr>
          <w:szCs w:val="20"/>
        </w:rPr>
        <w:t>’</w:t>
      </w:r>
      <w:r w:rsidR="001B73FA" w:rsidRPr="001B73FA">
        <w:rPr>
          <w:szCs w:val="20"/>
        </w:rPr>
        <w:t>auras pas besoin de te casser le cou</w:t>
      </w:r>
      <w:r w:rsidRPr="00A4769E">
        <w:rPr>
          <w:szCs w:val="20"/>
        </w:rPr>
        <w:t xml:space="preserve">. </w:t>
      </w:r>
      <w:r w:rsidR="001B73FA" w:rsidRPr="001B73FA">
        <w:rPr>
          <w:szCs w:val="20"/>
        </w:rPr>
        <w:t>Monte négligemment la garde à l</w:t>
      </w:r>
      <w:r w:rsidRPr="00A4769E">
        <w:rPr>
          <w:szCs w:val="20"/>
        </w:rPr>
        <w:t>’</w:t>
      </w:r>
      <w:r w:rsidR="001B73FA" w:rsidRPr="001B73FA">
        <w:rPr>
          <w:szCs w:val="20"/>
        </w:rPr>
        <w:t>angle de la place Pardi</w:t>
      </w:r>
      <w:r w:rsidRPr="00A4769E">
        <w:rPr>
          <w:szCs w:val="20"/>
        </w:rPr>
        <w:t xml:space="preserve">, </w:t>
      </w:r>
      <w:r w:rsidR="001B73FA" w:rsidRPr="001B73FA">
        <w:rPr>
          <w:szCs w:val="20"/>
        </w:rPr>
        <w:t>sous le mûrier près de la fontaine</w:t>
      </w:r>
      <w:r w:rsidRPr="00A4769E">
        <w:rPr>
          <w:szCs w:val="20"/>
        </w:rPr>
        <w:t xml:space="preserve">. </w:t>
      </w:r>
      <w:r w:rsidR="001B73FA" w:rsidRPr="001B73FA">
        <w:rPr>
          <w:szCs w:val="20"/>
        </w:rPr>
        <w:t>Amuse-toi peut-être à laver ton béret dans le bassin</w:t>
      </w:r>
      <w:r w:rsidRPr="00A4769E">
        <w:rPr>
          <w:szCs w:val="20"/>
        </w:rPr>
        <w:t xml:space="preserve">. </w:t>
      </w:r>
      <w:r w:rsidR="001B73FA" w:rsidRPr="001B73FA">
        <w:rPr>
          <w:szCs w:val="20"/>
        </w:rPr>
        <w:t>Surveille la petite porte qui ouvre juste en face</w:t>
      </w:r>
      <w:r w:rsidRPr="00A4769E">
        <w:rPr>
          <w:szCs w:val="20"/>
        </w:rPr>
        <w:t xml:space="preserve">. </w:t>
      </w:r>
      <w:r w:rsidR="001B73FA" w:rsidRPr="001B73FA">
        <w:rPr>
          <w:szCs w:val="20"/>
        </w:rPr>
        <w:t>Vers les quatre heures du soir</w:t>
      </w:r>
      <w:r w:rsidRPr="00A4769E">
        <w:rPr>
          <w:szCs w:val="20"/>
        </w:rPr>
        <w:t xml:space="preserve">, </w:t>
      </w:r>
      <w:r w:rsidR="001B73FA" w:rsidRPr="001B73FA">
        <w:rPr>
          <w:szCs w:val="20"/>
        </w:rPr>
        <w:t>tu verras sortir une femme droite et noire</w:t>
      </w:r>
      <w:r w:rsidRPr="00A4769E">
        <w:rPr>
          <w:szCs w:val="20"/>
        </w:rPr>
        <w:t xml:space="preserve">, </w:t>
      </w:r>
      <w:r w:rsidR="001B73FA" w:rsidRPr="001B73FA">
        <w:rPr>
          <w:szCs w:val="20"/>
        </w:rPr>
        <w:t>aux gros seins et toujours vêtue de jupes vertes</w:t>
      </w:r>
      <w:r w:rsidRPr="00A4769E">
        <w:rPr>
          <w:szCs w:val="20"/>
        </w:rPr>
        <w:t xml:space="preserve">. </w:t>
      </w:r>
      <w:r w:rsidR="001B73FA" w:rsidRPr="001B73FA">
        <w:rPr>
          <w:szCs w:val="20"/>
        </w:rPr>
        <w:t>Tu ne peux pas te tromper</w:t>
      </w:r>
      <w:r w:rsidRPr="00A4769E">
        <w:rPr>
          <w:szCs w:val="20"/>
        </w:rPr>
        <w:t xml:space="preserve">, </w:t>
      </w:r>
      <w:r w:rsidR="001B73FA" w:rsidRPr="001B73FA">
        <w:rPr>
          <w:szCs w:val="20"/>
        </w:rPr>
        <w:t>elle est la seule à sortir par cette porte et elle tient à cette prérogative comme à la prunelle de ses yeux</w:t>
      </w:r>
      <w:r w:rsidRPr="00A4769E">
        <w:rPr>
          <w:szCs w:val="20"/>
        </w:rPr>
        <w:t xml:space="preserve">. </w:t>
      </w:r>
      <w:r w:rsidR="001B73FA" w:rsidRPr="001B73FA">
        <w:rPr>
          <w:szCs w:val="20"/>
        </w:rPr>
        <w:t>C</w:t>
      </w:r>
      <w:r w:rsidRPr="00A4769E">
        <w:rPr>
          <w:szCs w:val="20"/>
        </w:rPr>
        <w:t>’</w:t>
      </w:r>
      <w:r w:rsidR="001B73FA" w:rsidRPr="001B73FA">
        <w:rPr>
          <w:szCs w:val="20"/>
        </w:rPr>
        <w:t>est la Thérèse</w:t>
      </w:r>
      <w:r w:rsidRPr="00A4769E">
        <w:rPr>
          <w:szCs w:val="20"/>
        </w:rPr>
        <w:t xml:space="preserve">, </w:t>
      </w:r>
      <w:r w:rsidR="001B73FA" w:rsidRPr="001B73FA">
        <w:rPr>
          <w:szCs w:val="20"/>
        </w:rPr>
        <w:t>c</w:t>
      </w:r>
      <w:r w:rsidRPr="00A4769E">
        <w:rPr>
          <w:szCs w:val="20"/>
        </w:rPr>
        <w:t>’</w:t>
      </w:r>
      <w:r w:rsidR="001B73FA" w:rsidRPr="001B73FA">
        <w:rPr>
          <w:szCs w:val="20"/>
        </w:rPr>
        <w:t>est ma nourrice</w:t>
      </w:r>
      <w:r w:rsidRPr="00A4769E">
        <w:rPr>
          <w:szCs w:val="20"/>
        </w:rPr>
        <w:t xml:space="preserve">. </w:t>
      </w:r>
      <w:r w:rsidR="001B73FA" w:rsidRPr="001B73FA">
        <w:rPr>
          <w:szCs w:val="20"/>
        </w:rPr>
        <w:t>Dis-lui mon nom et que tu veux voir ma mère</w:t>
      </w:r>
      <w:r w:rsidRPr="00A4769E">
        <w:rPr>
          <w:szCs w:val="20"/>
        </w:rPr>
        <w:t xml:space="preserve">, </w:t>
      </w:r>
      <w:r w:rsidR="001B73FA" w:rsidRPr="001B73FA">
        <w:rPr>
          <w:szCs w:val="20"/>
        </w:rPr>
        <w:t xml:space="preserve">elle te mènera </w:t>
      </w:r>
      <w:r w:rsidR="001B73FA" w:rsidRPr="001B73FA">
        <w:rPr>
          <w:szCs w:val="20"/>
        </w:rPr>
        <w:lastRenderedPageBreak/>
        <w:t>jusqu</w:t>
      </w:r>
      <w:r w:rsidRPr="00A4769E">
        <w:rPr>
          <w:szCs w:val="20"/>
        </w:rPr>
        <w:t>’</w:t>
      </w:r>
      <w:r w:rsidR="001B73FA" w:rsidRPr="001B73FA">
        <w:rPr>
          <w:szCs w:val="20"/>
        </w:rPr>
        <w:t>à elle par un escalier où l</w:t>
      </w:r>
      <w:r w:rsidRPr="00A4769E">
        <w:rPr>
          <w:szCs w:val="20"/>
        </w:rPr>
        <w:t>’</w:t>
      </w:r>
      <w:r w:rsidR="001B73FA" w:rsidRPr="001B73FA">
        <w:rPr>
          <w:szCs w:val="20"/>
        </w:rPr>
        <w:t>on ne rencontre jamais personne</w:t>
      </w:r>
      <w:r w:rsidRPr="00A4769E">
        <w:rPr>
          <w:szCs w:val="20"/>
        </w:rPr>
        <w:t>.</w:t>
      </w:r>
    </w:p>
    <w:p w14:paraId="3BA92CF3" w14:textId="4AACE3AB" w:rsidR="00462692" w:rsidRPr="00A4769E" w:rsidRDefault="00462692" w:rsidP="001B73FA">
      <w:pPr>
        <w:rPr>
          <w:szCs w:val="20"/>
        </w:rPr>
      </w:pPr>
      <w:r w:rsidRPr="00A4769E">
        <w:rPr>
          <w:szCs w:val="20"/>
        </w:rPr>
        <w:t>— </w:t>
      </w:r>
      <w:r w:rsidR="001B73FA" w:rsidRPr="001B73FA">
        <w:rPr>
          <w:szCs w:val="20"/>
        </w:rPr>
        <w:t>Dans la première quinzaine d</w:t>
      </w:r>
      <w:r w:rsidRPr="00A4769E">
        <w:rPr>
          <w:szCs w:val="20"/>
        </w:rPr>
        <w:t>’</w:t>
      </w:r>
      <w:r w:rsidR="001B73FA" w:rsidRPr="001B73FA">
        <w:rPr>
          <w:szCs w:val="20"/>
        </w:rPr>
        <w:t>octobre</w:t>
      </w:r>
      <w:r w:rsidRPr="00A4769E">
        <w:rPr>
          <w:szCs w:val="20"/>
        </w:rPr>
        <w:t xml:space="preserve">, </w:t>
      </w:r>
      <w:r w:rsidR="001B73FA" w:rsidRPr="001B73FA">
        <w:rPr>
          <w:szCs w:val="20"/>
        </w:rPr>
        <w:t>dit le matelot</w:t>
      </w:r>
      <w:r w:rsidRPr="00A4769E">
        <w:rPr>
          <w:szCs w:val="20"/>
        </w:rPr>
        <w:t xml:space="preserve">, </w:t>
      </w:r>
      <w:r w:rsidR="001B73FA" w:rsidRPr="001B73FA">
        <w:rPr>
          <w:szCs w:val="20"/>
        </w:rPr>
        <w:t>je serai de nouveau par ici</w:t>
      </w:r>
      <w:r w:rsidRPr="00A4769E">
        <w:rPr>
          <w:szCs w:val="20"/>
        </w:rPr>
        <w:t xml:space="preserve"> ; </w:t>
      </w:r>
      <w:r w:rsidR="001B73FA" w:rsidRPr="001B73FA">
        <w:rPr>
          <w:szCs w:val="20"/>
        </w:rPr>
        <w:t>soit sur ce bateau</w:t>
      </w:r>
      <w:r w:rsidRPr="00A4769E">
        <w:rPr>
          <w:szCs w:val="20"/>
        </w:rPr>
        <w:t xml:space="preserve">, </w:t>
      </w:r>
      <w:r w:rsidR="001B73FA" w:rsidRPr="001B73FA">
        <w:rPr>
          <w:szCs w:val="20"/>
        </w:rPr>
        <w:t>soit sur un autre</w:t>
      </w:r>
      <w:r w:rsidRPr="00A4769E">
        <w:rPr>
          <w:szCs w:val="20"/>
        </w:rPr>
        <w:t xml:space="preserve">, </w:t>
      </w:r>
      <w:r w:rsidR="001B73FA" w:rsidRPr="001B73FA">
        <w:rPr>
          <w:szCs w:val="20"/>
        </w:rPr>
        <w:t>car c</w:t>
      </w:r>
      <w:r w:rsidRPr="00A4769E">
        <w:rPr>
          <w:szCs w:val="20"/>
        </w:rPr>
        <w:t>’</w:t>
      </w:r>
      <w:r w:rsidR="001B73FA" w:rsidRPr="001B73FA">
        <w:rPr>
          <w:szCs w:val="20"/>
        </w:rPr>
        <w:t>est le moment où l</w:t>
      </w:r>
      <w:r w:rsidRPr="00A4769E">
        <w:rPr>
          <w:szCs w:val="20"/>
        </w:rPr>
        <w:t>’</w:t>
      </w:r>
      <w:r w:rsidR="001B73FA" w:rsidRPr="001B73FA">
        <w:rPr>
          <w:szCs w:val="20"/>
        </w:rPr>
        <w:t>on fera le transport du vin</w:t>
      </w:r>
      <w:r w:rsidRPr="00A4769E">
        <w:rPr>
          <w:szCs w:val="20"/>
        </w:rPr>
        <w:t>.</w:t>
      </w:r>
    </w:p>
    <w:p w14:paraId="642E2C69" w14:textId="27187AC6" w:rsidR="00462692" w:rsidRPr="00A4769E" w:rsidRDefault="00462692" w:rsidP="001B73FA">
      <w:pPr>
        <w:rPr>
          <w:szCs w:val="20"/>
        </w:rPr>
      </w:pPr>
      <w:r w:rsidRPr="00A4769E">
        <w:rPr>
          <w:szCs w:val="20"/>
        </w:rPr>
        <w:t>— </w:t>
      </w:r>
      <w:r w:rsidR="001B73FA" w:rsidRPr="001B73FA">
        <w:rPr>
          <w:szCs w:val="20"/>
        </w:rPr>
        <w:t>Il se peut</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qu</w:t>
      </w:r>
      <w:r w:rsidRPr="00A4769E">
        <w:rPr>
          <w:szCs w:val="20"/>
        </w:rPr>
        <w:t>’</w:t>
      </w:r>
      <w:r w:rsidR="001B73FA" w:rsidRPr="001B73FA">
        <w:rPr>
          <w:szCs w:val="20"/>
        </w:rPr>
        <w:t>on te confie de l</w:t>
      </w:r>
      <w:r w:rsidRPr="00A4769E">
        <w:rPr>
          <w:szCs w:val="20"/>
        </w:rPr>
        <w:t>’</w:t>
      </w:r>
      <w:r w:rsidR="001B73FA" w:rsidRPr="001B73FA">
        <w:rPr>
          <w:szCs w:val="20"/>
        </w:rPr>
        <w:t>argent</w:t>
      </w:r>
      <w:r w:rsidRPr="00A4769E">
        <w:rPr>
          <w:szCs w:val="20"/>
        </w:rPr>
        <w:t xml:space="preserve">. </w:t>
      </w:r>
      <w:r w:rsidR="001B73FA" w:rsidRPr="001B73FA">
        <w:rPr>
          <w:szCs w:val="20"/>
        </w:rPr>
        <w:t>Je me fie à toi corps et âme</w:t>
      </w:r>
      <w:r w:rsidRPr="00A4769E">
        <w:rPr>
          <w:szCs w:val="20"/>
        </w:rPr>
        <w:t>.</w:t>
      </w:r>
    </w:p>
    <w:p w14:paraId="5A6A9295" w14:textId="44628850" w:rsidR="00462692" w:rsidRPr="00A4769E" w:rsidRDefault="00462692" w:rsidP="001B73FA">
      <w:pPr>
        <w:rPr>
          <w:szCs w:val="20"/>
        </w:rPr>
      </w:pPr>
      <w:r w:rsidRPr="00A4769E">
        <w:rPr>
          <w:szCs w:val="20"/>
        </w:rPr>
        <w:t>— </w:t>
      </w:r>
      <w:r w:rsidR="001B73FA" w:rsidRPr="001B73FA">
        <w:rPr>
          <w:szCs w:val="20"/>
        </w:rPr>
        <w:t>Venez</w:t>
      </w:r>
      <w:r w:rsidRPr="00A4769E">
        <w:rPr>
          <w:szCs w:val="20"/>
        </w:rPr>
        <w:t xml:space="preserve">, </w:t>
      </w:r>
      <w:r w:rsidR="001B73FA" w:rsidRPr="001B73FA">
        <w:rPr>
          <w:szCs w:val="20"/>
        </w:rPr>
        <w:t>dit le matelot</w:t>
      </w:r>
      <w:r w:rsidR="001F708A">
        <w:rPr>
          <w:szCs w:val="20"/>
        </w:rPr>
        <w:t>,</w:t>
      </w:r>
      <w:r w:rsidR="001B73FA" w:rsidRPr="001B73FA">
        <w:rPr>
          <w:szCs w:val="20"/>
        </w:rPr>
        <w:t xml:space="preserve"> jusqu</w:t>
      </w:r>
      <w:r w:rsidRPr="00A4769E">
        <w:rPr>
          <w:szCs w:val="20"/>
        </w:rPr>
        <w:t>’</w:t>
      </w:r>
      <w:r w:rsidR="001B73FA" w:rsidRPr="001B73FA">
        <w:rPr>
          <w:szCs w:val="20"/>
        </w:rPr>
        <w:t>à cette petite rue là-bas</w:t>
      </w:r>
      <w:r w:rsidRPr="00A4769E">
        <w:rPr>
          <w:szCs w:val="20"/>
        </w:rPr>
        <w:t xml:space="preserve">, </w:t>
      </w:r>
      <w:r w:rsidR="001B73FA" w:rsidRPr="001B73FA">
        <w:rPr>
          <w:szCs w:val="20"/>
        </w:rPr>
        <w:t>nous allons boire un verre d</w:t>
      </w:r>
      <w:r w:rsidRPr="00A4769E">
        <w:rPr>
          <w:szCs w:val="20"/>
        </w:rPr>
        <w:t>’</w:t>
      </w:r>
      <w:r w:rsidR="001B73FA" w:rsidRPr="001B73FA">
        <w:rPr>
          <w:szCs w:val="20"/>
        </w:rPr>
        <w:t>Asti chez une femme qui est presque ma femme</w:t>
      </w:r>
      <w:r w:rsidRPr="00A4769E">
        <w:rPr>
          <w:szCs w:val="20"/>
        </w:rPr>
        <w:t xml:space="preserve">. </w:t>
      </w:r>
      <w:r w:rsidR="001B73FA" w:rsidRPr="001B73FA">
        <w:rPr>
          <w:szCs w:val="20"/>
        </w:rPr>
        <w:t>Elle se ferait tuer plutôt que de ne pas m</w:t>
      </w:r>
      <w:r w:rsidRPr="00A4769E">
        <w:rPr>
          <w:szCs w:val="20"/>
        </w:rPr>
        <w:t>’</w:t>
      </w:r>
      <w:r w:rsidR="001B73FA" w:rsidRPr="001B73FA">
        <w:rPr>
          <w:szCs w:val="20"/>
        </w:rPr>
        <w:t>obéir</w:t>
      </w:r>
      <w:r w:rsidRPr="00A4769E">
        <w:rPr>
          <w:szCs w:val="20"/>
        </w:rPr>
        <w:t xml:space="preserve">. </w:t>
      </w:r>
      <w:r w:rsidR="001B73FA" w:rsidRPr="001B73FA">
        <w:rPr>
          <w:szCs w:val="20"/>
        </w:rPr>
        <w:t>C</w:t>
      </w:r>
      <w:r w:rsidRPr="00A4769E">
        <w:rPr>
          <w:szCs w:val="20"/>
        </w:rPr>
        <w:t>’</w:t>
      </w:r>
      <w:r w:rsidR="001B73FA" w:rsidRPr="001B73FA">
        <w:rPr>
          <w:szCs w:val="20"/>
        </w:rPr>
        <w:t>est là que je laisserai les commissions pour vous</w:t>
      </w:r>
      <w:r w:rsidRPr="00A4769E">
        <w:rPr>
          <w:szCs w:val="20"/>
        </w:rPr>
        <w:t>. »</w:t>
      </w:r>
      <w:r w:rsidR="001B73FA" w:rsidRPr="001B73FA">
        <w:rPr>
          <w:szCs w:val="20"/>
        </w:rPr>
        <w:t xml:space="preserve"> La femme</w:t>
      </w:r>
      <w:r w:rsidRPr="00A4769E">
        <w:rPr>
          <w:szCs w:val="20"/>
        </w:rPr>
        <w:t xml:space="preserve">, </w:t>
      </w:r>
      <w:r w:rsidR="001B73FA" w:rsidRPr="001B73FA">
        <w:rPr>
          <w:szCs w:val="20"/>
        </w:rPr>
        <w:t>qui s</w:t>
      </w:r>
      <w:r w:rsidRPr="00A4769E">
        <w:rPr>
          <w:szCs w:val="20"/>
        </w:rPr>
        <w:t>’</w:t>
      </w:r>
      <w:r w:rsidR="001B73FA" w:rsidRPr="001B73FA">
        <w:rPr>
          <w:szCs w:val="20"/>
        </w:rPr>
        <w:t>appelait Paule</w:t>
      </w:r>
      <w:r w:rsidRPr="00A4769E">
        <w:rPr>
          <w:szCs w:val="20"/>
        </w:rPr>
        <w:t xml:space="preserve">, </w:t>
      </w:r>
      <w:r w:rsidR="001B73FA" w:rsidRPr="001B73FA">
        <w:rPr>
          <w:szCs w:val="20"/>
        </w:rPr>
        <w:t>était énorme et marchait comme les canards</w:t>
      </w:r>
      <w:r w:rsidRPr="00A4769E">
        <w:rPr>
          <w:szCs w:val="20"/>
        </w:rPr>
        <w:t xml:space="preserve">, </w:t>
      </w:r>
      <w:r w:rsidR="001B73FA" w:rsidRPr="001B73FA">
        <w:rPr>
          <w:szCs w:val="20"/>
        </w:rPr>
        <w:t>mais son visage</w:t>
      </w:r>
      <w:r w:rsidRPr="00A4769E">
        <w:rPr>
          <w:szCs w:val="20"/>
        </w:rPr>
        <w:t xml:space="preserve">, </w:t>
      </w:r>
      <w:r w:rsidR="001B73FA" w:rsidRPr="001B73FA">
        <w:rPr>
          <w:szCs w:val="20"/>
        </w:rPr>
        <w:t>entre les deux bandeaux noirs de ses cheveux plaqués</w:t>
      </w:r>
      <w:r w:rsidRPr="00A4769E">
        <w:rPr>
          <w:szCs w:val="20"/>
        </w:rPr>
        <w:t xml:space="preserve">, </w:t>
      </w:r>
      <w:r w:rsidR="001B73FA" w:rsidRPr="001B73FA">
        <w:rPr>
          <w:szCs w:val="20"/>
        </w:rPr>
        <w:t>était plus beau que le visage d</w:t>
      </w:r>
      <w:r w:rsidRPr="00A4769E">
        <w:rPr>
          <w:szCs w:val="20"/>
        </w:rPr>
        <w:t>’</w:t>
      </w:r>
      <w:r w:rsidR="001B73FA" w:rsidRPr="001B73FA">
        <w:rPr>
          <w:szCs w:val="20"/>
        </w:rPr>
        <w:t>une déesse grecque</w:t>
      </w:r>
      <w:r w:rsidRPr="00A4769E">
        <w:rPr>
          <w:szCs w:val="20"/>
        </w:rPr>
        <w:t xml:space="preserve">. </w:t>
      </w:r>
      <w:r w:rsidR="001B73FA" w:rsidRPr="001B73FA">
        <w:rPr>
          <w:szCs w:val="20"/>
        </w:rPr>
        <w:t>Ses yeux immenses éc</w:t>
      </w:r>
      <w:r w:rsidRPr="00A4769E">
        <w:rPr>
          <w:szCs w:val="20"/>
        </w:rPr>
        <w:t>œ</w:t>
      </w:r>
      <w:r w:rsidR="001B73FA" w:rsidRPr="001B73FA">
        <w:rPr>
          <w:szCs w:val="20"/>
        </w:rPr>
        <w:t>uraient comme la solitude des océans</w:t>
      </w:r>
      <w:r w:rsidRPr="00A4769E">
        <w:rPr>
          <w:szCs w:val="20"/>
        </w:rPr>
        <w:t>. « </w:t>
      </w:r>
      <w:r w:rsidR="001B73FA" w:rsidRPr="001B73FA">
        <w:rPr>
          <w:szCs w:val="20"/>
        </w:rPr>
        <w:t>Méfiez-vous des femmes maigres</w:t>
      </w:r>
      <w:r w:rsidRPr="00A4769E">
        <w:rPr>
          <w:szCs w:val="20"/>
        </w:rPr>
        <w:t xml:space="preserve">, </w:t>
      </w:r>
      <w:r w:rsidR="001B73FA" w:rsidRPr="001B73FA">
        <w:rPr>
          <w:szCs w:val="20"/>
        </w:rPr>
        <w:t xml:space="preserve">mon </w:t>
      </w:r>
      <w:r w:rsidR="007B3415">
        <w:rPr>
          <w:szCs w:val="20"/>
        </w:rPr>
        <w:t>c</w:t>
      </w:r>
      <w:r w:rsidR="007B3415" w:rsidRPr="001B73FA">
        <w:rPr>
          <w:szCs w:val="20"/>
        </w:rPr>
        <w:t>olonel</w:t>
      </w:r>
      <w:r w:rsidRPr="00A4769E">
        <w:rPr>
          <w:szCs w:val="20"/>
        </w:rPr>
        <w:t xml:space="preserve">, </w:t>
      </w:r>
      <w:r w:rsidR="001B73FA" w:rsidRPr="001B73FA">
        <w:rPr>
          <w:szCs w:val="20"/>
        </w:rPr>
        <w:t>dit le matelot</w:t>
      </w:r>
      <w:r w:rsidRPr="00A4769E">
        <w:rPr>
          <w:szCs w:val="20"/>
        </w:rPr>
        <w:t xml:space="preserve">. </w:t>
      </w:r>
      <w:r w:rsidR="001B73FA" w:rsidRPr="001B73FA">
        <w:rPr>
          <w:szCs w:val="20"/>
        </w:rPr>
        <w:t>L</w:t>
      </w:r>
      <w:r w:rsidRPr="00A4769E">
        <w:rPr>
          <w:szCs w:val="20"/>
        </w:rPr>
        <w:t>’</w:t>
      </w:r>
      <w:r w:rsidR="001B73FA" w:rsidRPr="001B73FA">
        <w:rPr>
          <w:szCs w:val="20"/>
        </w:rPr>
        <w:t>absence les mange à un point que vous n</w:t>
      </w:r>
      <w:r w:rsidRPr="00A4769E">
        <w:rPr>
          <w:szCs w:val="20"/>
        </w:rPr>
        <w:t>’</w:t>
      </w:r>
      <w:r w:rsidR="001B73FA" w:rsidRPr="001B73FA">
        <w:rPr>
          <w:szCs w:val="20"/>
        </w:rPr>
        <w:t>imaginez pas</w:t>
      </w:r>
      <w:r w:rsidRPr="00A4769E">
        <w:rPr>
          <w:szCs w:val="20"/>
        </w:rPr>
        <w:t xml:space="preserve">. </w:t>
      </w:r>
      <w:r w:rsidR="001B73FA" w:rsidRPr="001B73FA">
        <w:rPr>
          <w:szCs w:val="20"/>
        </w:rPr>
        <w:t>Après huit jours de mer</w:t>
      </w:r>
      <w:r w:rsidRPr="00A4769E">
        <w:rPr>
          <w:szCs w:val="20"/>
        </w:rPr>
        <w:t xml:space="preserve">, </w:t>
      </w:r>
      <w:r w:rsidR="001B73FA" w:rsidRPr="001B73FA">
        <w:rPr>
          <w:szCs w:val="20"/>
        </w:rPr>
        <w:t>il ne vous en reste plus</w:t>
      </w:r>
      <w:r w:rsidRPr="00A4769E">
        <w:rPr>
          <w:szCs w:val="20"/>
        </w:rPr>
        <w:t xml:space="preserve">, </w:t>
      </w:r>
      <w:r w:rsidR="001B73FA" w:rsidRPr="001B73FA">
        <w:rPr>
          <w:szCs w:val="20"/>
        </w:rPr>
        <w:t>même pour le petit déjeuner du matin</w:t>
      </w:r>
      <w:r w:rsidRPr="00A4769E">
        <w:rPr>
          <w:szCs w:val="20"/>
        </w:rPr>
        <w:t>. »</w:t>
      </w:r>
      <w:r w:rsidR="001B73FA" w:rsidRPr="001B73FA">
        <w:rPr>
          <w:szCs w:val="20"/>
        </w:rPr>
        <w:t xml:space="preserve"> Angelo accompagna le matelot jusqu</w:t>
      </w:r>
      <w:r w:rsidRPr="00A4769E">
        <w:rPr>
          <w:szCs w:val="20"/>
        </w:rPr>
        <w:t>’</w:t>
      </w:r>
      <w:r w:rsidR="001B73FA" w:rsidRPr="001B73FA">
        <w:rPr>
          <w:szCs w:val="20"/>
        </w:rPr>
        <w:t>à cent pas du bateau</w:t>
      </w:r>
      <w:r w:rsidRPr="00A4769E">
        <w:rPr>
          <w:szCs w:val="20"/>
        </w:rPr>
        <w:t>. « </w:t>
      </w:r>
      <w:r w:rsidR="001B73FA" w:rsidRPr="001B73FA">
        <w:rPr>
          <w:szCs w:val="20"/>
        </w:rPr>
        <w:t>Quand partez-vous</w:t>
      </w:r>
      <w:r w:rsidRPr="00A4769E">
        <w:rPr>
          <w:szCs w:val="20"/>
        </w:rPr>
        <w:t xml:space="preserve"> ? </w:t>
      </w:r>
      <w:r w:rsidR="001B73FA" w:rsidRPr="001B73FA">
        <w:rPr>
          <w:szCs w:val="20"/>
        </w:rPr>
        <w:t>demanda-t-il</w:t>
      </w:r>
      <w:r w:rsidRPr="00A4769E">
        <w:rPr>
          <w:szCs w:val="20"/>
        </w:rPr>
        <w:t>.</w:t>
      </w:r>
    </w:p>
    <w:p w14:paraId="4586412F" w14:textId="26462C61" w:rsidR="00462692" w:rsidRPr="00A4769E" w:rsidRDefault="00462692" w:rsidP="001B73FA">
      <w:pPr>
        <w:rPr>
          <w:szCs w:val="20"/>
        </w:rPr>
      </w:pPr>
      <w:r w:rsidRPr="00A4769E">
        <w:rPr>
          <w:szCs w:val="20"/>
        </w:rPr>
        <w:t>— </w:t>
      </w:r>
      <w:r w:rsidR="001B73FA" w:rsidRPr="001B73FA">
        <w:rPr>
          <w:szCs w:val="20"/>
        </w:rPr>
        <w:t>Dans deux heures</w:t>
      </w:r>
      <w:r w:rsidRPr="00A4769E">
        <w:rPr>
          <w:szCs w:val="20"/>
        </w:rPr>
        <w:t>.</w:t>
      </w:r>
    </w:p>
    <w:p w14:paraId="4A7F86DC" w14:textId="43C9E2E9" w:rsidR="00462692" w:rsidRPr="00A4769E" w:rsidRDefault="00462692" w:rsidP="001B73FA">
      <w:pPr>
        <w:rPr>
          <w:szCs w:val="20"/>
        </w:rPr>
      </w:pPr>
      <w:r w:rsidRPr="00A4769E">
        <w:rPr>
          <w:szCs w:val="20"/>
        </w:rPr>
        <w:t>— </w:t>
      </w:r>
      <w:r w:rsidR="001B73FA" w:rsidRPr="001B73FA">
        <w:rPr>
          <w:szCs w:val="20"/>
        </w:rPr>
        <w:t>Adieu</w:t>
      </w:r>
      <w:r w:rsidRPr="00A4769E">
        <w:rPr>
          <w:szCs w:val="20"/>
        </w:rPr>
        <w:t xml:space="preserve">, </w:t>
      </w:r>
      <w:r w:rsidR="001B73FA" w:rsidRPr="001B73FA">
        <w:rPr>
          <w:szCs w:val="20"/>
        </w:rPr>
        <w:t>dit-il</w:t>
      </w:r>
      <w:r w:rsidRPr="00A4769E">
        <w:rPr>
          <w:szCs w:val="20"/>
        </w:rPr>
        <w:t xml:space="preserve">, </w:t>
      </w:r>
      <w:r w:rsidR="001B73FA" w:rsidRPr="001B73FA">
        <w:rPr>
          <w:szCs w:val="20"/>
        </w:rPr>
        <w:t>tu emportes ma vie</w:t>
      </w:r>
      <w:r w:rsidRPr="00A4769E">
        <w:rPr>
          <w:szCs w:val="20"/>
        </w:rPr>
        <w:t>. »</w:t>
      </w:r>
      <w:r w:rsidR="001B73FA" w:rsidRPr="001B73FA">
        <w:rPr>
          <w:szCs w:val="20"/>
        </w:rPr>
        <w:t xml:space="preserve"> Il se sépara rapidement de lui et</w:t>
      </w:r>
      <w:r w:rsidRPr="00A4769E">
        <w:rPr>
          <w:szCs w:val="20"/>
        </w:rPr>
        <w:t xml:space="preserve">, </w:t>
      </w:r>
      <w:r w:rsidR="001B73FA" w:rsidRPr="001B73FA">
        <w:rPr>
          <w:szCs w:val="20"/>
        </w:rPr>
        <w:t>par un chemin détourné</w:t>
      </w:r>
      <w:r w:rsidRPr="00A4769E">
        <w:rPr>
          <w:szCs w:val="20"/>
        </w:rPr>
        <w:t xml:space="preserve">, </w:t>
      </w:r>
      <w:r w:rsidR="001B73FA" w:rsidRPr="001B73FA">
        <w:rPr>
          <w:szCs w:val="20"/>
        </w:rPr>
        <w:t>monta sur le rempart</w:t>
      </w:r>
      <w:r w:rsidRPr="00A4769E">
        <w:rPr>
          <w:szCs w:val="20"/>
        </w:rPr>
        <w:t>. « </w:t>
      </w:r>
      <w:r w:rsidR="001B73FA" w:rsidRPr="001B73FA">
        <w:rPr>
          <w:szCs w:val="20"/>
        </w:rPr>
        <w:t>Va-t-il me trahir</w:t>
      </w:r>
      <w:r w:rsidRPr="00A4769E">
        <w:rPr>
          <w:szCs w:val="20"/>
        </w:rPr>
        <w:t> ? »</w:t>
      </w:r>
      <w:r w:rsidR="001B73FA" w:rsidRPr="001B73FA">
        <w:rPr>
          <w:szCs w:val="20"/>
        </w:rPr>
        <w:t xml:space="preserve"> se disait-il</w:t>
      </w:r>
      <w:r w:rsidRPr="00A4769E">
        <w:rPr>
          <w:szCs w:val="20"/>
        </w:rPr>
        <w:t xml:space="preserve">. </w:t>
      </w:r>
      <w:r w:rsidR="001B73FA" w:rsidRPr="001B73FA">
        <w:rPr>
          <w:szCs w:val="20"/>
        </w:rPr>
        <w:t>Mais on retira la passerelle après deux bonnes heures pendant lesquelles Angelo ne cessa</w:t>
      </w:r>
      <w:r w:rsidRPr="00A4769E">
        <w:rPr>
          <w:szCs w:val="20"/>
        </w:rPr>
        <w:t xml:space="preserve">, </w:t>
      </w:r>
      <w:r w:rsidR="001B73FA" w:rsidRPr="001B73FA">
        <w:rPr>
          <w:szCs w:val="20"/>
        </w:rPr>
        <w:t>du haut de son observatoire et dissimulé derrière un créneau</w:t>
      </w:r>
      <w:r w:rsidRPr="00A4769E">
        <w:rPr>
          <w:szCs w:val="20"/>
        </w:rPr>
        <w:t xml:space="preserve">, </w:t>
      </w:r>
      <w:r w:rsidR="001B73FA" w:rsidRPr="001B73FA">
        <w:rPr>
          <w:szCs w:val="20"/>
        </w:rPr>
        <w:t>de surveiller le pont</w:t>
      </w:r>
      <w:r w:rsidRPr="00A4769E">
        <w:rPr>
          <w:szCs w:val="20"/>
        </w:rPr>
        <w:t xml:space="preserve"> ; </w:t>
      </w:r>
      <w:r w:rsidR="001B73FA" w:rsidRPr="001B73FA">
        <w:rPr>
          <w:szCs w:val="20"/>
        </w:rPr>
        <w:t>le bateau fut tiré à la toue jusque dans l</w:t>
      </w:r>
      <w:r w:rsidRPr="00A4769E">
        <w:rPr>
          <w:szCs w:val="20"/>
        </w:rPr>
        <w:t>’</w:t>
      </w:r>
      <w:r w:rsidR="001B73FA" w:rsidRPr="001B73FA">
        <w:rPr>
          <w:szCs w:val="20"/>
        </w:rPr>
        <w:t>entrée du port</w:t>
      </w:r>
      <w:r w:rsidRPr="00A4769E">
        <w:rPr>
          <w:szCs w:val="20"/>
        </w:rPr>
        <w:t xml:space="preserve">, </w:t>
      </w:r>
      <w:r w:rsidR="001B73FA" w:rsidRPr="001B73FA">
        <w:rPr>
          <w:szCs w:val="20"/>
        </w:rPr>
        <w:t>et il commença</w:t>
      </w:r>
      <w:r w:rsidRPr="00A4769E">
        <w:rPr>
          <w:szCs w:val="20"/>
        </w:rPr>
        <w:t xml:space="preserve">, </w:t>
      </w:r>
      <w:r w:rsidR="001B73FA" w:rsidRPr="001B73FA">
        <w:rPr>
          <w:szCs w:val="20"/>
        </w:rPr>
        <w:t>sous petites voiles</w:t>
      </w:r>
      <w:r w:rsidRPr="00A4769E">
        <w:rPr>
          <w:szCs w:val="20"/>
        </w:rPr>
        <w:t xml:space="preserve">, </w:t>
      </w:r>
      <w:r w:rsidR="001B73FA" w:rsidRPr="001B73FA">
        <w:rPr>
          <w:szCs w:val="20"/>
        </w:rPr>
        <w:t>à faire lentement de l</w:t>
      </w:r>
      <w:r w:rsidRPr="00A4769E">
        <w:rPr>
          <w:szCs w:val="20"/>
        </w:rPr>
        <w:t>’</w:t>
      </w:r>
      <w:r w:rsidR="001B73FA" w:rsidRPr="001B73FA">
        <w:rPr>
          <w:szCs w:val="20"/>
        </w:rPr>
        <w:t>erre vers le large</w:t>
      </w:r>
      <w:r w:rsidRPr="00A4769E">
        <w:rPr>
          <w:szCs w:val="20"/>
        </w:rPr>
        <w:t>.</w:t>
      </w:r>
    </w:p>
    <w:p w14:paraId="19657726" w14:textId="77777777" w:rsidR="001B73FA" w:rsidRPr="001B73FA" w:rsidRDefault="001B73FA" w:rsidP="001B73FA">
      <w:pPr>
        <w:rPr>
          <w:szCs w:val="20"/>
        </w:rPr>
      </w:pPr>
      <w:r w:rsidRPr="001B73FA">
        <w:rPr>
          <w:szCs w:val="20"/>
        </w:rPr>
        <w:lastRenderedPageBreak/>
        <w:t>Angelo alla déjeuner</w:t>
      </w:r>
      <w:r w:rsidR="00462692" w:rsidRPr="00A4769E">
        <w:rPr>
          <w:szCs w:val="20"/>
        </w:rPr>
        <w:t>. « </w:t>
      </w:r>
      <w:r w:rsidRPr="001B73FA">
        <w:rPr>
          <w:szCs w:val="20"/>
        </w:rPr>
        <w:t>Que va-t-il penser de moi</w:t>
      </w:r>
      <w:r w:rsidR="00462692" w:rsidRPr="00A4769E">
        <w:rPr>
          <w:szCs w:val="20"/>
        </w:rPr>
        <w:t xml:space="preserve"> ? </w:t>
      </w:r>
      <w:r w:rsidRPr="001B73FA">
        <w:rPr>
          <w:szCs w:val="20"/>
        </w:rPr>
        <w:t>se reprochait-il</w:t>
      </w:r>
      <w:r w:rsidR="00462692" w:rsidRPr="00A4769E">
        <w:rPr>
          <w:szCs w:val="20"/>
        </w:rPr>
        <w:t xml:space="preserve">, </w:t>
      </w:r>
      <w:r w:rsidRPr="001B73FA">
        <w:rPr>
          <w:szCs w:val="20"/>
        </w:rPr>
        <w:t>je n</w:t>
      </w:r>
      <w:r w:rsidR="00462692" w:rsidRPr="00A4769E">
        <w:rPr>
          <w:szCs w:val="20"/>
        </w:rPr>
        <w:t>’</w:t>
      </w:r>
      <w:r w:rsidRPr="001B73FA">
        <w:rPr>
          <w:szCs w:val="20"/>
        </w:rPr>
        <w:t>ai même pas eu la gentillesse de lui parler de mes amours</w:t>
      </w:r>
      <w:r w:rsidR="00462692" w:rsidRPr="00A4769E">
        <w:rPr>
          <w:szCs w:val="20"/>
        </w:rPr>
        <w:t xml:space="preserve">. </w:t>
      </w:r>
      <w:r w:rsidRPr="001B73FA">
        <w:rPr>
          <w:szCs w:val="20"/>
        </w:rPr>
        <w:t>Mais c</w:t>
      </w:r>
      <w:r w:rsidR="00462692" w:rsidRPr="00A4769E">
        <w:rPr>
          <w:szCs w:val="20"/>
        </w:rPr>
        <w:t>’</w:t>
      </w:r>
      <w:r w:rsidRPr="001B73FA">
        <w:rPr>
          <w:szCs w:val="20"/>
        </w:rPr>
        <w:t>est que je n</w:t>
      </w:r>
      <w:r w:rsidR="00462692" w:rsidRPr="00A4769E">
        <w:rPr>
          <w:szCs w:val="20"/>
        </w:rPr>
        <w:t>’</w:t>
      </w:r>
      <w:r w:rsidRPr="001B73FA">
        <w:rPr>
          <w:szCs w:val="20"/>
        </w:rPr>
        <w:t>ai pas d</w:t>
      </w:r>
      <w:r w:rsidR="00462692" w:rsidRPr="00A4769E">
        <w:rPr>
          <w:szCs w:val="20"/>
        </w:rPr>
        <w:t>’</w:t>
      </w:r>
      <w:r w:rsidRPr="001B73FA">
        <w:rPr>
          <w:szCs w:val="20"/>
        </w:rPr>
        <w:t>amour</w:t>
      </w:r>
      <w:r w:rsidR="00462692" w:rsidRPr="00A4769E">
        <w:rPr>
          <w:szCs w:val="20"/>
        </w:rPr>
        <w:t xml:space="preserve">. </w:t>
      </w:r>
      <w:r w:rsidRPr="001B73FA">
        <w:rPr>
          <w:szCs w:val="20"/>
        </w:rPr>
        <w:t>Il ne l</w:t>
      </w:r>
      <w:r w:rsidR="00462692" w:rsidRPr="00A4769E">
        <w:rPr>
          <w:szCs w:val="20"/>
        </w:rPr>
        <w:t>’</w:t>
      </w:r>
      <w:r w:rsidRPr="001B73FA">
        <w:rPr>
          <w:szCs w:val="20"/>
        </w:rPr>
        <w:t>aurait pas cru</w:t>
      </w:r>
      <w:r w:rsidR="00462692" w:rsidRPr="00A4769E">
        <w:rPr>
          <w:szCs w:val="20"/>
        </w:rPr>
        <w:t xml:space="preserve">, </w:t>
      </w:r>
      <w:r w:rsidRPr="001B73FA">
        <w:rPr>
          <w:szCs w:val="20"/>
        </w:rPr>
        <w:t>même si je le lui avais dit</w:t>
      </w:r>
      <w:r w:rsidR="00462692" w:rsidRPr="00A4769E">
        <w:rPr>
          <w:szCs w:val="20"/>
        </w:rPr>
        <w:t xml:space="preserve">. </w:t>
      </w:r>
      <w:r w:rsidRPr="001B73FA">
        <w:rPr>
          <w:szCs w:val="20"/>
        </w:rPr>
        <w:t>Il se serait imaginé que je suis fier et sournois</w:t>
      </w:r>
      <w:r w:rsidR="00462692" w:rsidRPr="00A4769E">
        <w:rPr>
          <w:szCs w:val="20"/>
        </w:rPr>
        <w:t xml:space="preserve">. </w:t>
      </w:r>
      <w:r w:rsidRPr="001B73FA">
        <w:rPr>
          <w:szCs w:val="20"/>
        </w:rPr>
        <w:t>Il aurait fallu inventer</w:t>
      </w:r>
      <w:r w:rsidR="00462692" w:rsidRPr="00A4769E">
        <w:rPr>
          <w:szCs w:val="20"/>
        </w:rPr>
        <w:t xml:space="preserve">. </w:t>
      </w:r>
      <w:r w:rsidRPr="001B73FA">
        <w:rPr>
          <w:szCs w:val="20"/>
        </w:rPr>
        <w:t>Oui</w:t>
      </w:r>
      <w:r w:rsidR="00462692" w:rsidRPr="00A4769E">
        <w:rPr>
          <w:szCs w:val="20"/>
        </w:rPr>
        <w:t xml:space="preserve">, </w:t>
      </w:r>
      <w:r w:rsidRPr="001B73FA">
        <w:rPr>
          <w:szCs w:val="20"/>
        </w:rPr>
        <w:t>j</w:t>
      </w:r>
      <w:r w:rsidR="00462692" w:rsidRPr="00A4769E">
        <w:rPr>
          <w:szCs w:val="20"/>
        </w:rPr>
        <w:t>’</w:t>
      </w:r>
      <w:r w:rsidRPr="001B73FA">
        <w:rPr>
          <w:szCs w:val="20"/>
        </w:rPr>
        <w:t>aurais dû avoir la politesse d</w:t>
      </w:r>
      <w:r w:rsidR="00462692" w:rsidRPr="00A4769E">
        <w:rPr>
          <w:szCs w:val="20"/>
        </w:rPr>
        <w:t>’</w:t>
      </w:r>
      <w:r w:rsidRPr="001B73FA">
        <w:rPr>
          <w:szCs w:val="20"/>
        </w:rPr>
        <w:t>inventer</w:t>
      </w:r>
      <w:r w:rsidR="00462692" w:rsidRPr="00A4769E">
        <w:rPr>
          <w:szCs w:val="20"/>
        </w:rPr>
        <w:t>. »</w:t>
      </w:r>
    </w:p>
    <w:p w14:paraId="64989C62" w14:textId="77777777" w:rsidR="00462692" w:rsidRPr="00A4769E" w:rsidRDefault="001B73FA" w:rsidP="001B73FA">
      <w:pPr>
        <w:rPr>
          <w:szCs w:val="20"/>
        </w:rPr>
      </w:pPr>
      <w:r w:rsidRPr="001B73FA">
        <w:rPr>
          <w:szCs w:val="20"/>
        </w:rPr>
        <w:t>Ces réflexions lui remirent en mémoire un petit travail qu</w:t>
      </w:r>
      <w:r w:rsidR="00462692" w:rsidRPr="00A4769E">
        <w:rPr>
          <w:szCs w:val="20"/>
        </w:rPr>
        <w:t>’</w:t>
      </w:r>
      <w:r w:rsidRPr="001B73FA">
        <w:rPr>
          <w:szCs w:val="20"/>
        </w:rPr>
        <w:t>il comptait faire exécuter à Aix</w:t>
      </w:r>
      <w:r w:rsidR="00462692" w:rsidRPr="00A4769E">
        <w:rPr>
          <w:szCs w:val="20"/>
        </w:rPr>
        <w:t xml:space="preserve">, </w:t>
      </w:r>
      <w:r w:rsidRPr="001B73FA">
        <w:rPr>
          <w:szCs w:val="20"/>
        </w:rPr>
        <w:t>mais qu</w:t>
      </w:r>
      <w:r w:rsidR="00462692" w:rsidRPr="00A4769E">
        <w:rPr>
          <w:szCs w:val="20"/>
        </w:rPr>
        <w:t>’</w:t>
      </w:r>
      <w:r w:rsidRPr="001B73FA">
        <w:rPr>
          <w:szCs w:val="20"/>
        </w:rPr>
        <w:t>il serait peut-être plus facile de demander à Marseille</w:t>
      </w:r>
      <w:r w:rsidR="00462692" w:rsidRPr="00A4769E">
        <w:rPr>
          <w:szCs w:val="20"/>
        </w:rPr>
        <w:t xml:space="preserve">. </w:t>
      </w:r>
      <w:r w:rsidRPr="001B73FA">
        <w:rPr>
          <w:szCs w:val="20"/>
        </w:rPr>
        <w:t>Il se fit indiquer la boutique d</w:t>
      </w:r>
      <w:r w:rsidR="00462692" w:rsidRPr="00A4769E">
        <w:rPr>
          <w:szCs w:val="20"/>
        </w:rPr>
        <w:t>’</w:t>
      </w:r>
      <w:r w:rsidRPr="001B73FA">
        <w:rPr>
          <w:szCs w:val="20"/>
        </w:rPr>
        <w:t>un ouvrier maroquinier et il la trouva au milieu de la rue d</w:t>
      </w:r>
      <w:r w:rsidR="00462692" w:rsidRPr="00A4769E">
        <w:rPr>
          <w:szCs w:val="20"/>
        </w:rPr>
        <w:t>’</w:t>
      </w:r>
      <w:r w:rsidRPr="001B73FA">
        <w:rPr>
          <w:szCs w:val="20"/>
        </w:rPr>
        <w:t>Aubagne</w:t>
      </w:r>
      <w:r w:rsidR="00462692" w:rsidRPr="00A4769E">
        <w:rPr>
          <w:szCs w:val="20"/>
        </w:rPr>
        <w:t xml:space="preserve">, </w:t>
      </w:r>
      <w:r w:rsidRPr="001B73FA">
        <w:rPr>
          <w:szCs w:val="20"/>
        </w:rPr>
        <w:t>sur une placette dominée par le buste d</w:t>
      </w:r>
      <w:r w:rsidR="00462692" w:rsidRPr="00A4769E">
        <w:rPr>
          <w:szCs w:val="20"/>
        </w:rPr>
        <w:t>’</w:t>
      </w:r>
      <w:r w:rsidRPr="001B73FA">
        <w:rPr>
          <w:szCs w:val="20"/>
        </w:rPr>
        <w:t>Homère</w:t>
      </w:r>
      <w:r w:rsidR="00462692" w:rsidRPr="00A4769E">
        <w:rPr>
          <w:szCs w:val="20"/>
        </w:rPr>
        <w:t xml:space="preserve">. </w:t>
      </w:r>
      <w:r w:rsidRPr="001B73FA">
        <w:rPr>
          <w:szCs w:val="20"/>
        </w:rPr>
        <w:t>Il voulait qu</w:t>
      </w:r>
      <w:r w:rsidR="00462692" w:rsidRPr="00A4769E">
        <w:rPr>
          <w:szCs w:val="20"/>
        </w:rPr>
        <w:t>’</w:t>
      </w:r>
      <w:r w:rsidRPr="001B73FA">
        <w:rPr>
          <w:szCs w:val="20"/>
        </w:rPr>
        <w:t>on lui fît un petit sachet en cuir souple</w:t>
      </w:r>
      <w:r w:rsidR="00462692" w:rsidRPr="00A4769E">
        <w:rPr>
          <w:szCs w:val="20"/>
        </w:rPr>
        <w:t xml:space="preserve">. </w:t>
      </w:r>
      <w:r w:rsidRPr="001B73FA">
        <w:rPr>
          <w:szCs w:val="20"/>
        </w:rPr>
        <w:t>On lui montra des cuirs de Russie</w:t>
      </w:r>
      <w:r w:rsidR="00462692" w:rsidRPr="00A4769E">
        <w:rPr>
          <w:szCs w:val="20"/>
        </w:rPr>
        <w:t xml:space="preserve">, </w:t>
      </w:r>
      <w:r w:rsidRPr="001B73FA">
        <w:rPr>
          <w:szCs w:val="20"/>
        </w:rPr>
        <w:t>de Cordoue</w:t>
      </w:r>
      <w:r w:rsidR="00462692" w:rsidRPr="00A4769E">
        <w:rPr>
          <w:szCs w:val="20"/>
        </w:rPr>
        <w:t xml:space="preserve">, </w:t>
      </w:r>
      <w:r w:rsidRPr="001B73FA">
        <w:rPr>
          <w:szCs w:val="20"/>
        </w:rPr>
        <w:t>et des peaux persanes d</w:t>
      </w:r>
      <w:r w:rsidR="00462692" w:rsidRPr="00A4769E">
        <w:rPr>
          <w:szCs w:val="20"/>
        </w:rPr>
        <w:t>’</w:t>
      </w:r>
      <w:r w:rsidRPr="001B73FA">
        <w:rPr>
          <w:szCs w:val="20"/>
        </w:rPr>
        <w:t>un beau vert</w:t>
      </w:r>
      <w:r w:rsidR="00462692" w:rsidRPr="00A4769E">
        <w:rPr>
          <w:szCs w:val="20"/>
        </w:rPr>
        <w:t xml:space="preserve">, </w:t>
      </w:r>
      <w:r w:rsidRPr="001B73FA">
        <w:rPr>
          <w:szCs w:val="20"/>
        </w:rPr>
        <w:t>mais il exigea des cuirs sans odeur</w:t>
      </w:r>
      <w:r w:rsidR="00462692" w:rsidRPr="00A4769E">
        <w:rPr>
          <w:szCs w:val="20"/>
        </w:rPr>
        <w:t xml:space="preserve">. </w:t>
      </w:r>
      <w:r w:rsidRPr="001B73FA">
        <w:rPr>
          <w:szCs w:val="20"/>
        </w:rPr>
        <w:t>Enfin</w:t>
      </w:r>
      <w:r w:rsidR="00462692" w:rsidRPr="00A4769E">
        <w:rPr>
          <w:szCs w:val="20"/>
        </w:rPr>
        <w:t xml:space="preserve">, </w:t>
      </w:r>
      <w:r w:rsidRPr="001B73FA">
        <w:rPr>
          <w:szCs w:val="20"/>
        </w:rPr>
        <w:t>il trouva ce qu</w:t>
      </w:r>
      <w:r w:rsidR="00462692" w:rsidRPr="00A4769E">
        <w:rPr>
          <w:szCs w:val="20"/>
        </w:rPr>
        <w:t>’</w:t>
      </w:r>
      <w:r w:rsidRPr="001B73FA">
        <w:rPr>
          <w:szCs w:val="20"/>
        </w:rPr>
        <w:t>il fallait</w:t>
      </w:r>
      <w:r w:rsidR="00462692" w:rsidRPr="00A4769E">
        <w:rPr>
          <w:szCs w:val="20"/>
        </w:rPr>
        <w:t xml:space="preserve">, </w:t>
      </w:r>
      <w:r w:rsidRPr="001B73FA">
        <w:rPr>
          <w:szCs w:val="20"/>
        </w:rPr>
        <w:t>fit exécuter le travail sur-le-champ</w:t>
      </w:r>
      <w:r w:rsidR="00462692" w:rsidRPr="00A4769E">
        <w:rPr>
          <w:szCs w:val="20"/>
        </w:rPr>
        <w:t xml:space="preserve">, </w:t>
      </w:r>
      <w:r w:rsidRPr="001B73FA">
        <w:rPr>
          <w:szCs w:val="20"/>
        </w:rPr>
        <w:t>et</w:t>
      </w:r>
      <w:r w:rsidR="00462692" w:rsidRPr="00A4769E">
        <w:rPr>
          <w:szCs w:val="20"/>
        </w:rPr>
        <w:t xml:space="preserve">, </w:t>
      </w:r>
      <w:r w:rsidRPr="001B73FA">
        <w:rPr>
          <w:szCs w:val="20"/>
        </w:rPr>
        <w:t>demandant à passer dans l</w:t>
      </w:r>
      <w:r w:rsidR="00462692" w:rsidRPr="00A4769E">
        <w:rPr>
          <w:szCs w:val="20"/>
        </w:rPr>
        <w:t>’</w:t>
      </w:r>
      <w:r w:rsidRPr="001B73FA">
        <w:rPr>
          <w:szCs w:val="20"/>
        </w:rPr>
        <w:t>arrière-boutique</w:t>
      </w:r>
      <w:r w:rsidR="00462692" w:rsidRPr="00A4769E">
        <w:rPr>
          <w:szCs w:val="20"/>
        </w:rPr>
        <w:t xml:space="preserve">, </w:t>
      </w:r>
      <w:r w:rsidRPr="001B73FA">
        <w:rPr>
          <w:szCs w:val="20"/>
        </w:rPr>
        <w:t>il dénoua sa cravate devant la petite glace où les apprentis se peignaient avant de sortir</w:t>
      </w:r>
      <w:r w:rsidR="00462692" w:rsidRPr="00A4769E">
        <w:rPr>
          <w:szCs w:val="20"/>
        </w:rPr>
        <w:t xml:space="preserve">, </w:t>
      </w:r>
      <w:r w:rsidRPr="001B73FA">
        <w:rPr>
          <w:szCs w:val="20"/>
        </w:rPr>
        <w:t>et suspendit à son cou le sachet où il avait enfermé le mouchoir parfumé</w:t>
      </w:r>
      <w:r w:rsidR="00462692" w:rsidRPr="00A4769E">
        <w:rPr>
          <w:szCs w:val="20"/>
        </w:rPr>
        <w:t xml:space="preserve">. </w:t>
      </w:r>
      <w:r w:rsidRPr="001B73FA">
        <w:rPr>
          <w:szCs w:val="20"/>
        </w:rPr>
        <w:t>Il le plaça sur sa peau à côté du scapulaire de saint Janvier</w:t>
      </w:r>
      <w:r w:rsidR="00462692" w:rsidRPr="00A4769E">
        <w:rPr>
          <w:szCs w:val="20"/>
        </w:rPr>
        <w:t>.</w:t>
      </w:r>
    </w:p>
    <w:p w14:paraId="4DB4428D" w14:textId="77777777" w:rsidR="00462692" w:rsidRPr="00A4769E" w:rsidRDefault="001B73FA" w:rsidP="001B73FA">
      <w:pPr>
        <w:rPr>
          <w:szCs w:val="20"/>
        </w:rPr>
      </w:pPr>
      <w:r w:rsidRPr="001B73FA">
        <w:rPr>
          <w:szCs w:val="20"/>
        </w:rPr>
        <w:t>Il prit ensuite un cabriolet de louage et rentra à Aix</w:t>
      </w:r>
      <w:r w:rsidR="00462692" w:rsidRPr="00A4769E">
        <w:rPr>
          <w:szCs w:val="20"/>
        </w:rPr>
        <w:t>.</w:t>
      </w:r>
    </w:p>
    <w:p w14:paraId="176A0B18" w14:textId="77777777" w:rsidR="00462692" w:rsidRPr="00A4769E" w:rsidRDefault="001B73FA" w:rsidP="001B73FA">
      <w:pPr>
        <w:rPr>
          <w:szCs w:val="20"/>
        </w:rPr>
      </w:pPr>
      <w:r w:rsidRPr="001B73FA">
        <w:rPr>
          <w:szCs w:val="20"/>
        </w:rPr>
        <w:t>Quelques jours après</w:t>
      </w:r>
      <w:r w:rsidR="00462692" w:rsidRPr="00A4769E">
        <w:rPr>
          <w:szCs w:val="20"/>
        </w:rPr>
        <w:t xml:space="preserve">, </w:t>
      </w:r>
      <w:r w:rsidRPr="001B73FA">
        <w:rPr>
          <w:szCs w:val="20"/>
        </w:rPr>
        <w:t>il se fit annoncer chez le vicaire général</w:t>
      </w:r>
      <w:r w:rsidR="00462692" w:rsidRPr="00A4769E">
        <w:rPr>
          <w:szCs w:val="20"/>
        </w:rPr>
        <w:t>. « </w:t>
      </w:r>
      <w:r w:rsidRPr="001B73FA">
        <w:rPr>
          <w:szCs w:val="20"/>
        </w:rPr>
        <w:t>Je suis ravi de vous revoir</w:t>
      </w:r>
      <w:r w:rsidR="00462692" w:rsidRPr="00A4769E">
        <w:rPr>
          <w:szCs w:val="20"/>
        </w:rPr>
        <w:t xml:space="preserve">, </w:t>
      </w:r>
      <w:r w:rsidRPr="001B73FA">
        <w:rPr>
          <w:szCs w:val="20"/>
        </w:rPr>
        <w:t>lui dit cet homme aimable</w:t>
      </w:r>
      <w:r w:rsidR="00462692" w:rsidRPr="00A4769E">
        <w:rPr>
          <w:szCs w:val="20"/>
        </w:rPr>
        <w:t xml:space="preserve">, </w:t>
      </w:r>
      <w:r w:rsidRPr="001B73FA">
        <w:rPr>
          <w:szCs w:val="20"/>
        </w:rPr>
        <w:t>et</w:t>
      </w:r>
      <w:r w:rsidR="00462692" w:rsidRPr="00A4769E">
        <w:rPr>
          <w:szCs w:val="20"/>
        </w:rPr>
        <w:t xml:space="preserve">, </w:t>
      </w:r>
      <w:r w:rsidRPr="001B73FA">
        <w:rPr>
          <w:szCs w:val="20"/>
        </w:rPr>
        <w:t>dans mon c</w:t>
      </w:r>
      <w:r w:rsidR="00462692" w:rsidRPr="00A4769E">
        <w:rPr>
          <w:szCs w:val="20"/>
        </w:rPr>
        <w:t>œ</w:t>
      </w:r>
      <w:r w:rsidRPr="001B73FA">
        <w:rPr>
          <w:szCs w:val="20"/>
        </w:rPr>
        <w:t>ur</w:t>
      </w:r>
      <w:r w:rsidR="00462692" w:rsidRPr="00A4769E">
        <w:rPr>
          <w:szCs w:val="20"/>
        </w:rPr>
        <w:t xml:space="preserve">, </w:t>
      </w:r>
      <w:r w:rsidRPr="001B73FA">
        <w:rPr>
          <w:szCs w:val="20"/>
        </w:rPr>
        <w:t>je vous attendais</w:t>
      </w:r>
      <w:r w:rsidR="00462692" w:rsidRPr="00A4769E">
        <w:rPr>
          <w:szCs w:val="20"/>
        </w:rPr>
        <w:t xml:space="preserve">. </w:t>
      </w:r>
      <w:r w:rsidRPr="001B73FA">
        <w:rPr>
          <w:szCs w:val="20"/>
        </w:rPr>
        <w:t>Vous êtes beau comme un dieu ou</w:t>
      </w:r>
      <w:r w:rsidR="00462692" w:rsidRPr="00A4769E">
        <w:rPr>
          <w:szCs w:val="20"/>
        </w:rPr>
        <w:t xml:space="preserve">, </w:t>
      </w:r>
      <w:r w:rsidRPr="001B73FA">
        <w:rPr>
          <w:szCs w:val="20"/>
        </w:rPr>
        <w:t>plus exactement</w:t>
      </w:r>
      <w:r w:rsidR="00462692" w:rsidRPr="00A4769E">
        <w:rPr>
          <w:szCs w:val="20"/>
        </w:rPr>
        <w:t xml:space="preserve">, </w:t>
      </w:r>
      <w:r w:rsidRPr="001B73FA">
        <w:rPr>
          <w:szCs w:val="20"/>
        </w:rPr>
        <w:t>vous êtes beau comme Dieu</w:t>
      </w:r>
      <w:r w:rsidR="00462692" w:rsidRPr="00A4769E">
        <w:rPr>
          <w:szCs w:val="20"/>
        </w:rPr>
        <w:t xml:space="preserve">. </w:t>
      </w:r>
      <w:r w:rsidRPr="001B73FA">
        <w:rPr>
          <w:szCs w:val="20"/>
        </w:rPr>
        <w:t>Tournez-vous</w:t>
      </w:r>
      <w:r w:rsidR="00462692" w:rsidRPr="00A4769E">
        <w:rPr>
          <w:szCs w:val="20"/>
        </w:rPr>
        <w:t xml:space="preserve">. </w:t>
      </w:r>
      <w:r w:rsidRPr="001B73FA">
        <w:rPr>
          <w:szCs w:val="20"/>
        </w:rPr>
        <w:t>C</w:t>
      </w:r>
      <w:r w:rsidR="00462692" w:rsidRPr="00A4769E">
        <w:rPr>
          <w:szCs w:val="20"/>
        </w:rPr>
        <w:t>’</w:t>
      </w:r>
      <w:r w:rsidRPr="001B73FA">
        <w:rPr>
          <w:szCs w:val="20"/>
        </w:rPr>
        <w:t>est parfait</w:t>
      </w:r>
      <w:r w:rsidR="00462692" w:rsidRPr="00A4769E">
        <w:rPr>
          <w:szCs w:val="20"/>
        </w:rPr>
        <w:t xml:space="preserve">. </w:t>
      </w:r>
      <w:r w:rsidRPr="001B73FA">
        <w:rPr>
          <w:szCs w:val="20"/>
        </w:rPr>
        <w:t>Il n</w:t>
      </w:r>
      <w:r w:rsidR="00462692" w:rsidRPr="00A4769E">
        <w:rPr>
          <w:szCs w:val="20"/>
        </w:rPr>
        <w:t>’</w:t>
      </w:r>
      <w:r w:rsidRPr="001B73FA">
        <w:rPr>
          <w:szCs w:val="20"/>
        </w:rPr>
        <w:t>a même pas oublié cette petite piqûre de soie en forme de pointe de flèche qui donne un sens à tous les beaux plis de votre dos</w:t>
      </w:r>
      <w:r w:rsidR="00462692" w:rsidRPr="00A4769E">
        <w:rPr>
          <w:szCs w:val="20"/>
        </w:rPr>
        <w:t>.</w:t>
      </w:r>
    </w:p>
    <w:p w14:paraId="5A385276" w14:textId="224C424E" w:rsidR="00462692" w:rsidRPr="00A4769E" w:rsidRDefault="00462692" w:rsidP="001B73FA">
      <w:pPr>
        <w:rPr>
          <w:szCs w:val="20"/>
        </w:rPr>
      </w:pPr>
      <w:r w:rsidRPr="00A4769E">
        <w:rPr>
          <w:szCs w:val="20"/>
        </w:rPr>
        <w:t>— </w:t>
      </w:r>
      <w:r w:rsidR="001B73FA" w:rsidRPr="001B73FA">
        <w:rPr>
          <w:szCs w:val="20"/>
        </w:rPr>
        <w:t>Je suis venu vous demander un service</w:t>
      </w:r>
      <w:r w:rsidRPr="00A4769E">
        <w:rPr>
          <w:szCs w:val="20"/>
        </w:rPr>
        <w:t xml:space="preserve">, </w:t>
      </w:r>
      <w:r w:rsidR="001B73FA" w:rsidRPr="001B73FA">
        <w:rPr>
          <w:szCs w:val="20"/>
        </w:rPr>
        <w:t>dit Angelo</w:t>
      </w:r>
      <w:r w:rsidRPr="00A4769E">
        <w:rPr>
          <w:szCs w:val="20"/>
        </w:rPr>
        <w:t>.</w:t>
      </w:r>
    </w:p>
    <w:p w14:paraId="3DC0624B" w14:textId="433A1450" w:rsidR="00462692" w:rsidRPr="00A4769E" w:rsidRDefault="00462692" w:rsidP="001B73FA">
      <w:pPr>
        <w:rPr>
          <w:szCs w:val="20"/>
        </w:rPr>
      </w:pPr>
      <w:r w:rsidRPr="00A4769E">
        <w:rPr>
          <w:szCs w:val="20"/>
        </w:rPr>
        <w:lastRenderedPageBreak/>
        <w:t>— </w:t>
      </w:r>
      <w:r w:rsidR="001B73FA" w:rsidRPr="001B73FA">
        <w:rPr>
          <w:szCs w:val="20"/>
        </w:rPr>
        <w:t>Je vous embrasserais pour l</w:t>
      </w:r>
      <w:r w:rsidRPr="00A4769E">
        <w:rPr>
          <w:szCs w:val="20"/>
        </w:rPr>
        <w:t>’</w:t>
      </w:r>
      <w:r w:rsidR="001B73FA" w:rsidRPr="001B73FA">
        <w:rPr>
          <w:szCs w:val="20"/>
        </w:rPr>
        <w:t>avoir fait</w:t>
      </w:r>
      <w:r w:rsidRPr="00A4769E">
        <w:rPr>
          <w:szCs w:val="20"/>
        </w:rPr>
        <w:t xml:space="preserve">, </w:t>
      </w:r>
      <w:r w:rsidR="001B73FA" w:rsidRPr="001B73FA">
        <w:rPr>
          <w:szCs w:val="20"/>
        </w:rPr>
        <w:t>dit le vicaire général</w:t>
      </w:r>
      <w:r w:rsidRPr="00A4769E">
        <w:rPr>
          <w:szCs w:val="20"/>
        </w:rPr>
        <w:t xml:space="preserve">. </w:t>
      </w:r>
      <w:r w:rsidR="001B73FA" w:rsidRPr="001B73FA">
        <w:rPr>
          <w:szCs w:val="20"/>
        </w:rPr>
        <w:t>Je suis votre ami</w:t>
      </w:r>
      <w:r w:rsidRPr="00A4769E">
        <w:rPr>
          <w:szCs w:val="20"/>
        </w:rPr>
        <w:t>.</w:t>
      </w:r>
    </w:p>
    <w:p w14:paraId="1887A087" w14:textId="17C6CDF1" w:rsidR="00462692" w:rsidRPr="00A4769E" w:rsidRDefault="00462692" w:rsidP="001B73FA">
      <w:pPr>
        <w:rPr>
          <w:szCs w:val="20"/>
        </w:rPr>
      </w:pPr>
      <w:r w:rsidRPr="00A4769E">
        <w:rPr>
          <w:szCs w:val="20"/>
        </w:rPr>
        <w:t>— </w:t>
      </w:r>
      <w:r w:rsidR="001B73FA" w:rsidRPr="001B73FA">
        <w:rPr>
          <w:szCs w:val="20"/>
        </w:rPr>
        <w:t>J</w:t>
      </w:r>
      <w:r w:rsidRPr="00A4769E">
        <w:rPr>
          <w:szCs w:val="20"/>
        </w:rPr>
        <w:t>’</w:t>
      </w:r>
      <w:r w:rsidR="001B73FA" w:rsidRPr="001B73FA">
        <w:rPr>
          <w:szCs w:val="20"/>
        </w:rPr>
        <w:t>habite</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à l</w:t>
      </w:r>
      <w:r w:rsidRPr="00A4769E">
        <w:rPr>
          <w:szCs w:val="20"/>
        </w:rPr>
        <w:t>’</w:t>
      </w:r>
      <w:r w:rsidR="001B73FA" w:rsidRPr="001B73FA">
        <w:rPr>
          <w:szCs w:val="20"/>
        </w:rPr>
        <w:t xml:space="preserve">hôtel de </w:t>
      </w:r>
      <w:r w:rsidR="001B73FA" w:rsidRPr="001B73FA">
        <w:rPr>
          <w:i/>
          <w:iCs/>
          <w:szCs w:val="20"/>
        </w:rPr>
        <w:t>La Mule noire</w:t>
      </w:r>
      <w:r w:rsidRPr="00A4769E">
        <w:rPr>
          <w:szCs w:val="20"/>
        </w:rPr>
        <w:t xml:space="preserve">, </w:t>
      </w:r>
      <w:r w:rsidR="001B73FA" w:rsidRPr="001B73FA">
        <w:rPr>
          <w:szCs w:val="20"/>
        </w:rPr>
        <w:t>mais la table d</w:t>
      </w:r>
      <w:r w:rsidRPr="00A4769E">
        <w:rPr>
          <w:szCs w:val="20"/>
        </w:rPr>
        <w:t>’</w:t>
      </w:r>
      <w:r w:rsidR="001B73FA" w:rsidRPr="001B73FA">
        <w:rPr>
          <w:szCs w:val="20"/>
        </w:rPr>
        <w:t>hôte m</w:t>
      </w:r>
      <w:r w:rsidRPr="00A4769E">
        <w:rPr>
          <w:szCs w:val="20"/>
        </w:rPr>
        <w:t>’</w:t>
      </w:r>
      <w:r w:rsidR="001B73FA" w:rsidRPr="001B73FA">
        <w:rPr>
          <w:szCs w:val="20"/>
        </w:rPr>
        <w:t>oblige à des conversations qui me gênent</w:t>
      </w:r>
      <w:r w:rsidRPr="00A4769E">
        <w:rPr>
          <w:szCs w:val="20"/>
        </w:rPr>
        <w:t xml:space="preserve">. </w:t>
      </w:r>
      <w:r w:rsidR="001B73FA" w:rsidRPr="001B73FA">
        <w:rPr>
          <w:szCs w:val="20"/>
        </w:rPr>
        <w:t>Je n</w:t>
      </w:r>
      <w:r w:rsidRPr="00A4769E">
        <w:rPr>
          <w:szCs w:val="20"/>
        </w:rPr>
        <w:t>’</w:t>
      </w:r>
      <w:r w:rsidR="001B73FA" w:rsidRPr="001B73FA">
        <w:rPr>
          <w:szCs w:val="20"/>
        </w:rPr>
        <w:t>aime pas non plus la curiosité des domestiques qui font ma chambre</w:t>
      </w:r>
      <w:r w:rsidRPr="00A4769E">
        <w:rPr>
          <w:szCs w:val="20"/>
        </w:rPr>
        <w:t xml:space="preserve">. </w:t>
      </w:r>
      <w:r w:rsidR="001B73FA" w:rsidRPr="001B73FA">
        <w:rPr>
          <w:szCs w:val="20"/>
        </w:rPr>
        <w:t>Ne pourriez-vous pas me recommander à une femme d</w:t>
      </w:r>
      <w:r w:rsidRPr="00A4769E">
        <w:rPr>
          <w:szCs w:val="20"/>
        </w:rPr>
        <w:t>’</w:t>
      </w:r>
      <w:r w:rsidR="001B73FA" w:rsidRPr="001B73FA">
        <w:rPr>
          <w:szCs w:val="20"/>
        </w:rPr>
        <w:t>âge respectable qui me louerait un appartement</w:t>
      </w:r>
      <w:r w:rsidRPr="00A4769E">
        <w:rPr>
          <w:szCs w:val="20"/>
        </w:rPr>
        <w:t xml:space="preserve">, </w:t>
      </w:r>
      <w:r w:rsidR="001B73FA" w:rsidRPr="001B73FA">
        <w:rPr>
          <w:szCs w:val="20"/>
        </w:rPr>
        <w:t xml:space="preserve">que je préférerais donnant sur </w:t>
      </w:r>
      <w:r w:rsidR="00A27FF8">
        <w:rPr>
          <w:szCs w:val="20"/>
        </w:rPr>
        <w:t>d</w:t>
      </w:r>
      <w:r w:rsidR="00A27FF8" w:rsidRPr="001B73FA">
        <w:rPr>
          <w:szCs w:val="20"/>
        </w:rPr>
        <w:t xml:space="preserve">es </w:t>
      </w:r>
      <w:r w:rsidR="001B73FA" w:rsidRPr="001B73FA">
        <w:rPr>
          <w:szCs w:val="20"/>
        </w:rPr>
        <w:t>jardins</w:t>
      </w:r>
      <w:r w:rsidRPr="00A4769E">
        <w:rPr>
          <w:szCs w:val="20"/>
        </w:rPr>
        <w:t xml:space="preserve"> ? </w:t>
      </w:r>
      <w:r w:rsidR="001B73FA" w:rsidRPr="001B73FA">
        <w:rPr>
          <w:szCs w:val="20"/>
        </w:rPr>
        <w:t>L</w:t>
      </w:r>
      <w:r w:rsidRPr="00A4769E">
        <w:rPr>
          <w:szCs w:val="20"/>
        </w:rPr>
        <w:t>’</w:t>
      </w:r>
      <w:r w:rsidR="001B73FA" w:rsidRPr="001B73FA">
        <w:rPr>
          <w:szCs w:val="20"/>
        </w:rPr>
        <w:t>admirable serait qu</w:t>
      </w:r>
      <w:r w:rsidRPr="00A4769E">
        <w:rPr>
          <w:szCs w:val="20"/>
        </w:rPr>
        <w:t>’</w:t>
      </w:r>
      <w:r w:rsidR="001B73FA" w:rsidRPr="001B73FA">
        <w:rPr>
          <w:szCs w:val="20"/>
        </w:rPr>
        <w:t>elle puisse me faire un peu de cuisine et qu</w:t>
      </w:r>
      <w:r w:rsidRPr="00A4769E">
        <w:rPr>
          <w:szCs w:val="20"/>
        </w:rPr>
        <w:t>’</w:t>
      </w:r>
      <w:r w:rsidR="001B73FA" w:rsidRPr="001B73FA">
        <w:rPr>
          <w:szCs w:val="20"/>
        </w:rPr>
        <w:t>elle s</w:t>
      </w:r>
      <w:r w:rsidRPr="00A4769E">
        <w:rPr>
          <w:szCs w:val="20"/>
        </w:rPr>
        <w:t>’</w:t>
      </w:r>
      <w:r w:rsidR="001B73FA" w:rsidRPr="001B73FA">
        <w:rPr>
          <w:szCs w:val="20"/>
        </w:rPr>
        <w:t>occupe de mon linge</w:t>
      </w:r>
      <w:r w:rsidRPr="00A4769E">
        <w:rPr>
          <w:szCs w:val="20"/>
        </w:rPr>
        <w:t xml:space="preserve">. </w:t>
      </w:r>
      <w:r w:rsidR="001B73FA" w:rsidRPr="001B73FA">
        <w:rPr>
          <w:szCs w:val="20"/>
        </w:rPr>
        <w:t>Mais</w:t>
      </w:r>
      <w:r w:rsidRPr="00A4769E">
        <w:rPr>
          <w:szCs w:val="20"/>
        </w:rPr>
        <w:t xml:space="preserve">, </w:t>
      </w:r>
      <w:r w:rsidR="001B73FA" w:rsidRPr="001B73FA">
        <w:rPr>
          <w:szCs w:val="20"/>
        </w:rPr>
        <w:t>si elle ne peut pas</w:t>
      </w:r>
      <w:r w:rsidRPr="00A4769E">
        <w:rPr>
          <w:szCs w:val="20"/>
        </w:rPr>
        <w:t xml:space="preserve">, </w:t>
      </w:r>
      <w:r w:rsidR="001B73FA" w:rsidRPr="001B73FA">
        <w:rPr>
          <w:szCs w:val="20"/>
        </w:rPr>
        <w:t>je prendrai un valet</w:t>
      </w:r>
      <w:r w:rsidRPr="00A4769E">
        <w:rPr>
          <w:szCs w:val="20"/>
        </w:rPr>
        <w:t>.</w:t>
      </w:r>
    </w:p>
    <w:p w14:paraId="2626273F" w14:textId="0F3A44BA" w:rsidR="001B73FA" w:rsidRPr="001B73FA" w:rsidRDefault="00462692" w:rsidP="001B73FA">
      <w:pPr>
        <w:rPr>
          <w:szCs w:val="20"/>
        </w:rPr>
      </w:pPr>
      <w:r w:rsidRPr="00A4769E">
        <w:rPr>
          <w:szCs w:val="20"/>
        </w:rPr>
        <w:t>— </w:t>
      </w:r>
      <w:r w:rsidR="001B73FA" w:rsidRPr="001B73FA">
        <w:rPr>
          <w:szCs w:val="20"/>
        </w:rPr>
        <w:t>Pas de valet</w:t>
      </w:r>
      <w:r w:rsidRPr="00A4769E">
        <w:rPr>
          <w:szCs w:val="20"/>
        </w:rPr>
        <w:t xml:space="preserve">, </w:t>
      </w:r>
      <w:r w:rsidR="001B73FA" w:rsidRPr="001B73FA">
        <w:rPr>
          <w:szCs w:val="20"/>
        </w:rPr>
        <w:t>dit le vicaire général</w:t>
      </w:r>
      <w:r w:rsidRPr="00A4769E">
        <w:rPr>
          <w:szCs w:val="20"/>
        </w:rPr>
        <w:t xml:space="preserve">, </w:t>
      </w:r>
      <w:r w:rsidR="001B73FA" w:rsidRPr="001B73FA">
        <w:rPr>
          <w:szCs w:val="20"/>
        </w:rPr>
        <w:t>et vous mettez le comble à mes v</w:t>
      </w:r>
      <w:r w:rsidRPr="00A4769E">
        <w:rPr>
          <w:szCs w:val="20"/>
        </w:rPr>
        <w:t>œ</w:t>
      </w:r>
      <w:r w:rsidR="001B73FA" w:rsidRPr="001B73FA">
        <w:rPr>
          <w:szCs w:val="20"/>
        </w:rPr>
        <w:t>ux les plus chers</w:t>
      </w:r>
      <w:r w:rsidRPr="00A4769E">
        <w:rPr>
          <w:szCs w:val="20"/>
        </w:rPr>
        <w:t xml:space="preserve"> : </w:t>
      </w:r>
      <w:r w:rsidR="001B73FA" w:rsidRPr="001B73FA">
        <w:rPr>
          <w:szCs w:val="20"/>
        </w:rPr>
        <w:t>j</w:t>
      </w:r>
      <w:r w:rsidRPr="00A4769E">
        <w:rPr>
          <w:szCs w:val="20"/>
        </w:rPr>
        <w:t>’</w:t>
      </w:r>
      <w:r w:rsidR="001B73FA" w:rsidRPr="001B73FA">
        <w:rPr>
          <w:szCs w:val="20"/>
        </w:rPr>
        <w:t>ai fait une prière en ce sens au Sacré-C</w:t>
      </w:r>
      <w:r w:rsidRPr="00A4769E">
        <w:rPr>
          <w:szCs w:val="20"/>
        </w:rPr>
        <w:t>œ</w:t>
      </w:r>
      <w:r w:rsidR="001B73FA" w:rsidRPr="001B73FA">
        <w:rPr>
          <w:szCs w:val="20"/>
        </w:rPr>
        <w:t>ur de Jésus</w:t>
      </w:r>
      <w:r w:rsidRPr="00A4769E">
        <w:rPr>
          <w:szCs w:val="20"/>
        </w:rPr>
        <w:t xml:space="preserve">. </w:t>
      </w:r>
      <w:r w:rsidR="001B73FA" w:rsidRPr="001B73FA">
        <w:rPr>
          <w:szCs w:val="20"/>
        </w:rPr>
        <w:t>J</w:t>
      </w:r>
      <w:r w:rsidRPr="00A4769E">
        <w:rPr>
          <w:szCs w:val="20"/>
        </w:rPr>
        <w:t>’</w:t>
      </w:r>
      <w:r w:rsidR="001B73FA" w:rsidRPr="001B73FA">
        <w:rPr>
          <w:szCs w:val="20"/>
        </w:rPr>
        <w:t>ai la femme</w:t>
      </w:r>
      <w:r w:rsidRPr="00A4769E">
        <w:rPr>
          <w:szCs w:val="20"/>
        </w:rPr>
        <w:t xml:space="preserve">, </w:t>
      </w:r>
      <w:r w:rsidR="001B73FA" w:rsidRPr="001B73FA">
        <w:rPr>
          <w:szCs w:val="20"/>
        </w:rPr>
        <w:t>l</w:t>
      </w:r>
      <w:r w:rsidRPr="00A4769E">
        <w:rPr>
          <w:szCs w:val="20"/>
        </w:rPr>
        <w:t>’</w:t>
      </w:r>
      <w:r w:rsidR="001B73FA" w:rsidRPr="001B73FA">
        <w:rPr>
          <w:szCs w:val="20"/>
        </w:rPr>
        <w:t>appartement et le jardin</w:t>
      </w:r>
      <w:r w:rsidRPr="00A4769E">
        <w:rPr>
          <w:szCs w:val="20"/>
        </w:rPr>
        <w:t xml:space="preserve">. </w:t>
      </w:r>
      <w:r w:rsidR="001B73FA" w:rsidRPr="001B73FA">
        <w:rPr>
          <w:szCs w:val="20"/>
        </w:rPr>
        <w:t>Je vous attendais la semaine dernière</w:t>
      </w:r>
      <w:r w:rsidRPr="00A4769E">
        <w:rPr>
          <w:szCs w:val="20"/>
        </w:rPr>
        <w:t xml:space="preserve">, </w:t>
      </w:r>
      <w:r w:rsidR="001B73FA" w:rsidRPr="001B73FA">
        <w:rPr>
          <w:szCs w:val="20"/>
        </w:rPr>
        <w:t>je vous ai aimé tout de suite</w:t>
      </w:r>
      <w:r w:rsidRPr="00A4769E">
        <w:rPr>
          <w:szCs w:val="20"/>
        </w:rPr>
        <w:t xml:space="preserve">. </w:t>
      </w:r>
      <w:r w:rsidR="001B73FA" w:rsidRPr="001B73FA">
        <w:rPr>
          <w:szCs w:val="20"/>
        </w:rPr>
        <w:t>Comment le Marquis a-t-il pu laisser échapper un homme tel que vous</w:t>
      </w:r>
      <w:r w:rsidRPr="00A4769E">
        <w:rPr>
          <w:szCs w:val="20"/>
        </w:rPr>
        <w:t xml:space="preserve"> ? </w:t>
      </w:r>
      <w:r w:rsidR="001B73FA" w:rsidRPr="001B73FA">
        <w:rPr>
          <w:szCs w:val="20"/>
        </w:rPr>
        <w:t>Vous avez vu Rosette</w:t>
      </w:r>
      <w:r w:rsidRPr="00A4769E">
        <w:rPr>
          <w:szCs w:val="20"/>
        </w:rPr>
        <w:t xml:space="preserve"> ? </w:t>
      </w:r>
      <w:r w:rsidR="001B73FA" w:rsidRPr="001B73FA">
        <w:rPr>
          <w:szCs w:val="20"/>
        </w:rPr>
        <w:t>C</w:t>
      </w:r>
      <w:r w:rsidRPr="00A4769E">
        <w:rPr>
          <w:szCs w:val="20"/>
        </w:rPr>
        <w:t>’</w:t>
      </w:r>
      <w:r w:rsidR="001B73FA" w:rsidRPr="001B73FA">
        <w:rPr>
          <w:szCs w:val="20"/>
        </w:rPr>
        <w:t>est la jeune personne qui vous a déjà servi du vin et va nous en servir encore</w:t>
      </w:r>
      <w:r w:rsidRPr="00A4769E">
        <w:rPr>
          <w:szCs w:val="20"/>
        </w:rPr>
        <w:t xml:space="preserve">. </w:t>
      </w:r>
      <w:r w:rsidR="001B73FA" w:rsidRPr="001B73FA">
        <w:rPr>
          <w:szCs w:val="20"/>
        </w:rPr>
        <w:t>Nous allons le boire à notre bonne amitié et je vous accompagne chez sa mère</w:t>
      </w:r>
      <w:r w:rsidRPr="00A4769E">
        <w:rPr>
          <w:szCs w:val="20"/>
        </w:rPr>
        <w:t xml:space="preserve">. </w:t>
      </w:r>
      <w:r w:rsidR="001B73FA" w:rsidRPr="001B73FA">
        <w:rPr>
          <w:szCs w:val="20"/>
        </w:rPr>
        <w:t>Il ne faut pas</w:t>
      </w:r>
      <w:r w:rsidRPr="00A4769E">
        <w:rPr>
          <w:szCs w:val="20"/>
        </w:rPr>
        <w:t xml:space="preserve">, </w:t>
      </w:r>
      <w:r w:rsidR="001B73FA" w:rsidRPr="001B73FA">
        <w:rPr>
          <w:szCs w:val="20"/>
        </w:rPr>
        <w:t>pour tout l</w:t>
      </w:r>
      <w:r w:rsidRPr="00A4769E">
        <w:rPr>
          <w:szCs w:val="20"/>
        </w:rPr>
        <w:t>’</w:t>
      </w:r>
      <w:r w:rsidR="001B73FA" w:rsidRPr="001B73FA">
        <w:rPr>
          <w:szCs w:val="20"/>
        </w:rPr>
        <w:t>or du monde</w:t>
      </w:r>
      <w:r w:rsidRPr="00A4769E">
        <w:rPr>
          <w:szCs w:val="20"/>
        </w:rPr>
        <w:t xml:space="preserve">, </w:t>
      </w:r>
      <w:r w:rsidR="001B73FA" w:rsidRPr="001B73FA">
        <w:rPr>
          <w:szCs w:val="20"/>
        </w:rPr>
        <w:t>que vous alliez ailleurs que là</w:t>
      </w:r>
      <w:r w:rsidRPr="00A4769E">
        <w:rPr>
          <w:szCs w:val="20"/>
        </w:rPr>
        <w:t xml:space="preserve">. </w:t>
      </w:r>
      <w:r w:rsidR="001B73FA" w:rsidRPr="001B73FA">
        <w:rPr>
          <w:szCs w:val="20"/>
        </w:rPr>
        <w:t>Vous allez être comme un coq en pâte</w:t>
      </w:r>
      <w:r w:rsidRPr="00A4769E">
        <w:rPr>
          <w:szCs w:val="20"/>
        </w:rPr>
        <w:t>.</w:t>
      </w:r>
      <w:r w:rsidRPr="00A4769E">
        <w:rPr>
          <w:szCs w:val="20"/>
        </w:rPr>
        <w:t> »</w:t>
      </w:r>
    </w:p>
    <w:p w14:paraId="20BC6B50" w14:textId="77777777" w:rsidR="00462692" w:rsidRPr="00A4769E" w:rsidRDefault="001B73FA" w:rsidP="001B73FA">
      <w:pPr>
        <w:rPr>
          <w:szCs w:val="20"/>
        </w:rPr>
      </w:pPr>
      <w:r w:rsidRPr="001B73FA">
        <w:rPr>
          <w:szCs w:val="20"/>
        </w:rPr>
        <w:t>Le vicaire général fit durer l</w:t>
      </w:r>
      <w:r w:rsidR="00462692" w:rsidRPr="00A4769E">
        <w:rPr>
          <w:szCs w:val="20"/>
        </w:rPr>
        <w:t>’</w:t>
      </w:r>
      <w:r w:rsidRPr="001B73FA">
        <w:rPr>
          <w:szCs w:val="20"/>
        </w:rPr>
        <w:t>entretien jusqu</w:t>
      </w:r>
      <w:r w:rsidR="00462692" w:rsidRPr="00A4769E">
        <w:rPr>
          <w:szCs w:val="20"/>
        </w:rPr>
        <w:t>’</w:t>
      </w:r>
      <w:r w:rsidRPr="001B73FA">
        <w:rPr>
          <w:szCs w:val="20"/>
        </w:rPr>
        <w:t>à la nuit</w:t>
      </w:r>
      <w:r w:rsidR="00462692" w:rsidRPr="00A4769E">
        <w:rPr>
          <w:szCs w:val="20"/>
        </w:rPr>
        <w:t>.</w:t>
      </w:r>
    </w:p>
    <w:p w14:paraId="776DA437" w14:textId="77777777" w:rsidR="00462692" w:rsidRPr="00A4769E" w:rsidRDefault="00462692" w:rsidP="001B73FA">
      <w:pPr>
        <w:rPr>
          <w:szCs w:val="20"/>
        </w:rPr>
      </w:pPr>
      <w:r w:rsidRPr="00A4769E">
        <w:rPr>
          <w:szCs w:val="20"/>
        </w:rPr>
        <w:t>« </w:t>
      </w:r>
      <w:r w:rsidR="001B73FA" w:rsidRPr="001B73FA">
        <w:rPr>
          <w:szCs w:val="20"/>
        </w:rPr>
        <w:t>Dépêchons-nous</w:t>
      </w:r>
      <w:r w:rsidRPr="00A4769E">
        <w:rPr>
          <w:szCs w:val="20"/>
        </w:rPr>
        <w:t xml:space="preserve">, </w:t>
      </w:r>
      <w:r w:rsidR="001B73FA" w:rsidRPr="001B73FA">
        <w:rPr>
          <w:szCs w:val="20"/>
        </w:rPr>
        <w:t>dit-il alors</w:t>
      </w:r>
      <w:r w:rsidRPr="00A4769E">
        <w:rPr>
          <w:szCs w:val="20"/>
        </w:rPr>
        <w:t xml:space="preserve">, </w:t>
      </w:r>
      <w:r w:rsidR="001B73FA" w:rsidRPr="001B73FA">
        <w:rPr>
          <w:szCs w:val="20"/>
        </w:rPr>
        <w:t>nous nous sommes oubliés dans les délices de Capoue d</w:t>
      </w:r>
      <w:r w:rsidRPr="00A4769E">
        <w:rPr>
          <w:szCs w:val="20"/>
        </w:rPr>
        <w:t>’</w:t>
      </w:r>
      <w:r w:rsidR="001B73FA" w:rsidRPr="001B73FA">
        <w:rPr>
          <w:szCs w:val="20"/>
        </w:rPr>
        <w:t>une fraîche amitié</w:t>
      </w:r>
      <w:r w:rsidRPr="00A4769E">
        <w:rPr>
          <w:szCs w:val="20"/>
        </w:rPr>
        <w:t xml:space="preserve">. </w:t>
      </w:r>
      <w:r w:rsidR="001B73FA" w:rsidRPr="001B73FA">
        <w:rPr>
          <w:szCs w:val="20"/>
        </w:rPr>
        <w:t>Mais ne le regrettons pas</w:t>
      </w:r>
      <w:r w:rsidRPr="00A4769E">
        <w:rPr>
          <w:szCs w:val="20"/>
        </w:rPr>
        <w:t xml:space="preserve">. </w:t>
      </w:r>
      <w:r w:rsidR="001B73FA" w:rsidRPr="001B73FA">
        <w:rPr>
          <w:szCs w:val="20"/>
        </w:rPr>
        <w:t>Tout ce que vous venez de me dire de votre mère et de vous-même me comble de joie à un point que vous ne pouvez imaginer</w:t>
      </w:r>
      <w:r w:rsidRPr="00A4769E">
        <w:rPr>
          <w:szCs w:val="20"/>
        </w:rPr>
        <w:t xml:space="preserve">, </w:t>
      </w:r>
      <w:r w:rsidR="001B73FA" w:rsidRPr="001B73FA">
        <w:rPr>
          <w:szCs w:val="20"/>
        </w:rPr>
        <w:t>je vous l</w:t>
      </w:r>
      <w:r w:rsidRPr="00A4769E">
        <w:rPr>
          <w:szCs w:val="20"/>
        </w:rPr>
        <w:t>’</w:t>
      </w:r>
      <w:r w:rsidR="001B73FA" w:rsidRPr="001B73FA">
        <w:rPr>
          <w:szCs w:val="20"/>
        </w:rPr>
        <w:t>ai dit déjà trois fois</w:t>
      </w:r>
      <w:r w:rsidRPr="00A4769E">
        <w:rPr>
          <w:szCs w:val="20"/>
        </w:rPr>
        <w:t xml:space="preserve">, </w:t>
      </w:r>
      <w:r w:rsidR="001B73FA" w:rsidRPr="001B73FA">
        <w:rPr>
          <w:szCs w:val="20"/>
        </w:rPr>
        <w:t>il faut que je vous le dise une quatrième</w:t>
      </w:r>
      <w:r w:rsidRPr="00A4769E">
        <w:rPr>
          <w:szCs w:val="20"/>
        </w:rPr>
        <w:t xml:space="preserve"> : </w:t>
      </w:r>
      <w:r w:rsidR="001B73FA" w:rsidRPr="001B73FA">
        <w:rPr>
          <w:szCs w:val="20"/>
        </w:rPr>
        <w:t>je vous aime</w:t>
      </w:r>
      <w:r w:rsidRPr="00A4769E">
        <w:rPr>
          <w:szCs w:val="20"/>
        </w:rPr>
        <w:t xml:space="preserve">. </w:t>
      </w:r>
      <w:r w:rsidR="001B73FA" w:rsidRPr="001B73FA">
        <w:rPr>
          <w:szCs w:val="20"/>
        </w:rPr>
        <w:t>Prenez mon bras</w:t>
      </w:r>
      <w:r w:rsidRPr="00A4769E">
        <w:rPr>
          <w:szCs w:val="20"/>
        </w:rPr>
        <w:t>. »</w:t>
      </w:r>
      <w:r w:rsidR="001B73FA" w:rsidRPr="001B73FA">
        <w:rPr>
          <w:szCs w:val="20"/>
        </w:rPr>
        <w:t xml:space="preserve"> Les rues étaient très obscures</w:t>
      </w:r>
      <w:r w:rsidRPr="00A4769E">
        <w:rPr>
          <w:szCs w:val="20"/>
        </w:rPr>
        <w:t>.</w:t>
      </w:r>
    </w:p>
    <w:p w14:paraId="4441CF1C" w14:textId="77777777" w:rsidR="00462692" w:rsidRPr="00A4769E" w:rsidRDefault="00462692" w:rsidP="001B73FA">
      <w:pPr>
        <w:rPr>
          <w:szCs w:val="20"/>
        </w:rPr>
      </w:pPr>
      <w:r w:rsidRPr="00A4769E">
        <w:rPr>
          <w:szCs w:val="20"/>
        </w:rPr>
        <w:lastRenderedPageBreak/>
        <w:t>M</w:t>
      </w:r>
      <w:r w:rsidRPr="00A4769E">
        <w:rPr>
          <w:szCs w:val="20"/>
          <w:vertAlign w:val="superscript"/>
        </w:rPr>
        <w:t>me</w:t>
      </w:r>
      <w:r w:rsidRPr="00A4769E">
        <w:rPr>
          <w:szCs w:val="20"/>
        </w:rPr>
        <w:t> </w:t>
      </w:r>
      <w:r w:rsidR="001B73FA" w:rsidRPr="001B73FA">
        <w:rPr>
          <w:szCs w:val="20"/>
        </w:rPr>
        <w:t>Hortense</w:t>
      </w:r>
      <w:r w:rsidRPr="00A4769E">
        <w:rPr>
          <w:szCs w:val="20"/>
        </w:rPr>
        <w:t xml:space="preserve">, </w:t>
      </w:r>
      <w:r w:rsidR="001B73FA" w:rsidRPr="001B73FA">
        <w:rPr>
          <w:szCs w:val="20"/>
        </w:rPr>
        <w:t>en demi-deuil gris</w:t>
      </w:r>
      <w:r w:rsidRPr="00A4769E">
        <w:rPr>
          <w:szCs w:val="20"/>
        </w:rPr>
        <w:t xml:space="preserve">, </w:t>
      </w:r>
      <w:r w:rsidR="001B73FA" w:rsidRPr="001B73FA">
        <w:rPr>
          <w:szCs w:val="20"/>
        </w:rPr>
        <w:t>presque gai</w:t>
      </w:r>
      <w:r w:rsidRPr="00A4769E">
        <w:rPr>
          <w:szCs w:val="20"/>
        </w:rPr>
        <w:t xml:space="preserve">, </w:t>
      </w:r>
      <w:r w:rsidR="001B73FA" w:rsidRPr="001B73FA">
        <w:rPr>
          <w:szCs w:val="20"/>
        </w:rPr>
        <w:t>ressemblait à une pintade</w:t>
      </w:r>
      <w:r w:rsidRPr="00A4769E">
        <w:rPr>
          <w:szCs w:val="20"/>
        </w:rPr>
        <w:t xml:space="preserve">. </w:t>
      </w:r>
      <w:r w:rsidR="001B73FA" w:rsidRPr="001B73FA">
        <w:rPr>
          <w:szCs w:val="20"/>
        </w:rPr>
        <w:t>Une grosse jeannette en or était lourdement plaquée sur une opulente poitrine soigneusement tenue en bride</w:t>
      </w:r>
      <w:r w:rsidRPr="00A4769E">
        <w:rPr>
          <w:szCs w:val="20"/>
        </w:rPr>
        <w:t xml:space="preserve">. </w:t>
      </w:r>
      <w:r w:rsidR="001B73FA" w:rsidRPr="001B73FA">
        <w:rPr>
          <w:szCs w:val="20"/>
        </w:rPr>
        <w:t>Ses gestes étaient d</w:t>
      </w:r>
      <w:r w:rsidRPr="00A4769E">
        <w:rPr>
          <w:szCs w:val="20"/>
        </w:rPr>
        <w:t>’</w:t>
      </w:r>
      <w:r w:rsidR="001B73FA" w:rsidRPr="001B73FA">
        <w:rPr>
          <w:szCs w:val="20"/>
        </w:rPr>
        <w:t>une telle rectitude autoritaire qu</w:t>
      </w:r>
      <w:r w:rsidRPr="00A4769E">
        <w:rPr>
          <w:szCs w:val="20"/>
        </w:rPr>
        <w:t>’</w:t>
      </w:r>
      <w:r w:rsidR="001B73FA" w:rsidRPr="001B73FA">
        <w:rPr>
          <w:szCs w:val="20"/>
        </w:rPr>
        <w:t>on sentait bien que Dieu ne pouvait pas lui échapper</w:t>
      </w:r>
      <w:r w:rsidRPr="00A4769E">
        <w:rPr>
          <w:szCs w:val="20"/>
        </w:rPr>
        <w:t xml:space="preserve">. </w:t>
      </w:r>
      <w:r w:rsidR="001B73FA" w:rsidRPr="001B73FA">
        <w:rPr>
          <w:szCs w:val="20"/>
        </w:rPr>
        <w:t>Elle le traquait jusque dans ses petits retranchements</w:t>
      </w:r>
      <w:r w:rsidRPr="00A4769E">
        <w:rPr>
          <w:szCs w:val="20"/>
        </w:rPr>
        <w:t xml:space="preserve">. </w:t>
      </w:r>
      <w:r w:rsidR="001B73FA" w:rsidRPr="001B73FA">
        <w:rPr>
          <w:szCs w:val="20"/>
        </w:rPr>
        <w:t>Seule parfois sa bouche lui échappait</w:t>
      </w:r>
      <w:r w:rsidRPr="00A4769E">
        <w:rPr>
          <w:szCs w:val="20"/>
        </w:rPr>
        <w:t xml:space="preserve"> : </w:t>
      </w:r>
      <w:r w:rsidR="001B73FA" w:rsidRPr="001B73FA">
        <w:rPr>
          <w:szCs w:val="20"/>
        </w:rPr>
        <w:t>pendant les grandes chaleurs de l</w:t>
      </w:r>
      <w:r w:rsidRPr="00A4769E">
        <w:rPr>
          <w:szCs w:val="20"/>
        </w:rPr>
        <w:t>’</w:t>
      </w:r>
      <w:r w:rsidR="001B73FA" w:rsidRPr="001B73FA">
        <w:rPr>
          <w:szCs w:val="20"/>
        </w:rPr>
        <w:t>été</w:t>
      </w:r>
      <w:r w:rsidRPr="00A4769E">
        <w:rPr>
          <w:szCs w:val="20"/>
        </w:rPr>
        <w:t xml:space="preserve">, </w:t>
      </w:r>
      <w:r w:rsidR="001B73FA" w:rsidRPr="001B73FA">
        <w:rPr>
          <w:szCs w:val="20"/>
        </w:rPr>
        <w:t xml:space="preserve">au moment où </w:t>
      </w:r>
      <w:r w:rsidRPr="00A4769E">
        <w:rPr>
          <w:szCs w:val="20"/>
        </w:rPr>
        <w:t>M</w:t>
      </w:r>
      <w:r w:rsidRPr="00A4769E">
        <w:rPr>
          <w:szCs w:val="20"/>
          <w:vertAlign w:val="superscript"/>
        </w:rPr>
        <w:t>me</w:t>
      </w:r>
      <w:r w:rsidRPr="00A4769E">
        <w:rPr>
          <w:szCs w:val="20"/>
        </w:rPr>
        <w:t> </w:t>
      </w:r>
      <w:r w:rsidR="001B73FA" w:rsidRPr="001B73FA">
        <w:rPr>
          <w:szCs w:val="20"/>
        </w:rPr>
        <w:t>Hortense allait faire la sieste</w:t>
      </w:r>
      <w:r w:rsidRPr="00A4769E">
        <w:rPr>
          <w:szCs w:val="20"/>
        </w:rPr>
        <w:t xml:space="preserve">, </w:t>
      </w:r>
      <w:r w:rsidR="001B73FA" w:rsidRPr="001B73FA">
        <w:rPr>
          <w:szCs w:val="20"/>
        </w:rPr>
        <w:t>sa bouche s</w:t>
      </w:r>
      <w:r w:rsidRPr="00A4769E">
        <w:rPr>
          <w:szCs w:val="20"/>
        </w:rPr>
        <w:t>’</w:t>
      </w:r>
      <w:r w:rsidR="001B73FA" w:rsidRPr="001B73FA">
        <w:rPr>
          <w:szCs w:val="20"/>
        </w:rPr>
        <w:t>épanouissait et devenait fleur</w:t>
      </w:r>
      <w:r w:rsidRPr="00A4769E">
        <w:rPr>
          <w:szCs w:val="20"/>
        </w:rPr>
        <w:t xml:space="preserve">. </w:t>
      </w:r>
      <w:r w:rsidR="001B73FA" w:rsidRPr="001B73FA">
        <w:rPr>
          <w:szCs w:val="20"/>
        </w:rPr>
        <w:t>Il fallait un grand renfort d</w:t>
      </w:r>
      <w:r w:rsidRPr="00A4769E">
        <w:rPr>
          <w:szCs w:val="20"/>
        </w:rPr>
        <w:t>’</w:t>
      </w:r>
      <w:r w:rsidR="001B73FA" w:rsidRPr="001B73FA">
        <w:rPr>
          <w:szCs w:val="20"/>
        </w:rPr>
        <w:t>autorité pour l</w:t>
      </w:r>
      <w:r w:rsidRPr="00A4769E">
        <w:rPr>
          <w:szCs w:val="20"/>
        </w:rPr>
        <w:t>’</w:t>
      </w:r>
      <w:r w:rsidR="001B73FA" w:rsidRPr="001B73FA">
        <w:rPr>
          <w:szCs w:val="20"/>
        </w:rPr>
        <w:t>avaler et la serrer de nouveau comme il était décent de l</w:t>
      </w:r>
      <w:r w:rsidRPr="00A4769E">
        <w:rPr>
          <w:szCs w:val="20"/>
        </w:rPr>
        <w:t>’</w:t>
      </w:r>
      <w:r w:rsidR="001B73FA" w:rsidRPr="001B73FA">
        <w:rPr>
          <w:szCs w:val="20"/>
        </w:rPr>
        <w:t>avoir</w:t>
      </w:r>
      <w:r w:rsidRPr="00A4769E">
        <w:rPr>
          <w:szCs w:val="20"/>
        </w:rPr>
        <w:t>.</w:t>
      </w:r>
    </w:p>
    <w:p w14:paraId="2BB34C33" w14:textId="77777777" w:rsidR="00462692" w:rsidRPr="00A4769E" w:rsidRDefault="001B73FA" w:rsidP="001B73FA">
      <w:pPr>
        <w:rPr>
          <w:szCs w:val="20"/>
        </w:rPr>
      </w:pPr>
      <w:r w:rsidRPr="001B73FA">
        <w:rPr>
          <w:szCs w:val="20"/>
        </w:rPr>
        <w:t>Elle s</w:t>
      </w:r>
      <w:r w:rsidR="00462692" w:rsidRPr="00A4769E">
        <w:rPr>
          <w:szCs w:val="20"/>
        </w:rPr>
        <w:t>’</w:t>
      </w:r>
      <w:r w:rsidRPr="001B73FA">
        <w:rPr>
          <w:szCs w:val="20"/>
        </w:rPr>
        <w:t>occupa magnifiquement d</w:t>
      </w:r>
      <w:r w:rsidR="00462692" w:rsidRPr="00A4769E">
        <w:rPr>
          <w:szCs w:val="20"/>
        </w:rPr>
        <w:t>’</w:t>
      </w:r>
      <w:r w:rsidRPr="001B73FA">
        <w:rPr>
          <w:szCs w:val="20"/>
        </w:rPr>
        <w:t>Angelo</w:t>
      </w:r>
      <w:r w:rsidR="00462692" w:rsidRPr="00A4769E">
        <w:rPr>
          <w:szCs w:val="20"/>
        </w:rPr>
        <w:t xml:space="preserve">. </w:t>
      </w:r>
      <w:r w:rsidRPr="001B73FA">
        <w:rPr>
          <w:szCs w:val="20"/>
        </w:rPr>
        <w:t>La maison était vaste</w:t>
      </w:r>
      <w:r w:rsidR="00462692" w:rsidRPr="00A4769E">
        <w:rPr>
          <w:szCs w:val="20"/>
        </w:rPr>
        <w:t xml:space="preserve">, </w:t>
      </w:r>
      <w:r w:rsidRPr="001B73FA">
        <w:rPr>
          <w:szCs w:val="20"/>
        </w:rPr>
        <w:t>fraîche et contenait une ombre verte</w:t>
      </w:r>
      <w:r w:rsidR="00462692" w:rsidRPr="00A4769E">
        <w:rPr>
          <w:szCs w:val="20"/>
        </w:rPr>
        <w:t xml:space="preserve">. </w:t>
      </w:r>
      <w:r w:rsidRPr="001B73FA">
        <w:rPr>
          <w:szCs w:val="20"/>
        </w:rPr>
        <w:t>Au premier étage</w:t>
      </w:r>
      <w:r w:rsidR="00462692" w:rsidRPr="00A4769E">
        <w:rPr>
          <w:szCs w:val="20"/>
        </w:rPr>
        <w:t xml:space="preserve">, </w:t>
      </w:r>
      <w:r w:rsidRPr="001B73FA">
        <w:rPr>
          <w:szCs w:val="20"/>
        </w:rPr>
        <w:t>deux larges pièces</w:t>
      </w:r>
      <w:r w:rsidR="00462692" w:rsidRPr="00A4769E">
        <w:rPr>
          <w:szCs w:val="20"/>
        </w:rPr>
        <w:t xml:space="preserve">, </w:t>
      </w:r>
      <w:r w:rsidRPr="001B73FA">
        <w:rPr>
          <w:szCs w:val="20"/>
        </w:rPr>
        <w:t>hautes de plafond</w:t>
      </w:r>
      <w:r w:rsidR="00462692" w:rsidRPr="00A4769E">
        <w:rPr>
          <w:szCs w:val="20"/>
        </w:rPr>
        <w:t xml:space="preserve">, </w:t>
      </w:r>
      <w:r w:rsidRPr="001B73FA">
        <w:rPr>
          <w:szCs w:val="20"/>
        </w:rPr>
        <w:t>donnaient sur un petit jardin de lilas et de jasmins</w:t>
      </w:r>
      <w:r w:rsidR="00462692" w:rsidRPr="00A4769E">
        <w:rPr>
          <w:szCs w:val="20"/>
        </w:rPr>
        <w:t xml:space="preserve">, </w:t>
      </w:r>
      <w:r w:rsidRPr="001B73FA">
        <w:rPr>
          <w:szCs w:val="20"/>
        </w:rPr>
        <w:t>séparé par un simple mur des jardins de l</w:t>
      </w:r>
      <w:r w:rsidR="00462692" w:rsidRPr="00A4769E">
        <w:rPr>
          <w:szCs w:val="20"/>
        </w:rPr>
        <w:t>’</w:t>
      </w:r>
      <w:r w:rsidRPr="001B73FA">
        <w:rPr>
          <w:szCs w:val="20"/>
        </w:rPr>
        <w:t>archevêché avec ses grands sycomores</w:t>
      </w:r>
      <w:r w:rsidR="00462692" w:rsidRPr="00A4769E">
        <w:rPr>
          <w:szCs w:val="20"/>
        </w:rPr>
        <w:t>.</w:t>
      </w:r>
    </w:p>
    <w:p w14:paraId="187F1101" w14:textId="77777777" w:rsidR="00462692" w:rsidRPr="00A4769E" w:rsidRDefault="00462692" w:rsidP="001B73FA">
      <w:pPr>
        <w:rPr>
          <w:szCs w:val="20"/>
        </w:rPr>
      </w:pPr>
      <w:r w:rsidRPr="00A4769E">
        <w:rPr>
          <w:szCs w:val="20"/>
        </w:rPr>
        <w:t>M</w:t>
      </w:r>
      <w:r w:rsidRPr="00A4769E">
        <w:rPr>
          <w:szCs w:val="20"/>
          <w:vertAlign w:val="superscript"/>
        </w:rPr>
        <w:t>me</w:t>
      </w:r>
      <w:r w:rsidRPr="00A4769E">
        <w:rPr>
          <w:szCs w:val="20"/>
        </w:rPr>
        <w:t> </w:t>
      </w:r>
      <w:r w:rsidR="001B73FA" w:rsidRPr="001B73FA">
        <w:rPr>
          <w:szCs w:val="20"/>
        </w:rPr>
        <w:t>Hortense soigna le linge</w:t>
      </w:r>
      <w:r w:rsidRPr="00A4769E">
        <w:rPr>
          <w:szCs w:val="20"/>
        </w:rPr>
        <w:t xml:space="preserve">, </w:t>
      </w:r>
      <w:r w:rsidR="001B73FA" w:rsidRPr="001B73FA">
        <w:rPr>
          <w:szCs w:val="20"/>
        </w:rPr>
        <w:t>plia les chemises</w:t>
      </w:r>
      <w:r w:rsidRPr="00A4769E">
        <w:rPr>
          <w:szCs w:val="20"/>
        </w:rPr>
        <w:t xml:space="preserve">, </w:t>
      </w:r>
      <w:r w:rsidR="001B73FA" w:rsidRPr="001B73FA">
        <w:rPr>
          <w:szCs w:val="20"/>
        </w:rPr>
        <w:t>repassa les cravates</w:t>
      </w:r>
      <w:r w:rsidRPr="00A4769E">
        <w:rPr>
          <w:szCs w:val="20"/>
        </w:rPr>
        <w:t xml:space="preserve">, </w:t>
      </w:r>
      <w:r w:rsidR="001B73FA" w:rsidRPr="001B73FA">
        <w:rPr>
          <w:szCs w:val="20"/>
        </w:rPr>
        <w:t>frotta le parquet et regarda vivre Angelo</w:t>
      </w:r>
      <w:r w:rsidRPr="00A4769E">
        <w:rPr>
          <w:szCs w:val="20"/>
        </w:rPr>
        <w:t>.</w:t>
      </w:r>
    </w:p>
    <w:p w14:paraId="5DBC09FC" w14:textId="7A79C072" w:rsidR="001B73FA" w:rsidRPr="001B73FA" w:rsidRDefault="00462692" w:rsidP="001B73FA">
      <w:pPr>
        <w:rPr>
          <w:szCs w:val="20"/>
        </w:rPr>
      </w:pPr>
      <w:r w:rsidRPr="00A4769E">
        <w:rPr>
          <w:szCs w:val="20"/>
        </w:rPr>
        <w:t>« </w:t>
      </w:r>
      <w:r w:rsidR="001B73FA" w:rsidRPr="001B73FA">
        <w:rPr>
          <w:szCs w:val="20"/>
        </w:rPr>
        <w:t>Quelques fleurs</w:t>
      </w:r>
      <w:r w:rsidRPr="00A4769E">
        <w:rPr>
          <w:szCs w:val="20"/>
        </w:rPr>
        <w:t xml:space="preserve">, </w:t>
      </w:r>
      <w:r w:rsidR="001B73FA" w:rsidRPr="001B73FA">
        <w:rPr>
          <w:szCs w:val="20"/>
        </w:rPr>
        <w:t>monsieur</w:t>
      </w:r>
      <w:r w:rsidRPr="00A4769E">
        <w:rPr>
          <w:szCs w:val="20"/>
        </w:rPr>
        <w:t xml:space="preserve"> », </w:t>
      </w:r>
      <w:r w:rsidR="001B73FA" w:rsidRPr="001B73FA">
        <w:rPr>
          <w:szCs w:val="20"/>
        </w:rPr>
        <w:t>dit-elle un matin en entrant</w:t>
      </w:r>
      <w:r w:rsidRPr="00A4769E">
        <w:rPr>
          <w:szCs w:val="20"/>
        </w:rPr>
        <w:t xml:space="preserve">. </w:t>
      </w:r>
      <w:r w:rsidR="001B73FA" w:rsidRPr="001B73FA">
        <w:rPr>
          <w:szCs w:val="20"/>
        </w:rPr>
        <w:t>Elle avait trois très belles roses dans un vase qu</w:t>
      </w:r>
      <w:r w:rsidRPr="00A4769E">
        <w:rPr>
          <w:szCs w:val="20"/>
        </w:rPr>
        <w:t>’</w:t>
      </w:r>
      <w:r w:rsidR="001B73FA" w:rsidRPr="001B73FA">
        <w:rPr>
          <w:szCs w:val="20"/>
        </w:rPr>
        <w:t>elle posa sur un guéridon</w:t>
      </w:r>
      <w:r w:rsidRPr="00A4769E">
        <w:rPr>
          <w:szCs w:val="20"/>
        </w:rPr>
        <w:t xml:space="preserve">. </w:t>
      </w:r>
      <w:r w:rsidR="001B73FA" w:rsidRPr="001B73FA">
        <w:rPr>
          <w:szCs w:val="20"/>
        </w:rPr>
        <w:t>Les matins d</w:t>
      </w:r>
      <w:r w:rsidRPr="00A4769E">
        <w:rPr>
          <w:szCs w:val="20"/>
        </w:rPr>
        <w:t>’</w:t>
      </w:r>
      <w:r w:rsidR="001B73FA" w:rsidRPr="001B73FA">
        <w:rPr>
          <w:szCs w:val="20"/>
        </w:rPr>
        <w:t>après</w:t>
      </w:r>
      <w:r w:rsidRPr="00A4769E">
        <w:rPr>
          <w:szCs w:val="20"/>
        </w:rPr>
        <w:t xml:space="preserve">, </w:t>
      </w:r>
      <w:r w:rsidR="001B73FA" w:rsidRPr="001B73FA">
        <w:rPr>
          <w:szCs w:val="20"/>
        </w:rPr>
        <w:t>en trois ou quatre fois</w:t>
      </w:r>
      <w:r w:rsidRPr="00A4769E">
        <w:rPr>
          <w:szCs w:val="20"/>
        </w:rPr>
        <w:t xml:space="preserve">, </w:t>
      </w:r>
      <w:r w:rsidR="001B73FA" w:rsidRPr="001B73FA">
        <w:rPr>
          <w:szCs w:val="20"/>
        </w:rPr>
        <w:t>elle garnit de géraniums rouges en caisse le devant des fenêtres</w:t>
      </w:r>
      <w:r w:rsidRPr="00A4769E">
        <w:rPr>
          <w:szCs w:val="20"/>
        </w:rPr>
        <w:t>. « </w:t>
      </w:r>
      <w:r w:rsidR="001B73FA" w:rsidRPr="001B73FA">
        <w:rPr>
          <w:szCs w:val="20"/>
        </w:rPr>
        <w:t>Une belle étoffe</w:t>
      </w:r>
      <w:r w:rsidRPr="00A4769E">
        <w:rPr>
          <w:szCs w:val="20"/>
        </w:rPr>
        <w:t xml:space="preserve">, </w:t>
      </w:r>
      <w:r w:rsidR="001B73FA" w:rsidRPr="001B73FA">
        <w:rPr>
          <w:szCs w:val="20"/>
        </w:rPr>
        <w:t>monsieur</w:t>
      </w:r>
      <w:r w:rsidRPr="00A4769E">
        <w:rPr>
          <w:szCs w:val="20"/>
        </w:rPr>
        <w:t xml:space="preserve"> », </w:t>
      </w:r>
      <w:r w:rsidR="001B73FA" w:rsidRPr="001B73FA">
        <w:rPr>
          <w:szCs w:val="20"/>
        </w:rPr>
        <w:t>dit-elle un après-midi</w:t>
      </w:r>
      <w:r w:rsidRPr="00A4769E">
        <w:rPr>
          <w:szCs w:val="20"/>
        </w:rPr>
        <w:t xml:space="preserve">. </w:t>
      </w:r>
      <w:r w:rsidR="001B73FA" w:rsidRPr="001B73FA">
        <w:rPr>
          <w:szCs w:val="20"/>
        </w:rPr>
        <w:t>Elle montrait un cachemire jaune à petits pois noirs</w:t>
      </w:r>
      <w:r w:rsidRPr="00A4769E">
        <w:rPr>
          <w:szCs w:val="20"/>
        </w:rPr>
        <w:t xml:space="preserve"> ; </w:t>
      </w:r>
      <w:r w:rsidR="001B73FA" w:rsidRPr="001B73FA">
        <w:rPr>
          <w:szCs w:val="20"/>
        </w:rPr>
        <w:t>chacun de ces pois perdait sa couleur et devenait une minuscule violette persane</w:t>
      </w:r>
      <w:r w:rsidRPr="00A4769E">
        <w:rPr>
          <w:szCs w:val="20"/>
        </w:rPr>
        <w:t xml:space="preserve"> ; </w:t>
      </w:r>
      <w:r w:rsidR="001B73FA" w:rsidRPr="001B73FA">
        <w:rPr>
          <w:szCs w:val="20"/>
        </w:rPr>
        <w:t>la soie pesait aux doigts et retombait en plis aquatiques</w:t>
      </w:r>
      <w:r w:rsidRPr="00A4769E">
        <w:rPr>
          <w:szCs w:val="20"/>
        </w:rPr>
        <w:t xml:space="preserve">. </w:t>
      </w:r>
      <w:r w:rsidR="001B73FA" w:rsidRPr="001B73FA">
        <w:rPr>
          <w:szCs w:val="20"/>
        </w:rPr>
        <w:t>Elle laissa le cachemire sur le dessus d</w:t>
      </w:r>
      <w:r w:rsidRPr="00A4769E">
        <w:rPr>
          <w:szCs w:val="20"/>
        </w:rPr>
        <w:t>’</w:t>
      </w:r>
      <w:r w:rsidR="001B73FA" w:rsidRPr="001B73FA">
        <w:rPr>
          <w:szCs w:val="20"/>
        </w:rPr>
        <w:t>un fauteuil</w:t>
      </w:r>
      <w:r w:rsidRPr="00A4769E">
        <w:rPr>
          <w:szCs w:val="20"/>
        </w:rPr>
        <w:t>. « </w:t>
      </w:r>
      <w:r w:rsidR="001B73FA" w:rsidRPr="001B73FA">
        <w:rPr>
          <w:szCs w:val="20"/>
        </w:rPr>
        <w:t>Ceci est vraiment beau</w:t>
      </w:r>
      <w:r w:rsidRPr="00A4769E">
        <w:rPr>
          <w:szCs w:val="20"/>
        </w:rPr>
        <w:t xml:space="preserve">, </w:t>
      </w:r>
      <w:r w:rsidR="001B73FA" w:rsidRPr="001B73FA">
        <w:rPr>
          <w:szCs w:val="20"/>
        </w:rPr>
        <w:t>se dit Angelo qui s</w:t>
      </w:r>
      <w:r w:rsidRPr="00A4769E">
        <w:rPr>
          <w:szCs w:val="20"/>
        </w:rPr>
        <w:t>’</w:t>
      </w:r>
      <w:r w:rsidR="001B73FA" w:rsidRPr="001B73FA">
        <w:rPr>
          <w:szCs w:val="20"/>
        </w:rPr>
        <w:t>ennuyait</w:t>
      </w:r>
      <w:r w:rsidRPr="00A4769E">
        <w:rPr>
          <w:szCs w:val="20"/>
        </w:rPr>
        <w:t xml:space="preserve">, </w:t>
      </w:r>
      <w:r w:rsidR="001B73FA" w:rsidRPr="001B73FA">
        <w:rPr>
          <w:szCs w:val="20"/>
        </w:rPr>
        <w:t>et ferait une magnifique cravate pour le gilet ouvert que je porte avec mon spencer gris</w:t>
      </w:r>
      <w:r w:rsidRPr="00A4769E">
        <w:rPr>
          <w:szCs w:val="20"/>
        </w:rPr>
        <w:t>. »</w:t>
      </w:r>
      <w:r w:rsidR="001B73FA" w:rsidRPr="001B73FA">
        <w:rPr>
          <w:szCs w:val="20"/>
        </w:rPr>
        <w:t xml:space="preserve"> Il mit ses bottes pour aller au café</w:t>
      </w:r>
      <w:r w:rsidRPr="00A4769E">
        <w:rPr>
          <w:szCs w:val="20"/>
        </w:rPr>
        <w:t>, M</w:t>
      </w:r>
      <w:r w:rsidRPr="00A4769E">
        <w:rPr>
          <w:szCs w:val="20"/>
          <w:vertAlign w:val="superscript"/>
        </w:rPr>
        <w:t>me</w:t>
      </w:r>
      <w:r w:rsidRPr="00A4769E">
        <w:rPr>
          <w:szCs w:val="20"/>
        </w:rPr>
        <w:t> </w:t>
      </w:r>
      <w:r w:rsidR="001B73FA" w:rsidRPr="001B73FA">
        <w:rPr>
          <w:szCs w:val="20"/>
        </w:rPr>
        <w:t>Hortense l</w:t>
      </w:r>
      <w:r w:rsidRPr="00A4769E">
        <w:rPr>
          <w:szCs w:val="20"/>
        </w:rPr>
        <w:t>’</w:t>
      </w:r>
      <w:r w:rsidR="001B73FA" w:rsidRPr="001B73FA">
        <w:rPr>
          <w:szCs w:val="20"/>
        </w:rPr>
        <w:t xml:space="preserve">attendait en bas pour le </w:t>
      </w:r>
      <w:r w:rsidR="001B73FA" w:rsidRPr="001B73FA">
        <w:rPr>
          <w:szCs w:val="20"/>
        </w:rPr>
        <w:lastRenderedPageBreak/>
        <w:t>brosser au passage</w:t>
      </w:r>
      <w:r w:rsidRPr="00A4769E">
        <w:rPr>
          <w:szCs w:val="20"/>
        </w:rPr>
        <w:t>. « </w:t>
      </w:r>
      <w:r w:rsidR="001B73FA" w:rsidRPr="001B73FA">
        <w:rPr>
          <w:szCs w:val="20"/>
        </w:rPr>
        <w:t>Si Monsieur portait un gilet ouvert</w:t>
      </w:r>
      <w:r w:rsidRPr="00A4769E">
        <w:rPr>
          <w:szCs w:val="20"/>
        </w:rPr>
        <w:t xml:space="preserve">, </w:t>
      </w:r>
      <w:r w:rsidR="001B73FA" w:rsidRPr="001B73FA">
        <w:rPr>
          <w:szCs w:val="20"/>
        </w:rPr>
        <w:t>dit-elle</w:t>
      </w:r>
      <w:r w:rsidRPr="00A4769E">
        <w:rPr>
          <w:szCs w:val="20"/>
        </w:rPr>
        <w:t xml:space="preserve">, </w:t>
      </w:r>
      <w:r w:rsidR="001B73FA" w:rsidRPr="001B73FA">
        <w:rPr>
          <w:szCs w:val="20"/>
        </w:rPr>
        <w:t>il aurait fallu mettre le cachemire en cravate</w:t>
      </w:r>
      <w:r w:rsidRPr="00A4769E">
        <w:rPr>
          <w:szCs w:val="20"/>
        </w:rPr>
        <w:t xml:space="preserve">. </w:t>
      </w:r>
      <w:r w:rsidR="001B73FA" w:rsidRPr="001B73FA">
        <w:rPr>
          <w:szCs w:val="20"/>
        </w:rPr>
        <w:t>Cela relèverait son teint et ses yeux</w:t>
      </w:r>
      <w:r w:rsidRPr="00A4769E">
        <w:rPr>
          <w:szCs w:val="20"/>
        </w:rPr>
        <w:t>. »</w:t>
      </w:r>
    </w:p>
    <w:p w14:paraId="11D7F259" w14:textId="77777777" w:rsidR="001B73FA" w:rsidRPr="001B73FA" w:rsidRDefault="00462692" w:rsidP="001B73FA">
      <w:pPr>
        <w:rPr>
          <w:szCs w:val="20"/>
        </w:rPr>
      </w:pPr>
      <w:r w:rsidRPr="00A4769E">
        <w:rPr>
          <w:szCs w:val="20"/>
        </w:rPr>
        <w:t>« </w:t>
      </w:r>
      <w:r w:rsidR="001B73FA" w:rsidRPr="001B73FA">
        <w:rPr>
          <w:szCs w:val="20"/>
        </w:rPr>
        <w:t>Je m</w:t>
      </w:r>
      <w:r w:rsidRPr="00A4769E">
        <w:rPr>
          <w:szCs w:val="20"/>
        </w:rPr>
        <w:t>’</w:t>
      </w:r>
      <w:r w:rsidR="001B73FA" w:rsidRPr="001B73FA">
        <w:rPr>
          <w:szCs w:val="20"/>
        </w:rPr>
        <w:t>ennuie</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J</w:t>
      </w:r>
      <w:r w:rsidRPr="00A4769E">
        <w:rPr>
          <w:szCs w:val="20"/>
        </w:rPr>
        <w:t>’</w:t>
      </w:r>
      <w:r w:rsidR="001B73FA" w:rsidRPr="001B73FA">
        <w:rPr>
          <w:szCs w:val="20"/>
        </w:rPr>
        <w:t>ai eu le c</w:t>
      </w:r>
      <w:r w:rsidRPr="00A4769E">
        <w:rPr>
          <w:szCs w:val="20"/>
        </w:rPr>
        <w:t>œ</w:t>
      </w:r>
      <w:r w:rsidR="001B73FA" w:rsidRPr="001B73FA">
        <w:rPr>
          <w:szCs w:val="20"/>
        </w:rPr>
        <w:t>ur arraché par cette odeur si belle que j</w:t>
      </w:r>
      <w:r w:rsidRPr="00A4769E">
        <w:rPr>
          <w:szCs w:val="20"/>
        </w:rPr>
        <w:t>’</w:t>
      </w:r>
      <w:r w:rsidR="001B73FA" w:rsidRPr="001B73FA">
        <w:rPr>
          <w:szCs w:val="20"/>
        </w:rPr>
        <w:t>ai respirée chez le Marquis</w:t>
      </w:r>
      <w:r w:rsidRPr="00A4769E">
        <w:rPr>
          <w:szCs w:val="20"/>
        </w:rPr>
        <w:t xml:space="preserve">. </w:t>
      </w:r>
      <w:r w:rsidR="001B73FA" w:rsidRPr="001B73FA">
        <w:rPr>
          <w:szCs w:val="20"/>
        </w:rPr>
        <w:t>Dans le monde que cette odeur représente</w:t>
      </w:r>
      <w:r w:rsidRPr="00A4769E">
        <w:rPr>
          <w:szCs w:val="20"/>
        </w:rPr>
        <w:t xml:space="preserve">, </w:t>
      </w:r>
      <w:r w:rsidR="001B73FA" w:rsidRPr="001B73FA">
        <w:rPr>
          <w:szCs w:val="20"/>
        </w:rPr>
        <w:t>j</w:t>
      </w:r>
      <w:r w:rsidRPr="00A4769E">
        <w:rPr>
          <w:szCs w:val="20"/>
        </w:rPr>
        <w:t>’</w:t>
      </w:r>
      <w:r w:rsidR="001B73FA" w:rsidRPr="001B73FA">
        <w:rPr>
          <w:szCs w:val="20"/>
        </w:rPr>
        <w:t>aurais de quoi vivre</w:t>
      </w:r>
      <w:r w:rsidRPr="00A4769E">
        <w:rPr>
          <w:szCs w:val="20"/>
        </w:rPr>
        <w:t xml:space="preserve"> ; </w:t>
      </w:r>
      <w:r w:rsidR="001B73FA" w:rsidRPr="001B73FA">
        <w:rPr>
          <w:szCs w:val="20"/>
        </w:rPr>
        <w:t>mais ici non</w:t>
      </w:r>
      <w:r w:rsidRPr="00A4769E">
        <w:rPr>
          <w:szCs w:val="20"/>
        </w:rPr>
        <w:t xml:space="preserve">. </w:t>
      </w:r>
      <w:r w:rsidR="001B73FA" w:rsidRPr="001B73FA">
        <w:rPr>
          <w:szCs w:val="20"/>
        </w:rPr>
        <w:t>Faisons attention de ne pas nous passionner pour ce qui n</w:t>
      </w:r>
      <w:r w:rsidRPr="00A4769E">
        <w:rPr>
          <w:szCs w:val="20"/>
        </w:rPr>
        <w:t>’</w:t>
      </w:r>
      <w:r w:rsidR="001B73FA" w:rsidRPr="001B73FA">
        <w:rPr>
          <w:szCs w:val="20"/>
        </w:rPr>
        <w:t>en vaut pas la peine</w:t>
      </w:r>
      <w:r w:rsidRPr="00A4769E">
        <w:rPr>
          <w:szCs w:val="20"/>
        </w:rPr>
        <w:t>.</w:t>
      </w:r>
      <w:r w:rsidRPr="00A4769E">
        <w:rPr>
          <w:szCs w:val="20"/>
        </w:rPr>
        <w:t> »</w:t>
      </w:r>
    </w:p>
    <w:p w14:paraId="24790618" w14:textId="77777777" w:rsidR="00462692" w:rsidRPr="00A4769E" w:rsidRDefault="001B73FA" w:rsidP="001B73FA">
      <w:pPr>
        <w:rPr>
          <w:szCs w:val="20"/>
        </w:rPr>
      </w:pPr>
      <w:r w:rsidRPr="001B73FA">
        <w:rPr>
          <w:szCs w:val="20"/>
        </w:rPr>
        <w:t>Il allait souvent chez le vicaire général</w:t>
      </w:r>
      <w:r w:rsidR="00462692" w:rsidRPr="00A4769E">
        <w:rPr>
          <w:szCs w:val="20"/>
        </w:rPr>
        <w:t>. « </w:t>
      </w:r>
      <w:r w:rsidRPr="001B73FA">
        <w:rPr>
          <w:szCs w:val="20"/>
        </w:rPr>
        <w:t>Venez chaque fois que vous en avez envie</w:t>
      </w:r>
      <w:r w:rsidR="00462692" w:rsidRPr="00A4769E">
        <w:rPr>
          <w:szCs w:val="20"/>
        </w:rPr>
        <w:t xml:space="preserve">, </w:t>
      </w:r>
      <w:r w:rsidRPr="001B73FA">
        <w:rPr>
          <w:szCs w:val="20"/>
        </w:rPr>
        <w:t>lui disait cet homme aimable</w:t>
      </w:r>
      <w:r w:rsidR="00462692" w:rsidRPr="00A4769E">
        <w:rPr>
          <w:szCs w:val="20"/>
        </w:rPr>
        <w:t xml:space="preserve">, </w:t>
      </w:r>
      <w:r w:rsidRPr="001B73FA">
        <w:rPr>
          <w:szCs w:val="20"/>
        </w:rPr>
        <w:t>et je souhaite que vous en ayez envie chaque jour</w:t>
      </w:r>
      <w:r w:rsidR="00462692" w:rsidRPr="00A4769E">
        <w:rPr>
          <w:szCs w:val="20"/>
        </w:rPr>
        <w:t xml:space="preserve">. </w:t>
      </w:r>
      <w:r w:rsidRPr="001B73FA">
        <w:rPr>
          <w:szCs w:val="20"/>
        </w:rPr>
        <w:t>Au fond</w:t>
      </w:r>
      <w:r w:rsidR="00462692" w:rsidRPr="00A4769E">
        <w:rPr>
          <w:szCs w:val="20"/>
        </w:rPr>
        <w:t xml:space="preserve">, </w:t>
      </w:r>
      <w:r w:rsidRPr="001B73FA">
        <w:rPr>
          <w:szCs w:val="20"/>
        </w:rPr>
        <w:t>lui dit-il une autre fois</w:t>
      </w:r>
      <w:r w:rsidR="00462692" w:rsidRPr="00A4769E">
        <w:rPr>
          <w:szCs w:val="20"/>
        </w:rPr>
        <w:t xml:space="preserve">, </w:t>
      </w:r>
      <w:r w:rsidRPr="001B73FA">
        <w:rPr>
          <w:szCs w:val="20"/>
        </w:rPr>
        <w:t>c</w:t>
      </w:r>
      <w:r w:rsidR="00462692" w:rsidRPr="00A4769E">
        <w:rPr>
          <w:szCs w:val="20"/>
        </w:rPr>
        <w:t>’</w:t>
      </w:r>
      <w:r w:rsidRPr="001B73FA">
        <w:rPr>
          <w:szCs w:val="20"/>
        </w:rPr>
        <w:t>est moi le grand bénéficiaire de la mort du baron Schwartz</w:t>
      </w:r>
      <w:r w:rsidR="00462692" w:rsidRPr="00A4769E">
        <w:rPr>
          <w:szCs w:val="20"/>
        </w:rPr>
        <w:t xml:space="preserve">. </w:t>
      </w:r>
      <w:r w:rsidRPr="001B73FA">
        <w:rPr>
          <w:szCs w:val="20"/>
        </w:rPr>
        <w:t>Grâce à elle</w:t>
      </w:r>
      <w:r w:rsidR="00462692" w:rsidRPr="00A4769E">
        <w:rPr>
          <w:szCs w:val="20"/>
        </w:rPr>
        <w:t xml:space="preserve">, </w:t>
      </w:r>
      <w:r w:rsidRPr="001B73FA">
        <w:rPr>
          <w:szCs w:val="20"/>
        </w:rPr>
        <w:t>je jouis de la société d</w:t>
      </w:r>
      <w:r w:rsidR="00462692" w:rsidRPr="00A4769E">
        <w:rPr>
          <w:szCs w:val="20"/>
        </w:rPr>
        <w:t>’</w:t>
      </w:r>
      <w:r w:rsidRPr="001B73FA">
        <w:rPr>
          <w:szCs w:val="20"/>
        </w:rPr>
        <w:t>un être beau</w:t>
      </w:r>
      <w:r w:rsidR="00462692" w:rsidRPr="00A4769E">
        <w:rPr>
          <w:szCs w:val="20"/>
        </w:rPr>
        <w:t xml:space="preserve">, </w:t>
      </w:r>
      <w:r w:rsidRPr="001B73FA">
        <w:rPr>
          <w:szCs w:val="20"/>
        </w:rPr>
        <w:t>brave et désiré de tous</w:t>
      </w:r>
      <w:r w:rsidR="00462692" w:rsidRPr="00A4769E">
        <w:rPr>
          <w:szCs w:val="20"/>
        </w:rPr>
        <w:t xml:space="preserve">. </w:t>
      </w:r>
      <w:r w:rsidRPr="001B73FA">
        <w:rPr>
          <w:szCs w:val="20"/>
        </w:rPr>
        <w:t>C</w:t>
      </w:r>
      <w:r w:rsidR="00462692" w:rsidRPr="00A4769E">
        <w:rPr>
          <w:szCs w:val="20"/>
        </w:rPr>
        <w:t>’</w:t>
      </w:r>
      <w:r w:rsidRPr="001B73FA">
        <w:rPr>
          <w:szCs w:val="20"/>
        </w:rPr>
        <w:t>est ici qu</w:t>
      </w:r>
      <w:r w:rsidR="00462692" w:rsidRPr="00A4769E">
        <w:rPr>
          <w:szCs w:val="20"/>
        </w:rPr>
        <w:t>’</w:t>
      </w:r>
      <w:r w:rsidRPr="001B73FA">
        <w:rPr>
          <w:szCs w:val="20"/>
        </w:rPr>
        <w:t>il vient s</w:t>
      </w:r>
      <w:r w:rsidR="00462692" w:rsidRPr="00A4769E">
        <w:rPr>
          <w:szCs w:val="20"/>
        </w:rPr>
        <w:t>’</w:t>
      </w:r>
      <w:r w:rsidRPr="001B73FA">
        <w:rPr>
          <w:szCs w:val="20"/>
        </w:rPr>
        <w:t>asseoir pour passer son temps et qu</w:t>
      </w:r>
      <w:r w:rsidR="00462692" w:rsidRPr="00A4769E">
        <w:rPr>
          <w:szCs w:val="20"/>
        </w:rPr>
        <w:t>’</w:t>
      </w:r>
      <w:r w:rsidRPr="001B73FA">
        <w:rPr>
          <w:szCs w:val="20"/>
        </w:rPr>
        <w:t>il se sent en confiance</w:t>
      </w:r>
      <w:r w:rsidR="00462692" w:rsidRPr="00A4769E">
        <w:rPr>
          <w:szCs w:val="20"/>
        </w:rPr>
        <w:t>. »« </w:t>
      </w:r>
      <w:r w:rsidRPr="001B73FA">
        <w:rPr>
          <w:szCs w:val="20"/>
        </w:rPr>
        <w:t>Le fait est</w:t>
      </w:r>
      <w:r w:rsidR="00462692" w:rsidRPr="00A4769E">
        <w:rPr>
          <w:szCs w:val="20"/>
        </w:rPr>
        <w:t xml:space="preserve">, </w:t>
      </w:r>
      <w:r w:rsidRPr="001B73FA">
        <w:rPr>
          <w:szCs w:val="20"/>
        </w:rPr>
        <w:t>se dit Angelo</w:t>
      </w:r>
      <w:r w:rsidR="00462692" w:rsidRPr="00A4769E">
        <w:rPr>
          <w:szCs w:val="20"/>
        </w:rPr>
        <w:t xml:space="preserve">, </w:t>
      </w:r>
      <w:r w:rsidRPr="001B73FA">
        <w:rPr>
          <w:szCs w:val="20"/>
        </w:rPr>
        <w:t>que je lui dirais tout</w:t>
      </w:r>
      <w:r w:rsidR="00462692" w:rsidRPr="00A4769E">
        <w:rPr>
          <w:szCs w:val="20"/>
        </w:rPr>
        <w:t xml:space="preserve">, </w:t>
      </w:r>
      <w:r w:rsidRPr="001B73FA">
        <w:rPr>
          <w:szCs w:val="20"/>
        </w:rPr>
        <w:t>s</w:t>
      </w:r>
      <w:r w:rsidR="00462692" w:rsidRPr="00A4769E">
        <w:rPr>
          <w:szCs w:val="20"/>
        </w:rPr>
        <w:t>’</w:t>
      </w:r>
      <w:r w:rsidRPr="001B73FA">
        <w:rPr>
          <w:szCs w:val="20"/>
        </w:rPr>
        <w:t>il y avait quelque chose à lui dire</w:t>
      </w:r>
      <w:r w:rsidR="00462692" w:rsidRPr="00A4769E">
        <w:rPr>
          <w:szCs w:val="20"/>
        </w:rPr>
        <w:t>. »« </w:t>
      </w:r>
      <w:r w:rsidRPr="001B73FA">
        <w:rPr>
          <w:szCs w:val="20"/>
        </w:rPr>
        <w:t>Mais</w:t>
      </w:r>
      <w:r w:rsidR="00462692" w:rsidRPr="00A4769E">
        <w:rPr>
          <w:szCs w:val="20"/>
        </w:rPr>
        <w:t xml:space="preserve">, </w:t>
      </w:r>
      <w:r w:rsidRPr="001B73FA">
        <w:rPr>
          <w:szCs w:val="20"/>
        </w:rPr>
        <w:t>ajouta-t-il à haute voix</w:t>
      </w:r>
      <w:r w:rsidR="00462692" w:rsidRPr="00A4769E">
        <w:rPr>
          <w:szCs w:val="20"/>
        </w:rPr>
        <w:t xml:space="preserve">, </w:t>
      </w:r>
      <w:r w:rsidRPr="001B73FA">
        <w:rPr>
          <w:szCs w:val="20"/>
        </w:rPr>
        <w:t>la préférence que je vous donne</w:t>
      </w:r>
      <w:r w:rsidR="00462692" w:rsidRPr="00A4769E">
        <w:rPr>
          <w:szCs w:val="20"/>
        </w:rPr>
        <w:t xml:space="preserve"> (</w:t>
      </w:r>
      <w:r w:rsidRPr="001B73FA">
        <w:rPr>
          <w:szCs w:val="20"/>
        </w:rPr>
        <w:t>et que je vous donnerai toujours</w:t>
      </w:r>
      <w:r w:rsidR="00462692" w:rsidRPr="00A4769E">
        <w:rPr>
          <w:szCs w:val="20"/>
        </w:rPr>
        <w:t xml:space="preserve">, </w:t>
      </w:r>
      <w:r w:rsidRPr="001B73FA">
        <w:rPr>
          <w:szCs w:val="20"/>
        </w:rPr>
        <w:t>car je sens que vous me comprenez complètement</w:t>
      </w:r>
      <w:r w:rsidR="00462692" w:rsidRPr="00A4769E">
        <w:rPr>
          <w:szCs w:val="20"/>
        </w:rPr>
        <w:t xml:space="preserve">), </w:t>
      </w:r>
      <w:r w:rsidRPr="001B73FA">
        <w:rPr>
          <w:szCs w:val="20"/>
        </w:rPr>
        <w:t>n</w:t>
      </w:r>
      <w:r w:rsidR="00462692" w:rsidRPr="00A4769E">
        <w:rPr>
          <w:szCs w:val="20"/>
        </w:rPr>
        <w:t>’</w:t>
      </w:r>
      <w:r w:rsidRPr="001B73FA">
        <w:rPr>
          <w:szCs w:val="20"/>
        </w:rPr>
        <w:t>est hélas pas flatteuse</w:t>
      </w:r>
      <w:r w:rsidR="00462692" w:rsidRPr="00A4769E">
        <w:rPr>
          <w:szCs w:val="20"/>
        </w:rPr>
        <w:t xml:space="preserve"> : </w:t>
      </w:r>
      <w:r w:rsidRPr="001B73FA">
        <w:rPr>
          <w:szCs w:val="20"/>
        </w:rPr>
        <w:t>je n</w:t>
      </w:r>
      <w:r w:rsidR="00462692" w:rsidRPr="00A4769E">
        <w:rPr>
          <w:szCs w:val="20"/>
        </w:rPr>
        <w:t>’</w:t>
      </w:r>
      <w:r w:rsidRPr="001B73FA">
        <w:rPr>
          <w:szCs w:val="20"/>
        </w:rPr>
        <w:t>intéresse personne</w:t>
      </w:r>
      <w:r w:rsidR="00462692" w:rsidRPr="00A4769E">
        <w:rPr>
          <w:szCs w:val="20"/>
        </w:rPr>
        <w:t>.</w:t>
      </w:r>
    </w:p>
    <w:p w14:paraId="51EB7E51" w14:textId="13680437" w:rsidR="00462692" w:rsidRPr="00A4769E" w:rsidRDefault="00462692" w:rsidP="001B73FA">
      <w:pPr>
        <w:rPr>
          <w:szCs w:val="20"/>
        </w:rPr>
      </w:pPr>
      <w:r w:rsidRPr="00A4769E">
        <w:rPr>
          <w:szCs w:val="20"/>
        </w:rPr>
        <w:t>— </w:t>
      </w:r>
      <w:r w:rsidR="001B73FA" w:rsidRPr="001B73FA">
        <w:rPr>
          <w:szCs w:val="20"/>
        </w:rPr>
        <w:t>Détrompez-vous</w:t>
      </w:r>
      <w:r w:rsidRPr="00A4769E">
        <w:rPr>
          <w:szCs w:val="20"/>
        </w:rPr>
        <w:t xml:space="preserve">, </w:t>
      </w:r>
      <w:r w:rsidR="001B73FA" w:rsidRPr="001B73FA">
        <w:rPr>
          <w:szCs w:val="20"/>
        </w:rPr>
        <w:t>dit le vicaire général</w:t>
      </w:r>
      <w:r w:rsidRPr="00A4769E">
        <w:rPr>
          <w:szCs w:val="20"/>
        </w:rPr>
        <w:t xml:space="preserve">, </w:t>
      </w:r>
      <w:r w:rsidR="001B73FA" w:rsidRPr="001B73FA">
        <w:rPr>
          <w:szCs w:val="20"/>
        </w:rPr>
        <w:t>et il resta un instant à regarder Angelo en silence</w:t>
      </w:r>
      <w:r w:rsidRPr="00A4769E">
        <w:rPr>
          <w:szCs w:val="20"/>
        </w:rPr>
        <w:t xml:space="preserve">. </w:t>
      </w:r>
      <w:r w:rsidR="001B73FA" w:rsidRPr="001B73FA">
        <w:rPr>
          <w:szCs w:val="20"/>
        </w:rPr>
        <w:t>Je ne peux rien dire</w:t>
      </w:r>
      <w:r w:rsidRPr="00A4769E">
        <w:rPr>
          <w:szCs w:val="20"/>
        </w:rPr>
        <w:t xml:space="preserve">, </w:t>
      </w:r>
      <w:r w:rsidR="001B73FA" w:rsidRPr="001B73FA">
        <w:rPr>
          <w:szCs w:val="20"/>
        </w:rPr>
        <w:t>poursuivit-il</w:t>
      </w:r>
      <w:r w:rsidRPr="00A4769E">
        <w:rPr>
          <w:szCs w:val="20"/>
        </w:rPr>
        <w:t xml:space="preserve">. </w:t>
      </w:r>
      <w:r w:rsidR="001B73FA" w:rsidRPr="001B73FA">
        <w:rPr>
          <w:szCs w:val="20"/>
        </w:rPr>
        <w:t>Vous avez d</w:t>
      </w:r>
      <w:r w:rsidRPr="00A4769E">
        <w:rPr>
          <w:szCs w:val="20"/>
        </w:rPr>
        <w:t>’</w:t>
      </w:r>
      <w:r w:rsidR="001B73FA" w:rsidRPr="001B73FA">
        <w:rPr>
          <w:szCs w:val="20"/>
        </w:rPr>
        <w:t>ailleurs des yeux pour voir</w:t>
      </w:r>
      <w:r w:rsidRPr="00A4769E">
        <w:rPr>
          <w:szCs w:val="20"/>
        </w:rPr>
        <w:t xml:space="preserve">, </w:t>
      </w:r>
      <w:r w:rsidR="001B73FA" w:rsidRPr="001B73FA">
        <w:rPr>
          <w:szCs w:val="20"/>
        </w:rPr>
        <w:t>une bouche pour parler et des jambes pour marcher</w:t>
      </w:r>
      <w:r w:rsidRPr="00A4769E">
        <w:rPr>
          <w:szCs w:val="20"/>
        </w:rPr>
        <w:t xml:space="preserve">. </w:t>
      </w:r>
      <w:r w:rsidR="001B73FA" w:rsidRPr="001B73FA">
        <w:rPr>
          <w:szCs w:val="20"/>
        </w:rPr>
        <w:t>Ce n</w:t>
      </w:r>
      <w:r w:rsidRPr="00A4769E">
        <w:rPr>
          <w:szCs w:val="20"/>
        </w:rPr>
        <w:t>’</w:t>
      </w:r>
      <w:r w:rsidR="001B73FA" w:rsidRPr="001B73FA">
        <w:rPr>
          <w:szCs w:val="20"/>
        </w:rPr>
        <w:t>est pas à moi de diriger toute cette artillerie</w:t>
      </w:r>
      <w:r w:rsidRPr="00A4769E">
        <w:rPr>
          <w:szCs w:val="20"/>
        </w:rPr>
        <w:t xml:space="preserve">. </w:t>
      </w:r>
      <w:r w:rsidR="001B73FA" w:rsidRPr="001B73FA">
        <w:rPr>
          <w:szCs w:val="20"/>
        </w:rPr>
        <w:t>Que Dieu me préserve même de vouloir y faire songer</w:t>
      </w:r>
      <w:r w:rsidRPr="00A4769E">
        <w:rPr>
          <w:szCs w:val="20"/>
        </w:rPr>
        <w:t xml:space="preserve">. </w:t>
      </w:r>
      <w:r w:rsidR="001B73FA" w:rsidRPr="001B73FA">
        <w:rPr>
          <w:szCs w:val="20"/>
        </w:rPr>
        <w:t>Vous intéressez beaucoup</w:t>
      </w:r>
      <w:r w:rsidRPr="00A4769E">
        <w:rPr>
          <w:szCs w:val="20"/>
        </w:rPr>
        <w:t xml:space="preserve">, </w:t>
      </w:r>
      <w:r w:rsidR="001B73FA" w:rsidRPr="001B73FA">
        <w:rPr>
          <w:szCs w:val="20"/>
        </w:rPr>
        <w:t>au contraire</w:t>
      </w:r>
      <w:r w:rsidRPr="00A4769E">
        <w:rPr>
          <w:szCs w:val="20"/>
        </w:rPr>
        <w:t xml:space="preserve">. </w:t>
      </w:r>
      <w:r w:rsidR="001B73FA" w:rsidRPr="001B73FA">
        <w:rPr>
          <w:szCs w:val="20"/>
        </w:rPr>
        <w:t>Tenez</w:t>
      </w:r>
      <w:r w:rsidRPr="00A4769E">
        <w:rPr>
          <w:szCs w:val="20"/>
        </w:rPr>
        <w:t xml:space="preserve">, </w:t>
      </w:r>
      <w:r w:rsidR="001B73FA" w:rsidRPr="001B73FA">
        <w:rPr>
          <w:szCs w:val="20"/>
        </w:rPr>
        <w:t>dit-il</w:t>
      </w:r>
      <w:r w:rsidRPr="00A4769E">
        <w:rPr>
          <w:szCs w:val="20"/>
        </w:rPr>
        <w:t xml:space="preserve">, </w:t>
      </w:r>
      <w:r w:rsidR="001B73FA" w:rsidRPr="001B73FA">
        <w:rPr>
          <w:szCs w:val="20"/>
        </w:rPr>
        <w:t>avec un peu de hâte</w:t>
      </w:r>
      <w:r w:rsidRPr="00A4769E">
        <w:rPr>
          <w:szCs w:val="20"/>
        </w:rPr>
        <w:t xml:space="preserve"> (</w:t>
      </w:r>
      <w:r w:rsidR="001B73FA" w:rsidRPr="001B73FA">
        <w:rPr>
          <w:szCs w:val="20"/>
        </w:rPr>
        <w:t>et comme pour couper court au flot de questions que</w:t>
      </w:r>
      <w:r w:rsidRPr="00A4769E">
        <w:rPr>
          <w:szCs w:val="20"/>
        </w:rPr>
        <w:t xml:space="preserve">, </w:t>
      </w:r>
      <w:r w:rsidR="001B73FA" w:rsidRPr="001B73FA">
        <w:rPr>
          <w:szCs w:val="20"/>
        </w:rPr>
        <w:t>dans son ennui</w:t>
      </w:r>
      <w:r w:rsidRPr="00A4769E">
        <w:rPr>
          <w:szCs w:val="20"/>
        </w:rPr>
        <w:t xml:space="preserve">, </w:t>
      </w:r>
      <w:r w:rsidR="001B73FA" w:rsidRPr="001B73FA">
        <w:rPr>
          <w:szCs w:val="20"/>
        </w:rPr>
        <w:t>Angelo allait lui poser</w:t>
      </w:r>
      <w:r w:rsidRPr="00A4769E">
        <w:rPr>
          <w:szCs w:val="20"/>
        </w:rPr>
        <w:t xml:space="preserve">) </w:t>
      </w:r>
      <w:r w:rsidR="001B73FA" w:rsidRPr="001B73FA">
        <w:rPr>
          <w:szCs w:val="20"/>
        </w:rPr>
        <w:t>Rosette elle-même</w:t>
      </w:r>
      <w:r w:rsidRPr="00A4769E">
        <w:rPr>
          <w:szCs w:val="20"/>
        </w:rPr>
        <w:t xml:space="preserve">… </w:t>
      </w:r>
      <w:r w:rsidR="001B73FA" w:rsidRPr="001B73FA">
        <w:rPr>
          <w:szCs w:val="20"/>
        </w:rPr>
        <w:t>J</w:t>
      </w:r>
      <w:r w:rsidRPr="00A4769E">
        <w:rPr>
          <w:szCs w:val="20"/>
        </w:rPr>
        <w:t>’</w:t>
      </w:r>
      <w:r w:rsidR="001B73FA" w:rsidRPr="001B73FA">
        <w:rPr>
          <w:szCs w:val="20"/>
        </w:rPr>
        <w:t>ai remarqué que</w:t>
      </w:r>
      <w:r w:rsidRPr="00A4769E">
        <w:rPr>
          <w:szCs w:val="20"/>
        </w:rPr>
        <w:t xml:space="preserve">, </w:t>
      </w:r>
      <w:r w:rsidR="001B73FA" w:rsidRPr="001B73FA">
        <w:rPr>
          <w:szCs w:val="20"/>
        </w:rPr>
        <w:t>quand vous venez</w:t>
      </w:r>
      <w:r w:rsidRPr="00A4769E">
        <w:rPr>
          <w:szCs w:val="20"/>
        </w:rPr>
        <w:t xml:space="preserve">, </w:t>
      </w:r>
      <w:r w:rsidR="001B73FA" w:rsidRPr="001B73FA">
        <w:rPr>
          <w:szCs w:val="20"/>
        </w:rPr>
        <w:t>elle va vite mettre un petit ruban de velours noir à son cou</w:t>
      </w:r>
      <w:r w:rsidRPr="00A4769E">
        <w:rPr>
          <w:szCs w:val="20"/>
        </w:rPr>
        <w:t>. »</w:t>
      </w:r>
      <w:r w:rsidR="001B73FA" w:rsidRPr="001B73FA">
        <w:rPr>
          <w:szCs w:val="20"/>
        </w:rPr>
        <w:t xml:space="preserve"> En effet</w:t>
      </w:r>
      <w:r w:rsidRPr="00A4769E">
        <w:rPr>
          <w:szCs w:val="20"/>
        </w:rPr>
        <w:t xml:space="preserve">, </w:t>
      </w:r>
      <w:r w:rsidR="001B73FA" w:rsidRPr="001B73FA">
        <w:rPr>
          <w:szCs w:val="20"/>
        </w:rPr>
        <w:t>Rosette</w:t>
      </w:r>
      <w:r w:rsidRPr="00A4769E">
        <w:rPr>
          <w:szCs w:val="20"/>
        </w:rPr>
        <w:t xml:space="preserve">, </w:t>
      </w:r>
      <w:r w:rsidR="001B73FA" w:rsidRPr="001B73FA">
        <w:rPr>
          <w:szCs w:val="20"/>
        </w:rPr>
        <w:t xml:space="preserve">qui apporta le vin </w:t>
      </w:r>
      <w:r w:rsidR="001B73FA" w:rsidRPr="001B73FA">
        <w:rPr>
          <w:szCs w:val="20"/>
        </w:rPr>
        <w:lastRenderedPageBreak/>
        <w:t>et le tabac</w:t>
      </w:r>
      <w:r w:rsidRPr="00A4769E">
        <w:rPr>
          <w:szCs w:val="20"/>
        </w:rPr>
        <w:t xml:space="preserve">, </w:t>
      </w:r>
      <w:r w:rsidR="001B73FA" w:rsidRPr="001B73FA">
        <w:rPr>
          <w:szCs w:val="20"/>
        </w:rPr>
        <w:t>avait autour du cou un petit ruban de velours noir qui rehaussait le lait de ses joues de lis</w:t>
      </w:r>
      <w:r w:rsidRPr="00A4769E">
        <w:rPr>
          <w:szCs w:val="20"/>
        </w:rPr>
        <w:t xml:space="preserve">, </w:t>
      </w:r>
      <w:r w:rsidR="001B73FA" w:rsidRPr="001B73FA">
        <w:rPr>
          <w:szCs w:val="20"/>
        </w:rPr>
        <w:t>un peu pleines</w:t>
      </w:r>
      <w:r w:rsidRPr="00A4769E">
        <w:rPr>
          <w:szCs w:val="20"/>
        </w:rPr>
        <w:t xml:space="preserve">. </w:t>
      </w:r>
      <w:r w:rsidR="001B73FA" w:rsidRPr="001B73FA">
        <w:rPr>
          <w:szCs w:val="20"/>
        </w:rPr>
        <w:t>Elle ne baissait pas les yeux et Angelo lui trouva le regard langoureux</w:t>
      </w:r>
      <w:r w:rsidRPr="00A4769E">
        <w:rPr>
          <w:szCs w:val="20"/>
        </w:rPr>
        <w:t>. « </w:t>
      </w:r>
      <w:r w:rsidR="001B73FA" w:rsidRPr="001B73FA">
        <w:rPr>
          <w:szCs w:val="20"/>
        </w:rPr>
        <w:t>Je vous assure</w:t>
      </w:r>
      <w:r w:rsidRPr="00A4769E">
        <w:rPr>
          <w:szCs w:val="20"/>
        </w:rPr>
        <w:t xml:space="preserve">, </w:t>
      </w:r>
      <w:r w:rsidR="001B73FA" w:rsidRPr="001B73FA">
        <w:rPr>
          <w:szCs w:val="20"/>
        </w:rPr>
        <w:t>dit-il fort gêné</w:t>
      </w:r>
      <w:r w:rsidRPr="00A4769E">
        <w:rPr>
          <w:szCs w:val="20"/>
        </w:rPr>
        <w:t xml:space="preserve">, </w:t>
      </w:r>
      <w:r w:rsidR="001B73FA" w:rsidRPr="001B73FA">
        <w:rPr>
          <w:szCs w:val="20"/>
        </w:rPr>
        <w:t>quand elle fut sortie</w:t>
      </w:r>
      <w:r w:rsidRPr="00A4769E">
        <w:rPr>
          <w:szCs w:val="20"/>
        </w:rPr>
        <w:t xml:space="preserve">, </w:t>
      </w:r>
      <w:r w:rsidR="001B73FA" w:rsidRPr="001B73FA">
        <w:rPr>
          <w:szCs w:val="20"/>
        </w:rPr>
        <w:t>que jamais je n</w:t>
      </w:r>
      <w:r w:rsidRPr="00A4769E">
        <w:rPr>
          <w:szCs w:val="20"/>
        </w:rPr>
        <w:t>’</w:t>
      </w:r>
      <w:r w:rsidR="001B73FA" w:rsidRPr="001B73FA">
        <w:rPr>
          <w:szCs w:val="20"/>
        </w:rPr>
        <w:t>aurais pensé</w:t>
      </w:r>
      <w:r w:rsidRPr="00A4769E">
        <w:rPr>
          <w:szCs w:val="20"/>
        </w:rPr>
        <w:t>…</w:t>
      </w:r>
    </w:p>
    <w:p w14:paraId="5259BAB9" w14:textId="380E472B" w:rsidR="001B73FA" w:rsidRPr="001B73FA" w:rsidRDefault="00462692" w:rsidP="001B73FA">
      <w:pPr>
        <w:rPr>
          <w:szCs w:val="20"/>
        </w:rPr>
      </w:pPr>
      <w:r w:rsidRPr="00A4769E">
        <w:rPr>
          <w:szCs w:val="20"/>
        </w:rPr>
        <w:t>— </w:t>
      </w:r>
      <w:r w:rsidR="001B73FA" w:rsidRPr="001B73FA">
        <w:rPr>
          <w:szCs w:val="20"/>
        </w:rPr>
        <w:t>Et quel mal y aurait-il</w:t>
      </w:r>
      <w:r w:rsidRPr="00A4769E">
        <w:rPr>
          <w:szCs w:val="20"/>
        </w:rPr>
        <w:t xml:space="preserve"> ? </w:t>
      </w:r>
      <w:r w:rsidR="001B73FA" w:rsidRPr="001B73FA">
        <w:rPr>
          <w:szCs w:val="20"/>
        </w:rPr>
        <w:t>dit le vicaire général</w:t>
      </w:r>
      <w:r w:rsidRPr="00A4769E">
        <w:rPr>
          <w:szCs w:val="20"/>
        </w:rPr>
        <w:t xml:space="preserve">. </w:t>
      </w:r>
      <w:r w:rsidR="001B73FA" w:rsidRPr="001B73FA">
        <w:rPr>
          <w:szCs w:val="20"/>
        </w:rPr>
        <w:t>Cette fille est en âge de savoir très bien ce qu</w:t>
      </w:r>
      <w:r w:rsidRPr="00A4769E">
        <w:rPr>
          <w:szCs w:val="20"/>
        </w:rPr>
        <w:t>’</w:t>
      </w:r>
      <w:r w:rsidR="001B73FA" w:rsidRPr="001B73FA">
        <w:rPr>
          <w:szCs w:val="20"/>
        </w:rPr>
        <w:t>elle fait et ce qu</w:t>
      </w:r>
      <w:r w:rsidRPr="00A4769E">
        <w:rPr>
          <w:szCs w:val="20"/>
        </w:rPr>
        <w:t>’</w:t>
      </w:r>
      <w:r w:rsidR="001B73FA" w:rsidRPr="001B73FA">
        <w:rPr>
          <w:szCs w:val="20"/>
        </w:rPr>
        <w:t>elle veut</w:t>
      </w:r>
      <w:r w:rsidRPr="00A4769E">
        <w:rPr>
          <w:szCs w:val="20"/>
        </w:rPr>
        <w:t xml:space="preserve">. </w:t>
      </w:r>
      <w:r w:rsidR="001B73FA" w:rsidRPr="001B73FA">
        <w:rPr>
          <w:szCs w:val="20"/>
        </w:rPr>
        <w:t xml:space="preserve">Vous ai-je dit que </w:t>
      </w:r>
      <w:r w:rsidRPr="00A4769E">
        <w:rPr>
          <w:szCs w:val="20"/>
        </w:rPr>
        <w:t>M</w:t>
      </w:r>
      <w:r w:rsidRPr="00A4769E">
        <w:rPr>
          <w:szCs w:val="20"/>
          <w:vertAlign w:val="superscript"/>
        </w:rPr>
        <w:t>me</w:t>
      </w:r>
      <w:r w:rsidRPr="00A4769E">
        <w:rPr>
          <w:szCs w:val="20"/>
        </w:rPr>
        <w:t> </w:t>
      </w:r>
      <w:r w:rsidR="001B73FA" w:rsidRPr="001B73FA">
        <w:rPr>
          <w:szCs w:val="20"/>
        </w:rPr>
        <w:t>Hortense a habité le Mexique</w:t>
      </w:r>
      <w:r w:rsidRPr="00A4769E">
        <w:rPr>
          <w:szCs w:val="20"/>
        </w:rPr>
        <w:t xml:space="preserve"> ? </w:t>
      </w:r>
      <w:r w:rsidR="001B73FA" w:rsidRPr="001B73FA">
        <w:rPr>
          <w:szCs w:val="20"/>
        </w:rPr>
        <w:t>C</w:t>
      </w:r>
      <w:r w:rsidRPr="00A4769E">
        <w:rPr>
          <w:szCs w:val="20"/>
        </w:rPr>
        <w:t>’</w:t>
      </w:r>
      <w:r w:rsidR="001B73FA" w:rsidRPr="001B73FA">
        <w:rPr>
          <w:szCs w:val="20"/>
        </w:rPr>
        <w:t>est là-bas que Rosette est née</w:t>
      </w:r>
      <w:r w:rsidRPr="00A4769E">
        <w:rPr>
          <w:szCs w:val="20"/>
        </w:rPr>
        <w:t xml:space="preserve">. </w:t>
      </w:r>
      <w:r w:rsidR="001B73FA" w:rsidRPr="001B73FA">
        <w:rPr>
          <w:szCs w:val="20"/>
        </w:rPr>
        <w:t>Son père est un colon espagnol</w:t>
      </w:r>
      <w:r w:rsidRPr="00A4769E">
        <w:rPr>
          <w:szCs w:val="20"/>
        </w:rPr>
        <w:t xml:space="preserve">. </w:t>
      </w:r>
      <w:r w:rsidR="001B73FA" w:rsidRPr="001B73FA">
        <w:rPr>
          <w:szCs w:val="20"/>
        </w:rPr>
        <w:t>Dieu qui est partout</w:t>
      </w:r>
      <w:r w:rsidRPr="00A4769E">
        <w:rPr>
          <w:szCs w:val="20"/>
        </w:rPr>
        <w:t xml:space="preserve">, </w:t>
      </w:r>
      <w:r w:rsidR="001B73FA" w:rsidRPr="001B73FA">
        <w:rPr>
          <w:szCs w:val="20"/>
        </w:rPr>
        <w:t>comme vous le savez</w:t>
      </w:r>
      <w:r w:rsidRPr="00A4769E">
        <w:rPr>
          <w:szCs w:val="20"/>
        </w:rPr>
        <w:t xml:space="preserve">, </w:t>
      </w:r>
      <w:r w:rsidR="001B73FA" w:rsidRPr="001B73FA">
        <w:rPr>
          <w:szCs w:val="20"/>
        </w:rPr>
        <w:t>est également aux tropiques</w:t>
      </w:r>
      <w:r w:rsidRPr="00A4769E">
        <w:rPr>
          <w:szCs w:val="20"/>
        </w:rPr>
        <w:t xml:space="preserve">. </w:t>
      </w:r>
      <w:r w:rsidR="001B73FA" w:rsidRPr="001B73FA">
        <w:rPr>
          <w:szCs w:val="20"/>
        </w:rPr>
        <w:t>Mais</w:t>
      </w:r>
      <w:r w:rsidRPr="00A4769E">
        <w:rPr>
          <w:szCs w:val="20"/>
        </w:rPr>
        <w:t xml:space="preserve">, </w:t>
      </w:r>
      <w:r w:rsidR="001B73FA" w:rsidRPr="001B73FA">
        <w:rPr>
          <w:szCs w:val="20"/>
        </w:rPr>
        <w:t>dans sa sagesse infinie</w:t>
      </w:r>
      <w:r w:rsidRPr="00A4769E">
        <w:rPr>
          <w:szCs w:val="20"/>
        </w:rPr>
        <w:t xml:space="preserve">, </w:t>
      </w:r>
      <w:r w:rsidR="001B73FA" w:rsidRPr="001B73FA">
        <w:rPr>
          <w:szCs w:val="20"/>
        </w:rPr>
        <w:t>il y prend un esprit tropical</w:t>
      </w:r>
      <w:r w:rsidRPr="00A4769E">
        <w:rPr>
          <w:szCs w:val="20"/>
        </w:rPr>
        <w:t>.</w:t>
      </w:r>
      <w:r w:rsidRPr="00A4769E">
        <w:rPr>
          <w:szCs w:val="20"/>
        </w:rPr>
        <w:t> »</w:t>
      </w:r>
    </w:p>
    <w:p w14:paraId="575D281E" w14:textId="77777777" w:rsidR="001B73FA" w:rsidRPr="001B73FA" w:rsidRDefault="001B73FA" w:rsidP="001B73FA">
      <w:pPr>
        <w:rPr>
          <w:szCs w:val="20"/>
        </w:rPr>
      </w:pPr>
      <w:r w:rsidRPr="001B73FA">
        <w:rPr>
          <w:szCs w:val="20"/>
        </w:rPr>
        <w:t>Rentré chez lui</w:t>
      </w:r>
      <w:r w:rsidR="00462692" w:rsidRPr="00A4769E">
        <w:rPr>
          <w:szCs w:val="20"/>
        </w:rPr>
        <w:t xml:space="preserve">, </w:t>
      </w:r>
      <w:r w:rsidRPr="001B73FA">
        <w:rPr>
          <w:szCs w:val="20"/>
        </w:rPr>
        <w:t>Angelo courut au jardin</w:t>
      </w:r>
      <w:r w:rsidR="00462692" w:rsidRPr="00A4769E">
        <w:rPr>
          <w:szCs w:val="20"/>
        </w:rPr>
        <w:t xml:space="preserve"> ; </w:t>
      </w:r>
      <w:r w:rsidRPr="001B73FA">
        <w:rPr>
          <w:szCs w:val="20"/>
        </w:rPr>
        <w:t>il y respirait le jasmin le long d</w:t>
      </w:r>
      <w:r w:rsidR="00462692" w:rsidRPr="00A4769E">
        <w:rPr>
          <w:szCs w:val="20"/>
        </w:rPr>
        <w:t>’</w:t>
      </w:r>
      <w:r w:rsidRPr="001B73FA">
        <w:rPr>
          <w:szCs w:val="20"/>
        </w:rPr>
        <w:t xml:space="preserve">une allée couverte quand </w:t>
      </w:r>
      <w:r w:rsidR="00462692" w:rsidRPr="00A4769E">
        <w:rPr>
          <w:szCs w:val="20"/>
        </w:rPr>
        <w:t>M</w:t>
      </w:r>
      <w:r w:rsidR="00462692" w:rsidRPr="00A4769E">
        <w:rPr>
          <w:szCs w:val="20"/>
          <w:vertAlign w:val="superscript"/>
        </w:rPr>
        <w:t>me</w:t>
      </w:r>
      <w:r w:rsidR="00462692" w:rsidRPr="00A4769E">
        <w:rPr>
          <w:szCs w:val="20"/>
        </w:rPr>
        <w:t> </w:t>
      </w:r>
      <w:r w:rsidRPr="001B73FA">
        <w:rPr>
          <w:szCs w:val="20"/>
        </w:rPr>
        <w:t>Hortense vint vers lui les yeux baissés</w:t>
      </w:r>
      <w:r w:rsidR="00462692" w:rsidRPr="00A4769E">
        <w:rPr>
          <w:szCs w:val="20"/>
        </w:rPr>
        <w:t>. « </w:t>
      </w:r>
      <w:r w:rsidRPr="001B73FA">
        <w:rPr>
          <w:szCs w:val="20"/>
        </w:rPr>
        <w:t>Une porte</w:t>
      </w:r>
      <w:r w:rsidR="00462692" w:rsidRPr="00A4769E">
        <w:rPr>
          <w:szCs w:val="20"/>
        </w:rPr>
        <w:t xml:space="preserve">, </w:t>
      </w:r>
      <w:r w:rsidRPr="001B73FA">
        <w:rPr>
          <w:szCs w:val="20"/>
        </w:rPr>
        <w:t>monsieur</w:t>
      </w:r>
      <w:r w:rsidR="00462692" w:rsidRPr="00A4769E">
        <w:rPr>
          <w:szCs w:val="20"/>
        </w:rPr>
        <w:t xml:space="preserve">, </w:t>
      </w:r>
      <w:r w:rsidRPr="001B73FA">
        <w:rPr>
          <w:szCs w:val="20"/>
        </w:rPr>
        <w:t>dit-elle</w:t>
      </w:r>
      <w:r w:rsidR="00462692" w:rsidRPr="00A4769E">
        <w:rPr>
          <w:szCs w:val="20"/>
        </w:rPr>
        <w:t xml:space="preserve">, </w:t>
      </w:r>
      <w:r w:rsidRPr="001B73FA">
        <w:rPr>
          <w:szCs w:val="20"/>
        </w:rPr>
        <w:t>soulevant à demi un feutrage de vigne vierge et découvrant une porte dans le mur</w:t>
      </w:r>
      <w:r w:rsidR="00462692" w:rsidRPr="00A4769E">
        <w:rPr>
          <w:szCs w:val="20"/>
        </w:rPr>
        <w:t xml:space="preserve">. </w:t>
      </w:r>
      <w:r w:rsidRPr="001B73FA">
        <w:rPr>
          <w:szCs w:val="20"/>
        </w:rPr>
        <w:t>Elle donne dans un couloir de la conciergerie de l</w:t>
      </w:r>
      <w:r w:rsidR="00462692" w:rsidRPr="00A4769E">
        <w:rPr>
          <w:szCs w:val="20"/>
        </w:rPr>
        <w:t>’</w:t>
      </w:r>
      <w:r w:rsidRPr="001B73FA">
        <w:rPr>
          <w:szCs w:val="20"/>
        </w:rPr>
        <w:t>évêché</w:t>
      </w:r>
      <w:r w:rsidR="00462692" w:rsidRPr="00A4769E">
        <w:rPr>
          <w:szCs w:val="20"/>
        </w:rPr>
        <w:t xml:space="preserve">, </w:t>
      </w:r>
      <w:r w:rsidRPr="001B73FA">
        <w:rPr>
          <w:szCs w:val="20"/>
        </w:rPr>
        <w:t>qui débouche par un passage entièrement libre dans la rue Caisserie</w:t>
      </w:r>
      <w:r w:rsidR="00462692" w:rsidRPr="00A4769E">
        <w:rPr>
          <w:szCs w:val="20"/>
        </w:rPr>
        <w:t xml:space="preserve">, </w:t>
      </w:r>
      <w:r w:rsidRPr="001B73FA">
        <w:rPr>
          <w:szCs w:val="20"/>
        </w:rPr>
        <w:t>toujours déserte</w:t>
      </w:r>
      <w:r w:rsidR="00462692" w:rsidRPr="00A4769E">
        <w:rPr>
          <w:szCs w:val="20"/>
        </w:rPr>
        <w:t xml:space="preserve">. </w:t>
      </w:r>
      <w:r w:rsidRPr="001B73FA">
        <w:rPr>
          <w:szCs w:val="20"/>
        </w:rPr>
        <w:t>Si vous sortiez jamais par là</w:t>
      </w:r>
      <w:r w:rsidR="00462692" w:rsidRPr="00A4769E">
        <w:rPr>
          <w:szCs w:val="20"/>
        </w:rPr>
        <w:t xml:space="preserve">, </w:t>
      </w:r>
      <w:r w:rsidRPr="001B73FA">
        <w:rPr>
          <w:szCs w:val="20"/>
        </w:rPr>
        <w:t>rien ne m</w:t>
      </w:r>
      <w:r w:rsidR="00462692" w:rsidRPr="00A4769E">
        <w:rPr>
          <w:szCs w:val="20"/>
        </w:rPr>
        <w:t>’</w:t>
      </w:r>
      <w:r w:rsidRPr="001B73FA">
        <w:rPr>
          <w:szCs w:val="20"/>
        </w:rPr>
        <w:t>empêcherait de dire que vous êtes chez vous à ceux qui voudraient un compte de vos gestes</w:t>
      </w:r>
      <w:r w:rsidR="00462692" w:rsidRPr="00A4769E">
        <w:rPr>
          <w:szCs w:val="20"/>
        </w:rPr>
        <w:t xml:space="preserve">. </w:t>
      </w:r>
      <w:r w:rsidRPr="001B73FA">
        <w:rPr>
          <w:szCs w:val="20"/>
        </w:rPr>
        <w:t>Et si vous receviez quelqu</w:t>
      </w:r>
      <w:r w:rsidR="00462692" w:rsidRPr="00A4769E">
        <w:rPr>
          <w:szCs w:val="20"/>
        </w:rPr>
        <w:t>’</w:t>
      </w:r>
      <w:r w:rsidRPr="001B73FA">
        <w:rPr>
          <w:szCs w:val="20"/>
        </w:rPr>
        <w:t>un venu de ce côté-ci</w:t>
      </w:r>
      <w:r w:rsidR="00462692" w:rsidRPr="00A4769E">
        <w:rPr>
          <w:szCs w:val="20"/>
        </w:rPr>
        <w:t xml:space="preserve">, </w:t>
      </w:r>
      <w:r w:rsidRPr="001B73FA">
        <w:rPr>
          <w:szCs w:val="20"/>
        </w:rPr>
        <w:t>je pourrais jurer sans danger pour le salut de mon âme que vous êtes absolument seul chez vous</w:t>
      </w:r>
      <w:r w:rsidR="00462692" w:rsidRPr="00A4769E">
        <w:rPr>
          <w:szCs w:val="20"/>
        </w:rPr>
        <w:t xml:space="preserve">. </w:t>
      </w:r>
      <w:r w:rsidRPr="001B73FA">
        <w:rPr>
          <w:szCs w:val="20"/>
        </w:rPr>
        <w:t>Cette maison est fort commode et a toujours été habitée par des gens de qualité</w:t>
      </w:r>
      <w:r w:rsidR="00462692" w:rsidRPr="00A4769E">
        <w:rPr>
          <w:szCs w:val="20"/>
        </w:rPr>
        <w:t>.</w:t>
      </w:r>
      <w:r w:rsidR="00462692" w:rsidRPr="00A4769E">
        <w:rPr>
          <w:szCs w:val="20"/>
        </w:rPr>
        <w:t> »</w:t>
      </w:r>
    </w:p>
    <w:p w14:paraId="2BD8E9BB" w14:textId="77777777" w:rsidR="00462692" w:rsidRPr="00A4769E" w:rsidRDefault="00462692" w:rsidP="001B73FA">
      <w:pPr>
        <w:rPr>
          <w:szCs w:val="20"/>
        </w:rPr>
      </w:pPr>
      <w:r w:rsidRPr="00A4769E">
        <w:rPr>
          <w:szCs w:val="20"/>
        </w:rPr>
        <w:t>« </w:t>
      </w:r>
      <w:r w:rsidR="001B73FA" w:rsidRPr="001B73FA">
        <w:rPr>
          <w:szCs w:val="20"/>
        </w:rPr>
        <w:t>Elle est presque aussi jolie que sa fille</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et</w:t>
      </w:r>
      <w:r w:rsidRPr="00A4769E">
        <w:rPr>
          <w:szCs w:val="20"/>
        </w:rPr>
        <w:t xml:space="preserve">, </w:t>
      </w:r>
      <w:r w:rsidR="001B73FA" w:rsidRPr="001B73FA">
        <w:rPr>
          <w:szCs w:val="20"/>
        </w:rPr>
        <w:t>malgré son air dévot</w:t>
      </w:r>
      <w:r w:rsidRPr="00A4769E">
        <w:rPr>
          <w:szCs w:val="20"/>
        </w:rPr>
        <w:t xml:space="preserve">, </w:t>
      </w:r>
      <w:r w:rsidR="001B73FA" w:rsidRPr="001B73FA">
        <w:rPr>
          <w:szCs w:val="20"/>
        </w:rPr>
        <w:t>elle ne peut empêcher quelquefois ses lèvres de lui échapper</w:t>
      </w:r>
      <w:r w:rsidRPr="00A4769E">
        <w:rPr>
          <w:szCs w:val="20"/>
        </w:rPr>
        <w:t xml:space="preserve">. </w:t>
      </w:r>
      <w:r w:rsidR="001B73FA" w:rsidRPr="001B73FA">
        <w:rPr>
          <w:szCs w:val="20"/>
        </w:rPr>
        <w:t>S</w:t>
      </w:r>
      <w:r w:rsidRPr="00A4769E">
        <w:rPr>
          <w:szCs w:val="20"/>
        </w:rPr>
        <w:t>’</w:t>
      </w:r>
      <w:r w:rsidR="001B73FA" w:rsidRPr="001B73FA">
        <w:rPr>
          <w:szCs w:val="20"/>
        </w:rPr>
        <w:t>il ne s</w:t>
      </w:r>
      <w:r w:rsidRPr="00A4769E">
        <w:rPr>
          <w:szCs w:val="20"/>
        </w:rPr>
        <w:t>’</w:t>
      </w:r>
      <w:r w:rsidR="001B73FA" w:rsidRPr="001B73FA">
        <w:rPr>
          <w:szCs w:val="20"/>
        </w:rPr>
        <w:t>agissait que d</w:t>
      </w:r>
      <w:r w:rsidRPr="00A4769E">
        <w:rPr>
          <w:szCs w:val="20"/>
        </w:rPr>
        <w:t>’</w:t>
      </w:r>
      <w:r w:rsidR="001B73FA" w:rsidRPr="001B73FA">
        <w:rPr>
          <w:szCs w:val="20"/>
        </w:rPr>
        <w:t>enlever des scrupules</w:t>
      </w:r>
      <w:r w:rsidRPr="00A4769E">
        <w:rPr>
          <w:szCs w:val="20"/>
        </w:rPr>
        <w:t xml:space="preserve">, </w:t>
      </w:r>
      <w:r w:rsidR="001B73FA" w:rsidRPr="001B73FA">
        <w:rPr>
          <w:szCs w:val="20"/>
        </w:rPr>
        <w:t>cet excellent vicaire et cette dévote un peu mûre y auraient parfaitement réussi</w:t>
      </w:r>
      <w:r w:rsidRPr="00A4769E">
        <w:rPr>
          <w:szCs w:val="20"/>
        </w:rPr>
        <w:t xml:space="preserve">. </w:t>
      </w:r>
      <w:r w:rsidR="001B73FA" w:rsidRPr="001B73FA">
        <w:rPr>
          <w:szCs w:val="20"/>
        </w:rPr>
        <w:t>Mais il s</w:t>
      </w:r>
      <w:r w:rsidRPr="00A4769E">
        <w:rPr>
          <w:szCs w:val="20"/>
        </w:rPr>
        <w:t>’</w:t>
      </w:r>
      <w:r w:rsidR="001B73FA" w:rsidRPr="001B73FA">
        <w:rPr>
          <w:szCs w:val="20"/>
        </w:rPr>
        <w:t>agit d</w:t>
      </w:r>
      <w:r w:rsidRPr="00A4769E">
        <w:rPr>
          <w:szCs w:val="20"/>
        </w:rPr>
        <w:t>’</w:t>
      </w:r>
      <w:r w:rsidR="001B73FA" w:rsidRPr="001B73FA">
        <w:rPr>
          <w:szCs w:val="20"/>
        </w:rPr>
        <w:t>autre chose</w:t>
      </w:r>
      <w:r w:rsidRPr="00A4769E">
        <w:rPr>
          <w:szCs w:val="20"/>
        </w:rPr>
        <w:t>. »</w:t>
      </w:r>
      <w:r w:rsidR="001B73FA" w:rsidRPr="001B73FA">
        <w:rPr>
          <w:szCs w:val="20"/>
        </w:rPr>
        <w:t xml:space="preserve"> Et il pensait au sublime</w:t>
      </w:r>
      <w:r w:rsidRPr="00A4769E">
        <w:rPr>
          <w:szCs w:val="20"/>
        </w:rPr>
        <w:t>.</w:t>
      </w:r>
    </w:p>
    <w:p w14:paraId="3B8B74D0" w14:textId="77777777" w:rsidR="00462692" w:rsidRPr="00A4769E" w:rsidRDefault="00462692" w:rsidP="001B73FA">
      <w:pPr>
        <w:rPr>
          <w:szCs w:val="20"/>
        </w:rPr>
      </w:pPr>
      <w:r w:rsidRPr="00A4769E">
        <w:rPr>
          <w:szCs w:val="20"/>
        </w:rPr>
        <w:lastRenderedPageBreak/>
        <w:t>« </w:t>
      </w:r>
      <w:r w:rsidR="001B73FA" w:rsidRPr="001B73FA">
        <w:rPr>
          <w:szCs w:val="20"/>
        </w:rPr>
        <w:t>Il faut</w:t>
      </w:r>
      <w:r w:rsidRPr="00A4769E">
        <w:rPr>
          <w:szCs w:val="20"/>
        </w:rPr>
        <w:t xml:space="preserve">, </w:t>
      </w:r>
      <w:r w:rsidR="001B73FA" w:rsidRPr="001B73FA">
        <w:rPr>
          <w:szCs w:val="20"/>
        </w:rPr>
        <w:t>se dit-il</w:t>
      </w:r>
      <w:r w:rsidRPr="00A4769E">
        <w:rPr>
          <w:szCs w:val="20"/>
        </w:rPr>
        <w:t xml:space="preserve">, </w:t>
      </w:r>
      <w:r w:rsidR="001B73FA" w:rsidRPr="001B73FA">
        <w:rPr>
          <w:szCs w:val="20"/>
        </w:rPr>
        <w:t>que je rende à peu près vraisemblable la profession qui est portée sur mon passeport</w:t>
      </w:r>
      <w:r w:rsidRPr="00A4769E">
        <w:rPr>
          <w:szCs w:val="20"/>
        </w:rPr>
        <w:t>. »</w:t>
      </w:r>
      <w:r w:rsidR="001B73FA" w:rsidRPr="001B73FA">
        <w:rPr>
          <w:szCs w:val="20"/>
        </w:rPr>
        <w:t xml:space="preserve"> Il demanda à </w:t>
      </w:r>
      <w:r w:rsidRPr="00A4769E">
        <w:rPr>
          <w:szCs w:val="20"/>
        </w:rPr>
        <w:t>M</w:t>
      </w:r>
      <w:r w:rsidRPr="00A4769E">
        <w:rPr>
          <w:szCs w:val="20"/>
          <w:vertAlign w:val="superscript"/>
        </w:rPr>
        <w:t>me</w:t>
      </w:r>
      <w:r w:rsidRPr="00A4769E">
        <w:rPr>
          <w:szCs w:val="20"/>
        </w:rPr>
        <w:t> </w:t>
      </w:r>
      <w:r w:rsidR="001B73FA" w:rsidRPr="001B73FA">
        <w:rPr>
          <w:szCs w:val="20"/>
        </w:rPr>
        <w:t>Hortense le nom d</w:t>
      </w:r>
      <w:r w:rsidRPr="00A4769E">
        <w:rPr>
          <w:szCs w:val="20"/>
        </w:rPr>
        <w:t>’</w:t>
      </w:r>
      <w:r w:rsidR="001B73FA" w:rsidRPr="001B73FA">
        <w:rPr>
          <w:szCs w:val="20"/>
        </w:rPr>
        <w:t>une salle d</w:t>
      </w:r>
      <w:r w:rsidRPr="00A4769E">
        <w:rPr>
          <w:szCs w:val="20"/>
        </w:rPr>
        <w:t>’</w:t>
      </w:r>
      <w:r w:rsidR="001B73FA" w:rsidRPr="001B73FA">
        <w:rPr>
          <w:szCs w:val="20"/>
        </w:rPr>
        <w:t>armes bien fréquentée</w:t>
      </w:r>
      <w:r w:rsidRPr="00A4769E">
        <w:rPr>
          <w:szCs w:val="20"/>
        </w:rPr>
        <w:t>.</w:t>
      </w:r>
    </w:p>
    <w:p w14:paraId="700D2D25" w14:textId="6C2A8829" w:rsidR="001B73FA" w:rsidRPr="001B73FA" w:rsidRDefault="00462692" w:rsidP="001B73FA">
      <w:pPr>
        <w:rPr>
          <w:szCs w:val="20"/>
        </w:rPr>
      </w:pPr>
      <w:r w:rsidRPr="00A4769E">
        <w:rPr>
          <w:szCs w:val="20"/>
        </w:rPr>
        <w:t>« </w:t>
      </w:r>
      <w:r w:rsidR="001B73FA" w:rsidRPr="001B73FA">
        <w:rPr>
          <w:szCs w:val="20"/>
        </w:rPr>
        <w:t>Il n</w:t>
      </w:r>
      <w:r w:rsidRPr="00A4769E">
        <w:rPr>
          <w:szCs w:val="20"/>
        </w:rPr>
        <w:t>’</w:t>
      </w:r>
      <w:r w:rsidR="001B73FA" w:rsidRPr="001B73FA">
        <w:rPr>
          <w:szCs w:val="20"/>
        </w:rPr>
        <w:t>y en a qu</w:t>
      </w:r>
      <w:r w:rsidRPr="00A4769E">
        <w:rPr>
          <w:szCs w:val="20"/>
        </w:rPr>
        <w:t>’</w:t>
      </w:r>
      <w:r w:rsidR="001B73FA" w:rsidRPr="001B73FA">
        <w:rPr>
          <w:szCs w:val="20"/>
        </w:rPr>
        <w:t>une</w:t>
      </w:r>
      <w:r w:rsidRPr="00A4769E">
        <w:rPr>
          <w:szCs w:val="20"/>
        </w:rPr>
        <w:t xml:space="preserve">, </w:t>
      </w:r>
      <w:r w:rsidR="001B73FA" w:rsidRPr="001B73FA">
        <w:rPr>
          <w:szCs w:val="20"/>
        </w:rPr>
        <w:t>lui dit-elle</w:t>
      </w:r>
      <w:r w:rsidRPr="00A4769E">
        <w:rPr>
          <w:szCs w:val="20"/>
        </w:rPr>
        <w:t xml:space="preserve">, </w:t>
      </w:r>
      <w:r w:rsidR="001B73FA" w:rsidRPr="001B73FA">
        <w:rPr>
          <w:szCs w:val="20"/>
        </w:rPr>
        <w:t>qui soit possible pour vous</w:t>
      </w:r>
      <w:r w:rsidRPr="00A4769E">
        <w:rPr>
          <w:szCs w:val="20"/>
        </w:rPr>
        <w:t xml:space="preserve">. </w:t>
      </w:r>
      <w:r w:rsidR="001B73FA" w:rsidRPr="001B73FA">
        <w:rPr>
          <w:szCs w:val="20"/>
        </w:rPr>
        <w:t>C</w:t>
      </w:r>
      <w:r w:rsidRPr="00A4769E">
        <w:rPr>
          <w:szCs w:val="20"/>
        </w:rPr>
        <w:t>’</w:t>
      </w:r>
      <w:r w:rsidR="001B73FA" w:rsidRPr="001B73FA">
        <w:rPr>
          <w:szCs w:val="20"/>
        </w:rPr>
        <w:t>est le Prytanée du Cengle</w:t>
      </w:r>
      <w:r w:rsidRPr="00A4769E">
        <w:rPr>
          <w:szCs w:val="20"/>
        </w:rPr>
        <w:t xml:space="preserve">. </w:t>
      </w:r>
      <w:r w:rsidR="001B73FA" w:rsidRPr="001B73FA">
        <w:rPr>
          <w:szCs w:val="20"/>
        </w:rPr>
        <w:t>Elle est un peu en dehors de la ville</w:t>
      </w:r>
      <w:r w:rsidRPr="00A4769E">
        <w:rPr>
          <w:szCs w:val="20"/>
        </w:rPr>
        <w:t xml:space="preserve">, </w:t>
      </w:r>
      <w:r w:rsidR="001B73FA" w:rsidRPr="001B73FA">
        <w:rPr>
          <w:szCs w:val="20"/>
        </w:rPr>
        <w:t>dans des arbres</w:t>
      </w:r>
      <w:r w:rsidRPr="00A4769E">
        <w:rPr>
          <w:szCs w:val="20"/>
        </w:rPr>
        <w:t xml:space="preserve">, </w:t>
      </w:r>
      <w:r w:rsidR="001B73FA" w:rsidRPr="001B73FA">
        <w:rPr>
          <w:szCs w:val="20"/>
        </w:rPr>
        <w:t>et ces messieurs s</w:t>
      </w:r>
      <w:r w:rsidRPr="00A4769E">
        <w:rPr>
          <w:szCs w:val="20"/>
        </w:rPr>
        <w:t>’</w:t>
      </w:r>
      <w:r w:rsidR="001B73FA" w:rsidRPr="001B73FA">
        <w:rPr>
          <w:szCs w:val="20"/>
        </w:rPr>
        <w:t>y rendent à cheval</w:t>
      </w:r>
      <w:r w:rsidRPr="00A4769E">
        <w:rPr>
          <w:szCs w:val="20"/>
        </w:rPr>
        <w:t xml:space="preserve">. </w:t>
      </w:r>
      <w:r w:rsidR="001B73FA" w:rsidRPr="001B73FA">
        <w:rPr>
          <w:szCs w:val="20"/>
        </w:rPr>
        <w:t>Elle est tenue par un nommé Brisse</w:t>
      </w:r>
      <w:r w:rsidRPr="00A4769E">
        <w:rPr>
          <w:szCs w:val="20"/>
        </w:rPr>
        <w:t xml:space="preserve">, </w:t>
      </w:r>
      <w:r w:rsidR="001B73FA" w:rsidRPr="001B73FA">
        <w:rPr>
          <w:szCs w:val="20"/>
        </w:rPr>
        <w:t>gentilhomme breton à ce qu</w:t>
      </w:r>
      <w:r w:rsidRPr="00A4769E">
        <w:rPr>
          <w:szCs w:val="20"/>
        </w:rPr>
        <w:t>’</w:t>
      </w:r>
      <w:r w:rsidR="001B73FA" w:rsidRPr="001B73FA">
        <w:rPr>
          <w:szCs w:val="20"/>
        </w:rPr>
        <w:t>il paraît</w:t>
      </w:r>
      <w:r w:rsidRPr="00A4769E">
        <w:rPr>
          <w:szCs w:val="20"/>
        </w:rPr>
        <w:t xml:space="preserve">, </w:t>
      </w:r>
      <w:r w:rsidR="001B73FA" w:rsidRPr="001B73FA">
        <w:rPr>
          <w:szCs w:val="20"/>
        </w:rPr>
        <w:t>en tout cas si élégant et de ton si certain</w:t>
      </w:r>
      <w:r w:rsidRPr="00A4769E">
        <w:rPr>
          <w:szCs w:val="20"/>
        </w:rPr>
        <w:t xml:space="preserve">, </w:t>
      </w:r>
      <w:r w:rsidR="001B73FA" w:rsidRPr="001B73FA">
        <w:rPr>
          <w:szCs w:val="20"/>
        </w:rPr>
        <w:t>qu</w:t>
      </w:r>
      <w:r w:rsidRPr="00A4769E">
        <w:rPr>
          <w:szCs w:val="20"/>
        </w:rPr>
        <w:t>’</w:t>
      </w:r>
      <w:r w:rsidR="001B73FA" w:rsidRPr="001B73FA">
        <w:rPr>
          <w:szCs w:val="20"/>
        </w:rPr>
        <w:t>il est le seul maître d</w:t>
      </w:r>
      <w:r w:rsidRPr="00A4769E">
        <w:rPr>
          <w:szCs w:val="20"/>
        </w:rPr>
        <w:t>’</w:t>
      </w:r>
      <w:r w:rsidR="001B73FA" w:rsidRPr="001B73FA">
        <w:rPr>
          <w:szCs w:val="20"/>
        </w:rPr>
        <w:t>armes ayant réussi à donner des leçons à des dames de la meilleure société</w:t>
      </w:r>
      <w:r w:rsidRPr="00A4769E">
        <w:rPr>
          <w:szCs w:val="20"/>
        </w:rPr>
        <w:t xml:space="preserve">. </w:t>
      </w:r>
      <w:r w:rsidR="001B73FA" w:rsidRPr="001B73FA">
        <w:rPr>
          <w:szCs w:val="20"/>
        </w:rPr>
        <w:t>Il y en a parfois qui vont voir les assauts</w:t>
      </w:r>
      <w:r w:rsidRPr="00A4769E">
        <w:rPr>
          <w:szCs w:val="20"/>
        </w:rPr>
        <w:t>. »« </w:t>
      </w:r>
      <w:r w:rsidR="001B73FA" w:rsidRPr="001B73FA">
        <w:rPr>
          <w:szCs w:val="20"/>
        </w:rPr>
        <w:t>Inutile d</w:t>
      </w:r>
      <w:r w:rsidRPr="00A4769E">
        <w:rPr>
          <w:szCs w:val="20"/>
        </w:rPr>
        <w:t>’</w:t>
      </w:r>
      <w:r w:rsidR="001B73FA" w:rsidRPr="001B73FA">
        <w:rPr>
          <w:szCs w:val="20"/>
        </w:rPr>
        <w:t>acheter un cheval</w:t>
      </w:r>
      <w:r w:rsidRPr="00A4769E">
        <w:rPr>
          <w:szCs w:val="20"/>
        </w:rPr>
        <w:t xml:space="preserve">, </w:t>
      </w:r>
      <w:r w:rsidR="001B73FA" w:rsidRPr="001B73FA">
        <w:rPr>
          <w:szCs w:val="20"/>
        </w:rPr>
        <w:t>lui dit le vicaire</w:t>
      </w:r>
      <w:r w:rsidRPr="00A4769E">
        <w:rPr>
          <w:szCs w:val="20"/>
        </w:rPr>
        <w:t xml:space="preserve">, </w:t>
      </w:r>
      <w:r w:rsidR="001B73FA" w:rsidRPr="001B73FA">
        <w:rPr>
          <w:szCs w:val="20"/>
        </w:rPr>
        <w:t>quand il lui fit part de son intention d</w:t>
      </w:r>
      <w:r w:rsidRPr="00A4769E">
        <w:rPr>
          <w:szCs w:val="20"/>
        </w:rPr>
        <w:t>’</w:t>
      </w:r>
      <w:r w:rsidR="001B73FA" w:rsidRPr="001B73FA">
        <w:rPr>
          <w:szCs w:val="20"/>
        </w:rPr>
        <w:t>aller faire des armes chez le gentilhomme breton</w:t>
      </w:r>
      <w:r w:rsidRPr="00A4769E">
        <w:rPr>
          <w:szCs w:val="20"/>
        </w:rPr>
        <w:t xml:space="preserve">. </w:t>
      </w:r>
      <w:r w:rsidR="001B73FA" w:rsidRPr="001B73FA">
        <w:rPr>
          <w:szCs w:val="20"/>
        </w:rPr>
        <w:t>Ne suis-je pas votre ami</w:t>
      </w:r>
      <w:r w:rsidRPr="00A4769E">
        <w:rPr>
          <w:szCs w:val="20"/>
        </w:rPr>
        <w:t xml:space="preserve"> ? </w:t>
      </w:r>
      <w:r w:rsidR="001B73FA" w:rsidRPr="001B73FA">
        <w:rPr>
          <w:szCs w:val="20"/>
        </w:rPr>
        <w:t>Je vais vous faire des confidences</w:t>
      </w:r>
      <w:r w:rsidRPr="00A4769E">
        <w:rPr>
          <w:szCs w:val="20"/>
        </w:rPr>
        <w:t xml:space="preserve">, </w:t>
      </w:r>
      <w:r w:rsidR="001B73FA" w:rsidRPr="001B73FA">
        <w:rPr>
          <w:szCs w:val="20"/>
        </w:rPr>
        <w:t>moi aussi</w:t>
      </w:r>
      <w:r w:rsidRPr="00A4769E">
        <w:rPr>
          <w:szCs w:val="20"/>
        </w:rPr>
        <w:t xml:space="preserve">, </w:t>
      </w:r>
      <w:r w:rsidR="001B73FA" w:rsidRPr="001B73FA">
        <w:rPr>
          <w:szCs w:val="20"/>
        </w:rPr>
        <w:t>et vous allez entrer dans le secret de mon c</w:t>
      </w:r>
      <w:r w:rsidRPr="00A4769E">
        <w:rPr>
          <w:szCs w:val="20"/>
        </w:rPr>
        <w:t>œ</w:t>
      </w:r>
      <w:r w:rsidR="001B73FA" w:rsidRPr="001B73FA">
        <w:rPr>
          <w:szCs w:val="20"/>
        </w:rPr>
        <w:t>ur</w:t>
      </w:r>
      <w:r w:rsidRPr="00A4769E">
        <w:rPr>
          <w:szCs w:val="20"/>
        </w:rPr>
        <w:t>. »</w:t>
      </w:r>
      <w:r w:rsidR="001B73FA" w:rsidRPr="001B73FA">
        <w:rPr>
          <w:szCs w:val="20"/>
        </w:rPr>
        <w:t xml:space="preserve"> Il releva sa soutane</w:t>
      </w:r>
      <w:r w:rsidRPr="00A4769E">
        <w:rPr>
          <w:szCs w:val="20"/>
        </w:rPr>
        <w:t xml:space="preserve">. </w:t>
      </w:r>
      <w:r w:rsidR="001B73FA" w:rsidRPr="001B73FA">
        <w:rPr>
          <w:szCs w:val="20"/>
        </w:rPr>
        <w:t>Il était dessous en culotte de cheval et de bonne coupe</w:t>
      </w:r>
      <w:r w:rsidRPr="00A4769E">
        <w:rPr>
          <w:szCs w:val="20"/>
        </w:rPr>
        <w:t>. « </w:t>
      </w:r>
      <w:r w:rsidR="001B73FA" w:rsidRPr="001B73FA">
        <w:rPr>
          <w:szCs w:val="20"/>
        </w:rPr>
        <w:t>C</w:t>
      </w:r>
      <w:r w:rsidRPr="00A4769E">
        <w:rPr>
          <w:szCs w:val="20"/>
        </w:rPr>
        <w:t>’</w:t>
      </w:r>
      <w:r w:rsidR="001B73FA" w:rsidRPr="001B73FA">
        <w:rPr>
          <w:szCs w:val="20"/>
        </w:rPr>
        <w:t>est mon péché mignon</w:t>
      </w:r>
      <w:r w:rsidRPr="00A4769E">
        <w:rPr>
          <w:szCs w:val="20"/>
        </w:rPr>
        <w:t xml:space="preserve">, </w:t>
      </w:r>
      <w:r w:rsidR="001B73FA" w:rsidRPr="001B73FA">
        <w:rPr>
          <w:szCs w:val="20"/>
        </w:rPr>
        <w:t>dit-il</w:t>
      </w:r>
      <w:r w:rsidRPr="00A4769E">
        <w:rPr>
          <w:szCs w:val="20"/>
        </w:rPr>
        <w:t xml:space="preserve">. </w:t>
      </w:r>
      <w:r w:rsidR="001B73FA" w:rsidRPr="001B73FA">
        <w:rPr>
          <w:szCs w:val="20"/>
        </w:rPr>
        <w:t>D</w:t>
      </w:r>
      <w:r w:rsidRPr="00A4769E">
        <w:rPr>
          <w:szCs w:val="20"/>
        </w:rPr>
        <w:t>’</w:t>
      </w:r>
      <w:r w:rsidR="001B73FA" w:rsidRPr="001B73FA">
        <w:rPr>
          <w:szCs w:val="20"/>
        </w:rPr>
        <w:t>ailleurs autorisé par les textes</w:t>
      </w:r>
      <w:r w:rsidRPr="00A4769E">
        <w:rPr>
          <w:szCs w:val="20"/>
        </w:rPr>
        <w:t xml:space="preserve"> : </w:t>
      </w:r>
      <w:r w:rsidR="001B73FA" w:rsidRPr="001B73FA">
        <w:rPr>
          <w:szCs w:val="20"/>
        </w:rPr>
        <w:t xml:space="preserve">les cavaliers ne se comptent pas dans </w:t>
      </w:r>
      <w:r w:rsidR="001B73FA" w:rsidRPr="001B73FA">
        <w:rPr>
          <w:i/>
          <w:iCs/>
          <w:szCs w:val="20"/>
        </w:rPr>
        <w:t>La Légende dorée</w:t>
      </w:r>
      <w:r w:rsidRPr="00A4769E">
        <w:rPr>
          <w:szCs w:val="20"/>
        </w:rPr>
        <w:t xml:space="preserve">, </w:t>
      </w:r>
      <w:r w:rsidR="001B73FA" w:rsidRPr="001B73FA">
        <w:rPr>
          <w:szCs w:val="20"/>
        </w:rPr>
        <w:t xml:space="preserve">et il y a une </w:t>
      </w:r>
      <w:r w:rsidR="001B73FA" w:rsidRPr="001B73FA">
        <w:rPr>
          <w:i/>
          <w:iCs/>
          <w:szCs w:val="20"/>
        </w:rPr>
        <w:t>Queste du Saint-Graal</w:t>
      </w:r>
      <w:r w:rsidRPr="00A4769E">
        <w:rPr>
          <w:szCs w:val="20"/>
        </w:rPr>
        <w:t xml:space="preserve">, </w:t>
      </w:r>
      <w:r w:rsidR="001B73FA" w:rsidRPr="001B73FA">
        <w:rPr>
          <w:szCs w:val="20"/>
        </w:rPr>
        <w:t>par les cavaliers de laquelle les moines de Cîteaux ont fait entrer le sang du Christ jusque dans le roman courtois</w:t>
      </w:r>
      <w:r w:rsidRPr="00A4769E">
        <w:rPr>
          <w:szCs w:val="20"/>
        </w:rPr>
        <w:t xml:space="preserve">. </w:t>
      </w:r>
      <w:r w:rsidR="001B73FA" w:rsidRPr="001B73FA">
        <w:rPr>
          <w:szCs w:val="20"/>
        </w:rPr>
        <w:t>Cependant</w:t>
      </w:r>
      <w:r w:rsidRPr="00A4769E">
        <w:rPr>
          <w:szCs w:val="20"/>
        </w:rPr>
        <w:t xml:space="preserve">, </w:t>
      </w:r>
      <w:r w:rsidR="001B73FA" w:rsidRPr="001B73FA">
        <w:rPr>
          <w:szCs w:val="20"/>
        </w:rPr>
        <w:t>je ne sors qu</w:t>
      </w:r>
      <w:r w:rsidRPr="00A4769E">
        <w:rPr>
          <w:szCs w:val="20"/>
        </w:rPr>
        <w:t>’</w:t>
      </w:r>
      <w:r w:rsidR="001B73FA" w:rsidRPr="001B73FA">
        <w:rPr>
          <w:szCs w:val="20"/>
        </w:rPr>
        <w:t>aux alentours de la nuit</w:t>
      </w:r>
      <w:r w:rsidRPr="00A4769E">
        <w:rPr>
          <w:szCs w:val="20"/>
        </w:rPr>
        <w:t xml:space="preserve">. </w:t>
      </w:r>
      <w:r w:rsidR="001B73FA" w:rsidRPr="001B73FA">
        <w:rPr>
          <w:szCs w:val="20"/>
        </w:rPr>
        <w:t>Si bien que personne ne connaît l</w:t>
      </w:r>
      <w:r w:rsidRPr="00A4769E">
        <w:rPr>
          <w:szCs w:val="20"/>
        </w:rPr>
        <w:t>’</w:t>
      </w:r>
      <w:r w:rsidR="001B73FA" w:rsidRPr="001B73FA">
        <w:rPr>
          <w:szCs w:val="20"/>
        </w:rPr>
        <w:t>alezan qui va vous faire honneur</w:t>
      </w:r>
      <w:r w:rsidRPr="00A4769E">
        <w:rPr>
          <w:szCs w:val="20"/>
        </w:rPr>
        <w:t>.</w:t>
      </w:r>
      <w:r w:rsidRPr="00A4769E">
        <w:rPr>
          <w:szCs w:val="20"/>
        </w:rPr>
        <w:t> »</w:t>
      </w:r>
    </w:p>
    <w:p w14:paraId="4489DFA0" w14:textId="77777777" w:rsidR="00462692" w:rsidRPr="00A4769E" w:rsidRDefault="001B73FA" w:rsidP="001B73FA">
      <w:pPr>
        <w:rPr>
          <w:szCs w:val="20"/>
        </w:rPr>
      </w:pPr>
      <w:r w:rsidRPr="001B73FA">
        <w:rPr>
          <w:szCs w:val="20"/>
        </w:rPr>
        <w:t>Le cheval était nourri dans les écuries de l</w:t>
      </w:r>
      <w:r w:rsidR="00462692" w:rsidRPr="00A4769E">
        <w:rPr>
          <w:szCs w:val="20"/>
        </w:rPr>
        <w:t>’</w:t>
      </w:r>
      <w:r w:rsidRPr="001B73FA">
        <w:rPr>
          <w:szCs w:val="20"/>
        </w:rPr>
        <w:t>évêché</w:t>
      </w:r>
      <w:r w:rsidR="00462692" w:rsidRPr="00A4769E">
        <w:rPr>
          <w:szCs w:val="20"/>
        </w:rPr>
        <w:t xml:space="preserve">. </w:t>
      </w:r>
      <w:r w:rsidRPr="001B73FA">
        <w:rPr>
          <w:szCs w:val="20"/>
        </w:rPr>
        <w:t>Angelo le jugea vite</w:t>
      </w:r>
      <w:r w:rsidR="00462692" w:rsidRPr="00A4769E">
        <w:rPr>
          <w:szCs w:val="20"/>
        </w:rPr>
        <w:t xml:space="preserve"> : </w:t>
      </w:r>
      <w:r w:rsidRPr="001B73FA">
        <w:rPr>
          <w:szCs w:val="20"/>
        </w:rPr>
        <w:t>trop d</w:t>
      </w:r>
      <w:r w:rsidR="00462692" w:rsidRPr="00A4769E">
        <w:rPr>
          <w:szCs w:val="20"/>
        </w:rPr>
        <w:t>’</w:t>
      </w:r>
      <w:r w:rsidRPr="001B73FA">
        <w:rPr>
          <w:szCs w:val="20"/>
        </w:rPr>
        <w:t>avoine</w:t>
      </w:r>
      <w:r w:rsidR="00462692" w:rsidRPr="00A4769E">
        <w:rPr>
          <w:szCs w:val="20"/>
        </w:rPr>
        <w:t xml:space="preserve">, </w:t>
      </w:r>
      <w:r w:rsidRPr="001B73FA">
        <w:rPr>
          <w:szCs w:val="20"/>
        </w:rPr>
        <w:t>mais un c</w:t>
      </w:r>
      <w:r w:rsidR="00462692" w:rsidRPr="00A4769E">
        <w:rPr>
          <w:szCs w:val="20"/>
        </w:rPr>
        <w:t>œ</w:t>
      </w:r>
      <w:r w:rsidRPr="001B73FA">
        <w:rPr>
          <w:szCs w:val="20"/>
        </w:rPr>
        <w:t>ur droit</w:t>
      </w:r>
      <w:r w:rsidR="00462692" w:rsidRPr="00A4769E">
        <w:rPr>
          <w:szCs w:val="20"/>
        </w:rPr>
        <w:t xml:space="preserve">. </w:t>
      </w:r>
      <w:r w:rsidRPr="001B73FA">
        <w:rPr>
          <w:szCs w:val="20"/>
        </w:rPr>
        <w:t>Il l</w:t>
      </w:r>
      <w:r w:rsidR="00462692" w:rsidRPr="00A4769E">
        <w:rPr>
          <w:szCs w:val="20"/>
        </w:rPr>
        <w:t>’</w:t>
      </w:r>
      <w:r w:rsidRPr="001B73FA">
        <w:rPr>
          <w:szCs w:val="20"/>
        </w:rPr>
        <w:t>utilisa selon son jugement</w:t>
      </w:r>
      <w:r w:rsidR="00462692" w:rsidRPr="00A4769E">
        <w:rPr>
          <w:szCs w:val="20"/>
        </w:rPr>
        <w:t xml:space="preserve">, </w:t>
      </w:r>
      <w:r w:rsidRPr="001B73FA">
        <w:rPr>
          <w:szCs w:val="20"/>
        </w:rPr>
        <w:t>et il fit une entrée très remarquée dans les bosquets du Cengle où quelques guinguettes pour parties fines entouraient la salle d</w:t>
      </w:r>
      <w:r w:rsidR="00462692" w:rsidRPr="00A4769E">
        <w:rPr>
          <w:szCs w:val="20"/>
        </w:rPr>
        <w:t>’</w:t>
      </w:r>
      <w:r w:rsidRPr="001B73FA">
        <w:rPr>
          <w:szCs w:val="20"/>
        </w:rPr>
        <w:t>armes</w:t>
      </w:r>
      <w:r w:rsidR="00462692" w:rsidRPr="00A4769E">
        <w:rPr>
          <w:szCs w:val="20"/>
        </w:rPr>
        <w:t>.</w:t>
      </w:r>
    </w:p>
    <w:p w14:paraId="7854C846" w14:textId="77777777" w:rsidR="00462692" w:rsidRPr="00A4769E" w:rsidRDefault="001B73FA" w:rsidP="001B73FA">
      <w:pPr>
        <w:rPr>
          <w:szCs w:val="20"/>
        </w:rPr>
      </w:pPr>
      <w:r w:rsidRPr="001B73FA">
        <w:rPr>
          <w:szCs w:val="20"/>
        </w:rPr>
        <w:t>Les jeunes officiers de Bugeaud passaient leurs après-midi dans ces bosquets</w:t>
      </w:r>
      <w:r w:rsidR="00462692" w:rsidRPr="00A4769E">
        <w:rPr>
          <w:szCs w:val="20"/>
        </w:rPr>
        <w:t>.</w:t>
      </w:r>
    </w:p>
    <w:p w14:paraId="67942CC0" w14:textId="77777777" w:rsidR="00462692" w:rsidRPr="00A4769E" w:rsidRDefault="001B73FA" w:rsidP="001B73FA">
      <w:pPr>
        <w:rPr>
          <w:szCs w:val="20"/>
        </w:rPr>
      </w:pPr>
      <w:r w:rsidRPr="001B73FA">
        <w:rPr>
          <w:szCs w:val="20"/>
        </w:rPr>
        <w:lastRenderedPageBreak/>
        <w:t>La fati</w:t>
      </w:r>
      <w:r w:rsidR="002264F0" w:rsidRPr="00A4769E">
        <w:rPr>
          <w:szCs w:val="20"/>
        </w:rPr>
        <w:t>g</w:t>
      </w:r>
      <w:r w:rsidRPr="001B73FA">
        <w:rPr>
          <w:szCs w:val="20"/>
        </w:rPr>
        <w:t>ue des armes contenta le besoin de pureté d</w:t>
      </w:r>
      <w:r w:rsidR="00462692" w:rsidRPr="00A4769E">
        <w:rPr>
          <w:szCs w:val="20"/>
        </w:rPr>
        <w:t>’</w:t>
      </w:r>
      <w:r w:rsidRPr="001B73FA">
        <w:rPr>
          <w:szCs w:val="20"/>
        </w:rPr>
        <w:t>Angelo</w:t>
      </w:r>
      <w:r w:rsidR="00462692" w:rsidRPr="00A4769E">
        <w:rPr>
          <w:szCs w:val="20"/>
        </w:rPr>
        <w:t xml:space="preserve">. </w:t>
      </w:r>
      <w:r w:rsidRPr="001B73FA">
        <w:rPr>
          <w:szCs w:val="20"/>
        </w:rPr>
        <w:t>Il mit des gloires dans la souplesse de son poignet et de son coude</w:t>
      </w:r>
      <w:r w:rsidR="00462692" w:rsidRPr="00A4769E">
        <w:rPr>
          <w:szCs w:val="20"/>
        </w:rPr>
        <w:t xml:space="preserve">, </w:t>
      </w:r>
      <w:r w:rsidRPr="001B73FA">
        <w:rPr>
          <w:szCs w:val="20"/>
        </w:rPr>
        <w:t>et ne s</w:t>
      </w:r>
      <w:r w:rsidR="00462692" w:rsidRPr="00A4769E">
        <w:rPr>
          <w:szCs w:val="20"/>
        </w:rPr>
        <w:t>’</w:t>
      </w:r>
      <w:r w:rsidRPr="001B73FA">
        <w:rPr>
          <w:szCs w:val="20"/>
        </w:rPr>
        <w:t>ennuya plus</w:t>
      </w:r>
      <w:r w:rsidR="00462692" w:rsidRPr="00A4769E">
        <w:rPr>
          <w:szCs w:val="20"/>
        </w:rPr>
        <w:t>. « </w:t>
      </w:r>
      <w:r w:rsidRPr="001B73FA">
        <w:rPr>
          <w:szCs w:val="20"/>
        </w:rPr>
        <w:t>Je n</w:t>
      </w:r>
      <w:r w:rsidR="00462692" w:rsidRPr="00A4769E">
        <w:rPr>
          <w:szCs w:val="20"/>
        </w:rPr>
        <w:t>’</w:t>
      </w:r>
      <w:r w:rsidRPr="001B73FA">
        <w:rPr>
          <w:szCs w:val="20"/>
        </w:rPr>
        <w:t>ai plus rien à vous apprendre</w:t>
      </w:r>
      <w:r w:rsidR="00462692" w:rsidRPr="00A4769E">
        <w:rPr>
          <w:szCs w:val="20"/>
        </w:rPr>
        <w:t xml:space="preserve">, </w:t>
      </w:r>
      <w:r w:rsidRPr="001B73FA">
        <w:rPr>
          <w:szCs w:val="20"/>
        </w:rPr>
        <w:t xml:space="preserve">lui dit </w:t>
      </w:r>
      <w:r w:rsidR="00462692" w:rsidRPr="00A4769E">
        <w:rPr>
          <w:szCs w:val="20"/>
        </w:rPr>
        <w:t>M. </w:t>
      </w:r>
      <w:r w:rsidRPr="001B73FA">
        <w:rPr>
          <w:szCs w:val="20"/>
        </w:rPr>
        <w:t>Brisse</w:t>
      </w:r>
      <w:r w:rsidR="00462692" w:rsidRPr="00A4769E">
        <w:rPr>
          <w:szCs w:val="20"/>
        </w:rPr>
        <w:t xml:space="preserve">, </w:t>
      </w:r>
      <w:r w:rsidRPr="001B73FA">
        <w:rPr>
          <w:szCs w:val="20"/>
        </w:rPr>
        <w:t>un jour où Angelo insistait pour faire assaut avec lui</w:t>
      </w:r>
      <w:r w:rsidR="00462692" w:rsidRPr="00A4769E">
        <w:rPr>
          <w:szCs w:val="20"/>
        </w:rPr>
        <w:t xml:space="preserve">. </w:t>
      </w:r>
      <w:r w:rsidRPr="001B73FA">
        <w:rPr>
          <w:szCs w:val="20"/>
        </w:rPr>
        <w:t>Quand vous êtes arrivé ici</w:t>
      </w:r>
      <w:r w:rsidR="00462692" w:rsidRPr="00A4769E">
        <w:rPr>
          <w:szCs w:val="20"/>
        </w:rPr>
        <w:t xml:space="preserve">, </w:t>
      </w:r>
      <w:r w:rsidRPr="001B73FA">
        <w:rPr>
          <w:szCs w:val="20"/>
        </w:rPr>
        <w:t>vous aviez encore quelques italianismes dans les bras et dans les jambes</w:t>
      </w:r>
      <w:r w:rsidR="00462692" w:rsidRPr="00A4769E">
        <w:rPr>
          <w:szCs w:val="20"/>
        </w:rPr>
        <w:t xml:space="preserve"> : </w:t>
      </w:r>
      <w:r w:rsidRPr="001B73FA">
        <w:rPr>
          <w:szCs w:val="20"/>
        </w:rPr>
        <w:t>vous voilà maintenant froid comme un laird écossais</w:t>
      </w:r>
      <w:r w:rsidR="00462692" w:rsidRPr="00A4769E">
        <w:rPr>
          <w:szCs w:val="20"/>
        </w:rPr>
        <w:t xml:space="preserve">, </w:t>
      </w:r>
      <w:r w:rsidRPr="001B73FA">
        <w:rPr>
          <w:szCs w:val="20"/>
        </w:rPr>
        <w:t>sans avoir rien perdu de votre brio</w:t>
      </w:r>
      <w:r w:rsidR="00462692" w:rsidRPr="00A4769E">
        <w:rPr>
          <w:szCs w:val="20"/>
        </w:rPr>
        <w:t xml:space="preserve">. </w:t>
      </w:r>
      <w:r w:rsidRPr="001B73FA">
        <w:rPr>
          <w:szCs w:val="20"/>
        </w:rPr>
        <w:t>D</w:t>
      </w:r>
      <w:r w:rsidR="00462692" w:rsidRPr="00A4769E">
        <w:rPr>
          <w:szCs w:val="20"/>
        </w:rPr>
        <w:t>’</w:t>
      </w:r>
      <w:r w:rsidRPr="001B73FA">
        <w:rPr>
          <w:szCs w:val="20"/>
        </w:rPr>
        <w:t>ailleurs</w:t>
      </w:r>
      <w:r w:rsidR="00462692" w:rsidRPr="00A4769E">
        <w:rPr>
          <w:szCs w:val="20"/>
        </w:rPr>
        <w:t xml:space="preserve">, </w:t>
      </w:r>
      <w:r w:rsidRPr="001B73FA">
        <w:rPr>
          <w:szCs w:val="20"/>
        </w:rPr>
        <w:t>l</w:t>
      </w:r>
      <w:r w:rsidR="00462692" w:rsidRPr="00A4769E">
        <w:rPr>
          <w:szCs w:val="20"/>
        </w:rPr>
        <w:t>’</w:t>
      </w:r>
      <w:r w:rsidRPr="001B73FA">
        <w:rPr>
          <w:szCs w:val="20"/>
        </w:rPr>
        <w:t>école ne vous sert à rien et vous auriez perdu vos ronds de bras superflus sans moi</w:t>
      </w:r>
      <w:r w:rsidR="00462692" w:rsidRPr="00A4769E">
        <w:rPr>
          <w:szCs w:val="20"/>
        </w:rPr>
        <w:t xml:space="preserve">. </w:t>
      </w:r>
      <w:r w:rsidRPr="001B73FA">
        <w:rPr>
          <w:szCs w:val="20"/>
        </w:rPr>
        <w:t>Que voulez-vous que j</w:t>
      </w:r>
      <w:r w:rsidR="00462692" w:rsidRPr="00A4769E">
        <w:rPr>
          <w:szCs w:val="20"/>
        </w:rPr>
        <w:t>’</w:t>
      </w:r>
      <w:r w:rsidRPr="001B73FA">
        <w:rPr>
          <w:szCs w:val="20"/>
        </w:rPr>
        <w:t>ajoute à tout ça</w:t>
      </w:r>
      <w:r w:rsidR="00462692" w:rsidRPr="00A4769E">
        <w:rPr>
          <w:szCs w:val="20"/>
        </w:rPr>
        <w:t> ?</w:t>
      </w:r>
    </w:p>
    <w:p w14:paraId="3A859D63" w14:textId="7FEEBAE3" w:rsidR="002E1E4D" w:rsidRDefault="00462692" w:rsidP="001B73FA">
      <w:pPr>
        <w:rPr>
          <w:szCs w:val="20"/>
        </w:rPr>
      </w:pPr>
      <w:r w:rsidRPr="00A4769E">
        <w:rPr>
          <w:szCs w:val="20"/>
        </w:rPr>
        <w:t>— </w:t>
      </w:r>
      <w:r w:rsidR="001B73FA" w:rsidRPr="001B73FA">
        <w:rPr>
          <w:szCs w:val="20"/>
        </w:rPr>
        <w:t>Je ne suis pas venu à l</w:t>
      </w:r>
      <w:r w:rsidRPr="00A4769E">
        <w:rPr>
          <w:szCs w:val="20"/>
        </w:rPr>
        <w:t>’</w:t>
      </w:r>
      <w:r w:rsidR="001B73FA" w:rsidRPr="001B73FA">
        <w:rPr>
          <w:szCs w:val="20"/>
        </w:rPr>
        <w:t>école</w:t>
      </w:r>
      <w:r w:rsidRPr="00A4769E">
        <w:rPr>
          <w:szCs w:val="20"/>
        </w:rPr>
        <w:t xml:space="preserve">, </w:t>
      </w:r>
      <w:r w:rsidR="001B73FA" w:rsidRPr="001B73FA">
        <w:rPr>
          <w:szCs w:val="20"/>
        </w:rPr>
        <w:t>lui dit Angelo</w:t>
      </w:r>
      <w:r w:rsidRPr="00A4769E">
        <w:rPr>
          <w:szCs w:val="20"/>
        </w:rPr>
        <w:t xml:space="preserve">, </w:t>
      </w:r>
      <w:r w:rsidR="001B73FA" w:rsidRPr="001B73FA">
        <w:rPr>
          <w:szCs w:val="20"/>
        </w:rPr>
        <w:t>et ne voyez aucune fatuité dans ce que je viens de vous dire</w:t>
      </w:r>
      <w:r w:rsidRPr="00A4769E">
        <w:rPr>
          <w:szCs w:val="20"/>
        </w:rPr>
        <w:t xml:space="preserve">. </w:t>
      </w:r>
      <w:r w:rsidR="001B73FA" w:rsidRPr="001B73FA">
        <w:rPr>
          <w:szCs w:val="20"/>
        </w:rPr>
        <w:t>Ce dont vous m</w:t>
      </w:r>
      <w:r w:rsidRPr="00A4769E">
        <w:rPr>
          <w:szCs w:val="20"/>
        </w:rPr>
        <w:t>’</w:t>
      </w:r>
      <w:r w:rsidR="001B73FA" w:rsidRPr="001B73FA">
        <w:rPr>
          <w:szCs w:val="20"/>
        </w:rPr>
        <w:t>avez débarrassé m</w:t>
      </w:r>
      <w:r w:rsidRPr="00A4769E">
        <w:rPr>
          <w:szCs w:val="20"/>
        </w:rPr>
        <w:t>’</w:t>
      </w:r>
      <w:r w:rsidR="001B73FA" w:rsidRPr="001B73FA">
        <w:rPr>
          <w:szCs w:val="20"/>
        </w:rPr>
        <w:t>empêchait d</w:t>
      </w:r>
      <w:r w:rsidRPr="00A4769E">
        <w:rPr>
          <w:szCs w:val="20"/>
        </w:rPr>
        <w:t>’</w:t>
      </w:r>
      <w:r w:rsidR="001B73FA" w:rsidRPr="001B73FA">
        <w:rPr>
          <w:szCs w:val="20"/>
        </w:rPr>
        <w:t>avoir du style</w:t>
      </w:r>
      <w:r w:rsidRPr="00A4769E">
        <w:rPr>
          <w:szCs w:val="20"/>
        </w:rPr>
        <w:t xml:space="preserve">, </w:t>
      </w:r>
      <w:r w:rsidR="001B73FA" w:rsidRPr="001B73FA">
        <w:rPr>
          <w:szCs w:val="20"/>
        </w:rPr>
        <w:t>et ce que vous m</w:t>
      </w:r>
      <w:r w:rsidRPr="00A4769E">
        <w:rPr>
          <w:szCs w:val="20"/>
        </w:rPr>
        <w:t>’</w:t>
      </w:r>
      <w:r w:rsidR="001B73FA" w:rsidRPr="001B73FA">
        <w:rPr>
          <w:szCs w:val="20"/>
        </w:rPr>
        <w:t>avez appris me fait gagner une seconde sur deux dans tous mes gestes</w:t>
      </w:r>
      <w:r w:rsidRPr="00A4769E">
        <w:rPr>
          <w:szCs w:val="20"/>
        </w:rPr>
        <w:t xml:space="preserve">. </w:t>
      </w:r>
      <w:r w:rsidR="001B73FA" w:rsidRPr="001B73FA">
        <w:rPr>
          <w:szCs w:val="20"/>
        </w:rPr>
        <w:t>Vous voyez que votre école a été très utile</w:t>
      </w:r>
      <w:r w:rsidRPr="00A4769E">
        <w:rPr>
          <w:szCs w:val="20"/>
        </w:rPr>
        <w:t xml:space="preserve">. </w:t>
      </w:r>
      <w:r w:rsidR="001B73FA" w:rsidRPr="001B73FA">
        <w:rPr>
          <w:szCs w:val="20"/>
        </w:rPr>
        <w:t>Cependant</w:t>
      </w:r>
      <w:r w:rsidRPr="00A4769E">
        <w:rPr>
          <w:szCs w:val="20"/>
        </w:rPr>
        <w:t xml:space="preserve">, </w:t>
      </w:r>
      <w:r w:rsidR="001B73FA" w:rsidRPr="001B73FA">
        <w:rPr>
          <w:szCs w:val="20"/>
        </w:rPr>
        <w:t>je ne viens pas ici pour faire le joli c</w:t>
      </w:r>
      <w:r w:rsidRPr="00A4769E">
        <w:rPr>
          <w:szCs w:val="20"/>
        </w:rPr>
        <w:t>œ</w:t>
      </w:r>
      <w:r w:rsidR="001B73FA" w:rsidRPr="001B73FA">
        <w:rPr>
          <w:szCs w:val="20"/>
        </w:rPr>
        <w:t>ur</w:t>
      </w:r>
      <w:r w:rsidRPr="00A4769E">
        <w:rPr>
          <w:szCs w:val="20"/>
        </w:rPr>
        <w:t xml:space="preserve">, </w:t>
      </w:r>
      <w:r w:rsidR="001B73FA" w:rsidRPr="001B73FA">
        <w:rPr>
          <w:szCs w:val="20"/>
        </w:rPr>
        <w:t>ou pour boire du vin sur les tables des petits cafés champêtres qui sont dans les arbres devant votre porte</w:t>
      </w:r>
      <w:r w:rsidRPr="00A4769E">
        <w:rPr>
          <w:szCs w:val="20"/>
        </w:rPr>
        <w:t xml:space="preserve">, </w:t>
      </w:r>
      <w:r w:rsidR="001B73FA" w:rsidRPr="001B73FA">
        <w:rPr>
          <w:szCs w:val="20"/>
        </w:rPr>
        <w:t>et que je trouve fort sales et pleins de mauvaises odeurs</w:t>
      </w:r>
      <w:r w:rsidRPr="00A4769E">
        <w:rPr>
          <w:szCs w:val="20"/>
        </w:rPr>
        <w:t xml:space="preserve">. </w:t>
      </w:r>
      <w:r w:rsidR="001B73FA" w:rsidRPr="001B73FA">
        <w:rPr>
          <w:szCs w:val="20"/>
        </w:rPr>
        <w:t>Je tiens à continuer à faire au moins deux assauts par jour</w:t>
      </w:r>
      <w:r w:rsidRPr="00A4769E">
        <w:rPr>
          <w:szCs w:val="20"/>
        </w:rPr>
        <w:t xml:space="preserve">, </w:t>
      </w:r>
      <w:r w:rsidR="001B73FA" w:rsidRPr="001B73FA">
        <w:rPr>
          <w:szCs w:val="20"/>
        </w:rPr>
        <w:t>et j</w:t>
      </w:r>
      <w:r w:rsidRPr="00A4769E">
        <w:rPr>
          <w:szCs w:val="20"/>
        </w:rPr>
        <w:t>’</w:t>
      </w:r>
      <w:r w:rsidR="001B73FA" w:rsidRPr="001B73FA">
        <w:rPr>
          <w:szCs w:val="20"/>
        </w:rPr>
        <w:t>aimerais que vous les critiquiez soigneusement chaque fois</w:t>
      </w:r>
      <w:r w:rsidRPr="00A4769E">
        <w:rPr>
          <w:szCs w:val="20"/>
        </w:rPr>
        <w:t>. »</w:t>
      </w:r>
      <w:r w:rsidR="008F09B1">
        <w:rPr>
          <w:szCs w:val="20"/>
        </w:rPr>
        <w:t xml:space="preserve"> </w:t>
      </w:r>
      <w:r w:rsidRPr="00A4769E">
        <w:rPr>
          <w:szCs w:val="20"/>
        </w:rPr>
        <w:t>M. </w:t>
      </w:r>
      <w:proofErr w:type="spellStart"/>
      <w:r w:rsidR="001B73FA" w:rsidRPr="001B73FA">
        <w:rPr>
          <w:szCs w:val="20"/>
        </w:rPr>
        <w:t>Brisse</w:t>
      </w:r>
      <w:proofErr w:type="spellEnd"/>
      <w:r w:rsidR="001B73FA" w:rsidRPr="001B73FA">
        <w:rPr>
          <w:szCs w:val="20"/>
        </w:rPr>
        <w:t xml:space="preserve"> attira alors Angelo dans un coin</w:t>
      </w:r>
      <w:r w:rsidRPr="00A4769E">
        <w:rPr>
          <w:szCs w:val="20"/>
        </w:rPr>
        <w:t>. « </w:t>
      </w:r>
      <w:r w:rsidR="001B73FA" w:rsidRPr="001B73FA">
        <w:rPr>
          <w:szCs w:val="20"/>
        </w:rPr>
        <w:t>Dites-moi le fin mot de l</w:t>
      </w:r>
      <w:r w:rsidRPr="00A4769E">
        <w:rPr>
          <w:szCs w:val="20"/>
        </w:rPr>
        <w:t>’</w:t>
      </w:r>
      <w:r w:rsidR="001B73FA" w:rsidRPr="001B73FA">
        <w:rPr>
          <w:szCs w:val="20"/>
        </w:rPr>
        <w:t>histoire</w:t>
      </w:r>
      <w:r w:rsidRPr="00A4769E">
        <w:rPr>
          <w:szCs w:val="20"/>
        </w:rPr>
        <w:t xml:space="preserve"> », </w:t>
      </w:r>
      <w:r w:rsidR="001B73FA" w:rsidRPr="001B73FA">
        <w:rPr>
          <w:szCs w:val="20"/>
        </w:rPr>
        <w:t>lui demanda-t-il à voix basse</w:t>
      </w:r>
      <w:r w:rsidRPr="00A4769E">
        <w:rPr>
          <w:szCs w:val="20"/>
        </w:rPr>
        <w:t xml:space="preserve">. </w:t>
      </w:r>
      <w:r w:rsidR="001B73FA" w:rsidRPr="001B73FA">
        <w:rPr>
          <w:szCs w:val="20"/>
        </w:rPr>
        <w:t>Angelo mit longtemps à comprendre ce qu</w:t>
      </w:r>
      <w:r w:rsidRPr="00A4769E">
        <w:rPr>
          <w:szCs w:val="20"/>
        </w:rPr>
        <w:t>’</w:t>
      </w:r>
      <w:r w:rsidR="001B73FA" w:rsidRPr="001B73FA">
        <w:rPr>
          <w:szCs w:val="20"/>
        </w:rPr>
        <w:t>il voulait dire</w:t>
      </w:r>
      <w:r w:rsidRPr="00A4769E">
        <w:rPr>
          <w:szCs w:val="20"/>
        </w:rPr>
        <w:t xml:space="preserve"> : </w:t>
      </w:r>
      <w:r w:rsidR="001B73FA" w:rsidRPr="001B73FA">
        <w:rPr>
          <w:szCs w:val="20"/>
        </w:rPr>
        <w:t>cet homme croyait qu</w:t>
      </w:r>
      <w:r w:rsidRPr="00A4769E">
        <w:rPr>
          <w:szCs w:val="20"/>
        </w:rPr>
        <w:t>’</w:t>
      </w:r>
      <w:r w:rsidR="001B73FA" w:rsidRPr="001B73FA">
        <w:rPr>
          <w:szCs w:val="20"/>
        </w:rPr>
        <w:t>il préparait soigneusement une vengeance mortelle</w:t>
      </w:r>
      <w:r w:rsidRPr="00A4769E">
        <w:rPr>
          <w:szCs w:val="20"/>
        </w:rPr>
        <w:t>. « </w:t>
      </w:r>
      <w:r w:rsidR="001B73FA" w:rsidRPr="001B73FA">
        <w:rPr>
          <w:szCs w:val="20"/>
        </w:rPr>
        <w:t>Il n</w:t>
      </w:r>
      <w:r w:rsidRPr="00A4769E">
        <w:rPr>
          <w:szCs w:val="20"/>
        </w:rPr>
        <w:t>’</w:t>
      </w:r>
      <w:r w:rsidR="001B73FA" w:rsidRPr="001B73FA">
        <w:rPr>
          <w:szCs w:val="20"/>
        </w:rPr>
        <w:t>en est pas question</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je suis d</w:t>
      </w:r>
      <w:r w:rsidRPr="00A4769E">
        <w:rPr>
          <w:szCs w:val="20"/>
        </w:rPr>
        <w:t>’</w:t>
      </w:r>
      <w:r w:rsidR="001B73FA" w:rsidRPr="001B73FA">
        <w:rPr>
          <w:szCs w:val="20"/>
        </w:rPr>
        <w:t>humeur grave</w:t>
      </w:r>
      <w:r w:rsidRPr="00A4769E">
        <w:rPr>
          <w:szCs w:val="20"/>
        </w:rPr>
        <w:t xml:space="preserve">, </w:t>
      </w:r>
      <w:r w:rsidR="001B73FA" w:rsidRPr="001B73FA">
        <w:rPr>
          <w:szCs w:val="20"/>
        </w:rPr>
        <w:t>voilà tout</w:t>
      </w:r>
      <w:r w:rsidRPr="00A4769E">
        <w:rPr>
          <w:szCs w:val="20"/>
        </w:rPr>
        <w:t xml:space="preserve">, </w:t>
      </w:r>
      <w:r w:rsidR="001B73FA" w:rsidRPr="001B73FA">
        <w:rPr>
          <w:szCs w:val="20"/>
        </w:rPr>
        <w:t>vous ne me ferez jamais passer des après-midi à traîner sous les tonnelles</w:t>
      </w:r>
      <w:r w:rsidRPr="00A4769E">
        <w:rPr>
          <w:szCs w:val="20"/>
        </w:rPr>
        <w:t xml:space="preserve">, </w:t>
      </w:r>
      <w:r w:rsidR="001B73FA" w:rsidRPr="001B73FA">
        <w:rPr>
          <w:szCs w:val="20"/>
        </w:rPr>
        <w:t>ou à frapper du pied sur les planches comme un coq</w:t>
      </w:r>
      <w:r w:rsidRPr="00A4769E">
        <w:rPr>
          <w:szCs w:val="20"/>
        </w:rPr>
        <w:t xml:space="preserve">, </w:t>
      </w:r>
      <w:r w:rsidR="001B73FA" w:rsidRPr="001B73FA">
        <w:rPr>
          <w:szCs w:val="20"/>
        </w:rPr>
        <w:t>en froissant du fer pour donner le frisson aux dames</w:t>
      </w:r>
      <w:r w:rsidRPr="00A4769E">
        <w:rPr>
          <w:szCs w:val="20"/>
        </w:rPr>
        <w:t xml:space="preserve">. </w:t>
      </w:r>
      <w:r w:rsidR="001B73FA" w:rsidRPr="001B73FA">
        <w:rPr>
          <w:szCs w:val="20"/>
        </w:rPr>
        <w:t>Je viens ici pour occuper ma vie</w:t>
      </w:r>
      <w:r w:rsidRPr="00A4769E">
        <w:rPr>
          <w:szCs w:val="20"/>
        </w:rPr>
        <w:t xml:space="preserve"> : </w:t>
      </w:r>
      <w:r w:rsidR="001B73FA" w:rsidRPr="001B73FA">
        <w:rPr>
          <w:szCs w:val="20"/>
        </w:rPr>
        <w:t>je veux une occupation noble</w:t>
      </w:r>
      <w:r w:rsidRPr="00A4769E">
        <w:rPr>
          <w:szCs w:val="20"/>
        </w:rPr>
        <w:t xml:space="preserve"> ; </w:t>
      </w:r>
      <w:r w:rsidR="001B73FA" w:rsidRPr="001B73FA">
        <w:rPr>
          <w:szCs w:val="20"/>
        </w:rPr>
        <w:t>et je n</w:t>
      </w:r>
      <w:r w:rsidRPr="00A4769E">
        <w:rPr>
          <w:szCs w:val="20"/>
        </w:rPr>
        <w:t>’</w:t>
      </w:r>
      <w:r w:rsidR="001B73FA" w:rsidRPr="001B73FA">
        <w:rPr>
          <w:szCs w:val="20"/>
        </w:rPr>
        <w:t>en connais pas de plus noble que celle qui consiste à apprendre parfaitement l</w:t>
      </w:r>
      <w:r w:rsidRPr="00A4769E">
        <w:rPr>
          <w:szCs w:val="20"/>
        </w:rPr>
        <w:t>’</w:t>
      </w:r>
      <w:r w:rsidR="001B73FA" w:rsidRPr="001B73FA">
        <w:rPr>
          <w:szCs w:val="20"/>
        </w:rPr>
        <w:t>usage des armes</w:t>
      </w:r>
      <w:r w:rsidRPr="00A4769E">
        <w:rPr>
          <w:szCs w:val="20"/>
        </w:rPr>
        <w:t xml:space="preserve">, </w:t>
      </w:r>
      <w:r w:rsidR="001B73FA" w:rsidRPr="001B73FA">
        <w:rPr>
          <w:szCs w:val="20"/>
        </w:rPr>
        <w:t>puisque c</w:t>
      </w:r>
      <w:r w:rsidRPr="00A4769E">
        <w:rPr>
          <w:szCs w:val="20"/>
        </w:rPr>
        <w:t>’</w:t>
      </w:r>
      <w:r w:rsidR="001B73FA" w:rsidRPr="001B73FA">
        <w:rPr>
          <w:szCs w:val="20"/>
        </w:rPr>
        <w:t xml:space="preserve">est par cet usage que je suis le </w:t>
      </w:r>
      <w:r w:rsidR="001B73FA" w:rsidRPr="001B73FA">
        <w:rPr>
          <w:szCs w:val="20"/>
        </w:rPr>
        <w:lastRenderedPageBreak/>
        <w:t xml:space="preserve">maître de mon </w:t>
      </w:r>
      <w:r w:rsidR="002E1E4D">
        <w:rPr>
          <w:szCs w:val="20"/>
        </w:rPr>
        <w:t>h</w:t>
      </w:r>
      <w:r w:rsidR="001B73FA" w:rsidRPr="001B73FA">
        <w:rPr>
          <w:szCs w:val="20"/>
        </w:rPr>
        <w:t>on</w:t>
      </w:r>
      <w:r w:rsidR="002E1E4D">
        <w:rPr>
          <w:szCs w:val="20"/>
        </w:rPr>
        <w:t>n</w:t>
      </w:r>
      <w:r w:rsidR="001B73FA" w:rsidRPr="001B73FA">
        <w:rPr>
          <w:szCs w:val="20"/>
        </w:rPr>
        <w:t>eur</w:t>
      </w:r>
      <w:r w:rsidRPr="00A4769E">
        <w:rPr>
          <w:szCs w:val="20"/>
        </w:rPr>
        <w:t>.</w:t>
      </w:r>
      <w:r w:rsidR="001B73FA" w:rsidRPr="001B73FA">
        <w:rPr>
          <w:szCs w:val="20"/>
        </w:rPr>
        <w:t xml:space="preserve"> </w:t>
      </w:r>
      <w:r w:rsidR="002E1E4D">
        <w:rPr>
          <w:szCs w:val="20"/>
        </w:rPr>
        <w:t>(</w:t>
      </w:r>
      <w:r w:rsidR="001B73FA" w:rsidRPr="001B73FA">
        <w:rPr>
          <w:szCs w:val="20"/>
        </w:rPr>
        <w:t>Il parla plus de dix minutes très gravement sur ce sujet</w:t>
      </w:r>
      <w:r w:rsidRPr="00A4769E">
        <w:rPr>
          <w:szCs w:val="20"/>
        </w:rPr>
        <w:t>.</w:t>
      </w:r>
      <w:r w:rsidR="002E1E4D">
        <w:rPr>
          <w:szCs w:val="20"/>
        </w:rPr>
        <w:t>)</w:t>
      </w:r>
      <w:r w:rsidRPr="00A4769E">
        <w:rPr>
          <w:szCs w:val="20"/>
        </w:rPr>
        <w:t xml:space="preserve"> </w:t>
      </w:r>
      <w:r w:rsidR="002E1E4D" w:rsidRPr="00A4769E">
        <w:rPr>
          <w:szCs w:val="20"/>
        </w:rPr>
        <w:t>— </w:t>
      </w:r>
      <w:r w:rsidR="001B73FA" w:rsidRPr="001B73FA">
        <w:rPr>
          <w:szCs w:val="20"/>
        </w:rPr>
        <w:t>S</w:t>
      </w:r>
      <w:r w:rsidRPr="00A4769E">
        <w:rPr>
          <w:szCs w:val="20"/>
        </w:rPr>
        <w:t>’</w:t>
      </w:r>
      <w:r w:rsidR="001B73FA" w:rsidRPr="001B73FA">
        <w:rPr>
          <w:szCs w:val="20"/>
        </w:rPr>
        <w:t>il en est ainsi</w:t>
      </w:r>
      <w:r w:rsidRPr="00A4769E">
        <w:rPr>
          <w:szCs w:val="20"/>
        </w:rPr>
        <w:t xml:space="preserve">, </w:t>
      </w:r>
      <w:r w:rsidR="001B73FA" w:rsidRPr="001B73FA">
        <w:rPr>
          <w:szCs w:val="20"/>
        </w:rPr>
        <w:t xml:space="preserve">dit </w:t>
      </w:r>
      <w:r w:rsidRPr="00A4769E">
        <w:rPr>
          <w:szCs w:val="20"/>
        </w:rPr>
        <w:t>M. </w:t>
      </w:r>
      <w:r w:rsidR="001B73FA" w:rsidRPr="001B73FA">
        <w:rPr>
          <w:szCs w:val="20"/>
        </w:rPr>
        <w:t>Brisse</w:t>
      </w:r>
      <w:r w:rsidRPr="00A4769E">
        <w:rPr>
          <w:szCs w:val="20"/>
        </w:rPr>
        <w:t xml:space="preserve">, </w:t>
      </w:r>
      <w:r w:rsidR="001B73FA" w:rsidRPr="001B73FA">
        <w:rPr>
          <w:szCs w:val="20"/>
        </w:rPr>
        <w:t>j</w:t>
      </w:r>
      <w:r w:rsidRPr="00A4769E">
        <w:rPr>
          <w:szCs w:val="20"/>
        </w:rPr>
        <w:t>’</w:t>
      </w:r>
      <w:r w:rsidR="001B73FA" w:rsidRPr="001B73FA">
        <w:rPr>
          <w:szCs w:val="20"/>
        </w:rPr>
        <w:t>ai à vous apprendre encore beaucoup de choses</w:t>
      </w:r>
      <w:r w:rsidRPr="00A4769E">
        <w:rPr>
          <w:szCs w:val="20"/>
        </w:rPr>
        <w:t xml:space="preserve">. </w:t>
      </w:r>
      <w:r w:rsidR="001B73FA" w:rsidRPr="001B73FA">
        <w:rPr>
          <w:szCs w:val="20"/>
        </w:rPr>
        <w:t>Je ne fais pas voir à tout le monde tout ce que je sais</w:t>
      </w:r>
      <w:r w:rsidRPr="00A4769E">
        <w:rPr>
          <w:szCs w:val="20"/>
        </w:rPr>
        <w:t xml:space="preserve"> » ; </w:t>
      </w:r>
      <w:r w:rsidR="001B73FA" w:rsidRPr="001B73FA">
        <w:rPr>
          <w:szCs w:val="20"/>
        </w:rPr>
        <w:t>et il entra dans des explications qui passionnèrent Angelo</w:t>
      </w:r>
      <w:r w:rsidRPr="00A4769E">
        <w:rPr>
          <w:szCs w:val="20"/>
        </w:rPr>
        <w:t>. « </w:t>
      </w:r>
      <w:r w:rsidR="001B73FA" w:rsidRPr="001B73FA">
        <w:rPr>
          <w:szCs w:val="20"/>
        </w:rPr>
        <w:t>Je vais vous mener dur</w:t>
      </w:r>
      <w:r w:rsidRPr="00A4769E">
        <w:rPr>
          <w:szCs w:val="20"/>
        </w:rPr>
        <w:t xml:space="preserve">, </w:t>
      </w:r>
      <w:r w:rsidR="001B73FA" w:rsidRPr="001B73FA">
        <w:rPr>
          <w:szCs w:val="20"/>
        </w:rPr>
        <w:t>lui dit-il</w:t>
      </w:r>
      <w:r w:rsidRPr="00A4769E">
        <w:rPr>
          <w:szCs w:val="20"/>
        </w:rPr>
        <w:t xml:space="preserve">. </w:t>
      </w:r>
      <w:r w:rsidR="001B73FA" w:rsidRPr="001B73FA">
        <w:rPr>
          <w:szCs w:val="20"/>
        </w:rPr>
        <w:t>Je ferai chaque jour deux assauts avec vous</w:t>
      </w:r>
      <w:r w:rsidRPr="00A4769E">
        <w:rPr>
          <w:szCs w:val="20"/>
        </w:rPr>
        <w:t xml:space="preserve">, </w:t>
      </w:r>
      <w:r w:rsidR="001B73FA" w:rsidRPr="001B73FA">
        <w:rPr>
          <w:szCs w:val="20"/>
        </w:rPr>
        <w:t>mais chaque fois je vous pousserai à fond</w:t>
      </w:r>
      <w:r w:rsidRPr="00A4769E">
        <w:rPr>
          <w:szCs w:val="20"/>
        </w:rPr>
        <w:t xml:space="preserve">. </w:t>
      </w:r>
      <w:r w:rsidR="001B73FA" w:rsidRPr="001B73FA">
        <w:rPr>
          <w:szCs w:val="20"/>
        </w:rPr>
        <w:t>Gardez toutes vos forces pour me résister</w:t>
      </w:r>
      <w:r w:rsidRPr="00A4769E">
        <w:rPr>
          <w:szCs w:val="20"/>
        </w:rPr>
        <w:t xml:space="preserve">. </w:t>
      </w:r>
      <w:r w:rsidR="001B73FA" w:rsidRPr="001B73FA">
        <w:rPr>
          <w:szCs w:val="20"/>
        </w:rPr>
        <w:t>Et c</w:t>
      </w:r>
      <w:r w:rsidRPr="00A4769E">
        <w:rPr>
          <w:szCs w:val="20"/>
        </w:rPr>
        <w:t>’</w:t>
      </w:r>
      <w:r w:rsidR="001B73FA" w:rsidRPr="001B73FA">
        <w:rPr>
          <w:szCs w:val="20"/>
        </w:rPr>
        <w:t>est pour ces moments-là qu</w:t>
      </w:r>
      <w:r w:rsidRPr="00A4769E">
        <w:rPr>
          <w:szCs w:val="20"/>
        </w:rPr>
        <w:t>’</w:t>
      </w:r>
      <w:r w:rsidR="001B73FA" w:rsidRPr="001B73FA">
        <w:rPr>
          <w:szCs w:val="20"/>
        </w:rPr>
        <w:t>il faudra réserver ces inventions naturelles qui surgissent dans vos bras</w:t>
      </w:r>
      <w:r w:rsidRPr="00A4769E">
        <w:rPr>
          <w:szCs w:val="20"/>
        </w:rPr>
        <w:t xml:space="preserve">, </w:t>
      </w:r>
      <w:r w:rsidR="001B73FA" w:rsidRPr="001B73FA">
        <w:rPr>
          <w:szCs w:val="20"/>
        </w:rPr>
        <w:t>et font de vous l</w:t>
      </w:r>
      <w:r w:rsidRPr="00A4769E">
        <w:rPr>
          <w:szCs w:val="20"/>
        </w:rPr>
        <w:t>’</w:t>
      </w:r>
      <w:r w:rsidR="001B73FA" w:rsidRPr="001B73FA">
        <w:rPr>
          <w:szCs w:val="20"/>
        </w:rPr>
        <w:t>homme le mieux doué que j</w:t>
      </w:r>
      <w:r w:rsidRPr="00A4769E">
        <w:rPr>
          <w:szCs w:val="20"/>
        </w:rPr>
        <w:t>’</w:t>
      </w:r>
      <w:r w:rsidR="001B73FA" w:rsidRPr="001B73FA">
        <w:rPr>
          <w:szCs w:val="20"/>
        </w:rPr>
        <w:t>aie jamais connu</w:t>
      </w:r>
      <w:r w:rsidRPr="00A4769E">
        <w:rPr>
          <w:szCs w:val="20"/>
        </w:rPr>
        <w:t>. »</w:t>
      </w:r>
    </w:p>
    <w:p w14:paraId="32F3BE6D" w14:textId="77777777" w:rsidR="001B73FA" w:rsidRPr="001B73FA" w:rsidRDefault="00462692" w:rsidP="001B73FA">
      <w:pPr>
        <w:rPr>
          <w:szCs w:val="20"/>
        </w:rPr>
      </w:pPr>
      <w:r w:rsidRPr="00A4769E">
        <w:rPr>
          <w:szCs w:val="20"/>
        </w:rPr>
        <w:t>M. </w:t>
      </w:r>
      <w:proofErr w:type="spellStart"/>
      <w:r w:rsidR="001B73FA" w:rsidRPr="001B73FA">
        <w:rPr>
          <w:szCs w:val="20"/>
        </w:rPr>
        <w:t>Brisse</w:t>
      </w:r>
      <w:proofErr w:type="spellEnd"/>
      <w:r w:rsidR="001B73FA" w:rsidRPr="001B73FA">
        <w:rPr>
          <w:szCs w:val="20"/>
        </w:rPr>
        <w:t xml:space="preserve"> vit tout de suite le parti qu</w:t>
      </w:r>
      <w:r w:rsidRPr="00A4769E">
        <w:rPr>
          <w:szCs w:val="20"/>
        </w:rPr>
        <w:t>’</w:t>
      </w:r>
      <w:r w:rsidR="001B73FA" w:rsidRPr="001B73FA">
        <w:rPr>
          <w:szCs w:val="20"/>
        </w:rPr>
        <w:t>il pouvait tirer de ces leçons exceptionnelles</w:t>
      </w:r>
      <w:r w:rsidRPr="00A4769E">
        <w:rPr>
          <w:szCs w:val="20"/>
        </w:rPr>
        <w:t xml:space="preserve">. </w:t>
      </w:r>
      <w:r w:rsidR="001B73FA" w:rsidRPr="001B73FA">
        <w:rPr>
          <w:szCs w:val="20"/>
        </w:rPr>
        <w:t>Il les donna avec un certain apparat</w:t>
      </w:r>
      <w:r w:rsidRPr="00A4769E">
        <w:rPr>
          <w:szCs w:val="20"/>
        </w:rPr>
        <w:t xml:space="preserve">. </w:t>
      </w:r>
      <w:r w:rsidR="001B73FA" w:rsidRPr="001B73FA">
        <w:rPr>
          <w:szCs w:val="20"/>
        </w:rPr>
        <w:t>Il ne s</w:t>
      </w:r>
      <w:r w:rsidRPr="00A4769E">
        <w:rPr>
          <w:szCs w:val="20"/>
        </w:rPr>
        <w:t>’</w:t>
      </w:r>
      <w:r w:rsidR="001B73FA" w:rsidRPr="001B73FA">
        <w:rPr>
          <w:szCs w:val="20"/>
        </w:rPr>
        <w:t>était pas trompé sur la fougue qu</w:t>
      </w:r>
      <w:r w:rsidRPr="00A4769E">
        <w:rPr>
          <w:szCs w:val="20"/>
        </w:rPr>
        <w:t>’</w:t>
      </w:r>
      <w:r w:rsidR="001B73FA" w:rsidRPr="001B73FA">
        <w:rPr>
          <w:szCs w:val="20"/>
        </w:rPr>
        <w:t>y déploierait Angelo</w:t>
      </w:r>
      <w:r w:rsidRPr="00A4769E">
        <w:rPr>
          <w:szCs w:val="20"/>
        </w:rPr>
        <w:t xml:space="preserve">. </w:t>
      </w:r>
      <w:r w:rsidR="001B73FA" w:rsidRPr="001B73FA">
        <w:rPr>
          <w:szCs w:val="20"/>
        </w:rPr>
        <w:t>Celui-ci s</w:t>
      </w:r>
      <w:r w:rsidRPr="00A4769E">
        <w:rPr>
          <w:szCs w:val="20"/>
        </w:rPr>
        <w:t>’</w:t>
      </w:r>
      <w:r w:rsidR="001B73FA" w:rsidRPr="001B73FA">
        <w:rPr>
          <w:szCs w:val="20"/>
        </w:rPr>
        <w:t>y délivrait librement de tout l</w:t>
      </w:r>
      <w:r w:rsidRPr="00A4769E">
        <w:rPr>
          <w:szCs w:val="20"/>
        </w:rPr>
        <w:t>’</w:t>
      </w:r>
      <w:r w:rsidR="001B73FA" w:rsidRPr="001B73FA">
        <w:rPr>
          <w:szCs w:val="20"/>
        </w:rPr>
        <w:t>ennui de la petite ville</w:t>
      </w:r>
      <w:r w:rsidRPr="00A4769E">
        <w:rPr>
          <w:szCs w:val="20"/>
        </w:rPr>
        <w:t xml:space="preserve">. </w:t>
      </w:r>
      <w:r w:rsidR="001B73FA" w:rsidRPr="001B73FA">
        <w:rPr>
          <w:szCs w:val="20"/>
        </w:rPr>
        <w:t>Malgré la clientèle des officiers de Bugeaud</w:t>
      </w:r>
      <w:r w:rsidRPr="00A4769E">
        <w:rPr>
          <w:szCs w:val="20"/>
        </w:rPr>
        <w:t xml:space="preserve">, </w:t>
      </w:r>
      <w:r w:rsidR="001B73FA" w:rsidRPr="001B73FA">
        <w:rPr>
          <w:szCs w:val="20"/>
        </w:rPr>
        <w:t>il ne se donnait au Prytanée du Cengle que de médiocres tournois de fleuret</w:t>
      </w:r>
      <w:r w:rsidRPr="00A4769E">
        <w:rPr>
          <w:szCs w:val="20"/>
        </w:rPr>
        <w:t xml:space="preserve">. </w:t>
      </w:r>
      <w:r w:rsidR="001B73FA" w:rsidRPr="001B73FA">
        <w:rPr>
          <w:szCs w:val="20"/>
        </w:rPr>
        <w:t>Ces messieurs ne venaient là que pour se dégourdir les jambes</w:t>
      </w:r>
      <w:r w:rsidRPr="00A4769E">
        <w:rPr>
          <w:szCs w:val="20"/>
        </w:rPr>
        <w:t xml:space="preserve">, </w:t>
      </w:r>
      <w:r w:rsidR="001B73FA" w:rsidRPr="001B73FA">
        <w:rPr>
          <w:szCs w:val="20"/>
        </w:rPr>
        <w:t>ou pour donner un prétexte plausible aux innombrables rendez-vous galants qu</w:t>
      </w:r>
      <w:r w:rsidRPr="00A4769E">
        <w:rPr>
          <w:szCs w:val="20"/>
        </w:rPr>
        <w:t>’</w:t>
      </w:r>
      <w:r w:rsidR="001B73FA" w:rsidRPr="001B73FA">
        <w:rPr>
          <w:szCs w:val="20"/>
        </w:rPr>
        <w:t>abritaient les guinguettes</w:t>
      </w:r>
      <w:r w:rsidRPr="00A4769E">
        <w:rPr>
          <w:szCs w:val="20"/>
        </w:rPr>
        <w:t xml:space="preserve">, </w:t>
      </w:r>
      <w:r w:rsidR="001B73FA" w:rsidRPr="001B73FA">
        <w:rPr>
          <w:szCs w:val="20"/>
        </w:rPr>
        <w:t>et même les fourrés des grands bois de pins des environs</w:t>
      </w:r>
      <w:r w:rsidRPr="00A4769E">
        <w:rPr>
          <w:szCs w:val="20"/>
        </w:rPr>
        <w:t xml:space="preserve">. </w:t>
      </w:r>
      <w:r w:rsidR="001B73FA" w:rsidRPr="001B73FA">
        <w:rPr>
          <w:szCs w:val="20"/>
        </w:rPr>
        <w:t>L</w:t>
      </w:r>
      <w:r w:rsidRPr="00A4769E">
        <w:rPr>
          <w:szCs w:val="20"/>
        </w:rPr>
        <w:t>’</w:t>
      </w:r>
      <w:r w:rsidR="001B73FA" w:rsidRPr="001B73FA">
        <w:rPr>
          <w:szCs w:val="20"/>
        </w:rPr>
        <w:t>escrime au sabre de cavalerie était bien en dehors des désirs de jeunes hommes</w:t>
      </w:r>
      <w:r w:rsidRPr="00A4769E">
        <w:rPr>
          <w:szCs w:val="20"/>
        </w:rPr>
        <w:t xml:space="preserve">, </w:t>
      </w:r>
      <w:r w:rsidR="001B73FA" w:rsidRPr="001B73FA">
        <w:rPr>
          <w:szCs w:val="20"/>
        </w:rPr>
        <w:t>abondamment pourvus par ailleurs de passés et d</w:t>
      </w:r>
      <w:r w:rsidRPr="00A4769E">
        <w:rPr>
          <w:szCs w:val="20"/>
        </w:rPr>
        <w:t>’</w:t>
      </w:r>
      <w:r w:rsidR="001B73FA" w:rsidRPr="001B73FA">
        <w:rPr>
          <w:szCs w:val="20"/>
        </w:rPr>
        <w:t>avenirs pathétiques</w:t>
      </w:r>
      <w:r w:rsidRPr="00A4769E">
        <w:rPr>
          <w:szCs w:val="20"/>
        </w:rPr>
        <w:t>. « </w:t>
      </w:r>
      <w:r w:rsidR="001B73FA" w:rsidRPr="001B73FA">
        <w:rPr>
          <w:szCs w:val="20"/>
        </w:rPr>
        <w:t>Que fait cette grande flamberge</w:t>
      </w:r>
      <w:r w:rsidRPr="00A4769E">
        <w:rPr>
          <w:szCs w:val="20"/>
        </w:rPr>
        <w:t xml:space="preserve">, </w:t>
      </w:r>
      <w:r w:rsidR="001B73FA" w:rsidRPr="001B73FA">
        <w:rPr>
          <w:szCs w:val="20"/>
        </w:rPr>
        <w:t>se disaient-ils</w:t>
      </w:r>
      <w:r w:rsidRPr="00A4769E">
        <w:rPr>
          <w:szCs w:val="20"/>
        </w:rPr>
        <w:t xml:space="preserve">, </w:t>
      </w:r>
      <w:r w:rsidR="001B73FA" w:rsidRPr="001B73FA">
        <w:rPr>
          <w:szCs w:val="20"/>
        </w:rPr>
        <w:t>avec ce sabre qu</w:t>
      </w:r>
      <w:r w:rsidRPr="00A4769E">
        <w:rPr>
          <w:szCs w:val="20"/>
        </w:rPr>
        <w:t>’</w:t>
      </w:r>
      <w:r w:rsidR="001B73FA" w:rsidRPr="001B73FA">
        <w:rPr>
          <w:szCs w:val="20"/>
        </w:rPr>
        <w:t>elle tient d</w:t>
      </w:r>
      <w:r w:rsidRPr="00A4769E">
        <w:rPr>
          <w:szCs w:val="20"/>
        </w:rPr>
        <w:t>’</w:t>
      </w:r>
      <w:r w:rsidR="001B73FA" w:rsidRPr="001B73FA">
        <w:rPr>
          <w:szCs w:val="20"/>
        </w:rPr>
        <w:t>ailleurs admirablement</w:t>
      </w:r>
      <w:r w:rsidRPr="00A4769E">
        <w:rPr>
          <w:szCs w:val="20"/>
        </w:rPr>
        <w:t xml:space="preserve"> ? </w:t>
      </w:r>
      <w:r w:rsidR="001B73FA" w:rsidRPr="001B73FA">
        <w:rPr>
          <w:szCs w:val="20"/>
        </w:rPr>
        <w:t>Si ce grand jeune homme veut nous épater</w:t>
      </w:r>
      <w:r w:rsidRPr="00A4769E">
        <w:rPr>
          <w:szCs w:val="20"/>
        </w:rPr>
        <w:t xml:space="preserve">, </w:t>
      </w:r>
      <w:r w:rsidR="001B73FA" w:rsidRPr="001B73FA">
        <w:rPr>
          <w:szCs w:val="20"/>
        </w:rPr>
        <w:t>il n</w:t>
      </w:r>
      <w:r w:rsidRPr="00A4769E">
        <w:rPr>
          <w:szCs w:val="20"/>
        </w:rPr>
        <w:t>’</w:t>
      </w:r>
      <w:r w:rsidR="001B73FA" w:rsidRPr="001B73FA">
        <w:rPr>
          <w:szCs w:val="20"/>
        </w:rPr>
        <w:t>a qu</w:t>
      </w:r>
      <w:r w:rsidRPr="00A4769E">
        <w:rPr>
          <w:szCs w:val="20"/>
        </w:rPr>
        <w:t>’</w:t>
      </w:r>
      <w:r w:rsidR="001B73FA" w:rsidRPr="001B73FA">
        <w:rPr>
          <w:szCs w:val="20"/>
        </w:rPr>
        <w:t xml:space="preserve">à venir chercher </w:t>
      </w:r>
      <w:proofErr w:type="spellStart"/>
      <w:r w:rsidR="001B73FA" w:rsidRPr="001B73FA">
        <w:rPr>
          <w:szCs w:val="20"/>
        </w:rPr>
        <w:t>Abd</w:t>
      </w:r>
      <w:r w:rsidR="002264F0" w:rsidRPr="00A4769E">
        <w:rPr>
          <w:szCs w:val="20"/>
        </w:rPr>
        <w:t>-</w:t>
      </w:r>
      <w:r w:rsidR="001B73FA" w:rsidRPr="001B73FA">
        <w:rPr>
          <w:szCs w:val="20"/>
        </w:rPr>
        <w:t>el-Kader</w:t>
      </w:r>
      <w:proofErr w:type="spellEnd"/>
      <w:r w:rsidR="001B73FA" w:rsidRPr="001B73FA">
        <w:rPr>
          <w:szCs w:val="20"/>
        </w:rPr>
        <w:t xml:space="preserve"> avec nous</w:t>
      </w:r>
      <w:r w:rsidRPr="00A4769E">
        <w:rPr>
          <w:szCs w:val="20"/>
        </w:rPr>
        <w:t>.</w:t>
      </w:r>
      <w:r w:rsidRPr="00A4769E">
        <w:rPr>
          <w:szCs w:val="20"/>
        </w:rPr>
        <w:t> »</w:t>
      </w:r>
    </w:p>
    <w:p w14:paraId="4BDD1ECF" w14:textId="77777777" w:rsidR="00462692" w:rsidRPr="00A4769E" w:rsidRDefault="001B73FA" w:rsidP="001B73FA">
      <w:pPr>
        <w:rPr>
          <w:szCs w:val="20"/>
        </w:rPr>
      </w:pPr>
      <w:r w:rsidRPr="001B73FA">
        <w:rPr>
          <w:szCs w:val="20"/>
        </w:rPr>
        <w:t>Angelo ne vivait plus que pour ses deux assauts quotidiens</w:t>
      </w:r>
      <w:r w:rsidR="00462692" w:rsidRPr="00A4769E">
        <w:rPr>
          <w:szCs w:val="20"/>
        </w:rPr>
        <w:t xml:space="preserve"> : </w:t>
      </w:r>
      <w:r w:rsidRPr="001B73FA">
        <w:rPr>
          <w:szCs w:val="20"/>
        </w:rPr>
        <w:t>il en rêvait la nuit</w:t>
      </w:r>
      <w:r w:rsidR="00462692" w:rsidRPr="00A4769E">
        <w:rPr>
          <w:szCs w:val="20"/>
        </w:rPr>
        <w:t xml:space="preserve">, </w:t>
      </w:r>
      <w:r w:rsidRPr="001B73FA">
        <w:rPr>
          <w:szCs w:val="20"/>
        </w:rPr>
        <w:t>passait son temps à éliminer des habitudes de son corps la moindre possibilité de faute</w:t>
      </w:r>
      <w:r w:rsidR="00462692" w:rsidRPr="00A4769E">
        <w:rPr>
          <w:szCs w:val="20"/>
        </w:rPr>
        <w:t xml:space="preserve">, </w:t>
      </w:r>
      <w:r w:rsidRPr="001B73FA">
        <w:rPr>
          <w:szCs w:val="20"/>
        </w:rPr>
        <w:t>ne s</w:t>
      </w:r>
      <w:r w:rsidR="00462692" w:rsidRPr="00A4769E">
        <w:rPr>
          <w:szCs w:val="20"/>
        </w:rPr>
        <w:t>’</w:t>
      </w:r>
      <w:r w:rsidRPr="001B73FA">
        <w:rPr>
          <w:szCs w:val="20"/>
        </w:rPr>
        <w:t>ennuyait plus</w:t>
      </w:r>
      <w:r w:rsidR="00462692" w:rsidRPr="00A4769E">
        <w:rPr>
          <w:szCs w:val="20"/>
        </w:rPr>
        <w:t xml:space="preserve">, </w:t>
      </w:r>
      <w:r w:rsidRPr="001B73FA">
        <w:rPr>
          <w:szCs w:val="20"/>
        </w:rPr>
        <w:t xml:space="preserve">et regardait le petit sachet contenant le </w:t>
      </w:r>
      <w:r w:rsidRPr="001B73FA">
        <w:rPr>
          <w:szCs w:val="20"/>
        </w:rPr>
        <w:lastRenderedPageBreak/>
        <w:t>mouchoir parfumé avec un grand contentement de lui-même</w:t>
      </w:r>
      <w:r w:rsidR="00462692" w:rsidRPr="00A4769E">
        <w:rPr>
          <w:szCs w:val="20"/>
        </w:rPr>
        <w:t xml:space="preserve">. </w:t>
      </w:r>
      <w:r w:rsidRPr="001B73FA">
        <w:rPr>
          <w:szCs w:val="20"/>
        </w:rPr>
        <w:t>Au bout de quelque temps</w:t>
      </w:r>
      <w:r w:rsidR="00462692" w:rsidRPr="00A4769E">
        <w:rPr>
          <w:szCs w:val="20"/>
        </w:rPr>
        <w:t>, M. </w:t>
      </w:r>
      <w:r w:rsidRPr="001B73FA">
        <w:rPr>
          <w:szCs w:val="20"/>
        </w:rPr>
        <w:t>Brisse devint également passionné</w:t>
      </w:r>
      <w:r w:rsidR="00462692" w:rsidRPr="00A4769E">
        <w:rPr>
          <w:szCs w:val="20"/>
        </w:rPr>
        <w:t xml:space="preserve">, </w:t>
      </w:r>
      <w:r w:rsidRPr="001B73FA">
        <w:rPr>
          <w:szCs w:val="20"/>
        </w:rPr>
        <w:t>malgré lui</w:t>
      </w:r>
      <w:r w:rsidR="00462692" w:rsidRPr="00A4769E">
        <w:rPr>
          <w:szCs w:val="20"/>
        </w:rPr>
        <w:t xml:space="preserve">, </w:t>
      </w:r>
      <w:r w:rsidRPr="001B73FA">
        <w:rPr>
          <w:szCs w:val="20"/>
        </w:rPr>
        <w:t>par l</w:t>
      </w:r>
      <w:r w:rsidR="00462692" w:rsidRPr="00A4769E">
        <w:rPr>
          <w:szCs w:val="20"/>
        </w:rPr>
        <w:t>’</w:t>
      </w:r>
      <w:r w:rsidRPr="001B73FA">
        <w:rPr>
          <w:szCs w:val="20"/>
        </w:rPr>
        <w:t>habileté prodigieuse qui lui était opposée</w:t>
      </w:r>
      <w:r w:rsidR="00462692" w:rsidRPr="00A4769E">
        <w:rPr>
          <w:szCs w:val="20"/>
        </w:rPr>
        <w:t xml:space="preserve">. </w:t>
      </w:r>
      <w:r w:rsidRPr="001B73FA">
        <w:rPr>
          <w:szCs w:val="20"/>
        </w:rPr>
        <w:t>Les assauts devinrent des spectacles recherchés dont on commença à parler en ville</w:t>
      </w:r>
      <w:r w:rsidR="00462692" w:rsidRPr="00A4769E">
        <w:rPr>
          <w:szCs w:val="20"/>
        </w:rPr>
        <w:t xml:space="preserve">. </w:t>
      </w:r>
      <w:r w:rsidRPr="001B73FA">
        <w:rPr>
          <w:szCs w:val="20"/>
        </w:rPr>
        <w:t>Angelo arrivait au Prytanée vers les quatre heures de l</w:t>
      </w:r>
      <w:r w:rsidR="00462692" w:rsidRPr="00A4769E">
        <w:rPr>
          <w:szCs w:val="20"/>
        </w:rPr>
        <w:t>’</w:t>
      </w:r>
      <w:r w:rsidRPr="001B73FA">
        <w:rPr>
          <w:szCs w:val="20"/>
        </w:rPr>
        <w:t>après-midi</w:t>
      </w:r>
      <w:r w:rsidR="00462692" w:rsidRPr="00A4769E">
        <w:rPr>
          <w:szCs w:val="20"/>
        </w:rPr>
        <w:t xml:space="preserve"> ; </w:t>
      </w:r>
      <w:r w:rsidRPr="001B73FA">
        <w:rPr>
          <w:szCs w:val="20"/>
        </w:rPr>
        <w:t>à partir de trois heures</w:t>
      </w:r>
      <w:r w:rsidR="00462692" w:rsidRPr="00A4769E">
        <w:rPr>
          <w:szCs w:val="20"/>
        </w:rPr>
        <w:t xml:space="preserve">, </w:t>
      </w:r>
      <w:r w:rsidRPr="001B73FA">
        <w:rPr>
          <w:szCs w:val="20"/>
        </w:rPr>
        <w:t>la plupart des officiers et des dames quittaient les tonnelles et venaient s</w:t>
      </w:r>
      <w:r w:rsidR="00462692" w:rsidRPr="00A4769E">
        <w:rPr>
          <w:szCs w:val="20"/>
        </w:rPr>
        <w:t>’</w:t>
      </w:r>
      <w:r w:rsidRPr="001B73FA">
        <w:rPr>
          <w:szCs w:val="20"/>
        </w:rPr>
        <w:t>asseoir près des planches</w:t>
      </w:r>
      <w:r w:rsidR="00462692" w:rsidRPr="00A4769E">
        <w:rPr>
          <w:szCs w:val="20"/>
        </w:rPr>
        <w:t xml:space="preserve">, </w:t>
      </w:r>
      <w:r w:rsidRPr="001B73FA">
        <w:rPr>
          <w:szCs w:val="20"/>
        </w:rPr>
        <w:t>pour être bien placés</w:t>
      </w:r>
      <w:r w:rsidR="00462692" w:rsidRPr="00A4769E">
        <w:rPr>
          <w:szCs w:val="20"/>
        </w:rPr>
        <w:t xml:space="preserve">. </w:t>
      </w:r>
      <w:r w:rsidRPr="001B73FA">
        <w:rPr>
          <w:szCs w:val="20"/>
        </w:rPr>
        <w:t>Sous les plastrons rembourrés et le casque de grillage</w:t>
      </w:r>
      <w:r w:rsidR="00462692" w:rsidRPr="00A4769E">
        <w:rPr>
          <w:szCs w:val="20"/>
        </w:rPr>
        <w:t xml:space="preserve">, </w:t>
      </w:r>
      <w:r w:rsidRPr="001B73FA">
        <w:rPr>
          <w:szCs w:val="20"/>
        </w:rPr>
        <w:t>Angelo gardait très grand air</w:t>
      </w:r>
      <w:r w:rsidR="00462692" w:rsidRPr="00A4769E">
        <w:rPr>
          <w:szCs w:val="20"/>
        </w:rPr>
        <w:t xml:space="preserve">. </w:t>
      </w:r>
      <w:r w:rsidRPr="001B73FA">
        <w:rPr>
          <w:szCs w:val="20"/>
        </w:rPr>
        <w:t>Ses immenses jambes et ses bras maigres</w:t>
      </w:r>
      <w:r w:rsidR="00462692" w:rsidRPr="00A4769E">
        <w:rPr>
          <w:szCs w:val="20"/>
        </w:rPr>
        <w:t xml:space="preserve">, </w:t>
      </w:r>
      <w:r w:rsidRPr="001B73FA">
        <w:rPr>
          <w:szCs w:val="20"/>
        </w:rPr>
        <w:t>mais bien développés</w:t>
      </w:r>
      <w:r w:rsidR="00462692" w:rsidRPr="00A4769E">
        <w:rPr>
          <w:szCs w:val="20"/>
        </w:rPr>
        <w:t xml:space="preserve">, </w:t>
      </w:r>
      <w:r w:rsidRPr="001B73FA">
        <w:rPr>
          <w:szCs w:val="20"/>
        </w:rPr>
        <w:t>donnaient une allonge impressionnante à son arme</w:t>
      </w:r>
      <w:r w:rsidR="00462692" w:rsidRPr="00A4769E">
        <w:rPr>
          <w:szCs w:val="20"/>
        </w:rPr>
        <w:t>. M. </w:t>
      </w:r>
      <w:r w:rsidRPr="001B73FA">
        <w:rPr>
          <w:szCs w:val="20"/>
        </w:rPr>
        <w:t>Brisse était souvent obligé de sauter désespérément de côté</w:t>
      </w:r>
      <w:r w:rsidR="00462692" w:rsidRPr="00A4769E">
        <w:rPr>
          <w:szCs w:val="20"/>
        </w:rPr>
        <w:t xml:space="preserve">, </w:t>
      </w:r>
      <w:r w:rsidRPr="001B73FA">
        <w:rPr>
          <w:szCs w:val="20"/>
        </w:rPr>
        <w:t>puis en arrière</w:t>
      </w:r>
      <w:r w:rsidR="00462692" w:rsidRPr="00A4769E">
        <w:rPr>
          <w:szCs w:val="20"/>
        </w:rPr>
        <w:t xml:space="preserve">, </w:t>
      </w:r>
      <w:r w:rsidRPr="001B73FA">
        <w:rPr>
          <w:szCs w:val="20"/>
        </w:rPr>
        <w:t>comme un singe fouetté</w:t>
      </w:r>
      <w:r w:rsidR="00462692" w:rsidRPr="00A4769E">
        <w:rPr>
          <w:szCs w:val="20"/>
        </w:rPr>
        <w:t xml:space="preserve"> ; </w:t>
      </w:r>
      <w:r w:rsidRPr="001B73FA">
        <w:rPr>
          <w:szCs w:val="20"/>
        </w:rPr>
        <w:t>il sortait de ces rencontres essoufflé et couvert de sueur</w:t>
      </w:r>
      <w:r w:rsidR="00462692" w:rsidRPr="00A4769E">
        <w:rPr>
          <w:szCs w:val="20"/>
        </w:rPr>
        <w:t>.</w:t>
      </w:r>
    </w:p>
    <w:p w14:paraId="7CF3C26A" w14:textId="77777777" w:rsidR="00462692" w:rsidRPr="00A4769E" w:rsidRDefault="001B73FA" w:rsidP="001B73FA">
      <w:pPr>
        <w:rPr>
          <w:szCs w:val="20"/>
        </w:rPr>
      </w:pPr>
      <w:r w:rsidRPr="001B73FA">
        <w:rPr>
          <w:szCs w:val="20"/>
        </w:rPr>
        <w:t>Débarrassé de ses plastrons</w:t>
      </w:r>
      <w:r w:rsidR="00462692" w:rsidRPr="00A4769E">
        <w:rPr>
          <w:szCs w:val="20"/>
        </w:rPr>
        <w:t xml:space="preserve">, </w:t>
      </w:r>
      <w:r w:rsidRPr="001B73FA">
        <w:rPr>
          <w:szCs w:val="20"/>
        </w:rPr>
        <w:t>Angelo revêtait alors le petit dolman de toile fine qu</w:t>
      </w:r>
      <w:r w:rsidR="00462692" w:rsidRPr="00A4769E">
        <w:rPr>
          <w:szCs w:val="20"/>
        </w:rPr>
        <w:t>’</w:t>
      </w:r>
      <w:r w:rsidRPr="001B73FA">
        <w:rPr>
          <w:szCs w:val="20"/>
        </w:rPr>
        <w:t>il avait fait très bien couper pour ces cérémonies et</w:t>
      </w:r>
      <w:r w:rsidR="00462692" w:rsidRPr="00A4769E">
        <w:rPr>
          <w:szCs w:val="20"/>
        </w:rPr>
        <w:t xml:space="preserve">, </w:t>
      </w:r>
      <w:r w:rsidRPr="001B73FA">
        <w:rPr>
          <w:szCs w:val="20"/>
        </w:rPr>
        <w:t>tête nue</w:t>
      </w:r>
      <w:r w:rsidR="00462692" w:rsidRPr="00A4769E">
        <w:rPr>
          <w:szCs w:val="20"/>
        </w:rPr>
        <w:t xml:space="preserve">, </w:t>
      </w:r>
      <w:r w:rsidRPr="001B73FA">
        <w:rPr>
          <w:szCs w:val="20"/>
        </w:rPr>
        <w:t>il galopait seul jusqu</w:t>
      </w:r>
      <w:r w:rsidR="00462692" w:rsidRPr="00A4769E">
        <w:rPr>
          <w:szCs w:val="20"/>
        </w:rPr>
        <w:t>’</w:t>
      </w:r>
      <w:r w:rsidRPr="001B73FA">
        <w:rPr>
          <w:szCs w:val="20"/>
        </w:rPr>
        <w:t>à des bois de pins qui</w:t>
      </w:r>
      <w:r w:rsidR="00462692" w:rsidRPr="00A4769E">
        <w:rPr>
          <w:szCs w:val="20"/>
        </w:rPr>
        <w:t xml:space="preserve">, </w:t>
      </w:r>
      <w:r w:rsidRPr="001B73FA">
        <w:rPr>
          <w:szCs w:val="20"/>
        </w:rPr>
        <w:t>à deux lieues de là</w:t>
      </w:r>
      <w:r w:rsidR="00462692" w:rsidRPr="00A4769E">
        <w:rPr>
          <w:szCs w:val="20"/>
        </w:rPr>
        <w:t xml:space="preserve">, </w:t>
      </w:r>
      <w:r w:rsidRPr="001B73FA">
        <w:rPr>
          <w:szCs w:val="20"/>
        </w:rPr>
        <w:t>bleuissaient de petites collines</w:t>
      </w:r>
      <w:r w:rsidR="00462692" w:rsidRPr="00A4769E">
        <w:rPr>
          <w:szCs w:val="20"/>
        </w:rPr>
        <w:t xml:space="preserve">. </w:t>
      </w:r>
      <w:r w:rsidRPr="001B73FA">
        <w:rPr>
          <w:szCs w:val="20"/>
        </w:rPr>
        <w:t>Il s</w:t>
      </w:r>
      <w:r w:rsidR="00462692" w:rsidRPr="00A4769E">
        <w:rPr>
          <w:szCs w:val="20"/>
        </w:rPr>
        <w:t>’</w:t>
      </w:r>
      <w:r w:rsidRPr="001B73FA">
        <w:rPr>
          <w:szCs w:val="20"/>
        </w:rPr>
        <w:t>en allait ensuite à l</w:t>
      </w:r>
      <w:r w:rsidR="00462692" w:rsidRPr="00A4769E">
        <w:rPr>
          <w:szCs w:val="20"/>
        </w:rPr>
        <w:t>’</w:t>
      </w:r>
      <w:r w:rsidRPr="001B73FA">
        <w:rPr>
          <w:szCs w:val="20"/>
        </w:rPr>
        <w:t xml:space="preserve">aventure dans des sous-bois </w:t>
      </w:r>
      <w:r w:rsidR="00462692" w:rsidRPr="00A4769E">
        <w:rPr>
          <w:szCs w:val="20"/>
        </w:rPr>
        <w:t>moel</w:t>
      </w:r>
      <w:r w:rsidRPr="001B73FA">
        <w:rPr>
          <w:szCs w:val="20"/>
        </w:rPr>
        <w:t>leux et propres où les pas de son cheval ne faisaient pas de bruit</w:t>
      </w:r>
      <w:r w:rsidR="00462692" w:rsidRPr="00A4769E">
        <w:rPr>
          <w:szCs w:val="20"/>
        </w:rPr>
        <w:t xml:space="preserve">. </w:t>
      </w:r>
      <w:r w:rsidRPr="001B73FA">
        <w:rPr>
          <w:szCs w:val="20"/>
        </w:rPr>
        <w:t>Quelquefois il se baignait dans un petit ruisseau</w:t>
      </w:r>
      <w:r w:rsidR="00462692" w:rsidRPr="00A4769E">
        <w:rPr>
          <w:szCs w:val="20"/>
        </w:rPr>
        <w:t xml:space="preserve">. </w:t>
      </w:r>
      <w:r w:rsidRPr="001B73FA">
        <w:rPr>
          <w:szCs w:val="20"/>
        </w:rPr>
        <w:t>Toutes les dames déploraient sa sauvagerie</w:t>
      </w:r>
      <w:r w:rsidR="00462692" w:rsidRPr="00A4769E">
        <w:rPr>
          <w:szCs w:val="20"/>
        </w:rPr>
        <w:t>.</w:t>
      </w:r>
    </w:p>
    <w:p w14:paraId="2E7646D5" w14:textId="77777777" w:rsidR="00462692" w:rsidRPr="00A4769E" w:rsidRDefault="001B73FA" w:rsidP="001B73FA">
      <w:pPr>
        <w:rPr>
          <w:szCs w:val="20"/>
        </w:rPr>
      </w:pPr>
      <w:r w:rsidRPr="001B73FA">
        <w:rPr>
          <w:szCs w:val="20"/>
        </w:rPr>
        <w:t>Un soir</w:t>
      </w:r>
      <w:r w:rsidR="00462692" w:rsidRPr="00A4769E">
        <w:rPr>
          <w:szCs w:val="20"/>
        </w:rPr>
        <w:t xml:space="preserve">, </w:t>
      </w:r>
      <w:r w:rsidRPr="001B73FA">
        <w:rPr>
          <w:szCs w:val="20"/>
        </w:rPr>
        <w:t>dans une rue près de chez lui</w:t>
      </w:r>
      <w:r w:rsidR="00462692" w:rsidRPr="00A4769E">
        <w:rPr>
          <w:szCs w:val="20"/>
        </w:rPr>
        <w:t xml:space="preserve">, </w:t>
      </w:r>
      <w:r w:rsidRPr="001B73FA">
        <w:rPr>
          <w:szCs w:val="20"/>
        </w:rPr>
        <w:t>il fut de nouveau accosté par l</w:t>
      </w:r>
      <w:r w:rsidR="00462692" w:rsidRPr="00A4769E">
        <w:rPr>
          <w:szCs w:val="20"/>
        </w:rPr>
        <w:t>’</w:t>
      </w:r>
      <w:r w:rsidRPr="001B73FA">
        <w:rPr>
          <w:szCs w:val="20"/>
        </w:rPr>
        <w:t>ivrogne qui parlait piémontais</w:t>
      </w:r>
      <w:r w:rsidR="00462692" w:rsidRPr="00A4769E">
        <w:rPr>
          <w:szCs w:val="20"/>
        </w:rPr>
        <w:t>. « </w:t>
      </w:r>
      <w:r w:rsidRPr="001B73FA">
        <w:rPr>
          <w:szCs w:val="20"/>
        </w:rPr>
        <w:t>Fais deux pas avec moi dans l</w:t>
      </w:r>
      <w:r w:rsidR="00462692" w:rsidRPr="00A4769E">
        <w:rPr>
          <w:szCs w:val="20"/>
        </w:rPr>
        <w:t>’</w:t>
      </w:r>
      <w:r w:rsidRPr="001B73FA">
        <w:rPr>
          <w:szCs w:val="20"/>
        </w:rPr>
        <w:t>ombre</w:t>
      </w:r>
      <w:r w:rsidR="00462692" w:rsidRPr="00A4769E">
        <w:rPr>
          <w:szCs w:val="20"/>
        </w:rPr>
        <w:t xml:space="preserve"> », </w:t>
      </w:r>
      <w:r w:rsidRPr="001B73FA">
        <w:rPr>
          <w:szCs w:val="20"/>
        </w:rPr>
        <w:t>lui dit ensuite cet homme</w:t>
      </w:r>
      <w:r w:rsidR="00462692" w:rsidRPr="00A4769E">
        <w:rPr>
          <w:szCs w:val="20"/>
        </w:rPr>
        <w:t xml:space="preserve">, </w:t>
      </w:r>
      <w:r w:rsidRPr="001B73FA">
        <w:rPr>
          <w:szCs w:val="20"/>
        </w:rPr>
        <w:t>d</w:t>
      </w:r>
      <w:r w:rsidR="00462692" w:rsidRPr="00A4769E">
        <w:rPr>
          <w:szCs w:val="20"/>
        </w:rPr>
        <w:t>’</w:t>
      </w:r>
      <w:r w:rsidRPr="001B73FA">
        <w:rPr>
          <w:szCs w:val="20"/>
        </w:rPr>
        <w:t>une voix calme</w:t>
      </w:r>
      <w:r w:rsidR="00462692" w:rsidRPr="00A4769E">
        <w:rPr>
          <w:szCs w:val="20"/>
        </w:rPr>
        <w:t xml:space="preserve">. </w:t>
      </w:r>
      <w:r w:rsidRPr="001B73FA">
        <w:rPr>
          <w:szCs w:val="20"/>
        </w:rPr>
        <w:t>Ils entrèrent sous un passage en voûte qui aboutissait à des greniers</w:t>
      </w:r>
      <w:r w:rsidR="00462692" w:rsidRPr="00A4769E">
        <w:rPr>
          <w:szCs w:val="20"/>
        </w:rPr>
        <w:t>. « </w:t>
      </w:r>
      <w:r w:rsidRPr="001B73FA">
        <w:rPr>
          <w:szCs w:val="20"/>
        </w:rPr>
        <w:t>Nous savons tout ce que tu fais</w:t>
      </w:r>
      <w:r w:rsidR="00462692" w:rsidRPr="00A4769E">
        <w:rPr>
          <w:szCs w:val="20"/>
        </w:rPr>
        <w:t xml:space="preserve">, </w:t>
      </w:r>
      <w:r w:rsidRPr="001B73FA">
        <w:rPr>
          <w:szCs w:val="20"/>
        </w:rPr>
        <w:t>poursuivit-il à voix basse</w:t>
      </w:r>
      <w:r w:rsidR="00462692" w:rsidRPr="00A4769E">
        <w:rPr>
          <w:szCs w:val="20"/>
        </w:rPr>
        <w:t xml:space="preserve">. </w:t>
      </w:r>
      <w:r w:rsidRPr="001B73FA">
        <w:rPr>
          <w:szCs w:val="20"/>
        </w:rPr>
        <w:t>Tu as sans doute de grands projets que tu ne veux confier à personne</w:t>
      </w:r>
      <w:r w:rsidR="00462692" w:rsidRPr="00A4769E">
        <w:rPr>
          <w:szCs w:val="20"/>
        </w:rPr>
        <w:t xml:space="preserve">, </w:t>
      </w:r>
      <w:r w:rsidRPr="001B73FA">
        <w:rPr>
          <w:szCs w:val="20"/>
        </w:rPr>
        <w:t>et tu as raison</w:t>
      </w:r>
      <w:r w:rsidR="00462692" w:rsidRPr="00A4769E">
        <w:rPr>
          <w:szCs w:val="20"/>
        </w:rPr>
        <w:t xml:space="preserve">, </w:t>
      </w:r>
      <w:r w:rsidRPr="001B73FA">
        <w:rPr>
          <w:szCs w:val="20"/>
        </w:rPr>
        <w:t>bien que nous soyons sûrs</w:t>
      </w:r>
      <w:r w:rsidR="00462692" w:rsidRPr="00A4769E">
        <w:rPr>
          <w:szCs w:val="20"/>
        </w:rPr>
        <w:t xml:space="preserve">. </w:t>
      </w:r>
      <w:r w:rsidRPr="001B73FA">
        <w:rPr>
          <w:szCs w:val="20"/>
        </w:rPr>
        <w:t>Je suis venu te dire que</w:t>
      </w:r>
      <w:r w:rsidR="00462692" w:rsidRPr="00A4769E">
        <w:rPr>
          <w:szCs w:val="20"/>
        </w:rPr>
        <w:t xml:space="preserve">, </w:t>
      </w:r>
      <w:r w:rsidRPr="001B73FA">
        <w:rPr>
          <w:szCs w:val="20"/>
        </w:rPr>
        <w:t>quoi qu</w:t>
      </w:r>
      <w:r w:rsidR="00462692" w:rsidRPr="00A4769E">
        <w:rPr>
          <w:szCs w:val="20"/>
        </w:rPr>
        <w:t>’</w:t>
      </w:r>
      <w:r w:rsidRPr="001B73FA">
        <w:rPr>
          <w:szCs w:val="20"/>
        </w:rPr>
        <w:t>il arrive</w:t>
      </w:r>
      <w:r w:rsidR="00462692" w:rsidRPr="00A4769E">
        <w:rPr>
          <w:szCs w:val="20"/>
        </w:rPr>
        <w:t xml:space="preserve">, </w:t>
      </w:r>
      <w:r w:rsidRPr="001B73FA">
        <w:rPr>
          <w:szCs w:val="20"/>
        </w:rPr>
        <w:t>tu peux compter sur nous</w:t>
      </w:r>
      <w:r w:rsidR="00462692" w:rsidRPr="00A4769E">
        <w:rPr>
          <w:szCs w:val="20"/>
        </w:rPr>
        <w:t>. »« </w:t>
      </w:r>
      <w:r w:rsidRPr="001B73FA">
        <w:rPr>
          <w:szCs w:val="20"/>
        </w:rPr>
        <w:t>Il est inutile de les détromper</w:t>
      </w:r>
      <w:r w:rsidR="00462692" w:rsidRPr="00A4769E">
        <w:rPr>
          <w:szCs w:val="20"/>
        </w:rPr>
        <w:t xml:space="preserve">, </w:t>
      </w:r>
      <w:r w:rsidRPr="001B73FA">
        <w:rPr>
          <w:szCs w:val="20"/>
        </w:rPr>
        <w:lastRenderedPageBreak/>
        <w:t>se dit Angelo</w:t>
      </w:r>
      <w:r w:rsidR="00462692" w:rsidRPr="00A4769E">
        <w:rPr>
          <w:szCs w:val="20"/>
        </w:rPr>
        <w:t xml:space="preserve">, </w:t>
      </w:r>
      <w:r w:rsidRPr="001B73FA">
        <w:rPr>
          <w:szCs w:val="20"/>
        </w:rPr>
        <w:t>puisque de toute façon</w:t>
      </w:r>
      <w:r w:rsidR="00462692" w:rsidRPr="00A4769E">
        <w:rPr>
          <w:szCs w:val="20"/>
        </w:rPr>
        <w:t xml:space="preserve">, </w:t>
      </w:r>
      <w:r w:rsidRPr="001B73FA">
        <w:rPr>
          <w:szCs w:val="20"/>
        </w:rPr>
        <w:t>s</w:t>
      </w:r>
      <w:r w:rsidR="00462692" w:rsidRPr="00A4769E">
        <w:rPr>
          <w:szCs w:val="20"/>
        </w:rPr>
        <w:t>’</w:t>
      </w:r>
      <w:r w:rsidRPr="001B73FA">
        <w:rPr>
          <w:szCs w:val="20"/>
        </w:rPr>
        <w:t>il fallait de nouveau donner des coups de sabre pour eux</w:t>
      </w:r>
      <w:r w:rsidR="00462692" w:rsidRPr="00A4769E">
        <w:rPr>
          <w:szCs w:val="20"/>
        </w:rPr>
        <w:t xml:space="preserve">, </w:t>
      </w:r>
      <w:r w:rsidRPr="001B73FA">
        <w:rPr>
          <w:szCs w:val="20"/>
        </w:rPr>
        <w:t>je les donnerais</w:t>
      </w:r>
      <w:r w:rsidR="00462692" w:rsidRPr="00A4769E">
        <w:rPr>
          <w:szCs w:val="20"/>
        </w:rPr>
        <w:t xml:space="preserve">. </w:t>
      </w:r>
      <w:r w:rsidRPr="001B73FA">
        <w:rPr>
          <w:szCs w:val="20"/>
        </w:rPr>
        <w:t>Qu</w:t>
      </w:r>
      <w:r w:rsidR="00462692" w:rsidRPr="00A4769E">
        <w:rPr>
          <w:szCs w:val="20"/>
        </w:rPr>
        <w:t>’</w:t>
      </w:r>
      <w:r w:rsidRPr="001B73FA">
        <w:rPr>
          <w:szCs w:val="20"/>
        </w:rPr>
        <w:t>ils me laissent vivre à ma guise</w:t>
      </w:r>
      <w:r w:rsidR="00462692" w:rsidRPr="00A4769E">
        <w:rPr>
          <w:szCs w:val="20"/>
        </w:rPr>
        <w:t xml:space="preserve">. </w:t>
      </w:r>
      <w:r w:rsidRPr="001B73FA">
        <w:rPr>
          <w:szCs w:val="20"/>
        </w:rPr>
        <w:t>Les gestes essentiels des révolutions ne sont jamais faits par ceux qui y pensent toute leur vie</w:t>
      </w:r>
      <w:r w:rsidR="00462692" w:rsidRPr="00A4769E">
        <w:rPr>
          <w:szCs w:val="20"/>
        </w:rPr>
        <w:t xml:space="preserve">. </w:t>
      </w:r>
      <w:r w:rsidRPr="001B73FA">
        <w:rPr>
          <w:szCs w:val="20"/>
        </w:rPr>
        <w:t>Il y faut un désintéressement qu</w:t>
      </w:r>
      <w:r w:rsidR="00462692" w:rsidRPr="00A4769E">
        <w:rPr>
          <w:szCs w:val="20"/>
        </w:rPr>
        <w:t>’</w:t>
      </w:r>
      <w:r w:rsidRPr="001B73FA">
        <w:rPr>
          <w:szCs w:val="20"/>
        </w:rPr>
        <w:t>ils n</w:t>
      </w:r>
      <w:r w:rsidR="00462692" w:rsidRPr="00A4769E">
        <w:rPr>
          <w:szCs w:val="20"/>
        </w:rPr>
        <w:t>’</w:t>
      </w:r>
      <w:r w:rsidRPr="001B73FA">
        <w:rPr>
          <w:szCs w:val="20"/>
        </w:rPr>
        <w:t>ont plus</w:t>
      </w:r>
      <w:r w:rsidR="00462692" w:rsidRPr="00A4769E">
        <w:rPr>
          <w:szCs w:val="20"/>
        </w:rPr>
        <w:t xml:space="preserve">. </w:t>
      </w:r>
      <w:r w:rsidRPr="001B73FA">
        <w:rPr>
          <w:szCs w:val="20"/>
        </w:rPr>
        <w:t>Et moi</w:t>
      </w:r>
      <w:r w:rsidR="00462692" w:rsidRPr="00A4769E">
        <w:rPr>
          <w:szCs w:val="20"/>
        </w:rPr>
        <w:t xml:space="preserve">, </w:t>
      </w:r>
      <w:r w:rsidRPr="001B73FA">
        <w:rPr>
          <w:szCs w:val="20"/>
        </w:rPr>
        <w:t>rien ne m</w:t>
      </w:r>
      <w:r w:rsidR="00462692" w:rsidRPr="00A4769E">
        <w:rPr>
          <w:szCs w:val="20"/>
        </w:rPr>
        <w:t>’</w:t>
      </w:r>
      <w:r w:rsidRPr="001B73FA">
        <w:rPr>
          <w:szCs w:val="20"/>
        </w:rPr>
        <w:t>intéresse</w:t>
      </w:r>
      <w:r w:rsidR="00462692" w:rsidRPr="00A4769E">
        <w:rPr>
          <w:szCs w:val="20"/>
        </w:rPr>
        <w:t>. »</w:t>
      </w:r>
      <w:r w:rsidRPr="001B73FA">
        <w:rPr>
          <w:szCs w:val="20"/>
        </w:rPr>
        <w:t xml:space="preserve"> Il remercia chaleureusement l</w:t>
      </w:r>
      <w:r w:rsidR="00462692" w:rsidRPr="00A4769E">
        <w:rPr>
          <w:szCs w:val="20"/>
        </w:rPr>
        <w:t>’</w:t>
      </w:r>
      <w:r w:rsidRPr="001B73FA">
        <w:rPr>
          <w:szCs w:val="20"/>
        </w:rPr>
        <w:t>homme</w:t>
      </w:r>
      <w:r w:rsidR="00462692" w:rsidRPr="00A4769E">
        <w:rPr>
          <w:szCs w:val="20"/>
        </w:rPr>
        <w:t xml:space="preserve">, </w:t>
      </w:r>
      <w:r w:rsidRPr="001B73FA">
        <w:rPr>
          <w:szCs w:val="20"/>
        </w:rPr>
        <w:t>qui ne le quitta qu</w:t>
      </w:r>
      <w:r w:rsidR="00462692" w:rsidRPr="00A4769E">
        <w:rPr>
          <w:szCs w:val="20"/>
        </w:rPr>
        <w:t>’</w:t>
      </w:r>
      <w:r w:rsidRPr="001B73FA">
        <w:rPr>
          <w:szCs w:val="20"/>
        </w:rPr>
        <w:t>après avoir tracé affectueusement avec le pouce un signe de croix sur son c</w:t>
      </w:r>
      <w:r w:rsidR="00462692" w:rsidRPr="00A4769E">
        <w:rPr>
          <w:szCs w:val="20"/>
        </w:rPr>
        <w:t>œ</w:t>
      </w:r>
      <w:r w:rsidRPr="001B73FA">
        <w:rPr>
          <w:szCs w:val="20"/>
        </w:rPr>
        <w:t>ur</w:t>
      </w:r>
      <w:r w:rsidR="00462692" w:rsidRPr="00A4769E">
        <w:rPr>
          <w:szCs w:val="20"/>
        </w:rPr>
        <w:t>.</w:t>
      </w:r>
    </w:p>
    <w:p w14:paraId="0A8829A1" w14:textId="77777777" w:rsidR="00462692" w:rsidRPr="00A4769E" w:rsidRDefault="00462692" w:rsidP="001B73FA">
      <w:pPr>
        <w:rPr>
          <w:szCs w:val="20"/>
        </w:rPr>
      </w:pPr>
      <w:r w:rsidRPr="00A4769E">
        <w:rPr>
          <w:szCs w:val="20"/>
        </w:rPr>
        <w:t>« </w:t>
      </w:r>
      <w:r w:rsidR="001B73FA" w:rsidRPr="001B73FA">
        <w:rPr>
          <w:szCs w:val="20"/>
        </w:rPr>
        <w:t>Vous devez être content</w:t>
      </w:r>
      <w:r w:rsidRPr="00A4769E">
        <w:rPr>
          <w:szCs w:val="20"/>
        </w:rPr>
        <w:t xml:space="preserve">, </w:t>
      </w:r>
      <w:r w:rsidR="001B73FA" w:rsidRPr="001B73FA">
        <w:rPr>
          <w:szCs w:val="20"/>
        </w:rPr>
        <w:t>lui dit le vicaire général</w:t>
      </w:r>
      <w:r w:rsidRPr="00A4769E">
        <w:rPr>
          <w:szCs w:val="20"/>
        </w:rPr>
        <w:t xml:space="preserve">. </w:t>
      </w:r>
      <w:r w:rsidR="001B73FA" w:rsidRPr="001B73FA">
        <w:rPr>
          <w:szCs w:val="20"/>
        </w:rPr>
        <w:t>Vous n</w:t>
      </w:r>
      <w:r w:rsidRPr="00A4769E">
        <w:rPr>
          <w:szCs w:val="20"/>
        </w:rPr>
        <w:t>’</w:t>
      </w:r>
      <w:r w:rsidR="001B73FA" w:rsidRPr="001B73FA">
        <w:rPr>
          <w:szCs w:val="20"/>
        </w:rPr>
        <w:t>allez pas me dire maintenant que vous ignorez l</w:t>
      </w:r>
      <w:r w:rsidRPr="00A4769E">
        <w:rPr>
          <w:szCs w:val="20"/>
        </w:rPr>
        <w:t>’</w:t>
      </w:r>
      <w:r w:rsidR="001B73FA" w:rsidRPr="001B73FA">
        <w:rPr>
          <w:szCs w:val="20"/>
        </w:rPr>
        <w:t>intérêt que tout le monde vous porte</w:t>
      </w:r>
      <w:r w:rsidRPr="00A4769E">
        <w:rPr>
          <w:szCs w:val="20"/>
        </w:rPr>
        <w:t> ?</w:t>
      </w:r>
    </w:p>
    <w:p w14:paraId="24B1CD92" w14:textId="69EF6E51" w:rsidR="00462692" w:rsidRPr="00A4769E" w:rsidRDefault="00462692" w:rsidP="001B73FA">
      <w:pPr>
        <w:rPr>
          <w:szCs w:val="20"/>
        </w:rPr>
      </w:pPr>
      <w:r w:rsidRPr="00A4769E">
        <w:rPr>
          <w:szCs w:val="20"/>
        </w:rPr>
        <w:t>— </w:t>
      </w:r>
      <w:r w:rsidR="001B73FA" w:rsidRPr="001B73FA">
        <w:rPr>
          <w:szCs w:val="20"/>
        </w:rPr>
        <w:t>Je vois</w:t>
      </w:r>
      <w:r w:rsidRPr="00A4769E">
        <w:rPr>
          <w:szCs w:val="20"/>
        </w:rPr>
        <w:t xml:space="preserve">, </w:t>
      </w:r>
      <w:r w:rsidR="001B73FA" w:rsidRPr="001B73FA">
        <w:rPr>
          <w:szCs w:val="20"/>
        </w:rPr>
        <w:t>en effet</w:t>
      </w:r>
      <w:r w:rsidRPr="00A4769E">
        <w:rPr>
          <w:szCs w:val="20"/>
        </w:rPr>
        <w:t xml:space="preserve">, </w:t>
      </w:r>
      <w:r w:rsidR="001B73FA" w:rsidRPr="001B73FA">
        <w:rPr>
          <w:szCs w:val="20"/>
        </w:rPr>
        <w:t>beaucoup de monde</w:t>
      </w:r>
      <w:r w:rsidRPr="00A4769E">
        <w:rPr>
          <w:szCs w:val="20"/>
        </w:rPr>
        <w:t xml:space="preserve">, </w:t>
      </w:r>
      <w:r w:rsidR="001B73FA" w:rsidRPr="001B73FA">
        <w:rPr>
          <w:szCs w:val="20"/>
        </w:rPr>
        <w:t>lui répondit Angelo</w:t>
      </w:r>
      <w:r w:rsidRPr="00A4769E">
        <w:rPr>
          <w:szCs w:val="20"/>
        </w:rPr>
        <w:t xml:space="preserve">, </w:t>
      </w:r>
      <w:r w:rsidR="001B73FA" w:rsidRPr="001B73FA">
        <w:rPr>
          <w:szCs w:val="20"/>
        </w:rPr>
        <w:t>et j</w:t>
      </w:r>
      <w:r w:rsidRPr="00A4769E">
        <w:rPr>
          <w:szCs w:val="20"/>
        </w:rPr>
        <w:t>’</w:t>
      </w:r>
      <w:r w:rsidR="001B73FA" w:rsidRPr="001B73FA">
        <w:rPr>
          <w:szCs w:val="20"/>
        </w:rPr>
        <w:t>ai dit deux ou trois paroles à tout ce qui compte dans Aix</w:t>
      </w:r>
      <w:r w:rsidRPr="00A4769E">
        <w:rPr>
          <w:szCs w:val="20"/>
        </w:rPr>
        <w:t xml:space="preserve">, </w:t>
      </w:r>
      <w:r w:rsidR="001B73FA" w:rsidRPr="001B73FA">
        <w:rPr>
          <w:szCs w:val="20"/>
        </w:rPr>
        <w:t>si c</w:t>
      </w:r>
      <w:r w:rsidRPr="00A4769E">
        <w:rPr>
          <w:szCs w:val="20"/>
        </w:rPr>
        <w:t>’</w:t>
      </w:r>
      <w:r w:rsidR="001B73FA" w:rsidRPr="001B73FA">
        <w:rPr>
          <w:szCs w:val="20"/>
        </w:rPr>
        <w:t>est ce que vous voulez dire</w:t>
      </w:r>
      <w:r w:rsidRPr="00A4769E">
        <w:rPr>
          <w:szCs w:val="20"/>
        </w:rPr>
        <w:t xml:space="preserve">, </w:t>
      </w:r>
      <w:r w:rsidR="001B73FA" w:rsidRPr="001B73FA">
        <w:rPr>
          <w:szCs w:val="20"/>
        </w:rPr>
        <w:t>mais je n</w:t>
      </w:r>
      <w:r w:rsidRPr="00A4769E">
        <w:rPr>
          <w:szCs w:val="20"/>
        </w:rPr>
        <w:t>’</w:t>
      </w:r>
      <w:r w:rsidR="001B73FA" w:rsidRPr="001B73FA">
        <w:rPr>
          <w:szCs w:val="20"/>
        </w:rPr>
        <w:t>ai pas d</w:t>
      </w:r>
      <w:r w:rsidRPr="00A4769E">
        <w:rPr>
          <w:szCs w:val="20"/>
        </w:rPr>
        <w:t>’</w:t>
      </w:r>
      <w:r w:rsidR="001B73FA" w:rsidRPr="001B73FA">
        <w:rPr>
          <w:szCs w:val="20"/>
        </w:rPr>
        <w:t>amis</w:t>
      </w:r>
      <w:r w:rsidRPr="00A4769E">
        <w:rPr>
          <w:szCs w:val="20"/>
        </w:rPr>
        <w:t xml:space="preserve">. </w:t>
      </w:r>
      <w:r w:rsidR="001B73FA" w:rsidRPr="001B73FA">
        <w:rPr>
          <w:szCs w:val="20"/>
        </w:rPr>
        <w:t>Il est vrai que vous me suffisez</w:t>
      </w:r>
      <w:r w:rsidRPr="00A4769E">
        <w:rPr>
          <w:szCs w:val="20"/>
        </w:rPr>
        <w:t xml:space="preserve">. </w:t>
      </w:r>
      <w:r w:rsidR="001B73FA" w:rsidRPr="001B73FA">
        <w:rPr>
          <w:szCs w:val="20"/>
        </w:rPr>
        <w:t>Pourvu que vous consentiez toujours à ce que je vienne ainsi vous importuner et troubler votre studieuse retraite</w:t>
      </w:r>
      <w:r w:rsidRPr="00A4769E">
        <w:rPr>
          <w:szCs w:val="20"/>
        </w:rPr>
        <w:t xml:space="preserve">, </w:t>
      </w:r>
      <w:r w:rsidR="001B73FA" w:rsidRPr="001B73FA">
        <w:rPr>
          <w:szCs w:val="20"/>
        </w:rPr>
        <w:t>je m</w:t>
      </w:r>
      <w:r w:rsidRPr="00A4769E">
        <w:rPr>
          <w:szCs w:val="20"/>
        </w:rPr>
        <w:t>’</w:t>
      </w:r>
      <w:r w:rsidR="001B73FA" w:rsidRPr="001B73FA">
        <w:rPr>
          <w:szCs w:val="20"/>
        </w:rPr>
        <w:t>estime le plus fortuné des hommes</w:t>
      </w:r>
      <w:r w:rsidRPr="00A4769E">
        <w:rPr>
          <w:szCs w:val="20"/>
        </w:rPr>
        <w:t>. »</w:t>
      </w:r>
      <w:r w:rsidR="001B73FA" w:rsidRPr="001B73FA">
        <w:rPr>
          <w:szCs w:val="20"/>
        </w:rPr>
        <w:t xml:space="preserve"> Il fit une très jolie déclaration d</w:t>
      </w:r>
      <w:r w:rsidRPr="00A4769E">
        <w:rPr>
          <w:szCs w:val="20"/>
        </w:rPr>
        <w:t>’</w:t>
      </w:r>
      <w:r w:rsidR="001B73FA" w:rsidRPr="001B73FA">
        <w:rPr>
          <w:szCs w:val="20"/>
        </w:rPr>
        <w:t>amour au vicaire et croisa les jambes d</w:t>
      </w:r>
      <w:r w:rsidRPr="00A4769E">
        <w:rPr>
          <w:szCs w:val="20"/>
        </w:rPr>
        <w:t>’</w:t>
      </w:r>
      <w:r w:rsidR="001B73FA" w:rsidRPr="001B73FA">
        <w:rPr>
          <w:szCs w:val="20"/>
        </w:rPr>
        <w:t>un air accablé</w:t>
      </w:r>
      <w:r w:rsidRPr="00A4769E">
        <w:rPr>
          <w:szCs w:val="20"/>
        </w:rPr>
        <w:t>.</w:t>
      </w:r>
    </w:p>
    <w:p w14:paraId="542829D6" w14:textId="77777777" w:rsidR="00462692" w:rsidRPr="00A4769E" w:rsidRDefault="00462692" w:rsidP="001B73FA">
      <w:pPr>
        <w:rPr>
          <w:szCs w:val="20"/>
        </w:rPr>
      </w:pPr>
      <w:r w:rsidRPr="00A4769E">
        <w:rPr>
          <w:szCs w:val="20"/>
        </w:rPr>
        <w:t>« </w:t>
      </w:r>
      <w:r w:rsidR="001B73FA" w:rsidRPr="001B73FA">
        <w:rPr>
          <w:szCs w:val="20"/>
        </w:rPr>
        <w:t>Allons</w:t>
      </w:r>
      <w:r w:rsidRPr="00A4769E">
        <w:rPr>
          <w:szCs w:val="20"/>
        </w:rPr>
        <w:t xml:space="preserve">, </w:t>
      </w:r>
      <w:r w:rsidR="001B73FA" w:rsidRPr="001B73FA">
        <w:rPr>
          <w:szCs w:val="20"/>
        </w:rPr>
        <w:t>dit l</w:t>
      </w:r>
      <w:r w:rsidRPr="00A4769E">
        <w:rPr>
          <w:szCs w:val="20"/>
        </w:rPr>
        <w:t>’</w:t>
      </w:r>
      <w:r w:rsidR="001B73FA" w:rsidRPr="001B73FA">
        <w:rPr>
          <w:szCs w:val="20"/>
        </w:rPr>
        <w:t>autre en enlevant ses lunettes</w:t>
      </w:r>
      <w:r w:rsidRPr="00A4769E">
        <w:rPr>
          <w:szCs w:val="20"/>
        </w:rPr>
        <w:t xml:space="preserve">, </w:t>
      </w:r>
      <w:r w:rsidR="001B73FA" w:rsidRPr="001B73FA">
        <w:rPr>
          <w:szCs w:val="20"/>
        </w:rPr>
        <w:t>dites-moi ce qui ne va pas</w:t>
      </w:r>
      <w:r w:rsidRPr="00A4769E">
        <w:rPr>
          <w:szCs w:val="20"/>
        </w:rPr>
        <w:t>.</w:t>
      </w:r>
    </w:p>
    <w:p w14:paraId="23D9E1BE" w14:textId="4B706763" w:rsidR="00462692" w:rsidRPr="00A4769E" w:rsidRDefault="00462692" w:rsidP="001B73FA">
      <w:pPr>
        <w:rPr>
          <w:szCs w:val="20"/>
        </w:rPr>
      </w:pPr>
      <w:r w:rsidRPr="00A4769E">
        <w:rPr>
          <w:szCs w:val="20"/>
        </w:rPr>
        <w:t>— </w:t>
      </w:r>
      <w:r w:rsidR="001B73FA" w:rsidRPr="001B73FA">
        <w:rPr>
          <w:szCs w:val="20"/>
        </w:rPr>
        <w:t>Je n</w:t>
      </w:r>
      <w:r w:rsidRPr="00A4769E">
        <w:rPr>
          <w:szCs w:val="20"/>
        </w:rPr>
        <w:t>’</w:t>
      </w:r>
      <w:r w:rsidR="001B73FA" w:rsidRPr="001B73FA">
        <w:rPr>
          <w:szCs w:val="20"/>
        </w:rPr>
        <w:t>ai pas encore rencontré un regard franc</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et l</w:t>
      </w:r>
      <w:r w:rsidRPr="00A4769E">
        <w:rPr>
          <w:szCs w:val="20"/>
        </w:rPr>
        <w:t>’</w:t>
      </w:r>
      <w:r w:rsidR="001B73FA" w:rsidRPr="001B73FA">
        <w:rPr>
          <w:szCs w:val="20"/>
        </w:rPr>
        <w:t>on ne m</w:t>
      </w:r>
      <w:r w:rsidRPr="00A4769E">
        <w:rPr>
          <w:szCs w:val="20"/>
        </w:rPr>
        <w:t>’</w:t>
      </w:r>
      <w:r w:rsidR="001B73FA" w:rsidRPr="001B73FA">
        <w:rPr>
          <w:szCs w:val="20"/>
        </w:rPr>
        <w:t>a pas dit un mot qui ne soit de simple politesse</w:t>
      </w:r>
      <w:r w:rsidRPr="00A4769E">
        <w:rPr>
          <w:szCs w:val="20"/>
        </w:rPr>
        <w:t xml:space="preserve">. </w:t>
      </w:r>
      <w:r w:rsidR="001B73FA" w:rsidRPr="001B73FA">
        <w:rPr>
          <w:szCs w:val="20"/>
        </w:rPr>
        <w:t>En revanche</w:t>
      </w:r>
      <w:r w:rsidRPr="00A4769E">
        <w:rPr>
          <w:szCs w:val="20"/>
        </w:rPr>
        <w:t xml:space="preserve">, </w:t>
      </w:r>
      <w:r w:rsidR="001B73FA" w:rsidRPr="001B73FA">
        <w:rPr>
          <w:szCs w:val="20"/>
        </w:rPr>
        <w:t>j</w:t>
      </w:r>
      <w:r w:rsidRPr="00A4769E">
        <w:rPr>
          <w:szCs w:val="20"/>
        </w:rPr>
        <w:t>’</w:t>
      </w:r>
      <w:r w:rsidR="001B73FA" w:rsidRPr="001B73FA">
        <w:rPr>
          <w:szCs w:val="20"/>
        </w:rPr>
        <w:t>ai lu beaucoup d</w:t>
      </w:r>
      <w:r w:rsidRPr="00A4769E">
        <w:rPr>
          <w:szCs w:val="20"/>
        </w:rPr>
        <w:t>’</w:t>
      </w:r>
      <w:r w:rsidR="001B73FA" w:rsidRPr="001B73FA">
        <w:rPr>
          <w:szCs w:val="20"/>
        </w:rPr>
        <w:t>envie dans les yeux</w:t>
      </w:r>
      <w:r w:rsidRPr="00A4769E">
        <w:rPr>
          <w:szCs w:val="20"/>
        </w:rPr>
        <w:t xml:space="preserve">, </w:t>
      </w:r>
      <w:r w:rsidR="001B73FA" w:rsidRPr="001B73FA">
        <w:rPr>
          <w:szCs w:val="20"/>
        </w:rPr>
        <w:t>et il ne faut pas être un grand connaisseur de la nature humaine pour savoir que les bouches sont toutes prêtes à raconter sur mon compte les plus effroyables mensonges</w:t>
      </w:r>
      <w:r w:rsidRPr="00A4769E">
        <w:rPr>
          <w:szCs w:val="20"/>
        </w:rPr>
        <w:t xml:space="preserve">. </w:t>
      </w:r>
      <w:r w:rsidR="001B73FA" w:rsidRPr="001B73FA">
        <w:rPr>
          <w:szCs w:val="20"/>
        </w:rPr>
        <w:t>Je vous jure que tout ceci ne m</w:t>
      </w:r>
      <w:r w:rsidRPr="00A4769E">
        <w:rPr>
          <w:szCs w:val="20"/>
        </w:rPr>
        <w:t>’</w:t>
      </w:r>
      <w:r w:rsidR="001B73FA" w:rsidRPr="001B73FA">
        <w:rPr>
          <w:szCs w:val="20"/>
        </w:rPr>
        <w:t>inquiète pas et il suffit que vous m</w:t>
      </w:r>
      <w:r w:rsidRPr="00A4769E">
        <w:rPr>
          <w:szCs w:val="20"/>
        </w:rPr>
        <w:t>’</w:t>
      </w:r>
      <w:r w:rsidR="001B73FA" w:rsidRPr="001B73FA">
        <w:rPr>
          <w:szCs w:val="20"/>
        </w:rPr>
        <w:t>aimiez pour</w:t>
      </w:r>
      <w:r w:rsidRPr="00A4769E">
        <w:rPr>
          <w:szCs w:val="20"/>
        </w:rPr>
        <w:t>…</w:t>
      </w:r>
    </w:p>
    <w:p w14:paraId="78B5F82F" w14:textId="45F33222" w:rsidR="00462692" w:rsidRPr="00A4769E" w:rsidRDefault="00462692" w:rsidP="001B73FA">
      <w:pPr>
        <w:rPr>
          <w:szCs w:val="20"/>
        </w:rPr>
      </w:pPr>
      <w:r w:rsidRPr="00A4769E">
        <w:rPr>
          <w:szCs w:val="20"/>
        </w:rPr>
        <w:lastRenderedPageBreak/>
        <w:t>— </w:t>
      </w:r>
      <w:r w:rsidR="001B73FA" w:rsidRPr="001B73FA">
        <w:rPr>
          <w:szCs w:val="20"/>
        </w:rPr>
        <w:t>Venez donc avec moi</w:t>
      </w:r>
      <w:r w:rsidRPr="00A4769E">
        <w:rPr>
          <w:szCs w:val="20"/>
        </w:rPr>
        <w:t xml:space="preserve">, </w:t>
      </w:r>
      <w:r w:rsidR="001B73FA" w:rsidRPr="001B73FA">
        <w:rPr>
          <w:szCs w:val="20"/>
        </w:rPr>
        <w:t>dit le vicaire général qui se dressa et</w:t>
      </w:r>
      <w:r w:rsidRPr="00A4769E">
        <w:rPr>
          <w:szCs w:val="20"/>
        </w:rPr>
        <w:t xml:space="preserve">, </w:t>
      </w:r>
      <w:r w:rsidR="001B73FA" w:rsidRPr="001B73FA">
        <w:rPr>
          <w:szCs w:val="20"/>
        </w:rPr>
        <w:t>le prenant par la main</w:t>
      </w:r>
      <w:r w:rsidRPr="00A4769E">
        <w:rPr>
          <w:szCs w:val="20"/>
        </w:rPr>
        <w:t xml:space="preserve">, </w:t>
      </w:r>
      <w:r w:rsidR="001B73FA" w:rsidRPr="001B73FA">
        <w:rPr>
          <w:szCs w:val="20"/>
        </w:rPr>
        <w:t>le mena devant la glace de son armoire</w:t>
      </w:r>
      <w:r w:rsidRPr="00A4769E">
        <w:rPr>
          <w:szCs w:val="20"/>
        </w:rPr>
        <w:t xml:space="preserve">. </w:t>
      </w:r>
      <w:r w:rsidR="001B73FA" w:rsidRPr="001B73FA">
        <w:rPr>
          <w:szCs w:val="20"/>
        </w:rPr>
        <w:t>Regardez-vous et dites-moi ce que vous voyez</w:t>
      </w:r>
      <w:r w:rsidRPr="00A4769E">
        <w:rPr>
          <w:szCs w:val="20"/>
        </w:rPr>
        <w:t>.</w:t>
      </w:r>
    </w:p>
    <w:p w14:paraId="77FF0BD2" w14:textId="619831A8" w:rsidR="00462692" w:rsidRPr="00A4769E" w:rsidRDefault="00462692" w:rsidP="001B73FA">
      <w:pPr>
        <w:rPr>
          <w:szCs w:val="20"/>
        </w:rPr>
      </w:pPr>
      <w:r w:rsidRPr="00A4769E">
        <w:rPr>
          <w:szCs w:val="20"/>
        </w:rPr>
        <w:t>— </w:t>
      </w:r>
      <w:r w:rsidR="001B73FA" w:rsidRPr="001B73FA">
        <w:rPr>
          <w:szCs w:val="20"/>
        </w:rPr>
        <w:t>Je me demande où vous voulez en venir</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qui avait fait une magnifique toilette</w:t>
      </w:r>
      <w:r w:rsidRPr="00A4769E">
        <w:rPr>
          <w:szCs w:val="20"/>
        </w:rPr>
        <w:t>.</w:t>
      </w:r>
    </w:p>
    <w:p w14:paraId="0E757519" w14:textId="2EE41614" w:rsidR="00462692" w:rsidRPr="00A4769E" w:rsidRDefault="00462692" w:rsidP="001B73FA">
      <w:pPr>
        <w:rPr>
          <w:szCs w:val="20"/>
        </w:rPr>
      </w:pPr>
      <w:r w:rsidRPr="00A4769E">
        <w:rPr>
          <w:szCs w:val="20"/>
        </w:rPr>
        <w:t>— </w:t>
      </w:r>
      <w:r w:rsidR="001B73FA" w:rsidRPr="001B73FA">
        <w:rPr>
          <w:szCs w:val="20"/>
        </w:rPr>
        <w:t>À ceci</w:t>
      </w:r>
      <w:r w:rsidRPr="00A4769E">
        <w:rPr>
          <w:szCs w:val="20"/>
        </w:rPr>
        <w:t xml:space="preserve">, </w:t>
      </w:r>
      <w:r w:rsidR="001B73FA" w:rsidRPr="001B73FA">
        <w:rPr>
          <w:szCs w:val="20"/>
        </w:rPr>
        <w:t>dit le vicaire</w:t>
      </w:r>
      <w:r w:rsidRPr="00A4769E">
        <w:rPr>
          <w:szCs w:val="20"/>
        </w:rPr>
        <w:t xml:space="preserve">, </w:t>
      </w:r>
      <w:r w:rsidR="001B73FA" w:rsidRPr="001B73FA">
        <w:rPr>
          <w:szCs w:val="20"/>
        </w:rPr>
        <w:t>qu</w:t>
      </w:r>
      <w:r w:rsidRPr="00A4769E">
        <w:rPr>
          <w:szCs w:val="20"/>
        </w:rPr>
        <w:t>’</w:t>
      </w:r>
      <w:r w:rsidR="001B73FA" w:rsidRPr="001B73FA">
        <w:rPr>
          <w:szCs w:val="20"/>
        </w:rPr>
        <w:t>il vous faudra d</w:t>
      </w:r>
      <w:r w:rsidRPr="00A4769E">
        <w:rPr>
          <w:szCs w:val="20"/>
        </w:rPr>
        <w:t>’</w:t>
      </w:r>
      <w:r w:rsidR="001B73FA" w:rsidRPr="001B73FA">
        <w:rPr>
          <w:szCs w:val="20"/>
        </w:rPr>
        <w:t>abord entendre quelques phrases qui vont mécontenter votre modestie</w:t>
      </w:r>
      <w:r w:rsidRPr="00A4769E">
        <w:rPr>
          <w:szCs w:val="20"/>
        </w:rPr>
        <w:t>. »</w:t>
      </w:r>
      <w:r w:rsidR="001B73FA" w:rsidRPr="001B73FA">
        <w:rPr>
          <w:szCs w:val="20"/>
        </w:rPr>
        <w:t xml:space="preserve"> Et il lui parla en termes difficiles à écouter pour un homme très mâle</w:t>
      </w:r>
      <w:r w:rsidRPr="00A4769E">
        <w:rPr>
          <w:szCs w:val="20"/>
        </w:rPr>
        <w:t xml:space="preserve">, </w:t>
      </w:r>
      <w:r w:rsidR="001B73FA" w:rsidRPr="001B73FA">
        <w:rPr>
          <w:szCs w:val="20"/>
        </w:rPr>
        <w:t>de son visage et de la grâce de son corps</w:t>
      </w:r>
      <w:r w:rsidRPr="00A4769E">
        <w:rPr>
          <w:szCs w:val="20"/>
        </w:rPr>
        <w:t>. « </w:t>
      </w:r>
      <w:r w:rsidR="001B73FA" w:rsidRPr="001B73FA">
        <w:rPr>
          <w:szCs w:val="20"/>
        </w:rPr>
        <w:t>Tout ceci est sous vos yeux</w:t>
      </w:r>
      <w:r w:rsidRPr="00A4769E">
        <w:rPr>
          <w:szCs w:val="20"/>
        </w:rPr>
        <w:t xml:space="preserve">, </w:t>
      </w:r>
      <w:r w:rsidR="001B73FA" w:rsidRPr="001B73FA">
        <w:rPr>
          <w:szCs w:val="20"/>
        </w:rPr>
        <w:t>dit-il</w:t>
      </w:r>
      <w:r w:rsidRPr="00A4769E">
        <w:rPr>
          <w:szCs w:val="20"/>
        </w:rPr>
        <w:t xml:space="preserve">, </w:t>
      </w:r>
      <w:r w:rsidR="001B73FA" w:rsidRPr="001B73FA">
        <w:rPr>
          <w:szCs w:val="20"/>
        </w:rPr>
        <w:t>oubliez que c</w:t>
      </w:r>
      <w:r w:rsidRPr="00A4769E">
        <w:rPr>
          <w:szCs w:val="20"/>
        </w:rPr>
        <w:t>’</w:t>
      </w:r>
      <w:r w:rsidR="001B73FA" w:rsidRPr="001B73FA">
        <w:rPr>
          <w:szCs w:val="20"/>
        </w:rPr>
        <w:t>est vous et jugez-le d</w:t>
      </w:r>
      <w:r w:rsidRPr="00A4769E">
        <w:rPr>
          <w:szCs w:val="20"/>
        </w:rPr>
        <w:t>’</w:t>
      </w:r>
      <w:r w:rsidR="001B73FA" w:rsidRPr="001B73FA">
        <w:rPr>
          <w:szCs w:val="20"/>
        </w:rPr>
        <w:t>une façon objective</w:t>
      </w:r>
      <w:r w:rsidRPr="00A4769E">
        <w:rPr>
          <w:szCs w:val="20"/>
        </w:rPr>
        <w:t xml:space="preserve">. </w:t>
      </w:r>
      <w:r w:rsidR="001B73FA" w:rsidRPr="001B73FA">
        <w:rPr>
          <w:szCs w:val="20"/>
        </w:rPr>
        <w:t>Vous êtes un des plus beaux garçons qui existent et votre c</w:t>
      </w:r>
      <w:r w:rsidRPr="00A4769E">
        <w:rPr>
          <w:szCs w:val="20"/>
        </w:rPr>
        <w:t>œ</w:t>
      </w:r>
      <w:r w:rsidR="001B73FA" w:rsidRPr="001B73FA">
        <w:rPr>
          <w:szCs w:val="20"/>
        </w:rPr>
        <w:t>ur non moins beau vous éclaire d</w:t>
      </w:r>
      <w:r w:rsidRPr="00A4769E">
        <w:rPr>
          <w:szCs w:val="20"/>
        </w:rPr>
        <w:t>’</w:t>
      </w:r>
      <w:r w:rsidR="001B73FA" w:rsidRPr="001B73FA">
        <w:rPr>
          <w:szCs w:val="20"/>
        </w:rPr>
        <w:t>un feu difficile à soutenir</w:t>
      </w:r>
      <w:r w:rsidRPr="00A4769E">
        <w:rPr>
          <w:szCs w:val="20"/>
        </w:rPr>
        <w:t xml:space="preserve">. </w:t>
      </w:r>
      <w:r w:rsidR="001B73FA" w:rsidRPr="001B73FA">
        <w:rPr>
          <w:szCs w:val="20"/>
        </w:rPr>
        <w:t>Vous possédez en plus une modestie si totale que vous présentez toutes ces raretés avec une désinvolture où les hommes ordinaires sont fondés à croire qu</w:t>
      </w:r>
      <w:r w:rsidRPr="00A4769E">
        <w:rPr>
          <w:szCs w:val="20"/>
        </w:rPr>
        <w:t>’</w:t>
      </w:r>
      <w:r w:rsidR="001B73FA" w:rsidRPr="001B73FA">
        <w:rPr>
          <w:szCs w:val="20"/>
        </w:rPr>
        <w:t>il y a beaucoup de mépris pour eux</w:t>
      </w:r>
      <w:r w:rsidRPr="00A4769E">
        <w:rPr>
          <w:szCs w:val="20"/>
        </w:rPr>
        <w:t xml:space="preserve">. </w:t>
      </w:r>
      <w:r w:rsidR="001B73FA" w:rsidRPr="001B73FA">
        <w:rPr>
          <w:szCs w:val="20"/>
        </w:rPr>
        <w:t>Mais</w:t>
      </w:r>
      <w:r w:rsidRPr="00A4769E">
        <w:rPr>
          <w:szCs w:val="20"/>
        </w:rPr>
        <w:t xml:space="preserve"> </w:t>
      </w:r>
      <w:r w:rsidR="003E663A" w:rsidRPr="00A4769E">
        <w:rPr>
          <w:szCs w:val="20"/>
        </w:rPr>
        <w:t>— </w:t>
      </w:r>
      <w:r w:rsidR="001B73FA" w:rsidRPr="001B73FA">
        <w:rPr>
          <w:szCs w:val="20"/>
        </w:rPr>
        <w:t>faut-il vous le dire</w:t>
      </w:r>
      <w:r w:rsidRPr="00A4769E">
        <w:rPr>
          <w:szCs w:val="20"/>
        </w:rPr>
        <w:t> ?</w:t>
      </w:r>
      <w:r w:rsidR="00EA5075">
        <w:rPr>
          <w:szCs w:val="20"/>
        </w:rPr>
        <w:t> </w:t>
      </w:r>
      <w:r w:rsidR="003E663A" w:rsidRPr="00A4769E">
        <w:rPr>
          <w:szCs w:val="20"/>
        </w:rPr>
        <w:t>—</w:t>
      </w:r>
      <w:r w:rsidR="00EA5075">
        <w:rPr>
          <w:szCs w:val="20"/>
        </w:rPr>
        <w:t xml:space="preserve"> </w:t>
      </w:r>
      <w:r w:rsidR="001B73FA" w:rsidRPr="001B73FA">
        <w:rPr>
          <w:szCs w:val="20"/>
        </w:rPr>
        <w:t>toutes les femmes en sont violemment touchées</w:t>
      </w:r>
      <w:r w:rsidRPr="00A4769E">
        <w:rPr>
          <w:szCs w:val="20"/>
        </w:rPr>
        <w:t xml:space="preserve">. </w:t>
      </w:r>
      <w:r w:rsidR="001B73FA" w:rsidRPr="001B73FA">
        <w:rPr>
          <w:szCs w:val="20"/>
        </w:rPr>
        <w:t>Tous les garçons que vous rencontrez ont des maîtresses et vous n</w:t>
      </w:r>
      <w:r w:rsidRPr="00A4769E">
        <w:rPr>
          <w:szCs w:val="20"/>
        </w:rPr>
        <w:t>’</w:t>
      </w:r>
      <w:r w:rsidR="001B73FA" w:rsidRPr="001B73FA">
        <w:rPr>
          <w:szCs w:val="20"/>
        </w:rPr>
        <w:t>en avez pas</w:t>
      </w:r>
      <w:r w:rsidRPr="00A4769E">
        <w:rPr>
          <w:szCs w:val="20"/>
        </w:rPr>
        <w:t xml:space="preserve">. </w:t>
      </w:r>
      <w:r w:rsidR="001B73FA" w:rsidRPr="001B73FA">
        <w:rPr>
          <w:szCs w:val="20"/>
        </w:rPr>
        <w:t>Ils se sentent tous menacés et sont unis contre le rival commun</w:t>
      </w:r>
      <w:r w:rsidRPr="00A4769E">
        <w:rPr>
          <w:szCs w:val="20"/>
        </w:rPr>
        <w:t xml:space="preserve">. </w:t>
      </w:r>
      <w:r w:rsidR="001B73FA" w:rsidRPr="001B73FA">
        <w:rPr>
          <w:szCs w:val="20"/>
        </w:rPr>
        <w:t>Prenez-en une</w:t>
      </w:r>
      <w:r w:rsidRPr="00A4769E">
        <w:rPr>
          <w:szCs w:val="20"/>
        </w:rPr>
        <w:t xml:space="preserve">, </w:t>
      </w:r>
      <w:r w:rsidR="001B73FA" w:rsidRPr="001B73FA">
        <w:rPr>
          <w:szCs w:val="20"/>
        </w:rPr>
        <w:t>vous vous ferez un ennemi mortel</w:t>
      </w:r>
      <w:r w:rsidRPr="00A4769E">
        <w:rPr>
          <w:szCs w:val="20"/>
        </w:rPr>
        <w:t xml:space="preserve">, </w:t>
      </w:r>
      <w:r w:rsidR="001B73FA" w:rsidRPr="001B73FA">
        <w:rPr>
          <w:szCs w:val="20"/>
        </w:rPr>
        <w:t>mais les autres seront rassurés et passeront de votre côté</w:t>
      </w:r>
      <w:r w:rsidRPr="00A4769E">
        <w:rPr>
          <w:szCs w:val="20"/>
        </w:rPr>
        <w:t>.</w:t>
      </w:r>
    </w:p>
    <w:p w14:paraId="4B19F2A9" w14:textId="54275345" w:rsidR="00462692" w:rsidRPr="00A4769E" w:rsidRDefault="00462692" w:rsidP="001B73FA">
      <w:pPr>
        <w:rPr>
          <w:szCs w:val="20"/>
        </w:rPr>
      </w:pPr>
      <w:r w:rsidRPr="00A4769E">
        <w:rPr>
          <w:szCs w:val="20"/>
        </w:rPr>
        <w:t>— </w:t>
      </w:r>
      <w:r w:rsidR="001B73FA" w:rsidRPr="001B73FA">
        <w:rPr>
          <w:szCs w:val="20"/>
        </w:rPr>
        <w:t>Il est difficile de vivre selon ses goûts</w:t>
      </w:r>
      <w:r w:rsidRPr="00A4769E">
        <w:rPr>
          <w:szCs w:val="20"/>
        </w:rPr>
        <w:t xml:space="preserve"> », </w:t>
      </w:r>
      <w:r w:rsidR="001B73FA" w:rsidRPr="001B73FA">
        <w:rPr>
          <w:szCs w:val="20"/>
        </w:rPr>
        <w:t>dit Angelo avec le plus grand sérieux</w:t>
      </w:r>
      <w:r w:rsidRPr="00A4769E">
        <w:rPr>
          <w:szCs w:val="20"/>
        </w:rPr>
        <w:t>.</w:t>
      </w:r>
    </w:p>
    <w:p w14:paraId="3D7F082C" w14:textId="77777777" w:rsidR="001B73FA" w:rsidRPr="001B73FA" w:rsidRDefault="001B73FA" w:rsidP="001B73FA">
      <w:pPr>
        <w:rPr>
          <w:szCs w:val="20"/>
        </w:rPr>
      </w:pPr>
      <w:r w:rsidRPr="001B73FA">
        <w:rPr>
          <w:szCs w:val="20"/>
        </w:rPr>
        <w:t>Sans attacher plus d</w:t>
      </w:r>
      <w:r w:rsidR="00462692" w:rsidRPr="00A4769E">
        <w:rPr>
          <w:szCs w:val="20"/>
        </w:rPr>
        <w:t>’</w:t>
      </w:r>
      <w:r w:rsidRPr="001B73FA">
        <w:rPr>
          <w:szCs w:val="20"/>
        </w:rPr>
        <w:t>importance à ce qu</w:t>
      </w:r>
      <w:r w:rsidR="00462692" w:rsidRPr="00A4769E">
        <w:rPr>
          <w:szCs w:val="20"/>
        </w:rPr>
        <w:t>’</w:t>
      </w:r>
      <w:r w:rsidRPr="001B73FA">
        <w:rPr>
          <w:szCs w:val="20"/>
        </w:rPr>
        <w:t>il avait vu dans la glace</w:t>
      </w:r>
      <w:r w:rsidR="00462692" w:rsidRPr="00A4769E">
        <w:rPr>
          <w:szCs w:val="20"/>
        </w:rPr>
        <w:t>, « </w:t>
      </w:r>
      <w:r w:rsidRPr="001B73FA">
        <w:rPr>
          <w:szCs w:val="20"/>
        </w:rPr>
        <w:t>il a raison</w:t>
      </w:r>
      <w:r w:rsidR="00462692" w:rsidRPr="00A4769E">
        <w:rPr>
          <w:szCs w:val="20"/>
        </w:rPr>
        <w:t xml:space="preserve">, </w:t>
      </w:r>
      <w:r w:rsidRPr="001B73FA">
        <w:rPr>
          <w:szCs w:val="20"/>
        </w:rPr>
        <w:t>se dit-il</w:t>
      </w:r>
      <w:r w:rsidR="00462692" w:rsidRPr="00A4769E">
        <w:rPr>
          <w:szCs w:val="20"/>
        </w:rPr>
        <w:t xml:space="preserve">, </w:t>
      </w:r>
      <w:r w:rsidRPr="001B73FA">
        <w:rPr>
          <w:szCs w:val="20"/>
        </w:rPr>
        <w:t>mon originalité les irrite</w:t>
      </w:r>
      <w:r w:rsidR="00462692" w:rsidRPr="00A4769E">
        <w:rPr>
          <w:szCs w:val="20"/>
        </w:rPr>
        <w:t xml:space="preserve">. </w:t>
      </w:r>
      <w:r w:rsidRPr="001B73FA">
        <w:rPr>
          <w:szCs w:val="20"/>
        </w:rPr>
        <w:t>Soyons plus habile et prenons les apparences de l</w:t>
      </w:r>
      <w:r w:rsidR="00462692" w:rsidRPr="00A4769E">
        <w:rPr>
          <w:szCs w:val="20"/>
        </w:rPr>
        <w:t>’</w:t>
      </w:r>
      <w:r w:rsidRPr="001B73FA">
        <w:rPr>
          <w:szCs w:val="20"/>
        </w:rPr>
        <w:t>ordinaire</w:t>
      </w:r>
      <w:r w:rsidR="00462692" w:rsidRPr="00A4769E">
        <w:rPr>
          <w:szCs w:val="20"/>
        </w:rPr>
        <w:t xml:space="preserve">. </w:t>
      </w:r>
      <w:r w:rsidRPr="001B73FA">
        <w:rPr>
          <w:szCs w:val="20"/>
        </w:rPr>
        <w:t>Il faudra que je m</w:t>
      </w:r>
      <w:r w:rsidR="00462692" w:rsidRPr="00A4769E">
        <w:rPr>
          <w:szCs w:val="20"/>
        </w:rPr>
        <w:t>’</w:t>
      </w:r>
      <w:r w:rsidRPr="001B73FA">
        <w:rPr>
          <w:szCs w:val="20"/>
        </w:rPr>
        <w:t>arrange pour que les apparences suffisent</w:t>
      </w:r>
      <w:r w:rsidR="00462692" w:rsidRPr="00A4769E">
        <w:rPr>
          <w:szCs w:val="20"/>
        </w:rPr>
        <w:t xml:space="preserve">, </w:t>
      </w:r>
      <w:r w:rsidRPr="001B73FA">
        <w:rPr>
          <w:szCs w:val="20"/>
        </w:rPr>
        <w:t>je ne peux pas aller plus loin</w:t>
      </w:r>
      <w:r w:rsidR="00462692" w:rsidRPr="00A4769E">
        <w:rPr>
          <w:szCs w:val="20"/>
        </w:rPr>
        <w:t xml:space="preserve"> ». </w:t>
      </w:r>
      <w:r w:rsidRPr="001B73FA">
        <w:rPr>
          <w:szCs w:val="20"/>
        </w:rPr>
        <w:t>Il alla regarder si la porte de sa chambre était bien fermée et</w:t>
      </w:r>
      <w:r w:rsidR="00462692" w:rsidRPr="00A4769E">
        <w:rPr>
          <w:szCs w:val="20"/>
        </w:rPr>
        <w:t xml:space="preserve">, </w:t>
      </w:r>
      <w:r w:rsidRPr="001B73FA">
        <w:rPr>
          <w:szCs w:val="20"/>
        </w:rPr>
        <w:t>soufflant sa bougie</w:t>
      </w:r>
      <w:r w:rsidR="00462692" w:rsidRPr="00A4769E">
        <w:rPr>
          <w:szCs w:val="20"/>
        </w:rPr>
        <w:t xml:space="preserve">, </w:t>
      </w:r>
      <w:r w:rsidRPr="001B73FA">
        <w:rPr>
          <w:szCs w:val="20"/>
        </w:rPr>
        <w:t>il vint devant une de ses fenêtres</w:t>
      </w:r>
      <w:r w:rsidR="00462692" w:rsidRPr="00A4769E">
        <w:rPr>
          <w:szCs w:val="20"/>
        </w:rPr>
        <w:t xml:space="preserve">. </w:t>
      </w:r>
      <w:r w:rsidRPr="001B73FA">
        <w:rPr>
          <w:szCs w:val="20"/>
        </w:rPr>
        <w:t>Il osa alors délacer le petit sa</w:t>
      </w:r>
      <w:r w:rsidRPr="001B73FA">
        <w:rPr>
          <w:szCs w:val="20"/>
        </w:rPr>
        <w:lastRenderedPageBreak/>
        <w:t>chet de cuir qui contenait le mouchoir et respirer de nouveau l</w:t>
      </w:r>
      <w:r w:rsidR="00462692" w:rsidRPr="00A4769E">
        <w:rPr>
          <w:szCs w:val="20"/>
        </w:rPr>
        <w:t>’</w:t>
      </w:r>
      <w:r w:rsidRPr="001B73FA">
        <w:rPr>
          <w:szCs w:val="20"/>
        </w:rPr>
        <w:t>odeur si belle</w:t>
      </w:r>
      <w:r w:rsidR="00462692" w:rsidRPr="00A4769E">
        <w:rPr>
          <w:szCs w:val="20"/>
        </w:rPr>
        <w:t>. « </w:t>
      </w:r>
      <w:r w:rsidRPr="001B73FA">
        <w:rPr>
          <w:szCs w:val="20"/>
        </w:rPr>
        <w:t>Tout serait beau et facile si tu étais là</w:t>
      </w:r>
      <w:r w:rsidR="00462692" w:rsidRPr="00A4769E">
        <w:rPr>
          <w:szCs w:val="20"/>
        </w:rPr>
        <w:t xml:space="preserve">, </w:t>
      </w:r>
      <w:r w:rsidRPr="001B73FA">
        <w:rPr>
          <w:szCs w:val="20"/>
        </w:rPr>
        <w:t>dit-il</w:t>
      </w:r>
      <w:r w:rsidR="00462692" w:rsidRPr="00A4769E">
        <w:rPr>
          <w:szCs w:val="20"/>
        </w:rPr>
        <w:t xml:space="preserve">. </w:t>
      </w:r>
      <w:r w:rsidRPr="001B73FA">
        <w:rPr>
          <w:szCs w:val="20"/>
        </w:rPr>
        <w:t>Cette femme</w:t>
      </w:r>
      <w:r w:rsidR="00462692" w:rsidRPr="00A4769E">
        <w:rPr>
          <w:szCs w:val="20"/>
        </w:rPr>
        <w:t xml:space="preserve">, </w:t>
      </w:r>
      <w:r w:rsidRPr="001B73FA">
        <w:rPr>
          <w:szCs w:val="20"/>
        </w:rPr>
        <w:t>d</w:t>
      </w:r>
      <w:r w:rsidR="00462692" w:rsidRPr="00A4769E">
        <w:rPr>
          <w:szCs w:val="20"/>
        </w:rPr>
        <w:t>’</w:t>
      </w:r>
      <w:r w:rsidRPr="001B73FA">
        <w:rPr>
          <w:szCs w:val="20"/>
        </w:rPr>
        <w:t>ailleurs</w:t>
      </w:r>
      <w:r w:rsidR="00462692" w:rsidRPr="00A4769E">
        <w:rPr>
          <w:szCs w:val="20"/>
        </w:rPr>
        <w:t xml:space="preserve">, </w:t>
      </w:r>
      <w:r w:rsidRPr="001B73FA">
        <w:rPr>
          <w:szCs w:val="20"/>
        </w:rPr>
        <w:t>n</w:t>
      </w:r>
      <w:r w:rsidR="00462692" w:rsidRPr="00A4769E">
        <w:rPr>
          <w:szCs w:val="20"/>
        </w:rPr>
        <w:t>’</w:t>
      </w:r>
      <w:r w:rsidRPr="001B73FA">
        <w:rPr>
          <w:szCs w:val="20"/>
        </w:rPr>
        <w:t>existe peut-être pas</w:t>
      </w:r>
      <w:r w:rsidR="00462692" w:rsidRPr="00A4769E">
        <w:rPr>
          <w:szCs w:val="20"/>
        </w:rPr>
        <w:t xml:space="preserve">. </w:t>
      </w:r>
      <w:r w:rsidRPr="001B73FA">
        <w:rPr>
          <w:szCs w:val="20"/>
        </w:rPr>
        <w:t>Il est possible également qu</w:t>
      </w:r>
      <w:r w:rsidR="00462692" w:rsidRPr="00A4769E">
        <w:rPr>
          <w:szCs w:val="20"/>
        </w:rPr>
        <w:t>’</w:t>
      </w:r>
      <w:r w:rsidRPr="001B73FA">
        <w:rPr>
          <w:szCs w:val="20"/>
        </w:rPr>
        <w:t>elle soit laide à faire peur</w:t>
      </w:r>
      <w:r w:rsidR="00462692" w:rsidRPr="00A4769E">
        <w:rPr>
          <w:szCs w:val="20"/>
        </w:rPr>
        <w:t xml:space="preserve">. </w:t>
      </w:r>
      <w:r w:rsidRPr="001B73FA">
        <w:rPr>
          <w:szCs w:val="20"/>
        </w:rPr>
        <w:t>Mais ce parfum me parle de la seule sorte de vie que je veuille vivre</w:t>
      </w:r>
      <w:r w:rsidR="00462692" w:rsidRPr="00A4769E">
        <w:rPr>
          <w:szCs w:val="20"/>
        </w:rPr>
        <w:t>. »</w:t>
      </w:r>
    </w:p>
    <w:p w14:paraId="4D696476" w14:textId="77777777" w:rsidR="001B73FA" w:rsidRPr="001B73FA" w:rsidRDefault="001B73FA" w:rsidP="001B73FA">
      <w:pPr>
        <w:rPr>
          <w:szCs w:val="20"/>
        </w:rPr>
      </w:pPr>
      <w:r w:rsidRPr="001B73FA">
        <w:rPr>
          <w:szCs w:val="20"/>
        </w:rPr>
        <w:t>Il y avait toujours sept ou huit dames autour des assauts d</w:t>
      </w:r>
      <w:r w:rsidR="00462692" w:rsidRPr="00A4769E">
        <w:rPr>
          <w:szCs w:val="20"/>
        </w:rPr>
        <w:t>’</w:t>
      </w:r>
      <w:r w:rsidRPr="001B73FA">
        <w:rPr>
          <w:szCs w:val="20"/>
        </w:rPr>
        <w:t>Angelo</w:t>
      </w:r>
      <w:r w:rsidR="00462692" w:rsidRPr="00A4769E">
        <w:rPr>
          <w:szCs w:val="20"/>
        </w:rPr>
        <w:t xml:space="preserve"> ; </w:t>
      </w:r>
      <w:r w:rsidRPr="001B73FA">
        <w:rPr>
          <w:szCs w:val="20"/>
        </w:rPr>
        <w:t>certains jours même</w:t>
      </w:r>
      <w:r w:rsidR="00462692" w:rsidRPr="00A4769E">
        <w:rPr>
          <w:szCs w:val="20"/>
        </w:rPr>
        <w:t xml:space="preserve">, </w:t>
      </w:r>
      <w:r w:rsidRPr="001B73FA">
        <w:rPr>
          <w:szCs w:val="20"/>
        </w:rPr>
        <w:t>elles étaient plus nombreuses</w:t>
      </w:r>
      <w:r w:rsidR="00462692" w:rsidRPr="00A4769E">
        <w:rPr>
          <w:szCs w:val="20"/>
        </w:rPr>
        <w:t xml:space="preserve">. </w:t>
      </w:r>
      <w:r w:rsidRPr="001B73FA">
        <w:rPr>
          <w:szCs w:val="20"/>
        </w:rPr>
        <w:t>Il les regarda soigneusement à travers son masque de grillage</w:t>
      </w:r>
      <w:r w:rsidR="00462692" w:rsidRPr="00A4769E">
        <w:rPr>
          <w:szCs w:val="20"/>
        </w:rPr>
        <w:t>. « </w:t>
      </w:r>
      <w:r w:rsidRPr="001B73FA">
        <w:rPr>
          <w:szCs w:val="20"/>
        </w:rPr>
        <w:t>J</w:t>
      </w:r>
      <w:r w:rsidR="00462692" w:rsidRPr="00A4769E">
        <w:rPr>
          <w:szCs w:val="20"/>
        </w:rPr>
        <w:t>’</w:t>
      </w:r>
      <w:r w:rsidRPr="001B73FA">
        <w:rPr>
          <w:szCs w:val="20"/>
        </w:rPr>
        <w:t>aimerais mieux la laideur</w:t>
      </w:r>
      <w:r w:rsidR="00462692" w:rsidRPr="00A4769E">
        <w:rPr>
          <w:szCs w:val="20"/>
        </w:rPr>
        <w:t xml:space="preserve">, </w:t>
      </w:r>
      <w:r w:rsidRPr="001B73FA">
        <w:rPr>
          <w:szCs w:val="20"/>
        </w:rPr>
        <w:t>se dit-il</w:t>
      </w:r>
      <w:r w:rsidR="00462692" w:rsidRPr="00A4769E">
        <w:rPr>
          <w:szCs w:val="20"/>
        </w:rPr>
        <w:t xml:space="preserve">, </w:t>
      </w:r>
      <w:r w:rsidRPr="001B73FA">
        <w:rPr>
          <w:szCs w:val="20"/>
        </w:rPr>
        <w:t>si elle était au moins extraordinaire</w:t>
      </w:r>
      <w:r w:rsidR="00462692" w:rsidRPr="00A4769E">
        <w:rPr>
          <w:szCs w:val="20"/>
        </w:rPr>
        <w:t xml:space="preserve">. </w:t>
      </w:r>
      <w:r w:rsidRPr="001B73FA">
        <w:rPr>
          <w:szCs w:val="20"/>
        </w:rPr>
        <w:t>Il n</w:t>
      </w:r>
      <w:r w:rsidR="00462692" w:rsidRPr="00A4769E">
        <w:rPr>
          <w:szCs w:val="20"/>
        </w:rPr>
        <w:t>’</w:t>
      </w:r>
      <w:r w:rsidRPr="001B73FA">
        <w:rPr>
          <w:szCs w:val="20"/>
        </w:rPr>
        <w:t>y a rien d</w:t>
      </w:r>
      <w:r w:rsidR="00462692" w:rsidRPr="00A4769E">
        <w:rPr>
          <w:szCs w:val="20"/>
        </w:rPr>
        <w:t>’</w:t>
      </w:r>
      <w:r w:rsidRPr="001B73FA">
        <w:rPr>
          <w:szCs w:val="20"/>
        </w:rPr>
        <w:t>autre là que de quoi employer cinq minutes</w:t>
      </w:r>
      <w:r w:rsidR="00462692" w:rsidRPr="00A4769E">
        <w:rPr>
          <w:szCs w:val="20"/>
        </w:rPr>
        <w:t xml:space="preserve">. </w:t>
      </w:r>
      <w:r w:rsidRPr="001B73FA">
        <w:rPr>
          <w:szCs w:val="20"/>
        </w:rPr>
        <w:t>Et que ferais-je après</w:t>
      </w:r>
      <w:r w:rsidR="00462692" w:rsidRPr="00A4769E">
        <w:rPr>
          <w:szCs w:val="20"/>
        </w:rPr>
        <w:t xml:space="preserve"> ? </w:t>
      </w:r>
      <w:r w:rsidRPr="001B73FA">
        <w:rPr>
          <w:szCs w:val="20"/>
        </w:rPr>
        <w:t>Je n</w:t>
      </w:r>
      <w:r w:rsidR="00462692" w:rsidRPr="00A4769E">
        <w:rPr>
          <w:szCs w:val="20"/>
        </w:rPr>
        <w:t>’</w:t>
      </w:r>
      <w:r w:rsidRPr="001B73FA">
        <w:rPr>
          <w:szCs w:val="20"/>
        </w:rPr>
        <w:t>ai pas l</w:t>
      </w:r>
      <w:r w:rsidR="00462692" w:rsidRPr="00A4769E">
        <w:rPr>
          <w:szCs w:val="20"/>
        </w:rPr>
        <w:t>’</w:t>
      </w:r>
      <w:r w:rsidRPr="001B73FA">
        <w:rPr>
          <w:szCs w:val="20"/>
        </w:rPr>
        <w:t>hypocrisie qu</w:t>
      </w:r>
      <w:r w:rsidR="00462692" w:rsidRPr="00A4769E">
        <w:rPr>
          <w:szCs w:val="20"/>
        </w:rPr>
        <w:t>’</w:t>
      </w:r>
      <w:r w:rsidRPr="001B73FA">
        <w:rPr>
          <w:szCs w:val="20"/>
        </w:rPr>
        <w:t>il faut pour faire croire à de l</w:t>
      </w:r>
      <w:r w:rsidR="00462692" w:rsidRPr="00A4769E">
        <w:rPr>
          <w:szCs w:val="20"/>
        </w:rPr>
        <w:t>’</w:t>
      </w:r>
      <w:r w:rsidRPr="001B73FA">
        <w:rPr>
          <w:szCs w:val="20"/>
        </w:rPr>
        <w:t>intérêt quand je n</w:t>
      </w:r>
      <w:r w:rsidR="00462692" w:rsidRPr="00A4769E">
        <w:rPr>
          <w:szCs w:val="20"/>
        </w:rPr>
        <w:t>’</w:t>
      </w:r>
      <w:r w:rsidRPr="001B73FA">
        <w:rPr>
          <w:szCs w:val="20"/>
        </w:rPr>
        <w:t>en ai pas</w:t>
      </w:r>
      <w:r w:rsidR="00462692" w:rsidRPr="00A4769E">
        <w:rPr>
          <w:szCs w:val="20"/>
        </w:rPr>
        <w:t xml:space="preserve">. </w:t>
      </w:r>
      <w:r w:rsidRPr="001B73FA">
        <w:rPr>
          <w:szCs w:val="20"/>
        </w:rPr>
        <w:t>Bah</w:t>
      </w:r>
      <w:r w:rsidR="00462692" w:rsidRPr="00A4769E">
        <w:rPr>
          <w:szCs w:val="20"/>
        </w:rPr>
        <w:t xml:space="preserve">, </w:t>
      </w:r>
      <w:r w:rsidRPr="001B73FA">
        <w:rPr>
          <w:szCs w:val="20"/>
        </w:rPr>
        <w:t>elles ne voient pas plus loin que le bout de leur nez</w:t>
      </w:r>
      <w:r w:rsidR="00462692" w:rsidRPr="00A4769E">
        <w:rPr>
          <w:szCs w:val="20"/>
        </w:rPr>
        <w:t xml:space="preserve"> ; </w:t>
      </w:r>
      <w:r w:rsidRPr="001B73FA">
        <w:rPr>
          <w:szCs w:val="20"/>
        </w:rPr>
        <w:t>c</w:t>
      </w:r>
      <w:r w:rsidR="00462692" w:rsidRPr="00A4769E">
        <w:rPr>
          <w:szCs w:val="20"/>
        </w:rPr>
        <w:t>’</w:t>
      </w:r>
      <w:r w:rsidRPr="001B73FA">
        <w:rPr>
          <w:szCs w:val="20"/>
        </w:rPr>
        <w:t>est peut-être plus facile que ce que je crois</w:t>
      </w:r>
      <w:r w:rsidR="00462692" w:rsidRPr="00A4769E">
        <w:rPr>
          <w:szCs w:val="20"/>
        </w:rPr>
        <w:t xml:space="preserve">. </w:t>
      </w:r>
      <w:r w:rsidRPr="001B73FA">
        <w:rPr>
          <w:szCs w:val="20"/>
        </w:rPr>
        <w:t>Mais s</w:t>
      </w:r>
      <w:r w:rsidR="00462692" w:rsidRPr="00A4769E">
        <w:rPr>
          <w:szCs w:val="20"/>
        </w:rPr>
        <w:t>’</w:t>
      </w:r>
      <w:r w:rsidRPr="001B73FA">
        <w:rPr>
          <w:szCs w:val="20"/>
        </w:rPr>
        <w:t>il faut que je prenne cet air idiot et content de soi qu</w:t>
      </w:r>
      <w:r w:rsidR="00462692" w:rsidRPr="00A4769E">
        <w:rPr>
          <w:szCs w:val="20"/>
        </w:rPr>
        <w:t>’</w:t>
      </w:r>
      <w:r w:rsidRPr="001B73FA">
        <w:rPr>
          <w:szCs w:val="20"/>
        </w:rPr>
        <w:t>arborent leurs chevaliers servants</w:t>
      </w:r>
      <w:r w:rsidR="00462692" w:rsidRPr="00A4769E">
        <w:rPr>
          <w:szCs w:val="20"/>
        </w:rPr>
        <w:t xml:space="preserve">, </w:t>
      </w:r>
      <w:r w:rsidRPr="001B73FA">
        <w:rPr>
          <w:szCs w:val="20"/>
        </w:rPr>
        <w:t>adieu veau</w:t>
      </w:r>
      <w:r w:rsidR="00462692" w:rsidRPr="00A4769E">
        <w:rPr>
          <w:szCs w:val="20"/>
        </w:rPr>
        <w:t xml:space="preserve">, </w:t>
      </w:r>
      <w:r w:rsidRPr="001B73FA">
        <w:rPr>
          <w:szCs w:val="20"/>
        </w:rPr>
        <w:t>vache</w:t>
      </w:r>
      <w:r w:rsidR="00462692" w:rsidRPr="00A4769E">
        <w:rPr>
          <w:szCs w:val="20"/>
        </w:rPr>
        <w:t>…</w:t>
      </w:r>
      <w:r w:rsidR="00462692" w:rsidRPr="00A4769E">
        <w:rPr>
          <w:szCs w:val="20"/>
        </w:rPr>
        <w:t> »</w:t>
      </w:r>
    </w:p>
    <w:p w14:paraId="5F3FF2F5" w14:textId="6C26C8A1" w:rsidR="00462692" w:rsidRPr="00A4769E" w:rsidRDefault="001B73FA" w:rsidP="001B73FA">
      <w:pPr>
        <w:rPr>
          <w:szCs w:val="20"/>
        </w:rPr>
      </w:pPr>
      <w:r w:rsidRPr="001B73FA">
        <w:rPr>
          <w:szCs w:val="20"/>
        </w:rPr>
        <w:t xml:space="preserve">Un coup de pointe de </w:t>
      </w:r>
      <w:r w:rsidR="00462692" w:rsidRPr="00A4769E">
        <w:rPr>
          <w:szCs w:val="20"/>
        </w:rPr>
        <w:t>M. </w:t>
      </w:r>
      <w:r w:rsidRPr="001B73FA">
        <w:rPr>
          <w:szCs w:val="20"/>
        </w:rPr>
        <w:t>Brisse faillit passer</w:t>
      </w:r>
      <w:r w:rsidR="00462692" w:rsidRPr="00A4769E">
        <w:rPr>
          <w:szCs w:val="20"/>
        </w:rPr>
        <w:t xml:space="preserve">, </w:t>
      </w:r>
      <w:r w:rsidRPr="001B73FA">
        <w:rPr>
          <w:szCs w:val="20"/>
        </w:rPr>
        <w:t>mais Angelo fut aussi brillant que d</w:t>
      </w:r>
      <w:r w:rsidR="00462692" w:rsidRPr="00A4769E">
        <w:rPr>
          <w:szCs w:val="20"/>
        </w:rPr>
        <w:t>’</w:t>
      </w:r>
      <w:r w:rsidRPr="001B73FA">
        <w:rPr>
          <w:szCs w:val="20"/>
        </w:rPr>
        <w:t>habitude</w:t>
      </w:r>
      <w:r w:rsidR="00462692" w:rsidRPr="00A4769E">
        <w:rPr>
          <w:szCs w:val="20"/>
        </w:rPr>
        <w:t xml:space="preserve">. </w:t>
      </w:r>
      <w:r w:rsidRPr="001B73FA">
        <w:rPr>
          <w:szCs w:val="20"/>
        </w:rPr>
        <w:t xml:space="preserve">La seule concession que se </w:t>
      </w:r>
      <w:r w:rsidRPr="001B73FA">
        <w:rPr>
          <w:szCs w:val="20"/>
        </w:rPr>
        <w:t xml:space="preserve">permit </w:t>
      </w:r>
      <w:r w:rsidRPr="001B73FA">
        <w:rPr>
          <w:szCs w:val="20"/>
        </w:rPr>
        <w:t>Angelo fut de se priver de ses promenades dans le bois de pins</w:t>
      </w:r>
      <w:r w:rsidR="00462692" w:rsidRPr="00A4769E">
        <w:rPr>
          <w:szCs w:val="20"/>
        </w:rPr>
        <w:t xml:space="preserve">. </w:t>
      </w:r>
      <w:r w:rsidRPr="001B73FA">
        <w:rPr>
          <w:szCs w:val="20"/>
        </w:rPr>
        <w:t>Son assaut terminé</w:t>
      </w:r>
      <w:r w:rsidR="00462692" w:rsidRPr="00A4769E">
        <w:rPr>
          <w:szCs w:val="20"/>
        </w:rPr>
        <w:t xml:space="preserve">, </w:t>
      </w:r>
      <w:r w:rsidRPr="001B73FA">
        <w:rPr>
          <w:szCs w:val="20"/>
        </w:rPr>
        <w:t>il prit l</w:t>
      </w:r>
      <w:r w:rsidR="00462692" w:rsidRPr="00A4769E">
        <w:rPr>
          <w:szCs w:val="20"/>
        </w:rPr>
        <w:t>’</w:t>
      </w:r>
      <w:r w:rsidRPr="001B73FA">
        <w:rPr>
          <w:szCs w:val="20"/>
        </w:rPr>
        <w:t>habitude de rester encore une heure à flâner sous les grands arbres</w:t>
      </w:r>
      <w:r w:rsidR="00462692" w:rsidRPr="00A4769E">
        <w:rPr>
          <w:szCs w:val="20"/>
        </w:rPr>
        <w:t xml:space="preserve">, </w:t>
      </w:r>
      <w:r w:rsidRPr="001B73FA">
        <w:rPr>
          <w:szCs w:val="20"/>
        </w:rPr>
        <w:t>puis de revenir au pas vers Aix</w:t>
      </w:r>
      <w:r w:rsidR="00462692" w:rsidRPr="00A4769E">
        <w:rPr>
          <w:szCs w:val="20"/>
        </w:rPr>
        <w:t xml:space="preserve">, </w:t>
      </w:r>
      <w:r w:rsidRPr="001B73FA">
        <w:rPr>
          <w:szCs w:val="20"/>
        </w:rPr>
        <w:t>avec les calèches de toutes ces dames</w:t>
      </w:r>
      <w:r w:rsidR="00462692" w:rsidRPr="00A4769E">
        <w:rPr>
          <w:szCs w:val="20"/>
        </w:rPr>
        <w:t>.</w:t>
      </w:r>
    </w:p>
    <w:p w14:paraId="33589704" w14:textId="77777777" w:rsidR="00462692" w:rsidRPr="00A4769E" w:rsidRDefault="001B73FA" w:rsidP="001B73FA">
      <w:pPr>
        <w:rPr>
          <w:szCs w:val="20"/>
        </w:rPr>
      </w:pPr>
      <w:r w:rsidRPr="001B73FA">
        <w:rPr>
          <w:szCs w:val="20"/>
        </w:rPr>
        <w:t>Le petit théâtre qui donnait une fois par semaine du Rossini et du Mozart jouait tous les samedis soir</w:t>
      </w:r>
      <w:r w:rsidR="00462692" w:rsidRPr="00A4769E">
        <w:rPr>
          <w:szCs w:val="20"/>
        </w:rPr>
        <w:t xml:space="preserve">. </w:t>
      </w:r>
      <w:r w:rsidRPr="001B73FA">
        <w:rPr>
          <w:szCs w:val="20"/>
        </w:rPr>
        <w:t>Les artistes venaient de Marseille</w:t>
      </w:r>
      <w:r w:rsidR="00462692" w:rsidRPr="00A4769E">
        <w:rPr>
          <w:szCs w:val="20"/>
        </w:rPr>
        <w:t xml:space="preserve">, </w:t>
      </w:r>
      <w:r w:rsidRPr="001B73FA">
        <w:rPr>
          <w:szCs w:val="20"/>
        </w:rPr>
        <w:t>en berline</w:t>
      </w:r>
      <w:r w:rsidR="00462692" w:rsidRPr="00A4769E">
        <w:rPr>
          <w:szCs w:val="20"/>
        </w:rPr>
        <w:t xml:space="preserve">, </w:t>
      </w:r>
      <w:r w:rsidRPr="001B73FA">
        <w:rPr>
          <w:szCs w:val="20"/>
        </w:rPr>
        <w:t>dans le courant de l</w:t>
      </w:r>
      <w:r w:rsidR="00462692" w:rsidRPr="00A4769E">
        <w:rPr>
          <w:szCs w:val="20"/>
        </w:rPr>
        <w:t>’</w:t>
      </w:r>
      <w:r w:rsidRPr="001B73FA">
        <w:rPr>
          <w:szCs w:val="20"/>
        </w:rPr>
        <w:t>après-midi</w:t>
      </w:r>
      <w:r w:rsidR="00462692" w:rsidRPr="00A4769E">
        <w:rPr>
          <w:szCs w:val="20"/>
        </w:rPr>
        <w:t xml:space="preserve">. </w:t>
      </w:r>
      <w:r w:rsidRPr="001B73FA">
        <w:rPr>
          <w:szCs w:val="20"/>
        </w:rPr>
        <w:t>La prima donna était toujours très fêtée par tous les messieurs</w:t>
      </w:r>
      <w:r w:rsidR="00462692" w:rsidRPr="00A4769E">
        <w:rPr>
          <w:szCs w:val="20"/>
        </w:rPr>
        <w:t xml:space="preserve">. </w:t>
      </w:r>
      <w:r w:rsidRPr="001B73FA">
        <w:rPr>
          <w:szCs w:val="20"/>
        </w:rPr>
        <w:t>Elle n</w:t>
      </w:r>
      <w:r w:rsidR="00462692" w:rsidRPr="00A4769E">
        <w:rPr>
          <w:szCs w:val="20"/>
        </w:rPr>
        <w:t>’</w:t>
      </w:r>
      <w:r w:rsidRPr="001B73FA">
        <w:rPr>
          <w:szCs w:val="20"/>
        </w:rPr>
        <w:t>en distinguait aucun</w:t>
      </w:r>
      <w:r w:rsidR="00462692" w:rsidRPr="00A4769E">
        <w:rPr>
          <w:szCs w:val="20"/>
        </w:rPr>
        <w:t xml:space="preserve"> ; </w:t>
      </w:r>
      <w:r w:rsidRPr="001B73FA">
        <w:rPr>
          <w:szCs w:val="20"/>
        </w:rPr>
        <w:t>le plus empressé était Lacroix-Plainval</w:t>
      </w:r>
      <w:r w:rsidR="00462692" w:rsidRPr="00A4769E">
        <w:rPr>
          <w:szCs w:val="20"/>
        </w:rPr>
        <w:t xml:space="preserve">, </w:t>
      </w:r>
      <w:r w:rsidRPr="001B73FA">
        <w:rPr>
          <w:szCs w:val="20"/>
        </w:rPr>
        <w:t>un jeune sous-lieutenant noiraud et vif</w:t>
      </w:r>
      <w:r w:rsidR="00462692" w:rsidRPr="00A4769E">
        <w:rPr>
          <w:szCs w:val="20"/>
        </w:rPr>
        <w:t xml:space="preserve">, </w:t>
      </w:r>
      <w:r w:rsidRPr="001B73FA">
        <w:rPr>
          <w:szCs w:val="20"/>
        </w:rPr>
        <w:t>qui semblait être une sorte de préfet de cantine</w:t>
      </w:r>
      <w:r w:rsidR="00462692" w:rsidRPr="00A4769E">
        <w:rPr>
          <w:szCs w:val="20"/>
        </w:rPr>
        <w:t xml:space="preserve">. </w:t>
      </w:r>
      <w:r w:rsidRPr="001B73FA">
        <w:rPr>
          <w:szCs w:val="20"/>
        </w:rPr>
        <w:t>Elle était venue souvent au Prytanée</w:t>
      </w:r>
      <w:r w:rsidR="00462692" w:rsidRPr="00A4769E">
        <w:rPr>
          <w:szCs w:val="20"/>
        </w:rPr>
        <w:t xml:space="preserve">, </w:t>
      </w:r>
      <w:r w:rsidRPr="001B73FA">
        <w:rPr>
          <w:szCs w:val="20"/>
        </w:rPr>
        <w:t>du temps où Angelo s</w:t>
      </w:r>
      <w:r w:rsidR="00462692" w:rsidRPr="00A4769E">
        <w:rPr>
          <w:szCs w:val="20"/>
        </w:rPr>
        <w:t>’</w:t>
      </w:r>
      <w:r w:rsidRPr="001B73FA">
        <w:rPr>
          <w:szCs w:val="20"/>
        </w:rPr>
        <w:t xml:space="preserve">en allait </w:t>
      </w:r>
      <w:r w:rsidRPr="001B73FA">
        <w:rPr>
          <w:szCs w:val="20"/>
        </w:rPr>
        <w:lastRenderedPageBreak/>
        <w:t>dans les bois de pins</w:t>
      </w:r>
      <w:r w:rsidR="00462692" w:rsidRPr="00A4769E">
        <w:rPr>
          <w:szCs w:val="20"/>
        </w:rPr>
        <w:t xml:space="preserve">. </w:t>
      </w:r>
      <w:r w:rsidRPr="001B73FA">
        <w:rPr>
          <w:szCs w:val="20"/>
        </w:rPr>
        <w:t>Cette fois elle le vit qui se promenait sous les grands arbres</w:t>
      </w:r>
      <w:r w:rsidR="00462692" w:rsidRPr="00A4769E">
        <w:rPr>
          <w:szCs w:val="20"/>
        </w:rPr>
        <w:t>. « </w:t>
      </w:r>
      <w:r w:rsidRPr="001B73FA">
        <w:rPr>
          <w:szCs w:val="20"/>
        </w:rPr>
        <w:t>Appelez donc ce garçon</w:t>
      </w:r>
      <w:r w:rsidR="00462692" w:rsidRPr="00A4769E">
        <w:rPr>
          <w:szCs w:val="20"/>
        </w:rPr>
        <w:t xml:space="preserve">, </w:t>
      </w:r>
      <w:r w:rsidRPr="001B73FA">
        <w:rPr>
          <w:szCs w:val="20"/>
        </w:rPr>
        <w:t>dit-elle</w:t>
      </w:r>
      <w:r w:rsidR="00462692" w:rsidRPr="00A4769E">
        <w:rPr>
          <w:szCs w:val="20"/>
        </w:rPr>
        <w:t>.</w:t>
      </w:r>
    </w:p>
    <w:p w14:paraId="68A65183" w14:textId="53F3FAAB" w:rsidR="00462692" w:rsidRPr="00A4769E" w:rsidRDefault="00462692" w:rsidP="001B73FA">
      <w:pPr>
        <w:rPr>
          <w:szCs w:val="20"/>
        </w:rPr>
      </w:pPr>
      <w:r w:rsidRPr="00A4769E">
        <w:rPr>
          <w:szCs w:val="20"/>
        </w:rPr>
        <w:t>— </w:t>
      </w:r>
      <w:r w:rsidR="001B73FA" w:rsidRPr="001B73FA">
        <w:rPr>
          <w:szCs w:val="20"/>
        </w:rPr>
        <w:t>Je ne me hasarderais pas à l</w:t>
      </w:r>
      <w:r w:rsidRPr="00A4769E">
        <w:rPr>
          <w:szCs w:val="20"/>
        </w:rPr>
        <w:t>’</w:t>
      </w:r>
      <w:r w:rsidR="001B73FA" w:rsidRPr="001B73FA">
        <w:rPr>
          <w:szCs w:val="20"/>
        </w:rPr>
        <w:t>appeler</w:t>
      </w:r>
      <w:r w:rsidRPr="00A4769E">
        <w:rPr>
          <w:szCs w:val="20"/>
        </w:rPr>
        <w:t xml:space="preserve">, </w:t>
      </w:r>
      <w:r w:rsidR="001B73FA" w:rsidRPr="001B73FA">
        <w:rPr>
          <w:szCs w:val="20"/>
        </w:rPr>
        <w:t>dit Lacroix-Plainval</w:t>
      </w:r>
      <w:r w:rsidRPr="00A4769E">
        <w:rPr>
          <w:szCs w:val="20"/>
        </w:rPr>
        <w:t xml:space="preserve">, </w:t>
      </w:r>
      <w:r w:rsidR="001B73FA" w:rsidRPr="001B73FA">
        <w:rPr>
          <w:szCs w:val="20"/>
        </w:rPr>
        <w:t>il n</w:t>
      </w:r>
      <w:r w:rsidRPr="00A4769E">
        <w:rPr>
          <w:szCs w:val="20"/>
        </w:rPr>
        <w:t>’</w:t>
      </w:r>
      <w:r w:rsidR="001B73FA" w:rsidRPr="001B73FA">
        <w:rPr>
          <w:szCs w:val="20"/>
        </w:rPr>
        <w:t>aurait qu</w:t>
      </w:r>
      <w:r w:rsidRPr="00A4769E">
        <w:rPr>
          <w:szCs w:val="20"/>
        </w:rPr>
        <w:t>’</w:t>
      </w:r>
      <w:r w:rsidR="001B73FA" w:rsidRPr="001B73FA">
        <w:rPr>
          <w:szCs w:val="20"/>
        </w:rPr>
        <w:t>à me répondre qu</w:t>
      </w:r>
      <w:r w:rsidRPr="00A4769E">
        <w:rPr>
          <w:szCs w:val="20"/>
        </w:rPr>
        <w:t>’</w:t>
      </w:r>
      <w:r w:rsidR="001B73FA" w:rsidRPr="001B73FA">
        <w:rPr>
          <w:szCs w:val="20"/>
        </w:rPr>
        <w:t>il n</w:t>
      </w:r>
      <w:r w:rsidRPr="00A4769E">
        <w:rPr>
          <w:szCs w:val="20"/>
        </w:rPr>
        <w:t>’</w:t>
      </w:r>
      <w:r w:rsidR="001B73FA" w:rsidRPr="001B73FA">
        <w:rPr>
          <w:szCs w:val="20"/>
        </w:rPr>
        <w:t>est pas pendu à un clou et je serais dans mon tort</w:t>
      </w:r>
      <w:r w:rsidRPr="00A4769E">
        <w:rPr>
          <w:szCs w:val="20"/>
        </w:rPr>
        <w:t xml:space="preserve">. </w:t>
      </w:r>
      <w:r w:rsidR="001B73FA" w:rsidRPr="001B73FA">
        <w:rPr>
          <w:szCs w:val="20"/>
        </w:rPr>
        <w:t>Mais</w:t>
      </w:r>
      <w:r w:rsidRPr="00A4769E">
        <w:rPr>
          <w:szCs w:val="20"/>
        </w:rPr>
        <w:t xml:space="preserve">, </w:t>
      </w:r>
      <w:r w:rsidR="001B73FA" w:rsidRPr="001B73FA">
        <w:rPr>
          <w:szCs w:val="20"/>
        </w:rPr>
        <w:t>si vous voulez</w:t>
      </w:r>
      <w:r w:rsidRPr="00A4769E">
        <w:rPr>
          <w:szCs w:val="20"/>
        </w:rPr>
        <w:t xml:space="preserve">, </w:t>
      </w:r>
      <w:r w:rsidR="001B73FA" w:rsidRPr="001B73FA">
        <w:rPr>
          <w:szCs w:val="20"/>
        </w:rPr>
        <w:t>je vais le chercher</w:t>
      </w:r>
      <w:r w:rsidRPr="00A4769E">
        <w:rPr>
          <w:szCs w:val="20"/>
        </w:rPr>
        <w:t>.</w:t>
      </w:r>
    </w:p>
    <w:p w14:paraId="4F91FF5B" w14:textId="0B4F8086" w:rsidR="00462692" w:rsidRPr="00A4769E" w:rsidRDefault="00462692" w:rsidP="001B73FA">
      <w:pPr>
        <w:rPr>
          <w:szCs w:val="20"/>
        </w:rPr>
      </w:pPr>
      <w:r w:rsidRPr="00A4769E">
        <w:rPr>
          <w:szCs w:val="20"/>
        </w:rPr>
        <w:t>— </w:t>
      </w:r>
      <w:r w:rsidR="001B73FA" w:rsidRPr="001B73FA">
        <w:rPr>
          <w:szCs w:val="20"/>
        </w:rPr>
        <w:t>Que d</w:t>
      </w:r>
      <w:r w:rsidRPr="00A4769E">
        <w:rPr>
          <w:szCs w:val="20"/>
        </w:rPr>
        <w:t>’</w:t>
      </w:r>
      <w:r w:rsidR="001B73FA" w:rsidRPr="001B73FA">
        <w:rPr>
          <w:szCs w:val="20"/>
        </w:rPr>
        <w:t>histoires pour peu de chose</w:t>
      </w:r>
      <w:r w:rsidRPr="00A4769E">
        <w:rPr>
          <w:szCs w:val="20"/>
        </w:rPr>
        <w:t xml:space="preserve">, </w:t>
      </w:r>
      <w:r w:rsidR="001B73FA" w:rsidRPr="001B73FA">
        <w:rPr>
          <w:szCs w:val="20"/>
        </w:rPr>
        <w:t>dit-elle</w:t>
      </w:r>
      <w:r w:rsidRPr="00A4769E">
        <w:rPr>
          <w:szCs w:val="20"/>
        </w:rPr>
        <w:t xml:space="preserve">. </w:t>
      </w:r>
      <w:r w:rsidR="001B73FA" w:rsidRPr="001B73FA">
        <w:rPr>
          <w:szCs w:val="20"/>
        </w:rPr>
        <w:t>Vous ne voyez pas qu</w:t>
      </w:r>
      <w:r w:rsidRPr="00A4769E">
        <w:rPr>
          <w:szCs w:val="20"/>
        </w:rPr>
        <w:t>’</w:t>
      </w:r>
      <w:r w:rsidR="001B73FA" w:rsidRPr="001B73FA">
        <w:rPr>
          <w:szCs w:val="20"/>
        </w:rPr>
        <w:t>il fait le pied de grue</w:t>
      </w:r>
      <w:r w:rsidRPr="00A4769E">
        <w:rPr>
          <w:szCs w:val="20"/>
        </w:rPr>
        <w:t> ? »</w:t>
      </w:r>
      <w:r w:rsidR="001B73FA" w:rsidRPr="001B73FA">
        <w:rPr>
          <w:szCs w:val="20"/>
        </w:rPr>
        <w:t xml:space="preserve"> et elle l</w:t>
      </w:r>
      <w:r w:rsidRPr="00A4769E">
        <w:rPr>
          <w:szCs w:val="20"/>
        </w:rPr>
        <w:t>’</w:t>
      </w:r>
      <w:r w:rsidR="001B73FA" w:rsidRPr="001B73FA">
        <w:rPr>
          <w:szCs w:val="20"/>
        </w:rPr>
        <w:t>appela sans cérémonie</w:t>
      </w:r>
      <w:r w:rsidRPr="00A4769E">
        <w:rPr>
          <w:szCs w:val="20"/>
        </w:rPr>
        <w:t>.</w:t>
      </w:r>
    </w:p>
    <w:p w14:paraId="2EFE2E0F" w14:textId="77777777" w:rsidR="00462692" w:rsidRPr="00A4769E" w:rsidRDefault="001B73FA" w:rsidP="001B73FA">
      <w:pPr>
        <w:rPr>
          <w:szCs w:val="20"/>
        </w:rPr>
      </w:pPr>
      <w:r w:rsidRPr="001B73FA">
        <w:rPr>
          <w:szCs w:val="20"/>
        </w:rPr>
        <w:t>Une minute après</w:t>
      </w:r>
      <w:r w:rsidR="00462692" w:rsidRPr="00A4769E">
        <w:rPr>
          <w:szCs w:val="20"/>
        </w:rPr>
        <w:t xml:space="preserve">, </w:t>
      </w:r>
      <w:r w:rsidRPr="001B73FA">
        <w:rPr>
          <w:szCs w:val="20"/>
        </w:rPr>
        <w:t>il était sous la tonnelle avec la compagnie</w:t>
      </w:r>
      <w:r w:rsidR="00462692" w:rsidRPr="00A4769E">
        <w:rPr>
          <w:szCs w:val="20"/>
        </w:rPr>
        <w:t>. « </w:t>
      </w:r>
      <w:r w:rsidRPr="001B73FA">
        <w:rPr>
          <w:szCs w:val="20"/>
        </w:rPr>
        <w:t>Vous nous avez beaucoup intrigués</w:t>
      </w:r>
      <w:r w:rsidR="00462692" w:rsidRPr="00A4769E">
        <w:rPr>
          <w:szCs w:val="20"/>
        </w:rPr>
        <w:t xml:space="preserve">, </w:t>
      </w:r>
      <w:r w:rsidRPr="001B73FA">
        <w:rPr>
          <w:szCs w:val="20"/>
        </w:rPr>
        <w:t>lui dit Lacroix-Plainval</w:t>
      </w:r>
      <w:r w:rsidR="00462692" w:rsidRPr="00A4769E">
        <w:rPr>
          <w:szCs w:val="20"/>
        </w:rPr>
        <w:t xml:space="preserve">. </w:t>
      </w:r>
      <w:r w:rsidRPr="001B73FA">
        <w:rPr>
          <w:szCs w:val="20"/>
        </w:rPr>
        <w:t>Il faut que vous ayez été militaire</w:t>
      </w:r>
      <w:r w:rsidR="00462692" w:rsidRPr="00A4769E">
        <w:rPr>
          <w:szCs w:val="20"/>
        </w:rPr>
        <w:t xml:space="preserve"> : </w:t>
      </w:r>
      <w:r w:rsidRPr="001B73FA">
        <w:rPr>
          <w:szCs w:val="20"/>
        </w:rPr>
        <w:t>j</w:t>
      </w:r>
      <w:r w:rsidR="00462692" w:rsidRPr="00A4769E">
        <w:rPr>
          <w:szCs w:val="20"/>
        </w:rPr>
        <w:t>’</w:t>
      </w:r>
      <w:r w:rsidRPr="001B73FA">
        <w:rPr>
          <w:szCs w:val="20"/>
        </w:rPr>
        <w:t>ai remarqué que vous finissiez toutes vos tailles franches en les détournant sur la droite ou sur la gauche</w:t>
      </w:r>
      <w:r w:rsidR="00462692" w:rsidRPr="00A4769E">
        <w:rPr>
          <w:szCs w:val="20"/>
        </w:rPr>
        <w:t xml:space="preserve">, </w:t>
      </w:r>
      <w:r w:rsidRPr="001B73FA">
        <w:rPr>
          <w:szCs w:val="20"/>
        </w:rPr>
        <w:t>comme quelqu</w:t>
      </w:r>
      <w:r w:rsidR="00462692" w:rsidRPr="00A4769E">
        <w:rPr>
          <w:szCs w:val="20"/>
        </w:rPr>
        <w:t>’</w:t>
      </w:r>
      <w:r w:rsidRPr="001B73FA">
        <w:rPr>
          <w:szCs w:val="20"/>
        </w:rPr>
        <w:t>un qui est habitué à éviter les oreilles de son cheval</w:t>
      </w:r>
      <w:r w:rsidR="00462692" w:rsidRPr="00A4769E">
        <w:rPr>
          <w:szCs w:val="20"/>
        </w:rPr>
        <w:t>.</w:t>
      </w:r>
    </w:p>
    <w:p w14:paraId="6839D3C8" w14:textId="747BB9F7" w:rsidR="00462692" w:rsidRPr="00A4769E" w:rsidRDefault="00462692" w:rsidP="001B73FA">
      <w:pPr>
        <w:rPr>
          <w:szCs w:val="20"/>
        </w:rPr>
      </w:pPr>
      <w:r w:rsidRPr="00A4769E">
        <w:rPr>
          <w:szCs w:val="20"/>
        </w:rPr>
        <w:t>— </w:t>
      </w:r>
      <w:r w:rsidR="001B73FA" w:rsidRPr="001B73FA">
        <w:rPr>
          <w:szCs w:val="20"/>
        </w:rPr>
        <w:t>Mon histoire est fort simple</w:t>
      </w:r>
      <w:r w:rsidRPr="00A4769E">
        <w:rPr>
          <w:szCs w:val="20"/>
        </w:rPr>
        <w:t xml:space="preserve">, </w:t>
      </w:r>
      <w:r w:rsidR="001B73FA" w:rsidRPr="001B73FA">
        <w:rPr>
          <w:szCs w:val="20"/>
        </w:rPr>
        <w:t>monsieur le lieutenant</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Je suis fils de prêtre</w:t>
      </w:r>
      <w:r w:rsidRPr="00A4769E">
        <w:rPr>
          <w:szCs w:val="20"/>
        </w:rPr>
        <w:t xml:space="preserve">. </w:t>
      </w:r>
      <w:r w:rsidR="001B73FA" w:rsidRPr="001B73FA">
        <w:rPr>
          <w:szCs w:val="20"/>
        </w:rPr>
        <w:t>Ma mère s</w:t>
      </w:r>
      <w:r w:rsidRPr="00A4769E">
        <w:rPr>
          <w:szCs w:val="20"/>
        </w:rPr>
        <w:t>’</w:t>
      </w:r>
      <w:r w:rsidR="001B73FA" w:rsidRPr="001B73FA">
        <w:rPr>
          <w:szCs w:val="20"/>
        </w:rPr>
        <w:t>est confessée d</w:t>
      </w:r>
      <w:r w:rsidRPr="00A4769E">
        <w:rPr>
          <w:szCs w:val="20"/>
        </w:rPr>
        <w:t>’</w:t>
      </w:r>
      <w:r w:rsidR="001B73FA" w:rsidRPr="001B73FA">
        <w:rPr>
          <w:szCs w:val="20"/>
        </w:rPr>
        <w:t>un peu trop près à un bon curé savoyard</w:t>
      </w:r>
      <w:r w:rsidRPr="00A4769E">
        <w:rPr>
          <w:szCs w:val="20"/>
        </w:rPr>
        <w:t xml:space="preserve"> (</w:t>
      </w:r>
      <w:r w:rsidR="001B73FA" w:rsidRPr="001B73FA">
        <w:rPr>
          <w:szCs w:val="20"/>
        </w:rPr>
        <w:t>d</w:t>
      </w:r>
      <w:r w:rsidRPr="00A4769E">
        <w:rPr>
          <w:szCs w:val="20"/>
        </w:rPr>
        <w:t>’</w:t>
      </w:r>
      <w:r w:rsidR="001B73FA" w:rsidRPr="001B73FA">
        <w:rPr>
          <w:szCs w:val="20"/>
        </w:rPr>
        <w:t>ailleurs de bonne maison</w:t>
      </w:r>
      <w:r w:rsidRPr="00A4769E">
        <w:rPr>
          <w:szCs w:val="20"/>
        </w:rPr>
        <w:t xml:space="preserve">) </w:t>
      </w:r>
      <w:r w:rsidR="001B73FA" w:rsidRPr="001B73FA">
        <w:rPr>
          <w:szCs w:val="20"/>
        </w:rPr>
        <w:t>auquel</w:t>
      </w:r>
      <w:r w:rsidRPr="00A4769E">
        <w:rPr>
          <w:szCs w:val="20"/>
        </w:rPr>
        <w:t xml:space="preserve">, </w:t>
      </w:r>
      <w:r w:rsidR="001B73FA" w:rsidRPr="001B73FA">
        <w:rPr>
          <w:szCs w:val="20"/>
        </w:rPr>
        <w:t>quand j</w:t>
      </w:r>
      <w:r w:rsidRPr="00A4769E">
        <w:rPr>
          <w:szCs w:val="20"/>
        </w:rPr>
        <w:t>’</w:t>
      </w:r>
      <w:r w:rsidR="001B73FA" w:rsidRPr="001B73FA">
        <w:rPr>
          <w:szCs w:val="20"/>
        </w:rPr>
        <w:t>eus dix ans</w:t>
      </w:r>
      <w:r w:rsidRPr="00A4769E">
        <w:rPr>
          <w:szCs w:val="20"/>
        </w:rPr>
        <w:t xml:space="preserve">, </w:t>
      </w:r>
      <w:r w:rsidR="001B73FA" w:rsidRPr="001B73FA">
        <w:rPr>
          <w:szCs w:val="20"/>
        </w:rPr>
        <w:t>elle me confia pour qu</w:t>
      </w:r>
      <w:r w:rsidRPr="00A4769E">
        <w:rPr>
          <w:szCs w:val="20"/>
        </w:rPr>
        <w:t>’</w:t>
      </w:r>
      <w:r w:rsidR="001B73FA" w:rsidRPr="001B73FA">
        <w:rPr>
          <w:szCs w:val="20"/>
        </w:rPr>
        <w:t>il fasse mon éducation</w:t>
      </w:r>
      <w:r w:rsidRPr="00A4769E">
        <w:rPr>
          <w:szCs w:val="20"/>
        </w:rPr>
        <w:t xml:space="preserve">. </w:t>
      </w:r>
      <w:r w:rsidR="001B73FA" w:rsidRPr="001B73FA">
        <w:rPr>
          <w:szCs w:val="20"/>
        </w:rPr>
        <w:t>Mais</w:t>
      </w:r>
      <w:r w:rsidRPr="00A4769E">
        <w:rPr>
          <w:szCs w:val="20"/>
        </w:rPr>
        <w:t xml:space="preserve">, </w:t>
      </w:r>
      <w:r w:rsidR="001B73FA" w:rsidRPr="001B73FA">
        <w:rPr>
          <w:szCs w:val="20"/>
        </w:rPr>
        <w:t>dans mon pays</w:t>
      </w:r>
      <w:r w:rsidRPr="00A4769E">
        <w:rPr>
          <w:szCs w:val="20"/>
        </w:rPr>
        <w:t xml:space="preserve">, </w:t>
      </w:r>
      <w:r w:rsidR="001B73FA" w:rsidRPr="001B73FA">
        <w:rPr>
          <w:szCs w:val="20"/>
        </w:rPr>
        <w:t>qui est la Savoie</w:t>
      </w:r>
      <w:r w:rsidRPr="00A4769E">
        <w:rPr>
          <w:szCs w:val="20"/>
        </w:rPr>
        <w:t xml:space="preserve">, </w:t>
      </w:r>
      <w:r w:rsidR="001B73FA" w:rsidRPr="001B73FA">
        <w:rPr>
          <w:szCs w:val="20"/>
        </w:rPr>
        <w:t>la position de bâtard noir est vouée aux sarcasmes du vulgaire</w:t>
      </w:r>
      <w:r w:rsidRPr="00A4769E">
        <w:rPr>
          <w:szCs w:val="20"/>
        </w:rPr>
        <w:t xml:space="preserve">. </w:t>
      </w:r>
      <w:r w:rsidR="001B73FA" w:rsidRPr="001B73FA">
        <w:rPr>
          <w:szCs w:val="20"/>
        </w:rPr>
        <w:t>Il arrive même parfois que nos bons paysans se vengent de ce que nous sachions lire</w:t>
      </w:r>
      <w:r w:rsidRPr="00A4769E">
        <w:rPr>
          <w:szCs w:val="20"/>
        </w:rPr>
        <w:t xml:space="preserve">, </w:t>
      </w:r>
      <w:r w:rsidR="001B73FA" w:rsidRPr="001B73FA">
        <w:rPr>
          <w:szCs w:val="20"/>
        </w:rPr>
        <w:t>avec quelques volées de bois vert</w:t>
      </w:r>
      <w:r w:rsidRPr="00A4769E">
        <w:rPr>
          <w:szCs w:val="20"/>
        </w:rPr>
        <w:t xml:space="preserve">. </w:t>
      </w:r>
      <w:r w:rsidR="001B73FA" w:rsidRPr="001B73FA">
        <w:rPr>
          <w:szCs w:val="20"/>
        </w:rPr>
        <w:t>J</w:t>
      </w:r>
      <w:r w:rsidRPr="00A4769E">
        <w:rPr>
          <w:szCs w:val="20"/>
        </w:rPr>
        <w:t>’</w:t>
      </w:r>
      <w:r w:rsidR="001B73FA" w:rsidRPr="001B73FA">
        <w:rPr>
          <w:szCs w:val="20"/>
        </w:rPr>
        <w:t>ai appris à tirer des armes avec un maréchal des logis en retraite qui ne possédait que deux sabres</w:t>
      </w:r>
      <w:r w:rsidRPr="00A4769E">
        <w:rPr>
          <w:szCs w:val="20"/>
        </w:rPr>
        <w:t xml:space="preserve">. </w:t>
      </w:r>
      <w:r w:rsidR="001B73FA" w:rsidRPr="001B73FA">
        <w:rPr>
          <w:szCs w:val="20"/>
        </w:rPr>
        <w:t>Je tenais à m</w:t>
      </w:r>
      <w:r w:rsidRPr="00A4769E">
        <w:rPr>
          <w:szCs w:val="20"/>
        </w:rPr>
        <w:t>’</w:t>
      </w:r>
      <w:r w:rsidR="001B73FA" w:rsidRPr="001B73FA">
        <w:rPr>
          <w:szCs w:val="20"/>
        </w:rPr>
        <w:t>éviter les inconvénients du bâton</w:t>
      </w:r>
      <w:r w:rsidRPr="00A4769E">
        <w:rPr>
          <w:szCs w:val="20"/>
        </w:rPr>
        <w:t xml:space="preserve">, </w:t>
      </w:r>
      <w:r w:rsidR="001B73FA" w:rsidRPr="001B73FA">
        <w:rPr>
          <w:szCs w:val="20"/>
        </w:rPr>
        <w:t>ou tout au moins à m</w:t>
      </w:r>
      <w:r w:rsidRPr="00A4769E">
        <w:rPr>
          <w:szCs w:val="20"/>
        </w:rPr>
        <w:t>’</w:t>
      </w:r>
      <w:r w:rsidR="001B73FA" w:rsidRPr="001B73FA">
        <w:rPr>
          <w:szCs w:val="20"/>
        </w:rPr>
        <w:t>en venger avec élégance</w:t>
      </w:r>
      <w:r w:rsidRPr="00A4769E">
        <w:rPr>
          <w:szCs w:val="20"/>
        </w:rPr>
        <w:t xml:space="preserve">. </w:t>
      </w:r>
      <w:r w:rsidR="001B73FA" w:rsidRPr="001B73FA">
        <w:rPr>
          <w:szCs w:val="20"/>
        </w:rPr>
        <w:t>Je n</w:t>
      </w:r>
      <w:r w:rsidRPr="00A4769E">
        <w:rPr>
          <w:szCs w:val="20"/>
        </w:rPr>
        <w:t>’</w:t>
      </w:r>
      <w:r w:rsidR="001B73FA" w:rsidRPr="001B73FA">
        <w:rPr>
          <w:szCs w:val="20"/>
        </w:rPr>
        <w:t>aime pas être berné</w:t>
      </w:r>
      <w:r w:rsidRPr="00A4769E">
        <w:rPr>
          <w:szCs w:val="20"/>
        </w:rPr>
        <w:t>. »</w:t>
      </w:r>
      <w:r w:rsidR="001B73FA" w:rsidRPr="001B73FA">
        <w:rPr>
          <w:szCs w:val="20"/>
        </w:rPr>
        <w:t xml:space="preserve"> Il débita son petit conte très gravement et avec un grand naturel</w:t>
      </w:r>
      <w:r w:rsidRPr="00A4769E">
        <w:rPr>
          <w:szCs w:val="20"/>
        </w:rPr>
        <w:t>. « </w:t>
      </w:r>
      <w:r w:rsidR="001B73FA" w:rsidRPr="001B73FA">
        <w:rPr>
          <w:szCs w:val="20"/>
        </w:rPr>
        <w:t>J</w:t>
      </w:r>
      <w:r w:rsidRPr="00A4769E">
        <w:rPr>
          <w:szCs w:val="20"/>
        </w:rPr>
        <w:t>’</w:t>
      </w:r>
      <w:r w:rsidR="001B73FA" w:rsidRPr="001B73FA">
        <w:rPr>
          <w:szCs w:val="20"/>
        </w:rPr>
        <w:t>aime les insolents</w:t>
      </w:r>
      <w:r w:rsidRPr="00A4769E">
        <w:rPr>
          <w:szCs w:val="20"/>
        </w:rPr>
        <w:t xml:space="preserve">, </w:t>
      </w:r>
      <w:r w:rsidR="001B73FA" w:rsidRPr="001B73FA">
        <w:rPr>
          <w:szCs w:val="20"/>
        </w:rPr>
        <w:t>lui dit Anna Clèves à l</w:t>
      </w:r>
      <w:r w:rsidRPr="00A4769E">
        <w:rPr>
          <w:szCs w:val="20"/>
        </w:rPr>
        <w:t>’</w:t>
      </w:r>
      <w:r w:rsidR="001B73FA" w:rsidRPr="001B73FA">
        <w:rPr>
          <w:szCs w:val="20"/>
        </w:rPr>
        <w:t>oreille</w:t>
      </w:r>
      <w:r w:rsidRPr="00A4769E">
        <w:rPr>
          <w:szCs w:val="20"/>
        </w:rPr>
        <w:t xml:space="preserve">, </w:t>
      </w:r>
      <w:r w:rsidR="001B73FA" w:rsidRPr="001B73FA">
        <w:rPr>
          <w:szCs w:val="20"/>
        </w:rPr>
        <w:t>viens dans ma loge ce soir</w:t>
      </w:r>
      <w:r w:rsidRPr="00A4769E">
        <w:rPr>
          <w:szCs w:val="20"/>
        </w:rPr>
        <w:t>. »</w:t>
      </w:r>
      <w:r w:rsidR="001B73FA" w:rsidRPr="001B73FA">
        <w:rPr>
          <w:szCs w:val="20"/>
        </w:rPr>
        <w:t xml:space="preserve"> Il n</w:t>
      </w:r>
      <w:r w:rsidRPr="00A4769E">
        <w:rPr>
          <w:szCs w:val="20"/>
        </w:rPr>
        <w:t>’</w:t>
      </w:r>
      <w:r w:rsidR="001B73FA" w:rsidRPr="001B73FA">
        <w:rPr>
          <w:szCs w:val="20"/>
        </w:rPr>
        <w:t>y manqua pas</w:t>
      </w:r>
      <w:r w:rsidRPr="00A4769E">
        <w:rPr>
          <w:szCs w:val="20"/>
        </w:rPr>
        <w:t xml:space="preserve">. </w:t>
      </w:r>
      <w:r w:rsidR="001B73FA" w:rsidRPr="001B73FA">
        <w:rPr>
          <w:szCs w:val="20"/>
        </w:rPr>
        <w:t xml:space="preserve">Elle avait </w:t>
      </w:r>
      <w:r w:rsidR="001B73FA" w:rsidRPr="001B73FA">
        <w:rPr>
          <w:szCs w:val="20"/>
        </w:rPr>
        <w:lastRenderedPageBreak/>
        <w:t>trente ans et beaucoup d</w:t>
      </w:r>
      <w:r w:rsidRPr="00A4769E">
        <w:rPr>
          <w:szCs w:val="20"/>
        </w:rPr>
        <w:t>’</w:t>
      </w:r>
      <w:r w:rsidR="001B73FA" w:rsidRPr="001B73FA">
        <w:rPr>
          <w:szCs w:val="20"/>
        </w:rPr>
        <w:t>expérience</w:t>
      </w:r>
      <w:r w:rsidRPr="00A4769E">
        <w:rPr>
          <w:szCs w:val="20"/>
        </w:rPr>
        <w:t xml:space="preserve"> ; </w:t>
      </w:r>
      <w:r w:rsidR="001B73FA" w:rsidRPr="001B73FA">
        <w:rPr>
          <w:szCs w:val="20"/>
        </w:rPr>
        <w:t>mais elle s</w:t>
      </w:r>
      <w:r w:rsidRPr="00A4769E">
        <w:rPr>
          <w:szCs w:val="20"/>
        </w:rPr>
        <w:t>’</w:t>
      </w:r>
      <w:r w:rsidR="001B73FA" w:rsidRPr="001B73FA">
        <w:rPr>
          <w:szCs w:val="20"/>
        </w:rPr>
        <w:t>aperçut qu</w:t>
      </w:r>
      <w:r w:rsidRPr="00A4769E">
        <w:rPr>
          <w:szCs w:val="20"/>
        </w:rPr>
        <w:t>’</w:t>
      </w:r>
      <w:r w:rsidR="001B73FA" w:rsidRPr="001B73FA">
        <w:rPr>
          <w:szCs w:val="20"/>
        </w:rPr>
        <w:t>elle n</w:t>
      </w:r>
      <w:r w:rsidRPr="00A4769E">
        <w:rPr>
          <w:szCs w:val="20"/>
        </w:rPr>
        <w:t>’</w:t>
      </w:r>
      <w:r w:rsidR="001B73FA" w:rsidRPr="001B73FA">
        <w:rPr>
          <w:szCs w:val="20"/>
        </w:rPr>
        <w:t>en avait pas assez</w:t>
      </w:r>
      <w:r w:rsidRPr="00A4769E">
        <w:rPr>
          <w:szCs w:val="20"/>
        </w:rPr>
        <w:t>.</w:t>
      </w:r>
    </w:p>
    <w:p w14:paraId="0D7E93CC" w14:textId="65DFE491" w:rsidR="00462692" w:rsidRPr="00A4769E" w:rsidRDefault="00462692" w:rsidP="001B73FA">
      <w:pPr>
        <w:rPr>
          <w:szCs w:val="20"/>
        </w:rPr>
      </w:pPr>
      <w:r w:rsidRPr="00A4769E">
        <w:rPr>
          <w:szCs w:val="20"/>
        </w:rPr>
        <w:t>« </w:t>
      </w:r>
      <w:r w:rsidR="001B73FA" w:rsidRPr="001B73FA">
        <w:rPr>
          <w:szCs w:val="20"/>
        </w:rPr>
        <w:t>Maudit visage</w:t>
      </w:r>
      <w:r w:rsidRPr="00A4769E">
        <w:rPr>
          <w:szCs w:val="20"/>
        </w:rPr>
        <w:t xml:space="preserve"> », </w:t>
      </w:r>
      <w:r w:rsidR="001B73FA" w:rsidRPr="001B73FA">
        <w:rPr>
          <w:szCs w:val="20"/>
        </w:rPr>
        <w:t>se disait Angelo en se regardant dans les glaces</w:t>
      </w:r>
      <w:r w:rsidRPr="00A4769E">
        <w:rPr>
          <w:szCs w:val="20"/>
        </w:rPr>
        <w:t xml:space="preserve">. </w:t>
      </w:r>
      <w:r w:rsidR="001B73FA" w:rsidRPr="001B73FA">
        <w:rPr>
          <w:szCs w:val="20"/>
        </w:rPr>
        <w:t>La pauvre femme ne pouvait pas faire plus que de poudrer longuement ses seins qui étaient célèbres et fort beaux</w:t>
      </w:r>
      <w:r w:rsidRPr="00A4769E">
        <w:rPr>
          <w:szCs w:val="20"/>
        </w:rPr>
        <w:t xml:space="preserve">. </w:t>
      </w:r>
      <w:r w:rsidR="001B73FA" w:rsidRPr="001B73FA">
        <w:rPr>
          <w:szCs w:val="20"/>
        </w:rPr>
        <w:t xml:space="preserve">Elle chanta </w:t>
      </w:r>
      <w:r w:rsidR="001B73FA" w:rsidRPr="001B73FA">
        <w:rPr>
          <w:i/>
          <w:iCs/>
          <w:szCs w:val="20"/>
        </w:rPr>
        <w:t xml:space="preserve">In te la </w:t>
      </w:r>
      <w:proofErr w:type="spellStart"/>
      <w:r w:rsidR="001B73FA" w:rsidRPr="001B73FA">
        <w:rPr>
          <w:i/>
          <w:iCs/>
          <w:szCs w:val="20"/>
        </w:rPr>
        <w:t>fede</w:t>
      </w:r>
      <w:proofErr w:type="spellEnd"/>
      <w:r w:rsidR="001B73FA" w:rsidRPr="001B73FA">
        <w:rPr>
          <w:i/>
          <w:iCs/>
          <w:szCs w:val="20"/>
        </w:rPr>
        <w:t xml:space="preserve"> </w:t>
      </w:r>
      <w:r w:rsidR="001B73FA" w:rsidRPr="001B73FA">
        <w:rPr>
          <w:i/>
          <w:iCs/>
          <w:szCs w:val="20"/>
        </w:rPr>
        <w:t xml:space="preserve">e la </w:t>
      </w:r>
      <w:proofErr w:type="spellStart"/>
      <w:r w:rsidR="001B73FA" w:rsidRPr="001B73FA">
        <w:rPr>
          <w:i/>
          <w:iCs/>
          <w:szCs w:val="20"/>
        </w:rPr>
        <w:t>bontà</w:t>
      </w:r>
      <w:proofErr w:type="spellEnd"/>
      <w:r w:rsidR="001B73FA" w:rsidRPr="001B73FA">
        <w:rPr>
          <w:i/>
          <w:iCs/>
          <w:szCs w:val="20"/>
        </w:rPr>
        <w:t xml:space="preserve"> </w:t>
      </w:r>
      <w:proofErr w:type="spellStart"/>
      <w:r w:rsidR="001B73FA" w:rsidRPr="001B73FA">
        <w:rPr>
          <w:i/>
          <w:iCs/>
          <w:szCs w:val="20"/>
        </w:rPr>
        <w:t>del</w:t>
      </w:r>
      <w:proofErr w:type="spellEnd"/>
      <w:r w:rsidR="001B73FA" w:rsidRPr="001B73FA">
        <w:rPr>
          <w:i/>
          <w:iCs/>
          <w:szCs w:val="20"/>
        </w:rPr>
        <w:t xml:space="preserve"> </w:t>
      </w:r>
      <w:proofErr w:type="spellStart"/>
      <w:r w:rsidR="001B73FA" w:rsidRPr="001B73FA">
        <w:rPr>
          <w:i/>
          <w:iCs/>
          <w:szCs w:val="20"/>
        </w:rPr>
        <w:t>core</w:t>
      </w:r>
      <w:proofErr w:type="spellEnd"/>
      <w:r w:rsidR="001B73FA" w:rsidRPr="001B73FA">
        <w:rPr>
          <w:szCs w:val="20"/>
        </w:rPr>
        <w:t xml:space="preserve"> sans quitter des yeux la place de parterre où Angelo était venu s</w:t>
      </w:r>
      <w:r w:rsidRPr="00A4769E">
        <w:rPr>
          <w:szCs w:val="20"/>
        </w:rPr>
        <w:t>’</w:t>
      </w:r>
      <w:r w:rsidR="001B73FA" w:rsidRPr="001B73FA">
        <w:rPr>
          <w:szCs w:val="20"/>
        </w:rPr>
        <w:t>asseoir</w:t>
      </w:r>
      <w:r w:rsidRPr="00A4769E">
        <w:rPr>
          <w:szCs w:val="20"/>
        </w:rPr>
        <w:t xml:space="preserve">. </w:t>
      </w:r>
      <w:r w:rsidR="001B73FA" w:rsidRPr="001B73FA">
        <w:rPr>
          <w:szCs w:val="20"/>
        </w:rPr>
        <w:t>Le théâtre était très petit</w:t>
      </w:r>
      <w:r w:rsidRPr="00A4769E">
        <w:rPr>
          <w:szCs w:val="20"/>
        </w:rPr>
        <w:t xml:space="preserve">. </w:t>
      </w:r>
      <w:r w:rsidR="001B73FA" w:rsidRPr="001B73FA">
        <w:rPr>
          <w:szCs w:val="20"/>
        </w:rPr>
        <w:t>Tout le monde le remarqua</w:t>
      </w:r>
      <w:r w:rsidRPr="00A4769E">
        <w:rPr>
          <w:szCs w:val="20"/>
        </w:rPr>
        <w:t>.</w:t>
      </w:r>
    </w:p>
    <w:p w14:paraId="2120E437" w14:textId="47664EFB" w:rsidR="00462692" w:rsidRPr="00A4769E" w:rsidRDefault="00462692" w:rsidP="001B73FA">
      <w:pPr>
        <w:rPr>
          <w:szCs w:val="20"/>
        </w:rPr>
      </w:pPr>
      <w:r w:rsidRPr="00A4769E">
        <w:rPr>
          <w:szCs w:val="20"/>
        </w:rPr>
        <w:t>« </w:t>
      </w:r>
      <w:r w:rsidR="001B73FA" w:rsidRPr="001B73FA">
        <w:rPr>
          <w:szCs w:val="20"/>
        </w:rPr>
        <w:t xml:space="preserve">Il faut que je fasse plaisir à </w:t>
      </w:r>
      <w:r w:rsidRPr="00A4769E">
        <w:rPr>
          <w:szCs w:val="20"/>
        </w:rPr>
        <w:t>M</w:t>
      </w:r>
      <w:r w:rsidRPr="00A4769E">
        <w:rPr>
          <w:szCs w:val="20"/>
          <w:vertAlign w:val="superscript"/>
        </w:rPr>
        <w:t>me</w:t>
      </w:r>
      <w:r w:rsidRPr="00A4769E">
        <w:rPr>
          <w:szCs w:val="20"/>
        </w:rPr>
        <w:t> </w:t>
      </w:r>
      <w:r w:rsidR="001B73FA" w:rsidRPr="001B73FA">
        <w:rPr>
          <w:szCs w:val="20"/>
        </w:rPr>
        <w:t>Hortense</w:t>
      </w:r>
      <w:r w:rsidRPr="00A4769E">
        <w:rPr>
          <w:szCs w:val="20"/>
        </w:rPr>
        <w:t xml:space="preserve"> », </w:t>
      </w:r>
      <w:r w:rsidR="001B73FA" w:rsidRPr="001B73FA">
        <w:rPr>
          <w:szCs w:val="20"/>
        </w:rPr>
        <w:t>se dit Angelo</w:t>
      </w:r>
      <w:r w:rsidRPr="00A4769E">
        <w:rPr>
          <w:szCs w:val="20"/>
        </w:rPr>
        <w:t xml:space="preserve">, </w:t>
      </w:r>
      <w:r w:rsidR="001B73FA" w:rsidRPr="001B73FA">
        <w:rPr>
          <w:szCs w:val="20"/>
        </w:rPr>
        <w:t>et un samedi soir il parla à Anna Clèves de la petite porte du jardin</w:t>
      </w:r>
      <w:r w:rsidRPr="00A4769E">
        <w:rPr>
          <w:szCs w:val="20"/>
        </w:rPr>
        <w:t>. « </w:t>
      </w:r>
      <w:r w:rsidR="001B73FA" w:rsidRPr="001B73FA">
        <w:rPr>
          <w:szCs w:val="20"/>
        </w:rPr>
        <w:t>Est-ce que la conciergerie de l</w:t>
      </w:r>
      <w:r w:rsidRPr="00A4769E">
        <w:rPr>
          <w:szCs w:val="20"/>
        </w:rPr>
        <w:t>’</w:t>
      </w:r>
      <w:r w:rsidR="001B73FA" w:rsidRPr="001B73FA">
        <w:rPr>
          <w:szCs w:val="20"/>
        </w:rPr>
        <w:t>évêché est ouverte passé minuit</w:t>
      </w:r>
      <w:r w:rsidRPr="00A4769E">
        <w:rPr>
          <w:szCs w:val="20"/>
        </w:rPr>
        <w:t> ? »</w:t>
      </w:r>
      <w:r w:rsidR="001B73FA" w:rsidRPr="001B73FA">
        <w:rPr>
          <w:szCs w:val="20"/>
        </w:rPr>
        <w:t xml:space="preserve"> lui dit-elle aussitôt</w:t>
      </w:r>
      <w:r w:rsidRPr="00A4769E">
        <w:rPr>
          <w:szCs w:val="20"/>
        </w:rPr>
        <w:t xml:space="preserve">. </w:t>
      </w:r>
      <w:r w:rsidR="001B73FA" w:rsidRPr="001B73FA">
        <w:rPr>
          <w:szCs w:val="20"/>
        </w:rPr>
        <w:t>Il n</w:t>
      </w:r>
      <w:r w:rsidRPr="00A4769E">
        <w:rPr>
          <w:szCs w:val="20"/>
        </w:rPr>
        <w:t>’</w:t>
      </w:r>
      <w:r w:rsidR="001B73FA" w:rsidRPr="001B73FA">
        <w:rPr>
          <w:szCs w:val="20"/>
        </w:rPr>
        <w:t>y avait pas pensé</w:t>
      </w:r>
      <w:r w:rsidRPr="00A4769E">
        <w:rPr>
          <w:szCs w:val="20"/>
        </w:rPr>
        <w:t>. « </w:t>
      </w:r>
      <w:r w:rsidR="001B73FA" w:rsidRPr="001B73FA">
        <w:rPr>
          <w:szCs w:val="20"/>
        </w:rPr>
        <w:t>Je ne sais pas</w:t>
      </w:r>
      <w:r w:rsidRPr="00A4769E">
        <w:rPr>
          <w:szCs w:val="20"/>
        </w:rPr>
        <w:t xml:space="preserve">, </w:t>
      </w:r>
      <w:r w:rsidR="001B73FA" w:rsidRPr="001B73FA">
        <w:rPr>
          <w:szCs w:val="20"/>
        </w:rPr>
        <w:t>dit-il</w:t>
      </w:r>
      <w:r w:rsidRPr="00A4769E">
        <w:rPr>
          <w:szCs w:val="20"/>
        </w:rPr>
        <w:t>.</w:t>
      </w:r>
      <w:r w:rsidR="00EA5075">
        <w:rPr>
          <w:szCs w:val="20"/>
        </w:rPr>
        <w:t xml:space="preserve"> </w:t>
      </w:r>
      <w:r w:rsidRPr="00A4769E">
        <w:rPr>
          <w:szCs w:val="20"/>
        </w:rPr>
        <w:t>— </w:t>
      </w:r>
      <w:r w:rsidR="001B73FA" w:rsidRPr="001B73FA">
        <w:rPr>
          <w:szCs w:val="20"/>
        </w:rPr>
        <w:t>Va l</w:t>
      </w:r>
      <w:r w:rsidRPr="00A4769E">
        <w:rPr>
          <w:szCs w:val="20"/>
        </w:rPr>
        <w:t>’</w:t>
      </w:r>
      <w:r w:rsidR="001B73FA" w:rsidRPr="001B73FA">
        <w:rPr>
          <w:szCs w:val="20"/>
        </w:rPr>
        <w:t>ouvrir</w:t>
      </w:r>
      <w:r w:rsidRPr="00A4769E">
        <w:rPr>
          <w:szCs w:val="20"/>
        </w:rPr>
        <w:t xml:space="preserve"> », </w:t>
      </w:r>
      <w:r w:rsidR="001B73FA" w:rsidRPr="001B73FA">
        <w:rPr>
          <w:szCs w:val="20"/>
        </w:rPr>
        <w:t>dit-elle</w:t>
      </w:r>
      <w:r w:rsidRPr="00A4769E">
        <w:rPr>
          <w:szCs w:val="20"/>
        </w:rPr>
        <w:t xml:space="preserve">. </w:t>
      </w:r>
      <w:r w:rsidR="001B73FA" w:rsidRPr="001B73FA">
        <w:rPr>
          <w:szCs w:val="20"/>
        </w:rPr>
        <w:t>Le mystère de l</w:t>
      </w:r>
      <w:r w:rsidRPr="00A4769E">
        <w:rPr>
          <w:szCs w:val="20"/>
        </w:rPr>
        <w:t>’</w:t>
      </w:r>
      <w:r w:rsidR="001B73FA" w:rsidRPr="001B73FA">
        <w:rPr>
          <w:szCs w:val="20"/>
        </w:rPr>
        <w:t>évêché nocturne ne laissa pas Angelo indifférent</w:t>
      </w:r>
      <w:r w:rsidRPr="00A4769E">
        <w:rPr>
          <w:szCs w:val="20"/>
        </w:rPr>
        <w:t xml:space="preserve">. </w:t>
      </w:r>
      <w:r w:rsidR="001B73FA" w:rsidRPr="001B73FA">
        <w:rPr>
          <w:szCs w:val="20"/>
        </w:rPr>
        <w:t>Il traversa le grand couloir de la conciergerie avec d</w:t>
      </w:r>
      <w:r w:rsidRPr="00A4769E">
        <w:rPr>
          <w:szCs w:val="20"/>
        </w:rPr>
        <w:t>’</w:t>
      </w:r>
      <w:r w:rsidR="001B73FA" w:rsidRPr="001B73FA">
        <w:rPr>
          <w:szCs w:val="20"/>
        </w:rPr>
        <w:t>infinies précautions</w:t>
      </w:r>
      <w:r w:rsidRPr="00A4769E">
        <w:rPr>
          <w:szCs w:val="20"/>
        </w:rPr>
        <w:t xml:space="preserve">, </w:t>
      </w:r>
      <w:r w:rsidR="001B73FA" w:rsidRPr="001B73FA">
        <w:rPr>
          <w:szCs w:val="20"/>
        </w:rPr>
        <w:t>et mit au moins cinq minutes à tirer les verrous de la porte qui donnait dans le passage</w:t>
      </w:r>
      <w:r w:rsidRPr="00A4769E">
        <w:rPr>
          <w:szCs w:val="20"/>
        </w:rPr>
        <w:t xml:space="preserve">. </w:t>
      </w:r>
      <w:r w:rsidR="001B73FA" w:rsidRPr="001B73FA">
        <w:rPr>
          <w:szCs w:val="20"/>
        </w:rPr>
        <w:t>Il ne l</w:t>
      </w:r>
      <w:r w:rsidRPr="00A4769E">
        <w:rPr>
          <w:szCs w:val="20"/>
        </w:rPr>
        <w:t>’</w:t>
      </w:r>
      <w:r w:rsidR="001B73FA" w:rsidRPr="001B73FA">
        <w:rPr>
          <w:szCs w:val="20"/>
        </w:rPr>
        <w:t>eut pas plus tôt ouverte qu</w:t>
      </w:r>
      <w:r w:rsidRPr="00A4769E">
        <w:rPr>
          <w:szCs w:val="20"/>
        </w:rPr>
        <w:t>’</w:t>
      </w:r>
      <w:r w:rsidR="001B73FA" w:rsidRPr="001B73FA">
        <w:rPr>
          <w:szCs w:val="20"/>
        </w:rPr>
        <w:t>Anna Clèves le prenait dans ses bras</w:t>
      </w:r>
      <w:r w:rsidRPr="00A4769E">
        <w:rPr>
          <w:szCs w:val="20"/>
        </w:rPr>
        <w:t>. « </w:t>
      </w:r>
      <w:r w:rsidR="001B73FA" w:rsidRPr="001B73FA">
        <w:rPr>
          <w:szCs w:val="20"/>
        </w:rPr>
        <w:t>Il y a une demi-heure que je suis là</w:t>
      </w:r>
      <w:r w:rsidRPr="00A4769E">
        <w:rPr>
          <w:szCs w:val="20"/>
        </w:rPr>
        <w:t xml:space="preserve">, </w:t>
      </w:r>
      <w:r w:rsidR="001B73FA" w:rsidRPr="001B73FA">
        <w:rPr>
          <w:szCs w:val="20"/>
        </w:rPr>
        <w:t>lui dit-elle</w:t>
      </w:r>
      <w:r w:rsidRPr="00A4769E">
        <w:rPr>
          <w:szCs w:val="20"/>
        </w:rPr>
        <w:t xml:space="preserve">, </w:t>
      </w:r>
      <w:r w:rsidR="001B73FA" w:rsidRPr="001B73FA">
        <w:rPr>
          <w:szCs w:val="20"/>
        </w:rPr>
        <w:t>d</w:t>
      </w:r>
      <w:r w:rsidRPr="00A4769E">
        <w:rPr>
          <w:szCs w:val="20"/>
        </w:rPr>
        <w:t>’</w:t>
      </w:r>
      <w:r w:rsidR="001B73FA" w:rsidRPr="001B73FA">
        <w:rPr>
          <w:szCs w:val="20"/>
        </w:rPr>
        <w:t>une voix entrecoupée de baisers et de petits sanglots</w:t>
      </w:r>
      <w:r w:rsidRPr="00A4769E">
        <w:rPr>
          <w:szCs w:val="20"/>
        </w:rPr>
        <w:t xml:space="preserve">, </w:t>
      </w:r>
      <w:r w:rsidR="001B73FA" w:rsidRPr="001B73FA">
        <w:rPr>
          <w:szCs w:val="20"/>
        </w:rPr>
        <w:t>j</w:t>
      </w:r>
      <w:r w:rsidRPr="00A4769E">
        <w:rPr>
          <w:szCs w:val="20"/>
        </w:rPr>
        <w:t>’</w:t>
      </w:r>
      <w:r w:rsidR="001B73FA" w:rsidRPr="001B73FA">
        <w:rPr>
          <w:szCs w:val="20"/>
        </w:rPr>
        <w:t>ai entendu toute la peine que tu as eue avec les serrures</w:t>
      </w:r>
      <w:r w:rsidRPr="00A4769E">
        <w:rPr>
          <w:szCs w:val="20"/>
        </w:rPr>
        <w:t xml:space="preserve">. </w:t>
      </w:r>
      <w:r w:rsidR="001B73FA" w:rsidRPr="001B73FA">
        <w:rPr>
          <w:szCs w:val="20"/>
        </w:rPr>
        <w:t>Mais si tu n</w:t>
      </w:r>
      <w:r w:rsidRPr="00A4769E">
        <w:rPr>
          <w:szCs w:val="20"/>
        </w:rPr>
        <w:t>’</w:t>
      </w:r>
      <w:r w:rsidR="001B73FA" w:rsidRPr="001B73FA">
        <w:rPr>
          <w:szCs w:val="20"/>
        </w:rPr>
        <w:t>avais pas pu ouvrir</w:t>
      </w:r>
      <w:r w:rsidRPr="00A4769E">
        <w:rPr>
          <w:szCs w:val="20"/>
        </w:rPr>
        <w:t xml:space="preserve">, </w:t>
      </w:r>
      <w:r w:rsidR="001B73FA" w:rsidRPr="001B73FA">
        <w:rPr>
          <w:szCs w:val="20"/>
        </w:rPr>
        <w:t>j</w:t>
      </w:r>
      <w:r w:rsidRPr="00A4769E">
        <w:rPr>
          <w:szCs w:val="20"/>
        </w:rPr>
        <w:t>’</w:t>
      </w:r>
      <w:r w:rsidR="001B73FA" w:rsidRPr="001B73FA">
        <w:rPr>
          <w:szCs w:val="20"/>
        </w:rPr>
        <w:t>étais résolue à aller jeter des pierres dans la fenêtre du concierge</w:t>
      </w:r>
      <w:r w:rsidRPr="00A4769E">
        <w:rPr>
          <w:szCs w:val="20"/>
        </w:rPr>
        <w:t xml:space="preserve"> ; </w:t>
      </w:r>
      <w:r w:rsidR="001B73FA" w:rsidRPr="001B73FA">
        <w:rPr>
          <w:szCs w:val="20"/>
        </w:rPr>
        <w:t>quitte à lui raconter n</w:t>
      </w:r>
      <w:r w:rsidRPr="00A4769E">
        <w:rPr>
          <w:szCs w:val="20"/>
        </w:rPr>
        <w:t>’</w:t>
      </w:r>
      <w:r w:rsidR="001B73FA" w:rsidRPr="001B73FA">
        <w:rPr>
          <w:szCs w:val="20"/>
        </w:rPr>
        <w:t>importe quelle histoire ou même à le payer</w:t>
      </w:r>
      <w:r w:rsidRPr="00A4769E">
        <w:rPr>
          <w:szCs w:val="20"/>
        </w:rPr>
        <w:t xml:space="preserve"> », </w:t>
      </w:r>
      <w:r w:rsidR="001B73FA" w:rsidRPr="001B73FA">
        <w:rPr>
          <w:szCs w:val="20"/>
        </w:rPr>
        <w:t>et elle fit toucher à Angelo une bourse de mailles qu</w:t>
      </w:r>
      <w:r w:rsidRPr="00A4769E">
        <w:rPr>
          <w:szCs w:val="20"/>
        </w:rPr>
        <w:t>’</w:t>
      </w:r>
      <w:r w:rsidR="001B73FA" w:rsidRPr="001B73FA">
        <w:rPr>
          <w:szCs w:val="20"/>
        </w:rPr>
        <w:t>elle avait à la main</w:t>
      </w:r>
      <w:r w:rsidRPr="00A4769E">
        <w:rPr>
          <w:szCs w:val="20"/>
        </w:rPr>
        <w:t>. « </w:t>
      </w:r>
      <w:r w:rsidR="001B73FA" w:rsidRPr="001B73FA">
        <w:rPr>
          <w:szCs w:val="20"/>
        </w:rPr>
        <w:t>Quelle sorte de plâtre s</w:t>
      </w:r>
      <w:r w:rsidRPr="00A4769E">
        <w:rPr>
          <w:szCs w:val="20"/>
        </w:rPr>
        <w:t>’</w:t>
      </w:r>
      <w:r w:rsidR="001B73FA" w:rsidRPr="001B73FA">
        <w:rPr>
          <w:szCs w:val="20"/>
        </w:rPr>
        <w:t>est-elle mis sur la figure</w:t>
      </w:r>
      <w:r w:rsidRPr="00A4769E">
        <w:rPr>
          <w:szCs w:val="20"/>
        </w:rPr>
        <w:t xml:space="preserve"> ? </w:t>
      </w:r>
      <w:r w:rsidR="001B73FA" w:rsidRPr="001B73FA">
        <w:rPr>
          <w:szCs w:val="20"/>
        </w:rPr>
        <w:t>se disait Angelo</w:t>
      </w:r>
      <w:r w:rsidRPr="00A4769E">
        <w:rPr>
          <w:szCs w:val="20"/>
        </w:rPr>
        <w:t xml:space="preserve">, </w:t>
      </w:r>
      <w:r w:rsidR="001B73FA" w:rsidRPr="001B73FA">
        <w:rPr>
          <w:szCs w:val="20"/>
        </w:rPr>
        <w:t>j</w:t>
      </w:r>
      <w:r w:rsidRPr="00A4769E">
        <w:rPr>
          <w:szCs w:val="20"/>
        </w:rPr>
        <w:t>’</w:t>
      </w:r>
      <w:r w:rsidR="001B73FA" w:rsidRPr="001B73FA">
        <w:rPr>
          <w:szCs w:val="20"/>
        </w:rPr>
        <w:t>ai la bouche poussiéreuse comme en temps de carnaval</w:t>
      </w:r>
      <w:r w:rsidRPr="00A4769E">
        <w:rPr>
          <w:szCs w:val="20"/>
        </w:rPr>
        <w:t>. »</w:t>
      </w:r>
      <w:r w:rsidR="001B73FA" w:rsidRPr="001B73FA">
        <w:rPr>
          <w:szCs w:val="20"/>
        </w:rPr>
        <w:t xml:space="preserve"> Il n</w:t>
      </w:r>
      <w:r w:rsidRPr="00A4769E">
        <w:rPr>
          <w:szCs w:val="20"/>
        </w:rPr>
        <w:t>’</w:t>
      </w:r>
      <w:r w:rsidR="001B73FA" w:rsidRPr="001B73FA">
        <w:rPr>
          <w:szCs w:val="20"/>
        </w:rPr>
        <w:t>aimait pas non plus la petite bourse</w:t>
      </w:r>
      <w:r w:rsidRPr="00A4769E">
        <w:rPr>
          <w:szCs w:val="20"/>
        </w:rPr>
        <w:t>.</w:t>
      </w:r>
    </w:p>
    <w:p w14:paraId="05DFCA41" w14:textId="77777777" w:rsidR="00462692" w:rsidRPr="00A4769E" w:rsidRDefault="001B73FA" w:rsidP="001B73FA">
      <w:pPr>
        <w:rPr>
          <w:szCs w:val="20"/>
        </w:rPr>
      </w:pPr>
      <w:r w:rsidRPr="001B73FA">
        <w:rPr>
          <w:szCs w:val="20"/>
        </w:rPr>
        <w:t>Il lui fit traverser les jardins et</w:t>
      </w:r>
      <w:r w:rsidR="00462692" w:rsidRPr="00A4769E">
        <w:rPr>
          <w:szCs w:val="20"/>
        </w:rPr>
        <w:t xml:space="preserve">, </w:t>
      </w:r>
      <w:r w:rsidRPr="001B73FA">
        <w:rPr>
          <w:szCs w:val="20"/>
        </w:rPr>
        <w:t>arrivé chez lui</w:t>
      </w:r>
      <w:r w:rsidR="00462692" w:rsidRPr="00A4769E">
        <w:rPr>
          <w:szCs w:val="20"/>
        </w:rPr>
        <w:t xml:space="preserve">, </w:t>
      </w:r>
      <w:r w:rsidRPr="001B73FA">
        <w:rPr>
          <w:szCs w:val="20"/>
        </w:rPr>
        <w:t>prit le temps d</w:t>
      </w:r>
      <w:r w:rsidR="00462692" w:rsidRPr="00A4769E">
        <w:rPr>
          <w:szCs w:val="20"/>
        </w:rPr>
        <w:t>’</w:t>
      </w:r>
      <w:r w:rsidRPr="001B73FA">
        <w:rPr>
          <w:szCs w:val="20"/>
        </w:rPr>
        <w:t>allumer six bougeoirs</w:t>
      </w:r>
      <w:r w:rsidR="00462692" w:rsidRPr="00A4769E">
        <w:rPr>
          <w:szCs w:val="20"/>
        </w:rPr>
        <w:t>. « </w:t>
      </w:r>
      <w:r w:rsidRPr="001B73FA">
        <w:rPr>
          <w:szCs w:val="20"/>
        </w:rPr>
        <w:t>Et maintenant</w:t>
      </w:r>
      <w:r w:rsidR="00462692" w:rsidRPr="00A4769E">
        <w:rPr>
          <w:szCs w:val="20"/>
        </w:rPr>
        <w:t> ? »</w:t>
      </w:r>
      <w:r w:rsidRPr="001B73FA">
        <w:rPr>
          <w:szCs w:val="20"/>
        </w:rPr>
        <w:t xml:space="preserve"> se dit-il</w:t>
      </w:r>
      <w:r w:rsidR="00462692" w:rsidRPr="00A4769E">
        <w:rPr>
          <w:szCs w:val="20"/>
        </w:rPr>
        <w:t xml:space="preserve">. </w:t>
      </w:r>
      <w:r w:rsidRPr="001B73FA">
        <w:rPr>
          <w:szCs w:val="20"/>
        </w:rPr>
        <w:t>Enfin</w:t>
      </w:r>
      <w:r w:rsidR="00462692" w:rsidRPr="00A4769E">
        <w:rPr>
          <w:szCs w:val="20"/>
        </w:rPr>
        <w:t xml:space="preserve">, </w:t>
      </w:r>
      <w:r w:rsidRPr="001B73FA">
        <w:rPr>
          <w:szCs w:val="20"/>
        </w:rPr>
        <w:t>il réussit à s</w:t>
      </w:r>
      <w:r w:rsidR="00462692" w:rsidRPr="00A4769E">
        <w:rPr>
          <w:szCs w:val="20"/>
        </w:rPr>
        <w:t>’</w:t>
      </w:r>
      <w:r w:rsidRPr="001B73FA">
        <w:rPr>
          <w:szCs w:val="20"/>
        </w:rPr>
        <w:t>en tirer avec honneur</w:t>
      </w:r>
      <w:r w:rsidR="00462692" w:rsidRPr="00A4769E">
        <w:rPr>
          <w:szCs w:val="20"/>
        </w:rPr>
        <w:t>. « </w:t>
      </w:r>
      <w:r w:rsidRPr="001B73FA">
        <w:rPr>
          <w:szCs w:val="20"/>
        </w:rPr>
        <w:t xml:space="preserve">Quel dommage </w:t>
      </w:r>
      <w:r w:rsidRPr="001B73FA">
        <w:rPr>
          <w:szCs w:val="20"/>
        </w:rPr>
        <w:lastRenderedPageBreak/>
        <w:t>que tu n</w:t>
      </w:r>
      <w:r w:rsidR="00462692" w:rsidRPr="00A4769E">
        <w:rPr>
          <w:szCs w:val="20"/>
        </w:rPr>
        <w:t>’</w:t>
      </w:r>
      <w:r w:rsidRPr="001B73FA">
        <w:rPr>
          <w:szCs w:val="20"/>
        </w:rPr>
        <w:t>aimes pas l</w:t>
      </w:r>
      <w:r w:rsidR="00462692" w:rsidRPr="00A4769E">
        <w:rPr>
          <w:szCs w:val="20"/>
        </w:rPr>
        <w:t>’</w:t>
      </w:r>
      <w:r w:rsidRPr="001B73FA">
        <w:rPr>
          <w:szCs w:val="20"/>
        </w:rPr>
        <w:t>amour</w:t>
      </w:r>
      <w:r w:rsidR="00462692" w:rsidRPr="00A4769E">
        <w:rPr>
          <w:szCs w:val="20"/>
        </w:rPr>
        <w:t xml:space="preserve">, </w:t>
      </w:r>
      <w:r w:rsidRPr="001B73FA">
        <w:rPr>
          <w:szCs w:val="20"/>
        </w:rPr>
        <w:t>lui dit-elle</w:t>
      </w:r>
      <w:r w:rsidR="00462692" w:rsidRPr="00A4769E">
        <w:rPr>
          <w:szCs w:val="20"/>
        </w:rPr>
        <w:t xml:space="preserve">. </w:t>
      </w:r>
      <w:r w:rsidRPr="001B73FA">
        <w:rPr>
          <w:szCs w:val="20"/>
        </w:rPr>
        <w:t>Non</w:t>
      </w:r>
      <w:r w:rsidR="00462692" w:rsidRPr="00A4769E">
        <w:rPr>
          <w:szCs w:val="20"/>
        </w:rPr>
        <w:t xml:space="preserve">, </w:t>
      </w:r>
      <w:r w:rsidRPr="001B73FA">
        <w:rPr>
          <w:szCs w:val="20"/>
        </w:rPr>
        <w:t>ajouta-t-elle en lui couvrant la bouche de sa main</w:t>
      </w:r>
      <w:r w:rsidR="00462692" w:rsidRPr="00A4769E">
        <w:rPr>
          <w:szCs w:val="20"/>
        </w:rPr>
        <w:t xml:space="preserve">, </w:t>
      </w:r>
      <w:r w:rsidRPr="001B73FA">
        <w:rPr>
          <w:szCs w:val="20"/>
        </w:rPr>
        <w:t>ne mens pas</w:t>
      </w:r>
      <w:r w:rsidR="00462692" w:rsidRPr="00A4769E">
        <w:rPr>
          <w:szCs w:val="20"/>
        </w:rPr>
        <w:t xml:space="preserve">. </w:t>
      </w:r>
      <w:r w:rsidRPr="001B73FA">
        <w:rPr>
          <w:szCs w:val="20"/>
        </w:rPr>
        <w:t>Ce n</w:t>
      </w:r>
      <w:r w:rsidR="00462692" w:rsidRPr="00A4769E">
        <w:rPr>
          <w:szCs w:val="20"/>
        </w:rPr>
        <w:t>’</w:t>
      </w:r>
      <w:r w:rsidRPr="001B73FA">
        <w:rPr>
          <w:szCs w:val="20"/>
        </w:rPr>
        <w:t>est pas à moi qu</w:t>
      </w:r>
      <w:r w:rsidR="00462692" w:rsidRPr="00A4769E">
        <w:rPr>
          <w:szCs w:val="20"/>
        </w:rPr>
        <w:t>’</w:t>
      </w:r>
      <w:r w:rsidRPr="001B73FA">
        <w:rPr>
          <w:szCs w:val="20"/>
        </w:rPr>
        <w:t>il faut raconter l</w:t>
      </w:r>
      <w:r w:rsidR="00462692" w:rsidRPr="00A4769E">
        <w:rPr>
          <w:szCs w:val="20"/>
        </w:rPr>
        <w:t>’</w:t>
      </w:r>
      <w:r w:rsidRPr="001B73FA">
        <w:rPr>
          <w:szCs w:val="20"/>
        </w:rPr>
        <w:t>histoire du fils de prêtre</w:t>
      </w:r>
      <w:r w:rsidR="00462692" w:rsidRPr="00A4769E">
        <w:rPr>
          <w:szCs w:val="20"/>
        </w:rPr>
        <w:t xml:space="preserve">. </w:t>
      </w:r>
      <w:r w:rsidRPr="001B73FA">
        <w:rPr>
          <w:szCs w:val="20"/>
        </w:rPr>
        <w:t>Ne dis rien</w:t>
      </w:r>
      <w:r w:rsidR="00462692" w:rsidRPr="00A4769E">
        <w:rPr>
          <w:szCs w:val="20"/>
        </w:rPr>
        <w:t xml:space="preserve">, </w:t>
      </w:r>
      <w:r w:rsidRPr="001B73FA">
        <w:rPr>
          <w:szCs w:val="20"/>
        </w:rPr>
        <w:t>et je suis ton amie</w:t>
      </w:r>
      <w:r w:rsidR="00462692" w:rsidRPr="00A4769E">
        <w:rPr>
          <w:szCs w:val="20"/>
        </w:rPr>
        <w:t>. »</w:t>
      </w:r>
      <w:r w:rsidRPr="001B73FA">
        <w:rPr>
          <w:szCs w:val="20"/>
        </w:rPr>
        <w:t xml:space="preserve"> Il n</w:t>
      </w:r>
      <w:r w:rsidR="00462692" w:rsidRPr="00A4769E">
        <w:rPr>
          <w:szCs w:val="20"/>
        </w:rPr>
        <w:t>’</w:t>
      </w:r>
      <w:r w:rsidRPr="001B73FA">
        <w:rPr>
          <w:szCs w:val="20"/>
        </w:rPr>
        <w:t>était plus ici question de théâtre</w:t>
      </w:r>
      <w:r w:rsidR="00462692" w:rsidRPr="00A4769E">
        <w:rPr>
          <w:szCs w:val="20"/>
        </w:rPr>
        <w:t xml:space="preserve">, </w:t>
      </w:r>
      <w:r w:rsidRPr="001B73FA">
        <w:rPr>
          <w:szCs w:val="20"/>
        </w:rPr>
        <w:t>et elle fut touchante et naturelle en parlant de l</w:t>
      </w:r>
      <w:r w:rsidR="00462692" w:rsidRPr="00A4769E">
        <w:rPr>
          <w:szCs w:val="20"/>
        </w:rPr>
        <w:t>’</w:t>
      </w:r>
      <w:r w:rsidRPr="001B73FA">
        <w:rPr>
          <w:szCs w:val="20"/>
        </w:rPr>
        <w:t>amitié</w:t>
      </w:r>
      <w:r w:rsidR="00462692" w:rsidRPr="00A4769E">
        <w:rPr>
          <w:szCs w:val="20"/>
        </w:rPr>
        <w:t xml:space="preserve">. </w:t>
      </w:r>
      <w:r w:rsidRPr="001B73FA">
        <w:rPr>
          <w:szCs w:val="20"/>
        </w:rPr>
        <w:t>Une larme glissa jusqu</w:t>
      </w:r>
      <w:r w:rsidR="00462692" w:rsidRPr="00A4769E">
        <w:rPr>
          <w:szCs w:val="20"/>
        </w:rPr>
        <w:t>’</w:t>
      </w:r>
      <w:r w:rsidRPr="001B73FA">
        <w:rPr>
          <w:szCs w:val="20"/>
        </w:rPr>
        <w:t>au coin de sa bouche qui était agitée de petits tremblements</w:t>
      </w:r>
      <w:r w:rsidR="00462692" w:rsidRPr="00A4769E">
        <w:rPr>
          <w:szCs w:val="20"/>
        </w:rPr>
        <w:t>. « </w:t>
      </w:r>
      <w:r w:rsidRPr="001B73FA">
        <w:rPr>
          <w:szCs w:val="20"/>
        </w:rPr>
        <w:t>Même si tu n</w:t>
      </w:r>
      <w:r w:rsidR="00462692" w:rsidRPr="00A4769E">
        <w:rPr>
          <w:szCs w:val="20"/>
        </w:rPr>
        <w:t>’</w:t>
      </w:r>
      <w:r w:rsidRPr="001B73FA">
        <w:rPr>
          <w:szCs w:val="20"/>
        </w:rPr>
        <w:t>aimes pas</w:t>
      </w:r>
      <w:r w:rsidR="00462692" w:rsidRPr="00A4769E">
        <w:rPr>
          <w:szCs w:val="20"/>
        </w:rPr>
        <w:t xml:space="preserve">, </w:t>
      </w:r>
      <w:r w:rsidRPr="001B73FA">
        <w:rPr>
          <w:szCs w:val="20"/>
        </w:rPr>
        <w:t>finit-elle par dire</w:t>
      </w:r>
      <w:r w:rsidR="00462692" w:rsidRPr="00A4769E">
        <w:rPr>
          <w:szCs w:val="20"/>
        </w:rPr>
        <w:t xml:space="preserve">, </w:t>
      </w:r>
      <w:r w:rsidRPr="001B73FA">
        <w:rPr>
          <w:szCs w:val="20"/>
        </w:rPr>
        <w:t>tu as besoin qu</w:t>
      </w:r>
      <w:r w:rsidR="00462692" w:rsidRPr="00A4769E">
        <w:rPr>
          <w:szCs w:val="20"/>
        </w:rPr>
        <w:t>’</w:t>
      </w:r>
      <w:r w:rsidRPr="001B73FA">
        <w:rPr>
          <w:szCs w:val="20"/>
        </w:rPr>
        <w:t>on t</w:t>
      </w:r>
      <w:r w:rsidR="00462692" w:rsidRPr="00A4769E">
        <w:rPr>
          <w:szCs w:val="20"/>
        </w:rPr>
        <w:t>’</w:t>
      </w:r>
      <w:r w:rsidRPr="001B73FA">
        <w:rPr>
          <w:szCs w:val="20"/>
        </w:rPr>
        <w:t>aime</w:t>
      </w:r>
      <w:r w:rsidR="00462692" w:rsidRPr="00A4769E">
        <w:rPr>
          <w:szCs w:val="20"/>
        </w:rPr>
        <w:t xml:space="preserve">. </w:t>
      </w:r>
      <w:r w:rsidRPr="001B73FA">
        <w:rPr>
          <w:szCs w:val="20"/>
        </w:rPr>
        <w:t>Mon métier me porte un gros préjudice</w:t>
      </w:r>
      <w:r w:rsidR="00462692" w:rsidRPr="00A4769E">
        <w:rPr>
          <w:szCs w:val="20"/>
        </w:rPr>
        <w:t xml:space="preserve">. </w:t>
      </w:r>
      <w:r w:rsidRPr="001B73FA">
        <w:rPr>
          <w:szCs w:val="20"/>
        </w:rPr>
        <w:t>Je suis moins mauvaise que ce qu</w:t>
      </w:r>
      <w:r w:rsidR="00462692" w:rsidRPr="00A4769E">
        <w:rPr>
          <w:szCs w:val="20"/>
        </w:rPr>
        <w:t>’</w:t>
      </w:r>
      <w:r w:rsidRPr="001B73FA">
        <w:rPr>
          <w:szCs w:val="20"/>
        </w:rPr>
        <w:t>on dit</w:t>
      </w:r>
      <w:r w:rsidR="00462692" w:rsidRPr="00A4769E">
        <w:rPr>
          <w:szCs w:val="20"/>
        </w:rPr>
        <w:t xml:space="preserve">. </w:t>
      </w:r>
      <w:r w:rsidRPr="001B73FA">
        <w:rPr>
          <w:szCs w:val="20"/>
        </w:rPr>
        <w:t>En tout cas</w:t>
      </w:r>
      <w:r w:rsidR="00462692" w:rsidRPr="00A4769E">
        <w:rPr>
          <w:szCs w:val="20"/>
        </w:rPr>
        <w:t xml:space="preserve">, </w:t>
      </w:r>
      <w:r w:rsidRPr="001B73FA">
        <w:rPr>
          <w:szCs w:val="20"/>
        </w:rPr>
        <w:t>je ne mets rien au-dessus de la tendresse et si tu consens quelquefois à me caresser les cheveux</w:t>
      </w:r>
      <w:r w:rsidR="00462692" w:rsidRPr="00A4769E">
        <w:rPr>
          <w:szCs w:val="20"/>
        </w:rPr>
        <w:t xml:space="preserve">, </w:t>
      </w:r>
      <w:r w:rsidRPr="001B73FA">
        <w:rPr>
          <w:szCs w:val="20"/>
        </w:rPr>
        <w:t>comme tu le fais maintenant</w:t>
      </w:r>
      <w:r w:rsidR="00462692" w:rsidRPr="00A4769E">
        <w:rPr>
          <w:szCs w:val="20"/>
        </w:rPr>
        <w:t xml:space="preserve">, </w:t>
      </w:r>
      <w:r w:rsidRPr="001B73FA">
        <w:rPr>
          <w:szCs w:val="20"/>
        </w:rPr>
        <w:t>je remercierai le ciel chaque soir</w:t>
      </w:r>
      <w:r w:rsidR="00462692" w:rsidRPr="00A4769E">
        <w:rPr>
          <w:szCs w:val="20"/>
        </w:rPr>
        <w:t>. »</w:t>
      </w:r>
      <w:r w:rsidRPr="001B73FA">
        <w:rPr>
          <w:szCs w:val="20"/>
        </w:rPr>
        <w:t xml:space="preserve"> Touché par la sincérité évidente de ce qu</w:t>
      </w:r>
      <w:r w:rsidR="00462692" w:rsidRPr="00A4769E">
        <w:rPr>
          <w:szCs w:val="20"/>
        </w:rPr>
        <w:t>’</w:t>
      </w:r>
      <w:r w:rsidRPr="001B73FA">
        <w:rPr>
          <w:szCs w:val="20"/>
        </w:rPr>
        <w:t>elle disait</w:t>
      </w:r>
      <w:r w:rsidR="00462692" w:rsidRPr="00A4769E">
        <w:rPr>
          <w:szCs w:val="20"/>
        </w:rPr>
        <w:t xml:space="preserve">, </w:t>
      </w:r>
      <w:r w:rsidRPr="001B73FA">
        <w:rPr>
          <w:szCs w:val="20"/>
        </w:rPr>
        <w:t>Angelo en effet lui caressait les cheveux et même ses petites oreilles</w:t>
      </w:r>
      <w:r w:rsidR="00462692" w:rsidRPr="00A4769E">
        <w:rPr>
          <w:szCs w:val="20"/>
        </w:rPr>
        <w:t xml:space="preserve">. </w:t>
      </w:r>
      <w:r w:rsidRPr="001B73FA">
        <w:rPr>
          <w:szCs w:val="20"/>
        </w:rPr>
        <w:t>Tout en restant lui-même très sincère</w:t>
      </w:r>
      <w:r w:rsidR="00462692" w:rsidRPr="00A4769E">
        <w:rPr>
          <w:szCs w:val="20"/>
        </w:rPr>
        <w:t xml:space="preserve">, </w:t>
      </w:r>
      <w:r w:rsidRPr="001B73FA">
        <w:rPr>
          <w:szCs w:val="20"/>
        </w:rPr>
        <w:t>il réussit à lui dire quelques mots qui la rendirent folle de joie</w:t>
      </w:r>
      <w:r w:rsidR="00462692" w:rsidRPr="00A4769E">
        <w:rPr>
          <w:szCs w:val="20"/>
        </w:rPr>
        <w:t>. « </w:t>
      </w:r>
      <w:r w:rsidRPr="001B73FA">
        <w:rPr>
          <w:szCs w:val="20"/>
        </w:rPr>
        <w:t>Voici la plus belle nuit de ma vie</w:t>
      </w:r>
      <w:r w:rsidR="00462692" w:rsidRPr="00A4769E">
        <w:rPr>
          <w:szCs w:val="20"/>
        </w:rPr>
        <w:t xml:space="preserve">, </w:t>
      </w:r>
      <w:r w:rsidRPr="001B73FA">
        <w:rPr>
          <w:szCs w:val="20"/>
        </w:rPr>
        <w:t>lui dit-elle</w:t>
      </w:r>
      <w:r w:rsidR="00462692" w:rsidRPr="00A4769E">
        <w:rPr>
          <w:szCs w:val="20"/>
        </w:rPr>
        <w:t xml:space="preserve">, </w:t>
      </w:r>
      <w:r w:rsidRPr="001B73FA">
        <w:rPr>
          <w:szCs w:val="20"/>
        </w:rPr>
        <w:t>faisons attention de ne pas la gâter</w:t>
      </w:r>
      <w:r w:rsidR="00462692" w:rsidRPr="00A4769E">
        <w:rPr>
          <w:szCs w:val="20"/>
        </w:rPr>
        <w:t xml:space="preserve">. </w:t>
      </w:r>
      <w:r w:rsidRPr="001B73FA">
        <w:rPr>
          <w:szCs w:val="20"/>
        </w:rPr>
        <w:t>Samedi prochain</w:t>
      </w:r>
      <w:r w:rsidR="00462692" w:rsidRPr="00A4769E">
        <w:rPr>
          <w:szCs w:val="20"/>
        </w:rPr>
        <w:t xml:space="preserve">, </w:t>
      </w:r>
      <w:r w:rsidRPr="001B73FA">
        <w:rPr>
          <w:szCs w:val="20"/>
        </w:rPr>
        <w:t>j</w:t>
      </w:r>
      <w:r w:rsidR="00462692" w:rsidRPr="00A4769E">
        <w:rPr>
          <w:szCs w:val="20"/>
        </w:rPr>
        <w:t>’</w:t>
      </w:r>
      <w:r w:rsidRPr="001B73FA">
        <w:rPr>
          <w:szCs w:val="20"/>
        </w:rPr>
        <w:t>arriverai par le coche d</w:t>
      </w:r>
      <w:r w:rsidR="00462692" w:rsidRPr="00A4769E">
        <w:rPr>
          <w:szCs w:val="20"/>
        </w:rPr>
        <w:t>’</w:t>
      </w:r>
      <w:r w:rsidRPr="001B73FA">
        <w:rPr>
          <w:szCs w:val="20"/>
        </w:rPr>
        <w:t>Arles</w:t>
      </w:r>
      <w:r w:rsidR="00462692" w:rsidRPr="00A4769E">
        <w:rPr>
          <w:szCs w:val="20"/>
        </w:rPr>
        <w:t xml:space="preserve">, </w:t>
      </w:r>
      <w:r w:rsidRPr="001B73FA">
        <w:rPr>
          <w:szCs w:val="20"/>
        </w:rPr>
        <w:t>au lieu de venir par la berline qui mène toute la troupe</w:t>
      </w:r>
      <w:r w:rsidR="00462692" w:rsidRPr="00A4769E">
        <w:rPr>
          <w:szCs w:val="20"/>
        </w:rPr>
        <w:t xml:space="preserve">, </w:t>
      </w:r>
      <w:r w:rsidRPr="001B73FA">
        <w:rPr>
          <w:szCs w:val="20"/>
        </w:rPr>
        <w:t>et je serais à ta petite porte vers dix heures du matin</w:t>
      </w:r>
      <w:r w:rsidR="00462692" w:rsidRPr="00A4769E">
        <w:rPr>
          <w:szCs w:val="20"/>
        </w:rPr>
        <w:t xml:space="preserve">. </w:t>
      </w:r>
      <w:r w:rsidRPr="001B73FA">
        <w:rPr>
          <w:szCs w:val="20"/>
        </w:rPr>
        <w:t>Permets-moi alors de rester une heure dans ta chambre pendant que tu feras ta toilette</w:t>
      </w:r>
      <w:r w:rsidR="00462692" w:rsidRPr="00A4769E">
        <w:rPr>
          <w:szCs w:val="20"/>
        </w:rPr>
        <w:t xml:space="preserve">. </w:t>
      </w:r>
      <w:r w:rsidRPr="001B73FA">
        <w:rPr>
          <w:szCs w:val="20"/>
        </w:rPr>
        <w:t>Ces appartements ont besoin d</w:t>
      </w:r>
      <w:r w:rsidR="00462692" w:rsidRPr="00A4769E">
        <w:rPr>
          <w:szCs w:val="20"/>
        </w:rPr>
        <w:t>’</w:t>
      </w:r>
      <w:r w:rsidRPr="001B73FA">
        <w:rPr>
          <w:szCs w:val="20"/>
        </w:rPr>
        <w:t>être</w:t>
      </w:r>
      <w:r w:rsidR="00462692" w:rsidRPr="00A4769E">
        <w:rPr>
          <w:szCs w:val="20"/>
        </w:rPr>
        <w:t xml:space="preserve">, </w:t>
      </w:r>
      <w:r w:rsidRPr="001B73FA">
        <w:rPr>
          <w:szCs w:val="20"/>
        </w:rPr>
        <w:t>de temps en temps</w:t>
      </w:r>
      <w:r w:rsidR="00462692" w:rsidRPr="00A4769E">
        <w:rPr>
          <w:szCs w:val="20"/>
        </w:rPr>
        <w:t xml:space="preserve">, </w:t>
      </w:r>
      <w:r w:rsidRPr="001B73FA">
        <w:rPr>
          <w:szCs w:val="20"/>
        </w:rPr>
        <w:t>habités par une femme qui t</w:t>
      </w:r>
      <w:r w:rsidR="00462692" w:rsidRPr="00A4769E">
        <w:rPr>
          <w:szCs w:val="20"/>
        </w:rPr>
        <w:t>’</w:t>
      </w:r>
      <w:r w:rsidRPr="001B73FA">
        <w:rPr>
          <w:szCs w:val="20"/>
        </w:rPr>
        <w:t>aime</w:t>
      </w:r>
      <w:r w:rsidR="00462692" w:rsidRPr="00A4769E">
        <w:rPr>
          <w:szCs w:val="20"/>
        </w:rPr>
        <w:t xml:space="preserve">. </w:t>
      </w:r>
      <w:r w:rsidRPr="001B73FA">
        <w:rPr>
          <w:szCs w:val="20"/>
        </w:rPr>
        <w:t>Même par moi qui ne te suis rien</w:t>
      </w:r>
      <w:r w:rsidR="00462692" w:rsidRPr="00A4769E">
        <w:rPr>
          <w:szCs w:val="20"/>
        </w:rPr>
        <w:t>. »</w:t>
      </w:r>
      <w:r w:rsidRPr="001B73FA">
        <w:rPr>
          <w:szCs w:val="20"/>
        </w:rPr>
        <w:t xml:space="preserve"> Et elle avait l</w:t>
      </w:r>
      <w:r w:rsidR="00462692" w:rsidRPr="00A4769E">
        <w:rPr>
          <w:szCs w:val="20"/>
        </w:rPr>
        <w:t>’œ</w:t>
      </w:r>
      <w:r w:rsidRPr="001B73FA">
        <w:rPr>
          <w:szCs w:val="20"/>
        </w:rPr>
        <w:t>il égaré</w:t>
      </w:r>
      <w:r w:rsidR="00462692" w:rsidRPr="00A4769E">
        <w:rPr>
          <w:szCs w:val="20"/>
        </w:rPr>
        <w:t>. « </w:t>
      </w:r>
      <w:r w:rsidRPr="001B73FA">
        <w:rPr>
          <w:szCs w:val="20"/>
        </w:rPr>
        <w:t>Nous partirons vers les midi pour Saint-Antonin</w:t>
      </w:r>
      <w:r w:rsidR="00462692" w:rsidRPr="00A4769E">
        <w:rPr>
          <w:szCs w:val="20"/>
        </w:rPr>
        <w:t xml:space="preserve">, </w:t>
      </w:r>
      <w:r w:rsidRPr="001B73FA">
        <w:rPr>
          <w:szCs w:val="20"/>
        </w:rPr>
        <w:t>où il y a une petite auberge que tu aimeras</w:t>
      </w:r>
      <w:r w:rsidR="00462692" w:rsidRPr="00A4769E">
        <w:rPr>
          <w:szCs w:val="20"/>
        </w:rPr>
        <w:t xml:space="preserve">, </w:t>
      </w:r>
      <w:r w:rsidRPr="001B73FA">
        <w:rPr>
          <w:szCs w:val="20"/>
        </w:rPr>
        <w:t>et des paysages qui seront chers à ton c</w:t>
      </w:r>
      <w:r w:rsidR="00462692" w:rsidRPr="00A4769E">
        <w:rPr>
          <w:szCs w:val="20"/>
        </w:rPr>
        <w:t>œ</w:t>
      </w:r>
      <w:r w:rsidRPr="001B73FA">
        <w:rPr>
          <w:szCs w:val="20"/>
        </w:rPr>
        <w:t>ur</w:t>
      </w:r>
      <w:r w:rsidR="00462692" w:rsidRPr="00A4769E">
        <w:rPr>
          <w:szCs w:val="20"/>
        </w:rPr>
        <w:t xml:space="preserve">. </w:t>
      </w:r>
      <w:r w:rsidRPr="001B73FA">
        <w:rPr>
          <w:szCs w:val="20"/>
        </w:rPr>
        <w:t>Nous nous promènerons en camarades</w:t>
      </w:r>
      <w:r w:rsidR="00462692" w:rsidRPr="00A4769E">
        <w:rPr>
          <w:szCs w:val="20"/>
        </w:rPr>
        <w:t xml:space="preserve">. </w:t>
      </w:r>
      <w:r w:rsidRPr="001B73FA">
        <w:rPr>
          <w:szCs w:val="20"/>
        </w:rPr>
        <w:t>Il faut que je te donne de belles joies si je ne peux pas te donner autre chose</w:t>
      </w:r>
      <w:r w:rsidR="00462692" w:rsidRPr="00A4769E">
        <w:rPr>
          <w:szCs w:val="20"/>
        </w:rPr>
        <w:t xml:space="preserve"> » ; </w:t>
      </w:r>
      <w:r w:rsidRPr="001B73FA">
        <w:rPr>
          <w:szCs w:val="20"/>
        </w:rPr>
        <w:t>et elle pleura dans les mains d</w:t>
      </w:r>
      <w:r w:rsidR="00462692" w:rsidRPr="00A4769E">
        <w:rPr>
          <w:szCs w:val="20"/>
        </w:rPr>
        <w:t>’</w:t>
      </w:r>
      <w:r w:rsidRPr="001B73FA">
        <w:rPr>
          <w:szCs w:val="20"/>
        </w:rPr>
        <w:t>Angelo</w:t>
      </w:r>
      <w:r w:rsidR="00462692" w:rsidRPr="00A4769E">
        <w:rPr>
          <w:szCs w:val="20"/>
        </w:rPr>
        <w:t>.</w:t>
      </w:r>
    </w:p>
    <w:p w14:paraId="755EE2E5" w14:textId="77777777" w:rsidR="001B73FA" w:rsidRPr="001B73FA" w:rsidRDefault="00462692" w:rsidP="001B73FA">
      <w:pPr>
        <w:rPr>
          <w:szCs w:val="20"/>
        </w:rPr>
      </w:pPr>
      <w:r w:rsidRPr="00A4769E">
        <w:rPr>
          <w:szCs w:val="20"/>
        </w:rPr>
        <w:t>« </w:t>
      </w:r>
      <w:r w:rsidR="001B73FA" w:rsidRPr="001B73FA">
        <w:rPr>
          <w:szCs w:val="20"/>
        </w:rPr>
        <w:t>Ainsi</w:t>
      </w:r>
      <w:r w:rsidRPr="00A4769E">
        <w:rPr>
          <w:szCs w:val="20"/>
        </w:rPr>
        <w:t xml:space="preserve">, </w:t>
      </w:r>
      <w:r w:rsidR="001B73FA" w:rsidRPr="001B73FA">
        <w:rPr>
          <w:szCs w:val="20"/>
        </w:rPr>
        <w:t>se dit-il</w:t>
      </w:r>
      <w:r w:rsidRPr="00A4769E">
        <w:rPr>
          <w:szCs w:val="20"/>
        </w:rPr>
        <w:t xml:space="preserve">, </w:t>
      </w:r>
      <w:r w:rsidR="001B73FA" w:rsidRPr="001B73FA">
        <w:rPr>
          <w:szCs w:val="20"/>
        </w:rPr>
        <w:t>je vais être obligé d</w:t>
      </w:r>
      <w:r w:rsidRPr="00A4769E">
        <w:rPr>
          <w:szCs w:val="20"/>
        </w:rPr>
        <w:t>’</w:t>
      </w:r>
      <w:r w:rsidR="001B73FA" w:rsidRPr="001B73FA">
        <w:rPr>
          <w:szCs w:val="20"/>
        </w:rPr>
        <w:t>interrompre les assauts un jour par semaine</w:t>
      </w:r>
      <w:r w:rsidRPr="00A4769E">
        <w:rPr>
          <w:szCs w:val="20"/>
        </w:rPr>
        <w:t xml:space="preserve">. </w:t>
      </w:r>
      <w:r w:rsidR="001B73FA" w:rsidRPr="001B73FA">
        <w:rPr>
          <w:szCs w:val="20"/>
        </w:rPr>
        <w:t>Espérons que les paysages sont aussi beaux qu</w:t>
      </w:r>
      <w:r w:rsidRPr="00A4769E">
        <w:rPr>
          <w:szCs w:val="20"/>
        </w:rPr>
        <w:t>’</w:t>
      </w:r>
      <w:r w:rsidR="001B73FA" w:rsidRPr="001B73FA">
        <w:rPr>
          <w:szCs w:val="20"/>
        </w:rPr>
        <w:t>elle le prétend</w:t>
      </w:r>
      <w:r w:rsidRPr="00A4769E">
        <w:rPr>
          <w:szCs w:val="20"/>
        </w:rPr>
        <w:t>.</w:t>
      </w:r>
      <w:r w:rsidRPr="00A4769E">
        <w:rPr>
          <w:szCs w:val="20"/>
        </w:rPr>
        <w:t> »</w:t>
      </w:r>
    </w:p>
    <w:p w14:paraId="54336FBD" w14:textId="77777777" w:rsidR="00462692" w:rsidRPr="00A4769E" w:rsidRDefault="001B73FA" w:rsidP="001B73FA">
      <w:pPr>
        <w:rPr>
          <w:szCs w:val="20"/>
        </w:rPr>
      </w:pPr>
      <w:r w:rsidRPr="001B73FA">
        <w:rPr>
          <w:szCs w:val="20"/>
        </w:rPr>
        <w:lastRenderedPageBreak/>
        <w:t>Ils étaient plus beaux</w:t>
      </w:r>
      <w:r w:rsidR="00462692" w:rsidRPr="00A4769E">
        <w:rPr>
          <w:szCs w:val="20"/>
        </w:rPr>
        <w:t xml:space="preserve"> : </w:t>
      </w:r>
      <w:r w:rsidRPr="001B73FA">
        <w:rPr>
          <w:szCs w:val="20"/>
        </w:rPr>
        <w:t>ils ressemblaient à des paysages de Toscane</w:t>
      </w:r>
      <w:r w:rsidR="00462692" w:rsidRPr="00A4769E">
        <w:rPr>
          <w:szCs w:val="20"/>
        </w:rPr>
        <w:t xml:space="preserve">. </w:t>
      </w:r>
      <w:r w:rsidRPr="001B73FA">
        <w:rPr>
          <w:szCs w:val="20"/>
        </w:rPr>
        <w:t>Il était difficile de résister à la suavité des horizons qui déployaient avec une noblesse infinie de lentes vagues de bronze vert sous d</w:t>
      </w:r>
      <w:r w:rsidR="00462692" w:rsidRPr="00A4769E">
        <w:rPr>
          <w:szCs w:val="20"/>
        </w:rPr>
        <w:t>’</w:t>
      </w:r>
      <w:r w:rsidRPr="001B73FA">
        <w:rPr>
          <w:szCs w:val="20"/>
        </w:rPr>
        <w:t>énormes nuages éblouissants et pathétiques</w:t>
      </w:r>
      <w:r w:rsidR="00462692" w:rsidRPr="00A4769E">
        <w:rPr>
          <w:szCs w:val="20"/>
        </w:rPr>
        <w:t xml:space="preserve">. </w:t>
      </w:r>
      <w:r w:rsidRPr="001B73FA">
        <w:rPr>
          <w:szCs w:val="20"/>
        </w:rPr>
        <w:t>Anna montait fort bien une jument de manège qu</w:t>
      </w:r>
      <w:r w:rsidR="00462692" w:rsidRPr="00A4769E">
        <w:rPr>
          <w:szCs w:val="20"/>
        </w:rPr>
        <w:t>’</w:t>
      </w:r>
      <w:r w:rsidRPr="001B73FA">
        <w:rPr>
          <w:szCs w:val="20"/>
        </w:rPr>
        <w:t>Angelo avait soigneusement essayée</w:t>
      </w:r>
      <w:r w:rsidR="00462692" w:rsidRPr="00A4769E">
        <w:rPr>
          <w:szCs w:val="20"/>
        </w:rPr>
        <w:t xml:space="preserve">, </w:t>
      </w:r>
      <w:r w:rsidRPr="001B73FA">
        <w:rPr>
          <w:szCs w:val="20"/>
        </w:rPr>
        <w:t>de crainte d</w:t>
      </w:r>
      <w:r w:rsidR="00462692" w:rsidRPr="00A4769E">
        <w:rPr>
          <w:szCs w:val="20"/>
        </w:rPr>
        <w:t>’</w:t>
      </w:r>
      <w:r w:rsidRPr="001B73FA">
        <w:rPr>
          <w:szCs w:val="20"/>
        </w:rPr>
        <w:t>un accident qui l</w:t>
      </w:r>
      <w:r w:rsidR="00462692" w:rsidRPr="00A4769E">
        <w:rPr>
          <w:szCs w:val="20"/>
        </w:rPr>
        <w:t>’</w:t>
      </w:r>
      <w:r w:rsidRPr="001B73FA">
        <w:rPr>
          <w:szCs w:val="20"/>
        </w:rPr>
        <w:t>aurait rendu irrémédiablement ridicule</w:t>
      </w:r>
      <w:r w:rsidR="00462692" w:rsidRPr="00A4769E">
        <w:rPr>
          <w:szCs w:val="20"/>
        </w:rPr>
        <w:t>.</w:t>
      </w:r>
    </w:p>
    <w:p w14:paraId="54528BF0" w14:textId="67638980" w:rsidR="00462692" w:rsidRPr="00A4769E" w:rsidRDefault="001B73FA" w:rsidP="001B73FA">
      <w:pPr>
        <w:rPr>
          <w:szCs w:val="20"/>
        </w:rPr>
      </w:pPr>
      <w:r w:rsidRPr="001B73FA">
        <w:rPr>
          <w:szCs w:val="20"/>
        </w:rPr>
        <w:t>L</w:t>
      </w:r>
      <w:r w:rsidR="00462692" w:rsidRPr="00A4769E">
        <w:rPr>
          <w:szCs w:val="20"/>
        </w:rPr>
        <w:t>’</w:t>
      </w:r>
      <w:r w:rsidRPr="001B73FA">
        <w:rPr>
          <w:szCs w:val="20"/>
        </w:rPr>
        <w:t>auberge fut déserte jusqu</w:t>
      </w:r>
      <w:r w:rsidR="00462692" w:rsidRPr="00A4769E">
        <w:rPr>
          <w:szCs w:val="20"/>
        </w:rPr>
        <w:t>’</w:t>
      </w:r>
      <w:r w:rsidRPr="001B73FA">
        <w:rPr>
          <w:szCs w:val="20"/>
        </w:rPr>
        <w:t>à trois heures de l</w:t>
      </w:r>
      <w:r w:rsidR="00462692" w:rsidRPr="00A4769E">
        <w:rPr>
          <w:szCs w:val="20"/>
        </w:rPr>
        <w:t>’</w:t>
      </w:r>
      <w:r w:rsidRPr="001B73FA">
        <w:rPr>
          <w:szCs w:val="20"/>
        </w:rPr>
        <w:t>après-midi</w:t>
      </w:r>
      <w:r w:rsidR="00462692" w:rsidRPr="00A4769E">
        <w:rPr>
          <w:szCs w:val="20"/>
        </w:rPr>
        <w:t xml:space="preserve">. </w:t>
      </w:r>
      <w:r w:rsidRPr="001B73FA">
        <w:rPr>
          <w:szCs w:val="20"/>
        </w:rPr>
        <w:t>On avait fermé les volets contre le plein soleil</w:t>
      </w:r>
      <w:r w:rsidR="00462692" w:rsidRPr="00A4769E">
        <w:rPr>
          <w:szCs w:val="20"/>
        </w:rPr>
        <w:t xml:space="preserve">. </w:t>
      </w:r>
      <w:r w:rsidRPr="001B73FA">
        <w:rPr>
          <w:szCs w:val="20"/>
        </w:rPr>
        <w:t>La salle était vaste</w:t>
      </w:r>
      <w:r w:rsidR="00462692" w:rsidRPr="00A4769E">
        <w:rPr>
          <w:szCs w:val="20"/>
        </w:rPr>
        <w:t xml:space="preserve">, </w:t>
      </w:r>
      <w:r w:rsidRPr="001B73FA">
        <w:rPr>
          <w:szCs w:val="20"/>
        </w:rPr>
        <w:t>fraîche et on avait arrosé le parquet qui sentait l</w:t>
      </w:r>
      <w:r w:rsidR="00462692" w:rsidRPr="00A4769E">
        <w:rPr>
          <w:szCs w:val="20"/>
        </w:rPr>
        <w:t>’</w:t>
      </w:r>
      <w:r w:rsidRPr="001B73FA">
        <w:rPr>
          <w:szCs w:val="20"/>
        </w:rPr>
        <w:t>argile</w:t>
      </w:r>
      <w:r w:rsidR="00462692" w:rsidRPr="00A4769E">
        <w:rPr>
          <w:szCs w:val="20"/>
        </w:rPr>
        <w:t xml:space="preserve">. </w:t>
      </w:r>
      <w:r w:rsidRPr="001B73FA">
        <w:rPr>
          <w:szCs w:val="20"/>
        </w:rPr>
        <w:t>Anna et Angelo étaient assis dans deux fauteuils qui se faisaient face</w:t>
      </w:r>
      <w:r w:rsidR="00133CA8">
        <w:rPr>
          <w:szCs w:val="20"/>
        </w:rPr>
        <w:t>.</w:t>
      </w:r>
      <w:r w:rsidR="00462692" w:rsidRPr="00A4769E">
        <w:rPr>
          <w:szCs w:val="20"/>
        </w:rPr>
        <w:t xml:space="preserve"> </w:t>
      </w:r>
      <w:r w:rsidR="00133CA8">
        <w:rPr>
          <w:szCs w:val="20"/>
        </w:rPr>
        <w:t>T</w:t>
      </w:r>
      <w:r w:rsidRPr="001B73FA">
        <w:rPr>
          <w:szCs w:val="20"/>
        </w:rPr>
        <w:t>rois hommes insignifiants entrèrent sans faire de bruit</w:t>
      </w:r>
      <w:r w:rsidR="00462692" w:rsidRPr="00A4769E">
        <w:rPr>
          <w:szCs w:val="20"/>
        </w:rPr>
        <w:t>.</w:t>
      </w:r>
    </w:p>
    <w:p w14:paraId="7DCF4DB3" w14:textId="77777777" w:rsidR="00462692" w:rsidRPr="00A4769E" w:rsidRDefault="00462692" w:rsidP="001B73FA">
      <w:pPr>
        <w:rPr>
          <w:szCs w:val="20"/>
        </w:rPr>
      </w:pPr>
      <w:r w:rsidRPr="00A4769E">
        <w:rPr>
          <w:szCs w:val="20"/>
        </w:rPr>
        <w:t>« </w:t>
      </w:r>
      <w:r w:rsidR="001B73FA" w:rsidRPr="001B73FA">
        <w:rPr>
          <w:szCs w:val="20"/>
        </w:rPr>
        <w:t>Mes vêtements ne sont pas pratiques</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je ne peux pas emporter mon poignard</w:t>
      </w:r>
      <w:r w:rsidRPr="00A4769E">
        <w:rPr>
          <w:szCs w:val="20"/>
        </w:rPr>
        <w:t xml:space="preserve">, </w:t>
      </w:r>
      <w:r w:rsidR="001B73FA" w:rsidRPr="001B73FA">
        <w:rPr>
          <w:szCs w:val="20"/>
        </w:rPr>
        <w:t>et je vais être obligé de me colleter comme un charretier si cette belle dame a décidé de venger le demi-affront que je lui ai fait l</w:t>
      </w:r>
      <w:r w:rsidRPr="00A4769E">
        <w:rPr>
          <w:szCs w:val="20"/>
        </w:rPr>
        <w:t>’</w:t>
      </w:r>
      <w:r w:rsidR="001B73FA" w:rsidRPr="001B73FA">
        <w:rPr>
          <w:szCs w:val="20"/>
        </w:rPr>
        <w:t>autre nuit</w:t>
      </w:r>
      <w:r w:rsidRPr="00A4769E">
        <w:rPr>
          <w:szCs w:val="20"/>
        </w:rPr>
        <w:t>. »</w:t>
      </w:r>
      <w:r w:rsidR="001B73FA" w:rsidRPr="001B73FA">
        <w:rPr>
          <w:szCs w:val="20"/>
        </w:rPr>
        <w:t xml:space="preserve"> Les hommes s</w:t>
      </w:r>
      <w:r w:rsidRPr="00A4769E">
        <w:rPr>
          <w:szCs w:val="20"/>
        </w:rPr>
        <w:t>’</w:t>
      </w:r>
      <w:r w:rsidR="001B73FA" w:rsidRPr="001B73FA">
        <w:rPr>
          <w:szCs w:val="20"/>
        </w:rPr>
        <w:t>en allèrent dans le fond de la salle</w:t>
      </w:r>
      <w:r w:rsidRPr="00A4769E">
        <w:rPr>
          <w:szCs w:val="20"/>
        </w:rPr>
        <w:t xml:space="preserve">, </w:t>
      </w:r>
      <w:r w:rsidR="001B73FA" w:rsidRPr="001B73FA">
        <w:rPr>
          <w:szCs w:val="20"/>
        </w:rPr>
        <w:t>qui était dans l</w:t>
      </w:r>
      <w:r w:rsidRPr="00A4769E">
        <w:rPr>
          <w:szCs w:val="20"/>
        </w:rPr>
        <w:t>’</w:t>
      </w:r>
      <w:r w:rsidR="001B73FA" w:rsidRPr="001B73FA">
        <w:rPr>
          <w:szCs w:val="20"/>
        </w:rPr>
        <w:t>ombre</w:t>
      </w:r>
      <w:r w:rsidRPr="00A4769E">
        <w:rPr>
          <w:szCs w:val="20"/>
        </w:rPr>
        <w:t xml:space="preserve">, </w:t>
      </w:r>
      <w:r w:rsidR="001B73FA" w:rsidRPr="001B73FA">
        <w:rPr>
          <w:szCs w:val="20"/>
        </w:rPr>
        <w:t>et on les entendit ouvrir des boîtes</w:t>
      </w:r>
      <w:r w:rsidRPr="00A4769E">
        <w:rPr>
          <w:szCs w:val="20"/>
        </w:rPr>
        <w:t xml:space="preserve">. </w:t>
      </w:r>
      <w:r w:rsidR="001B73FA" w:rsidRPr="001B73FA">
        <w:rPr>
          <w:szCs w:val="20"/>
        </w:rPr>
        <w:t>Anna continua</w:t>
      </w:r>
      <w:r w:rsidR="00133CA8">
        <w:rPr>
          <w:szCs w:val="20"/>
        </w:rPr>
        <w:t>it</w:t>
      </w:r>
      <w:r w:rsidR="001B73FA" w:rsidRPr="001B73FA">
        <w:rPr>
          <w:szCs w:val="20"/>
        </w:rPr>
        <w:t xml:space="preserve"> à rêver</w:t>
      </w:r>
      <w:r w:rsidRPr="00A4769E">
        <w:rPr>
          <w:szCs w:val="20"/>
        </w:rPr>
        <w:t xml:space="preserve">. </w:t>
      </w:r>
      <w:r w:rsidR="001B73FA" w:rsidRPr="001B73FA">
        <w:rPr>
          <w:szCs w:val="20"/>
        </w:rPr>
        <w:t>Alors</w:t>
      </w:r>
      <w:r w:rsidRPr="00A4769E">
        <w:rPr>
          <w:szCs w:val="20"/>
        </w:rPr>
        <w:t xml:space="preserve">, </w:t>
      </w:r>
      <w:r w:rsidR="001B73FA" w:rsidRPr="001B73FA">
        <w:rPr>
          <w:szCs w:val="20"/>
        </w:rPr>
        <w:t>un violon</w:t>
      </w:r>
      <w:r w:rsidRPr="00A4769E">
        <w:rPr>
          <w:szCs w:val="20"/>
        </w:rPr>
        <w:t xml:space="preserve">, </w:t>
      </w:r>
      <w:r w:rsidR="001B73FA" w:rsidRPr="001B73FA">
        <w:rPr>
          <w:szCs w:val="20"/>
        </w:rPr>
        <w:t xml:space="preserve">un alto et une flûte commencèrent à jouer le déchirant </w:t>
      </w:r>
      <w:r w:rsidR="001B73FA" w:rsidRPr="001B73FA">
        <w:rPr>
          <w:i/>
          <w:iCs/>
          <w:szCs w:val="20"/>
        </w:rPr>
        <w:t>andante</w:t>
      </w:r>
      <w:r w:rsidR="001B73FA" w:rsidRPr="001B73FA">
        <w:rPr>
          <w:szCs w:val="20"/>
        </w:rPr>
        <w:t xml:space="preserve"> d</w:t>
      </w:r>
      <w:r w:rsidRPr="00A4769E">
        <w:rPr>
          <w:szCs w:val="20"/>
        </w:rPr>
        <w:t>’</w:t>
      </w:r>
      <w:r w:rsidR="001B73FA" w:rsidRPr="001B73FA">
        <w:rPr>
          <w:szCs w:val="20"/>
        </w:rPr>
        <w:t xml:space="preserve">un </w:t>
      </w:r>
      <w:r w:rsidR="001B73FA" w:rsidRPr="001B73FA">
        <w:rPr>
          <w:i/>
          <w:iCs/>
          <w:szCs w:val="20"/>
        </w:rPr>
        <w:t>Concerto en ut</w:t>
      </w:r>
      <w:r w:rsidR="001B73FA" w:rsidRPr="001B73FA">
        <w:rPr>
          <w:szCs w:val="20"/>
        </w:rPr>
        <w:t xml:space="preserve"> de Mozart</w:t>
      </w:r>
      <w:r w:rsidRPr="00A4769E">
        <w:rPr>
          <w:szCs w:val="20"/>
        </w:rPr>
        <w:t>.</w:t>
      </w:r>
    </w:p>
    <w:p w14:paraId="14E4D23A" w14:textId="77777777" w:rsidR="00462692" w:rsidRPr="00A4769E" w:rsidRDefault="001B73FA" w:rsidP="001B73FA">
      <w:pPr>
        <w:rPr>
          <w:szCs w:val="20"/>
        </w:rPr>
      </w:pPr>
      <w:r w:rsidRPr="001B73FA">
        <w:rPr>
          <w:szCs w:val="20"/>
        </w:rPr>
        <w:t>Anna devait se préparer pour la représentation du soir et il fallut rentrer de bonne heure</w:t>
      </w:r>
      <w:r w:rsidR="00462692" w:rsidRPr="00A4769E">
        <w:rPr>
          <w:szCs w:val="20"/>
        </w:rPr>
        <w:t xml:space="preserve">. </w:t>
      </w:r>
      <w:r w:rsidRPr="001B73FA">
        <w:rPr>
          <w:szCs w:val="20"/>
        </w:rPr>
        <w:t>Angelo paya royalement les musiciens</w:t>
      </w:r>
      <w:r w:rsidR="00462692" w:rsidRPr="00A4769E">
        <w:rPr>
          <w:szCs w:val="20"/>
        </w:rPr>
        <w:t>. « </w:t>
      </w:r>
      <w:r w:rsidRPr="001B73FA">
        <w:rPr>
          <w:szCs w:val="20"/>
        </w:rPr>
        <w:t>J</w:t>
      </w:r>
      <w:r w:rsidR="00462692" w:rsidRPr="00A4769E">
        <w:rPr>
          <w:szCs w:val="20"/>
        </w:rPr>
        <w:t>’</w:t>
      </w:r>
      <w:r w:rsidRPr="001B73FA">
        <w:rPr>
          <w:szCs w:val="20"/>
        </w:rPr>
        <w:t>ai beau habiter un monde</w:t>
      </w:r>
      <w:r w:rsidR="00462692" w:rsidRPr="00A4769E">
        <w:rPr>
          <w:szCs w:val="20"/>
        </w:rPr>
        <w:t xml:space="preserve">, </w:t>
      </w:r>
      <w:r w:rsidRPr="001B73FA">
        <w:rPr>
          <w:szCs w:val="20"/>
        </w:rPr>
        <w:t>hélas</w:t>
      </w:r>
      <w:r w:rsidR="00462692" w:rsidRPr="00A4769E">
        <w:rPr>
          <w:szCs w:val="20"/>
        </w:rPr>
        <w:t xml:space="preserve"> ! </w:t>
      </w:r>
      <w:r w:rsidRPr="001B73FA">
        <w:rPr>
          <w:szCs w:val="20"/>
        </w:rPr>
        <w:t>très loin du monde ordinaire</w:t>
      </w:r>
      <w:r w:rsidR="00462692" w:rsidRPr="00A4769E">
        <w:rPr>
          <w:szCs w:val="20"/>
        </w:rPr>
        <w:t xml:space="preserve">, </w:t>
      </w:r>
      <w:r w:rsidRPr="001B73FA">
        <w:rPr>
          <w:szCs w:val="20"/>
        </w:rPr>
        <w:t>dit-il à Anna</w:t>
      </w:r>
      <w:r w:rsidR="00462692" w:rsidRPr="00A4769E">
        <w:rPr>
          <w:szCs w:val="20"/>
        </w:rPr>
        <w:t xml:space="preserve">, </w:t>
      </w:r>
      <w:r w:rsidRPr="001B73FA">
        <w:rPr>
          <w:szCs w:val="20"/>
        </w:rPr>
        <w:t>mais ici je ne crois pas au hasard</w:t>
      </w:r>
      <w:r w:rsidR="00462692" w:rsidRPr="00A4769E">
        <w:rPr>
          <w:szCs w:val="20"/>
        </w:rPr>
        <w:t xml:space="preserve">. </w:t>
      </w:r>
      <w:r w:rsidRPr="001B73FA">
        <w:rPr>
          <w:szCs w:val="20"/>
        </w:rPr>
        <w:t>Par quelle grâce avez-vous pu trouver les choses essentielles à mon c</w:t>
      </w:r>
      <w:r w:rsidR="00462692" w:rsidRPr="00A4769E">
        <w:rPr>
          <w:szCs w:val="20"/>
        </w:rPr>
        <w:t>œ</w:t>
      </w:r>
      <w:r w:rsidRPr="001B73FA">
        <w:rPr>
          <w:szCs w:val="20"/>
        </w:rPr>
        <w:t>ur</w:t>
      </w:r>
      <w:r w:rsidR="00462692" w:rsidRPr="00A4769E">
        <w:rPr>
          <w:szCs w:val="20"/>
        </w:rPr>
        <w:t> ?</w:t>
      </w:r>
    </w:p>
    <w:p w14:paraId="2961BAD6" w14:textId="5F3F7791" w:rsidR="001B73FA" w:rsidRPr="001B73FA" w:rsidRDefault="00462692" w:rsidP="001B73FA">
      <w:pPr>
        <w:rPr>
          <w:szCs w:val="20"/>
        </w:rPr>
      </w:pPr>
      <w:r w:rsidRPr="00A4769E">
        <w:rPr>
          <w:szCs w:val="20"/>
        </w:rPr>
        <w:t>— </w:t>
      </w:r>
      <w:r w:rsidR="001B73FA" w:rsidRPr="001B73FA">
        <w:rPr>
          <w:szCs w:val="20"/>
        </w:rPr>
        <w:t>C</w:t>
      </w:r>
      <w:r w:rsidRPr="00A4769E">
        <w:rPr>
          <w:szCs w:val="20"/>
        </w:rPr>
        <w:t>’</w:t>
      </w:r>
      <w:r w:rsidR="001B73FA" w:rsidRPr="001B73FA">
        <w:rPr>
          <w:szCs w:val="20"/>
        </w:rPr>
        <w:t>est que je t</w:t>
      </w:r>
      <w:r w:rsidRPr="00A4769E">
        <w:rPr>
          <w:szCs w:val="20"/>
        </w:rPr>
        <w:t>’</w:t>
      </w:r>
      <w:r w:rsidR="001B73FA" w:rsidRPr="001B73FA">
        <w:rPr>
          <w:szCs w:val="20"/>
        </w:rPr>
        <w:t>aime</w:t>
      </w:r>
      <w:r w:rsidRPr="00A4769E">
        <w:rPr>
          <w:szCs w:val="20"/>
        </w:rPr>
        <w:t xml:space="preserve">, </w:t>
      </w:r>
      <w:r w:rsidR="001B73FA" w:rsidRPr="001B73FA">
        <w:rPr>
          <w:szCs w:val="20"/>
        </w:rPr>
        <w:t>dit-elle</w:t>
      </w:r>
      <w:r w:rsidRPr="00A4769E">
        <w:rPr>
          <w:szCs w:val="20"/>
        </w:rPr>
        <w:t xml:space="preserve">, </w:t>
      </w:r>
      <w:r w:rsidR="001B73FA" w:rsidRPr="001B73FA">
        <w:rPr>
          <w:szCs w:val="20"/>
        </w:rPr>
        <w:t>et que je suis bête</w:t>
      </w:r>
      <w:r w:rsidRPr="00A4769E">
        <w:rPr>
          <w:szCs w:val="20"/>
        </w:rPr>
        <w:t xml:space="preserve">. </w:t>
      </w:r>
      <w:r w:rsidR="001B73FA" w:rsidRPr="001B73FA">
        <w:rPr>
          <w:szCs w:val="20"/>
        </w:rPr>
        <w:t>Alors on invente tout comme Dieu</w:t>
      </w:r>
      <w:r w:rsidRPr="00A4769E">
        <w:rPr>
          <w:szCs w:val="20"/>
        </w:rPr>
        <w:t xml:space="preserve">. </w:t>
      </w:r>
      <w:r w:rsidR="001B73FA" w:rsidRPr="001B73FA">
        <w:rPr>
          <w:szCs w:val="20"/>
        </w:rPr>
        <w:t>Je t</w:t>
      </w:r>
      <w:r w:rsidRPr="00A4769E">
        <w:rPr>
          <w:szCs w:val="20"/>
        </w:rPr>
        <w:t>’</w:t>
      </w:r>
      <w:r w:rsidR="001B73FA" w:rsidRPr="001B73FA">
        <w:rPr>
          <w:szCs w:val="20"/>
        </w:rPr>
        <w:t>assure que c</w:t>
      </w:r>
      <w:r w:rsidRPr="00A4769E">
        <w:rPr>
          <w:szCs w:val="20"/>
        </w:rPr>
        <w:t>’</w:t>
      </w:r>
      <w:r w:rsidR="001B73FA" w:rsidRPr="001B73FA">
        <w:rPr>
          <w:szCs w:val="20"/>
        </w:rPr>
        <w:t>est la première fois que j</w:t>
      </w:r>
      <w:r w:rsidRPr="00A4769E">
        <w:rPr>
          <w:szCs w:val="20"/>
        </w:rPr>
        <w:t>’</w:t>
      </w:r>
      <w:r w:rsidR="001B73FA" w:rsidRPr="001B73FA">
        <w:rPr>
          <w:szCs w:val="20"/>
        </w:rPr>
        <w:t>ai du plaisir avec mon malheur</w:t>
      </w:r>
      <w:r w:rsidRPr="00A4769E">
        <w:rPr>
          <w:szCs w:val="20"/>
        </w:rPr>
        <w:t xml:space="preserve">. </w:t>
      </w:r>
      <w:r w:rsidR="001B73FA" w:rsidRPr="001B73FA">
        <w:rPr>
          <w:szCs w:val="20"/>
        </w:rPr>
        <w:t>Je ne suis pourtant pas tombée de la cuisse de Jupiter</w:t>
      </w:r>
      <w:r w:rsidRPr="00A4769E">
        <w:rPr>
          <w:szCs w:val="20"/>
        </w:rPr>
        <w:t xml:space="preserve"> : </w:t>
      </w:r>
      <w:r w:rsidR="001B73FA" w:rsidRPr="001B73FA">
        <w:rPr>
          <w:szCs w:val="20"/>
        </w:rPr>
        <w:t>j</w:t>
      </w:r>
      <w:r w:rsidRPr="00A4769E">
        <w:rPr>
          <w:szCs w:val="20"/>
        </w:rPr>
        <w:t>’</w:t>
      </w:r>
      <w:r w:rsidR="001B73FA" w:rsidRPr="001B73FA">
        <w:rPr>
          <w:szCs w:val="20"/>
        </w:rPr>
        <w:t>étais coutu</w:t>
      </w:r>
      <w:r w:rsidR="001B73FA" w:rsidRPr="001B73FA">
        <w:rPr>
          <w:szCs w:val="20"/>
        </w:rPr>
        <w:lastRenderedPageBreak/>
        <w:t>rière à Marseille avant qu</w:t>
      </w:r>
      <w:r w:rsidRPr="00A4769E">
        <w:rPr>
          <w:szCs w:val="20"/>
        </w:rPr>
        <w:t>’</w:t>
      </w:r>
      <w:r w:rsidR="001B73FA" w:rsidRPr="001B73FA">
        <w:rPr>
          <w:szCs w:val="20"/>
        </w:rPr>
        <w:t>un imprésario</w:t>
      </w:r>
      <w:r w:rsidRPr="00A4769E">
        <w:rPr>
          <w:szCs w:val="20"/>
        </w:rPr>
        <w:t xml:space="preserve">, </w:t>
      </w:r>
      <w:r w:rsidR="001B73FA" w:rsidRPr="001B73FA">
        <w:rPr>
          <w:szCs w:val="20"/>
        </w:rPr>
        <w:t>qui a été l</w:t>
      </w:r>
      <w:r w:rsidRPr="00A4769E">
        <w:rPr>
          <w:szCs w:val="20"/>
        </w:rPr>
        <w:t>’</w:t>
      </w:r>
      <w:r w:rsidR="001B73FA" w:rsidRPr="001B73FA">
        <w:rPr>
          <w:szCs w:val="20"/>
        </w:rPr>
        <w:t>amant de ma mère</w:t>
      </w:r>
      <w:r w:rsidRPr="00A4769E">
        <w:rPr>
          <w:szCs w:val="20"/>
        </w:rPr>
        <w:t xml:space="preserve">, </w:t>
      </w:r>
      <w:r w:rsidR="001B73FA" w:rsidRPr="001B73FA">
        <w:rPr>
          <w:szCs w:val="20"/>
        </w:rPr>
        <w:t>puis le mien</w:t>
      </w:r>
      <w:r w:rsidRPr="00A4769E">
        <w:rPr>
          <w:szCs w:val="20"/>
        </w:rPr>
        <w:t xml:space="preserve">, </w:t>
      </w:r>
      <w:r w:rsidR="001B73FA" w:rsidRPr="001B73FA">
        <w:rPr>
          <w:szCs w:val="20"/>
        </w:rPr>
        <w:t>consente à dépenser un peu d</w:t>
      </w:r>
      <w:r w:rsidRPr="00A4769E">
        <w:rPr>
          <w:szCs w:val="20"/>
        </w:rPr>
        <w:t>’</w:t>
      </w:r>
      <w:r w:rsidR="001B73FA" w:rsidRPr="001B73FA">
        <w:rPr>
          <w:szCs w:val="20"/>
        </w:rPr>
        <w:t>argent pour me cultiver la voix</w:t>
      </w:r>
      <w:r w:rsidRPr="00A4769E">
        <w:rPr>
          <w:szCs w:val="20"/>
        </w:rPr>
        <w:t xml:space="preserve">. </w:t>
      </w:r>
      <w:r w:rsidR="001B73FA" w:rsidRPr="001B73FA">
        <w:rPr>
          <w:szCs w:val="20"/>
        </w:rPr>
        <w:t>Mais je suis sûre que pour toi</w:t>
      </w:r>
      <w:r w:rsidRPr="00A4769E">
        <w:rPr>
          <w:szCs w:val="20"/>
        </w:rPr>
        <w:t xml:space="preserve">, </w:t>
      </w:r>
      <w:r w:rsidR="001B73FA" w:rsidRPr="001B73FA">
        <w:rPr>
          <w:szCs w:val="20"/>
        </w:rPr>
        <w:t>j</w:t>
      </w:r>
      <w:r w:rsidRPr="00A4769E">
        <w:rPr>
          <w:szCs w:val="20"/>
        </w:rPr>
        <w:t>’</w:t>
      </w:r>
      <w:r w:rsidR="001B73FA" w:rsidRPr="001B73FA">
        <w:rPr>
          <w:szCs w:val="20"/>
        </w:rPr>
        <w:t>aurais facilement des idées de grande dame</w:t>
      </w:r>
      <w:r w:rsidRPr="00A4769E">
        <w:rPr>
          <w:szCs w:val="20"/>
        </w:rPr>
        <w:t>. »« </w:t>
      </w:r>
      <w:r w:rsidR="001B73FA" w:rsidRPr="001B73FA">
        <w:rPr>
          <w:szCs w:val="20"/>
        </w:rPr>
        <w:t>Ce qu</w:t>
      </w:r>
      <w:r w:rsidRPr="00A4769E">
        <w:rPr>
          <w:szCs w:val="20"/>
        </w:rPr>
        <w:t>’</w:t>
      </w:r>
      <w:r w:rsidR="001B73FA" w:rsidRPr="001B73FA">
        <w:rPr>
          <w:szCs w:val="20"/>
        </w:rPr>
        <w:t>elle me dit est touchant</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Et que faire pour la remercier</w:t>
      </w:r>
      <w:r w:rsidRPr="00A4769E">
        <w:rPr>
          <w:szCs w:val="20"/>
        </w:rPr>
        <w:t xml:space="preserve"> ? </w:t>
      </w:r>
      <w:r w:rsidR="001B73FA" w:rsidRPr="001B73FA">
        <w:rPr>
          <w:szCs w:val="20"/>
        </w:rPr>
        <w:t>Décidément</w:t>
      </w:r>
      <w:r w:rsidRPr="00A4769E">
        <w:rPr>
          <w:szCs w:val="20"/>
        </w:rPr>
        <w:t xml:space="preserve">, </w:t>
      </w:r>
      <w:r w:rsidR="001B73FA" w:rsidRPr="001B73FA">
        <w:rPr>
          <w:szCs w:val="20"/>
        </w:rPr>
        <w:t>je n</w:t>
      </w:r>
      <w:r w:rsidRPr="00A4769E">
        <w:rPr>
          <w:szCs w:val="20"/>
        </w:rPr>
        <w:t>’</w:t>
      </w:r>
      <w:r w:rsidR="001B73FA" w:rsidRPr="001B73FA">
        <w:rPr>
          <w:szCs w:val="20"/>
        </w:rPr>
        <w:t>aime pas</w:t>
      </w:r>
      <w:r w:rsidRPr="00A4769E">
        <w:rPr>
          <w:szCs w:val="20"/>
        </w:rPr>
        <w:t>. »</w:t>
      </w:r>
    </w:p>
    <w:p w14:paraId="25496D53" w14:textId="20DAE6D2" w:rsidR="001B73FA" w:rsidRPr="001B73FA" w:rsidRDefault="00462692" w:rsidP="001B73FA">
      <w:pPr>
        <w:rPr>
          <w:szCs w:val="20"/>
        </w:rPr>
      </w:pPr>
      <w:r w:rsidRPr="00A4769E">
        <w:rPr>
          <w:szCs w:val="20"/>
        </w:rPr>
        <w:t>« </w:t>
      </w:r>
      <w:r w:rsidR="001B73FA" w:rsidRPr="001B73FA">
        <w:rPr>
          <w:szCs w:val="20"/>
        </w:rPr>
        <w:t>Serais-je incapable d</w:t>
      </w:r>
      <w:r w:rsidRPr="00A4769E">
        <w:rPr>
          <w:szCs w:val="20"/>
        </w:rPr>
        <w:t>’</w:t>
      </w:r>
      <w:r w:rsidR="001B73FA" w:rsidRPr="001B73FA">
        <w:rPr>
          <w:szCs w:val="20"/>
        </w:rPr>
        <w:t>aimer</w:t>
      </w:r>
      <w:r w:rsidRPr="00A4769E">
        <w:rPr>
          <w:szCs w:val="20"/>
        </w:rPr>
        <w:t> ? »</w:t>
      </w:r>
      <w:r w:rsidR="001B73FA" w:rsidRPr="001B73FA">
        <w:rPr>
          <w:szCs w:val="20"/>
        </w:rPr>
        <w:t xml:space="preserve"> se dit-il quand il fut seul chez lui</w:t>
      </w:r>
      <w:r w:rsidRPr="00A4769E">
        <w:rPr>
          <w:szCs w:val="20"/>
        </w:rPr>
        <w:t xml:space="preserve">. </w:t>
      </w:r>
      <w:r w:rsidR="001B73FA" w:rsidRPr="001B73FA">
        <w:rPr>
          <w:szCs w:val="20"/>
        </w:rPr>
        <w:t>Le paysage dans lequel il avait marché tout le jour</w:t>
      </w:r>
      <w:r w:rsidRPr="00A4769E">
        <w:rPr>
          <w:szCs w:val="20"/>
        </w:rPr>
        <w:t xml:space="preserve">, </w:t>
      </w:r>
      <w:r w:rsidR="001B73FA" w:rsidRPr="001B73FA">
        <w:rPr>
          <w:szCs w:val="20"/>
        </w:rPr>
        <w:t>en se demandant à chaque instant s</w:t>
      </w:r>
      <w:r w:rsidRPr="00A4769E">
        <w:rPr>
          <w:szCs w:val="20"/>
        </w:rPr>
        <w:t>’</w:t>
      </w:r>
      <w:r w:rsidR="001B73FA" w:rsidRPr="001B73FA">
        <w:rPr>
          <w:szCs w:val="20"/>
        </w:rPr>
        <w:t>il faisait bien tout ce qu</w:t>
      </w:r>
      <w:r w:rsidRPr="00A4769E">
        <w:rPr>
          <w:szCs w:val="20"/>
        </w:rPr>
        <w:t>’</w:t>
      </w:r>
      <w:r w:rsidR="001B73FA" w:rsidRPr="001B73FA">
        <w:rPr>
          <w:szCs w:val="20"/>
        </w:rPr>
        <w:t>il fallait faire pour que sa compagne soit contente</w:t>
      </w:r>
      <w:r w:rsidRPr="00A4769E">
        <w:rPr>
          <w:szCs w:val="20"/>
        </w:rPr>
        <w:t xml:space="preserve">, </w:t>
      </w:r>
      <w:r w:rsidR="001B73FA" w:rsidRPr="001B73FA">
        <w:rPr>
          <w:szCs w:val="20"/>
        </w:rPr>
        <w:t>vint lentement occuper</w:t>
      </w:r>
      <w:r w:rsidRPr="00A4769E">
        <w:rPr>
          <w:szCs w:val="20"/>
        </w:rPr>
        <w:t xml:space="preserve">, </w:t>
      </w:r>
      <w:r w:rsidR="001B73FA" w:rsidRPr="001B73FA">
        <w:rPr>
          <w:szCs w:val="20"/>
        </w:rPr>
        <w:t>comme un décor étrangement illuminé</w:t>
      </w:r>
      <w:r w:rsidRPr="00A4769E">
        <w:rPr>
          <w:szCs w:val="20"/>
        </w:rPr>
        <w:t xml:space="preserve">, </w:t>
      </w:r>
      <w:r w:rsidR="001B73FA" w:rsidRPr="001B73FA">
        <w:rPr>
          <w:szCs w:val="20"/>
        </w:rPr>
        <w:t xml:space="preserve">les </w:t>
      </w:r>
      <w:r w:rsidR="00133CA8">
        <w:rPr>
          <w:szCs w:val="20"/>
        </w:rPr>
        <w:t>qua</w:t>
      </w:r>
      <w:r w:rsidR="00133CA8" w:rsidRPr="001B73FA">
        <w:rPr>
          <w:szCs w:val="20"/>
        </w:rPr>
        <w:t xml:space="preserve">tre </w:t>
      </w:r>
      <w:r w:rsidR="001B73FA" w:rsidRPr="001B73FA">
        <w:rPr>
          <w:szCs w:val="20"/>
        </w:rPr>
        <w:t>murs de sa chambre</w:t>
      </w:r>
      <w:r w:rsidRPr="00A4769E">
        <w:rPr>
          <w:szCs w:val="20"/>
        </w:rPr>
        <w:t>. « </w:t>
      </w:r>
      <w:r w:rsidR="001B73FA" w:rsidRPr="001B73FA">
        <w:rPr>
          <w:szCs w:val="20"/>
        </w:rPr>
        <w:t>Avec celle qui est tellement faite pour moi qu</w:t>
      </w:r>
      <w:r w:rsidRPr="00A4769E">
        <w:rPr>
          <w:szCs w:val="20"/>
        </w:rPr>
        <w:t>’</w:t>
      </w:r>
      <w:r w:rsidR="001B73FA" w:rsidRPr="001B73FA">
        <w:rPr>
          <w:szCs w:val="20"/>
        </w:rPr>
        <w:t>elle a inventé cette odeur qui contient tout ce que je désire</w:t>
      </w:r>
      <w:r w:rsidRPr="00A4769E">
        <w:rPr>
          <w:szCs w:val="20"/>
        </w:rPr>
        <w:t xml:space="preserve">, </w:t>
      </w:r>
      <w:r w:rsidR="001B73FA" w:rsidRPr="001B73FA">
        <w:rPr>
          <w:szCs w:val="20"/>
        </w:rPr>
        <w:t>ce serait le paradis</w:t>
      </w:r>
      <w:r w:rsidRPr="00A4769E">
        <w:rPr>
          <w:szCs w:val="20"/>
        </w:rPr>
        <w:t xml:space="preserve">, </w:t>
      </w:r>
      <w:r w:rsidR="001B73FA" w:rsidRPr="001B73FA">
        <w:rPr>
          <w:szCs w:val="20"/>
        </w:rPr>
        <w:t>se dit-il</w:t>
      </w:r>
      <w:r w:rsidRPr="00A4769E">
        <w:rPr>
          <w:szCs w:val="20"/>
        </w:rPr>
        <w:t xml:space="preserve">. </w:t>
      </w:r>
      <w:r w:rsidR="001B73FA" w:rsidRPr="001B73FA">
        <w:rPr>
          <w:szCs w:val="20"/>
        </w:rPr>
        <w:t>Même laide</w:t>
      </w:r>
      <w:r w:rsidRPr="00A4769E">
        <w:rPr>
          <w:szCs w:val="20"/>
        </w:rPr>
        <w:t xml:space="preserve">. </w:t>
      </w:r>
      <w:r w:rsidR="001B73FA" w:rsidRPr="001B73FA">
        <w:rPr>
          <w:szCs w:val="20"/>
        </w:rPr>
        <w:t>Même malade et couchée sur une litière</w:t>
      </w:r>
      <w:r w:rsidRPr="00A4769E">
        <w:rPr>
          <w:szCs w:val="20"/>
        </w:rPr>
        <w:t xml:space="preserve">, </w:t>
      </w:r>
      <w:r w:rsidR="001B73FA" w:rsidRPr="001B73FA">
        <w:rPr>
          <w:szCs w:val="20"/>
        </w:rPr>
        <w:t>que deux chevaux traîneraient</w:t>
      </w:r>
      <w:r w:rsidRPr="00A4769E">
        <w:rPr>
          <w:szCs w:val="20"/>
        </w:rPr>
        <w:t xml:space="preserve">. </w:t>
      </w:r>
      <w:r w:rsidR="001B73FA" w:rsidRPr="001B73FA">
        <w:rPr>
          <w:szCs w:val="20"/>
        </w:rPr>
        <w:t>On peut faire tellement de choses personnelles avec ces magnifiques nuages et ces collines qui roulent à perte de vue comme la mer</w:t>
      </w:r>
      <w:r w:rsidRPr="00A4769E">
        <w:rPr>
          <w:szCs w:val="20"/>
        </w:rPr>
        <w:t> ! »</w:t>
      </w:r>
    </w:p>
    <w:p w14:paraId="0CF3CADE" w14:textId="77777777" w:rsidR="001B73FA" w:rsidRPr="001B73FA" w:rsidRDefault="001B73FA" w:rsidP="001B73FA">
      <w:pPr>
        <w:rPr>
          <w:szCs w:val="20"/>
        </w:rPr>
      </w:pPr>
      <w:r w:rsidRPr="001B73FA">
        <w:rPr>
          <w:szCs w:val="20"/>
        </w:rPr>
        <w:t>Il y eut d</w:t>
      </w:r>
      <w:r w:rsidR="00462692" w:rsidRPr="00A4769E">
        <w:rPr>
          <w:szCs w:val="20"/>
        </w:rPr>
        <w:t>’</w:t>
      </w:r>
      <w:r w:rsidRPr="001B73FA">
        <w:rPr>
          <w:szCs w:val="20"/>
        </w:rPr>
        <w:t>autres promenades à Saint-Augustin</w:t>
      </w:r>
      <w:r w:rsidR="00462692" w:rsidRPr="00A4769E">
        <w:rPr>
          <w:szCs w:val="20"/>
        </w:rPr>
        <w:t xml:space="preserve">. </w:t>
      </w:r>
      <w:r w:rsidRPr="001B73FA">
        <w:rPr>
          <w:szCs w:val="20"/>
        </w:rPr>
        <w:t>Il commença à voir que la montagne de Sainte-Victoire ressemblait à un immense voilier couvert de toile</w:t>
      </w:r>
      <w:r w:rsidR="00462692" w:rsidRPr="00A4769E">
        <w:rPr>
          <w:szCs w:val="20"/>
        </w:rPr>
        <w:t xml:space="preserve">. </w:t>
      </w:r>
      <w:r w:rsidRPr="001B73FA">
        <w:rPr>
          <w:szCs w:val="20"/>
        </w:rPr>
        <w:t>Mais il garda l</w:t>
      </w:r>
      <w:r w:rsidR="00462692" w:rsidRPr="00A4769E">
        <w:rPr>
          <w:szCs w:val="20"/>
        </w:rPr>
        <w:t>’</w:t>
      </w:r>
      <w:r w:rsidRPr="001B73FA">
        <w:rPr>
          <w:szCs w:val="20"/>
        </w:rPr>
        <w:t>image pour lui</w:t>
      </w:r>
      <w:r w:rsidR="00462692" w:rsidRPr="00A4769E">
        <w:rPr>
          <w:szCs w:val="20"/>
        </w:rPr>
        <w:t>. « </w:t>
      </w:r>
      <w:r w:rsidRPr="001B73FA">
        <w:rPr>
          <w:szCs w:val="20"/>
        </w:rPr>
        <w:t>Qu</w:t>
      </w:r>
      <w:r w:rsidR="00462692" w:rsidRPr="00A4769E">
        <w:rPr>
          <w:szCs w:val="20"/>
        </w:rPr>
        <w:t>’</w:t>
      </w:r>
      <w:r w:rsidRPr="001B73FA">
        <w:rPr>
          <w:szCs w:val="20"/>
        </w:rPr>
        <w:t>en ferait-elle</w:t>
      </w:r>
      <w:r w:rsidR="00462692" w:rsidRPr="00A4769E">
        <w:rPr>
          <w:szCs w:val="20"/>
        </w:rPr>
        <w:t xml:space="preserve"> ? </w:t>
      </w:r>
      <w:r w:rsidRPr="001B73FA">
        <w:rPr>
          <w:szCs w:val="20"/>
        </w:rPr>
        <w:t>se dit-il</w:t>
      </w:r>
      <w:r w:rsidR="00462692" w:rsidRPr="00A4769E">
        <w:rPr>
          <w:szCs w:val="20"/>
        </w:rPr>
        <w:t xml:space="preserve">. </w:t>
      </w:r>
      <w:r w:rsidRPr="001B73FA">
        <w:rPr>
          <w:szCs w:val="20"/>
        </w:rPr>
        <w:t>De toute façon</w:t>
      </w:r>
      <w:r w:rsidR="00462692" w:rsidRPr="00A4769E">
        <w:rPr>
          <w:szCs w:val="20"/>
        </w:rPr>
        <w:t xml:space="preserve">, </w:t>
      </w:r>
      <w:r w:rsidRPr="001B73FA">
        <w:rPr>
          <w:szCs w:val="20"/>
        </w:rPr>
        <w:t>me voilà loin du sabre</w:t>
      </w:r>
      <w:r w:rsidR="00462692" w:rsidRPr="00A4769E">
        <w:rPr>
          <w:szCs w:val="20"/>
        </w:rPr>
        <w:t xml:space="preserve">. </w:t>
      </w:r>
      <w:r w:rsidRPr="001B73FA">
        <w:rPr>
          <w:szCs w:val="20"/>
        </w:rPr>
        <w:t>Il vaudrait peut-être mieux que je me fasse contremaître</w:t>
      </w:r>
      <w:r w:rsidR="00462692" w:rsidRPr="00A4769E">
        <w:rPr>
          <w:szCs w:val="20"/>
        </w:rPr>
        <w:t>.</w:t>
      </w:r>
      <w:r w:rsidR="00462692" w:rsidRPr="00A4769E">
        <w:rPr>
          <w:szCs w:val="20"/>
        </w:rPr>
        <w:t> »</w:t>
      </w:r>
    </w:p>
    <w:p w14:paraId="7FBA6596" w14:textId="77777777" w:rsidR="00462692" w:rsidRPr="00A4769E" w:rsidRDefault="001B73FA" w:rsidP="001B73FA">
      <w:pPr>
        <w:rPr>
          <w:szCs w:val="20"/>
        </w:rPr>
      </w:pPr>
      <w:r w:rsidRPr="001B73FA">
        <w:rPr>
          <w:szCs w:val="20"/>
        </w:rPr>
        <w:t>Il se le disait fort sérieusement et avait presque décidé d</w:t>
      </w:r>
      <w:r w:rsidR="00462692" w:rsidRPr="00A4769E">
        <w:rPr>
          <w:szCs w:val="20"/>
        </w:rPr>
        <w:t>’</w:t>
      </w:r>
      <w:r w:rsidRPr="001B73FA">
        <w:rPr>
          <w:szCs w:val="20"/>
        </w:rPr>
        <w:t>aller voir le Tyrolien dans sa baraque en bois</w:t>
      </w:r>
      <w:r w:rsidR="00462692" w:rsidRPr="00A4769E">
        <w:rPr>
          <w:szCs w:val="20"/>
        </w:rPr>
        <w:t xml:space="preserve">, </w:t>
      </w:r>
      <w:r w:rsidRPr="001B73FA">
        <w:rPr>
          <w:szCs w:val="20"/>
        </w:rPr>
        <w:t>quand il reçut un petit mot du vicaire qui le priait de venir</w:t>
      </w:r>
      <w:r w:rsidR="00462692" w:rsidRPr="00A4769E">
        <w:rPr>
          <w:szCs w:val="20"/>
        </w:rPr>
        <w:t xml:space="preserve">. </w:t>
      </w:r>
      <w:r w:rsidRPr="001B73FA">
        <w:rPr>
          <w:szCs w:val="20"/>
        </w:rPr>
        <w:t>C</w:t>
      </w:r>
      <w:r w:rsidR="00462692" w:rsidRPr="00A4769E">
        <w:rPr>
          <w:szCs w:val="20"/>
        </w:rPr>
        <w:t>’</w:t>
      </w:r>
      <w:r w:rsidRPr="001B73FA">
        <w:rPr>
          <w:szCs w:val="20"/>
        </w:rPr>
        <w:t>est Rosette qui le lui apporta</w:t>
      </w:r>
      <w:r w:rsidR="00462692" w:rsidRPr="00A4769E">
        <w:rPr>
          <w:szCs w:val="20"/>
        </w:rPr>
        <w:t xml:space="preserve">. </w:t>
      </w:r>
      <w:r w:rsidRPr="001B73FA">
        <w:rPr>
          <w:szCs w:val="20"/>
        </w:rPr>
        <w:t>Tout semblait providentiel</w:t>
      </w:r>
      <w:r w:rsidR="00462692" w:rsidRPr="00A4769E">
        <w:rPr>
          <w:szCs w:val="20"/>
        </w:rPr>
        <w:t xml:space="preserve">, </w:t>
      </w:r>
      <w:r w:rsidRPr="001B73FA">
        <w:rPr>
          <w:szCs w:val="20"/>
        </w:rPr>
        <w:t>même la jeune fille qui roulait son tablier avec un air un peu bête et ouvrait de grands yeux</w:t>
      </w:r>
      <w:r w:rsidR="00462692" w:rsidRPr="00A4769E">
        <w:rPr>
          <w:szCs w:val="20"/>
        </w:rPr>
        <w:t xml:space="preserve">. </w:t>
      </w:r>
      <w:r w:rsidRPr="001B73FA">
        <w:rPr>
          <w:szCs w:val="20"/>
        </w:rPr>
        <w:t>Enfin elle eut l</w:t>
      </w:r>
      <w:r w:rsidR="00462692" w:rsidRPr="00A4769E">
        <w:rPr>
          <w:szCs w:val="20"/>
        </w:rPr>
        <w:t>’</w:t>
      </w:r>
      <w:r w:rsidRPr="001B73FA">
        <w:rPr>
          <w:szCs w:val="20"/>
        </w:rPr>
        <w:t>imprudence de dire</w:t>
      </w:r>
      <w:r w:rsidR="00462692" w:rsidRPr="00A4769E">
        <w:rPr>
          <w:szCs w:val="20"/>
        </w:rPr>
        <w:t xml:space="preserve"> : </w:t>
      </w:r>
      <w:r w:rsidR="00462692" w:rsidRPr="00A4769E">
        <w:rPr>
          <w:szCs w:val="20"/>
        </w:rPr>
        <w:lastRenderedPageBreak/>
        <w:t>« </w:t>
      </w:r>
      <w:r w:rsidRPr="001B73FA">
        <w:rPr>
          <w:szCs w:val="20"/>
        </w:rPr>
        <w:t>Je crois que l</w:t>
      </w:r>
      <w:r w:rsidR="00462692" w:rsidRPr="00A4769E">
        <w:rPr>
          <w:szCs w:val="20"/>
        </w:rPr>
        <w:t>’</w:t>
      </w:r>
      <w:r w:rsidRPr="001B73FA">
        <w:rPr>
          <w:szCs w:val="20"/>
        </w:rPr>
        <w:t>on a besoin de vous</w:t>
      </w:r>
      <w:r w:rsidR="00462692" w:rsidRPr="00A4769E">
        <w:rPr>
          <w:szCs w:val="20"/>
        </w:rPr>
        <w:t> »</w:t>
      </w:r>
      <w:r w:rsidRPr="001B73FA">
        <w:rPr>
          <w:szCs w:val="20"/>
        </w:rPr>
        <w:t xml:space="preserve"> et elle eut l</w:t>
      </w:r>
      <w:r w:rsidR="00462692" w:rsidRPr="00A4769E">
        <w:rPr>
          <w:szCs w:val="20"/>
        </w:rPr>
        <w:t>’</w:t>
      </w:r>
      <w:r w:rsidRPr="001B73FA">
        <w:rPr>
          <w:szCs w:val="20"/>
        </w:rPr>
        <w:t>air de traiter Angelo de pair à compagnon</w:t>
      </w:r>
      <w:r w:rsidR="00462692" w:rsidRPr="00A4769E">
        <w:rPr>
          <w:szCs w:val="20"/>
        </w:rPr>
        <w:t xml:space="preserve">. </w:t>
      </w:r>
      <w:r w:rsidRPr="001B73FA">
        <w:rPr>
          <w:szCs w:val="20"/>
        </w:rPr>
        <w:t>Il fit sa toilette en sifflotant</w:t>
      </w:r>
      <w:r w:rsidR="00462692" w:rsidRPr="00A4769E">
        <w:rPr>
          <w:szCs w:val="20"/>
        </w:rPr>
        <w:t>.</w:t>
      </w:r>
    </w:p>
    <w:p w14:paraId="79A43958" w14:textId="47DC4DE4" w:rsidR="00462692" w:rsidRPr="00A4769E" w:rsidRDefault="00462692" w:rsidP="001B73FA">
      <w:pPr>
        <w:rPr>
          <w:szCs w:val="20"/>
        </w:rPr>
      </w:pPr>
      <w:r w:rsidRPr="00A4769E">
        <w:rPr>
          <w:szCs w:val="20"/>
        </w:rPr>
        <w:t>« </w:t>
      </w:r>
      <w:r w:rsidR="001B73FA" w:rsidRPr="001B73FA">
        <w:rPr>
          <w:szCs w:val="20"/>
        </w:rPr>
        <w:t>Je me suis permis de vous envoyer chercher</w:t>
      </w:r>
      <w:r w:rsidRPr="00A4769E">
        <w:rPr>
          <w:szCs w:val="20"/>
        </w:rPr>
        <w:t xml:space="preserve">, </w:t>
      </w:r>
      <w:r w:rsidR="001B73FA" w:rsidRPr="001B73FA">
        <w:rPr>
          <w:szCs w:val="20"/>
        </w:rPr>
        <w:t>dit le vicaire général</w:t>
      </w:r>
      <w:r w:rsidRPr="00A4769E">
        <w:rPr>
          <w:szCs w:val="20"/>
        </w:rPr>
        <w:t xml:space="preserve">, </w:t>
      </w:r>
      <w:r w:rsidR="001B73FA" w:rsidRPr="001B73FA">
        <w:rPr>
          <w:szCs w:val="20"/>
        </w:rPr>
        <w:t>et je suis confus de n</w:t>
      </w:r>
      <w:r w:rsidRPr="00A4769E">
        <w:rPr>
          <w:szCs w:val="20"/>
        </w:rPr>
        <w:t>’</w:t>
      </w:r>
      <w:r w:rsidR="001B73FA" w:rsidRPr="001B73FA">
        <w:rPr>
          <w:szCs w:val="20"/>
        </w:rPr>
        <w:t>avoir à vous dire qu</w:t>
      </w:r>
      <w:r w:rsidRPr="00A4769E">
        <w:rPr>
          <w:szCs w:val="20"/>
        </w:rPr>
        <w:t>’</w:t>
      </w:r>
      <w:r w:rsidR="001B73FA" w:rsidRPr="001B73FA">
        <w:rPr>
          <w:szCs w:val="20"/>
        </w:rPr>
        <w:t>une chose qui vous paraîtra enfantine et pour laquelle</w:t>
      </w:r>
      <w:r w:rsidRPr="00A4769E">
        <w:rPr>
          <w:szCs w:val="20"/>
        </w:rPr>
        <w:t xml:space="preserve">, </w:t>
      </w:r>
      <w:r w:rsidR="001B73FA" w:rsidRPr="001B73FA">
        <w:rPr>
          <w:szCs w:val="20"/>
        </w:rPr>
        <w:t>j</w:t>
      </w:r>
      <w:r w:rsidRPr="00A4769E">
        <w:rPr>
          <w:szCs w:val="20"/>
        </w:rPr>
        <w:t>’</w:t>
      </w:r>
      <w:r w:rsidR="001B73FA" w:rsidRPr="001B73FA">
        <w:rPr>
          <w:szCs w:val="20"/>
        </w:rPr>
        <w:t>en ai peur</w:t>
      </w:r>
      <w:r w:rsidRPr="00A4769E">
        <w:rPr>
          <w:szCs w:val="20"/>
        </w:rPr>
        <w:t xml:space="preserve">, </w:t>
      </w:r>
      <w:r w:rsidR="001B73FA" w:rsidRPr="001B73FA">
        <w:rPr>
          <w:szCs w:val="20"/>
        </w:rPr>
        <w:t>vous allez beaucoup me mépriser</w:t>
      </w:r>
      <w:r w:rsidRPr="00A4769E">
        <w:rPr>
          <w:szCs w:val="20"/>
        </w:rPr>
        <w:t xml:space="preserve"> : </w:t>
      </w:r>
      <w:r w:rsidR="001B73FA" w:rsidRPr="001B73FA">
        <w:rPr>
          <w:szCs w:val="20"/>
        </w:rPr>
        <w:t>je languis de vous</w:t>
      </w:r>
      <w:r w:rsidRPr="00A4769E">
        <w:rPr>
          <w:szCs w:val="20"/>
        </w:rPr>
        <w:t xml:space="preserve">. </w:t>
      </w:r>
      <w:r w:rsidR="001B73FA" w:rsidRPr="001B73FA">
        <w:rPr>
          <w:szCs w:val="20"/>
        </w:rPr>
        <w:t>Et c</w:t>
      </w:r>
      <w:r w:rsidRPr="00A4769E">
        <w:rPr>
          <w:szCs w:val="20"/>
        </w:rPr>
        <w:t>’</w:t>
      </w:r>
      <w:r w:rsidR="001B73FA" w:rsidRPr="001B73FA">
        <w:rPr>
          <w:szCs w:val="20"/>
        </w:rPr>
        <w:t>est l</w:t>
      </w:r>
      <w:r w:rsidRPr="00A4769E">
        <w:rPr>
          <w:szCs w:val="20"/>
        </w:rPr>
        <w:t>’</w:t>
      </w:r>
      <w:r w:rsidR="001B73FA" w:rsidRPr="001B73FA">
        <w:rPr>
          <w:szCs w:val="20"/>
        </w:rPr>
        <w:t>unique raison de ma maladroite démarche</w:t>
      </w:r>
      <w:r w:rsidRPr="00A4769E">
        <w:rPr>
          <w:szCs w:val="20"/>
        </w:rPr>
        <w:t xml:space="preserve">. </w:t>
      </w:r>
      <w:r w:rsidR="001B73FA" w:rsidRPr="001B73FA">
        <w:rPr>
          <w:szCs w:val="20"/>
        </w:rPr>
        <w:t>Cela fait presque un mois que je ne vous ai vu</w:t>
      </w:r>
      <w:r w:rsidRPr="00A4769E">
        <w:rPr>
          <w:szCs w:val="20"/>
        </w:rPr>
        <w:t xml:space="preserve">. </w:t>
      </w:r>
      <w:r w:rsidR="001B73FA" w:rsidRPr="001B73FA">
        <w:rPr>
          <w:szCs w:val="20"/>
        </w:rPr>
        <w:t>Vous me manquez</w:t>
      </w:r>
      <w:r w:rsidRPr="00A4769E">
        <w:rPr>
          <w:szCs w:val="20"/>
        </w:rPr>
        <w:t xml:space="preserve">. </w:t>
      </w:r>
      <w:r w:rsidR="001B73FA" w:rsidRPr="001B73FA">
        <w:rPr>
          <w:szCs w:val="20"/>
        </w:rPr>
        <w:t>Je ne devrais pas vous le dire</w:t>
      </w:r>
      <w:r w:rsidRPr="00A4769E">
        <w:rPr>
          <w:szCs w:val="20"/>
        </w:rPr>
        <w:t>. »</w:t>
      </w:r>
      <w:r w:rsidR="001B73FA" w:rsidRPr="001B73FA">
        <w:rPr>
          <w:szCs w:val="20"/>
        </w:rPr>
        <w:t xml:space="preserve"> Il parla pendant plus de cinq minutes sur son manque d</w:t>
      </w:r>
      <w:r w:rsidRPr="00A4769E">
        <w:rPr>
          <w:szCs w:val="20"/>
        </w:rPr>
        <w:t>’</w:t>
      </w:r>
      <w:r w:rsidR="001B73FA" w:rsidRPr="001B73FA">
        <w:rPr>
          <w:szCs w:val="20"/>
        </w:rPr>
        <w:t>habileté</w:t>
      </w:r>
      <w:r w:rsidRPr="00A4769E">
        <w:rPr>
          <w:szCs w:val="20"/>
        </w:rPr>
        <w:t xml:space="preserve">. </w:t>
      </w:r>
      <w:r w:rsidR="001B73FA" w:rsidRPr="001B73FA">
        <w:rPr>
          <w:szCs w:val="20"/>
        </w:rPr>
        <w:t>Angelo lui répondit presque aussi longtemps</w:t>
      </w:r>
      <w:r w:rsidRPr="00A4769E">
        <w:rPr>
          <w:szCs w:val="20"/>
        </w:rPr>
        <w:t xml:space="preserve">, </w:t>
      </w:r>
      <w:r w:rsidR="001B73FA" w:rsidRPr="001B73FA">
        <w:rPr>
          <w:szCs w:val="20"/>
        </w:rPr>
        <w:t>en lui faisant les protestations d</w:t>
      </w:r>
      <w:r w:rsidRPr="00A4769E">
        <w:rPr>
          <w:szCs w:val="20"/>
        </w:rPr>
        <w:t>’</w:t>
      </w:r>
      <w:r w:rsidR="001B73FA" w:rsidRPr="001B73FA">
        <w:rPr>
          <w:szCs w:val="20"/>
        </w:rPr>
        <w:t>amour les plus folles</w:t>
      </w:r>
      <w:r w:rsidRPr="00A4769E">
        <w:rPr>
          <w:szCs w:val="20"/>
        </w:rPr>
        <w:t>. « </w:t>
      </w:r>
      <w:r w:rsidR="001B73FA" w:rsidRPr="001B73FA">
        <w:rPr>
          <w:szCs w:val="20"/>
        </w:rPr>
        <w:t>Si vous me parlez ainsi</w:t>
      </w:r>
      <w:r w:rsidRPr="00A4769E">
        <w:rPr>
          <w:szCs w:val="20"/>
        </w:rPr>
        <w:t xml:space="preserve">, </w:t>
      </w:r>
      <w:r w:rsidR="001B73FA" w:rsidRPr="001B73FA">
        <w:rPr>
          <w:szCs w:val="20"/>
        </w:rPr>
        <w:t>dit le vicaire</w:t>
      </w:r>
      <w:r w:rsidRPr="00A4769E">
        <w:rPr>
          <w:szCs w:val="20"/>
        </w:rPr>
        <w:t xml:space="preserve">, </w:t>
      </w:r>
      <w:r w:rsidR="001B73FA" w:rsidRPr="001B73FA">
        <w:rPr>
          <w:szCs w:val="20"/>
        </w:rPr>
        <w:t>comment voulez-vous que je garde mon sang-froid</w:t>
      </w:r>
      <w:r w:rsidRPr="00A4769E">
        <w:rPr>
          <w:szCs w:val="20"/>
        </w:rPr>
        <w:t xml:space="preserve"> ? </w:t>
      </w:r>
      <w:r w:rsidR="001B73FA" w:rsidRPr="001B73FA">
        <w:rPr>
          <w:szCs w:val="20"/>
        </w:rPr>
        <w:t>Ayons aujourd</w:t>
      </w:r>
      <w:r w:rsidRPr="00A4769E">
        <w:rPr>
          <w:szCs w:val="20"/>
        </w:rPr>
        <w:t>’</w:t>
      </w:r>
      <w:r w:rsidR="001B73FA" w:rsidRPr="001B73FA">
        <w:rPr>
          <w:szCs w:val="20"/>
        </w:rPr>
        <w:t>hui une petite conversation d</w:t>
      </w:r>
      <w:r w:rsidRPr="00A4769E">
        <w:rPr>
          <w:szCs w:val="20"/>
        </w:rPr>
        <w:t>’</w:t>
      </w:r>
      <w:r w:rsidR="001B73FA" w:rsidRPr="001B73FA">
        <w:rPr>
          <w:szCs w:val="20"/>
        </w:rPr>
        <w:t>hommes</w:t>
      </w:r>
      <w:r w:rsidRPr="00A4769E">
        <w:rPr>
          <w:szCs w:val="20"/>
        </w:rPr>
        <w:t xml:space="preserve">. </w:t>
      </w:r>
      <w:r w:rsidR="001B73FA" w:rsidRPr="001B73FA">
        <w:rPr>
          <w:szCs w:val="20"/>
        </w:rPr>
        <w:t>Je vous ai montré franchement que je suis très attaché aux choses de la vie</w:t>
      </w:r>
      <w:r w:rsidRPr="00A4769E">
        <w:rPr>
          <w:szCs w:val="20"/>
        </w:rPr>
        <w:t xml:space="preserve">. </w:t>
      </w:r>
      <w:r w:rsidR="001B73FA" w:rsidRPr="001B73FA">
        <w:rPr>
          <w:szCs w:val="20"/>
        </w:rPr>
        <w:t>Ceci est loin d</w:t>
      </w:r>
      <w:r w:rsidRPr="00A4769E">
        <w:rPr>
          <w:szCs w:val="20"/>
        </w:rPr>
        <w:t>’</w:t>
      </w:r>
      <w:r w:rsidR="001B73FA" w:rsidRPr="001B73FA">
        <w:rPr>
          <w:szCs w:val="20"/>
        </w:rPr>
        <w:t>être une cellule de moine</w:t>
      </w:r>
      <w:r w:rsidRPr="00A4769E">
        <w:rPr>
          <w:szCs w:val="20"/>
        </w:rPr>
        <w:t xml:space="preserve">. </w:t>
      </w:r>
      <w:r w:rsidR="001B73FA" w:rsidRPr="001B73FA">
        <w:rPr>
          <w:szCs w:val="20"/>
        </w:rPr>
        <w:t>Il s</w:t>
      </w:r>
      <w:r w:rsidRPr="00A4769E">
        <w:rPr>
          <w:szCs w:val="20"/>
        </w:rPr>
        <w:t>’</w:t>
      </w:r>
      <w:r w:rsidR="001B73FA" w:rsidRPr="001B73FA">
        <w:rPr>
          <w:szCs w:val="20"/>
        </w:rPr>
        <w:t>est trouvé d</w:t>
      </w:r>
      <w:r w:rsidRPr="00A4769E">
        <w:rPr>
          <w:szCs w:val="20"/>
        </w:rPr>
        <w:t>’</w:t>
      </w:r>
      <w:r w:rsidR="001B73FA" w:rsidRPr="001B73FA">
        <w:rPr>
          <w:szCs w:val="20"/>
        </w:rPr>
        <w:t>ailleurs que</w:t>
      </w:r>
      <w:r w:rsidRPr="00A4769E">
        <w:rPr>
          <w:szCs w:val="20"/>
        </w:rPr>
        <w:t xml:space="preserve">, </w:t>
      </w:r>
      <w:r w:rsidR="001B73FA" w:rsidRPr="001B73FA">
        <w:rPr>
          <w:szCs w:val="20"/>
        </w:rPr>
        <w:t>pour parler le langage militaire</w:t>
      </w:r>
      <w:r w:rsidRPr="00A4769E">
        <w:rPr>
          <w:szCs w:val="20"/>
        </w:rPr>
        <w:t xml:space="preserve">, </w:t>
      </w:r>
      <w:r w:rsidR="001B73FA" w:rsidRPr="001B73FA">
        <w:rPr>
          <w:szCs w:val="20"/>
        </w:rPr>
        <w:t>mes généraux ont jugé bon de m</w:t>
      </w:r>
      <w:r w:rsidRPr="00A4769E">
        <w:rPr>
          <w:szCs w:val="20"/>
        </w:rPr>
        <w:t>’</w:t>
      </w:r>
      <w:r w:rsidR="001B73FA" w:rsidRPr="001B73FA">
        <w:rPr>
          <w:szCs w:val="20"/>
        </w:rPr>
        <w:t>employer comme soldat dans le monde</w:t>
      </w:r>
      <w:r w:rsidRPr="00A4769E">
        <w:rPr>
          <w:szCs w:val="20"/>
        </w:rPr>
        <w:t xml:space="preserve">. </w:t>
      </w:r>
      <w:r w:rsidR="001B73FA" w:rsidRPr="001B73FA">
        <w:rPr>
          <w:szCs w:val="20"/>
        </w:rPr>
        <w:t>Je me souviendrai toujours d</w:t>
      </w:r>
      <w:r w:rsidRPr="00A4769E">
        <w:rPr>
          <w:szCs w:val="20"/>
        </w:rPr>
        <w:t>’</w:t>
      </w:r>
      <w:r w:rsidR="001B73FA" w:rsidRPr="001B73FA">
        <w:rPr>
          <w:szCs w:val="20"/>
        </w:rPr>
        <w:t>un Père à qui j</w:t>
      </w:r>
      <w:r w:rsidRPr="00A4769E">
        <w:rPr>
          <w:szCs w:val="20"/>
        </w:rPr>
        <w:t>’</w:t>
      </w:r>
      <w:r w:rsidR="001B73FA" w:rsidRPr="001B73FA">
        <w:rPr>
          <w:szCs w:val="20"/>
        </w:rPr>
        <w:t>ai dit</w:t>
      </w:r>
      <w:r w:rsidRPr="00A4769E">
        <w:rPr>
          <w:szCs w:val="20"/>
        </w:rPr>
        <w:t xml:space="preserve"> </w:t>
      </w:r>
      <w:r w:rsidR="00D57B02">
        <w:rPr>
          <w:szCs w:val="20"/>
        </w:rPr>
        <w:t>— </w:t>
      </w:r>
      <w:r w:rsidR="001B73FA" w:rsidRPr="001B73FA">
        <w:rPr>
          <w:szCs w:val="20"/>
        </w:rPr>
        <w:t>j</w:t>
      </w:r>
      <w:r w:rsidRPr="00A4769E">
        <w:rPr>
          <w:szCs w:val="20"/>
        </w:rPr>
        <w:t>’</w:t>
      </w:r>
      <w:r w:rsidR="001B73FA" w:rsidRPr="001B73FA">
        <w:rPr>
          <w:szCs w:val="20"/>
        </w:rPr>
        <w:t>avais votre âge</w:t>
      </w:r>
      <w:r w:rsidR="00EA5075">
        <w:rPr>
          <w:szCs w:val="20"/>
        </w:rPr>
        <w:t> </w:t>
      </w:r>
      <w:r w:rsidRPr="00A4769E">
        <w:rPr>
          <w:szCs w:val="20"/>
        </w:rPr>
        <w:t xml:space="preserve">: </w:t>
      </w:r>
      <w:r w:rsidR="00F45EB5">
        <w:rPr>
          <w:szCs w:val="20"/>
        </w:rPr>
        <w:t>“</w:t>
      </w:r>
      <w:r w:rsidR="001B73FA" w:rsidRPr="001B73FA">
        <w:rPr>
          <w:szCs w:val="20"/>
        </w:rPr>
        <w:t>Je suis sensible aux tentations</w:t>
      </w:r>
      <w:r w:rsidRPr="00A4769E">
        <w:rPr>
          <w:szCs w:val="20"/>
        </w:rPr>
        <w:t xml:space="preserve">, </w:t>
      </w:r>
      <w:r w:rsidR="001B73FA" w:rsidRPr="001B73FA">
        <w:rPr>
          <w:szCs w:val="20"/>
        </w:rPr>
        <w:t>mon Père</w:t>
      </w:r>
      <w:r w:rsidRPr="00A4769E">
        <w:rPr>
          <w:szCs w:val="20"/>
        </w:rPr>
        <w:t xml:space="preserve">, </w:t>
      </w:r>
      <w:r w:rsidR="001B73FA" w:rsidRPr="001B73FA">
        <w:rPr>
          <w:szCs w:val="20"/>
        </w:rPr>
        <w:t>et vous me mettez à la place où elles ne m</w:t>
      </w:r>
      <w:r w:rsidRPr="00A4769E">
        <w:rPr>
          <w:szCs w:val="20"/>
        </w:rPr>
        <w:t>’</w:t>
      </w:r>
      <w:r w:rsidR="001B73FA" w:rsidRPr="001B73FA">
        <w:rPr>
          <w:szCs w:val="20"/>
        </w:rPr>
        <w:t>épargneront pas</w:t>
      </w:r>
      <w:r w:rsidRPr="00A4769E">
        <w:rPr>
          <w:szCs w:val="20"/>
        </w:rPr>
        <w:t>.</w:t>
      </w:r>
      <w:r w:rsidR="00EA5075">
        <w:rPr>
          <w:szCs w:val="20"/>
        </w:rPr>
        <w:t xml:space="preserve"> </w:t>
      </w:r>
      <w:r w:rsidRPr="00A4769E">
        <w:rPr>
          <w:szCs w:val="20"/>
        </w:rPr>
        <w:t>— </w:t>
      </w:r>
      <w:r w:rsidR="001B73FA" w:rsidRPr="001B73FA">
        <w:rPr>
          <w:szCs w:val="20"/>
        </w:rPr>
        <w:t>Apprenez à vous servir de compromis</w:t>
      </w:r>
      <w:r w:rsidR="00F45EB5">
        <w:rPr>
          <w:szCs w:val="20"/>
        </w:rPr>
        <w:t>”</w:t>
      </w:r>
      <w:r w:rsidRPr="00A4769E">
        <w:rPr>
          <w:szCs w:val="20"/>
        </w:rPr>
        <w:t xml:space="preserve">, </w:t>
      </w:r>
      <w:r w:rsidR="001B73FA" w:rsidRPr="001B73FA">
        <w:rPr>
          <w:szCs w:val="20"/>
        </w:rPr>
        <w:t>me répondit-il</w:t>
      </w:r>
      <w:r w:rsidRPr="00A4769E">
        <w:rPr>
          <w:szCs w:val="20"/>
        </w:rPr>
        <w:t xml:space="preserve">. </w:t>
      </w:r>
      <w:r w:rsidR="001B73FA" w:rsidRPr="001B73FA">
        <w:rPr>
          <w:szCs w:val="20"/>
        </w:rPr>
        <w:t>C</w:t>
      </w:r>
      <w:r w:rsidRPr="00A4769E">
        <w:rPr>
          <w:szCs w:val="20"/>
        </w:rPr>
        <w:t>’</w:t>
      </w:r>
      <w:r w:rsidR="001B73FA" w:rsidRPr="001B73FA">
        <w:rPr>
          <w:szCs w:val="20"/>
        </w:rPr>
        <w:t>était un saint</w:t>
      </w:r>
      <w:r w:rsidRPr="00A4769E">
        <w:rPr>
          <w:szCs w:val="20"/>
        </w:rPr>
        <w:t xml:space="preserve">, </w:t>
      </w:r>
      <w:r w:rsidR="001B73FA" w:rsidRPr="001B73FA">
        <w:rPr>
          <w:szCs w:val="20"/>
        </w:rPr>
        <w:t>et je ne sais ce qu</w:t>
      </w:r>
      <w:r w:rsidRPr="00A4769E">
        <w:rPr>
          <w:szCs w:val="20"/>
        </w:rPr>
        <w:t>’</w:t>
      </w:r>
      <w:r w:rsidR="001B73FA" w:rsidRPr="001B73FA">
        <w:rPr>
          <w:szCs w:val="20"/>
        </w:rPr>
        <w:t>attendent les miracles pour flamboyer sur ses os</w:t>
      </w:r>
      <w:r w:rsidRPr="00A4769E">
        <w:rPr>
          <w:szCs w:val="20"/>
        </w:rPr>
        <w:t xml:space="preserve">. </w:t>
      </w:r>
      <w:r w:rsidR="001B73FA" w:rsidRPr="001B73FA">
        <w:rPr>
          <w:szCs w:val="20"/>
        </w:rPr>
        <w:t>Je vous dis tout ceci par manque de courage et parce que je tourne autour du pot</w:t>
      </w:r>
      <w:r w:rsidRPr="00A4769E">
        <w:rPr>
          <w:szCs w:val="20"/>
        </w:rPr>
        <w:t xml:space="preserve">. </w:t>
      </w:r>
      <w:r w:rsidR="001B73FA" w:rsidRPr="001B73FA">
        <w:rPr>
          <w:szCs w:val="20"/>
        </w:rPr>
        <w:t>Nous avons eu des relations d</w:t>
      </w:r>
      <w:r w:rsidRPr="00A4769E">
        <w:rPr>
          <w:szCs w:val="20"/>
        </w:rPr>
        <w:t>’</w:t>
      </w:r>
      <w:r w:rsidR="001B73FA" w:rsidRPr="001B73FA">
        <w:rPr>
          <w:szCs w:val="20"/>
        </w:rPr>
        <w:t>amitié</w:t>
      </w:r>
      <w:r w:rsidRPr="00A4769E">
        <w:rPr>
          <w:szCs w:val="20"/>
        </w:rPr>
        <w:t xml:space="preserve"> ; </w:t>
      </w:r>
      <w:r w:rsidR="001B73FA" w:rsidRPr="001B73FA">
        <w:rPr>
          <w:szCs w:val="20"/>
        </w:rPr>
        <w:t>elles ne me contentent plus</w:t>
      </w:r>
      <w:r w:rsidRPr="00A4769E">
        <w:rPr>
          <w:szCs w:val="20"/>
        </w:rPr>
        <w:t xml:space="preserve">. </w:t>
      </w:r>
      <w:r w:rsidR="001B73FA" w:rsidRPr="001B73FA">
        <w:rPr>
          <w:szCs w:val="20"/>
        </w:rPr>
        <w:t>J</w:t>
      </w:r>
      <w:r w:rsidRPr="00A4769E">
        <w:rPr>
          <w:szCs w:val="20"/>
        </w:rPr>
        <w:t>’</w:t>
      </w:r>
      <w:r w:rsidR="001B73FA" w:rsidRPr="001B73FA">
        <w:rPr>
          <w:szCs w:val="20"/>
        </w:rPr>
        <w:t>ai résisté</w:t>
      </w:r>
      <w:r w:rsidRPr="00A4769E">
        <w:rPr>
          <w:szCs w:val="20"/>
        </w:rPr>
        <w:t xml:space="preserve">, </w:t>
      </w:r>
      <w:r w:rsidR="001B73FA" w:rsidRPr="001B73FA">
        <w:rPr>
          <w:szCs w:val="20"/>
        </w:rPr>
        <w:t>mais ces quelques semaines</w:t>
      </w:r>
      <w:r w:rsidRPr="00A4769E">
        <w:rPr>
          <w:szCs w:val="20"/>
        </w:rPr>
        <w:t xml:space="preserve">, </w:t>
      </w:r>
      <w:r w:rsidR="001B73FA" w:rsidRPr="001B73FA">
        <w:rPr>
          <w:szCs w:val="20"/>
        </w:rPr>
        <w:t>auxquelles vous avez donné l</w:t>
      </w:r>
      <w:r w:rsidRPr="00A4769E">
        <w:rPr>
          <w:szCs w:val="20"/>
        </w:rPr>
        <w:t>’</w:t>
      </w:r>
      <w:r w:rsidR="001B73FA" w:rsidRPr="001B73FA">
        <w:rPr>
          <w:szCs w:val="20"/>
        </w:rPr>
        <w:t>apparence que vous me négligiez</w:t>
      </w:r>
      <w:r w:rsidRPr="00A4769E">
        <w:rPr>
          <w:szCs w:val="20"/>
        </w:rPr>
        <w:t xml:space="preserve">, </w:t>
      </w:r>
      <w:r w:rsidR="001B73FA" w:rsidRPr="001B73FA">
        <w:rPr>
          <w:szCs w:val="20"/>
        </w:rPr>
        <w:t>m</w:t>
      </w:r>
      <w:r w:rsidRPr="00A4769E">
        <w:rPr>
          <w:szCs w:val="20"/>
        </w:rPr>
        <w:t>’</w:t>
      </w:r>
      <w:r w:rsidR="001B73FA" w:rsidRPr="001B73FA">
        <w:rPr>
          <w:szCs w:val="20"/>
        </w:rPr>
        <w:t>ont fait voir clairement la vanité de la résistance à une tentation de cette espèce</w:t>
      </w:r>
      <w:r w:rsidRPr="00A4769E">
        <w:rPr>
          <w:szCs w:val="20"/>
        </w:rPr>
        <w:t xml:space="preserve">. </w:t>
      </w:r>
      <w:r w:rsidR="001B73FA" w:rsidRPr="001B73FA">
        <w:rPr>
          <w:szCs w:val="20"/>
        </w:rPr>
        <w:t>Et comme</w:t>
      </w:r>
      <w:r w:rsidRPr="00A4769E">
        <w:rPr>
          <w:szCs w:val="20"/>
        </w:rPr>
        <w:t xml:space="preserve">, </w:t>
      </w:r>
      <w:r w:rsidR="001B73FA" w:rsidRPr="001B73FA">
        <w:rPr>
          <w:szCs w:val="20"/>
        </w:rPr>
        <w:t>suivant le conseil de ce saint</w:t>
      </w:r>
      <w:r w:rsidRPr="00A4769E">
        <w:rPr>
          <w:szCs w:val="20"/>
        </w:rPr>
        <w:t xml:space="preserve">, </w:t>
      </w:r>
      <w:r w:rsidR="001B73FA" w:rsidRPr="001B73FA">
        <w:rPr>
          <w:szCs w:val="20"/>
        </w:rPr>
        <w:t>j</w:t>
      </w:r>
      <w:r w:rsidRPr="00A4769E">
        <w:rPr>
          <w:szCs w:val="20"/>
        </w:rPr>
        <w:t>’</w:t>
      </w:r>
      <w:r w:rsidR="001B73FA" w:rsidRPr="001B73FA">
        <w:rPr>
          <w:szCs w:val="20"/>
        </w:rPr>
        <w:t>ai pris l</w:t>
      </w:r>
      <w:r w:rsidRPr="00A4769E">
        <w:rPr>
          <w:szCs w:val="20"/>
        </w:rPr>
        <w:t>’</w:t>
      </w:r>
      <w:r w:rsidR="001B73FA" w:rsidRPr="001B73FA">
        <w:rPr>
          <w:szCs w:val="20"/>
        </w:rPr>
        <w:t>habitude de me satisfaire de compromis</w:t>
      </w:r>
      <w:r w:rsidRPr="00A4769E">
        <w:rPr>
          <w:szCs w:val="20"/>
        </w:rPr>
        <w:t xml:space="preserve">, </w:t>
      </w:r>
      <w:r w:rsidR="001B73FA" w:rsidRPr="001B73FA">
        <w:rPr>
          <w:szCs w:val="20"/>
        </w:rPr>
        <w:t>voici ce que j</w:t>
      </w:r>
      <w:r w:rsidRPr="00A4769E">
        <w:rPr>
          <w:szCs w:val="20"/>
        </w:rPr>
        <w:t>’</w:t>
      </w:r>
      <w:r w:rsidR="001B73FA" w:rsidRPr="001B73FA">
        <w:rPr>
          <w:szCs w:val="20"/>
        </w:rPr>
        <w:t>ai à vous proposer</w:t>
      </w:r>
      <w:r w:rsidRPr="00A4769E">
        <w:rPr>
          <w:szCs w:val="20"/>
        </w:rPr>
        <w:t xml:space="preserve"> : </w:t>
      </w:r>
      <w:r w:rsidR="001B73FA" w:rsidRPr="001B73FA">
        <w:rPr>
          <w:szCs w:val="20"/>
        </w:rPr>
        <w:t>il ne s</w:t>
      </w:r>
      <w:r w:rsidRPr="00A4769E">
        <w:rPr>
          <w:szCs w:val="20"/>
        </w:rPr>
        <w:t>’</w:t>
      </w:r>
      <w:r w:rsidR="001B73FA" w:rsidRPr="001B73FA">
        <w:rPr>
          <w:szCs w:val="20"/>
        </w:rPr>
        <w:t>agit pas d</w:t>
      </w:r>
      <w:r w:rsidRPr="00A4769E">
        <w:rPr>
          <w:szCs w:val="20"/>
        </w:rPr>
        <w:t>’</w:t>
      </w:r>
      <w:r w:rsidR="001B73FA" w:rsidRPr="001B73FA">
        <w:rPr>
          <w:szCs w:val="20"/>
        </w:rPr>
        <w:t>engagement</w:t>
      </w:r>
      <w:r w:rsidRPr="00A4769E">
        <w:rPr>
          <w:szCs w:val="20"/>
        </w:rPr>
        <w:t xml:space="preserve">, </w:t>
      </w:r>
      <w:r w:rsidR="001B73FA" w:rsidRPr="001B73FA">
        <w:rPr>
          <w:szCs w:val="20"/>
        </w:rPr>
        <w:t>il s</w:t>
      </w:r>
      <w:r w:rsidRPr="00A4769E">
        <w:rPr>
          <w:szCs w:val="20"/>
        </w:rPr>
        <w:t>’</w:t>
      </w:r>
      <w:r w:rsidR="001B73FA" w:rsidRPr="001B73FA">
        <w:rPr>
          <w:szCs w:val="20"/>
        </w:rPr>
        <w:t>agit d</w:t>
      </w:r>
      <w:r w:rsidRPr="00A4769E">
        <w:rPr>
          <w:szCs w:val="20"/>
        </w:rPr>
        <w:t>’</w:t>
      </w:r>
      <w:r w:rsidR="001B73FA" w:rsidRPr="001B73FA">
        <w:rPr>
          <w:szCs w:val="20"/>
        </w:rPr>
        <w:t>un simple contrat tacite</w:t>
      </w:r>
      <w:r w:rsidRPr="00A4769E">
        <w:rPr>
          <w:szCs w:val="20"/>
        </w:rPr>
        <w:t xml:space="preserve">, </w:t>
      </w:r>
      <w:r w:rsidR="001B73FA" w:rsidRPr="001B73FA">
        <w:rPr>
          <w:szCs w:val="20"/>
        </w:rPr>
        <w:t xml:space="preserve">et votre </w:t>
      </w:r>
      <w:r w:rsidR="001B73FA" w:rsidRPr="001B73FA">
        <w:rPr>
          <w:szCs w:val="20"/>
        </w:rPr>
        <w:lastRenderedPageBreak/>
        <w:t>c</w:t>
      </w:r>
      <w:r w:rsidRPr="00A4769E">
        <w:rPr>
          <w:szCs w:val="20"/>
        </w:rPr>
        <w:t>œ</w:t>
      </w:r>
      <w:r w:rsidR="001B73FA" w:rsidRPr="001B73FA">
        <w:rPr>
          <w:szCs w:val="20"/>
        </w:rPr>
        <w:t>ur vous dira tout de suite s</w:t>
      </w:r>
      <w:r w:rsidRPr="00A4769E">
        <w:rPr>
          <w:szCs w:val="20"/>
        </w:rPr>
        <w:t>’</w:t>
      </w:r>
      <w:r w:rsidR="001B73FA" w:rsidRPr="001B73FA">
        <w:rPr>
          <w:szCs w:val="20"/>
        </w:rPr>
        <w:t>il vous est possible de l</w:t>
      </w:r>
      <w:r w:rsidRPr="00A4769E">
        <w:rPr>
          <w:szCs w:val="20"/>
        </w:rPr>
        <w:t>’</w:t>
      </w:r>
      <w:r w:rsidR="001B73FA" w:rsidRPr="001B73FA">
        <w:rPr>
          <w:szCs w:val="20"/>
        </w:rPr>
        <w:t>accepter</w:t>
      </w:r>
      <w:r w:rsidRPr="00A4769E">
        <w:rPr>
          <w:szCs w:val="20"/>
        </w:rPr>
        <w:t xml:space="preserve">. </w:t>
      </w:r>
      <w:r w:rsidR="001B73FA" w:rsidRPr="001B73FA">
        <w:rPr>
          <w:szCs w:val="20"/>
        </w:rPr>
        <w:t>Voulez-vous être mon fils</w:t>
      </w:r>
      <w:r w:rsidRPr="00A4769E">
        <w:rPr>
          <w:szCs w:val="20"/>
        </w:rPr>
        <w:t xml:space="preserve"> ? </w:t>
      </w:r>
      <w:r w:rsidR="001B73FA" w:rsidRPr="001B73FA">
        <w:rPr>
          <w:szCs w:val="20"/>
        </w:rPr>
        <w:t>C</w:t>
      </w:r>
      <w:r w:rsidRPr="00A4769E">
        <w:rPr>
          <w:szCs w:val="20"/>
        </w:rPr>
        <w:t>’</w:t>
      </w:r>
      <w:r w:rsidR="001B73FA" w:rsidRPr="001B73FA">
        <w:rPr>
          <w:szCs w:val="20"/>
        </w:rPr>
        <w:t>est-à-dire que désormais nos intérêts soient communs et que vous me donniez librement le droit d</w:t>
      </w:r>
      <w:r w:rsidRPr="00A4769E">
        <w:rPr>
          <w:szCs w:val="20"/>
        </w:rPr>
        <w:t>’</w:t>
      </w:r>
      <w:r w:rsidR="001B73FA" w:rsidRPr="001B73FA">
        <w:rPr>
          <w:szCs w:val="20"/>
        </w:rPr>
        <w:t>intervenir</w:t>
      </w:r>
      <w:r w:rsidRPr="00A4769E">
        <w:rPr>
          <w:szCs w:val="20"/>
        </w:rPr>
        <w:t xml:space="preserve">, </w:t>
      </w:r>
      <w:r w:rsidR="001B73FA" w:rsidRPr="001B73FA">
        <w:rPr>
          <w:szCs w:val="20"/>
        </w:rPr>
        <w:t>d</w:t>
      </w:r>
      <w:r w:rsidRPr="00A4769E">
        <w:rPr>
          <w:szCs w:val="20"/>
        </w:rPr>
        <w:t>’</w:t>
      </w:r>
      <w:r w:rsidR="001B73FA" w:rsidRPr="001B73FA">
        <w:rPr>
          <w:szCs w:val="20"/>
        </w:rPr>
        <w:t>une façon paternelle</w:t>
      </w:r>
      <w:r w:rsidRPr="00A4769E">
        <w:rPr>
          <w:szCs w:val="20"/>
        </w:rPr>
        <w:t xml:space="preserve">, </w:t>
      </w:r>
      <w:r w:rsidR="001B73FA" w:rsidRPr="001B73FA">
        <w:rPr>
          <w:szCs w:val="20"/>
        </w:rPr>
        <w:t>dans votre vie</w:t>
      </w:r>
      <w:r w:rsidRPr="00A4769E">
        <w:rPr>
          <w:szCs w:val="20"/>
        </w:rPr>
        <w:t xml:space="preserve"> ? </w:t>
      </w:r>
      <w:r w:rsidR="001B73FA" w:rsidRPr="001B73FA">
        <w:rPr>
          <w:szCs w:val="20"/>
        </w:rPr>
        <w:t>Si vous pensez avoir besoin de réflexion</w:t>
      </w:r>
      <w:r w:rsidRPr="00A4769E">
        <w:rPr>
          <w:szCs w:val="20"/>
        </w:rPr>
        <w:t xml:space="preserve">, </w:t>
      </w:r>
      <w:r w:rsidR="001B73FA" w:rsidRPr="001B73FA">
        <w:rPr>
          <w:szCs w:val="20"/>
        </w:rPr>
        <w:t>ne répondez pas tout de suite</w:t>
      </w:r>
      <w:r w:rsidRPr="00A4769E">
        <w:rPr>
          <w:szCs w:val="20"/>
        </w:rPr>
        <w:t>. »</w:t>
      </w:r>
      <w:r w:rsidR="001B73FA" w:rsidRPr="001B73FA">
        <w:rPr>
          <w:szCs w:val="20"/>
        </w:rPr>
        <w:t xml:space="preserve"> Le vicaire s</w:t>
      </w:r>
      <w:r w:rsidRPr="00A4769E">
        <w:rPr>
          <w:szCs w:val="20"/>
        </w:rPr>
        <w:t>’</w:t>
      </w:r>
      <w:r w:rsidR="001B73FA" w:rsidRPr="001B73FA">
        <w:rPr>
          <w:szCs w:val="20"/>
        </w:rPr>
        <w:t>était exprimé sans aucune émotion</w:t>
      </w:r>
      <w:r w:rsidRPr="00A4769E">
        <w:rPr>
          <w:szCs w:val="20"/>
        </w:rPr>
        <w:t xml:space="preserve">. </w:t>
      </w:r>
      <w:r w:rsidR="001B73FA" w:rsidRPr="001B73FA">
        <w:rPr>
          <w:szCs w:val="20"/>
        </w:rPr>
        <w:t>Angelo</w:t>
      </w:r>
      <w:r w:rsidRPr="00A4769E">
        <w:rPr>
          <w:szCs w:val="20"/>
        </w:rPr>
        <w:t xml:space="preserve">, </w:t>
      </w:r>
      <w:r w:rsidR="001B73FA" w:rsidRPr="001B73FA">
        <w:rPr>
          <w:szCs w:val="20"/>
        </w:rPr>
        <w:t>très ému par le long préambule</w:t>
      </w:r>
      <w:r w:rsidRPr="00A4769E">
        <w:rPr>
          <w:szCs w:val="20"/>
        </w:rPr>
        <w:t xml:space="preserve">, </w:t>
      </w:r>
      <w:r w:rsidR="001B73FA" w:rsidRPr="001B73FA">
        <w:rPr>
          <w:szCs w:val="20"/>
        </w:rPr>
        <w:t>laissa parler son c</w:t>
      </w:r>
      <w:r w:rsidRPr="00A4769E">
        <w:rPr>
          <w:szCs w:val="20"/>
        </w:rPr>
        <w:t>œ</w:t>
      </w:r>
      <w:r w:rsidR="001B73FA" w:rsidRPr="001B73FA">
        <w:rPr>
          <w:szCs w:val="20"/>
        </w:rPr>
        <w:t>ur</w:t>
      </w:r>
      <w:r w:rsidRPr="00A4769E">
        <w:rPr>
          <w:szCs w:val="20"/>
        </w:rPr>
        <w:t>. « </w:t>
      </w:r>
      <w:r w:rsidR="001B73FA" w:rsidRPr="001B73FA">
        <w:rPr>
          <w:szCs w:val="20"/>
        </w:rPr>
        <w:t>Ceci est donc parfait</w:t>
      </w:r>
      <w:r w:rsidRPr="00A4769E">
        <w:rPr>
          <w:szCs w:val="20"/>
        </w:rPr>
        <w:t xml:space="preserve">, </w:t>
      </w:r>
      <w:r w:rsidR="001B73FA" w:rsidRPr="001B73FA">
        <w:rPr>
          <w:szCs w:val="20"/>
        </w:rPr>
        <w:t>dit le vicaire général</w:t>
      </w:r>
      <w:r w:rsidRPr="00A4769E">
        <w:rPr>
          <w:szCs w:val="20"/>
        </w:rPr>
        <w:t xml:space="preserve">. </w:t>
      </w:r>
      <w:r w:rsidR="001B73FA" w:rsidRPr="001B73FA">
        <w:rPr>
          <w:szCs w:val="20"/>
        </w:rPr>
        <w:t>Il n</w:t>
      </w:r>
      <w:r w:rsidRPr="00A4769E">
        <w:rPr>
          <w:szCs w:val="20"/>
        </w:rPr>
        <w:t>’</w:t>
      </w:r>
      <w:r w:rsidR="001B73FA" w:rsidRPr="001B73FA">
        <w:rPr>
          <w:szCs w:val="20"/>
        </w:rPr>
        <w:t>est naturellement pas question de tendresse filiale</w:t>
      </w:r>
      <w:r w:rsidRPr="00A4769E">
        <w:rPr>
          <w:szCs w:val="20"/>
        </w:rPr>
        <w:t xml:space="preserve">. </w:t>
      </w:r>
      <w:r w:rsidR="001B73FA" w:rsidRPr="001B73FA">
        <w:rPr>
          <w:szCs w:val="20"/>
        </w:rPr>
        <w:t>Notre différence d</w:t>
      </w:r>
      <w:r w:rsidRPr="00A4769E">
        <w:rPr>
          <w:szCs w:val="20"/>
        </w:rPr>
        <w:t>’</w:t>
      </w:r>
      <w:r w:rsidR="001B73FA" w:rsidRPr="001B73FA">
        <w:rPr>
          <w:szCs w:val="20"/>
        </w:rPr>
        <w:t>âge est à peine suffisante</w:t>
      </w:r>
      <w:r w:rsidRPr="00A4769E">
        <w:rPr>
          <w:szCs w:val="20"/>
        </w:rPr>
        <w:t xml:space="preserve">, </w:t>
      </w:r>
      <w:r w:rsidR="001B73FA" w:rsidRPr="001B73FA">
        <w:rPr>
          <w:szCs w:val="20"/>
        </w:rPr>
        <w:t>et s</w:t>
      </w:r>
      <w:r w:rsidRPr="00A4769E">
        <w:rPr>
          <w:szCs w:val="20"/>
        </w:rPr>
        <w:t>’</w:t>
      </w:r>
      <w:r w:rsidR="001B73FA" w:rsidRPr="001B73FA">
        <w:rPr>
          <w:szCs w:val="20"/>
        </w:rPr>
        <w:t>il n</w:t>
      </w:r>
      <w:r w:rsidRPr="00A4769E">
        <w:rPr>
          <w:szCs w:val="20"/>
        </w:rPr>
        <w:t>’</w:t>
      </w:r>
      <w:r w:rsidR="001B73FA" w:rsidRPr="001B73FA">
        <w:rPr>
          <w:szCs w:val="20"/>
        </w:rPr>
        <w:t>y avait pas de mon côté la soutane et ce vieillissement prématuré que donne l</w:t>
      </w:r>
      <w:r w:rsidRPr="00A4769E">
        <w:rPr>
          <w:szCs w:val="20"/>
        </w:rPr>
        <w:t>’</w:t>
      </w:r>
      <w:r w:rsidR="001B73FA" w:rsidRPr="001B73FA">
        <w:rPr>
          <w:szCs w:val="20"/>
        </w:rPr>
        <w:t>examen professionnel des turpitudes humaines</w:t>
      </w:r>
      <w:r w:rsidRPr="00A4769E">
        <w:rPr>
          <w:szCs w:val="20"/>
        </w:rPr>
        <w:t xml:space="preserve">, </w:t>
      </w:r>
      <w:r w:rsidR="001B73FA" w:rsidRPr="001B73FA">
        <w:rPr>
          <w:szCs w:val="20"/>
        </w:rPr>
        <w:t>il serait parfaitement ridicule que je me prétende le père d</w:t>
      </w:r>
      <w:r w:rsidRPr="00A4769E">
        <w:rPr>
          <w:szCs w:val="20"/>
        </w:rPr>
        <w:t>’</w:t>
      </w:r>
      <w:r w:rsidR="001B73FA" w:rsidRPr="001B73FA">
        <w:rPr>
          <w:szCs w:val="20"/>
        </w:rPr>
        <w:t>un colonel</w:t>
      </w:r>
      <w:r w:rsidRPr="00A4769E">
        <w:rPr>
          <w:szCs w:val="20"/>
        </w:rPr>
        <w:t xml:space="preserve">. </w:t>
      </w:r>
      <w:r w:rsidR="001B73FA" w:rsidRPr="001B73FA">
        <w:rPr>
          <w:szCs w:val="20"/>
        </w:rPr>
        <w:t>Vous avez compris qu</w:t>
      </w:r>
      <w:r w:rsidRPr="00A4769E">
        <w:rPr>
          <w:szCs w:val="20"/>
        </w:rPr>
        <w:t>’</w:t>
      </w:r>
      <w:r w:rsidR="001B73FA" w:rsidRPr="001B73FA">
        <w:rPr>
          <w:szCs w:val="20"/>
        </w:rPr>
        <w:t>il ne s</w:t>
      </w:r>
      <w:r w:rsidRPr="00A4769E">
        <w:rPr>
          <w:szCs w:val="20"/>
        </w:rPr>
        <w:t>’</w:t>
      </w:r>
      <w:r w:rsidR="001B73FA" w:rsidRPr="001B73FA">
        <w:rPr>
          <w:szCs w:val="20"/>
        </w:rPr>
        <w:t>agit pas ici de m</w:t>
      </w:r>
      <w:r w:rsidRPr="00A4769E">
        <w:rPr>
          <w:szCs w:val="20"/>
        </w:rPr>
        <w:t>’</w:t>
      </w:r>
      <w:r w:rsidR="001B73FA" w:rsidRPr="001B73FA">
        <w:rPr>
          <w:szCs w:val="20"/>
        </w:rPr>
        <w:t>appeler papa</w:t>
      </w:r>
      <w:r w:rsidRPr="00A4769E">
        <w:rPr>
          <w:szCs w:val="20"/>
        </w:rPr>
        <w:t xml:space="preserve">. </w:t>
      </w:r>
      <w:r w:rsidR="001B73FA" w:rsidRPr="001B73FA">
        <w:rPr>
          <w:szCs w:val="20"/>
        </w:rPr>
        <w:t>Soyons simplement camarades jusqu</w:t>
      </w:r>
      <w:r w:rsidRPr="00A4769E">
        <w:rPr>
          <w:szCs w:val="20"/>
        </w:rPr>
        <w:t>’</w:t>
      </w:r>
      <w:r w:rsidR="001B73FA" w:rsidRPr="001B73FA">
        <w:rPr>
          <w:szCs w:val="20"/>
        </w:rPr>
        <w:t>au moment</w:t>
      </w:r>
      <w:r w:rsidRPr="00A4769E">
        <w:rPr>
          <w:szCs w:val="20"/>
        </w:rPr>
        <w:t xml:space="preserve"> </w:t>
      </w:r>
      <w:r w:rsidR="001F7F34">
        <w:rPr>
          <w:szCs w:val="20"/>
        </w:rPr>
        <w:t>— </w:t>
      </w:r>
      <w:r w:rsidR="001B73FA" w:rsidRPr="001B73FA">
        <w:rPr>
          <w:szCs w:val="20"/>
        </w:rPr>
        <w:t>qui ne viendra sans doute jamais</w:t>
      </w:r>
      <w:r w:rsidR="00F45EB5">
        <w:rPr>
          <w:szCs w:val="20"/>
        </w:rPr>
        <w:t> </w:t>
      </w:r>
      <w:r w:rsidR="001F7F34">
        <w:rPr>
          <w:szCs w:val="20"/>
        </w:rPr>
        <w:t>—</w:t>
      </w:r>
      <w:r w:rsidR="00F45EB5">
        <w:rPr>
          <w:szCs w:val="20"/>
        </w:rPr>
        <w:t xml:space="preserve"> </w:t>
      </w:r>
      <w:r w:rsidR="001B73FA" w:rsidRPr="001B73FA">
        <w:rPr>
          <w:szCs w:val="20"/>
        </w:rPr>
        <w:t>où j</w:t>
      </w:r>
      <w:r w:rsidRPr="00A4769E">
        <w:rPr>
          <w:szCs w:val="20"/>
        </w:rPr>
        <w:t>’</w:t>
      </w:r>
      <w:r w:rsidR="001B73FA" w:rsidRPr="001B73FA">
        <w:rPr>
          <w:szCs w:val="20"/>
        </w:rPr>
        <w:t>aurai besoin que vous soyez mon Cid Campeador</w:t>
      </w:r>
      <w:r w:rsidRPr="00A4769E">
        <w:rPr>
          <w:szCs w:val="20"/>
        </w:rPr>
        <w:t xml:space="preserve">. </w:t>
      </w:r>
      <w:r w:rsidR="001B73FA" w:rsidRPr="001B73FA">
        <w:rPr>
          <w:szCs w:val="20"/>
        </w:rPr>
        <w:t>Bien entendu</w:t>
      </w:r>
      <w:r w:rsidRPr="00A4769E">
        <w:rPr>
          <w:szCs w:val="20"/>
        </w:rPr>
        <w:t xml:space="preserve">, </w:t>
      </w:r>
      <w:r w:rsidR="001B73FA" w:rsidRPr="001B73FA">
        <w:rPr>
          <w:szCs w:val="20"/>
        </w:rPr>
        <w:t>de mon côté</w:t>
      </w:r>
      <w:r w:rsidRPr="00A4769E">
        <w:rPr>
          <w:szCs w:val="20"/>
        </w:rPr>
        <w:t xml:space="preserve">, </w:t>
      </w:r>
      <w:r w:rsidR="001B73FA" w:rsidRPr="001B73FA">
        <w:rPr>
          <w:szCs w:val="20"/>
        </w:rPr>
        <w:t>je suis à vous comme un père l</w:t>
      </w:r>
      <w:r w:rsidRPr="00A4769E">
        <w:rPr>
          <w:szCs w:val="20"/>
        </w:rPr>
        <w:t>’</w:t>
      </w:r>
      <w:r w:rsidR="001B73FA" w:rsidRPr="001B73FA">
        <w:rPr>
          <w:szCs w:val="20"/>
        </w:rPr>
        <w:t>est à son fils</w:t>
      </w:r>
      <w:r w:rsidRPr="00A4769E">
        <w:rPr>
          <w:szCs w:val="20"/>
        </w:rPr>
        <w:t xml:space="preserve"> ; </w:t>
      </w:r>
      <w:r w:rsidR="001B73FA" w:rsidRPr="001B73FA">
        <w:rPr>
          <w:szCs w:val="20"/>
        </w:rPr>
        <w:t>la seule marque d</w:t>
      </w:r>
      <w:r w:rsidRPr="00A4769E">
        <w:rPr>
          <w:szCs w:val="20"/>
        </w:rPr>
        <w:t>’</w:t>
      </w:r>
      <w:r w:rsidR="001B73FA" w:rsidRPr="001B73FA">
        <w:rPr>
          <w:szCs w:val="20"/>
        </w:rPr>
        <w:t>affection que je demande</w:t>
      </w:r>
      <w:r w:rsidRPr="00A4769E">
        <w:rPr>
          <w:szCs w:val="20"/>
        </w:rPr>
        <w:t xml:space="preserve">, </w:t>
      </w:r>
      <w:r w:rsidR="001B73FA" w:rsidRPr="001B73FA">
        <w:rPr>
          <w:szCs w:val="20"/>
        </w:rPr>
        <w:t>c</w:t>
      </w:r>
      <w:r w:rsidRPr="00A4769E">
        <w:rPr>
          <w:szCs w:val="20"/>
        </w:rPr>
        <w:t>’</w:t>
      </w:r>
      <w:r w:rsidR="001B73FA" w:rsidRPr="001B73FA">
        <w:rPr>
          <w:szCs w:val="20"/>
        </w:rPr>
        <w:t>est que vous le sachiez et que vous ne me ménagiez pas</w:t>
      </w:r>
      <w:r w:rsidRPr="00A4769E">
        <w:rPr>
          <w:szCs w:val="20"/>
        </w:rPr>
        <w:t xml:space="preserve">. </w:t>
      </w:r>
      <w:r w:rsidR="001B73FA" w:rsidRPr="001B73FA">
        <w:rPr>
          <w:szCs w:val="20"/>
        </w:rPr>
        <w:t>Avez-vous besoin d</w:t>
      </w:r>
      <w:r w:rsidRPr="00A4769E">
        <w:rPr>
          <w:szCs w:val="20"/>
        </w:rPr>
        <w:t>’</w:t>
      </w:r>
      <w:r w:rsidR="001B73FA" w:rsidRPr="001B73FA">
        <w:rPr>
          <w:szCs w:val="20"/>
        </w:rPr>
        <w:t>argent</w:t>
      </w:r>
      <w:r w:rsidRPr="00A4769E">
        <w:rPr>
          <w:szCs w:val="20"/>
        </w:rPr>
        <w:t> ?</w:t>
      </w:r>
    </w:p>
    <w:p w14:paraId="2C38CD1F" w14:textId="26FC31FC" w:rsidR="00462692" w:rsidRPr="00A4769E" w:rsidRDefault="00462692" w:rsidP="001B73FA">
      <w:pPr>
        <w:rPr>
          <w:szCs w:val="20"/>
        </w:rPr>
      </w:pPr>
      <w:r w:rsidRPr="00A4769E">
        <w:rPr>
          <w:szCs w:val="20"/>
        </w:rPr>
        <w:t>— </w:t>
      </w:r>
      <w:r w:rsidR="001B73FA" w:rsidRPr="001B73FA">
        <w:rPr>
          <w:szCs w:val="20"/>
        </w:rPr>
        <w:t>Il n</w:t>
      </w:r>
      <w:r w:rsidRPr="00A4769E">
        <w:rPr>
          <w:szCs w:val="20"/>
        </w:rPr>
        <w:t>’</w:t>
      </w:r>
      <w:r w:rsidR="001B73FA" w:rsidRPr="001B73FA">
        <w:rPr>
          <w:szCs w:val="20"/>
        </w:rPr>
        <w:t>en sera jamais question</w:t>
      </w:r>
      <w:r w:rsidRPr="00A4769E">
        <w:rPr>
          <w:szCs w:val="20"/>
        </w:rPr>
        <w:t xml:space="preserve"> », </w:t>
      </w:r>
      <w:r w:rsidR="001B73FA" w:rsidRPr="001B73FA">
        <w:rPr>
          <w:szCs w:val="20"/>
        </w:rPr>
        <w:t>dit Angelo</w:t>
      </w:r>
      <w:r w:rsidRPr="00A4769E">
        <w:rPr>
          <w:szCs w:val="20"/>
        </w:rPr>
        <w:t xml:space="preserve">. </w:t>
      </w:r>
      <w:r w:rsidR="001B73FA" w:rsidRPr="001B73FA">
        <w:rPr>
          <w:szCs w:val="20"/>
        </w:rPr>
        <w:t>Sa vivacité fit sourire le vicaire général</w:t>
      </w:r>
      <w:r w:rsidRPr="00A4769E">
        <w:rPr>
          <w:szCs w:val="20"/>
        </w:rPr>
        <w:t>. « </w:t>
      </w:r>
      <w:r w:rsidR="001B73FA" w:rsidRPr="001B73FA">
        <w:rPr>
          <w:szCs w:val="20"/>
        </w:rPr>
        <w:t>Comprenez bien</w:t>
      </w:r>
      <w:r w:rsidRPr="00A4769E">
        <w:rPr>
          <w:szCs w:val="20"/>
        </w:rPr>
        <w:t xml:space="preserve">, </w:t>
      </w:r>
      <w:r w:rsidR="001B73FA" w:rsidRPr="001B73FA">
        <w:rPr>
          <w:szCs w:val="20"/>
        </w:rPr>
        <w:t>dit-il</w:t>
      </w:r>
      <w:r w:rsidRPr="00A4769E">
        <w:rPr>
          <w:szCs w:val="20"/>
        </w:rPr>
        <w:t xml:space="preserve">, </w:t>
      </w:r>
      <w:r w:rsidR="001B73FA" w:rsidRPr="001B73FA">
        <w:rPr>
          <w:szCs w:val="20"/>
        </w:rPr>
        <w:t>que je n</w:t>
      </w:r>
      <w:r w:rsidRPr="00A4769E">
        <w:rPr>
          <w:szCs w:val="20"/>
        </w:rPr>
        <w:t>’</w:t>
      </w:r>
      <w:r w:rsidR="001B73FA" w:rsidRPr="001B73FA">
        <w:rPr>
          <w:szCs w:val="20"/>
        </w:rPr>
        <w:t>ai pas besoin de preuves</w:t>
      </w:r>
      <w:r w:rsidRPr="00A4769E">
        <w:rPr>
          <w:szCs w:val="20"/>
        </w:rPr>
        <w:t>.</w:t>
      </w:r>
    </w:p>
    <w:p w14:paraId="1A21E453" w14:textId="06C7D71D" w:rsidR="00462692" w:rsidRPr="00A4769E" w:rsidRDefault="00462692" w:rsidP="001B73FA">
      <w:pPr>
        <w:rPr>
          <w:szCs w:val="20"/>
        </w:rPr>
      </w:pPr>
      <w:r w:rsidRPr="00A4769E">
        <w:rPr>
          <w:szCs w:val="20"/>
        </w:rPr>
        <w:t>— </w:t>
      </w:r>
      <w:r w:rsidR="001B73FA" w:rsidRPr="001B73FA">
        <w:rPr>
          <w:szCs w:val="20"/>
        </w:rPr>
        <w:t>Je ne songeais pas à vous en donner</w:t>
      </w:r>
      <w:r w:rsidRPr="00A4769E">
        <w:rPr>
          <w:szCs w:val="20"/>
        </w:rPr>
        <w:t xml:space="preserve">, </w:t>
      </w:r>
      <w:r w:rsidR="001B73FA" w:rsidRPr="001B73FA">
        <w:rPr>
          <w:szCs w:val="20"/>
        </w:rPr>
        <w:t>dit sèchement Angelo</w:t>
      </w:r>
      <w:r w:rsidRPr="00A4769E">
        <w:rPr>
          <w:szCs w:val="20"/>
        </w:rPr>
        <w:t xml:space="preserve">, </w:t>
      </w:r>
      <w:r w:rsidR="001B73FA" w:rsidRPr="001B73FA">
        <w:rPr>
          <w:szCs w:val="20"/>
        </w:rPr>
        <w:t>refroidi par le sourire</w:t>
      </w:r>
      <w:r w:rsidRPr="00A4769E">
        <w:rPr>
          <w:szCs w:val="20"/>
        </w:rPr>
        <w:t>.</w:t>
      </w:r>
    </w:p>
    <w:p w14:paraId="2140F143" w14:textId="0F474338" w:rsidR="00462692" w:rsidRPr="00A4769E" w:rsidRDefault="00462692" w:rsidP="001B73FA">
      <w:pPr>
        <w:rPr>
          <w:szCs w:val="20"/>
        </w:rPr>
      </w:pPr>
      <w:r w:rsidRPr="00A4769E">
        <w:rPr>
          <w:szCs w:val="20"/>
        </w:rPr>
        <w:t>— </w:t>
      </w:r>
      <w:r w:rsidR="001B73FA" w:rsidRPr="001B73FA">
        <w:rPr>
          <w:szCs w:val="20"/>
        </w:rPr>
        <w:t>Corrigez toujours ainsi mes maladresses</w:t>
      </w:r>
      <w:r w:rsidRPr="00A4769E">
        <w:rPr>
          <w:szCs w:val="20"/>
        </w:rPr>
        <w:t xml:space="preserve">, </w:t>
      </w:r>
      <w:r w:rsidR="001B73FA" w:rsidRPr="001B73FA">
        <w:rPr>
          <w:szCs w:val="20"/>
        </w:rPr>
        <w:t>dit le vicaire général</w:t>
      </w:r>
      <w:r w:rsidRPr="00A4769E">
        <w:rPr>
          <w:szCs w:val="20"/>
        </w:rPr>
        <w:t xml:space="preserve">, </w:t>
      </w:r>
      <w:r w:rsidR="001B73FA" w:rsidRPr="001B73FA">
        <w:rPr>
          <w:szCs w:val="20"/>
        </w:rPr>
        <w:t>je vous en saurai un gré infini</w:t>
      </w:r>
      <w:r w:rsidRPr="00A4769E">
        <w:rPr>
          <w:szCs w:val="20"/>
        </w:rPr>
        <w:t xml:space="preserve">. </w:t>
      </w:r>
      <w:r w:rsidR="001B73FA" w:rsidRPr="001B73FA">
        <w:rPr>
          <w:szCs w:val="20"/>
        </w:rPr>
        <w:t>Et maintenant</w:t>
      </w:r>
      <w:r w:rsidRPr="00A4769E">
        <w:rPr>
          <w:szCs w:val="20"/>
        </w:rPr>
        <w:t xml:space="preserve">, </w:t>
      </w:r>
      <w:r w:rsidR="001B73FA" w:rsidRPr="001B73FA">
        <w:rPr>
          <w:szCs w:val="20"/>
        </w:rPr>
        <w:t>une question qui m</w:t>
      </w:r>
      <w:r w:rsidRPr="00A4769E">
        <w:rPr>
          <w:szCs w:val="20"/>
        </w:rPr>
        <w:t>’</w:t>
      </w:r>
      <w:r w:rsidR="001B73FA" w:rsidRPr="001B73FA">
        <w:rPr>
          <w:szCs w:val="20"/>
        </w:rPr>
        <w:t>a brûlé les lèvres quand vous êtes entré et que j</w:t>
      </w:r>
      <w:r w:rsidRPr="00A4769E">
        <w:rPr>
          <w:szCs w:val="20"/>
        </w:rPr>
        <w:t>’</w:t>
      </w:r>
      <w:r w:rsidR="001B73FA" w:rsidRPr="001B73FA">
        <w:rPr>
          <w:szCs w:val="20"/>
        </w:rPr>
        <w:t>ai retrouvé votre visage</w:t>
      </w:r>
      <w:r w:rsidRPr="00A4769E">
        <w:rPr>
          <w:szCs w:val="20"/>
        </w:rPr>
        <w:t xml:space="preserve"> : </w:t>
      </w:r>
      <w:r w:rsidR="001B73FA" w:rsidRPr="001B73FA">
        <w:rPr>
          <w:szCs w:val="20"/>
        </w:rPr>
        <w:t>je ne vois pas le bonheur dans vos yeux</w:t>
      </w:r>
      <w:r w:rsidRPr="00A4769E">
        <w:rPr>
          <w:szCs w:val="20"/>
        </w:rPr>
        <w:t> !</w:t>
      </w:r>
    </w:p>
    <w:p w14:paraId="53745827" w14:textId="7EF09807" w:rsidR="00462692" w:rsidRPr="00A4769E" w:rsidRDefault="00462692" w:rsidP="001B73FA">
      <w:pPr>
        <w:rPr>
          <w:szCs w:val="20"/>
        </w:rPr>
      </w:pPr>
      <w:r w:rsidRPr="00A4769E">
        <w:rPr>
          <w:szCs w:val="20"/>
        </w:rPr>
        <w:lastRenderedPageBreak/>
        <w:t>— </w:t>
      </w:r>
      <w:r w:rsidR="001B73FA" w:rsidRPr="001B73FA">
        <w:rPr>
          <w:szCs w:val="20"/>
        </w:rPr>
        <w:t>Mes vacances me pèsent</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Dans cent ans</w:t>
      </w:r>
      <w:r w:rsidRPr="00A4769E">
        <w:rPr>
          <w:szCs w:val="20"/>
        </w:rPr>
        <w:t xml:space="preserve">, </w:t>
      </w:r>
      <w:r w:rsidR="001B73FA" w:rsidRPr="001B73FA">
        <w:rPr>
          <w:szCs w:val="20"/>
        </w:rPr>
        <w:t>je me demande comment les gens qui me ressemblent feront pour ne pas s</w:t>
      </w:r>
      <w:r w:rsidRPr="00A4769E">
        <w:rPr>
          <w:szCs w:val="20"/>
        </w:rPr>
        <w:t>’</w:t>
      </w:r>
      <w:r w:rsidR="001B73FA" w:rsidRPr="001B73FA">
        <w:rPr>
          <w:szCs w:val="20"/>
        </w:rPr>
        <w:t>ennuyer</w:t>
      </w:r>
      <w:r w:rsidRPr="00A4769E">
        <w:rPr>
          <w:szCs w:val="20"/>
        </w:rPr>
        <w:t xml:space="preserve">, </w:t>
      </w:r>
      <w:r w:rsidR="001B73FA" w:rsidRPr="001B73FA">
        <w:rPr>
          <w:szCs w:val="20"/>
        </w:rPr>
        <w:t>quand les unités nationales seront reconnues et les États constitutionnels construits</w:t>
      </w:r>
      <w:r w:rsidRPr="00A4769E">
        <w:rPr>
          <w:szCs w:val="20"/>
        </w:rPr>
        <w:t xml:space="preserve">. </w:t>
      </w:r>
      <w:r w:rsidR="001B73FA" w:rsidRPr="001B73FA">
        <w:rPr>
          <w:szCs w:val="20"/>
        </w:rPr>
        <w:t>Le meilleur moment de ma vie</w:t>
      </w:r>
      <w:r w:rsidRPr="00A4769E">
        <w:rPr>
          <w:szCs w:val="20"/>
        </w:rPr>
        <w:t xml:space="preserve">, </w:t>
      </w:r>
      <w:r w:rsidR="001B73FA" w:rsidRPr="001B73FA">
        <w:rPr>
          <w:szCs w:val="20"/>
        </w:rPr>
        <w:t>je l</w:t>
      </w:r>
      <w:r w:rsidRPr="00A4769E">
        <w:rPr>
          <w:szCs w:val="20"/>
        </w:rPr>
        <w:t>’</w:t>
      </w:r>
      <w:r w:rsidR="001B73FA" w:rsidRPr="001B73FA">
        <w:rPr>
          <w:szCs w:val="20"/>
        </w:rPr>
        <w:t xml:space="preserve">ai passé à tuer le </w:t>
      </w:r>
      <w:r w:rsidR="001F7F34">
        <w:rPr>
          <w:szCs w:val="20"/>
        </w:rPr>
        <w:t>b</w:t>
      </w:r>
      <w:r w:rsidR="001F7F34" w:rsidRPr="001B73FA">
        <w:rPr>
          <w:szCs w:val="20"/>
        </w:rPr>
        <w:t>aron</w:t>
      </w:r>
      <w:r w:rsidRPr="00A4769E">
        <w:rPr>
          <w:szCs w:val="20"/>
        </w:rPr>
        <w:t xml:space="preserve">. </w:t>
      </w:r>
      <w:r w:rsidR="001B73FA" w:rsidRPr="001B73FA">
        <w:rPr>
          <w:szCs w:val="20"/>
        </w:rPr>
        <w:t>Vous avouerez que c</w:t>
      </w:r>
      <w:r w:rsidRPr="00A4769E">
        <w:rPr>
          <w:szCs w:val="20"/>
        </w:rPr>
        <w:t>’</w:t>
      </w:r>
      <w:r w:rsidR="001B73FA" w:rsidRPr="001B73FA">
        <w:rPr>
          <w:szCs w:val="20"/>
        </w:rPr>
        <w:t>est court</w:t>
      </w:r>
      <w:r w:rsidRPr="00A4769E">
        <w:rPr>
          <w:szCs w:val="20"/>
        </w:rPr>
        <w:t xml:space="preserve">… </w:t>
      </w:r>
      <w:r w:rsidR="001B73FA" w:rsidRPr="001B73FA">
        <w:rPr>
          <w:szCs w:val="20"/>
        </w:rPr>
        <w:t>Quand vous m</w:t>
      </w:r>
      <w:r w:rsidRPr="00A4769E">
        <w:rPr>
          <w:szCs w:val="20"/>
        </w:rPr>
        <w:t>’</w:t>
      </w:r>
      <w:r w:rsidR="001B73FA" w:rsidRPr="001B73FA">
        <w:rPr>
          <w:szCs w:val="20"/>
        </w:rPr>
        <w:t>avez fait appeler</w:t>
      </w:r>
      <w:r w:rsidRPr="00A4769E">
        <w:rPr>
          <w:szCs w:val="20"/>
        </w:rPr>
        <w:t xml:space="preserve">, </w:t>
      </w:r>
      <w:r w:rsidR="001B73FA" w:rsidRPr="001B73FA">
        <w:rPr>
          <w:szCs w:val="20"/>
        </w:rPr>
        <w:t>je songeais sérieusement à reprendre du service parmi mes compatriotes qui ont encore des passions</w:t>
      </w:r>
      <w:r w:rsidRPr="00A4769E">
        <w:rPr>
          <w:szCs w:val="20"/>
        </w:rPr>
        <w:t>.</w:t>
      </w:r>
    </w:p>
    <w:p w14:paraId="3166AE94" w14:textId="0CB9217B" w:rsidR="00462692" w:rsidRPr="00A4769E" w:rsidRDefault="00462692" w:rsidP="001B73FA">
      <w:pPr>
        <w:rPr>
          <w:szCs w:val="20"/>
        </w:rPr>
      </w:pPr>
      <w:r w:rsidRPr="00A4769E">
        <w:rPr>
          <w:szCs w:val="20"/>
        </w:rPr>
        <w:t>— </w:t>
      </w:r>
      <w:r w:rsidR="001B73FA" w:rsidRPr="001B73FA">
        <w:rPr>
          <w:szCs w:val="20"/>
        </w:rPr>
        <w:t>Gardez-vous-en bien</w:t>
      </w:r>
      <w:r w:rsidRPr="00A4769E">
        <w:rPr>
          <w:szCs w:val="20"/>
        </w:rPr>
        <w:t xml:space="preserve">, </w:t>
      </w:r>
      <w:r w:rsidR="001B73FA" w:rsidRPr="001B73FA">
        <w:rPr>
          <w:szCs w:val="20"/>
        </w:rPr>
        <w:t>dit le vicaire</w:t>
      </w:r>
      <w:r w:rsidRPr="00A4769E">
        <w:rPr>
          <w:szCs w:val="20"/>
        </w:rPr>
        <w:t xml:space="preserve">, </w:t>
      </w:r>
      <w:r w:rsidR="001B73FA" w:rsidRPr="001B73FA">
        <w:rPr>
          <w:szCs w:val="20"/>
        </w:rPr>
        <w:t>il vous faudrait retourner dans ce Piémont qui n</w:t>
      </w:r>
      <w:r w:rsidRPr="00A4769E">
        <w:rPr>
          <w:szCs w:val="20"/>
        </w:rPr>
        <w:t>’</w:t>
      </w:r>
      <w:r w:rsidR="001B73FA" w:rsidRPr="001B73FA">
        <w:rPr>
          <w:szCs w:val="20"/>
        </w:rPr>
        <w:t>est</w:t>
      </w:r>
      <w:r w:rsidRPr="00A4769E">
        <w:rPr>
          <w:szCs w:val="20"/>
        </w:rPr>
        <w:t xml:space="preserve">, </w:t>
      </w:r>
      <w:r w:rsidR="001B73FA" w:rsidRPr="001B73FA">
        <w:rPr>
          <w:szCs w:val="20"/>
        </w:rPr>
        <w:t>en fin de compte</w:t>
      </w:r>
      <w:r w:rsidRPr="00A4769E">
        <w:rPr>
          <w:szCs w:val="20"/>
        </w:rPr>
        <w:t xml:space="preserve">, </w:t>
      </w:r>
      <w:r w:rsidR="001B73FA" w:rsidRPr="001B73FA">
        <w:rPr>
          <w:szCs w:val="20"/>
        </w:rPr>
        <w:t>pas si large que ça</w:t>
      </w:r>
      <w:r w:rsidRPr="00A4769E">
        <w:rPr>
          <w:szCs w:val="20"/>
        </w:rPr>
        <w:t xml:space="preserve">, </w:t>
      </w:r>
      <w:r w:rsidR="001B73FA" w:rsidRPr="001B73FA">
        <w:rPr>
          <w:szCs w:val="20"/>
        </w:rPr>
        <w:t>entre les montagnes et la mer</w:t>
      </w:r>
      <w:r w:rsidRPr="00A4769E">
        <w:rPr>
          <w:szCs w:val="20"/>
        </w:rPr>
        <w:t xml:space="preserve">. </w:t>
      </w:r>
      <w:r w:rsidR="001B73FA" w:rsidRPr="001B73FA">
        <w:rPr>
          <w:szCs w:val="20"/>
        </w:rPr>
        <w:t>Cela a pu vous suffire jusqu</w:t>
      </w:r>
      <w:r w:rsidRPr="00A4769E">
        <w:rPr>
          <w:szCs w:val="20"/>
        </w:rPr>
        <w:t>’</w:t>
      </w:r>
      <w:r w:rsidR="001B73FA" w:rsidRPr="001B73FA">
        <w:rPr>
          <w:szCs w:val="20"/>
        </w:rPr>
        <w:t>à présent</w:t>
      </w:r>
      <w:r w:rsidRPr="00A4769E">
        <w:rPr>
          <w:szCs w:val="20"/>
        </w:rPr>
        <w:t xml:space="preserve">, </w:t>
      </w:r>
      <w:r w:rsidR="001B73FA" w:rsidRPr="001B73FA">
        <w:rPr>
          <w:szCs w:val="20"/>
        </w:rPr>
        <w:t>mais il y a des tables de jeu plus vastes et c</w:t>
      </w:r>
      <w:r w:rsidRPr="00A4769E">
        <w:rPr>
          <w:szCs w:val="20"/>
        </w:rPr>
        <w:t>’</w:t>
      </w:r>
      <w:r w:rsidR="001B73FA" w:rsidRPr="001B73FA">
        <w:rPr>
          <w:szCs w:val="20"/>
        </w:rPr>
        <w:t>est de celles-là que vous aurez la nostalgie quand la bouillotte sera finie sur votre petit guéridon</w:t>
      </w:r>
      <w:r w:rsidRPr="00A4769E">
        <w:rPr>
          <w:szCs w:val="20"/>
        </w:rPr>
        <w:t xml:space="preserve">. </w:t>
      </w:r>
      <w:r w:rsidR="001B73FA" w:rsidRPr="001B73FA">
        <w:rPr>
          <w:szCs w:val="20"/>
        </w:rPr>
        <w:t>Vous accommoderez-vous du ministère que votre monarchie reconnaissante vous fera passer sous le nez</w:t>
      </w:r>
      <w:r w:rsidRPr="00A4769E">
        <w:rPr>
          <w:szCs w:val="20"/>
        </w:rPr>
        <w:t xml:space="preserve">, </w:t>
      </w:r>
      <w:r w:rsidR="001B73FA" w:rsidRPr="001B73FA">
        <w:rPr>
          <w:szCs w:val="20"/>
        </w:rPr>
        <w:t>ou d</w:t>
      </w:r>
      <w:r w:rsidRPr="00A4769E">
        <w:rPr>
          <w:szCs w:val="20"/>
        </w:rPr>
        <w:t>’</w:t>
      </w:r>
      <w:r w:rsidR="001B73FA" w:rsidRPr="001B73FA">
        <w:rPr>
          <w:szCs w:val="20"/>
        </w:rPr>
        <w:t>une chaise curule dans le phalanstère que vos généreux amis installeront au pis-aller sur l</w:t>
      </w:r>
      <w:r w:rsidRPr="00A4769E">
        <w:rPr>
          <w:szCs w:val="20"/>
        </w:rPr>
        <w:t>’</w:t>
      </w:r>
      <w:r w:rsidR="001B73FA" w:rsidRPr="001B73FA">
        <w:rPr>
          <w:szCs w:val="20"/>
        </w:rPr>
        <w:t xml:space="preserve">échafaud de la </w:t>
      </w:r>
      <w:r w:rsidR="001F7F34">
        <w:rPr>
          <w:szCs w:val="20"/>
        </w:rPr>
        <w:t>M</w:t>
      </w:r>
      <w:r w:rsidR="001F7F34" w:rsidRPr="001B73FA">
        <w:rPr>
          <w:szCs w:val="20"/>
        </w:rPr>
        <w:t xml:space="preserve">aison </w:t>
      </w:r>
      <w:r w:rsidR="001B73FA" w:rsidRPr="001B73FA">
        <w:rPr>
          <w:szCs w:val="20"/>
        </w:rPr>
        <w:t>de Savoie</w:t>
      </w:r>
      <w:r w:rsidRPr="00A4769E">
        <w:rPr>
          <w:szCs w:val="20"/>
        </w:rPr>
        <w:t xml:space="preserve"> ? </w:t>
      </w:r>
      <w:r w:rsidR="001B73FA" w:rsidRPr="001B73FA">
        <w:rPr>
          <w:szCs w:val="20"/>
        </w:rPr>
        <w:t>Rien n</w:t>
      </w:r>
      <w:r w:rsidRPr="00A4769E">
        <w:rPr>
          <w:szCs w:val="20"/>
        </w:rPr>
        <w:t>’</w:t>
      </w:r>
      <w:r w:rsidR="001B73FA" w:rsidRPr="001B73FA">
        <w:rPr>
          <w:szCs w:val="20"/>
        </w:rPr>
        <w:t>est plus mort qu</w:t>
      </w:r>
      <w:r w:rsidRPr="00A4769E">
        <w:rPr>
          <w:szCs w:val="20"/>
        </w:rPr>
        <w:t>’</w:t>
      </w:r>
      <w:r w:rsidR="001B73FA" w:rsidRPr="001B73FA">
        <w:rPr>
          <w:szCs w:val="20"/>
        </w:rPr>
        <w:t>un révolutionnaire qui a réussi</w:t>
      </w:r>
      <w:r w:rsidRPr="00A4769E">
        <w:rPr>
          <w:szCs w:val="20"/>
        </w:rPr>
        <w:t xml:space="preserve">. </w:t>
      </w:r>
      <w:r w:rsidR="001B73FA" w:rsidRPr="001B73FA">
        <w:rPr>
          <w:szCs w:val="20"/>
        </w:rPr>
        <w:t>J</w:t>
      </w:r>
      <w:r w:rsidRPr="00A4769E">
        <w:rPr>
          <w:szCs w:val="20"/>
        </w:rPr>
        <w:t>’</w:t>
      </w:r>
      <w:r w:rsidR="001B73FA" w:rsidRPr="001B73FA">
        <w:rPr>
          <w:szCs w:val="20"/>
        </w:rPr>
        <w:t>ai décelé en vous la présence de passions qu</w:t>
      </w:r>
      <w:r w:rsidRPr="00A4769E">
        <w:rPr>
          <w:szCs w:val="20"/>
        </w:rPr>
        <w:t>’</w:t>
      </w:r>
      <w:r w:rsidR="001B73FA" w:rsidRPr="001B73FA">
        <w:rPr>
          <w:szCs w:val="20"/>
        </w:rPr>
        <w:t>une simple unité nationale ne peut satisfaire</w:t>
      </w:r>
      <w:r w:rsidRPr="00A4769E">
        <w:rPr>
          <w:szCs w:val="20"/>
        </w:rPr>
        <w:t xml:space="preserve">. </w:t>
      </w:r>
      <w:r w:rsidR="001B73FA" w:rsidRPr="001B73FA">
        <w:rPr>
          <w:szCs w:val="20"/>
        </w:rPr>
        <w:t>Admettons que</w:t>
      </w:r>
      <w:r w:rsidRPr="00A4769E">
        <w:rPr>
          <w:szCs w:val="20"/>
        </w:rPr>
        <w:t xml:space="preserve">, </w:t>
      </w:r>
      <w:r w:rsidR="001B73FA" w:rsidRPr="001B73FA">
        <w:rPr>
          <w:szCs w:val="20"/>
        </w:rPr>
        <w:t>jusqu</w:t>
      </w:r>
      <w:r w:rsidRPr="00A4769E">
        <w:rPr>
          <w:szCs w:val="20"/>
        </w:rPr>
        <w:t>’</w:t>
      </w:r>
      <w:r w:rsidR="001B73FA" w:rsidRPr="001B73FA">
        <w:rPr>
          <w:szCs w:val="20"/>
        </w:rPr>
        <w:t>à présent</w:t>
      </w:r>
      <w:r w:rsidRPr="00A4769E">
        <w:rPr>
          <w:szCs w:val="20"/>
        </w:rPr>
        <w:t xml:space="preserve">, </w:t>
      </w:r>
      <w:r w:rsidR="001B73FA" w:rsidRPr="001B73FA">
        <w:rPr>
          <w:szCs w:val="20"/>
        </w:rPr>
        <w:t>la politique vous ait servi d</w:t>
      </w:r>
      <w:r w:rsidRPr="00A4769E">
        <w:rPr>
          <w:szCs w:val="20"/>
        </w:rPr>
        <w:t>’</w:t>
      </w:r>
      <w:r w:rsidR="001B73FA" w:rsidRPr="001B73FA">
        <w:rPr>
          <w:szCs w:val="20"/>
        </w:rPr>
        <w:t>exutoire</w:t>
      </w:r>
      <w:r w:rsidRPr="00A4769E">
        <w:rPr>
          <w:szCs w:val="20"/>
        </w:rPr>
        <w:t xml:space="preserve"> : </w:t>
      </w:r>
      <w:r w:rsidR="001B73FA" w:rsidRPr="001B73FA">
        <w:rPr>
          <w:szCs w:val="20"/>
        </w:rPr>
        <w:t>elle ne le pourra pas continuellement</w:t>
      </w:r>
      <w:r w:rsidRPr="00A4769E">
        <w:rPr>
          <w:szCs w:val="20"/>
        </w:rPr>
        <w:t xml:space="preserve">. </w:t>
      </w:r>
      <w:r w:rsidR="001B73FA" w:rsidRPr="001B73FA">
        <w:rPr>
          <w:szCs w:val="20"/>
        </w:rPr>
        <w:t>Vous êtes un solitaire et les solitaires sont toujours deux</w:t>
      </w:r>
      <w:r w:rsidRPr="00A4769E">
        <w:rPr>
          <w:szCs w:val="20"/>
        </w:rPr>
        <w:t xml:space="preserve">, </w:t>
      </w:r>
      <w:r w:rsidR="001B73FA" w:rsidRPr="001B73FA">
        <w:rPr>
          <w:szCs w:val="20"/>
        </w:rPr>
        <w:t>mais jamais plus</w:t>
      </w:r>
      <w:r w:rsidRPr="00A4769E">
        <w:rPr>
          <w:szCs w:val="20"/>
        </w:rPr>
        <w:t>. »</w:t>
      </w:r>
      <w:r w:rsidR="001B73FA" w:rsidRPr="001B73FA">
        <w:rPr>
          <w:szCs w:val="20"/>
        </w:rPr>
        <w:t xml:space="preserve"> Il eut la suprême habileté de prononcer le nom de la duchesse Ezzia sans transition</w:t>
      </w:r>
      <w:r w:rsidRPr="00A4769E">
        <w:rPr>
          <w:szCs w:val="20"/>
        </w:rPr>
        <w:t xml:space="preserve">, </w:t>
      </w:r>
      <w:r w:rsidR="001B73FA" w:rsidRPr="001B73FA">
        <w:rPr>
          <w:szCs w:val="20"/>
        </w:rPr>
        <w:t>comme s</w:t>
      </w:r>
      <w:r w:rsidRPr="00A4769E">
        <w:rPr>
          <w:szCs w:val="20"/>
        </w:rPr>
        <w:t>’</w:t>
      </w:r>
      <w:r w:rsidR="001B73FA" w:rsidRPr="001B73FA">
        <w:rPr>
          <w:szCs w:val="20"/>
        </w:rPr>
        <w:t>il lui venait naturellement aux lèvres</w:t>
      </w:r>
      <w:r w:rsidRPr="00A4769E">
        <w:rPr>
          <w:szCs w:val="20"/>
        </w:rPr>
        <w:t>. « </w:t>
      </w:r>
      <w:r w:rsidR="001B73FA" w:rsidRPr="001B73FA">
        <w:rPr>
          <w:szCs w:val="20"/>
        </w:rPr>
        <w:t>Les grandes passions</w:t>
      </w:r>
      <w:r w:rsidRPr="00A4769E">
        <w:rPr>
          <w:szCs w:val="20"/>
        </w:rPr>
        <w:t xml:space="preserve">, </w:t>
      </w:r>
      <w:r w:rsidR="001B73FA" w:rsidRPr="001B73FA">
        <w:rPr>
          <w:szCs w:val="20"/>
        </w:rPr>
        <w:t>ajouta-t-il</w:t>
      </w:r>
      <w:r w:rsidRPr="00A4769E">
        <w:rPr>
          <w:szCs w:val="20"/>
        </w:rPr>
        <w:t xml:space="preserve">, </w:t>
      </w:r>
      <w:r w:rsidR="001B73FA" w:rsidRPr="001B73FA">
        <w:rPr>
          <w:szCs w:val="20"/>
        </w:rPr>
        <w:t>composent les patries mieux que les territoires cousus de fil blanc</w:t>
      </w:r>
      <w:r w:rsidRPr="00A4769E">
        <w:rPr>
          <w:szCs w:val="20"/>
        </w:rPr>
        <w:t>. »« </w:t>
      </w:r>
      <w:r w:rsidR="001B73FA" w:rsidRPr="001B73FA">
        <w:rPr>
          <w:szCs w:val="20"/>
        </w:rPr>
        <w:t>Voilà mon c</w:t>
      </w:r>
      <w:r w:rsidRPr="00A4769E">
        <w:rPr>
          <w:szCs w:val="20"/>
        </w:rPr>
        <w:t>œ</w:t>
      </w:r>
      <w:r w:rsidR="001B73FA" w:rsidRPr="001B73FA">
        <w:rPr>
          <w:szCs w:val="20"/>
        </w:rPr>
        <w:t>ur</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Que tu étais fou de croire que tu pourrais te tenir en tutelle avec un petit sabre et une chanteuse d</w:t>
      </w:r>
      <w:r w:rsidRPr="00A4769E">
        <w:rPr>
          <w:szCs w:val="20"/>
        </w:rPr>
        <w:t>’</w:t>
      </w:r>
      <w:r w:rsidR="001B73FA" w:rsidRPr="001B73FA">
        <w:rPr>
          <w:szCs w:val="20"/>
        </w:rPr>
        <w:t>opéra</w:t>
      </w:r>
      <w:r w:rsidRPr="00A4769E">
        <w:rPr>
          <w:szCs w:val="20"/>
        </w:rPr>
        <w:t xml:space="preserve">. </w:t>
      </w:r>
      <w:r w:rsidR="001B73FA" w:rsidRPr="001B73FA">
        <w:rPr>
          <w:szCs w:val="20"/>
        </w:rPr>
        <w:t>Et même avec le cadavre d</w:t>
      </w:r>
      <w:r w:rsidRPr="00A4769E">
        <w:rPr>
          <w:szCs w:val="20"/>
        </w:rPr>
        <w:t>’</w:t>
      </w:r>
      <w:r w:rsidR="001B73FA" w:rsidRPr="001B73FA">
        <w:rPr>
          <w:szCs w:val="20"/>
        </w:rPr>
        <w:t>un mouchard</w:t>
      </w:r>
      <w:r w:rsidRPr="00A4769E">
        <w:rPr>
          <w:szCs w:val="20"/>
        </w:rPr>
        <w:t>. »« </w:t>
      </w:r>
      <w:r w:rsidR="001B73FA" w:rsidRPr="001B73FA">
        <w:rPr>
          <w:szCs w:val="20"/>
        </w:rPr>
        <w:t>Il vous fallait bien commencer par quelque chose</w:t>
      </w:r>
      <w:r w:rsidRPr="00A4769E">
        <w:rPr>
          <w:szCs w:val="20"/>
        </w:rPr>
        <w:t xml:space="preserve">, </w:t>
      </w:r>
      <w:r w:rsidR="001B73FA" w:rsidRPr="001B73FA">
        <w:rPr>
          <w:szCs w:val="20"/>
        </w:rPr>
        <w:t>continua le vicaire qui semblait lire dans ses pensées</w:t>
      </w:r>
      <w:r w:rsidRPr="00A4769E">
        <w:rPr>
          <w:szCs w:val="20"/>
        </w:rPr>
        <w:t xml:space="preserve">. </w:t>
      </w:r>
      <w:r w:rsidR="001B73FA" w:rsidRPr="001B73FA">
        <w:rPr>
          <w:szCs w:val="20"/>
        </w:rPr>
        <w:t>Et rien n</w:t>
      </w:r>
      <w:r w:rsidRPr="00A4769E">
        <w:rPr>
          <w:szCs w:val="20"/>
        </w:rPr>
        <w:t>’</w:t>
      </w:r>
      <w:r w:rsidR="001B73FA" w:rsidRPr="001B73FA">
        <w:rPr>
          <w:szCs w:val="20"/>
        </w:rPr>
        <w:t>est inutile</w:t>
      </w:r>
      <w:r w:rsidRPr="00A4769E">
        <w:rPr>
          <w:szCs w:val="20"/>
        </w:rPr>
        <w:t xml:space="preserve">. </w:t>
      </w:r>
      <w:r w:rsidR="001B73FA" w:rsidRPr="001B73FA">
        <w:rPr>
          <w:szCs w:val="20"/>
        </w:rPr>
        <w:t>C</w:t>
      </w:r>
      <w:r w:rsidRPr="00A4769E">
        <w:rPr>
          <w:szCs w:val="20"/>
        </w:rPr>
        <w:t>’</w:t>
      </w:r>
      <w:r w:rsidR="001B73FA" w:rsidRPr="001B73FA">
        <w:rPr>
          <w:szCs w:val="20"/>
        </w:rPr>
        <w:t xml:space="preserve">est une </w:t>
      </w:r>
      <w:r w:rsidR="001B73FA" w:rsidRPr="001B73FA">
        <w:rPr>
          <w:szCs w:val="20"/>
        </w:rPr>
        <w:lastRenderedPageBreak/>
        <w:t>grande loi</w:t>
      </w:r>
      <w:r w:rsidRPr="00A4769E">
        <w:rPr>
          <w:szCs w:val="20"/>
        </w:rPr>
        <w:t xml:space="preserve">. </w:t>
      </w:r>
      <w:r w:rsidR="001B73FA" w:rsidRPr="001B73FA">
        <w:rPr>
          <w:szCs w:val="20"/>
        </w:rPr>
        <w:t>Faites-moi donc une confession filiale</w:t>
      </w:r>
      <w:r w:rsidRPr="00A4769E">
        <w:rPr>
          <w:szCs w:val="20"/>
        </w:rPr>
        <w:t xml:space="preserve">. </w:t>
      </w:r>
      <w:r w:rsidR="001B73FA" w:rsidRPr="001B73FA">
        <w:rPr>
          <w:szCs w:val="20"/>
        </w:rPr>
        <w:t>Voilà à quoi sert notre contrat</w:t>
      </w:r>
      <w:r w:rsidRPr="00A4769E">
        <w:rPr>
          <w:szCs w:val="20"/>
        </w:rPr>
        <w:t>.</w:t>
      </w:r>
    </w:p>
    <w:p w14:paraId="4B443882" w14:textId="1582EE67" w:rsidR="00462692" w:rsidRPr="00A4769E" w:rsidRDefault="00462692" w:rsidP="001B73FA">
      <w:pPr>
        <w:rPr>
          <w:szCs w:val="20"/>
        </w:rPr>
      </w:pPr>
      <w:r w:rsidRPr="00A4769E">
        <w:rPr>
          <w:szCs w:val="20"/>
        </w:rPr>
        <w:t>— </w:t>
      </w:r>
      <w:r w:rsidR="001B73FA" w:rsidRPr="001B73FA">
        <w:rPr>
          <w:szCs w:val="20"/>
        </w:rPr>
        <w:t>Rien n</w:t>
      </w:r>
      <w:r w:rsidRPr="00A4769E">
        <w:rPr>
          <w:szCs w:val="20"/>
        </w:rPr>
        <w:t>’</w:t>
      </w:r>
      <w:r w:rsidR="001B73FA" w:rsidRPr="001B73FA">
        <w:rPr>
          <w:szCs w:val="20"/>
        </w:rPr>
        <w:t>est plus simple</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je ne peux pas</w:t>
      </w:r>
      <w:r w:rsidRPr="00A4769E">
        <w:rPr>
          <w:szCs w:val="20"/>
        </w:rPr>
        <w:t xml:space="preserve">, </w:t>
      </w:r>
      <w:r w:rsidR="001B73FA" w:rsidRPr="001B73FA">
        <w:rPr>
          <w:szCs w:val="20"/>
        </w:rPr>
        <w:t>moi</w:t>
      </w:r>
      <w:r w:rsidRPr="00A4769E">
        <w:rPr>
          <w:szCs w:val="20"/>
        </w:rPr>
        <w:t xml:space="preserve">, </w:t>
      </w:r>
      <w:r w:rsidR="001B73FA" w:rsidRPr="001B73FA">
        <w:rPr>
          <w:szCs w:val="20"/>
        </w:rPr>
        <w:t>me contenter de compromis</w:t>
      </w:r>
      <w:r w:rsidRPr="00A4769E">
        <w:rPr>
          <w:szCs w:val="20"/>
        </w:rPr>
        <w:t xml:space="preserve">. </w:t>
      </w:r>
      <w:r w:rsidR="001B73FA" w:rsidRPr="001B73FA">
        <w:rPr>
          <w:szCs w:val="20"/>
        </w:rPr>
        <w:t>Tout est là</w:t>
      </w:r>
      <w:r w:rsidRPr="00A4769E">
        <w:rPr>
          <w:szCs w:val="20"/>
        </w:rPr>
        <w:t xml:space="preserve">. </w:t>
      </w:r>
      <w:r w:rsidR="001B73FA" w:rsidRPr="001B73FA">
        <w:rPr>
          <w:szCs w:val="20"/>
        </w:rPr>
        <w:t>Je n</w:t>
      </w:r>
      <w:r w:rsidRPr="00A4769E">
        <w:rPr>
          <w:szCs w:val="20"/>
        </w:rPr>
        <w:t>’</w:t>
      </w:r>
      <w:r w:rsidR="001B73FA" w:rsidRPr="001B73FA">
        <w:rPr>
          <w:szCs w:val="20"/>
        </w:rPr>
        <w:t>ai pas</w:t>
      </w:r>
      <w:r w:rsidRPr="00A4769E">
        <w:rPr>
          <w:szCs w:val="20"/>
        </w:rPr>
        <w:t xml:space="preserve">, </w:t>
      </w:r>
      <w:r w:rsidR="001B73FA" w:rsidRPr="001B73FA">
        <w:rPr>
          <w:szCs w:val="20"/>
        </w:rPr>
        <w:t>comme vous</w:t>
      </w:r>
      <w:r w:rsidRPr="00A4769E">
        <w:rPr>
          <w:szCs w:val="20"/>
        </w:rPr>
        <w:t xml:space="preserve">, </w:t>
      </w:r>
      <w:r w:rsidR="001B73FA" w:rsidRPr="001B73FA">
        <w:rPr>
          <w:szCs w:val="20"/>
        </w:rPr>
        <w:t>de raisons supérieures pour lâcher la proie pour l</w:t>
      </w:r>
      <w:r w:rsidRPr="00A4769E">
        <w:rPr>
          <w:szCs w:val="20"/>
        </w:rPr>
        <w:t>’</w:t>
      </w:r>
      <w:r w:rsidR="001B73FA" w:rsidRPr="001B73FA">
        <w:rPr>
          <w:szCs w:val="20"/>
        </w:rPr>
        <w:t>ombre</w:t>
      </w:r>
      <w:r w:rsidRPr="00A4769E">
        <w:rPr>
          <w:szCs w:val="20"/>
        </w:rPr>
        <w:t xml:space="preserve">. </w:t>
      </w:r>
      <w:r w:rsidR="001B73FA" w:rsidRPr="001B73FA">
        <w:rPr>
          <w:szCs w:val="20"/>
        </w:rPr>
        <w:t>Dois-je me fabriquer une raison supérieure</w:t>
      </w:r>
      <w:r w:rsidRPr="00A4769E">
        <w:rPr>
          <w:szCs w:val="20"/>
        </w:rPr>
        <w:t xml:space="preserve"> ? </w:t>
      </w:r>
      <w:r w:rsidR="001B73FA" w:rsidRPr="001B73FA">
        <w:rPr>
          <w:szCs w:val="20"/>
        </w:rPr>
        <w:t>Et entrer comme contremaître dans les chantiers de ces terrassiers passionnés</w:t>
      </w:r>
      <w:r w:rsidRPr="00A4769E">
        <w:rPr>
          <w:szCs w:val="20"/>
        </w:rPr>
        <w:t> ?</w:t>
      </w:r>
    </w:p>
    <w:p w14:paraId="1338BDC7" w14:textId="05976243" w:rsidR="00462692" w:rsidRPr="00A4769E" w:rsidRDefault="00462692" w:rsidP="001B73FA">
      <w:pPr>
        <w:rPr>
          <w:szCs w:val="20"/>
        </w:rPr>
      </w:pPr>
      <w:r w:rsidRPr="00A4769E">
        <w:rPr>
          <w:szCs w:val="20"/>
        </w:rPr>
        <w:t>— </w:t>
      </w:r>
      <w:r w:rsidR="001B73FA" w:rsidRPr="001B73FA">
        <w:rPr>
          <w:szCs w:val="20"/>
        </w:rPr>
        <w:t>Ne parlons pas boutique</w:t>
      </w:r>
      <w:r w:rsidRPr="00A4769E">
        <w:rPr>
          <w:szCs w:val="20"/>
        </w:rPr>
        <w:t xml:space="preserve">, </w:t>
      </w:r>
      <w:r w:rsidR="001B73FA" w:rsidRPr="001B73FA">
        <w:rPr>
          <w:szCs w:val="20"/>
        </w:rPr>
        <w:t>dit le vicaire</w:t>
      </w:r>
      <w:r w:rsidRPr="00A4769E">
        <w:rPr>
          <w:szCs w:val="20"/>
        </w:rPr>
        <w:t xml:space="preserve">, </w:t>
      </w:r>
      <w:r w:rsidR="001B73FA" w:rsidRPr="001B73FA">
        <w:rPr>
          <w:szCs w:val="20"/>
        </w:rPr>
        <w:t>l</w:t>
      </w:r>
      <w:r w:rsidRPr="00A4769E">
        <w:rPr>
          <w:szCs w:val="20"/>
        </w:rPr>
        <w:t>’</w:t>
      </w:r>
      <w:r w:rsidR="001B73FA" w:rsidRPr="001B73FA">
        <w:rPr>
          <w:szCs w:val="20"/>
        </w:rPr>
        <w:t>essentiel est ailleurs</w:t>
      </w:r>
      <w:r w:rsidRPr="00A4769E">
        <w:rPr>
          <w:szCs w:val="20"/>
        </w:rPr>
        <w:t xml:space="preserve">. </w:t>
      </w:r>
      <w:r w:rsidR="001B73FA" w:rsidRPr="001B73FA">
        <w:rPr>
          <w:szCs w:val="20"/>
        </w:rPr>
        <w:t>Ce n</w:t>
      </w:r>
      <w:r w:rsidRPr="00A4769E">
        <w:rPr>
          <w:szCs w:val="20"/>
        </w:rPr>
        <w:t>’</w:t>
      </w:r>
      <w:r w:rsidR="001B73FA" w:rsidRPr="001B73FA">
        <w:rPr>
          <w:szCs w:val="20"/>
        </w:rPr>
        <w:t>est pas pour rien que l</w:t>
      </w:r>
      <w:r w:rsidRPr="00A4769E">
        <w:rPr>
          <w:szCs w:val="20"/>
        </w:rPr>
        <w:t>’</w:t>
      </w:r>
      <w:r w:rsidR="001B73FA" w:rsidRPr="001B73FA">
        <w:rPr>
          <w:szCs w:val="20"/>
        </w:rPr>
        <w:t>autre jour je vous ai présenté en pied devant la glace de mon armoire</w:t>
      </w:r>
      <w:r w:rsidRPr="00A4769E">
        <w:rPr>
          <w:szCs w:val="20"/>
        </w:rPr>
        <w:t xml:space="preserve">. </w:t>
      </w:r>
      <w:r w:rsidR="001B73FA" w:rsidRPr="001B73FA">
        <w:rPr>
          <w:szCs w:val="20"/>
        </w:rPr>
        <w:t>L</w:t>
      </w:r>
      <w:r w:rsidRPr="00A4769E">
        <w:rPr>
          <w:szCs w:val="20"/>
        </w:rPr>
        <w:t>’</w:t>
      </w:r>
      <w:r w:rsidR="001B73FA" w:rsidRPr="001B73FA">
        <w:rPr>
          <w:szCs w:val="20"/>
        </w:rPr>
        <w:t>esprit fait plus de mal que le tabac et le café</w:t>
      </w:r>
      <w:r w:rsidRPr="00A4769E">
        <w:rPr>
          <w:szCs w:val="20"/>
        </w:rPr>
        <w:t xml:space="preserve">. </w:t>
      </w:r>
      <w:r w:rsidR="001B73FA" w:rsidRPr="001B73FA">
        <w:rPr>
          <w:szCs w:val="20"/>
        </w:rPr>
        <w:t>Vous portez un scapulaire de saint Janvier</w:t>
      </w:r>
      <w:r w:rsidRPr="00A4769E">
        <w:rPr>
          <w:szCs w:val="20"/>
        </w:rPr>
        <w:t xml:space="preserve">, </w:t>
      </w:r>
      <w:r w:rsidR="001B73FA" w:rsidRPr="001B73FA">
        <w:rPr>
          <w:szCs w:val="20"/>
        </w:rPr>
        <w:t>ce qui est parfait</w:t>
      </w:r>
      <w:r w:rsidRPr="00A4769E">
        <w:rPr>
          <w:szCs w:val="20"/>
        </w:rPr>
        <w:t xml:space="preserve">. </w:t>
      </w:r>
      <w:r w:rsidR="001B73FA" w:rsidRPr="001B73FA">
        <w:rPr>
          <w:szCs w:val="20"/>
        </w:rPr>
        <w:t>Mais vous portez un autre scapulaire</w:t>
      </w:r>
      <w:r w:rsidRPr="00A4769E">
        <w:rPr>
          <w:szCs w:val="20"/>
        </w:rPr>
        <w:t xml:space="preserve">, </w:t>
      </w:r>
      <w:r w:rsidR="001B73FA" w:rsidRPr="001B73FA">
        <w:rPr>
          <w:szCs w:val="20"/>
        </w:rPr>
        <w:t>que j</w:t>
      </w:r>
      <w:r w:rsidRPr="00A4769E">
        <w:rPr>
          <w:szCs w:val="20"/>
        </w:rPr>
        <w:t>’</w:t>
      </w:r>
      <w:r w:rsidR="001B73FA" w:rsidRPr="001B73FA">
        <w:rPr>
          <w:szCs w:val="20"/>
        </w:rPr>
        <w:t>imagine profane</w:t>
      </w:r>
      <w:r w:rsidRPr="00A4769E">
        <w:rPr>
          <w:szCs w:val="20"/>
        </w:rPr>
        <w:t xml:space="preserve">, </w:t>
      </w:r>
      <w:r w:rsidR="001B73FA" w:rsidRPr="001B73FA">
        <w:rPr>
          <w:szCs w:val="20"/>
        </w:rPr>
        <w:t>et si je ne me trompe pas</w:t>
      </w:r>
      <w:r w:rsidRPr="00A4769E">
        <w:rPr>
          <w:szCs w:val="20"/>
        </w:rPr>
        <w:t xml:space="preserve">, </w:t>
      </w:r>
      <w:r w:rsidR="001B73FA" w:rsidRPr="001B73FA">
        <w:rPr>
          <w:szCs w:val="20"/>
        </w:rPr>
        <w:t>c</w:t>
      </w:r>
      <w:r w:rsidRPr="00A4769E">
        <w:rPr>
          <w:szCs w:val="20"/>
        </w:rPr>
        <w:t>’</w:t>
      </w:r>
      <w:r w:rsidR="001B73FA" w:rsidRPr="001B73FA">
        <w:rPr>
          <w:szCs w:val="20"/>
        </w:rPr>
        <w:t>est</w:t>
      </w:r>
      <w:r w:rsidRPr="00A4769E">
        <w:rPr>
          <w:szCs w:val="20"/>
        </w:rPr>
        <w:t xml:space="preserve">, </w:t>
      </w:r>
      <w:r w:rsidR="001B73FA" w:rsidRPr="001B73FA">
        <w:rPr>
          <w:szCs w:val="20"/>
        </w:rPr>
        <w:t>à mon avis</w:t>
      </w:r>
      <w:r w:rsidRPr="00A4769E">
        <w:rPr>
          <w:szCs w:val="20"/>
        </w:rPr>
        <w:t xml:space="preserve">, </w:t>
      </w:r>
      <w:r w:rsidR="001B73FA" w:rsidRPr="001B73FA">
        <w:rPr>
          <w:szCs w:val="20"/>
        </w:rPr>
        <w:t>plus que parfait</w:t>
      </w:r>
      <w:r w:rsidRPr="00A4769E">
        <w:rPr>
          <w:szCs w:val="20"/>
        </w:rPr>
        <w:t xml:space="preserve">. </w:t>
      </w:r>
      <w:r w:rsidR="001B73FA" w:rsidRPr="001B73FA">
        <w:rPr>
          <w:szCs w:val="20"/>
        </w:rPr>
        <w:t>Ne vous étonnez pas si je connais ces détails</w:t>
      </w:r>
      <w:r w:rsidRPr="00A4769E">
        <w:rPr>
          <w:szCs w:val="20"/>
        </w:rPr>
        <w:t xml:space="preserve">, </w:t>
      </w:r>
      <w:r w:rsidR="001B73FA" w:rsidRPr="001B73FA">
        <w:rPr>
          <w:szCs w:val="20"/>
        </w:rPr>
        <w:t>et n</w:t>
      </w:r>
      <w:r w:rsidRPr="00A4769E">
        <w:rPr>
          <w:szCs w:val="20"/>
        </w:rPr>
        <w:t>’</w:t>
      </w:r>
      <w:r w:rsidR="001B73FA" w:rsidRPr="001B73FA">
        <w:rPr>
          <w:szCs w:val="20"/>
        </w:rPr>
        <w:t>accusez que ma tendre sollicitude</w:t>
      </w:r>
      <w:r w:rsidRPr="00A4769E">
        <w:rPr>
          <w:szCs w:val="20"/>
        </w:rPr>
        <w:t>. M</w:t>
      </w:r>
      <w:r w:rsidRPr="00A4769E">
        <w:rPr>
          <w:szCs w:val="20"/>
          <w:vertAlign w:val="superscript"/>
        </w:rPr>
        <w:t>me</w:t>
      </w:r>
      <w:r w:rsidRPr="00A4769E">
        <w:rPr>
          <w:szCs w:val="20"/>
        </w:rPr>
        <w:t> </w:t>
      </w:r>
      <w:r w:rsidR="001B73FA" w:rsidRPr="001B73FA">
        <w:rPr>
          <w:szCs w:val="20"/>
        </w:rPr>
        <w:t>Hortense est d</w:t>
      </w:r>
      <w:r w:rsidRPr="00A4769E">
        <w:rPr>
          <w:szCs w:val="20"/>
        </w:rPr>
        <w:t>’</w:t>
      </w:r>
      <w:r w:rsidR="001B73FA" w:rsidRPr="001B73FA">
        <w:rPr>
          <w:szCs w:val="20"/>
        </w:rPr>
        <w:t>ailleurs un tombeau de secret pour tout le monde</w:t>
      </w:r>
      <w:r w:rsidRPr="00A4769E">
        <w:rPr>
          <w:szCs w:val="20"/>
        </w:rPr>
        <w:t xml:space="preserve">, </w:t>
      </w:r>
      <w:r w:rsidR="001B73FA" w:rsidRPr="001B73FA">
        <w:rPr>
          <w:szCs w:val="20"/>
        </w:rPr>
        <w:t>sauf pour moi</w:t>
      </w:r>
      <w:r w:rsidRPr="00A4769E">
        <w:rPr>
          <w:szCs w:val="20"/>
        </w:rPr>
        <w:t xml:space="preserve">. </w:t>
      </w:r>
      <w:r w:rsidR="001B73FA" w:rsidRPr="001B73FA">
        <w:rPr>
          <w:szCs w:val="20"/>
        </w:rPr>
        <w:t>Je ne vous cache plus que depuis que je vous aime je suis inquiet</w:t>
      </w:r>
      <w:r w:rsidRPr="00A4769E">
        <w:rPr>
          <w:szCs w:val="20"/>
        </w:rPr>
        <w:t xml:space="preserve">, </w:t>
      </w:r>
      <w:r w:rsidR="001B73FA" w:rsidRPr="001B73FA">
        <w:rPr>
          <w:szCs w:val="20"/>
        </w:rPr>
        <w:t>et que je l</w:t>
      </w:r>
      <w:r w:rsidRPr="00A4769E">
        <w:rPr>
          <w:szCs w:val="20"/>
        </w:rPr>
        <w:t>’</w:t>
      </w:r>
      <w:r w:rsidR="001B73FA" w:rsidRPr="001B73FA">
        <w:rPr>
          <w:szCs w:val="20"/>
        </w:rPr>
        <w:t>avais chargée de m</w:t>
      </w:r>
      <w:r w:rsidRPr="00A4769E">
        <w:rPr>
          <w:szCs w:val="20"/>
        </w:rPr>
        <w:t>’</w:t>
      </w:r>
      <w:r w:rsidR="001B73FA" w:rsidRPr="001B73FA">
        <w:rPr>
          <w:szCs w:val="20"/>
        </w:rPr>
        <w:t>aider à vous faire du bien</w:t>
      </w:r>
      <w:r w:rsidRPr="00A4769E">
        <w:rPr>
          <w:szCs w:val="20"/>
        </w:rPr>
        <w:t xml:space="preserve">. </w:t>
      </w:r>
      <w:r w:rsidR="001B73FA" w:rsidRPr="001B73FA">
        <w:rPr>
          <w:szCs w:val="20"/>
        </w:rPr>
        <w:t>Elle a aperçu ces deux symboles un de ces soirs derniers</w:t>
      </w:r>
      <w:r w:rsidRPr="00A4769E">
        <w:rPr>
          <w:szCs w:val="20"/>
        </w:rPr>
        <w:t xml:space="preserve">, </w:t>
      </w:r>
      <w:r w:rsidR="001B73FA" w:rsidRPr="001B73FA">
        <w:rPr>
          <w:szCs w:val="20"/>
        </w:rPr>
        <w:t>où vous preniez le frais</w:t>
      </w:r>
      <w:r w:rsidRPr="00A4769E">
        <w:rPr>
          <w:szCs w:val="20"/>
        </w:rPr>
        <w:t xml:space="preserve">, </w:t>
      </w:r>
      <w:r w:rsidR="001B73FA" w:rsidRPr="001B73FA">
        <w:rPr>
          <w:szCs w:val="20"/>
        </w:rPr>
        <w:t>chemise ouverte</w:t>
      </w:r>
      <w:r w:rsidRPr="00A4769E">
        <w:rPr>
          <w:szCs w:val="20"/>
        </w:rPr>
        <w:t xml:space="preserve">, </w:t>
      </w:r>
      <w:r w:rsidR="001B73FA" w:rsidRPr="001B73FA">
        <w:rPr>
          <w:szCs w:val="20"/>
        </w:rPr>
        <w:t>dans le jardin</w:t>
      </w:r>
      <w:r w:rsidRPr="00A4769E">
        <w:rPr>
          <w:szCs w:val="20"/>
        </w:rPr>
        <w:t>. »« </w:t>
      </w:r>
      <w:r w:rsidR="001B73FA" w:rsidRPr="001B73FA">
        <w:rPr>
          <w:szCs w:val="20"/>
        </w:rPr>
        <w:t>Serait-il jésuite</w:t>
      </w:r>
      <w:r w:rsidRPr="00A4769E">
        <w:rPr>
          <w:szCs w:val="20"/>
        </w:rPr>
        <w:t xml:space="preserve"> ? </w:t>
      </w:r>
      <w:r w:rsidR="001B73FA" w:rsidRPr="001B73FA">
        <w:rPr>
          <w:szCs w:val="20"/>
        </w:rPr>
        <w:t>se demanda Angelo</w:t>
      </w:r>
      <w:r w:rsidRPr="00A4769E">
        <w:rPr>
          <w:szCs w:val="20"/>
        </w:rPr>
        <w:t xml:space="preserve">. </w:t>
      </w:r>
      <w:r w:rsidR="001B73FA" w:rsidRPr="001B73FA">
        <w:rPr>
          <w:szCs w:val="20"/>
        </w:rPr>
        <w:t>En tout cas</w:t>
      </w:r>
      <w:r w:rsidRPr="00A4769E">
        <w:rPr>
          <w:szCs w:val="20"/>
        </w:rPr>
        <w:t xml:space="preserve">, </w:t>
      </w:r>
      <w:r w:rsidR="001B73FA" w:rsidRPr="001B73FA">
        <w:rPr>
          <w:szCs w:val="20"/>
        </w:rPr>
        <w:t xml:space="preserve">je me méfierai de </w:t>
      </w:r>
      <w:r w:rsidRPr="00A4769E">
        <w:rPr>
          <w:szCs w:val="20"/>
        </w:rPr>
        <w:t>M</w:t>
      </w:r>
      <w:r w:rsidRPr="00A4769E">
        <w:rPr>
          <w:szCs w:val="20"/>
          <w:vertAlign w:val="superscript"/>
        </w:rPr>
        <w:t>me</w:t>
      </w:r>
      <w:r w:rsidRPr="00A4769E">
        <w:rPr>
          <w:szCs w:val="20"/>
        </w:rPr>
        <w:t> </w:t>
      </w:r>
      <w:r w:rsidR="001B73FA" w:rsidRPr="001B73FA">
        <w:rPr>
          <w:szCs w:val="20"/>
        </w:rPr>
        <w:t>Hortense</w:t>
      </w:r>
      <w:r w:rsidRPr="00A4769E">
        <w:rPr>
          <w:szCs w:val="20"/>
        </w:rPr>
        <w:t xml:space="preserve">, </w:t>
      </w:r>
      <w:r w:rsidR="001B73FA" w:rsidRPr="001B73FA">
        <w:rPr>
          <w:szCs w:val="20"/>
        </w:rPr>
        <w:t>et si jamais elle revient fouiller dans ma chemise</w:t>
      </w:r>
      <w:r w:rsidRPr="00A4769E">
        <w:rPr>
          <w:szCs w:val="20"/>
        </w:rPr>
        <w:t xml:space="preserve">, </w:t>
      </w:r>
      <w:r w:rsidR="001B73FA" w:rsidRPr="001B73FA">
        <w:rPr>
          <w:szCs w:val="20"/>
        </w:rPr>
        <w:t>je la ferai rougir de façon qu</w:t>
      </w:r>
      <w:r w:rsidRPr="00A4769E">
        <w:rPr>
          <w:szCs w:val="20"/>
        </w:rPr>
        <w:t>’</w:t>
      </w:r>
      <w:r w:rsidR="001B73FA" w:rsidRPr="001B73FA">
        <w:rPr>
          <w:szCs w:val="20"/>
        </w:rPr>
        <w:t>elle n</w:t>
      </w:r>
      <w:r w:rsidRPr="00A4769E">
        <w:rPr>
          <w:szCs w:val="20"/>
        </w:rPr>
        <w:t>’</w:t>
      </w:r>
      <w:r w:rsidR="001B73FA" w:rsidRPr="001B73FA">
        <w:rPr>
          <w:szCs w:val="20"/>
        </w:rPr>
        <w:t>ose plus rien rapporter à cet homme de bien</w:t>
      </w:r>
      <w:r w:rsidRPr="00A4769E">
        <w:rPr>
          <w:szCs w:val="20"/>
        </w:rPr>
        <w:t>. »« </w:t>
      </w:r>
      <w:r w:rsidR="001B73FA" w:rsidRPr="001B73FA">
        <w:rPr>
          <w:szCs w:val="20"/>
        </w:rPr>
        <w:t>Je comprends vos sentiments</w:t>
      </w:r>
      <w:r w:rsidRPr="00A4769E">
        <w:rPr>
          <w:szCs w:val="20"/>
        </w:rPr>
        <w:t xml:space="preserve">, </w:t>
      </w:r>
      <w:r w:rsidR="001B73FA" w:rsidRPr="001B73FA">
        <w:rPr>
          <w:szCs w:val="20"/>
        </w:rPr>
        <w:t>dit-il à haute voix</w:t>
      </w:r>
      <w:r w:rsidRPr="00A4769E">
        <w:rPr>
          <w:szCs w:val="20"/>
        </w:rPr>
        <w:t xml:space="preserve">, </w:t>
      </w:r>
      <w:r w:rsidR="001B73FA" w:rsidRPr="001B73FA">
        <w:rPr>
          <w:szCs w:val="20"/>
        </w:rPr>
        <w:t>et il n</w:t>
      </w:r>
      <w:r w:rsidRPr="00A4769E">
        <w:rPr>
          <w:szCs w:val="20"/>
        </w:rPr>
        <w:t>’</w:t>
      </w:r>
      <w:r w:rsidR="001B73FA" w:rsidRPr="001B73FA">
        <w:rPr>
          <w:szCs w:val="20"/>
        </w:rPr>
        <w:t>était pas besoin de chaleur suffocante ni de cette excellente dame</w:t>
      </w:r>
      <w:r w:rsidRPr="00A4769E">
        <w:rPr>
          <w:szCs w:val="20"/>
        </w:rPr>
        <w:t xml:space="preserve">, </w:t>
      </w:r>
      <w:r w:rsidR="001B73FA" w:rsidRPr="001B73FA">
        <w:rPr>
          <w:szCs w:val="20"/>
        </w:rPr>
        <w:t>qui a dû beaucoup prendre sur sa pudeur pour regarder avec attention dans ma chemise entrouverte</w:t>
      </w:r>
      <w:r w:rsidRPr="00A4769E">
        <w:rPr>
          <w:szCs w:val="20"/>
        </w:rPr>
        <w:t xml:space="preserve"> : </w:t>
      </w:r>
      <w:r w:rsidR="001B73FA" w:rsidRPr="001B73FA">
        <w:rPr>
          <w:szCs w:val="20"/>
        </w:rPr>
        <w:t>il suffisait de votre affection</w:t>
      </w:r>
      <w:r w:rsidRPr="00A4769E">
        <w:rPr>
          <w:szCs w:val="20"/>
        </w:rPr>
        <w:t xml:space="preserve">, </w:t>
      </w:r>
      <w:r w:rsidR="001B73FA" w:rsidRPr="001B73FA">
        <w:rPr>
          <w:szCs w:val="20"/>
        </w:rPr>
        <w:t>et surtout de ce qu</w:t>
      </w:r>
      <w:r w:rsidRPr="00A4769E">
        <w:rPr>
          <w:szCs w:val="20"/>
        </w:rPr>
        <w:t>’</w:t>
      </w:r>
      <w:r w:rsidR="001B73FA" w:rsidRPr="001B73FA">
        <w:rPr>
          <w:szCs w:val="20"/>
        </w:rPr>
        <w:t>elle a maintenant de paternel</w:t>
      </w:r>
      <w:r w:rsidRPr="00A4769E">
        <w:rPr>
          <w:szCs w:val="20"/>
        </w:rPr>
        <w:t xml:space="preserve">, </w:t>
      </w:r>
      <w:r w:rsidR="001B73FA" w:rsidRPr="001B73FA">
        <w:rPr>
          <w:szCs w:val="20"/>
        </w:rPr>
        <w:t>pour que</w:t>
      </w:r>
      <w:r w:rsidRPr="00A4769E">
        <w:rPr>
          <w:szCs w:val="20"/>
        </w:rPr>
        <w:t xml:space="preserve">, </w:t>
      </w:r>
      <w:r w:rsidR="001B73FA" w:rsidRPr="001B73FA">
        <w:rPr>
          <w:szCs w:val="20"/>
        </w:rPr>
        <w:t>de mon propre sentiment</w:t>
      </w:r>
      <w:r w:rsidRPr="00A4769E">
        <w:rPr>
          <w:szCs w:val="20"/>
        </w:rPr>
        <w:t xml:space="preserve">, </w:t>
      </w:r>
      <w:r w:rsidR="001B73FA" w:rsidRPr="001B73FA">
        <w:rPr>
          <w:szCs w:val="20"/>
        </w:rPr>
        <w:t>je n</w:t>
      </w:r>
      <w:r w:rsidRPr="00A4769E">
        <w:rPr>
          <w:szCs w:val="20"/>
        </w:rPr>
        <w:t>’</w:t>
      </w:r>
      <w:r w:rsidR="001B73FA" w:rsidRPr="001B73FA">
        <w:rPr>
          <w:szCs w:val="20"/>
        </w:rPr>
        <w:t xml:space="preserve">aie absolument rien de caché pour </w:t>
      </w:r>
      <w:r w:rsidR="001B73FA" w:rsidRPr="001B73FA">
        <w:rPr>
          <w:szCs w:val="20"/>
        </w:rPr>
        <w:lastRenderedPageBreak/>
        <w:t>vous</w:t>
      </w:r>
      <w:r w:rsidRPr="00A4769E">
        <w:rPr>
          <w:szCs w:val="20"/>
        </w:rPr>
        <w:t xml:space="preserve">. </w:t>
      </w:r>
      <w:r w:rsidR="001B73FA" w:rsidRPr="001B73FA">
        <w:rPr>
          <w:szCs w:val="20"/>
        </w:rPr>
        <w:t>Mais commençons par le commencement</w:t>
      </w:r>
      <w:r w:rsidRPr="00A4769E">
        <w:rPr>
          <w:szCs w:val="20"/>
        </w:rPr>
        <w:t xml:space="preserve"> : </w:t>
      </w:r>
      <w:r w:rsidR="001B73FA" w:rsidRPr="001B73FA">
        <w:rPr>
          <w:szCs w:val="20"/>
        </w:rPr>
        <w:t>il est inutile</w:t>
      </w:r>
      <w:r w:rsidRPr="00A4769E">
        <w:rPr>
          <w:szCs w:val="20"/>
        </w:rPr>
        <w:t xml:space="preserve">, </w:t>
      </w:r>
      <w:r w:rsidR="001B73FA" w:rsidRPr="001B73FA">
        <w:rPr>
          <w:szCs w:val="20"/>
        </w:rPr>
        <w:t>je suppose</w:t>
      </w:r>
      <w:r w:rsidRPr="00A4769E">
        <w:rPr>
          <w:szCs w:val="20"/>
        </w:rPr>
        <w:t xml:space="preserve">, </w:t>
      </w:r>
      <w:r w:rsidR="001B73FA" w:rsidRPr="001B73FA">
        <w:rPr>
          <w:szCs w:val="20"/>
        </w:rPr>
        <w:t>de vous parler de mon intrigue avec cette chanteuse d</w:t>
      </w:r>
      <w:r w:rsidRPr="00A4769E">
        <w:rPr>
          <w:szCs w:val="20"/>
        </w:rPr>
        <w:t>’</w:t>
      </w:r>
      <w:r w:rsidR="001B73FA" w:rsidRPr="001B73FA">
        <w:rPr>
          <w:szCs w:val="20"/>
        </w:rPr>
        <w:t>opéra</w:t>
      </w:r>
      <w:r w:rsidRPr="00A4769E">
        <w:rPr>
          <w:szCs w:val="20"/>
        </w:rPr>
        <w:t> ?</w:t>
      </w:r>
    </w:p>
    <w:p w14:paraId="6ABF3434" w14:textId="77777777" w:rsidR="002D3050" w:rsidRDefault="00462692" w:rsidP="001B73FA">
      <w:pPr>
        <w:rPr>
          <w:szCs w:val="20"/>
        </w:rPr>
      </w:pPr>
      <w:r w:rsidRPr="00A4769E">
        <w:rPr>
          <w:szCs w:val="20"/>
        </w:rPr>
        <w:t>— </w:t>
      </w:r>
      <w:r w:rsidR="001B73FA" w:rsidRPr="001B73FA">
        <w:rPr>
          <w:szCs w:val="20"/>
        </w:rPr>
        <w:t>Tout à fait inutile</w:t>
      </w:r>
      <w:r w:rsidRPr="00A4769E">
        <w:rPr>
          <w:szCs w:val="20"/>
        </w:rPr>
        <w:t xml:space="preserve">, </w:t>
      </w:r>
      <w:r w:rsidR="001B73FA" w:rsidRPr="001B73FA">
        <w:rPr>
          <w:szCs w:val="20"/>
        </w:rPr>
        <w:t>dit le vicaire d</w:t>
      </w:r>
      <w:r w:rsidRPr="00A4769E">
        <w:rPr>
          <w:szCs w:val="20"/>
        </w:rPr>
        <w:t>’</w:t>
      </w:r>
      <w:r w:rsidR="001B73FA" w:rsidRPr="001B73FA">
        <w:rPr>
          <w:szCs w:val="20"/>
        </w:rPr>
        <w:t>un air aimable</w:t>
      </w:r>
      <w:r w:rsidRPr="00A4769E">
        <w:rPr>
          <w:szCs w:val="20"/>
        </w:rPr>
        <w:t xml:space="preserve">. </w:t>
      </w:r>
      <w:r w:rsidR="001B73FA" w:rsidRPr="001B73FA">
        <w:rPr>
          <w:szCs w:val="20"/>
        </w:rPr>
        <w:t>On n</w:t>
      </w:r>
      <w:r w:rsidRPr="00A4769E">
        <w:rPr>
          <w:szCs w:val="20"/>
        </w:rPr>
        <w:t>’</w:t>
      </w:r>
      <w:r w:rsidR="001B73FA" w:rsidRPr="001B73FA">
        <w:rPr>
          <w:szCs w:val="20"/>
        </w:rPr>
        <w:t>achète pas un sou de papier à lettres dans Aix sans que je connaisse le filigrane du papier et la qualité de la colle de l</w:t>
      </w:r>
      <w:r w:rsidRPr="00A4769E">
        <w:rPr>
          <w:szCs w:val="20"/>
        </w:rPr>
        <w:t>’</w:t>
      </w:r>
      <w:r w:rsidR="001B73FA" w:rsidRPr="001B73FA">
        <w:rPr>
          <w:szCs w:val="20"/>
        </w:rPr>
        <w:t>enveloppe</w:t>
      </w:r>
      <w:r w:rsidRPr="00A4769E">
        <w:rPr>
          <w:szCs w:val="20"/>
        </w:rPr>
        <w:t xml:space="preserve">. </w:t>
      </w:r>
      <w:r w:rsidR="001B73FA" w:rsidRPr="001B73FA">
        <w:rPr>
          <w:szCs w:val="20"/>
        </w:rPr>
        <w:t>En ce qui vous concerne</w:t>
      </w:r>
      <w:r w:rsidRPr="00A4769E">
        <w:rPr>
          <w:szCs w:val="20"/>
        </w:rPr>
        <w:t xml:space="preserve">, </w:t>
      </w:r>
      <w:r w:rsidR="001B73FA" w:rsidRPr="001B73FA">
        <w:rPr>
          <w:szCs w:val="20"/>
        </w:rPr>
        <w:t>ma connaissance des choses va même beaucoup plus loin</w:t>
      </w:r>
      <w:r w:rsidRPr="00A4769E">
        <w:rPr>
          <w:szCs w:val="20"/>
        </w:rPr>
        <w:t xml:space="preserve">. </w:t>
      </w:r>
      <w:r w:rsidR="001B73FA" w:rsidRPr="001B73FA">
        <w:rPr>
          <w:szCs w:val="20"/>
        </w:rPr>
        <w:t>Je sais</w:t>
      </w:r>
      <w:r w:rsidRPr="00A4769E">
        <w:rPr>
          <w:szCs w:val="20"/>
        </w:rPr>
        <w:t xml:space="preserve">, </w:t>
      </w:r>
      <w:r w:rsidR="001B73FA" w:rsidRPr="001B73FA">
        <w:rPr>
          <w:szCs w:val="20"/>
        </w:rPr>
        <w:t>par exemple</w:t>
      </w:r>
      <w:r w:rsidRPr="00A4769E">
        <w:rPr>
          <w:szCs w:val="20"/>
        </w:rPr>
        <w:t xml:space="preserve">, </w:t>
      </w:r>
      <w:r w:rsidR="001B73FA" w:rsidRPr="001B73FA">
        <w:rPr>
          <w:szCs w:val="20"/>
        </w:rPr>
        <w:t>que de temps en temps des ivrognes vous accostent dans les ruelles désertes et que</w:t>
      </w:r>
      <w:r w:rsidRPr="00A4769E">
        <w:rPr>
          <w:szCs w:val="20"/>
        </w:rPr>
        <w:t xml:space="preserve">, </w:t>
      </w:r>
      <w:r w:rsidR="001B73FA" w:rsidRPr="001B73FA">
        <w:rPr>
          <w:szCs w:val="20"/>
        </w:rPr>
        <w:t>jusqu</w:t>
      </w:r>
      <w:r w:rsidRPr="00A4769E">
        <w:rPr>
          <w:szCs w:val="20"/>
        </w:rPr>
        <w:t>’</w:t>
      </w:r>
      <w:r w:rsidR="001B73FA" w:rsidRPr="001B73FA">
        <w:rPr>
          <w:szCs w:val="20"/>
        </w:rPr>
        <w:t>à présent</w:t>
      </w:r>
      <w:r w:rsidRPr="00A4769E">
        <w:rPr>
          <w:szCs w:val="20"/>
        </w:rPr>
        <w:t xml:space="preserve">, </w:t>
      </w:r>
      <w:r w:rsidR="001B73FA" w:rsidRPr="001B73FA">
        <w:rPr>
          <w:szCs w:val="20"/>
        </w:rPr>
        <w:t>vous vous êtes tiré sans dommage de ces légères conjonctions</w:t>
      </w:r>
      <w:r w:rsidRPr="00A4769E">
        <w:rPr>
          <w:szCs w:val="20"/>
        </w:rPr>
        <w:t xml:space="preserve">. </w:t>
      </w:r>
      <w:r w:rsidR="001B73FA" w:rsidRPr="001B73FA">
        <w:rPr>
          <w:szCs w:val="20"/>
        </w:rPr>
        <w:t xml:space="preserve">Je sais aussi que </w:t>
      </w:r>
      <w:r w:rsidRPr="00A4769E">
        <w:rPr>
          <w:szCs w:val="20"/>
        </w:rPr>
        <w:t>M</w:t>
      </w:r>
      <w:r w:rsidRPr="00A4769E">
        <w:rPr>
          <w:szCs w:val="20"/>
          <w:vertAlign w:val="superscript"/>
        </w:rPr>
        <w:t>me</w:t>
      </w:r>
      <w:r w:rsidRPr="00A4769E">
        <w:rPr>
          <w:szCs w:val="20"/>
        </w:rPr>
        <w:t> </w:t>
      </w:r>
      <w:r w:rsidR="001B73FA" w:rsidRPr="001B73FA">
        <w:rPr>
          <w:szCs w:val="20"/>
        </w:rPr>
        <w:t>Clèves vous fait assez souvent donner de petits concerts particuliers</w:t>
      </w:r>
      <w:r w:rsidRPr="00A4769E">
        <w:rPr>
          <w:szCs w:val="20"/>
        </w:rPr>
        <w:t xml:space="preserve">, </w:t>
      </w:r>
      <w:r w:rsidR="001B73FA" w:rsidRPr="001B73FA">
        <w:rPr>
          <w:szCs w:val="20"/>
        </w:rPr>
        <w:t>et qu</w:t>
      </w:r>
      <w:r w:rsidRPr="00A4769E">
        <w:rPr>
          <w:szCs w:val="20"/>
        </w:rPr>
        <w:t>’</w:t>
      </w:r>
      <w:r w:rsidR="001B73FA" w:rsidRPr="001B73FA">
        <w:rPr>
          <w:szCs w:val="20"/>
        </w:rPr>
        <w:t>au cours d</w:t>
      </w:r>
      <w:r w:rsidRPr="00A4769E">
        <w:rPr>
          <w:szCs w:val="20"/>
        </w:rPr>
        <w:t>’</w:t>
      </w:r>
      <w:r w:rsidR="001B73FA" w:rsidRPr="001B73FA">
        <w:rPr>
          <w:szCs w:val="20"/>
        </w:rPr>
        <w:t>un des derniers vous avez demandé qu</w:t>
      </w:r>
      <w:r w:rsidRPr="00A4769E">
        <w:rPr>
          <w:szCs w:val="20"/>
        </w:rPr>
        <w:t>’</w:t>
      </w:r>
      <w:r w:rsidR="001B73FA" w:rsidRPr="001B73FA">
        <w:rPr>
          <w:szCs w:val="20"/>
        </w:rPr>
        <w:t>on vous joue une petite pièce de Brahms qui s</w:t>
      </w:r>
      <w:r w:rsidRPr="00A4769E">
        <w:rPr>
          <w:szCs w:val="20"/>
        </w:rPr>
        <w:t>’</w:t>
      </w:r>
      <w:r w:rsidR="001B73FA" w:rsidRPr="001B73FA">
        <w:rPr>
          <w:szCs w:val="20"/>
        </w:rPr>
        <w:t>appelle</w:t>
      </w:r>
      <w:r w:rsidRPr="00A4769E">
        <w:rPr>
          <w:szCs w:val="20"/>
        </w:rPr>
        <w:t xml:space="preserve">, </w:t>
      </w:r>
      <w:r w:rsidR="001B73FA" w:rsidRPr="001B73FA">
        <w:rPr>
          <w:szCs w:val="20"/>
        </w:rPr>
        <w:t>je crois</w:t>
      </w:r>
      <w:r w:rsidRPr="00A4769E">
        <w:rPr>
          <w:szCs w:val="20"/>
        </w:rPr>
        <w:t xml:space="preserve">, </w:t>
      </w:r>
      <w:r w:rsidR="001B73FA" w:rsidRPr="001B73FA">
        <w:rPr>
          <w:i/>
          <w:iCs/>
          <w:szCs w:val="20"/>
        </w:rPr>
        <w:t>Les Regrets</w:t>
      </w:r>
      <w:r w:rsidRPr="00A4769E">
        <w:rPr>
          <w:szCs w:val="20"/>
        </w:rPr>
        <w:t xml:space="preserve">. </w:t>
      </w:r>
      <w:r w:rsidR="001B73FA" w:rsidRPr="001B73FA">
        <w:rPr>
          <w:szCs w:val="20"/>
        </w:rPr>
        <w:t>Vous pouvez donc parler à c</w:t>
      </w:r>
      <w:r w:rsidRPr="00A4769E">
        <w:rPr>
          <w:szCs w:val="20"/>
        </w:rPr>
        <w:t>œ</w:t>
      </w:r>
      <w:r w:rsidR="001B73FA" w:rsidRPr="001B73FA">
        <w:rPr>
          <w:szCs w:val="20"/>
        </w:rPr>
        <w:t>ur ouvert</w:t>
      </w:r>
      <w:r w:rsidRPr="00A4769E">
        <w:rPr>
          <w:szCs w:val="20"/>
        </w:rPr>
        <w:t>. »</w:t>
      </w:r>
      <w:r w:rsidR="002D3050">
        <w:rPr>
          <w:szCs w:val="20"/>
        </w:rPr>
        <w:t xml:space="preserve"> </w:t>
      </w:r>
      <w:r w:rsidRPr="00A4769E">
        <w:rPr>
          <w:szCs w:val="20"/>
        </w:rPr>
        <w:t>« </w:t>
      </w:r>
      <w:r w:rsidR="001B73FA" w:rsidRPr="001B73FA">
        <w:rPr>
          <w:szCs w:val="20"/>
        </w:rPr>
        <w:t>Hé</w:t>
      </w:r>
      <w:r w:rsidRPr="00A4769E">
        <w:rPr>
          <w:szCs w:val="20"/>
        </w:rPr>
        <w:t xml:space="preserve"> ! </w:t>
      </w:r>
      <w:r w:rsidR="001B73FA" w:rsidRPr="001B73FA">
        <w:rPr>
          <w:szCs w:val="20"/>
        </w:rPr>
        <w:t>pensa Angelo</w:t>
      </w:r>
      <w:r w:rsidRPr="00A4769E">
        <w:rPr>
          <w:szCs w:val="20"/>
        </w:rPr>
        <w:t xml:space="preserve">, </w:t>
      </w:r>
      <w:r w:rsidR="001B73FA" w:rsidRPr="001B73FA">
        <w:rPr>
          <w:szCs w:val="20"/>
        </w:rPr>
        <w:t>que me restera-t-il à dire</w:t>
      </w:r>
      <w:r w:rsidRPr="00A4769E">
        <w:rPr>
          <w:szCs w:val="20"/>
        </w:rPr>
        <w:t> ? »</w:t>
      </w:r>
      <w:r w:rsidR="002D3050">
        <w:rPr>
          <w:szCs w:val="20"/>
        </w:rPr>
        <w:t xml:space="preserve"> </w:t>
      </w:r>
      <w:r w:rsidRPr="00A4769E">
        <w:rPr>
          <w:szCs w:val="20"/>
        </w:rPr>
        <w:t>« </w:t>
      </w:r>
      <w:r w:rsidR="001B73FA" w:rsidRPr="001B73FA">
        <w:rPr>
          <w:szCs w:val="20"/>
        </w:rPr>
        <w:t>Beaucoup de choses cependant restent à dire</w:t>
      </w:r>
      <w:r w:rsidRPr="00A4769E">
        <w:rPr>
          <w:szCs w:val="20"/>
        </w:rPr>
        <w:t xml:space="preserve">, </w:t>
      </w:r>
      <w:r w:rsidR="001B73FA" w:rsidRPr="001B73FA">
        <w:rPr>
          <w:szCs w:val="20"/>
        </w:rPr>
        <w:t>continua le vicaire qui semblait lire à livre ouvert</w:t>
      </w:r>
      <w:r w:rsidRPr="00A4769E">
        <w:rPr>
          <w:szCs w:val="20"/>
        </w:rPr>
        <w:t xml:space="preserve">. </w:t>
      </w:r>
      <w:r w:rsidR="001B73FA" w:rsidRPr="001B73FA">
        <w:rPr>
          <w:szCs w:val="20"/>
        </w:rPr>
        <w:t>Notamment ce qui se passe dans votre c</w:t>
      </w:r>
      <w:r w:rsidRPr="00A4769E">
        <w:rPr>
          <w:szCs w:val="20"/>
        </w:rPr>
        <w:t>œ</w:t>
      </w:r>
      <w:r w:rsidR="001B73FA" w:rsidRPr="001B73FA">
        <w:rPr>
          <w:szCs w:val="20"/>
        </w:rPr>
        <w:t>ur</w:t>
      </w:r>
      <w:r w:rsidRPr="00A4769E">
        <w:rPr>
          <w:szCs w:val="20"/>
        </w:rPr>
        <w:t xml:space="preserve">. </w:t>
      </w:r>
      <w:r w:rsidR="001B73FA" w:rsidRPr="001B73FA">
        <w:rPr>
          <w:szCs w:val="20"/>
        </w:rPr>
        <w:t>Je ne manque pas de renseignements pour savoir que vous n</w:t>
      </w:r>
      <w:r w:rsidRPr="00A4769E">
        <w:rPr>
          <w:szCs w:val="20"/>
        </w:rPr>
        <w:t>’</w:t>
      </w:r>
      <w:r w:rsidR="001B73FA" w:rsidRPr="001B73FA">
        <w:rPr>
          <w:szCs w:val="20"/>
        </w:rPr>
        <w:t>êtes pas épris</w:t>
      </w:r>
      <w:r w:rsidRPr="00A4769E">
        <w:rPr>
          <w:szCs w:val="20"/>
        </w:rPr>
        <w:t xml:space="preserve">, </w:t>
      </w:r>
      <w:r w:rsidR="001B73FA" w:rsidRPr="001B73FA">
        <w:rPr>
          <w:szCs w:val="20"/>
        </w:rPr>
        <w:t>et vous-même me l</w:t>
      </w:r>
      <w:r w:rsidRPr="00A4769E">
        <w:rPr>
          <w:szCs w:val="20"/>
        </w:rPr>
        <w:t>’</w:t>
      </w:r>
      <w:r w:rsidR="001B73FA" w:rsidRPr="001B73FA">
        <w:rPr>
          <w:szCs w:val="20"/>
        </w:rPr>
        <w:t>avez confirmé tout à l</w:t>
      </w:r>
      <w:r w:rsidRPr="00A4769E">
        <w:rPr>
          <w:szCs w:val="20"/>
        </w:rPr>
        <w:t>’</w:t>
      </w:r>
      <w:r w:rsidR="001B73FA" w:rsidRPr="001B73FA">
        <w:rPr>
          <w:szCs w:val="20"/>
        </w:rPr>
        <w:t>heure</w:t>
      </w:r>
      <w:r w:rsidRPr="00A4769E">
        <w:rPr>
          <w:szCs w:val="20"/>
        </w:rPr>
        <w:t xml:space="preserve">. </w:t>
      </w:r>
      <w:r w:rsidR="001B73FA" w:rsidRPr="001B73FA">
        <w:rPr>
          <w:szCs w:val="20"/>
        </w:rPr>
        <w:t>Mais cela vient-il de la dame ou de vous</w:t>
      </w:r>
      <w:r w:rsidRPr="00A4769E">
        <w:rPr>
          <w:szCs w:val="20"/>
        </w:rPr>
        <w:t> ?</w:t>
      </w:r>
      <w:r w:rsidRPr="00A4769E">
        <w:rPr>
          <w:szCs w:val="20"/>
        </w:rPr>
        <w:t> »</w:t>
      </w:r>
    </w:p>
    <w:p w14:paraId="491F39D7" w14:textId="51D2AEC4" w:rsidR="00462692" w:rsidRPr="00A4769E" w:rsidRDefault="00462692" w:rsidP="001B73FA">
      <w:pPr>
        <w:rPr>
          <w:szCs w:val="20"/>
        </w:rPr>
      </w:pPr>
      <w:r w:rsidRPr="00A4769E">
        <w:rPr>
          <w:szCs w:val="20"/>
        </w:rPr>
        <w:t>« </w:t>
      </w:r>
      <w:r w:rsidR="001B73FA" w:rsidRPr="001B73FA">
        <w:rPr>
          <w:szCs w:val="20"/>
        </w:rPr>
        <w:t>Il parle comme elle</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Qu</w:t>
      </w:r>
      <w:r w:rsidRPr="00A4769E">
        <w:rPr>
          <w:szCs w:val="20"/>
        </w:rPr>
        <w:t>’</w:t>
      </w:r>
      <w:r w:rsidR="001B73FA" w:rsidRPr="001B73FA">
        <w:rPr>
          <w:szCs w:val="20"/>
        </w:rPr>
        <w:t>ont-ils tous à me demander</w:t>
      </w:r>
      <w:r w:rsidRPr="00A4769E">
        <w:rPr>
          <w:szCs w:val="20"/>
        </w:rPr>
        <w:t xml:space="preserve"> : </w:t>
      </w:r>
      <w:r w:rsidR="001B73FA" w:rsidRPr="001B73FA">
        <w:rPr>
          <w:szCs w:val="20"/>
        </w:rPr>
        <w:t>Aimes-tu l</w:t>
      </w:r>
      <w:r w:rsidRPr="00A4769E">
        <w:rPr>
          <w:szCs w:val="20"/>
        </w:rPr>
        <w:t>’</w:t>
      </w:r>
      <w:r w:rsidR="001B73FA" w:rsidRPr="001B73FA">
        <w:rPr>
          <w:szCs w:val="20"/>
        </w:rPr>
        <w:t>amour</w:t>
      </w:r>
      <w:r w:rsidRPr="00A4769E">
        <w:rPr>
          <w:szCs w:val="20"/>
        </w:rPr>
        <w:t xml:space="preserve">, </w:t>
      </w:r>
      <w:r w:rsidR="001B73FA" w:rsidRPr="001B73FA">
        <w:rPr>
          <w:szCs w:val="20"/>
        </w:rPr>
        <w:t>mon garçon</w:t>
      </w:r>
      <w:r w:rsidRPr="00A4769E">
        <w:rPr>
          <w:szCs w:val="20"/>
        </w:rPr>
        <w:t xml:space="preserve"> ? </w:t>
      </w:r>
      <w:r w:rsidR="001B73FA" w:rsidRPr="001B73FA">
        <w:rPr>
          <w:szCs w:val="20"/>
        </w:rPr>
        <w:t>Bien sûr que je l</w:t>
      </w:r>
      <w:r w:rsidRPr="00A4769E">
        <w:rPr>
          <w:szCs w:val="20"/>
        </w:rPr>
        <w:t>’</w:t>
      </w:r>
      <w:r w:rsidR="001B73FA" w:rsidRPr="001B73FA">
        <w:rPr>
          <w:szCs w:val="20"/>
        </w:rPr>
        <w:t>aime</w:t>
      </w:r>
      <w:r w:rsidRPr="00A4769E">
        <w:rPr>
          <w:szCs w:val="20"/>
        </w:rPr>
        <w:t>. »</w:t>
      </w:r>
      <w:r w:rsidR="001B73FA" w:rsidRPr="001B73FA">
        <w:rPr>
          <w:szCs w:val="20"/>
        </w:rPr>
        <w:t xml:space="preserve"> Mais il était troublé par les questions qu</w:t>
      </w:r>
      <w:r w:rsidRPr="00A4769E">
        <w:rPr>
          <w:szCs w:val="20"/>
        </w:rPr>
        <w:t>’</w:t>
      </w:r>
      <w:r w:rsidR="001B73FA" w:rsidRPr="001B73FA">
        <w:rPr>
          <w:szCs w:val="20"/>
        </w:rPr>
        <w:t>il s</w:t>
      </w:r>
      <w:r w:rsidRPr="00A4769E">
        <w:rPr>
          <w:szCs w:val="20"/>
        </w:rPr>
        <w:t>’</w:t>
      </w:r>
      <w:r w:rsidR="001B73FA" w:rsidRPr="001B73FA">
        <w:rPr>
          <w:szCs w:val="20"/>
        </w:rPr>
        <w:t>était posées lui-même à ce sujet</w:t>
      </w:r>
      <w:r w:rsidRPr="00A4769E">
        <w:rPr>
          <w:szCs w:val="20"/>
        </w:rPr>
        <w:t>. « </w:t>
      </w:r>
      <w:r w:rsidR="001B73FA" w:rsidRPr="001B73FA">
        <w:rPr>
          <w:szCs w:val="20"/>
        </w:rPr>
        <w:t>Dois-je lui parler du mouchoir</w:t>
      </w:r>
      <w:r w:rsidRPr="00A4769E">
        <w:rPr>
          <w:szCs w:val="20"/>
        </w:rPr>
        <w:t xml:space="preserve"> ? </w:t>
      </w:r>
      <w:r w:rsidR="001B73FA" w:rsidRPr="001B73FA">
        <w:rPr>
          <w:szCs w:val="20"/>
        </w:rPr>
        <w:t>C</w:t>
      </w:r>
      <w:r w:rsidRPr="00A4769E">
        <w:rPr>
          <w:szCs w:val="20"/>
        </w:rPr>
        <w:t>’</w:t>
      </w:r>
      <w:r w:rsidR="001B73FA" w:rsidRPr="001B73FA">
        <w:rPr>
          <w:szCs w:val="20"/>
        </w:rPr>
        <w:t>est pour le coup qu</w:t>
      </w:r>
      <w:r w:rsidRPr="00A4769E">
        <w:rPr>
          <w:szCs w:val="20"/>
        </w:rPr>
        <w:t>’</w:t>
      </w:r>
      <w:r w:rsidR="001B73FA" w:rsidRPr="001B73FA">
        <w:rPr>
          <w:szCs w:val="20"/>
        </w:rPr>
        <w:t>il rirait de moi</w:t>
      </w:r>
      <w:r w:rsidRPr="00A4769E">
        <w:rPr>
          <w:szCs w:val="20"/>
        </w:rPr>
        <w:t xml:space="preserve">. </w:t>
      </w:r>
      <w:r w:rsidR="001B73FA" w:rsidRPr="001B73FA">
        <w:rPr>
          <w:szCs w:val="20"/>
        </w:rPr>
        <w:t>Cet homme est le diable</w:t>
      </w:r>
      <w:r w:rsidRPr="00A4769E">
        <w:rPr>
          <w:szCs w:val="20"/>
        </w:rPr>
        <w:t xml:space="preserve">. </w:t>
      </w:r>
      <w:r w:rsidR="001B73FA" w:rsidRPr="001B73FA">
        <w:rPr>
          <w:szCs w:val="20"/>
        </w:rPr>
        <w:t>Mais j</w:t>
      </w:r>
      <w:r w:rsidRPr="00A4769E">
        <w:rPr>
          <w:szCs w:val="20"/>
        </w:rPr>
        <w:t>’</w:t>
      </w:r>
      <w:r w:rsidR="001B73FA" w:rsidRPr="001B73FA">
        <w:rPr>
          <w:szCs w:val="20"/>
        </w:rPr>
        <w:t xml:space="preserve">ai tué le </w:t>
      </w:r>
      <w:r w:rsidR="0079148E">
        <w:rPr>
          <w:szCs w:val="20"/>
        </w:rPr>
        <w:t>b</w:t>
      </w:r>
      <w:r w:rsidR="0079148E" w:rsidRPr="001B73FA">
        <w:rPr>
          <w:szCs w:val="20"/>
        </w:rPr>
        <w:t>aron</w:t>
      </w:r>
      <w:r w:rsidRPr="00A4769E">
        <w:rPr>
          <w:szCs w:val="20"/>
        </w:rPr>
        <w:t xml:space="preserve">. </w:t>
      </w:r>
      <w:r w:rsidR="001B73FA" w:rsidRPr="001B73FA">
        <w:rPr>
          <w:szCs w:val="20"/>
        </w:rPr>
        <w:t>Et combien de fois n</w:t>
      </w:r>
      <w:r w:rsidRPr="00A4769E">
        <w:rPr>
          <w:szCs w:val="20"/>
        </w:rPr>
        <w:t>’</w:t>
      </w:r>
      <w:r w:rsidR="001B73FA" w:rsidRPr="001B73FA">
        <w:rPr>
          <w:szCs w:val="20"/>
        </w:rPr>
        <w:t>ai-je pas couru toute la nuit à franc étrier</w:t>
      </w:r>
      <w:r w:rsidRPr="00A4769E">
        <w:rPr>
          <w:szCs w:val="20"/>
        </w:rPr>
        <w:t xml:space="preserve">, </w:t>
      </w:r>
      <w:r w:rsidR="001B73FA" w:rsidRPr="001B73FA">
        <w:rPr>
          <w:szCs w:val="20"/>
        </w:rPr>
        <w:t>pour aller passer deux heures dans une grotte de la montagne avec des hommes qui cachaient leurs visages</w:t>
      </w:r>
      <w:r w:rsidRPr="00A4769E">
        <w:rPr>
          <w:szCs w:val="20"/>
        </w:rPr>
        <w:t xml:space="preserve">, </w:t>
      </w:r>
      <w:r w:rsidR="001B73FA" w:rsidRPr="001B73FA">
        <w:rPr>
          <w:szCs w:val="20"/>
        </w:rPr>
        <w:t>et me disaient cent mots dont un seul aurait fait pendre tout un régiment</w:t>
      </w:r>
      <w:r w:rsidRPr="00A4769E">
        <w:rPr>
          <w:szCs w:val="20"/>
        </w:rPr>
        <w:t> ? »</w:t>
      </w:r>
      <w:r w:rsidR="001B73FA" w:rsidRPr="001B73FA">
        <w:rPr>
          <w:szCs w:val="20"/>
        </w:rPr>
        <w:t xml:space="preserve"> Il était tellement </w:t>
      </w:r>
      <w:r w:rsidR="001B73FA" w:rsidRPr="001B73FA">
        <w:rPr>
          <w:szCs w:val="20"/>
        </w:rPr>
        <w:lastRenderedPageBreak/>
        <w:t>éperdu à l</w:t>
      </w:r>
      <w:r w:rsidRPr="00A4769E">
        <w:rPr>
          <w:szCs w:val="20"/>
        </w:rPr>
        <w:t>’</w:t>
      </w:r>
      <w:r w:rsidR="001B73FA" w:rsidRPr="001B73FA">
        <w:rPr>
          <w:szCs w:val="20"/>
        </w:rPr>
        <w:t>idée qu</w:t>
      </w:r>
      <w:r w:rsidRPr="00A4769E">
        <w:rPr>
          <w:szCs w:val="20"/>
        </w:rPr>
        <w:t>’</w:t>
      </w:r>
      <w:r w:rsidR="001B73FA" w:rsidRPr="001B73FA">
        <w:rPr>
          <w:szCs w:val="20"/>
        </w:rPr>
        <w:t>il avait failli parler du mouchoir à cet homme froid et perspicace</w:t>
      </w:r>
      <w:r w:rsidRPr="00A4769E">
        <w:rPr>
          <w:szCs w:val="20"/>
        </w:rPr>
        <w:t xml:space="preserve">, </w:t>
      </w:r>
      <w:r w:rsidR="001B73FA" w:rsidRPr="001B73FA">
        <w:rPr>
          <w:szCs w:val="20"/>
        </w:rPr>
        <w:t>qu</w:t>
      </w:r>
      <w:r w:rsidRPr="00A4769E">
        <w:rPr>
          <w:szCs w:val="20"/>
        </w:rPr>
        <w:t>’</w:t>
      </w:r>
      <w:r w:rsidR="001B73FA" w:rsidRPr="001B73FA">
        <w:rPr>
          <w:szCs w:val="20"/>
        </w:rPr>
        <w:t>il était obligé de se donner du courage</w:t>
      </w:r>
      <w:r w:rsidRPr="00A4769E">
        <w:rPr>
          <w:szCs w:val="20"/>
        </w:rPr>
        <w:t xml:space="preserve">. </w:t>
      </w:r>
      <w:r w:rsidR="001B73FA" w:rsidRPr="001B73FA">
        <w:rPr>
          <w:szCs w:val="20"/>
        </w:rPr>
        <w:t>Enfin</w:t>
      </w:r>
      <w:r w:rsidRPr="00A4769E">
        <w:rPr>
          <w:szCs w:val="20"/>
        </w:rPr>
        <w:t xml:space="preserve">, </w:t>
      </w:r>
      <w:r w:rsidR="001B73FA" w:rsidRPr="001B73FA">
        <w:rPr>
          <w:szCs w:val="20"/>
        </w:rPr>
        <w:t>il comprit que le silence dans lequel il était tombé ne pouvait plus s</w:t>
      </w:r>
      <w:r w:rsidRPr="00A4769E">
        <w:rPr>
          <w:szCs w:val="20"/>
        </w:rPr>
        <w:t>’</w:t>
      </w:r>
      <w:r w:rsidR="001B73FA" w:rsidRPr="001B73FA">
        <w:rPr>
          <w:szCs w:val="20"/>
        </w:rPr>
        <w:t>expliquer par son soin de bien répondre</w:t>
      </w:r>
      <w:r w:rsidRPr="00A4769E">
        <w:rPr>
          <w:szCs w:val="20"/>
        </w:rPr>
        <w:t>. « </w:t>
      </w:r>
      <w:r w:rsidR="001B73FA" w:rsidRPr="001B73FA">
        <w:rPr>
          <w:szCs w:val="20"/>
        </w:rPr>
        <w:t>Je vais être franc</w:t>
      </w:r>
      <w:r w:rsidRPr="00A4769E">
        <w:rPr>
          <w:szCs w:val="20"/>
        </w:rPr>
        <w:t xml:space="preserve">, </w:t>
      </w:r>
      <w:r w:rsidR="001B73FA" w:rsidRPr="001B73FA">
        <w:rPr>
          <w:szCs w:val="20"/>
        </w:rPr>
        <w:t>dit-il</w:t>
      </w:r>
      <w:r w:rsidRPr="00A4769E">
        <w:rPr>
          <w:szCs w:val="20"/>
        </w:rPr>
        <w:t xml:space="preserve">. </w:t>
      </w:r>
      <w:r w:rsidR="001B73FA" w:rsidRPr="001B73FA">
        <w:rPr>
          <w:szCs w:val="20"/>
        </w:rPr>
        <w:t>Rien ne compte si je ne suis pas passionné</w:t>
      </w:r>
      <w:r w:rsidRPr="00A4769E">
        <w:rPr>
          <w:szCs w:val="20"/>
        </w:rPr>
        <w:t xml:space="preserve">. </w:t>
      </w:r>
      <w:r w:rsidR="001B73FA" w:rsidRPr="001B73FA">
        <w:rPr>
          <w:szCs w:val="20"/>
        </w:rPr>
        <w:t>Et je suis très difficile</w:t>
      </w:r>
      <w:r w:rsidRPr="00A4769E">
        <w:rPr>
          <w:szCs w:val="20"/>
        </w:rPr>
        <w:t xml:space="preserve">. </w:t>
      </w:r>
      <w:r w:rsidR="001B73FA" w:rsidRPr="001B73FA">
        <w:rPr>
          <w:szCs w:val="20"/>
        </w:rPr>
        <w:t>Autour des femmes que vous avez ici</w:t>
      </w:r>
      <w:r w:rsidRPr="00A4769E">
        <w:rPr>
          <w:szCs w:val="20"/>
        </w:rPr>
        <w:t xml:space="preserve">, </w:t>
      </w:r>
      <w:r w:rsidR="001B73FA" w:rsidRPr="001B73FA">
        <w:rPr>
          <w:szCs w:val="20"/>
        </w:rPr>
        <w:t>il a beau y avoir des fontaines dignes de Rome</w:t>
      </w:r>
      <w:r w:rsidRPr="00A4769E">
        <w:rPr>
          <w:szCs w:val="20"/>
        </w:rPr>
        <w:t xml:space="preserve">, </w:t>
      </w:r>
      <w:r w:rsidR="001B73FA" w:rsidRPr="001B73FA">
        <w:rPr>
          <w:szCs w:val="20"/>
        </w:rPr>
        <w:t>des platanes grecs et un ciel qui joue la tragédie de Don Quichotte à chaque coin de rue</w:t>
      </w:r>
      <w:r w:rsidRPr="00A4769E">
        <w:rPr>
          <w:szCs w:val="20"/>
        </w:rPr>
        <w:t xml:space="preserve">, </w:t>
      </w:r>
      <w:r w:rsidR="001B73FA" w:rsidRPr="001B73FA">
        <w:rPr>
          <w:szCs w:val="20"/>
        </w:rPr>
        <w:t>je n</w:t>
      </w:r>
      <w:r w:rsidRPr="00A4769E">
        <w:rPr>
          <w:szCs w:val="20"/>
        </w:rPr>
        <w:t>’</w:t>
      </w:r>
      <w:r w:rsidR="001B73FA" w:rsidRPr="001B73FA">
        <w:rPr>
          <w:szCs w:val="20"/>
        </w:rPr>
        <w:t>aimerai jamais</w:t>
      </w:r>
      <w:r w:rsidRPr="00A4769E">
        <w:rPr>
          <w:szCs w:val="20"/>
        </w:rPr>
        <w:t xml:space="preserve">. </w:t>
      </w:r>
      <w:r w:rsidR="001B73FA" w:rsidRPr="001B73FA">
        <w:rPr>
          <w:szCs w:val="20"/>
        </w:rPr>
        <w:t>Je suis peut-être incapable de sortir de moi-même</w:t>
      </w:r>
      <w:r w:rsidRPr="00A4769E">
        <w:rPr>
          <w:szCs w:val="20"/>
        </w:rPr>
        <w:t xml:space="preserve">, </w:t>
      </w:r>
      <w:r w:rsidR="001B73FA" w:rsidRPr="001B73FA">
        <w:rPr>
          <w:szCs w:val="20"/>
        </w:rPr>
        <w:t>mais si on ne vient pas me chercher où je suis</w:t>
      </w:r>
      <w:r w:rsidRPr="00A4769E">
        <w:rPr>
          <w:szCs w:val="20"/>
        </w:rPr>
        <w:t xml:space="preserve">, </w:t>
      </w:r>
      <w:r w:rsidR="001B73FA" w:rsidRPr="001B73FA">
        <w:rPr>
          <w:szCs w:val="20"/>
        </w:rPr>
        <w:t>on ne me rencontre pas</w:t>
      </w:r>
      <w:r w:rsidRPr="00A4769E">
        <w:rPr>
          <w:szCs w:val="20"/>
        </w:rPr>
        <w:t xml:space="preserve">. </w:t>
      </w:r>
      <w:r w:rsidR="001B73FA" w:rsidRPr="001B73FA">
        <w:rPr>
          <w:szCs w:val="20"/>
        </w:rPr>
        <w:t>Quand j</w:t>
      </w:r>
      <w:r w:rsidRPr="00A4769E">
        <w:rPr>
          <w:szCs w:val="20"/>
        </w:rPr>
        <w:t>’</w:t>
      </w:r>
      <w:r w:rsidR="001B73FA" w:rsidRPr="001B73FA">
        <w:rPr>
          <w:szCs w:val="20"/>
        </w:rPr>
        <w:t>attends</w:t>
      </w:r>
      <w:r w:rsidRPr="00A4769E">
        <w:rPr>
          <w:szCs w:val="20"/>
        </w:rPr>
        <w:t xml:space="preserve">, </w:t>
      </w:r>
      <w:r w:rsidR="001B73FA" w:rsidRPr="001B73FA">
        <w:rPr>
          <w:szCs w:val="20"/>
        </w:rPr>
        <w:t>je fume</w:t>
      </w:r>
      <w:r w:rsidRPr="00A4769E">
        <w:rPr>
          <w:szCs w:val="20"/>
        </w:rPr>
        <w:t xml:space="preserve">. </w:t>
      </w:r>
      <w:r w:rsidR="001B73FA" w:rsidRPr="001B73FA">
        <w:rPr>
          <w:szCs w:val="20"/>
        </w:rPr>
        <w:t xml:space="preserve">Admettons que je fume </w:t>
      </w:r>
      <w:r w:rsidRPr="00A4769E">
        <w:rPr>
          <w:szCs w:val="20"/>
        </w:rPr>
        <w:t>M</w:t>
      </w:r>
      <w:r w:rsidRPr="00A4769E">
        <w:rPr>
          <w:szCs w:val="20"/>
          <w:vertAlign w:val="superscript"/>
        </w:rPr>
        <w:t>me</w:t>
      </w:r>
      <w:r w:rsidRPr="00A4769E">
        <w:rPr>
          <w:szCs w:val="20"/>
        </w:rPr>
        <w:t> </w:t>
      </w:r>
      <w:r w:rsidR="001B73FA" w:rsidRPr="001B73FA">
        <w:rPr>
          <w:szCs w:val="20"/>
        </w:rPr>
        <w:t>Clèves</w:t>
      </w:r>
      <w:r w:rsidRPr="00A4769E">
        <w:rPr>
          <w:szCs w:val="20"/>
        </w:rPr>
        <w:t>… »</w:t>
      </w:r>
      <w:r w:rsidR="001B73FA" w:rsidRPr="001B73FA">
        <w:rPr>
          <w:szCs w:val="20"/>
        </w:rPr>
        <w:t xml:space="preserve"> Il était assez content de ces petites images que la peur lui faisait trouver</w:t>
      </w:r>
      <w:r w:rsidRPr="00A4769E">
        <w:rPr>
          <w:szCs w:val="20"/>
        </w:rPr>
        <w:t>. « </w:t>
      </w:r>
      <w:r w:rsidR="001B73FA" w:rsidRPr="001B73FA">
        <w:rPr>
          <w:szCs w:val="20"/>
        </w:rPr>
        <w:t>Cache-toi au fond de moi-même</w:t>
      </w:r>
      <w:r w:rsidRPr="00A4769E">
        <w:rPr>
          <w:szCs w:val="20"/>
        </w:rPr>
        <w:t xml:space="preserve">, </w:t>
      </w:r>
      <w:r w:rsidR="001B73FA" w:rsidRPr="001B73FA">
        <w:rPr>
          <w:szCs w:val="20"/>
        </w:rPr>
        <w:t>odeur si belle</w:t>
      </w:r>
      <w:r w:rsidRPr="00A4769E">
        <w:rPr>
          <w:szCs w:val="20"/>
        </w:rPr>
        <w:t xml:space="preserve">, </w:t>
      </w:r>
      <w:r w:rsidR="001B73FA" w:rsidRPr="001B73FA">
        <w:rPr>
          <w:szCs w:val="20"/>
        </w:rPr>
        <w:t>se disait-il</w:t>
      </w:r>
      <w:r w:rsidRPr="00A4769E">
        <w:rPr>
          <w:szCs w:val="20"/>
        </w:rPr>
        <w:t xml:space="preserve">, </w:t>
      </w:r>
      <w:r w:rsidR="001B73FA" w:rsidRPr="001B73FA">
        <w:rPr>
          <w:szCs w:val="20"/>
        </w:rPr>
        <w:t>ce démon ne te connaîtra jamais</w:t>
      </w:r>
      <w:r w:rsidRPr="00A4769E">
        <w:rPr>
          <w:szCs w:val="20"/>
        </w:rPr>
        <w:t>. »</w:t>
      </w:r>
      <w:r w:rsidR="002D3050">
        <w:rPr>
          <w:szCs w:val="20"/>
        </w:rPr>
        <w:t xml:space="preserve"> </w:t>
      </w:r>
      <w:r w:rsidRPr="00A4769E">
        <w:rPr>
          <w:szCs w:val="20"/>
        </w:rPr>
        <w:t>« </w:t>
      </w:r>
      <w:r w:rsidR="001B73FA" w:rsidRPr="001B73FA">
        <w:rPr>
          <w:szCs w:val="20"/>
        </w:rPr>
        <w:t>Mais</w:t>
      </w:r>
      <w:r w:rsidRPr="00A4769E">
        <w:rPr>
          <w:szCs w:val="20"/>
        </w:rPr>
        <w:t xml:space="preserve">, </w:t>
      </w:r>
      <w:r w:rsidR="001B73FA" w:rsidRPr="001B73FA">
        <w:rPr>
          <w:szCs w:val="20"/>
        </w:rPr>
        <w:t>dit le vicaire</w:t>
      </w:r>
      <w:r w:rsidRPr="00A4769E">
        <w:rPr>
          <w:szCs w:val="20"/>
        </w:rPr>
        <w:t xml:space="preserve">, </w:t>
      </w:r>
      <w:r w:rsidR="001B73FA" w:rsidRPr="001B73FA">
        <w:rPr>
          <w:szCs w:val="20"/>
        </w:rPr>
        <w:t>si vous rencontriez l</w:t>
      </w:r>
      <w:r w:rsidRPr="00A4769E">
        <w:rPr>
          <w:szCs w:val="20"/>
        </w:rPr>
        <w:t>’</w:t>
      </w:r>
      <w:r w:rsidR="001B73FA" w:rsidRPr="001B73FA">
        <w:rPr>
          <w:szCs w:val="20"/>
        </w:rPr>
        <w:t>oiseau rare</w:t>
      </w:r>
      <w:r w:rsidRPr="00A4769E">
        <w:rPr>
          <w:szCs w:val="20"/>
        </w:rPr>
        <w:t xml:space="preserve"> ? </w:t>
      </w:r>
      <w:r w:rsidR="001B73FA" w:rsidRPr="001B73FA">
        <w:rPr>
          <w:szCs w:val="20"/>
        </w:rPr>
        <w:t>Je vous vois fort bien jetant ce qui vous reste à fumer de votre cigare</w:t>
      </w:r>
      <w:r w:rsidRPr="00A4769E">
        <w:rPr>
          <w:szCs w:val="20"/>
        </w:rPr>
        <w:t xml:space="preserve">. </w:t>
      </w:r>
      <w:r w:rsidR="001B73FA" w:rsidRPr="001B73FA">
        <w:rPr>
          <w:szCs w:val="20"/>
        </w:rPr>
        <w:t>Seriez-vous toujours aussi intransigeant sur la question du compromis</w:t>
      </w:r>
      <w:r w:rsidRPr="00A4769E">
        <w:rPr>
          <w:szCs w:val="20"/>
        </w:rPr>
        <w:t> ?</w:t>
      </w:r>
    </w:p>
    <w:p w14:paraId="4DFAC227" w14:textId="6A32EF35" w:rsidR="00462692" w:rsidRPr="00A4769E" w:rsidRDefault="00462692" w:rsidP="001B73FA">
      <w:pPr>
        <w:rPr>
          <w:szCs w:val="20"/>
        </w:rPr>
      </w:pPr>
      <w:r w:rsidRPr="00A4769E">
        <w:rPr>
          <w:szCs w:val="20"/>
        </w:rPr>
        <w:t>— </w:t>
      </w:r>
      <w:r w:rsidR="001B73FA" w:rsidRPr="001B73FA">
        <w:rPr>
          <w:szCs w:val="20"/>
        </w:rPr>
        <w:t>Certes</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ce serait le moment ou jamais</w:t>
      </w:r>
      <w:r w:rsidRPr="00A4769E">
        <w:rPr>
          <w:szCs w:val="20"/>
        </w:rPr>
        <w:t xml:space="preserve">, </w:t>
      </w:r>
      <w:r w:rsidR="001B73FA" w:rsidRPr="001B73FA">
        <w:rPr>
          <w:szCs w:val="20"/>
        </w:rPr>
        <w:t>à tel point que je garderais probablement la proie et l</w:t>
      </w:r>
      <w:r w:rsidRPr="00A4769E">
        <w:rPr>
          <w:szCs w:val="20"/>
        </w:rPr>
        <w:t>’</w:t>
      </w:r>
      <w:r w:rsidR="001B73FA" w:rsidRPr="001B73FA">
        <w:rPr>
          <w:szCs w:val="20"/>
        </w:rPr>
        <w:t>ombre</w:t>
      </w:r>
      <w:r w:rsidRPr="00A4769E">
        <w:rPr>
          <w:szCs w:val="20"/>
        </w:rPr>
        <w:t>.</w:t>
      </w:r>
    </w:p>
    <w:p w14:paraId="27F722DE" w14:textId="4E720CC5" w:rsidR="00462692" w:rsidRPr="00A4769E" w:rsidRDefault="00462692" w:rsidP="001B73FA">
      <w:pPr>
        <w:rPr>
          <w:szCs w:val="20"/>
        </w:rPr>
      </w:pPr>
      <w:r w:rsidRPr="00A4769E">
        <w:rPr>
          <w:szCs w:val="20"/>
        </w:rPr>
        <w:t>— </w:t>
      </w:r>
      <w:r w:rsidR="001B73FA" w:rsidRPr="001B73FA">
        <w:rPr>
          <w:szCs w:val="20"/>
        </w:rPr>
        <w:t>Je crois qu</w:t>
      </w:r>
      <w:r w:rsidRPr="00A4769E">
        <w:rPr>
          <w:szCs w:val="20"/>
        </w:rPr>
        <w:t>’</w:t>
      </w:r>
      <w:r w:rsidR="001B73FA" w:rsidRPr="001B73FA">
        <w:rPr>
          <w:szCs w:val="20"/>
        </w:rPr>
        <w:t>un de ces jours je vous demanderai un petit service</w:t>
      </w:r>
      <w:r w:rsidRPr="00A4769E">
        <w:rPr>
          <w:szCs w:val="20"/>
        </w:rPr>
        <w:t xml:space="preserve"> », </w:t>
      </w:r>
      <w:r w:rsidR="001B73FA" w:rsidRPr="001B73FA">
        <w:rPr>
          <w:szCs w:val="20"/>
        </w:rPr>
        <w:t>dit le vicaire général</w:t>
      </w:r>
      <w:r w:rsidRPr="00A4769E">
        <w:rPr>
          <w:szCs w:val="20"/>
        </w:rPr>
        <w:t>.</w:t>
      </w:r>
    </w:p>
    <w:p w14:paraId="4F016A2D" w14:textId="77777777" w:rsidR="00462692" w:rsidRPr="00A4769E" w:rsidRDefault="001B73FA" w:rsidP="001B73FA">
      <w:pPr>
        <w:rPr>
          <w:szCs w:val="20"/>
        </w:rPr>
      </w:pPr>
      <w:r w:rsidRPr="001B73FA">
        <w:rPr>
          <w:szCs w:val="20"/>
        </w:rPr>
        <w:t>Ils parlèrent ensuite des choses assez badines et se mirent à rire aux éclats tous les deux</w:t>
      </w:r>
      <w:r w:rsidR="00462692" w:rsidRPr="00A4769E">
        <w:rPr>
          <w:szCs w:val="20"/>
        </w:rPr>
        <w:t>. « </w:t>
      </w:r>
      <w:r w:rsidRPr="001B73FA">
        <w:rPr>
          <w:szCs w:val="20"/>
        </w:rPr>
        <w:t>Restez à souper</w:t>
      </w:r>
      <w:r w:rsidR="00462692" w:rsidRPr="00A4769E">
        <w:rPr>
          <w:szCs w:val="20"/>
        </w:rPr>
        <w:t xml:space="preserve">, </w:t>
      </w:r>
      <w:r w:rsidRPr="001B73FA">
        <w:rPr>
          <w:szCs w:val="20"/>
        </w:rPr>
        <w:t>dit le vicaire</w:t>
      </w:r>
      <w:r w:rsidR="00462692" w:rsidRPr="00A4769E">
        <w:rPr>
          <w:szCs w:val="20"/>
        </w:rPr>
        <w:t xml:space="preserve">, </w:t>
      </w:r>
      <w:r w:rsidRPr="001B73FA">
        <w:rPr>
          <w:szCs w:val="20"/>
        </w:rPr>
        <w:t>j</w:t>
      </w:r>
      <w:r w:rsidR="00462692" w:rsidRPr="00A4769E">
        <w:rPr>
          <w:szCs w:val="20"/>
        </w:rPr>
        <w:t>’</w:t>
      </w:r>
      <w:r w:rsidRPr="001B73FA">
        <w:rPr>
          <w:szCs w:val="20"/>
        </w:rPr>
        <w:t>ai donné à Rosette la précieuse habitude de toujours préparer ses “impromptus”</w:t>
      </w:r>
      <w:r w:rsidR="00462692" w:rsidRPr="00A4769E">
        <w:rPr>
          <w:szCs w:val="20"/>
        </w:rPr>
        <w:t xml:space="preserve">. </w:t>
      </w:r>
      <w:r w:rsidRPr="001B73FA">
        <w:rPr>
          <w:szCs w:val="20"/>
        </w:rPr>
        <w:t>Je m</w:t>
      </w:r>
      <w:r w:rsidR="00462692" w:rsidRPr="00A4769E">
        <w:rPr>
          <w:szCs w:val="20"/>
        </w:rPr>
        <w:t>’</w:t>
      </w:r>
      <w:r w:rsidRPr="001B73FA">
        <w:rPr>
          <w:szCs w:val="20"/>
        </w:rPr>
        <w:t>étonnerais qu</w:t>
      </w:r>
      <w:r w:rsidR="00462692" w:rsidRPr="00A4769E">
        <w:rPr>
          <w:szCs w:val="20"/>
        </w:rPr>
        <w:t>’</w:t>
      </w:r>
      <w:r w:rsidRPr="001B73FA">
        <w:rPr>
          <w:szCs w:val="20"/>
        </w:rPr>
        <w:t>elle n</w:t>
      </w:r>
      <w:r w:rsidR="00462692" w:rsidRPr="00A4769E">
        <w:rPr>
          <w:szCs w:val="20"/>
        </w:rPr>
        <w:t>’</w:t>
      </w:r>
      <w:r w:rsidRPr="001B73FA">
        <w:rPr>
          <w:szCs w:val="20"/>
        </w:rPr>
        <w:t>eût pas ce soir quelque poularde glacée</w:t>
      </w:r>
      <w:r w:rsidR="00462692" w:rsidRPr="00A4769E">
        <w:rPr>
          <w:szCs w:val="20"/>
        </w:rPr>
        <w:t>. »</w:t>
      </w:r>
      <w:r w:rsidRPr="001B73FA">
        <w:rPr>
          <w:szCs w:val="20"/>
        </w:rPr>
        <w:t xml:space="preserve"> Finalement</w:t>
      </w:r>
      <w:r w:rsidR="00462692" w:rsidRPr="00A4769E">
        <w:rPr>
          <w:szCs w:val="20"/>
        </w:rPr>
        <w:t xml:space="preserve">, </w:t>
      </w:r>
      <w:r w:rsidRPr="001B73FA">
        <w:rPr>
          <w:szCs w:val="20"/>
        </w:rPr>
        <w:t>Angelo rentra tard chez lui</w:t>
      </w:r>
      <w:r w:rsidR="00462692" w:rsidRPr="00A4769E">
        <w:rPr>
          <w:szCs w:val="20"/>
        </w:rPr>
        <w:t xml:space="preserve">, </w:t>
      </w:r>
      <w:r w:rsidRPr="001B73FA">
        <w:rPr>
          <w:szCs w:val="20"/>
        </w:rPr>
        <w:t>et de très bonne humeur</w:t>
      </w:r>
      <w:r w:rsidR="00462692" w:rsidRPr="00A4769E">
        <w:rPr>
          <w:szCs w:val="20"/>
        </w:rPr>
        <w:t>.</w:t>
      </w:r>
    </w:p>
    <w:p w14:paraId="04531DCA" w14:textId="77777777" w:rsidR="00C443EF" w:rsidRPr="00A4769E" w:rsidRDefault="001B73FA" w:rsidP="00462692">
      <w:pPr>
        <w:pStyle w:val="Titre1"/>
      </w:pPr>
      <w:bookmarkStart w:id="6" w:name="_Toc195026588"/>
      <w:r w:rsidRPr="001B73FA">
        <w:rPr>
          <w:szCs w:val="20"/>
        </w:rPr>
        <w:lastRenderedPageBreak/>
        <w:t>VI</w:t>
      </w:r>
      <w:r w:rsidR="00C443EF" w:rsidRPr="00A4769E">
        <w:t>I</w:t>
      </w:r>
      <w:bookmarkEnd w:id="6"/>
    </w:p>
    <w:p w14:paraId="03AA6EE8" w14:textId="77777777" w:rsidR="00462692" w:rsidRPr="00A4769E" w:rsidRDefault="001B73FA" w:rsidP="001B73FA">
      <w:pPr>
        <w:rPr>
          <w:szCs w:val="20"/>
        </w:rPr>
      </w:pPr>
      <w:r w:rsidRPr="001B73FA">
        <w:rPr>
          <w:szCs w:val="20"/>
        </w:rPr>
        <w:t>Il n</w:t>
      </w:r>
      <w:r w:rsidR="00462692" w:rsidRPr="00A4769E">
        <w:rPr>
          <w:szCs w:val="20"/>
        </w:rPr>
        <w:t>’</w:t>
      </w:r>
      <w:r w:rsidRPr="001B73FA">
        <w:rPr>
          <w:szCs w:val="20"/>
        </w:rPr>
        <w:t>était plus retourné chez le vicaire depuis assez longtemps lorsqu</w:t>
      </w:r>
      <w:r w:rsidR="00462692" w:rsidRPr="00A4769E">
        <w:rPr>
          <w:szCs w:val="20"/>
        </w:rPr>
        <w:t>’</w:t>
      </w:r>
      <w:r w:rsidRPr="001B73FA">
        <w:rPr>
          <w:szCs w:val="20"/>
        </w:rPr>
        <w:t>un certain soir d</w:t>
      </w:r>
      <w:r w:rsidR="00462692" w:rsidRPr="00A4769E">
        <w:rPr>
          <w:szCs w:val="20"/>
        </w:rPr>
        <w:t>’</w:t>
      </w:r>
      <w:r w:rsidRPr="001B73FA">
        <w:rPr>
          <w:szCs w:val="20"/>
        </w:rPr>
        <w:t>automne</w:t>
      </w:r>
      <w:r w:rsidR="00462692" w:rsidRPr="00A4769E">
        <w:rPr>
          <w:szCs w:val="20"/>
        </w:rPr>
        <w:t xml:space="preserve">, </w:t>
      </w:r>
      <w:r w:rsidRPr="001B73FA">
        <w:rPr>
          <w:szCs w:val="20"/>
        </w:rPr>
        <w:t>la nuit tombant assez vite d</w:t>
      </w:r>
      <w:r w:rsidR="00462692" w:rsidRPr="00A4769E">
        <w:rPr>
          <w:szCs w:val="20"/>
        </w:rPr>
        <w:t>’</w:t>
      </w:r>
      <w:r w:rsidRPr="001B73FA">
        <w:rPr>
          <w:szCs w:val="20"/>
        </w:rPr>
        <w:t>un ciel qui annonçait la pluie</w:t>
      </w:r>
      <w:r w:rsidR="00462692" w:rsidRPr="00A4769E">
        <w:rPr>
          <w:szCs w:val="20"/>
        </w:rPr>
        <w:t xml:space="preserve">, </w:t>
      </w:r>
      <w:r w:rsidRPr="001B73FA">
        <w:rPr>
          <w:szCs w:val="20"/>
        </w:rPr>
        <w:t>Angelo s</w:t>
      </w:r>
      <w:r w:rsidR="00462692" w:rsidRPr="00A4769E">
        <w:rPr>
          <w:szCs w:val="20"/>
        </w:rPr>
        <w:t>’</w:t>
      </w:r>
      <w:r w:rsidRPr="001B73FA">
        <w:rPr>
          <w:szCs w:val="20"/>
        </w:rPr>
        <w:t>en alla faire un tour sur les boulevards extérieurs de la ville pour jouir d</w:t>
      </w:r>
      <w:r w:rsidR="00462692" w:rsidRPr="00A4769E">
        <w:rPr>
          <w:szCs w:val="20"/>
        </w:rPr>
        <w:t>’</w:t>
      </w:r>
      <w:r w:rsidRPr="001B73FA">
        <w:rPr>
          <w:szCs w:val="20"/>
        </w:rPr>
        <w:t>un peu de mélancolie très savoureuse et de l</w:t>
      </w:r>
      <w:r w:rsidR="00462692" w:rsidRPr="00A4769E">
        <w:rPr>
          <w:szCs w:val="20"/>
        </w:rPr>
        <w:t>’</w:t>
      </w:r>
      <w:r w:rsidRPr="001B73FA">
        <w:rPr>
          <w:szCs w:val="20"/>
        </w:rPr>
        <w:t>odeur des feuilles mortes</w:t>
      </w:r>
      <w:r w:rsidR="00462692" w:rsidRPr="00A4769E">
        <w:rPr>
          <w:szCs w:val="20"/>
        </w:rPr>
        <w:t>.</w:t>
      </w:r>
    </w:p>
    <w:p w14:paraId="3C6D6750" w14:textId="09FDA23E" w:rsidR="00462692" w:rsidRPr="00A4769E" w:rsidRDefault="001B73FA" w:rsidP="001B73FA">
      <w:pPr>
        <w:rPr>
          <w:szCs w:val="20"/>
        </w:rPr>
      </w:pPr>
      <w:r w:rsidRPr="001B73FA">
        <w:rPr>
          <w:szCs w:val="20"/>
        </w:rPr>
        <w:t>Il s</w:t>
      </w:r>
      <w:r w:rsidR="00462692" w:rsidRPr="00A4769E">
        <w:rPr>
          <w:szCs w:val="20"/>
        </w:rPr>
        <w:t>’</w:t>
      </w:r>
      <w:r w:rsidRPr="001B73FA">
        <w:rPr>
          <w:szCs w:val="20"/>
        </w:rPr>
        <w:t>était arrêté sous un réverbère qui donnait un peu de lumière rouge</w:t>
      </w:r>
      <w:r w:rsidR="00462692" w:rsidRPr="00A4769E">
        <w:rPr>
          <w:szCs w:val="20"/>
        </w:rPr>
        <w:t xml:space="preserve">, </w:t>
      </w:r>
      <w:r w:rsidRPr="001B73FA">
        <w:rPr>
          <w:szCs w:val="20"/>
        </w:rPr>
        <w:t>quand un homme</w:t>
      </w:r>
      <w:r w:rsidR="00462692" w:rsidRPr="00A4769E">
        <w:rPr>
          <w:szCs w:val="20"/>
        </w:rPr>
        <w:t xml:space="preserve">, </w:t>
      </w:r>
      <w:r w:rsidRPr="001B73FA">
        <w:rPr>
          <w:szCs w:val="20"/>
        </w:rPr>
        <w:t>sortant de l</w:t>
      </w:r>
      <w:r w:rsidR="00462692" w:rsidRPr="00A4769E">
        <w:rPr>
          <w:szCs w:val="20"/>
        </w:rPr>
        <w:t>’</w:t>
      </w:r>
      <w:r w:rsidRPr="001B73FA">
        <w:rPr>
          <w:szCs w:val="20"/>
        </w:rPr>
        <w:t>ombre des grands ormes</w:t>
      </w:r>
      <w:r w:rsidR="00462692" w:rsidRPr="00A4769E">
        <w:rPr>
          <w:szCs w:val="20"/>
        </w:rPr>
        <w:t xml:space="preserve">, </w:t>
      </w:r>
      <w:r w:rsidRPr="001B73FA">
        <w:rPr>
          <w:szCs w:val="20"/>
        </w:rPr>
        <w:t>lui dit</w:t>
      </w:r>
      <w:r w:rsidR="00462692" w:rsidRPr="00A4769E">
        <w:rPr>
          <w:szCs w:val="20"/>
        </w:rPr>
        <w:t> : « </w:t>
      </w:r>
      <w:r w:rsidRPr="001B73FA">
        <w:rPr>
          <w:szCs w:val="20"/>
        </w:rPr>
        <w:t>Vous êtes bien méditatif</w:t>
      </w:r>
      <w:r w:rsidR="00462692" w:rsidRPr="00A4769E">
        <w:rPr>
          <w:szCs w:val="20"/>
        </w:rPr>
        <w:t xml:space="preserve">, </w:t>
      </w:r>
      <w:r w:rsidRPr="001B73FA">
        <w:rPr>
          <w:szCs w:val="20"/>
        </w:rPr>
        <w:t>mon joli colonel</w:t>
      </w:r>
      <w:r w:rsidR="00462692" w:rsidRPr="00A4769E">
        <w:rPr>
          <w:szCs w:val="20"/>
        </w:rPr>
        <w:t xml:space="preserve"> ! </w:t>
      </w:r>
      <w:r w:rsidR="00462692" w:rsidRPr="00A4769E">
        <w:rPr>
          <w:szCs w:val="20"/>
        </w:rPr>
        <w:t>(</w:t>
      </w:r>
      <w:r w:rsidRPr="001B73FA">
        <w:rPr>
          <w:szCs w:val="20"/>
        </w:rPr>
        <w:t>C</w:t>
      </w:r>
      <w:r w:rsidR="00462692" w:rsidRPr="00A4769E">
        <w:rPr>
          <w:szCs w:val="20"/>
        </w:rPr>
        <w:t>’</w:t>
      </w:r>
      <w:r w:rsidRPr="001B73FA">
        <w:rPr>
          <w:szCs w:val="20"/>
        </w:rPr>
        <w:t>était l</w:t>
      </w:r>
      <w:r w:rsidR="00462692" w:rsidRPr="00A4769E">
        <w:rPr>
          <w:szCs w:val="20"/>
        </w:rPr>
        <w:t>’</w:t>
      </w:r>
      <w:r w:rsidRPr="001B73FA">
        <w:rPr>
          <w:szCs w:val="20"/>
        </w:rPr>
        <w:t>homme au carrick</w:t>
      </w:r>
      <w:r w:rsidR="00462692" w:rsidRPr="00A4769E">
        <w:rPr>
          <w:szCs w:val="20"/>
        </w:rPr>
        <w:t>.</w:t>
      </w:r>
      <w:r w:rsidR="00462692" w:rsidRPr="00A4769E">
        <w:rPr>
          <w:szCs w:val="20"/>
        </w:rPr>
        <w:t>)</w:t>
      </w:r>
      <w:r w:rsidR="00462692" w:rsidRPr="00A4769E">
        <w:rPr>
          <w:szCs w:val="20"/>
        </w:rPr>
        <w:t xml:space="preserve"> </w:t>
      </w:r>
      <w:r w:rsidRPr="001B73FA">
        <w:rPr>
          <w:szCs w:val="20"/>
        </w:rPr>
        <w:t>Je vous observe depuis un moment</w:t>
      </w:r>
      <w:r w:rsidR="00462692" w:rsidRPr="00A4769E">
        <w:rPr>
          <w:szCs w:val="20"/>
        </w:rPr>
        <w:t xml:space="preserve">, </w:t>
      </w:r>
      <w:r w:rsidRPr="001B73FA">
        <w:rPr>
          <w:szCs w:val="20"/>
        </w:rPr>
        <w:t>poursuivit-il</w:t>
      </w:r>
      <w:r w:rsidR="00462692" w:rsidRPr="00A4769E">
        <w:rPr>
          <w:szCs w:val="20"/>
        </w:rPr>
        <w:t xml:space="preserve">. </w:t>
      </w:r>
      <w:r w:rsidRPr="001B73FA">
        <w:rPr>
          <w:szCs w:val="20"/>
        </w:rPr>
        <w:t>Vous donniez tout à fait l</w:t>
      </w:r>
      <w:r w:rsidR="00462692" w:rsidRPr="00A4769E">
        <w:rPr>
          <w:szCs w:val="20"/>
        </w:rPr>
        <w:t>’</w:t>
      </w:r>
      <w:r w:rsidRPr="001B73FA">
        <w:rPr>
          <w:szCs w:val="20"/>
        </w:rPr>
        <w:t>impression d</w:t>
      </w:r>
      <w:r w:rsidR="00462692" w:rsidRPr="00A4769E">
        <w:rPr>
          <w:szCs w:val="20"/>
        </w:rPr>
        <w:t>’</w:t>
      </w:r>
      <w:r w:rsidRPr="001B73FA">
        <w:rPr>
          <w:szCs w:val="20"/>
        </w:rPr>
        <w:t>attendre à un rendez-vous</w:t>
      </w:r>
      <w:r w:rsidR="00462692" w:rsidRPr="00A4769E">
        <w:rPr>
          <w:szCs w:val="20"/>
        </w:rPr>
        <w:t xml:space="preserve">. </w:t>
      </w:r>
      <w:r w:rsidRPr="001B73FA">
        <w:rPr>
          <w:szCs w:val="20"/>
        </w:rPr>
        <w:t>Je suis passionné de rendez-vous nocturnes</w:t>
      </w:r>
      <w:r w:rsidR="00462692" w:rsidRPr="00A4769E">
        <w:rPr>
          <w:szCs w:val="20"/>
        </w:rPr>
        <w:t xml:space="preserve">. </w:t>
      </w:r>
      <w:r w:rsidRPr="001B73FA">
        <w:rPr>
          <w:szCs w:val="20"/>
        </w:rPr>
        <w:t>Mais si je vous gêne</w:t>
      </w:r>
      <w:r w:rsidR="00462692" w:rsidRPr="00A4769E">
        <w:rPr>
          <w:szCs w:val="20"/>
        </w:rPr>
        <w:t>…</w:t>
      </w:r>
    </w:p>
    <w:p w14:paraId="4C214845" w14:textId="72936A97" w:rsidR="00462692" w:rsidRPr="00A4769E" w:rsidRDefault="00462692" w:rsidP="001B73FA">
      <w:pPr>
        <w:rPr>
          <w:szCs w:val="20"/>
        </w:rPr>
      </w:pPr>
      <w:r w:rsidRPr="00A4769E">
        <w:rPr>
          <w:szCs w:val="20"/>
        </w:rPr>
        <w:t>— </w:t>
      </w:r>
      <w:r w:rsidR="001B73FA" w:rsidRPr="001B73FA">
        <w:rPr>
          <w:szCs w:val="20"/>
        </w:rPr>
        <w:t>Il n</w:t>
      </w:r>
      <w:r w:rsidRPr="00A4769E">
        <w:rPr>
          <w:szCs w:val="20"/>
        </w:rPr>
        <w:t>’</w:t>
      </w:r>
      <w:r w:rsidR="001B73FA" w:rsidRPr="001B73FA">
        <w:rPr>
          <w:szCs w:val="20"/>
        </w:rPr>
        <w:t>en est pas du tout question</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Je n</w:t>
      </w:r>
      <w:r w:rsidRPr="00A4769E">
        <w:rPr>
          <w:szCs w:val="20"/>
        </w:rPr>
        <w:t>’</w:t>
      </w:r>
      <w:r w:rsidR="001B73FA" w:rsidRPr="001B73FA">
        <w:rPr>
          <w:szCs w:val="20"/>
        </w:rPr>
        <w:t>étais sorti que pour entendre le bruit du vent et être seul</w:t>
      </w:r>
      <w:r w:rsidRPr="00A4769E">
        <w:rPr>
          <w:szCs w:val="20"/>
        </w:rPr>
        <w:t xml:space="preserve">. </w:t>
      </w:r>
      <w:r w:rsidR="001B73FA" w:rsidRPr="001B73FA">
        <w:rPr>
          <w:szCs w:val="20"/>
        </w:rPr>
        <w:t>Mais il n</w:t>
      </w:r>
      <w:r w:rsidRPr="00A4769E">
        <w:rPr>
          <w:szCs w:val="20"/>
        </w:rPr>
        <w:t>’</w:t>
      </w:r>
      <w:r w:rsidR="001B73FA" w:rsidRPr="001B73FA">
        <w:rPr>
          <w:szCs w:val="20"/>
        </w:rPr>
        <w:t>y a pas de compagnie que je désire plus que la vôtre</w:t>
      </w:r>
      <w:r w:rsidRPr="00A4769E">
        <w:rPr>
          <w:szCs w:val="20"/>
        </w:rPr>
        <w:t xml:space="preserve">. </w:t>
      </w:r>
      <w:r w:rsidR="001B73FA" w:rsidRPr="001B73FA">
        <w:rPr>
          <w:szCs w:val="20"/>
        </w:rPr>
        <w:t>Me ferez-vous l</w:t>
      </w:r>
      <w:r w:rsidRPr="00A4769E">
        <w:rPr>
          <w:szCs w:val="20"/>
        </w:rPr>
        <w:t>’</w:t>
      </w:r>
      <w:r w:rsidR="001B73FA" w:rsidRPr="001B73FA">
        <w:rPr>
          <w:szCs w:val="20"/>
        </w:rPr>
        <w:t>amitié de venir jusque chez moi</w:t>
      </w:r>
      <w:r w:rsidRPr="00A4769E">
        <w:rPr>
          <w:szCs w:val="20"/>
        </w:rPr>
        <w:t> ?</w:t>
      </w:r>
    </w:p>
    <w:p w14:paraId="33DE6199" w14:textId="7EB2F043" w:rsidR="00462692" w:rsidRPr="00A4769E" w:rsidRDefault="00462692" w:rsidP="001B73FA">
      <w:pPr>
        <w:rPr>
          <w:szCs w:val="20"/>
        </w:rPr>
      </w:pPr>
      <w:r w:rsidRPr="00A4769E">
        <w:rPr>
          <w:szCs w:val="20"/>
        </w:rPr>
        <w:t>— </w:t>
      </w:r>
      <w:r w:rsidR="001B73FA" w:rsidRPr="001B73FA">
        <w:rPr>
          <w:szCs w:val="20"/>
        </w:rPr>
        <w:t>Oui</w:t>
      </w:r>
      <w:r w:rsidRPr="00A4769E">
        <w:rPr>
          <w:szCs w:val="20"/>
        </w:rPr>
        <w:t xml:space="preserve">, </w:t>
      </w:r>
      <w:r w:rsidR="001B73FA" w:rsidRPr="001B73FA">
        <w:rPr>
          <w:szCs w:val="20"/>
        </w:rPr>
        <w:t>si ce n</w:t>
      </w:r>
      <w:r w:rsidRPr="00A4769E">
        <w:rPr>
          <w:szCs w:val="20"/>
        </w:rPr>
        <w:t>’</w:t>
      </w:r>
      <w:r w:rsidR="001B73FA" w:rsidRPr="001B73FA">
        <w:rPr>
          <w:szCs w:val="20"/>
        </w:rPr>
        <w:t>est pas loin et si j</w:t>
      </w:r>
      <w:r w:rsidRPr="00A4769E">
        <w:rPr>
          <w:szCs w:val="20"/>
        </w:rPr>
        <w:t>’</w:t>
      </w:r>
      <w:r w:rsidR="001B73FA" w:rsidRPr="001B73FA">
        <w:rPr>
          <w:szCs w:val="20"/>
        </w:rPr>
        <w:t>en peux sortir dans deux heures sans qu</w:t>
      </w:r>
      <w:r w:rsidRPr="00A4769E">
        <w:rPr>
          <w:szCs w:val="20"/>
        </w:rPr>
        <w:t>’</w:t>
      </w:r>
      <w:r w:rsidR="001B73FA" w:rsidRPr="001B73FA">
        <w:rPr>
          <w:szCs w:val="20"/>
        </w:rPr>
        <w:t>on me voie</w:t>
      </w:r>
      <w:r w:rsidRPr="00A4769E">
        <w:rPr>
          <w:szCs w:val="20"/>
        </w:rPr>
        <w:t xml:space="preserve">, </w:t>
      </w:r>
      <w:r w:rsidR="001B73FA" w:rsidRPr="001B73FA">
        <w:rPr>
          <w:szCs w:val="20"/>
        </w:rPr>
        <w:t>dit l</w:t>
      </w:r>
      <w:r w:rsidRPr="00A4769E">
        <w:rPr>
          <w:szCs w:val="20"/>
        </w:rPr>
        <w:t>’</w:t>
      </w:r>
      <w:r w:rsidR="001B73FA" w:rsidRPr="001B73FA">
        <w:rPr>
          <w:szCs w:val="20"/>
        </w:rPr>
        <w:t>homme au carrick</w:t>
      </w:r>
      <w:r w:rsidRPr="00A4769E">
        <w:rPr>
          <w:szCs w:val="20"/>
        </w:rPr>
        <w:t>.</w:t>
      </w:r>
    </w:p>
    <w:p w14:paraId="7552FEF3" w14:textId="11DCECFE" w:rsidR="00462692" w:rsidRPr="00A4769E" w:rsidRDefault="00462692" w:rsidP="001B73FA">
      <w:pPr>
        <w:rPr>
          <w:szCs w:val="20"/>
        </w:rPr>
      </w:pPr>
      <w:r w:rsidRPr="00A4769E">
        <w:rPr>
          <w:szCs w:val="20"/>
        </w:rPr>
        <w:t>— </w:t>
      </w:r>
      <w:r w:rsidR="001B73FA" w:rsidRPr="001B73FA">
        <w:rPr>
          <w:szCs w:val="20"/>
        </w:rPr>
        <w:t>Vous entrerez même sans qu</w:t>
      </w:r>
      <w:r w:rsidRPr="00A4769E">
        <w:rPr>
          <w:szCs w:val="20"/>
        </w:rPr>
        <w:t>’</w:t>
      </w:r>
      <w:r w:rsidR="001B73FA" w:rsidRPr="001B73FA">
        <w:rPr>
          <w:szCs w:val="20"/>
        </w:rPr>
        <w:t>on vous voie</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et il le fit passer par la rue Caisserie</w:t>
      </w:r>
      <w:r w:rsidRPr="00A4769E">
        <w:rPr>
          <w:szCs w:val="20"/>
        </w:rPr>
        <w:t>.</w:t>
      </w:r>
    </w:p>
    <w:p w14:paraId="0C0B9E5A" w14:textId="35E8C10C" w:rsidR="00462692" w:rsidRPr="00A4769E" w:rsidRDefault="00462692" w:rsidP="001B73FA">
      <w:pPr>
        <w:rPr>
          <w:szCs w:val="20"/>
        </w:rPr>
      </w:pPr>
      <w:r w:rsidRPr="00A4769E">
        <w:rPr>
          <w:szCs w:val="20"/>
        </w:rPr>
        <w:t>— </w:t>
      </w:r>
      <w:r w:rsidR="001B73FA" w:rsidRPr="001B73FA">
        <w:rPr>
          <w:szCs w:val="20"/>
        </w:rPr>
        <w:t>Hé là</w:t>
      </w:r>
      <w:r w:rsidRPr="00A4769E">
        <w:rPr>
          <w:szCs w:val="20"/>
        </w:rPr>
        <w:t xml:space="preserve"> ! </w:t>
      </w:r>
      <w:r w:rsidR="001B73FA" w:rsidRPr="001B73FA">
        <w:rPr>
          <w:szCs w:val="20"/>
        </w:rPr>
        <w:t>mon jeune ami</w:t>
      </w:r>
      <w:r w:rsidRPr="00A4769E">
        <w:rPr>
          <w:szCs w:val="20"/>
        </w:rPr>
        <w:t xml:space="preserve">, </w:t>
      </w:r>
      <w:r w:rsidR="001B73FA" w:rsidRPr="001B73FA">
        <w:rPr>
          <w:szCs w:val="20"/>
        </w:rPr>
        <w:t>dit l</w:t>
      </w:r>
      <w:r w:rsidRPr="00A4769E">
        <w:rPr>
          <w:szCs w:val="20"/>
        </w:rPr>
        <w:t>’</w:t>
      </w:r>
      <w:r w:rsidR="001B73FA" w:rsidRPr="001B73FA">
        <w:rPr>
          <w:szCs w:val="20"/>
        </w:rPr>
        <w:t>homme au carrick</w:t>
      </w:r>
      <w:r w:rsidRPr="00A4769E">
        <w:rPr>
          <w:szCs w:val="20"/>
        </w:rPr>
        <w:t xml:space="preserve">, </w:t>
      </w:r>
      <w:r w:rsidR="001B73FA" w:rsidRPr="001B73FA">
        <w:rPr>
          <w:szCs w:val="20"/>
        </w:rPr>
        <w:t>quand il vit qu</w:t>
      </w:r>
      <w:r w:rsidRPr="00A4769E">
        <w:rPr>
          <w:szCs w:val="20"/>
        </w:rPr>
        <w:t>’</w:t>
      </w:r>
      <w:r w:rsidR="001B73FA" w:rsidRPr="001B73FA">
        <w:rPr>
          <w:szCs w:val="20"/>
        </w:rPr>
        <w:t>on s</w:t>
      </w:r>
      <w:r w:rsidRPr="00A4769E">
        <w:rPr>
          <w:szCs w:val="20"/>
        </w:rPr>
        <w:t>’</w:t>
      </w:r>
      <w:r w:rsidR="001B73FA" w:rsidRPr="001B73FA">
        <w:rPr>
          <w:szCs w:val="20"/>
        </w:rPr>
        <w:t>engageait dans le couloir de la conciergerie</w:t>
      </w:r>
      <w:r w:rsidRPr="00A4769E">
        <w:rPr>
          <w:szCs w:val="20"/>
        </w:rPr>
        <w:t xml:space="preserve">, </w:t>
      </w:r>
      <w:r w:rsidR="001B73FA" w:rsidRPr="001B73FA">
        <w:rPr>
          <w:szCs w:val="20"/>
        </w:rPr>
        <w:t>me feriez-vous une farce</w:t>
      </w:r>
      <w:r w:rsidRPr="00A4769E">
        <w:rPr>
          <w:szCs w:val="20"/>
        </w:rPr>
        <w:t xml:space="preserve"> ? </w:t>
      </w:r>
      <w:r w:rsidR="001B73FA" w:rsidRPr="001B73FA">
        <w:rPr>
          <w:szCs w:val="20"/>
        </w:rPr>
        <w:t>Ceci est l</w:t>
      </w:r>
      <w:r w:rsidRPr="00A4769E">
        <w:rPr>
          <w:szCs w:val="20"/>
        </w:rPr>
        <w:t>’</w:t>
      </w:r>
      <w:r w:rsidR="001B73FA" w:rsidRPr="001B73FA">
        <w:rPr>
          <w:szCs w:val="20"/>
        </w:rPr>
        <w:t>archevêché</w:t>
      </w:r>
      <w:r w:rsidRPr="00A4769E">
        <w:rPr>
          <w:szCs w:val="20"/>
        </w:rPr>
        <w:t>. »</w:t>
      </w:r>
      <w:r w:rsidR="001B73FA" w:rsidRPr="001B73FA">
        <w:rPr>
          <w:szCs w:val="20"/>
        </w:rPr>
        <w:t xml:space="preserve"> Angelo lui fit toucher</w:t>
      </w:r>
      <w:r w:rsidRPr="00A4769E">
        <w:rPr>
          <w:szCs w:val="20"/>
        </w:rPr>
        <w:t xml:space="preserve">, </w:t>
      </w:r>
      <w:r w:rsidR="001B73FA" w:rsidRPr="001B73FA">
        <w:rPr>
          <w:szCs w:val="20"/>
        </w:rPr>
        <w:t>dans la paroi du couloir</w:t>
      </w:r>
      <w:r w:rsidRPr="00A4769E">
        <w:rPr>
          <w:szCs w:val="20"/>
        </w:rPr>
        <w:t xml:space="preserve">, </w:t>
      </w:r>
      <w:r w:rsidR="001B73FA" w:rsidRPr="001B73FA">
        <w:rPr>
          <w:szCs w:val="20"/>
        </w:rPr>
        <w:t xml:space="preserve">la porte qui donnait dans </w:t>
      </w:r>
      <w:r w:rsidR="001B73FA" w:rsidRPr="001B73FA">
        <w:rPr>
          <w:szCs w:val="20"/>
        </w:rPr>
        <w:lastRenderedPageBreak/>
        <w:t>les lilas de son jardin</w:t>
      </w:r>
      <w:r w:rsidRPr="00A4769E">
        <w:rPr>
          <w:szCs w:val="20"/>
        </w:rPr>
        <w:t xml:space="preserve">. </w:t>
      </w:r>
      <w:r w:rsidR="001B73FA" w:rsidRPr="001B73FA">
        <w:rPr>
          <w:szCs w:val="20"/>
        </w:rPr>
        <w:t>Il la poussa et</w:t>
      </w:r>
      <w:r w:rsidRPr="00A4769E">
        <w:rPr>
          <w:szCs w:val="20"/>
        </w:rPr>
        <w:t xml:space="preserve">, </w:t>
      </w:r>
      <w:r w:rsidR="001B73FA" w:rsidRPr="001B73FA">
        <w:rPr>
          <w:szCs w:val="20"/>
        </w:rPr>
        <w:t>traversant les tonnelles de jasmins qui en cette saison sentaient le chien mouillé</w:t>
      </w:r>
      <w:r w:rsidRPr="00A4769E">
        <w:rPr>
          <w:szCs w:val="20"/>
        </w:rPr>
        <w:t xml:space="preserve">, </w:t>
      </w:r>
      <w:r w:rsidR="001B73FA" w:rsidRPr="001B73FA">
        <w:rPr>
          <w:szCs w:val="20"/>
        </w:rPr>
        <w:t>ils montèrent aux appartements</w:t>
      </w:r>
      <w:r w:rsidRPr="00A4769E">
        <w:rPr>
          <w:szCs w:val="20"/>
        </w:rPr>
        <w:t>.</w:t>
      </w:r>
    </w:p>
    <w:p w14:paraId="34C68FBA" w14:textId="77777777" w:rsidR="001B73FA" w:rsidRPr="001B73FA" w:rsidRDefault="00462692" w:rsidP="001B73FA">
      <w:pPr>
        <w:rPr>
          <w:szCs w:val="20"/>
        </w:rPr>
      </w:pPr>
      <w:r w:rsidRPr="00A4769E">
        <w:rPr>
          <w:szCs w:val="20"/>
        </w:rPr>
        <w:t>« </w:t>
      </w:r>
      <w:r w:rsidR="001B73FA" w:rsidRPr="001B73FA">
        <w:rPr>
          <w:szCs w:val="20"/>
        </w:rPr>
        <w:t>Vous êtes providentiel</w:t>
      </w:r>
      <w:r w:rsidRPr="00A4769E">
        <w:rPr>
          <w:szCs w:val="20"/>
        </w:rPr>
        <w:t xml:space="preserve">, </w:t>
      </w:r>
      <w:r w:rsidR="001B73FA" w:rsidRPr="001B73FA">
        <w:rPr>
          <w:szCs w:val="20"/>
        </w:rPr>
        <w:t>dit l</w:t>
      </w:r>
      <w:r w:rsidRPr="00A4769E">
        <w:rPr>
          <w:szCs w:val="20"/>
        </w:rPr>
        <w:t>’</w:t>
      </w:r>
      <w:r w:rsidR="001B73FA" w:rsidRPr="001B73FA">
        <w:rPr>
          <w:szCs w:val="20"/>
        </w:rPr>
        <w:t>homme au carrick</w:t>
      </w:r>
      <w:r w:rsidRPr="00A4769E">
        <w:rPr>
          <w:szCs w:val="20"/>
        </w:rPr>
        <w:t xml:space="preserve">, </w:t>
      </w:r>
      <w:r w:rsidR="001B73FA" w:rsidRPr="001B73FA">
        <w:rPr>
          <w:szCs w:val="20"/>
        </w:rPr>
        <w:t>et</w:t>
      </w:r>
      <w:r w:rsidRPr="00A4769E">
        <w:rPr>
          <w:szCs w:val="20"/>
        </w:rPr>
        <w:t xml:space="preserve">, </w:t>
      </w:r>
      <w:r w:rsidR="001B73FA" w:rsidRPr="001B73FA">
        <w:rPr>
          <w:szCs w:val="20"/>
        </w:rPr>
        <w:t>pendant qu</w:t>
      </w:r>
      <w:r w:rsidRPr="00A4769E">
        <w:rPr>
          <w:szCs w:val="20"/>
        </w:rPr>
        <w:t>’</w:t>
      </w:r>
      <w:r w:rsidR="001B73FA" w:rsidRPr="001B73FA">
        <w:rPr>
          <w:szCs w:val="20"/>
        </w:rPr>
        <w:t>Angelo allumait les bougies</w:t>
      </w:r>
      <w:r w:rsidRPr="00A4769E">
        <w:rPr>
          <w:szCs w:val="20"/>
        </w:rPr>
        <w:t xml:space="preserve">, </w:t>
      </w:r>
      <w:r w:rsidR="001B73FA" w:rsidRPr="001B73FA">
        <w:rPr>
          <w:szCs w:val="20"/>
        </w:rPr>
        <w:t>il alla aux fenêtres</w:t>
      </w:r>
      <w:r w:rsidRPr="00A4769E">
        <w:rPr>
          <w:szCs w:val="20"/>
        </w:rPr>
        <w:t xml:space="preserve">. </w:t>
      </w:r>
      <w:r w:rsidR="001B73FA" w:rsidRPr="001B73FA">
        <w:rPr>
          <w:szCs w:val="20"/>
        </w:rPr>
        <w:t>Auriez-vous une lunette d</w:t>
      </w:r>
      <w:r w:rsidRPr="00A4769E">
        <w:rPr>
          <w:szCs w:val="20"/>
        </w:rPr>
        <w:t>’</w:t>
      </w:r>
      <w:r w:rsidR="001B73FA" w:rsidRPr="001B73FA">
        <w:rPr>
          <w:szCs w:val="20"/>
        </w:rPr>
        <w:t>approche</w:t>
      </w:r>
      <w:r w:rsidRPr="00A4769E">
        <w:rPr>
          <w:szCs w:val="20"/>
        </w:rPr>
        <w:t xml:space="preserve"> ? </w:t>
      </w:r>
      <w:r w:rsidR="001B73FA" w:rsidRPr="001B73FA">
        <w:rPr>
          <w:szCs w:val="20"/>
        </w:rPr>
        <w:t>dit-il</w:t>
      </w:r>
      <w:r w:rsidRPr="00A4769E">
        <w:rPr>
          <w:szCs w:val="20"/>
        </w:rPr>
        <w:t xml:space="preserve">. </w:t>
      </w:r>
      <w:r w:rsidR="001B73FA" w:rsidRPr="001B73FA">
        <w:rPr>
          <w:szCs w:val="20"/>
        </w:rPr>
        <w:t>Regardez</w:t>
      </w:r>
      <w:r w:rsidRPr="00A4769E">
        <w:rPr>
          <w:szCs w:val="20"/>
        </w:rPr>
        <w:t xml:space="preserve">, </w:t>
      </w:r>
      <w:r w:rsidR="001B73FA" w:rsidRPr="001B73FA">
        <w:rPr>
          <w:szCs w:val="20"/>
        </w:rPr>
        <w:t>j</w:t>
      </w:r>
      <w:r w:rsidRPr="00A4769E">
        <w:rPr>
          <w:szCs w:val="20"/>
        </w:rPr>
        <w:t>’</w:t>
      </w:r>
      <w:r w:rsidR="001B73FA" w:rsidRPr="001B73FA">
        <w:rPr>
          <w:szCs w:val="20"/>
        </w:rPr>
        <w:t>imagine que cette lumière qu</w:t>
      </w:r>
      <w:r w:rsidRPr="00A4769E">
        <w:rPr>
          <w:szCs w:val="20"/>
        </w:rPr>
        <w:t>’</w:t>
      </w:r>
      <w:r w:rsidR="001B73FA" w:rsidRPr="001B73FA">
        <w:rPr>
          <w:szCs w:val="20"/>
        </w:rPr>
        <w:t>on voit là-bas provient d</w:t>
      </w:r>
      <w:r w:rsidRPr="00A4769E">
        <w:rPr>
          <w:szCs w:val="20"/>
        </w:rPr>
        <w:t>’</w:t>
      </w:r>
      <w:r w:rsidR="001B73FA" w:rsidRPr="001B73FA">
        <w:rPr>
          <w:szCs w:val="20"/>
        </w:rPr>
        <w:t>un des cabinets de l</w:t>
      </w:r>
      <w:r w:rsidRPr="00A4769E">
        <w:rPr>
          <w:szCs w:val="20"/>
        </w:rPr>
        <w:t>’</w:t>
      </w:r>
      <w:r w:rsidR="001B73FA" w:rsidRPr="001B73FA">
        <w:rPr>
          <w:szCs w:val="20"/>
        </w:rPr>
        <w:t>archevêque</w:t>
      </w:r>
      <w:r w:rsidRPr="00A4769E">
        <w:rPr>
          <w:szCs w:val="20"/>
        </w:rPr>
        <w:t xml:space="preserve">. </w:t>
      </w:r>
      <w:r w:rsidR="001B73FA" w:rsidRPr="001B73FA">
        <w:rPr>
          <w:szCs w:val="20"/>
        </w:rPr>
        <w:t>C</w:t>
      </w:r>
      <w:r w:rsidRPr="00A4769E">
        <w:rPr>
          <w:szCs w:val="20"/>
        </w:rPr>
        <w:t>’</w:t>
      </w:r>
      <w:r w:rsidR="001B73FA" w:rsidRPr="001B73FA">
        <w:rPr>
          <w:szCs w:val="20"/>
        </w:rPr>
        <w:t>est sans doute derrière ces carreaux qu</w:t>
      </w:r>
      <w:r w:rsidRPr="00A4769E">
        <w:rPr>
          <w:szCs w:val="20"/>
        </w:rPr>
        <w:t>’</w:t>
      </w:r>
      <w:r w:rsidR="001B73FA" w:rsidRPr="001B73FA">
        <w:rPr>
          <w:szCs w:val="20"/>
        </w:rPr>
        <w:t>il fait ses dévotions vespérales</w:t>
      </w:r>
      <w:r w:rsidRPr="00A4769E">
        <w:rPr>
          <w:szCs w:val="20"/>
        </w:rPr>
        <w:t xml:space="preserve">. </w:t>
      </w:r>
      <w:r w:rsidR="001B73FA" w:rsidRPr="001B73FA">
        <w:rPr>
          <w:szCs w:val="20"/>
        </w:rPr>
        <w:t>Je suis un monstre de curiosité</w:t>
      </w:r>
      <w:r w:rsidRPr="00A4769E">
        <w:rPr>
          <w:szCs w:val="20"/>
        </w:rPr>
        <w:t xml:space="preserve">, </w:t>
      </w:r>
      <w:r w:rsidR="001B73FA" w:rsidRPr="001B73FA">
        <w:rPr>
          <w:szCs w:val="20"/>
        </w:rPr>
        <w:t>que ne donnerais-je pas pour voir un archevêque abîmé</w:t>
      </w:r>
      <w:r w:rsidRPr="00A4769E">
        <w:rPr>
          <w:szCs w:val="20"/>
        </w:rPr>
        <w:t xml:space="preserve"> ? </w:t>
      </w:r>
      <w:r w:rsidR="001B73FA" w:rsidRPr="001B73FA">
        <w:rPr>
          <w:szCs w:val="20"/>
        </w:rPr>
        <w:t>Vous n</w:t>
      </w:r>
      <w:r w:rsidRPr="00A4769E">
        <w:rPr>
          <w:szCs w:val="20"/>
        </w:rPr>
        <w:t>’</w:t>
      </w:r>
      <w:r w:rsidR="001B73FA" w:rsidRPr="001B73FA">
        <w:rPr>
          <w:szCs w:val="20"/>
        </w:rPr>
        <w:t>avez pas de lunette d</w:t>
      </w:r>
      <w:r w:rsidRPr="00A4769E">
        <w:rPr>
          <w:szCs w:val="20"/>
        </w:rPr>
        <w:t>’</w:t>
      </w:r>
      <w:r w:rsidR="001B73FA" w:rsidRPr="001B73FA">
        <w:rPr>
          <w:szCs w:val="20"/>
        </w:rPr>
        <w:t>approche</w:t>
      </w:r>
      <w:r w:rsidRPr="00A4769E">
        <w:rPr>
          <w:szCs w:val="20"/>
        </w:rPr>
        <w:t xml:space="preserve">, </w:t>
      </w:r>
      <w:r w:rsidR="001B73FA" w:rsidRPr="001B73FA">
        <w:rPr>
          <w:szCs w:val="20"/>
        </w:rPr>
        <w:t>bien entendu</w:t>
      </w:r>
      <w:r w:rsidRPr="00A4769E">
        <w:rPr>
          <w:szCs w:val="20"/>
        </w:rPr>
        <w:t xml:space="preserve">, </w:t>
      </w:r>
      <w:r w:rsidR="001B73FA" w:rsidRPr="001B73FA">
        <w:rPr>
          <w:szCs w:val="20"/>
        </w:rPr>
        <w:t>ce serait trop beau</w:t>
      </w:r>
      <w:r w:rsidRPr="00A4769E">
        <w:rPr>
          <w:szCs w:val="20"/>
        </w:rPr>
        <w:t xml:space="preserve"> ; </w:t>
      </w:r>
      <w:r w:rsidR="001B73FA" w:rsidRPr="001B73FA">
        <w:rPr>
          <w:szCs w:val="20"/>
        </w:rPr>
        <w:t>si j</w:t>
      </w:r>
      <w:r w:rsidRPr="00A4769E">
        <w:rPr>
          <w:szCs w:val="20"/>
        </w:rPr>
        <w:t>’</w:t>
      </w:r>
      <w:r w:rsidR="001B73FA" w:rsidRPr="001B73FA">
        <w:rPr>
          <w:szCs w:val="20"/>
        </w:rPr>
        <w:t>avais su</w:t>
      </w:r>
      <w:r w:rsidRPr="00A4769E">
        <w:rPr>
          <w:szCs w:val="20"/>
        </w:rPr>
        <w:t xml:space="preserve">, </w:t>
      </w:r>
      <w:r w:rsidR="001B73FA" w:rsidRPr="001B73FA">
        <w:rPr>
          <w:szCs w:val="20"/>
        </w:rPr>
        <w:t>j</w:t>
      </w:r>
      <w:r w:rsidRPr="00A4769E">
        <w:rPr>
          <w:szCs w:val="20"/>
        </w:rPr>
        <w:t>’</w:t>
      </w:r>
      <w:r w:rsidR="001B73FA" w:rsidRPr="001B73FA">
        <w:rPr>
          <w:szCs w:val="20"/>
        </w:rPr>
        <w:t>en aurais apporté une</w:t>
      </w:r>
      <w:r w:rsidRPr="00A4769E">
        <w:rPr>
          <w:szCs w:val="20"/>
        </w:rPr>
        <w:t xml:space="preserve">. </w:t>
      </w:r>
      <w:r w:rsidR="001B73FA" w:rsidRPr="001B73FA">
        <w:rPr>
          <w:szCs w:val="20"/>
        </w:rPr>
        <w:t>On ne pense jamais à tout</w:t>
      </w:r>
      <w:r w:rsidRPr="00A4769E">
        <w:rPr>
          <w:szCs w:val="20"/>
        </w:rPr>
        <w:t xml:space="preserve">. </w:t>
      </w:r>
      <w:r w:rsidR="001B73FA" w:rsidRPr="001B73FA">
        <w:rPr>
          <w:szCs w:val="20"/>
        </w:rPr>
        <w:t>Mais qu</w:t>
      </w:r>
      <w:r w:rsidRPr="00A4769E">
        <w:rPr>
          <w:szCs w:val="20"/>
        </w:rPr>
        <w:t>’</w:t>
      </w:r>
      <w:r w:rsidR="001B73FA" w:rsidRPr="001B73FA">
        <w:rPr>
          <w:szCs w:val="20"/>
        </w:rPr>
        <w:t>êtes-vous devenu depuis la route de Peyrolles</w:t>
      </w:r>
      <w:r w:rsidRPr="00A4769E">
        <w:rPr>
          <w:szCs w:val="20"/>
        </w:rPr>
        <w:t xml:space="preserve"> ? </w:t>
      </w:r>
      <w:r w:rsidR="001B73FA" w:rsidRPr="001B73FA">
        <w:rPr>
          <w:szCs w:val="20"/>
        </w:rPr>
        <w:t>En tout cas</w:t>
      </w:r>
      <w:r w:rsidRPr="00A4769E">
        <w:rPr>
          <w:szCs w:val="20"/>
        </w:rPr>
        <w:t xml:space="preserve">, </w:t>
      </w:r>
      <w:r w:rsidR="001B73FA" w:rsidRPr="001B73FA">
        <w:rPr>
          <w:szCs w:val="20"/>
        </w:rPr>
        <w:t>un fort élégant jeune homme</w:t>
      </w:r>
      <w:r w:rsidRPr="00A4769E">
        <w:rPr>
          <w:szCs w:val="20"/>
        </w:rPr>
        <w:t> ! »</w:t>
      </w:r>
    </w:p>
    <w:p w14:paraId="4084B2C7" w14:textId="77777777" w:rsidR="00462692" w:rsidRPr="00A4769E" w:rsidRDefault="001B73FA" w:rsidP="001B73FA">
      <w:pPr>
        <w:rPr>
          <w:szCs w:val="20"/>
        </w:rPr>
      </w:pPr>
      <w:r w:rsidRPr="001B73FA">
        <w:rPr>
          <w:szCs w:val="20"/>
        </w:rPr>
        <w:t>Angelo raconta la vie qu</w:t>
      </w:r>
      <w:r w:rsidR="00462692" w:rsidRPr="00A4769E">
        <w:rPr>
          <w:szCs w:val="20"/>
        </w:rPr>
        <w:t>’</w:t>
      </w:r>
      <w:r w:rsidRPr="001B73FA">
        <w:rPr>
          <w:szCs w:val="20"/>
        </w:rPr>
        <w:t>il menait à Aix</w:t>
      </w:r>
      <w:r w:rsidR="00462692" w:rsidRPr="00A4769E">
        <w:rPr>
          <w:szCs w:val="20"/>
        </w:rPr>
        <w:t xml:space="preserve">, </w:t>
      </w:r>
      <w:r w:rsidRPr="001B73FA">
        <w:rPr>
          <w:szCs w:val="20"/>
        </w:rPr>
        <w:t>en quelques mots</w:t>
      </w:r>
      <w:r w:rsidR="00462692" w:rsidRPr="00A4769E">
        <w:rPr>
          <w:szCs w:val="20"/>
        </w:rPr>
        <w:t xml:space="preserve">, </w:t>
      </w:r>
      <w:r w:rsidRPr="001B73FA">
        <w:rPr>
          <w:szCs w:val="20"/>
        </w:rPr>
        <w:t>mais sans parler du vicaire</w:t>
      </w:r>
      <w:r w:rsidR="00462692" w:rsidRPr="00A4769E">
        <w:rPr>
          <w:szCs w:val="20"/>
        </w:rPr>
        <w:t xml:space="preserve">. </w:t>
      </w:r>
      <w:r w:rsidRPr="001B73FA">
        <w:rPr>
          <w:szCs w:val="20"/>
        </w:rPr>
        <w:t>Il sentait le ridicule de la demande d</w:t>
      </w:r>
      <w:r w:rsidR="00462692" w:rsidRPr="00A4769E">
        <w:rPr>
          <w:szCs w:val="20"/>
        </w:rPr>
        <w:t>’</w:t>
      </w:r>
      <w:r w:rsidRPr="001B73FA">
        <w:rPr>
          <w:szCs w:val="20"/>
        </w:rPr>
        <w:t>affection filiale que celui-ci lui avait faite</w:t>
      </w:r>
      <w:r w:rsidR="00462692" w:rsidRPr="00A4769E">
        <w:rPr>
          <w:szCs w:val="20"/>
        </w:rPr>
        <w:t>. « </w:t>
      </w:r>
      <w:r w:rsidRPr="001B73FA">
        <w:rPr>
          <w:szCs w:val="20"/>
        </w:rPr>
        <w:t>C</w:t>
      </w:r>
      <w:r w:rsidR="00462692" w:rsidRPr="00A4769E">
        <w:rPr>
          <w:szCs w:val="20"/>
        </w:rPr>
        <w:t>’</w:t>
      </w:r>
      <w:r w:rsidRPr="001B73FA">
        <w:rPr>
          <w:szCs w:val="20"/>
        </w:rPr>
        <w:t>est de vous</w:t>
      </w:r>
      <w:r w:rsidR="00462692" w:rsidRPr="00A4769E">
        <w:rPr>
          <w:szCs w:val="20"/>
        </w:rPr>
        <w:t xml:space="preserve">, </w:t>
      </w:r>
      <w:r w:rsidRPr="001B73FA">
        <w:rPr>
          <w:szCs w:val="20"/>
        </w:rPr>
        <w:t>dit-il</w:t>
      </w:r>
      <w:r w:rsidR="00462692" w:rsidRPr="00A4769E">
        <w:rPr>
          <w:szCs w:val="20"/>
        </w:rPr>
        <w:t xml:space="preserve">, </w:t>
      </w:r>
      <w:r w:rsidRPr="001B73FA">
        <w:rPr>
          <w:szCs w:val="20"/>
        </w:rPr>
        <w:t>que j</w:t>
      </w:r>
      <w:r w:rsidR="00462692" w:rsidRPr="00A4769E">
        <w:rPr>
          <w:szCs w:val="20"/>
        </w:rPr>
        <w:t>’</w:t>
      </w:r>
      <w:r w:rsidRPr="001B73FA">
        <w:rPr>
          <w:szCs w:val="20"/>
        </w:rPr>
        <w:t>ai été inquiet pendant longtemps</w:t>
      </w:r>
      <w:r w:rsidR="00462692" w:rsidRPr="00A4769E">
        <w:rPr>
          <w:szCs w:val="20"/>
        </w:rPr>
        <w:t xml:space="preserve">. </w:t>
      </w:r>
      <w:r w:rsidRPr="001B73FA">
        <w:rPr>
          <w:szCs w:val="20"/>
        </w:rPr>
        <w:t>Ce cocher un peu fou nous mena un train d</w:t>
      </w:r>
      <w:r w:rsidR="00462692" w:rsidRPr="00A4769E">
        <w:rPr>
          <w:szCs w:val="20"/>
        </w:rPr>
        <w:t>’</w:t>
      </w:r>
      <w:r w:rsidRPr="001B73FA">
        <w:rPr>
          <w:szCs w:val="20"/>
        </w:rPr>
        <w:t>enfer et quand je le fis arrêter au sommet de la colline</w:t>
      </w:r>
      <w:r w:rsidR="00462692" w:rsidRPr="00A4769E">
        <w:rPr>
          <w:szCs w:val="20"/>
        </w:rPr>
        <w:t xml:space="preserve">, </w:t>
      </w:r>
      <w:r w:rsidRPr="001B73FA">
        <w:rPr>
          <w:szCs w:val="20"/>
        </w:rPr>
        <w:t>j</w:t>
      </w:r>
      <w:r w:rsidR="00462692" w:rsidRPr="00A4769E">
        <w:rPr>
          <w:szCs w:val="20"/>
        </w:rPr>
        <w:t>’</w:t>
      </w:r>
      <w:r w:rsidRPr="001B73FA">
        <w:rPr>
          <w:szCs w:val="20"/>
        </w:rPr>
        <w:t>ai entendu qu</w:t>
      </w:r>
      <w:r w:rsidR="00462692" w:rsidRPr="00A4769E">
        <w:rPr>
          <w:szCs w:val="20"/>
        </w:rPr>
        <w:t>’</w:t>
      </w:r>
      <w:r w:rsidRPr="001B73FA">
        <w:rPr>
          <w:szCs w:val="20"/>
        </w:rPr>
        <w:t>on tirait des coups de pistolet à l</w:t>
      </w:r>
      <w:r w:rsidR="00462692" w:rsidRPr="00A4769E">
        <w:rPr>
          <w:szCs w:val="20"/>
        </w:rPr>
        <w:t>’</w:t>
      </w:r>
      <w:r w:rsidRPr="001B73FA">
        <w:rPr>
          <w:szCs w:val="20"/>
        </w:rPr>
        <w:t>endroit où je vous ai laissé</w:t>
      </w:r>
      <w:r w:rsidR="00462692" w:rsidRPr="00A4769E">
        <w:rPr>
          <w:szCs w:val="20"/>
        </w:rPr>
        <w:t>.</w:t>
      </w:r>
    </w:p>
    <w:p w14:paraId="3DCB5ED3" w14:textId="092F59DD" w:rsidR="001B73FA" w:rsidRPr="001B73FA" w:rsidRDefault="00462692" w:rsidP="001B73FA">
      <w:pPr>
        <w:rPr>
          <w:szCs w:val="20"/>
        </w:rPr>
      </w:pPr>
      <w:r w:rsidRPr="00A4769E">
        <w:rPr>
          <w:szCs w:val="20"/>
        </w:rPr>
        <w:t>— </w:t>
      </w:r>
      <w:r w:rsidR="001B73FA" w:rsidRPr="001B73FA">
        <w:rPr>
          <w:szCs w:val="20"/>
        </w:rPr>
        <w:t>Quelques coups</w:t>
      </w:r>
      <w:r w:rsidRPr="00A4769E">
        <w:rPr>
          <w:szCs w:val="20"/>
        </w:rPr>
        <w:t xml:space="preserve">, </w:t>
      </w:r>
      <w:r w:rsidR="001B73FA" w:rsidRPr="001B73FA">
        <w:rPr>
          <w:szCs w:val="20"/>
        </w:rPr>
        <w:t>dit l</w:t>
      </w:r>
      <w:r w:rsidRPr="00A4769E">
        <w:rPr>
          <w:szCs w:val="20"/>
        </w:rPr>
        <w:t>’</w:t>
      </w:r>
      <w:r w:rsidR="001B73FA" w:rsidRPr="001B73FA">
        <w:rPr>
          <w:szCs w:val="20"/>
        </w:rPr>
        <w:t>homme au carrick</w:t>
      </w:r>
      <w:r w:rsidRPr="00A4769E">
        <w:rPr>
          <w:szCs w:val="20"/>
        </w:rPr>
        <w:t xml:space="preserve">. </w:t>
      </w:r>
      <w:r w:rsidR="001B73FA" w:rsidRPr="001B73FA">
        <w:rPr>
          <w:szCs w:val="20"/>
        </w:rPr>
        <w:t>Quatre ou cinq</w:t>
      </w:r>
      <w:r w:rsidRPr="00A4769E">
        <w:rPr>
          <w:szCs w:val="20"/>
        </w:rPr>
        <w:t xml:space="preserve"> ; </w:t>
      </w:r>
      <w:r w:rsidR="001B73FA" w:rsidRPr="001B73FA">
        <w:rPr>
          <w:szCs w:val="20"/>
        </w:rPr>
        <w:t>très peu de chose</w:t>
      </w:r>
      <w:r w:rsidRPr="00A4769E">
        <w:rPr>
          <w:szCs w:val="20"/>
        </w:rPr>
        <w:t xml:space="preserve">. </w:t>
      </w:r>
      <w:r w:rsidR="001B73FA" w:rsidRPr="001B73FA">
        <w:rPr>
          <w:szCs w:val="20"/>
        </w:rPr>
        <w:t>L</w:t>
      </w:r>
      <w:r w:rsidRPr="00A4769E">
        <w:rPr>
          <w:szCs w:val="20"/>
        </w:rPr>
        <w:t>’</w:t>
      </w:r>
      <w:r w:rsidR="001B73FA" w:rsidRPr="001B73FA">
        <w:rPr>
          <w:szCs w:val="20"/>
        </w:rPr>
        <w:t>affaire s</w:t>
      </w:r>
      <w:r w:rsidRPr="00A4769E">
        <w:rPr>
          <w:szCs w:val="20"/>
        </w:rPr>
        <w:t>’</w:t>
      </w:r>
      <w:r w:rsidR="001B73FA" w:rsidRPr="001B73FA">
        <w:rPr>
          <w:szCs w:val="20"/>
        </w:rPr>
        <w:t>est passée fort vite à cent pas de moi et</w:t>
      </w:r>
      <w:r w:rsidRPr="00A4769E">
        <w:rPr>
          <w:szCs w:val="20"/>
        </w:rPr>
        <w:t xml:space="preserve">, </w:t>
      </w:r>
      <w:r w:rsidR="001B73FA" w:rsidRPr="001B73FA">
        <w:rPr>
          <w:szCs w:val="20"/>
        </w:rPr>
        <w:t>malgré la lune</w:t>
      </w:r>
      <w:r w:rsidRPr="00A4769E">
        <w:rPr>
          <w:szCs w:val="20"/>
        </w:rPr>
        <w:t xml:space="preserve">, </w:t>
      </w:r>
      <w:r w:rsidR="001B73FA" w:rsidRPr="001B73FA">
        <w:rPr>
          <w:szCs w:val="20"/>
        </w:rPr>
        <w:t>je n</w:t>
      </w:r>
      <w:r w:rsidRPr="00A4769E">
        <w:rPr>
          <w:szCs w:val="20"/>
        </w:rPr>
        <w:t>’</w:t>
      </w:r>
      <w:r w:rsidR="001B73FA" w:rsidRPr="001B73FA">
        <w:rPr>
          <w:szCs w:val="20"/>
        </w:rPr>
        <w:t>ai vu qu</w:t>
      </w:r>
      <w:r w:rsidRPr="00A4769E">
        <w:rPr>
          <w:szCs w:val="20"/>
        </w:rPr>
        <w:t>’</w:t>
      </w:r>
      <w:r w:rsidR="001B73FA" w:rsidRPr="001B73FA">
        <w:rPr>
          <w:szCs w:val="20"/>
        </w:rPr>
        <w:t>un embrouillamini dans lequel il n</w:t>
      </w:r>
      <w:r w:rsidRPr="00A4769E">
        <w:rPr>
          <w:szCs w:val="20"/>
        </w:rPr>
        <w:t>’</w:t>
      </w:r>
      <w:r w:rsidR="001B73FA" w:rsidRPr="001B73FA">
        <w:rPr>
          <w:szCs w:val="20"/>
        </w:rPr>
        <w:t>était plus nécessaire que j</w:t>
      </w:r>
      <w:r w:rsidRPr="00A4769E">
        <w:rPr>
          <w:szCs w:val="20"/>
        </w:rPr>
        <w:t>’</w:t>
      </w:r>
      <w:r w:rsidR="001B73FA" w:rsidRPr="001B73FA">
        <w:rPr>
          <w:szCs w:val="20"/>
        </w:rPr>
        <w:t>aille mettre le nez</w:t>
      </w:r>
      <w:r w:rsidRPr="00A4769E">
        <w:rPr>
          <w:szCs w:val="20"/>
        </w:rPr>
        <w:t xml:space="preserve">. </w:t>
      </w:r>
      <w:r w:rsidR="001B73FA" w:rsidRPr="001B73FA">
        <w:rPr>
          <w:szCs w:val="20"/>
        </w:rPr>
        <w:t>Voulez-vous être aimable</w:t>
      </w:r>
      <w:r w:rsidRPr="00A4769E">
        <w:rPr>
          <w:szCs w:val="20"/>
        </w:rPr>
        <w:t xml:space="preserve"> ? </w:t>
      </w:r>
      <w:r w:rsidR="001B73FA" w:rsidRPr="001B73FA">
        <w:rPr>
          <w:szCs w:val="20"/>
        </w:rPr>
        <w:t>dit-il brusquement</w:t>
      </w:r>
      <w:r w:rsidRPr="00A4769E">
        <w:rPr>
          <w:szCs w:val="20"/>
        </w:rPr>
        <w:t xml:space="preserve"> ; </w:t>
      </w:r>
      <w:r w:rsidR="001B73FA" w:rsidRPr="001B73FA">
        <w:rPr>
          <w:szCs w:val="20"/>
        </w:rPr>
        <w:t>soufflons les bougies</w:t>
      </w:r>
      <w:r w:rsidRPr="00A4769E">
        <w:rPr>
          <w:szCs w:val="20"/>
        </w:rPr>
        <w:t xml:space="preserve">. </w:t>
      </w:r>
      <w:r w:rsidR="001B73FA" w:rsidRPr="001B73FA">
        <w:rPr>
          <w:szCs w:val="20"/>
        </w:rPr>
        <w:t>L</w:t>
      </w:r>
      <w:r w:rsidRPr="00A4769E">
        <w:rPr>
          <w:szCs w:val="20"/>
        </w:rPr>
        <w:t>’</w:t>
      </w:r>
      <w:r w:rsidR="001B73FA" w:rsidRPr="001B73FA">
        <w:rPr>
          <w:szCs w:val="20"/>
        </w:rPr>
        <w:t xml:space="preserve">archevêché me gêne avec son </w:t>
      </w:r>
      <w:r w:rsidRPr="00A4769E">
        <w:rPr>
          <w:szCs w:val="20"/>
        </w:rPr>
        <w:t>œ</w:t>
      </w:r>
      <w:r w:rsidR="001B73FA" w:rsidRPr="001B73FA">
        <w:rPr>
          <w:szCs w:val="20"/>
        </w:rPr>
        <w:t>il allumé</w:t>
      </w:r>
      <w:r w:rsidRPr="00A4769E">
        <w:rPr>
          <w:szCs w:val="20"/>
        </w:rPr>
        <w:t xml:space="preserve">. </w:t>
      </w:r>
      <w:r w:rsidR="001B73FA" w:rsidRPr="001B73FA">
        <w:rPr>
          <w:szCs w:val="20"/>
        </w:rPr>
        <w:t>Nous n</w:t>
      </w:r>
      <w:r w:rsidRPr="00A4769E">
        <w:rPr>
          <w:szCs w:val="20"/>
        </w:rPr>
        <w:t>’</w:t>
      </w:r>
      <w:r w:rsidR="001B73FA" w:rsidRPr="001B73FA">
        <w:rPr>
          <w:szCs w:val="20"/>
        </w:rPr>
        <w:t>avons pas de lunette d</w:t>
      </w:r>
      <w:r w:rsidRPr="00A4769E">
        <w:rPr>
          <w:szCs w:val="20"/>
        </w:rPr>
        <w:t>’</w:t>
      </w:r>
      <w:r w:rsidR="001B73FA" w:rsidRPr="001B73FA">
        <w:rPr>
          <w:szCs w:val="20"/>
        </w:rPr>
        <w:t>approche</w:t>
      </w:r>
      <w:r w:rsidRPr="00A4769E">
        <w:rPr>
          <w:szCs w:val="20"/>
        </w:rPr>
        <w:t xml:space="preserve">, </w:t>
      </w:r>
      <w:r w:rsidR="001B73FA" w:rsidRPr="001B73FA">
        <w:rPr>
          <w:szCs w:val="20"/>
        </w:rPr>
        <w:t>mais peut-être en ont-ils une</w:t>
      </w:r>
      <w:r w:rsidRPr="00A4769E">
        <w:rPr>
          <w:szCs w:val="20"/>
        </w:rPr>
        <w:t xml:space="preserve">. </w:t>
      </w:r>
      <w:r w:rsidR="001B73FA" w:rsidRPr="001B73FA">
        <w:rPr>
          <w:szCs w:val="20"/>
        </w:rPr>
        <w:t>J</w:t>
      </w:r>
      <w:r w:rsidRPr="00A4769E">
        <w:rPr>
          <w:szCs w:val="20"/>
        </w:rPr>
        <w:t>’</w:t>
      </w:r>
      <w:r w:rsidR="001B73FA" w:rsidRPr="001B73FA">
        <w:rPr>
          <w:szCs w:val="20"/>
        </w:rPr>
        <w:t>ai la fâcheuse habitude de me fourrer les doigts dans les narines quand on me raconte des histoires in</w:t>
      </w:r>
      <w:r w:rsidR="001B73FA" w:rsidRPr="001B73FA">
        <w:rPr>
          <w:szCs w:val="20"/>
        </w:rPr>
        <w:lastRenderedPageBreak/>
        <w:t>téressantes et je n</w:t>
      </w:r>
      <w:r w:rsidRPr="00A4769E">
        <w:rPr>
          <w:szCs w:val="20"/>
        </w:rPr>
        <w:t>’</w:t>
      </w:r>
      <w:r w:rsidR="001B73FA" w:rsidRPr="001B73FA">
        <w:rPr>
          <w:szCs w:val="20"/>
        </w:rPr>
        <w:t>aimerais pas que Monseigneur en fût informé</w:t>
      </w:r>
      <w:r w:rsidRPr="00A4769E">
        <w:rPr>
          <w:szCs w:val="20"/>
        </w:rPr>
        <w:t xml:space="preserve">. </w:t>
      </w:r>
      <w:r w:rsidR="001B73FA" w:rsidRPr="001B73FA">
        <w:rPr>
          <w:szCs w:val="20"/>
        </w:rPr>
        <w:t>Car vous allez me raconter une histoire intéressante</w:t>
      </w:r>
      <w:r w:rsidRPr="00A4769E">
        <w:rPr>
          <w:szCs w:val="20"/>
        </w:rPr>
        <w:t xml:space="preserve">. </w:t>
      </w:r>
      <w:r w:rsidR="001B73FA" w:rsidRPr="001B73FA">
        <w:rPr>
          <w:szCs w:val="20"/>
        </w:rPr>
        <w:t>D</w:t>
      </w:r>
      <w:r w:rsidRPr="00A4769E">
        <w:rPr>
          <w:szCs w:val="20"/>
        </w:rPr>
        <w:t>’</w:t>
      </w:r>
      <w:r w:rsidR="001B73FA" w:rsidRPr="001B73FA">
        <w:rPr>
          <w:szCs w:val="20"/>
        </w:rPr>
        <w:t>ailleurs</w:t>
      </w:r>
      <w:r w:rsidRPr="00A4769E">
        <w:rPr>
          <w:szCs w:val="20"/>
        </w:rPr>
        <w:t xml:space="preserve">, </w:t>
      </w:r>
      <w:r w:rsidR="001B73FA" w:rsidRPr="001B73FA">
        <w:rPr>
          <w:szCs w:val="20"/>
        </w:rPr>
        <w:t>je suis anticlérical</w:t>
      </w:r>
      <w:r w:rsidRPr="00A4769E">
        <w:rPr>
          <w:szCs w:val="20"/>
        </w:rPr>
        <w:t xml:space="preserve">. </w:t>
      </w:r>
      <w:r w:rsidR="001B73FA" w:rsidRPr="001B73FA">
        <w:rPr>
          <w:szCs w:val="20"/>
        </w:rPr>
        <w:t>Soufflez les bougies</w:t>
      </w:r>
      <w:r w:rsidRPr="00A4769E">
        <w:rPr>
          <w:szCs w:val="20"/>
        </w:rPr>
        <w:t xml:space="preserve">, </w:t>
      </w:r>
      <w:r w:rsidR="001B73FA" w:rsidRPr="001B73FA">
        <w:rPr>
          <w:szCs w:val="20"/>
        </w:rPr>
        <w:t>mon jeune ami</w:t>
      </w:r>
      <w:r w:rsidRPr="00A4769E">
        <w:rPr>
          <w:szCs w:val="20"/>
        </w:rPr>
        <w:t xml:space="preserve">, </w:t>
      </w:r>
      <w:r w:rsidR="001B73FA" w:rsidRPr="001B73FA">
        <w:rPr>
          <w:szCs w:val="20"/>
        </w:rPr>
        <w:t>et restons dans l</w:t>
      </w:r>
      <w:r w:rsidRPr="00A4769E">
        <w:rPr>
          <w:szCs w:val="20"/>
        </w:rPr>
        <w:t>’</w:t>
      </w:r>
      <w:r w:rsidR="001B73FA" w:rsidRPr="001B73FA">
        <w:rPr>
          <w:szCs w:val="20"/>
        </w:rPr>
        <w:t>ombre</w:t>
      </w:r>
      <w:r w:rsidRPr="00A4769E">
        <w:rPr>
          <w:szCs w:val="20"/>
        </w:rPr>
        <w:t>.</w:t>
      </w:r>
      <w:r w:rsidRPr="00A4769E">
        <w:rPr>
          <w:szCs w:val="20"/>
        </w:rPr>
        <w:t> »</w:t>
      </w:r>
    </w:p>
    <w:p w14:paraId="3E019906" w14:textId="77777777" w:rsidR="00462692" w:rsidRPr="00A4769E" w:rsidRDefault="001B73FA" w:rsidP="001B73FA">
      <w:pPr>
        <w:rPr>
          <w:szCs w:val="20"/>
        </w:rPr>
      </w:pPr>
      <w:r w:rsidRPr="001B73FA">
        <w:rPr>
          <w:szCs w:val="20"/>
        </w:rPr>
        <w:t>Tout ceci amusa prodigieusement Angelo</w:t>
      </w:r>
      <w:r w:rsidR="00462692" w:rsidRPr="00A4769E">
        <w:rPr>
          <w:szCs w:val="20"/>
        </w:rPr>
        <w:t xml:space="preserve">. </w:t>
      </w:r>
      <w:r w:rsidRPr="001B73FA">
        <w:rPr>
          <w:szCs w:val="20"/>
        </w:rPr>
        <w:t>Il souffla les bougies</w:t>
      </w:r>
      <w:r w:rsidR="00462692" w:rsidRPr="00A4769E">
        <w:rPr>
          <w:szCs w:val="20"/>
        </w:rPr>
        <w:t xml:space="preserve">. </w:t>
      </w:r>
      <w:r w:rsidRPr="001B73FA">
        <w:rPr>
          <w:szCs w:val="20"/>
        </w:rPr>
        <w:t>Il ne pensait plus du tout à la mélancolie</w:t>
      </w:r>
      <w:r w:rsidR="00462692" w:rsidRPr="00A4769E">
        <w:rPr>
          <w:szCs w:val="20"/>
        </w:rPr>
        <w:t xml:space="preserve">. </w:t>
      </w:r>
      <w:r w:rsidRPr="001B73FA">
        <w:rPr>
          <w:szCs w:val="20"/>
        </w:rPr>
        <w:t>Il alla entrouvrir le tiroir de la commode où il tenait son poignard</w:t>
      </w:r>
      <w:r w:rsidR="00462692" w:rsidRPr="00A4769E">
        <w:rPr>
          <w:szCs w:val="20"/>
        </w:rPr>
        <w:t>. « </w:t>
      </w:r>
      <w:r w:rsidRPr="001B73FA">
        <w:rPr>
          <w:szCs w:val="20"/>
        </w:rPr>
        <w:t>Venez vous asseoir à côté de moi</w:t>
      </w:r>
      <w:r w:rsidR="00462692" w:rsidRPr="00A4769E">
        <w:rPr>
          <w:szCs w:val="20"/>
        </w:rPr>
        <w:t xml:space="preserve">, </w:t>
      </w:r>
      <w:r w:rsidRPr="001B73FA">
        <w:rPr>
          <w:szCs w:val="20"/>
        </w:rPr>
        <w:t>près de la fenêtre</w:t>
      </w:r>
      <w:r w:rsidR="00462692" w:rsidRPr="00A4769E">
        <w:rPr>
          <w:szCs w:val="20"/>
        </w:rPr>
        <w:t xml:space="preserve">. </w:t>
      </w:r>
      <w:r w:rsidRPr="001B73FA">
        <w:rPr>
          <w:szCs w:val="20"/>
        </w:rPr>
        <w:t>Si on entre et qu</w:t>
      </w:r>
      <w:r w:rsidR="00462692" w:rsidRPr="00A4769E">
        <w:rPr>
          <w:szCs w:val="20"/>
        </w:rPr>
        <w:t>’</w:t>
      </w:r>
      <w:r w:rsidRPr="001B73FA">
        <w:rPr>
          <w:szCs w:val="20"/>
        </w:rPr>
        <w:t>on vous demande qui je suis</w:t>
      </w:r>
      <w:r w:rsidR="00462692" w:rsidRPr="00A4769E">
        <w:rPr>
          <w:szCs w:val="20"/>
        </w:rPr>
        <w:t xml:space="preserve">, </w:t>
      </w:r>
      <w:r w:rsidRPr="001B73FA">
        <w:rPr>
          <w:szCs w:val="20"/>
        </w:rPr>
        <w:t>je suis un astronome de vos amis qui vous fait une causerie sur les étoiles</w:t>
      </w:r>
      <w:r w:rsidR="00462692" w:rsidRPr="00A4769E">
        <w:rPr>
          <w:szCs w:val="20"/>
        </w:rPr>
        <w:t>.</w:t>
      </w:r>
    </w:p>
    <w:p w14:paraId="5E5842E2" w14:textId="733373AF" w:rsidR="00462692" w:rsidRPr="00A4769E" w:rsidRDefault="00462692" w:rsidP="001B73FA">
      <w:pPr>
        <w:rPr>
          <w:szCs w:val="20"/>
        </w:rPr>
      </w:pPr>
      <w:r w:rsidRPr="00A4769E">
        <w:rPr>
          <w:szCs w:val="20"/>
        </w:rPr>
        <w:t>— </w:t>
      </w:r>
      <w:r w:rsidR="001B73FA" w:rsidRPr="001B73FA">
        <w:rPr>
          <w:szCs w:val="20"/>
        </w:rPr>
        <w:t>Personne n</w:t>
      </w:r>
      <w:r w:rsidRPr="00A4769E">
        <w:rPr>
          <w:szCs w:val="20"/>
        </w:rPr>
        <w:t>’</w:t>
      </w:r>
      <w:r w:rsidR="001B73FA" w:rsidRPr="001B73FA">
        <w:rPr>
          <w:szCs w:val="20"/>
        </w:rPr>
        <w:t>entre chez moi pour me poser des questions</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et d</w:t>
      </w:r>
      <w:r w:rsidRPr="00A4769E">
        <w:rPr>
          <w:szCs w:val="20"/>
        </w:rPr>
        <w:t>’</w:t>
      </w:r>
      <w:r w:rsidR="001B73FA" w:rsidRPr="001B73FA">
        <w:rPr>
          <w:szCs w:val="20"/>
        </w:rPr>
        <w:t>ailleurs il n</w:t>
      </w:r>
      <w:r w:rsidRPr="00A4769E">
        <w:rPr>
          <w:szCs w:val="20"/>
        </w:rPr>
        <w:t>’</w:t>
      </w:r>
      <w:r w:rsidR="001B73FA" w:rsidRPr="001B73FA">
        <w:rPr>
          <w:szCs w:val="20"/>
        </w:rPr>
        <w:t>y a pas d</w:t>
      </w:r>
      <w:r w:rsidRPr="00A4769E">
        <w:rPr>
          <w:szCs w:val="20"/>
        </w:rPr>
        <w:t>’</w:t>
      </w:r>
      <w:r w:rsidR="001B73FA" w:rsidRPr="001B73FA">
        <w:rPr>
          <w:szCs w:val="20"/>
        </w:rPr>
        <w:t>étoiles</w:t>
      </w:r>
      <w:r w:rsidRPr="00A4769E">
        <w:rPr>
          <w:szCs w:val="20"/>
        </w:rPr>
        <w:t xml:space="preserve">, </w:t>
      </w:r>
      <w:r w:rsidR="001B73FA" w:rsidRPr="001B73FA">
        <w:rPr>
          <w:szCs w:val="20"/>
        </w:rPr>
        <w:t>le ciel est couvert et il va pleuvoir</w:t>
      </w:r>
      <w:r w:rsidRPr="00A4769E">
        <w:rPr>
          <w:szCs w:val="20"/>
        </w:rPr>
        <w:t>.</w:t>
      </w:r>
    </w:p>
    <w:p w14:paraId="7B0AD1C8" w14:textId="18C68BE9" w:rsidR="00462692" w:rsidRPr="00A4769E" w:rsidRDefault="00462692" w:rsidP="001B73FA">
      <w:pPr>
        <w:rPr>
          <w:szCs w:val="20"/>
        </w:rPr>
      </w:pPr>
      <w:r w:rsidRPr="00A4769E">
        <w:rPr>
          <w:szCs w:val="20"/>
        </w:rPr>
        <w:t>— </w:t>
      </w:r>
      <w:r w:rsidR="001B73FA" w:rsidRPr="001B73FA">
        <w:rPr>
          <w:szCs w:val="20"/>
        </w:rPr>
        <w:t>Je vous avais sous-estimé</w:t>
      </w:r>
      <w:r w:rsidRPr="00A4769E">
        <w:rPr>
          <w:szCs w:val="20"/>
        </w:rPr>
        <w:t xml:space="preserve">, </w:t>
      </w:r>
      <w:r w:rsidR="001B73FA" w:rsidRPr="001B73FA">
        <w:rPr>
          <w:szCs w:val="20"/>
        </w:rPr>
        <w:t>dit l</w:t>
      </w:r>
      <w:r w:rsidRPr="00A4769E">
        <w:rPr>
          <w:szCs w:val="20"/>
        </w:rPr>
        <w:t>’</w:t>
      </w:r>
      <w:r w:rsidR="001B73FA" w:rsidRPr="001B73FA">
        <w:rPr>
          <w:szCs w:val="20"/>
        </w:rPr>
        <w:t>homme au carrick</w:t>
      </w:r>
      <w:r w:rsidRPr="00A4769E">
        <w:rPr>
          <w:szCs w:val="20"/>
        </w:rPr>
        <w:t xml:space="preserve">. </w:t>
      </w:r>
      <w:r w:rsidR="001B73FA" w:rsidRPr="001B73FA">
        <w:rPr>
          <w:szCs w:val="20"/>
        </w:rPr>
        <w:t>Judicieuses observations auxquelles il n</w:t>
      </w:r>
      <w:r w:rsidRPr="00A4769E">
        <w:rPr>
          <w:szCs w:val="20"/>
        </w:rPr>
        <w:t>’</w:t>
      </w:r>
      <w:r w:rsidR="001B73FA" w:rsidRPr="001B73FA">
        <w:rPr>
          <w:szCs w:val="20"/>
        </w:rPr>
        <w:t>y a rien à répondre</w:t>
      </w:r>
      <w:r w:rsidRPr="00A4769E">
        <w:rPr>
          <w:szCs w:val="20"/>
        </w:rPr>
        <w:t xml:space="preserve">. </w:t>
      </w:r>
      <w:r w:rsidR="001B73FA" w:rsidRPr="001B73FA">
        <w:rPr>
          <w:szCs w:val="20"/>
        </w:rPr>
        <w:t>Verriez-vous un inconvénient alors</w:t>
      </w:r>
      <w:r w:rsidRPr="00A4769E">
        <w:rPr>
          <w:szCs w:val="20"/>
        </w:rPr>
        <w:t xml:space="preserve">, </w:t>
      </w:r>
      <w:r w:rsidR="001B73FA" w:rsidRPr="001B73FA">
        <w:rPr>
          <w:szCs w:val="20"/>
        </w:rPr>
        <w:t>à ce qu</w:t>
      </w:r>
      <w:r w:rsidRPr="00A4769E">
        <w:rPr>
          <w:szCs w:val="20"/>
        </w:rPr>
        <w:t>’</w:t>
      </w:r>
      <w:r w:rsidR="001B73FA" w:rsidRPr="001B73FA">
        <w:rPr>
          <w:szCs w:val="20"/>
        </w:rPr>
        <w:t>au cours de notre conversation</w:t>
      </w:r>
      <w:r w:rsidRPr="00A4769E">
        <w:rPr>
          <w:szCs w:val="20"/>
        </w:rPr>
        <w:t xml:space="preserve">, </w:t>
      </w:r>
      <w:r w:rsidR="001B73FA" w:rsidRPr="001B73FA">
        <w:rPr>
          <w:szCs w:val="20"/>
        </w:rPr>
        <w:t>tout en restant en bonne compagnie</w:t>
      </w:r>
      <w:r w:rsidRPr="00A4769E">
        <w:rPr>
          <w:szCs w:val="20"/>
        </w:rPr>
        <w:t xml:space="preserve">, </w:t>
      </w:r>
      <w:r w:rsidR="001B73FA" w:rsidRPr="001B73FA">
        <w:rPr>
          <w:szCs w:val="20"/>
        </w:rPr>
        <w:t>je jette quelques coups d</w:t>
      </w:r>
      <w:r w:rsidRPr="00A4769E">
        <w:rPr>
          <w:szCs w:val="20"/>
        </w:rPr>
        <w:t>’œ</w:t>
      </w:r>
      <w:r w:rsidR="001B73FA" w:rsidRPr="001B73FA">
        <w:rPr>
          <w:szCs w:val="20"/>
        </w:rPr>
        <w:t>il sur cette fenêtre épiscopale qui m</w:t>
      </w:r>
      <w:r w:rsidRPr="00A4769E">
        <w:rPr>
          <w:szCs w:val="20"/>
        </w:rPr>
        <w:t>’</w:t>
      </w:r>
      <w:r w:rsidR="001B73FA" w:rsidRPr="001B73FA">
        <w:rPr>
          <w:szCs w:val="20"/>
        </w:rPr>
        <w:t>intrigue</w:t>
      </w:r>
      <w:r w:rsidRPr="00A4769E">
        <w:rPr>
          <w:szCs w:val="20"/>
        </w:rPr>
        <w:t> ?</w:t>
      </w:r>
    </w:p>
    <w:p w14:paraId="691EE542" w14:textId="6C787E74" w:rsidR="00462692" w:rsidRPr="00A4769E" w:rsidRDefault="00462692" w:rsidP="001B73FA">
      <w:pPr>
        <w:rPr>
          <w:szCs w:val="20"/>
        </w:rPr>
      </w:pPr>
      <w:r w:rsidRPr="00A4769E">
        <w:rPr>
          <w:szCs w:val="20"/>
        </w:rPr>
        <w:t>— </w:t>
      </w:r>
      <w:r w:rsidR="001B73FA" w:rsidRPr="001B73FA">
        <w:rPr>
          <w:szCs w:val="20"/>
        </w:rPr>
        <w:t>Vous êtes mon hôte</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et je vous ai en assez grande estime pour être assuré que vous ne ferez ici rien de déshonorant</w:t>
      </w:r>
      <w:r w:rsidRPr="00A4769E">
        <w:rPr>
          <w:szCs w:val="20"/>
        </w:rPr>
        <w:t>.</w:t>
      </w:r>
    </w:p>
    <w:p w14:paraId="614DFBB4" w14:textId="47049E17" w:rsidR="00462692" w:rsidRPr="00A4769E" w:rsidRDefault="00462692" w:rsidP="001B73FA">
      <w:pPr>
        <w:rPr>
          <w:szCs w:val="20"/>
        </w:rPr>
      </w:pPr>
      <w:r w:rsidRPr="00A4769E">
        <w:rPr>
          <w:szCs w:val="20"/>
        </w:rPr>
        <w:t>— </w:t>
      </w:r>
      <w:r w:rsidR="001B73FA" w:rsidRPr="001B73FA">
        <w:rPr>
          <w:szCs w:val="20"/>
        </w:rPr>
        <w:t>Un cierge devant le portrait de votre mère qui vous a si bien élevé</w:t>
      </w:r>
      <w:r w:rsidRPr="00A4769E">
        <w:rPr>
          <w:szCs w:val="20"/>
        </w:rPr>
        <w:t xml:space="preserve">. </w:t>
      </w:r>
      <w:r w:rsidR="001B73FA" w:rsidRPr="001B73FA">
        <w:rPr>
          <w:szCs w:val="20"/>
        </w:rPr>
        <w:t>Sans parler de la noblesse native</w:t>
      </w:r>
      <w:r w:rsidRPr="00A4769E">
        <w:rPr>
          <w:szCs w:val="20"/>
        </w:rPr>
        <w:t xml:space="preserve">. </w:t>
      </w:r>
      <w:r w:rsidR="001B73FA" w:rsidRPr="001B73FA">
        <w:rPr>
          <w:szCs w:val="20"/>
        </w:rPr>
        <w:t>Déshonorant est une merveille</w:t>
      </w:r>
      <w:r w:rsidRPr="00A4769E">
        <w:rPr>
          <w:szCs w:val="20"/>
        </w:rPr>
        <w:t xml:space="preserve">. </w:t>
      </w:r>
      <w:r w:rsidR="001B73FA" w:rsidRPr="001B73FA">
        <w:rPr>
          <w:szCs w:val="20"/>
        </w:rPr>
        <w:t>Vous êtes une hermine</w:t>
      </w:r>
      <w:r w:rsidRPr="00A4769E">
        <w:rPr>
          <w:szCs w:val="20"/>
        </w:rPr>
        <w:t xml:space="preserve">. </w:t>
      </w:r>
      <w:r w:rsidR="001B73FA" w:rsidRPr="001B73FA">
        <w:rPr>
          <w:szCs w:val="20"/>
        </w:rPr>
        <w:t>Et maintenant</w:t>
      </w:r>
      <w:r w:rsidRPr="00A4769E">
        <w:rPr>
          <w:szCs w:val="20"/>
        </w:rPr>
        <w:t xml:space="preserve">, </w:t>
      </w:r>
      <w:r w:rsidR="001B73FA" w:rsidRPr="001B73FA">
        <w:rPr>
          <w:szCs w:val="20"/>
        </w:rPr>
        <w:t>au c</w:t>
      </w:r>
      <w:r w:rsidRPr="00A4769E">
        <w:rPr>
          <w:szCs w:val="20"/>
        </w:rPr>
        <w:t>œ</w:t>
      </w:r>
      <w:r w:rsidR="001B73FA" w:rsidRPr="001B73FA">
        <w:rPr>
          <w:szCs w:val="20"/>
        </w:rPr>
        <w:t>ur du sujet</w:t>
      </w:r>
      <w:r w:rsidRPr="00A4769E">
        <w:rPr>
          <w:szCs w:val="20"/>
        </w:rPr>
        <w:t xml:space="preserve"> : </w:t>
      </w:r>
      <w:r w:rsidR="001B73FA" w:rsidRPr="001B73FA">
        <w:rPr>
          <w:szCs w:val="20"/>
        </w:rPr>
        <w:t>avez-vous vu le vieux loup</w:t>
      </w:r>
      <w:r w:rsidRPr="00A4769E">
        <w:rPr>
          <w:szCs w:val="20"/>
        </w:rPr>
        <w:t> ?</w:t>
      </w:r>
    </w:p>
    <w:p w14:paraId="07BE035B" w14:textId="63E591E8" w:rsidR="00462692" w:rsidRPr="00A4769E" w:rsidRDefault="00462692" w:rsidP="001B73FA">
      <w:pPr>
        <w:rPr>
          <w:szCs w:val="20"/>
        </w:rPr>
      </w:pPr>
      <w:r w:rsidRPr="00A4769E">
        <w:rPr>
          <w:szCs w:val="20"/>
        </w:rPr>
        <w:t>— </w:t>
      </w:r>
      <w:r w:rsidR="001B73FA" w:rsidRPr="001B73FA">
        <w:rPr>
          <w:szCs w:val="20"/>
        </w:rPr>
        <w:t>De quel loup s</w:t>
      </w:r>
      <w:r w:rsidRPr="00A4769E">
        <w:rPr>
          <w:szCs w:val="20"/>
        </w:rPr>
        <w:t>’</w:t>
      </w:r>
      <w:r w:rsidR="001B73FA" w:rsidRPr="001B73FA">
        <w:rPr>
          <w:szCs w:val="20"/>
        </w:rPr>
        <w:t>agit-il</w:t>
      </w:r>
      <w:r w:rsidRPr="00A4769E">
        <w:rPr>
          <w:szCs w:val="20"/>
        </w:rPr>
        <w:t> ?</w:t>
      </w:r>
    </w:p>
    <w:p w14:paraId="1F93812B" w14:textId="0824D510" w:rsidR="00462692" w:rsidRPr="00A4769E" w:rsidRDefault="00462692" w:rsidP="001B73FA">
      <w:pPr>
        <w:rPr>
          <w:szCs w:val="20"/>
        </w:rPr>
      </w:pPr>
      <w:r w:rsidRPr="00A4769E">
        <w:rPr>
          <w:szCs w:val="20"/>
        </w:rPr>
        <w:lastRenderedPageBreak/>
        <w:t>— </w:t>
      </w:r>
      <w:r w:rsidR="001B73FA" w:rsidRPr="001B73FA">
        <w:rPr>
          <w:szCs w:val="20"/>
        </w:rPr>
        <w:t>Allons</w:t>
      </w:r>
      <w:r w:rsidRPr="00A4769E">
        <w:rPr>
          <w:szCs w:val="20"/>
        </w:rPr>
        <w:t xml:space="preserve">, </w:t>
      </w:r>
      <w:r w:rsidR="001B73FA" w:rsidRPr="001B73FA">
        <w:rPr>
          <w:szCs w:val="20"/>
        </w:rPr>
        <w:t>dites-moi comment vous avez remis cette femme agaçante à sa famille et je vous montrerai le loup au passage</w:t>
      </w:r>
      <w:r w:rsidRPr="00A4769E">
        <w:rPr>
          <w:szCs w:val="20"/>
        </w:rPr>
        <w:t>.</w:t>
      </w:r>
    </w:p>
    <w:p w14:paraId="78CF108E" w14:textId="214EFA60" w:rsidR="00462692" w:rsidRPr="00A4769E" w:rsidRDefault="00462692" w:rsidP="001B73FA">
      <w:pPr>
        <w:rPr>
          <w:szCs w:val="20"/>
        </w:rPr>
      </w:pPr>
      <w:r w:rsidRPr="00A4769E">
        <w:rPr>
          <w:szCs w:val="20"/>
        </w:rPr>
        <w:t>— </w:t>
      </w:r>
      <w:r w:rsidR="001B73FA" w:rsidRPr="001B73FA">
        <w:rPr>
          <w:szCs w:val="20"/>
        </w:rPr>
        <w:t>Est-ce de la Marquise que vous voulez parler</w:t>
      </w:r>
      <w:r w:rsidRPr="00A4769E">
        <w:rPr>
          <w:szCs w:val="20"/>
        </w:rPr>
        <w:t> ?</w:t>
      </w:r>
    </w:p>
    <w:p w14:paraId="3ABB11CB" w14:textId="3EA41ADA" w:rsidR="00462692" w:rsidRPr="00A4769E" w:rsidRDefault="00462692" w:rsidP="001B73FA">
      <w:pPr>
        <w:rPr>
          <w:szCs w:val="20"/>
        </w:rPr>
      </w:pPr>
      <w:r w:rsidRPr="00A4769E">
        <w:rPr>
          <w:szCs w:val="20"/>
        </w:rPr>
        <w:t>— </w:t>
      </w:r>
      <w:r w:rsidR="001B73FA" w:rsidRPr="001B73FA">
        <w:rPr>
          <w:szCs w:val="20"/>
        </w:rPr>
        <w:t>D</w:t>
      </w:r>
      <w:r w:rsidRPr="00A4769E">
        <w:rPr>
          <w:szCs w:val="20"/>
        </w:rPr>
        <w:t>’</w:t>
      </w:r>
      <w:r w:rsidR="001B73FA" w:rsidRPr="001B73FA">
        <w:rPr>
          <w:szCs w:val="20"/>
        </w:rPr>
        <w:t>elle-même</w:t>
      </w:r>
      <w:r w:rsidRPr="00A4769E">
        <w:rPr>
          <w:szCs w:val="20"/>
        </w:rPr>
        <w:t xml:space="preserve">, </w:t>
      </w:r>
      <w:r w:rsidR="001B73FA" w:rsidRPr="001B73FA">
        <w:rPr>
          <w:szCs w:val="20"/>
        </w:rPr>
        <w:t>et de son frère</w:t>
      </w:r>
      <w:r w:rsidRPr="00A4769E">
        <w:rPr>
          <w:szCs w:val="20"/>
        </w:rPr>
        <w:t>.</w:t>
      </w:r>
    </w:p>
    <w:p w14:paraId="35A67C7A" w14:textId="27B956F0" w:rsidR="00462692" w:rsidRPr="00A4769E" w:rsidRDefault="00462692" w:rsidP="001B73FA">
      <w:pPr>
        <w:rPr>
          <w:szCs w:val="20"/>
        </w:rPr>
      </w:pPr>
      <w:r w:rsidRPr="00A4769E">
        <w:rPr>
          <w:szCs w:val="20"/>
        </w:rPr>
        <w:t>— </w:t>
      </w:r>
      <w:r w:rsidR="001B73FA" w:rsidRPr="001B73FA">
        <w:rPr>
          <w:szCs w:val="20"/>
        </w:rPr>
        <w:t>Ils ont été fort aimables</w:t>
      </w:r>
      <w:r w:rsidRPr="00A4769E">
        <w:rPr>
          <w:szCs w:val="20"/>
        </w:rPr>
        <w:t>. »</w:t>
      </w:r>
      <w:r w:rsidR="001B73FA" w:rsidRPr="001B73FA">
        <w:rPr>
          <w:szCs w:val="20"/>
        </w:rPr>
        <w:t xml:space="preserve"> Angelo fit un récit circonstancié de ses démêlés avec le cocher</w:t>
      </w:r>
      <w:r w:rsidRPr="00A4769E">
        <w:rPr>
          <w:szCs w:val="20"/>
        </w:rPr>
        <w:t xml:space="preserve">, </w:t>
      </w:r>
      <w:r w:rsidR="001B73FA" w:rsidRPr="001B73FA">
        <w:rPr>
          <w:szCs w:val="20"/>
        </w:rPr>
        <w:t>de l</w:t>
      </w:r>
      <w:r w:rsidRPr="00A4769E">
        <w:rPr>
          <w:szCs w:val="20"/>
        </w:rPr>
        <w:t>’</w:t>
      </w:r>
      <w:r w:rsidR="001B73FA" w:rsidRPr="001B73FA">
        <w:rPr>
          <w:szCs w:val="20"/>
        </w:rPr>
        <w:t>agréable malentendu de l</w:t>
      </w:r>
      <w:r w:rsidRPr="00A4769E">
        <w:rPr>
          <w:szCs w:val="20"/>
        </w:rPr>
        <w:t>’</w:t>
      </w:r>
      <w:r w:rsidR="001B73FA" w:rsidRPr="001B73FA">
        <w:rPr>
          <w:szCs w:val="20"/>
        </w:rPr>
        <w:t>auberge</w:t>
      </w:r>
      <w:r w:rsidRPr="00A4769E">
        <w:rPr>
          <w:szCs w:val="20"/>
        </w:rPr>
        <w:t xml:space="preserve">, </w:t>
      </w:r>
      <w:r w:rsidR="001B73FA" w:rsidRPr="001B73FA">
        <w:rPr>
          <w:szCs w:val="20"/>
        </w:rPr>
        <w:t>de la réception</w:t>
      </w:r>
      <w:r w:rsidRPr="00A4769E">
        <w:rPr>
          <w:szCs w:val="20"/>
        </w:rPr>
        <w:t xml:space="preserve"> </w:t>
      </w:r>
      <w:r w:rsidR="001B73FA" w:rsidRPr="001B73FA">
        <w:rPr>
          <w:szCs w:val="20"/>
        </w:rPr>
        <w:t>d</w:t>
      </w:r>
      <w:r w:rsidRPr="00A4769E">
        <w:rPr>
          <w:szCs w:val="20"/>
        </w:rPr>
        <w:t>’</w:t>
      </w:r>
      <w:r w:rsidR="001B73FA" w:rsidRPr="001B73FA">
        <w:rPr>
          <w:szCs w:val="20"/>
        </w:rPr>
        <w:t>après-midi au château</w:t>
      </w:r>
      <w:r w:rsidRPr="00A4769E">
        <w:rPr>
          <w:szCs w:val="20"/>
        </w:rPr>
        <w:t>. « </w:t>
      </w:r>
      <w:r w:rsidR="001B73FA" w:rsidRPr="001B73FA">
        <w:rPr>
          <w:szCs w:val="20"/>
        </w:rPr>
        <w:t>Vous êtes un étourdi</w:t>
      </w:r>
      <w:r w:rsidRPr="00A4769E">
        <w:rPr>
          <w:szCs w:val="20"/>
        </w:rPr>
        <w:t xml:space="preserve">, </w:t>
      </w:r>
      <w:r w:rsidR="001B73FA" w:rsidRPr="001B73FA">
        <w:rPr>
          <w:szCs w:val="20"/>
        </w:rPr>
        <w:t>dit l</w:t>
      </w:r>
      <w:r w:rsidRPr="00A4769E">
        <w:rPr>
          <w:szCs w:val="20"/>
        </w:rPr>
        <w:t>’</w:t>
      </w:r>
      <w:r w:rsidR="001B73FA" w:rsidRPr="001B73FA">
        <w:rPr>
          <w:szCs w:val="20"/>
        </w:rPr>
        <w:t>homme au carrick</w:t>
      </w:r>
      <w:r w:rsidRPr="00A4769E">
        <w:rPr>
          <w:szCs w:val="20"/>
        </w:rPr>
        <w:t xml:space="preserve">. </w:t>
      </w:r>
      <w:r w:rsidR="001B73FA" w:rsidRPr="001B73FA">
        <w:rPr>
          <w:szCs w:val="20"/>
        </w:rPr>
        <w:t>Vous n</w:t>
      </w:r>
      <w:r w:rsidRPr="00A4769E">
        <w:rPr>
          <w:szCs w:val="20"/>
        </w:rPr>
        <w:t>’</w:t>
      </w:r>
      <w:r w:rsidR="001B73FA" w:rsidRPr="001B73FA">
        <w:rPr>
          <w:szCs w:val="20"/>
        </w:rPr>
        <w:t>avez pas fait ce que je vous avais recommandé de faire</w:t>
      </w:r>
      <w:r w:rsidRPr="00A4769E">
        <w:rPr>
          <w:szCs w:val="20"/>
        </w:rPr>
        <w:t xml:space="preserve">. </w:t>
      </w:r>
      <w:r w:rsidR="001B73FA" w:rsidRPr="001B73FA">
        <w:rPr>
          <w:szCs w:val="20"/>
        </w:rPr>
        <w:t>Je vous avais dit</w:t>
      </w:r>
      <w:r w:rsidRPr="00A4769E">
        <w:rPr>
          <w:szCs w:val="20"/>
        </w:rPr>
        <w:t xml:space="preserve"> : </w:t>
      </w:r>
      <w:r w:rsidR="001B73FA" w:rsidRPr="001B73FA">
        <w:rPr>
          <w:szCs w:val="20"/>
        </w:rPr>
        <w:t>“Ne laissez cette femme qu</w:t>
      </w:r>
      <w:r w:rsidRPr="00A4769E">
        <w:rPr>
          <w:szCs w:val="20"/>
        </w:rPr>
        <w:t>’</w:t>
      </w:r>
      <w:r w:rsidR="001B73FA" w:rsidRPr="001B73FA">
        <w:rPr>
          <w:szCs w:val="20"/>
        </w:rPr>
        <w:t>à la porte de sa maison</w:t>
      </w:r>
      <w:r w:rsidRPr="00A4769E">
        <w:rPr>
          <w:szCs w:val="20"/>
        </w:rPr>
        <w:t>.</w:t>
      </w:r>
      <w:r w:rsidRPr="00A4769E">
        <w:rPr>
          <w:szCs w:val="20"/>
        </w:rPr>
        <w:t>”</w:t>
      </w:r>
      <w:r w:rsidR="001B73FA" w:rsidRPr="001B73FA">
        <w:rPr>
          <w:szCs w:val="20"/>
        </w:rPr>
        <w:t xml:space="preserve"> Je parle toujours pour dire quelque chose de précis</w:t>
      </w:r>
      <w:r w:rsidRPr="00A4769E">
        <w:rPr>
          <w:szCs w:val="20"/>
        </w:rPr>
        <w:t xml:space="preserve">. </w:t>
      </w:r>
      <w:r w:rsidR="001B73FA" w:rsidRPr="001B73FA">
        <w:rPr>
          <w:szCs w:val="20"/>
        </w:rPr>
        <w:t>Il ne fallait pas se laisser déposer à l</w:t>
      </w:r>
      <w:r w:rsidRPr="00A4769E">
        <w:rPr>
          <w:szCs w:val="20"/>
        </w:rPr>
        <w:t>’</w:t>
      </w:r>
      <w:r w:rsidR="001B73FA" w:rsidRPr="001B73FA">
        <w:rPr>
          <w:szCs w:val="20"/>
        </w:rPr>
        <w:t>auberge</w:t>
      </w:r>
      <w:r w:rsidRPr="00A4769E">
        <w:rPr>
          <w:szCs w:val="20"/>
        </w:rPr>
        <w:t xml:space="preserve">. </w:t>
      </w:r>
      <w:r w:rsidR="001B73FA" w:rsidRPr="001B73FA">
        <w:rPr>
          <w:szCs w:val="20"/>
        </w:rPr>
        <w:t>La porte de sa maison était là-haut sur la terrasse</w:t>
      </w:r>
      <w:r w:rsidRPr="00A4769E">
        <w:rPr>
          <w:szCs w:val="20"/>
        </w:rPr>
        <w:t xml:space="preserve">. </w:t>
      </w:r>
      <w:r w:rsidR="001B73FA" w:rsidRPr="001B73FA">
        <w:rPr>
          <w:szCs w:val="20"/>
        </w:rPr>
        <w:t>C</w:t>
      </w:r>
      <w:r w:rsidRPr="00A4769E">
        <w:rPr>
          <w:szCs w:val="20"/>
        </w:rPr>
        <w:t>’</w:t>
      </w:r>
      <w:r w:rsidR="001B73FA" w:rsidRPr="001B73FA">
        <w:rPr>
          <w:szCs w:val="20"/>
        </w:rPr>
        <w:t>est là qu</w:t>
      </w:r>
      <w:r w:rsidRPr="00A4769E">
        <w:rPr>
          <w:szCs w:val="20"/>
        </w:rPr>
        <w:t>’</w:t>
      </w:r>
      <w:r w:rsidR="001B73FA" w:rsidRPr="001B73FA">
        <w:rPr>
          <w:szCs w:val="20"/>
        </w:rPr>
        <w:t>il fallait aller</w:t>
      </w:r>
      <w:r w:rsidRPr="00A4769E">
        <w:rPr>
          <w:szCs w:val="20"/>
        </w:rPr>
        <w:t xml:space="preserve">. </w:t>
      </w:r>
      <w:r w:rsidR="001B73FA" w:rsidRPr="001B73FA">
        <w:rPr>
          <w:szCs w:val="20"/>
        </w:rPr>
        <w:t>Il fallait l</w:t>
      </w:r>
      <w:r w:rsidRPr="00A4769E">
        <w:rPr>
          <w:szCs w:val="20"/>
        </w:rPr>
        <w:t>’</w:t>
      </w:r>
      <w:r w:rsidR="001B73FA" w:rsidRPr="001B73FA">
        <w:rPr>
          <w:szCs w:val="20"/>
        </w:rPr>
        <w:t>amener jusqu</w:t>
      </w:r>
      <w:r w:rsidRPr="00A4769E">
        <w:rPr>
          <w:szCs w:val="20"/>
        </w:rPr>
        <w:t>’</w:t>
      </w:r>
      <w:r w:rsidR="001B73FA" w:rsidRPr="001B73FA">
        <w:rPr>
          <w:szCs w:val="20"/>
        </w:rPr>
        <w:t>à la porte et dire au laquais avec cette habitude du commandement dont je croyais un colonel abondamment pourvu</w:t>
      </w:r>
      <w:r w:rsidRPr="00A4769E">
        <w:rPr>
          <w:szCs w:val="20"/>
        </w:rPr>
        <w:t xml:space="preserve"> : </w:t>
      </w:r>
      <w:r w:rsidR="001B73FA" w:rsidRPr="001B73FA">
        <w:rPr>
          <w:szCs w:val="20"/>
        </w:rPr>
        <w:t>“</w:t>
      </w:r>
      <w:r w:rsidR="001B73FA" w:rsidRPr="001B73FA">
        <w:rPr>
          <w:szCs w:val="20"/>
        </w:rPr>
        <w:t>Je désire remettre Madame en mains propres à son frère</w:t>
      </w:r>
      <w:r w:rsidRPr="00A4769E">
        <w:rPr>
          <w:szCs w:val="20"/>
        </w:rPr>
        <w:t>.</w:t>
      </w:r>
      <w:r w:rsidRPr="00A4769E">
        <w:rPr>
          <w:szCs w:val="20"/>
        </w:rPr>
        <w:t>”</w:t>
      </w:r>
      <w:r w:rsidR="001B73FA" w:rsidRPr="001B73FA">
        <w:rPr>
          <w:szCs w:val="20"/>
        </w:rPr>
        <w:t xml:space="preserve"> Enfin</w:t>
      </w:r>
      <w:r w:rsidRPr="00A4769E">
        <w:rPr>
          <w:szCs w:val="20"/>
        </w:rPr>
        <w:t xml:space="preserve">, </w:t>
      </w:r>
      <w:r w:rsidR="001B73FA" w:rsidRPr="001B73FA">
        <w:rPr>
          <w:szCs w:val="20"/>
        </w:rPr>
        <w:t>une de ces phrases de grand air qui</w:t>
      </w:r>
      <w:r w:rsidRPr="00A4769E">
        <w:rPr>
          <w:szCs w:val="20"/>
        </w:rPr>
        <w:t xml:space="preserve">, </w:t>
      </w:r>
      <w:r w:rsidR="001B73FA" w:rsidRPr="001B73FA">
        <w:rPr>
          <w:szCs w:val="20"/>
        </w:rPr>
        <w:t>dite en pleine nuit</w:t>
      </w:r>
      <w:r w:rsidRPr="00A4769E">
        <w:rPr>
          <w:szCs w:val="20"/>
        </w:rPr>
        <w:t xml:space="preserve">, </w:t>
      </w:r>
      <w:r w:rsidR="001B73FA" w:rsidRPr="001B73FA">
        <w:rPr>
          <w:szCs w:val="20"/>
        </w:rPr>
        <w:t>au seuil d</w:t>
      </w:r>
      <w:r w:rsidRPr="00A4769E">
        <w:rPr>
          <w:szCs w:val="20"/>
        </w:rPr>
        <w:t>’</w:t>
      </w:r>
      <w:r w:rsidR="001B73FA" w:rsidRPr="001B73FA">
        <w:rPr>
          <w:szCs w:val="20"/>
        </w:rPr>
        <w:t>un parc</w:t>
      </w:r>
      <w:r w:rsidRPr="00A4769E">
        <w:rPr>
          <w:szCs w:val="20"/>
        </w:rPr>
        <w:t xml:space="preserve">, </w:t>
      </w:r>
      <w:r w:rsidR="001B73FA" w:rsidRPr="001B73FA">
        <w:rPr>
          <w:szCs w:val="20"/>
        </w:rPr>
        <w:t>par un homme de votre qualité</w:t>
      </w:r>
      <w:r w:rsidRPr="00A4769E">
        <w:rPr>
          <w:szCs w:val="20"/>
        </w:rPr>
        <w:t xml:space="preserve">, </w:t>
      </w:r>
      <w:r w:rsidR="001B73FA" w:rsidRPr="001B73FA">
        <w:rPr>
          <w:szCs w:val="20"/>
        </w:rPr>
        <w:t>à un laquais endormi et très ennuyé</w:t>
      </w:r>
      <w:r w:rsidRPr="00A4769E">
        <w:rPr>
          <w:szCs w:val="20"/>
        </w:rPr>
        <w:t xml:space="preserve">, </w:t>
      </w:r>
      <w:r w:rsidR="001B73FA" w:rsidRPr="001B73FA">
        <w:rPr>
          <w:szCs w:val="20"/>
        </w:rPr>
        <w:t>aurait produit les effets que j</w:t>
      </w:r>
      <w:r w:rsidRPr="00A4769E">
        <w:rPr>
          <w:szCs w:val="20"/>
        </w:rPr>
        <w:t>’</w:t>
      </w:r>
      <w:r w:rsidR="001B73FA" w:rsidRPr="001B73FA">
        <w:rPr>
          <w:szCs w:val="20"/>
        </w:rPr>
        <w:t>escomptais et que vous m</w:t>
      </w:r>
      <w:r w:rsidRPr="00A4769E">
        <w:rPr>
          <w:szCs w:val="20"/>
        </w:rPr>
        <w:t>’</w:t>
      </w:r>
      <w:r w:rsidR="001B73FA" w:rsidRPr="001B73FA">
        <w:rPr>
          <w:szCs w:val="20"/>
        </w:rPr>
        <w:t>auriez soigneusement rapportés aujourd</w:t>
      </w:r>
      <w:r w:rsidRPr="00A4769E">
        <w:rPr>
          <w:szCs w:val="20"/>
        </w:rPr>
        <w:t>’</w:t>
      </w:r>
      <w:r w:rsidR="001B73FA" w:rsidRPr="001B73FA">
        <w:rPr>
          <w:szCs w:val="20"/>
        </w:rPr>
        <w:t>hui</w:t>
      </w:r>
      <w:r w:rsidRPr="00A4769E">
        <w:rPr>
          <w:szCs w:val="20"/>
        </w:rPr>
        <w:t xml:space="preserve">. </w:t>
      </w:r>
      <w:r w:rsidR="001B73FA" w:rsidRPr="001B73FA">
        <w:rPr>
          <w:szCs w:val="20"/>
        </w:rPr>
        <w:t>Je n</w:t>
      </w:r>
      <w:r w:rsidRPr="00A4769E">
        <w:rPr>
          <w:szCs w:val="20"/>
        </w:rPr>
        <w:t>’</w:t>
      </w:r>
      <w:r w:rsidR="001B73FA" w:rsidRPr="001B73FA">
        <w:rPr>
          <w:szCs w:val="20"/>
        </w:rPr>
        <w:t>ai pas eu le temps de tout vous expliquer sous l</w:t>
      </w:r>
      <w:r w:rsidRPr="00A4769E">
        <w:rPr>
          <w:szCs w:val="20"/>
        </w:rPr>
        <w:t>’</w:t>
      </w:r>
      <w:r w:rsidR="001B73FA" w:rsidRPr="001B73FA">
        <w:rPr>
          <w:szCs w:val="20"/>
        </w:rPr>
        <w:t>yeuse mais je faisais fond sur votre galanterie extrême</w:t>
      </w:r>
      <w:r w:rsidRPr="00A4769E">
        <w:rPr>
          <w:szCs w:val="20"/>
        </w:rPr>
        <w:t>. »</w:t>
      </w:r>
      <w:r w:rsidR="001B73FA" w:rsidRPr="001B73FA">
        <w:rPr>
          <w:szCs w:val="20"/>
        </w:rPr>
        <w:t xml:space="preserve"> Angelo ne se fâcha pas du tout de l</w:t>
      </w:r>
      <w:r w:rsidRPr="00A4769E">
        <w:rPr>
          <w:szCs w:val="20"/>
        </w:rPr>
        <w:t>’</w:t>
      </w:r>
      <w:r w:rsidR="001B73FA" w:rsidRPr="001B73FA">
        <w:rPr>
          <w:szCs w:val="20"/>
        </w:rPr>
        <w:t>ardeur avec laquelle ces reproches étaient faits</w:t>
      </w:r>
      <w:r w:rsidRPr="00A4769E">
        <w:rPr>
          <w:szCs w:val="20"/>
        </w:rPr>
        <w:t xml:space="preserve">. </w:t>
      </w:r>
      <w:r w:rsidR="001B73FA" w:rsidRPr="001B73FA">
        <w:rPr>
          <w:szCs w:val="20"/>
        </w:rPr>
        <w:t>Il trouvait la chose plaisante</w:t>
      </w:r>
      <w:r w:rsidRPr="00A4769E">
        <w:rPr>
          <w:szCs w:val="20"/>
        </w:rPr>
        <w:t>. « </w:t>
      </w:r>
      <w:r w:rsidR="001B73FA" w:rsidRPr="001B73FA">
        <w:rPr>
          <w:szCs w:val="20"/>
        </w:rPr>
        <w:t>Quel amoureux</w:t>
      </w:r>
      <w:r w:rsidRPr="00A4769E">
        <w:rPr>
          <w:szCs w:val="20"/>
        </w:rPr>
        <w:t xml:space="preserve">, </w:t>
      </w:r>
      <w:r w:rsidR="001B73FA" w:rsidRPr="001B73FA">
        <w:rPr>
          <w:szCs w:val="20"/>
        </w:rPr>
        <w:t>se disait-il</w:t>
      </w:r>
      <w:r w:rsidRPr="00A4769E">
        <w:rPr>
          <w:szCs w:val="20"/>
        </w:rPr>
        <w:t xml:space="preserve">, </w:t>
      </w:r>
      <w:r w:rsidR="001B73FA" w:rsidRPr="001B73FA">
        <w:rPr>
          <w:szCs w:val="20"/>
        </w:rPr>
        <w:t>et à cinquante ans</w:t>
      </w:r>
      <w:r w:rsidRPr="00A4769E">
        <w:rPr>
          <w:szCs w:val="20"/>
        </w:rPr>
        <w:t xml:space="preserve">, </w:t>
      </w:r>
      <w:r w:rsidR="001B73FA" w:rsidRPr="001B73FA">
        <w:rPr>
          <w:szCs w:val="20"/>
        </w:rPr>
        <w:t>et pour une femme qui</w:t>
      </w:r>
      <w:r w:rsidRPr="00A4769E">
        <w:rPr>
          <w:szCs w:val="20"/>
        </w:rPr>
        <w:t xml:space="preserve">, </w:t>
      </w:r>
      <w:r w:rsidR="001B73FA" w:rsidRPr="001B73FA">
        <w:rPr>
          <w:szCs w:val="20"/>
        </w:rPr>
        <w:t>à plus de soixante ans</w:t>
      </w:r>
      <w:r w:rsidRPr="00A4769E">
        <w:rPr>
          <w:szCs w:val="20"/>
        </w:rPr>
        <w:t xml:space="preserve">, </w:t>
      </w:r>
      <w:r w:rsidR="001B73FA" w:rsidRPr="001B73FA">
        <w:rPr>
          <w:szCs w:val="20"/>
        </w:rPr>
        <w:t>saurait se faire respecter de l</w:t>
      </w:r>
      <w:r w:rsidRPr="00A4769E">
        <w:rPr>
          <w:szCs w:val="20"/>
        </w:rPr>
        <w:t>’</w:t>
      </w:r>
      <w:r w:rsidR="001B73FA" w:rsidRPr="001B73FA">
        <w:rPr>
          <w:szCs w:val="20"/>
        </w:rPr>
        <w:t>enfer même</w:t>
      </w:r>
      <w:r w:rsidRPr="00A4769E">
        <w:rPr>
          <w:szCs w:val="20"/>
        </w:rPr>
        <w:t>. »« </w:t>
      </w:r>
      <w:r w:rsidR="001B73FA" w:rsidRPr="001B73FA">
        <w:rPr>
          <w:szCs w:val="20"/>
        </w:rPr>
        <w:t>Je ne croyais pas</w:t>
      </w:r>
      <w:r w:rsidRPr="00A4769E">
        <w:rPr>
          <w:szCs w:val="20"/>
        </w:rPr>
        <w:t xml:space="preserve">, </w:t>
      </w:r>
      <w:r w:rsidR="001B73FA" w:rsidRPr="001B73FA">
        <w:rPr>
          <w:szCs w:val="20"/>
        </w:rPr>
        <w:t>dit-il</w:t>
      </w:r>
      <w:r w:rsidRPr="00A4769E">
        <w:rPr>
          <w:szCs w:val="20"/>
        </w:rPr>
        <w:t xml:space="preserve">, </w:t>
      </w:r>
      <w:r w:rsidR="001B73FA" w:rsidRPr="001B73FA">
        <w:rPr>
          <w:szCs w:val="20"/>
        </w:rPr>
        <w:t>que la Marquise pût courir un grand danger entre l</w:t>
      </w:r>
      <w:r w:rsidRPr="00A4769E">
        <w:rPr>
          <w:szCs w:val="20"/>
        </w:rPr>
        <w:t>’</w:t>
      </w:r>
      <w:r w:rsidR="001B73FA" w:rsidRPr="001B73FA">
        <w:rPr>
          <w:szCs w:val="20"/>
        </w:rPr>
        <w:t>auberge et le château</w:t>
      </w:r>
      <w:r w:rsidRPr="00A4769E">
        <w:rPr>
          <w:szCs w:val="20"/>
        </w:rPr>
        <w:t>.</w:t>
      </w:r>
    </w:p>
    <w:p w14:paraId="4F022518" w14:textId="7F1BF0DE" w:rsidR="00462692" w:rsidRPr="00A4769E" w:rsidRDefault="00462692" w:rsidP="001B73FA">
      <w:pPr>
        <w:rPr>
          <w:szCs w:val="20"/>
        </w:rPr>
      </w:pPr>
      <w:r w:rsidRPr="00A4769E">
        <w:rPr>
          <w:szCs w:val="20"/>
        </w:rPr>
        <w:lastRenderedPageBreak/>
        <w:t>— </w:t>
      </w:r>
      <w:r w:rsidR="001B73FA" w:rsidRPr="001B73FA">
        <w:rPr>
          <w:szCs w:val="20"/>
        </w:rPr>
        <w:t>Elle n</w:t>
      </w:r>
      <w:r w:rsidRPr="00A4769E">
        <w:rPr>
          <w:szCs w:val="20"/>
        </w:rPr>
        <w:t>’</w:t>
      </w:r>
      <w:r w:rsidR="001B73FA" w:rsidRPr="001B73FA">
        <w:rPr>
          <w:szCs w:val="20"/>
        </w:rPr>
        <w:t>en courait aucun</w:t>
      </w:r>
      <w:r w:rsidRPr="00A4769E">
        <w:rPr>
          <w:szCs w:val="20"/>
        </w:rPr>
        <w:t xml:space="preserve">, </w:t>
      </w:r>
      <w:r w:rsidR="001B73FA" w:rsidRPr="001B73FA">
        <w:rPr>
          <w:szCs w:val="20"/>
        </w:rPr>
        <w:t>dit posément l</w:t>
      </w:r>
      <w:r w:rsidRPr="00A4769E">
        <w:rPr>
          <w:szCs w:val="20"/>
        </w:rPr>
        <w:t>’</w:t>
      </w:r>
      <w:r w:rsidR="001B73FA" w:rsidRPr="001B73FA">
        <w:rPr>
          <w:szCs w:val="20"/>
        </w:rPr>
        <w:t>homme au carrick</w:t>
      </w:r>
      <w:r w:rsidRPr="00A4769E">
        <w:rPr>
          <w:szCs w:val="20"/>
        </w:rPr>
        <w:t xml:space="preserve">. </w:t>
      </w:r>
      <w:r w:rsidR="001B73FA" w:rsidRPr="001B73FA">
        <w:rPr>
          <w:szCs w:val="20"/>
        </w:rPr>
        <w:t>Mais vous auriez pu me dire si le vieux loup était chez lui ce soir-là</w:t>
      </w:r>
      <w:r w:rsidRPr="00A4769E">
        <w:rPr>
          <w:szCs w:val="20"/>
        </w:rPr>
        <w:t xml:space="preserve">. </w:t>
      </w:r>
      <w:r w:rsidR="001B73FA" w:rsidRPr="001B73FA">
        <w:rPr>
          <w:szCs w:val="20"/>
        </w:rPr>
        <w:t>Alors que vous n</w:t>
      </w:r>
      <w:r w:rsidRPr="00A4769E">
        <w:rPr>
          <w:szCs w:val="20"/>
        </w:rPr>
        <w:t>’</w:t>
      </w:r>
      <w:r w:rsidR="001B73FA" w:rsidRPr="001B73FA">
        <w:rPr>
          <w:szCs w:val="20"/>
        </w:rPr>
        <w:t>en savez rien</w:t>
      </w:r>
      <w:r w:rsidRPr="00A4769E">
        <w:rPr>
          <w:szCs w:val="20"/>
        </w:rPr>
        <w:t>.</w:t>
      </w:r>
    </w:p>
    <w:p w14:paraId="2055DC38" w14:textId="79EB4961" w:rsidR="00462692" w:rsidRPr="00A4769E" w:rsidRDefault="00462692" w:rsidP="001B73FA">
      <w:pPr>
        <w:rPr>
          <w:szCs w:val="20"/>
        </w:rPr>
      </w:pPr>
      <w:r w:rsidRPr="00A4769E">
        <w:rPr>
          <w:szCs w:val="20"/>
        </w:rPr>
        <w:t>— </w:t>
      </w:r>
      <w:r w:rsidR="001B73FA" w:rsidRPr="001B73FA">
        <w:rPr>
          <w:szCs w:val="20"/>
        </w:rPr>
        <w:t>Je sais qu</w:t>
      </w:r>
      <w:r w:rsidRPr="00A4769E">
        <w:rPr>
          <w:szCs w:val="20"/>
        </w:rPr>
        <w:t>’</w:t>
      </w:r>
      <w:r w:rsidR="001B73FA" w:rsidRPr="001B73FA">
        <w:rPr>
          <w:szCs w:val="20"/>
        </w:rPr>
        <w:t>il était chez lui le lendemain</w:t>
      </w:r>
      <w:r w:rsidRPr="00A4769E">
        <w:rPr>
          <w:szCs w:val="20"/>
        </w:rPr>
        <w:t xml:space="preserve">, </w:t>
      </w:r>
      <w:r w:rsidR="001B73FA" w:rsidRPr="001B73FA">
        <w:rPr>
          <w:szCs w:val="20"/>
        </w:rPr>
        <w:t>en tout cas</w:t>
      </w:r>
      <w:r w:rsidRPr="00A4769E">
        <w:rPr>
          <w:szCs w:val="20"/>
        </w:rPr>
        <w:t xml:space="preserve">, </w:t>
      </w:r>
      <w:r w:rsidR="001B73FA" w:rsidRPr="001B73FA">
        <w:rPr>
          <w:szCs w:val="20"/>
        </w:rPr>
        <w:t>dit Angelo</w:t>
      </w:r>
      <w:r w:rsidRPr="00A4769E">
        <w:rPr>
          <w:szCs w:val="20"/>
        </w:rPr>
        <w:t>.</w:t>
      </w:r>
    </w:p>
    <w:p w14:paraId="18EE034C" w14:textId="51CC7372" w:rsidR="00462692" w:rsidRPr="00A4769E" w:rsidRDefault="00462692" w:rsidP="001B73FA">
      <w:pPr>
        <w:rPr>
          <w:szCs w:val="20"/>
        </w:rPr>
      </w:pPr>
      <w:r w:rsidRPr="00A4769E">
        <w:rPr>
          <w:szCs w:val="20"/>
        </w:rPr>
        <w:t>— </w:t>
      </w:r>
      <w:r w:rsidR="001B73FA" w:rsidRPr="001B73FA">
        <w:rPr>
          <w:szCs w:val="20"/>
        </w:rPr>
        <w:t>Le lendemain</w:t>
      </w:r>
      <w:r w:rsidRPr="00A4769E">
        <w:rPr>
          <w:szCs w:val="20"/>
        </w:rPr>
        <w:t xml:space="preserve">, </w:t>
      </w:r>
      <w:r w:rsidR="001B73FA" w:rsidRPr="001B73FA">
        <w:rPr>
          <w:szCs w:val="20"/>
        </w:rPr>
        <w:t>tout le monde était chez soi</w:t>
      </w:r>
      <w:r w:rsidRPr="00A4769E">
        <w:rPr>
          <w:szCs w:val="20"/>
        </w:rPr>
        <w:t xml:space="preserve">, </w:t>
      </w:r>
      <w:r w:rsidR="001B73FA" w:rsidRPr="001B73FA">
        <w:rPr>
          <w:szCs w:val="20"/>
        </w:rPr>
        <w:t>dit l</w:t>
      </w:r>
      <w:r w:rsidRPr="00A4769E">
        <w:rPr>
          <w:szCs w:val="20"/>
        </w:rPr>
        <w:t>’</w:t>
      </w:r>
      <w:r w:rsidR="001B73FA" w:rsidRPr="001B73FA">
        <w:rPr>
          <w:szCs w:val="20"/>
        </w:rPr>
        <w:t>homme au carrick</w:t>
      </w:r>
      <w:r w:rsidRPr="00A4769E">
        <w:rPr>
          <w:szCs w:val="20"/>
        </w:rPr>
        <w:t xml:space="preserve">, </w:t>
      </w:r>
      <w:r w:rsidR="001B73FA" w:rsidRPr="001B73FA">
        <w:rPr>
          <w:szCs w:val="20"/>
        </w:rPr>
        <w:t>sauf deux gendarmes</w:t>
      </w:r>
      <w:r w:rsidRPr="00A4769E">
        <w:rPr>
          <w:szCs w:val="20"/>
        </w:rPr>
        <w:t xml:space="preserve">. </w:t>
      </w:r>
      <w:r w:rsidR="001B73FA" w:rsidRPr="001B73FA">
        <w:rPr>
          <w:szCs w:val="20"/>
        </w:rPr>
        <w:t>Cela n</w:t>
      </w:r>
      <w:r w:rsidRPr="00A4769E">
        <w:rPr>
          <w:szCs w:val="20"/>
        </w:rPr>
        <w:t>’</w:t>
      </w:r>
      <w:r w:rsidR="001B73FA" w:rsidRPr="001B73FA">
        <w:rPr>
          <w:szCs w:val="20"/>
        </w:rPr>
        <w:t>a plus aucun intérêt</w:t>
      </w:r>
      <w:r w:rsidRPr="00A4769E">
        <w:rPr>
          <w:szCs w:val="20"/>
        </w:rPr>
        <w:t>.</w:t>
      </w:r>
    </w:p>
    <w:p w14:paraId="7E0141DD" w14:textId="14F9C894" w:rsidR="00462692" w:rsidRPr="00A4769E" w:rsidRDefault="00462692" w:rsidP="001B73FA">
      <w:pPr>
        <w:rPr>
          <w:szCs w:val="20"/>
        </w:rPr>
      </w:pPr>
      <w:r w:rsidRPr="00A4769E">
        <w:rPr>
          <w:szCs w:val="20"/>
        </w:rPr>
        <w:t>— </w:t>
      </w:r>
      <w:r w:rsidR="001B73FA" w:rsidRPr="001B73FA">
        <w:rPr>
          <w:szCs w:val="20"/>
        </w:rPr>
        <w:t>Soupçonneriez-vous le Marquis d</w:t>
      </w:r>
      <w:r w:rsidRPr="00A4769E">
        <w:rPr>
          <w:szCs w:val="20"/>
        </w:rPr>
        <w:t>’</w:t>
      </w:r>
      <w:r w:rsidR="001B73FA" w:rsidRPr="001B73FA">
        <w:rPr>
          <w:szCs w:val="20"/>
        </w:rPr>
        <w:t>attaquer les diligences</w:t>
      </w:r>
      <w:r w:rsidRPr="00A4769E">
        <w:rPr>
          <w:szCs w:val="20"/>
        </w:rPr>
        <w:t xml:space="preserve"> ? </w:t>
      </w:r>
      <w:r w:rsidR="001B73FA" w:rsidRPr="001B73FA">
        <w:rPr>
          <w:szCs w:val="20"/>
        </w:rPr>
        <w:t>dit Angelo en riant</w:t>
      </w:r>
      <w:r w:rsidRPr="00A4769E">
        <w:rPr>
          <w:szCs w:val="20"/>
        </w:rPr>
        <w:t>.</w:t>
      </w:r>
    </w:p>
    <w:p w14:paraId="1148B186" w14:textId="1B6149D8" w:rsidR="001B73FA" w:rsidRPr="001B73FA" w:rsidRDefault="00462692" w:rsidP="001B73FA">
      <w:pPr>
        <w:rPr>
          <w:szCs w:val="20"/>
        </w:rPr>
      </w:pPr>
      <w:r w:rsidRPr="00A4769E">
        <w:rPr>
          <w:szCs w:val="20"/>
        </w:rPr>
        <w:t>— </w:t>
      </w:r>
      <w:r w:rsidR="001B73FA" w:rsidRPr="001B73FA">
        <w:rPr>
          <w:szCs w:val="20"/>
        </w:rPr>
        <w:t>Je ne soupçonne personne</w:t>
      </w:r>
      <w:r w:rsidRPr="00A4769E">
        <w:rPr>
          <w:szCs w:val="20"/>
        </w:rPr>
        <w:t xml:space="preserve">, </w:t>
      </w:r>
      <w:r w:rsidR="001B73FA" w:rsidRPr="001B73FA">
        <w:rPr>
          <w:szCs w:val="20"/>
        </w:rPr>
        <w:t>dit très vite l</w:t>
      </w:r>
      <w:r w:rsidRPr="00A4769E">
        <w:rPr>
          <w:szCs w:val="20"/>
        </w:rPr>
        <w:t>’</w:t>
      </w:r>
      <w:r w:rsidR="001B73FA" w:rsidRPr="001B73FA">
        <w:rPr>
          <w:szCs w:val="20"/>
        </w:rPr>
        <w:t>homme au carrick</w:t>
      </w:r>
      <w:r w:rsidRPr="00A4769E">
        <w:rPr>
          <w:szCs w:val="20"/>
        </w:rPr>
        <w:t xml:space="preserve">. </w:t>
      </w:r>
      <w:r w:rsidR="001B73FA" w:rsidRPr="001B73FA">
        <w:rPr>
          <w:szCs w:val="20"/>
        </w:rPr>
        <w:t>Je n</w:t>
      </w:r>
      <w:r w:rsidRPr="00A4769E">
        <w:rPr>
          <w:szCs w:val="20"/>
        </w:rPr>
        <w:t>’</w:t>
      </w:r>
      <w:r w:rsidR="001B73FA" w:rsidRPr="001B73FA">
        <w:rPr>
          <w:szCs w:val="20"/>
        </w:rPr>
        <w:t>ai pas à soupçonner</w:t>
      </w:r>
      <w:r w:rsidRPr="00A4769E">
        <w:rPr>
          <w:szCs w:val="20"/>
        </w:rPr>
        <w:t xml:space="preserve">. </w:t>
      </w:r>
      <w:r w:rsidR="001B73FA" w:rsidRPr="001B73FA">
        <w:rPr>
          <w:szCs w:val="20"/>
        </w:rPr>
        <w:t>Je n</w:t>
      </w:r>
      <w:r w:rsidRPr="00A4769E">
        <w:rPr>
          <w:szCs w:val="20"/>
        </w:rPr>
        <w:t>’</w:t>
      </w:r>
      <w:r w:rsidR="001B73FA" w:rsidRPr="001B73FA">
        <w:rPr>
          <w:szCs w:val="20"/>
        </w:rPr>
        <w:t>ai aucun droit pour soupçonner</w:t>
      </w:r>
      <w:r w:rsidRPr="00A4769E">
        <w:rPr>
          <w:szCs w:val="20"/>
        </w:rPr>
        <w:t xml:space="preserve">. </w:t>
      </w:r>
      <w:r w:rsidR="001B73FA" w:rsidRPr="001B73FA">
        <w:rPr>
          <w:szCs w:val="20"/>
        </w:rPr>
        <w:t>Vous vous trompez sur mon compte</w:t>
      </w:r>
      <w:r w:rsidRPr="00A4769E">
        <w:rPr>
          <w:szCs w:val="20"/>
        </w:rPr>
        <w:t xml:space="preserve">. </w:t>
      </w:r>
      <w:r w:rsidR="001B73FA" w:rsidRPr="001B73FA">
        <w:rPr>
          <w:szCs w:val="20"/>
        </w:rPr>
        <w:t>Oui</w:t>
      </w:r>
      <w:r w:rsidRPr="00A4769E">
        <w:rPr>
          <w:szCs w:val="20"/>
        </w:rPr>
        <w:t xml:space="preserve">, </w:t>
      </w:r>
      <w:r w:rsidR="001B73FA" w:rsidRPr="001B73FA">
        <w:rPr>
          <w:szCs w:val="20"/>
        </w:rPr>
        <w:t>j</w:t>
      </w:r>
      <w:r w:rsidRPr="00A4769E">
        <w:rPr>
          <w:szCs w:val="20"/>
        </w:rPr>
        <w:t>’</w:t>
      </w:r>
      <w:r w:rsidR="001B73FA" w:rsidRPr="001B73FA">
        <w:rPr>
          <w:szCs w:val="20"/>
        </w:rPr>
        <w:t>ai voulu parler des deux gendarmes qui ont été tués et sont en effet les seuls à n</w:t>
      </w:r>
      <w:r w:rsidRPr="00A4769E">
        <w:rPr>
          <w:szCs w:val="20"/>
        </w:rPr>
        <w:t>’</w:t>
      </w:r>
      <w:r w:rsidR="001B73FA" w:rsidRPr="001B73FA">
        <w:rPr>
          <w:szCs w:val="20"/>
        </w:rPr>
        <w:t>être pas rentrés chez eux</w:t>
      </w:r>
      <w:r w:rsidRPr="00A4769E">
        <w:rPr>
          <w:szCs w:val="20"/>
        </w:rPr>
        <w:t xml:space="preserve">, </w:t>
      </w:r>
      <w:r w:rsidR="001B73FA" w:rsidRPr="001B73FA">
        <w:rPr>
          <w:szCs w:val="20"/>
        </w:rPr>
        <w:t>ce lendemain où le Marquis était chez lui</w:t>
      </w:r>
      <w:r w:rsidRPr="00A4769E">
        <w:rPr>
          <w:szCs w:val="20"/>
        </w:rPr>
        <w:t xml:space="preserve">. </w:t>
      </w:r>
      <w:r w:rsidR="001B73FA" w:rsidRPr="001B73FA">
        <w:rPr>
          <w:szCs w:val="20"/>
        </w:rPr>
        <w:t>Mais n</w:t>
      </w:r>
      <w:r w:rsidRPr="00A4769E">
        <w:rPr>
          <w:szCs w:val="20"/>
        </w:rPr>
        <w:t>’</w:t>
      </w:r>
      <w:r w:rsidR="001B73FA" w:rsidRPr="001B73FA">
        <w:rPr>
          <w:szCs w:val="20"/>
        </w:rPr>
        <w:t>en tirez aucune conclusion</w:t>
      </w:r>
      <w:r w:rsidRPr="00A4769E">
        <w:rPr>
          <w:szCs w:val="20"/>
        </w:rPr>
        <w:t xml:space="preserve">, </w:t>
      </w:r>
      <w:r w:rsidR="001B73FA" w:rsidRPr="001B73FA">
        <w:rPr>
          <w:szCs w:val="20"/>
        </w:rPr>
        <w:t>sinon que j</w:t>
      </w:r>
      <w:r w:rsidRPr="00A4769E">
        <w:rPr>
          <w:szCs w:val="20"/>
        </w:rPr>
        <w:t>’</w:t>
      </w:r>
      <w:r w:rsidR="001B73FA" w:rsidRPr="001B73FA">
        <w:rPr>
          <w:szCs w:val="20"/>
        </w:rPr>
        <w:t>aime la poésie des événements et les effets faciles dans la conversation</w:t>
      </w:r>
      <w:r w:rsidRPr="00A4769E">
        <w:rPr>
          <w:szCs w:val="20"/>
        </w:rPr>
        <w:t>.</w:t>
      </w:r>
      <w:r w:rsidRPr="00A4769E">
        <w:rPr>
          <w:szCs w:val="20"/>
        </w:rPr>
        <w:t> »</w:t>
      </w:r>
    </w:p>
    <w:p w14:paraId="2CCF2D6F" w14:textId="77777777" w:rsidR="00462692" w:rsidRPr="00A4769E" w:rsidRDefault="001B73FA" w:rsidP="001B73FA">
      <w:pPr>
        <w:rPr>
          <w:szCs w:val="20"/>
        </w:rPr>
      </w:pPr>
      <w:r w:rsidRPr="001B73FA">
        <w:rPr>
          <w:szCs w:val="20"/>
        </w:rPr>
        <w:t>L</w:t>
      </w:r>
      <w:r w:rsidR="00462692" w:rsidRPr="00A4769E">
        <w:rPr>
          <w:szCs w:val="20"/>
        </w:rPr>
        <w:t>’</w:t>
      </w:r>
      <w:r w:rsidRPr="001B73FA">
        <w:rPr>
          <w:szCs w:val="20"/>
        </w:rPr>
        <w:t>ombre</w:t>
      </w:r>
      <w:r w:rsidR="00462692" w:rsidRPr="00A4769E">
        <w:rPr>
          <w:szCs w:val="20"/>
        </w:rPr>
        <w:t xml:space="preserve">, </w:t>
      </w:r>
      <w:r w:rsidRPr="001B73FA">
        <w:rPr>
          <w:szCs w:val="20"/>
        </w:rPr>
        <w:t>le mystère</w:t>
      </w:r>
      <w:r w:rsidR="00462692" w:rsidRPr="00A4769E">
        <w:rPr>
          <w:szCs w:val="20"/>
        </w:rPr>
        <w:t xml:space="preserve">, </w:t>
      </w:r>
      <w:r w:rsidRPr="001B73FA">
        <w:rPr>
          <w:szCs w:val="20"/>
        </w:rPr>
        <w:t>le tiroir entrouvert sur le poignard</w:t>
      </w:r>
      <w:r w:rsidR="00462692" w:rsidRPr="00A4769E">
        <w:rPr>
          <w:szCs w:val="20"/>
        </w:rPr>
        <w:t xml:space="preserve">, </w:t>
      </w:r>
      <w:r w:rsidRPr="001B73FA">
        <w:rPr>
          <w:szCs w:val="20"/>
        </w:rPr>
        <w:t>le vent de nuit</w:t>
      </w:r>
      <w:r w:rsidR="00462692" w:rsidRPr="00A4769E">
        <w:rPr>
          <w:szCs w:val="20"/>
        </w:rPr>
        <w:t xml:space="preserve">, </w:t>
      </w:r>
      <w:r w:rsidRPr="001B73FA">
        <w:rPr>
          <w:szCs w:val="20"/>
        </w:rPr>
        <w:t>les scrupules de cet homme romanesque enchantaient Angelo</w:t>
      </w:r>
      <w:r w:rsidR="00462692" w:rsidRPr="00A4769E">
        <w:rPr>
          <w:szCs w:val="20"/>
        </w:rPr>
        <w:t xml:space="preserve">. </w:t>
      </w:r>
      <w:r w:rsidRPr="001B73FA">
        <w:rPr>
          <w:szCs w:val="20"/>
        </w:rPr>
        <w:t>Il passait une bonne soirée</w:t>
      </w:r>
      <w:r w:rsidR="00462692" w:rsidRPr="00A4769E">
        <w:rPr>
          <w:szCs w:val="20"/>
        </w:rPr>
        <w:t>.</w:t>
      </w:r>
    </w:p>
    <w:p w14:paraId="230EC74E" w14:textId="77777777" w:rsidR="00462692" w:rsidRPr="00A4769E" w:rsidRDefault="00462692" w:rsidP="001B73FA">
      <w:pPr>
        <w:rPr>
          <w:szCs w:val="20"/>
        </w:rPr>
      </w:pPr>
      <w:r w:rsidRPr="00A4769E">
        <w:rPr>
          <w:szCs w:val="20"/>
        </w:rPr>
        <w:t>« </w:t>
      </w:r>
      <w:r w:rsidR="001B73FA" w:rsidRPr="001B73FA">
        <w:rPr>
          <w:szCs w:val="20"/>
        </w:rPr>
        <w:t>Ce qui vous manque à vous</w:t>
      </w:r>
      <w:r w:rsidRPr="00A4769E">
        <w:rPr>
          <w:szCs w:val="20"/>
        </w:rPr>
        <w:t xml:space="preserve">, </w:t>
      </w:r>
      <w:r w:rsidR="001B73FA" w:rsidRPr="001B73FA">
        <w:rPr>
          <w:szCs w:val="20"/>
        </w:rPr>
        <w:t>Français</w:t>
      </w:r>
      <w:r w:rsidRPr="00A4769E">
        <w:rPr>
          <w:szCs w:val="20"/>
        </w:rPr>
        <w:t xml:space="preserve">, </w:t>
      </w:r>
      <w:r w:rsidR="001B73FA" w:rsidRPr="001B73FA">
        <w:rPr>
          <w:szCs w:val="20"/>
        </w:rPr>
        <w:t>dit-il avec bonne humeur</w:t>
      </w:r>
      <w:r w:rsidRPr="00A4769E">
        <w:rPr>
          <w:szCs w:val="20"/>
        </w:rPr>
        <w:t xml:space="preserve">, </w:t>
      </w:r>
      <w:r w:rsidR="001B73FA" w:rsidRPr="001B73FA">
        <w:rPr>
          <w:szCs w:val="20"/>
        </w:rPr>
        <w:t>c</w:t>
      </w:r>
      <w:r w:rsidRPr="00A4769E">
        <w:rPr>
          <w:szCs w:val="20"/>
        </w:rPr>
        <w:t>’</w:t>
      </w:r>
      <w:r w:rsidR="001B73FA" w:rsidRPr="001B73FA">
        <w:rPr>
          <w:szCs w:val="20"/>
        </w:rPr>
        <w:t>est une Autriche</w:t>
      </w:r>
      <w:r w:rsidRPr="00A4769E">
        <w:rPr>
          <w:szCs w:val="20"/>
        </w:rPr>
        <w:t xml:space="preserve">. </w:t>
      </w:r>
      <w:r w:rsidR="001B73FA" w:rsidRPr="001B73FA">
        <w:rPr>
          <w:szCs w:val="20"/>
        </w:rPr>
        <w:t>Vous n</w:t>
      </w:r>
      <w:r w:rsidRPr="00A4769E">
        <w:rPr>
          <w:szCs w:val="20"/>
        </w:rPr>
        <w:t>’</w:t>
      </w:r>
      <w:r w:rsidR="001B73FA" w:rsidRPr="001B73FA">
        <w:rPr>
          <w:szCs w:val="20"/>
        </w:rPr>
        <w:t>en avez pas et vous êtes obligés de vous créer de petits carbonarismes individuels pour vous distraire</w:t>
      </w:r>
      <w:r w:rsidRPr="00A4769E">
        <w:rPr>
          <w:szCs w:val="20"/>
        </w:rPr>
        <w:t xml:space="preserve">. </w:t>
      </w:r>
      <w:r w:rsidR="001B73FA" w:rsidRPr="001B73FA">
        <w:rPr>
          <w:szCs w:val="20"/>
        </w:rPr>
        <w:t>Le plus amusant</w:t>
      </w:r>
      <w:r w:rsidRPr="00A4769E">
        <w:rPr>
          <w:szCs w:val="20"/>
        </w:rPr>
        <w:t xml:space="preserve">, </w:t>
      </w:r>
      <w:r w:rsidR="001B73FA" w:rsidRPr="001B73FA">
        <w:rPr>
          <w:szCs w:val="20"/>
        </w:rPr>
        <w:t>c</w:t>
      </w:r>
      <w:r w:rsidRPr="00A4769E">
        <w:rPr>
          <w:szCs w:val="20"/>
        </w:rPr>
        <w:t>’</w:t>
      </w:r>
      <w:r w:rsidR="001B73FA" w:rsidRPr="001B73FA">
        <w:rPr>
          <w:szCs w:val="20"/>
        </w:rPr>
        <w:t>est que le vieux loup</w:t>
      </w:r>
      <w:r w:rsidRPr="00A4769E">
        <w:rPr>
          <w:szCs w:val="20"/>
        </w:rPr>
        <w:t xml:space="preserve">, </w:t>
      </w:r>
      <w:r w:rsidR="001B73FA" w:rsidRPr="001B73FA">
        <w:rPr>
          <w:szCs w:val="20"/>
        </w:rPr>
        <w:t>de son côté</w:t>
      </w:r>
      <w:r w:rsidRPr="00A4769E">
        <w:rPr>
          <w:szCs w:val="20"/>
        </w:rPr>
        <w:t xml:space="preserve">, </w:t>
      </w:r>
      <w:r w:rsidR="001B73FA" w:rsidRPr="001B73FA">
        <w:rPr>
          <w:szCs w:val="20"/>
        </w:rPr>
        <w:t>ne m</w:t>
      </w:r>
      <w:r w:rsidRPr="00A4769E">
        <w:rPr>
          <w:szCs w:val="20"/>
        </w:rPr>
        <w:t>’</w:t>
      </w:r>
      <w:r w:rsidR="001B73FA" w:rsidRPr="001B73FA">
        <w:rPr>
          <w:szCs w:val="20"/>
        </w:rPr>
        <w:t>a pas caché qu</w:t>
      </w:r>
      <w:r w:rsidRPr="00A4769E">
        <w:rPr>
          <w:szCs w:val="20"/>
        </w:rPr>
        <w:t>’</w:t>
      </w:r>
      <w:r w:rsidR="001B73FA" w:rsidRPr="001B73FA">
        <w:rPr>
          <w:szCs w:val="20"/>
        </w:rPr>
        <w:t>il vous soupçonnait d</w:t>
      </w:r>
      <w:r w:rsidRPr="00A4769E">
        <w:rPr>
          <w:szCs w:val="20"/>
        </w:rPr>
        <w:t>’</w:t>
      </w:r>
      <w:r w:rsidR="001B73FA" w:rsidRPr="001B73FA">
        <w:rPr>
          <w:szCs w:val="20"/>
        </w:rPr>
        <w:t>être de la police</w:t>
      </w:r>
      <w:r w:rsidRPr="00A4769E">
        <w:rPr>
          <w:szCs w:val="20"/>
        </w:rPr>
        <w:t>.</w:t>
      </w:r>
    </w:p>
    <w:p w14:paraId="0900B5DC" w14:textId="7B6FD981" w:rsidR="00462692" w:rsidRPr="00A4769E" w:rsidRDefault="00462692" w:rsidP="001B73FA">
      <w:pPr>
        <w:rPr>
          <w:szCs w:val="20"/>
        </w:rPr>
      </w:pPr>
      <w:r w:rsidRPr="00A4769E">
        <w:rPr>
          <w:szCs w:val="20"/>
        </w:rPr>
        <w:t>— </w:t>
      </w:r>
      <w:r w:rsidR="001B73FA" w:rsidRPr="001B73FA">
        <w:rPr>
          <w:szCs w:val="20"/>
        </w:rPr>
        <w:t>Diable</w:t>
      </w:r>
      <w:r w:rsidRPr="00A4769E">
        <w:rPr>
          <w:szCs w:val="20"/>
        </w:rPr>
        <w:t xml:space="preserve">, </w:t>
      </w:r>
      <w:r w:rsidR="001B73FA" w:rsidRPr="001B73FA">
        <w:rPr>
          <w:szCs w:val="20"/>
        </w:rPr>
        <w:t>dit l</w:t>
      </w:r>
      <w:r w:rsidRPr="00A4769E">
        <w:rPr>
          <w:szCs w:val="20"/>
        </w:rPr>
        <w:t>’</w:t>
      </w:r>
      <w:r w:rsidR="001B73FA" w:rsidRPr="001B73FA">
        <w:rPr>
          <w:szCs w:val="20"/>
        </w:rPr>
        <w:t>homme au carrick</w:t>
      </w:r>
      <w:r w:rsidRPr="00A4769E">
        <w:rPr>
          <w:szCs w:val="20"/>
        </w:rPr>
        <w:t xml:space="preserve">, </w:t>
      </w:r>
      <w:r w:rsidR="001B73FA" w:rsidRPr="001B73FA">
        <w:rPr>
          <w:szCs w:val="20"/>
        </w:rPr>
        <w:t>voilà qui est fâcheux</w:t>
      </w:r>
      <w:r w:rsidRPr="00A4769E">
        <w:rPr>
          <w:szCs w:val="20"/>
        </w:rPr>
        <w:t> !</w:t>
      </w:r>
    </w:p>
    <w:p w14:paraId="7B4D6713" w14:textId="36C596FF" w:rsidR="00462692" w:rsidRPr="00A4769E" w:rsidRDefault="00462692" w:rsidP="001B73FA">
      <w:pPr>
        <w:rPr>
          <w:szCs w:val="20"/>
        </w:rPr>
      </w:pPr>
      <w:r w:rsidRPr="00A4769E">
        <w:rPr>
          <w:szCs w:val="20"/>
        </w:rPr>
        <w:t>— </w:t>
      </w:r>
      <w:r w:rsidR="001B73FA" w:rsidRPr="001B73FA">
        <w:rPr>
          <w:szCs w:val="20"/>
        </w:rPr>
        <w:t>Tout est resté dans les limites de la bienséance</w:t>
      </w:r>
      <w:r w:rsidRPr="00A4769E">
        <w:rPr>
          <w:szCs w:val="20"/>
        </w:rPr>
        <w:t>.</w:t>
      </w:r>
    </w:p>
    <w:p w14:paraId="63783FE8" w14:textId="5DB7C766" w:rsidR="00462692" w:rsidRPr="00A4769E" w:rsidRDefault="00462692" w:rsidP="001B73FA">
      <w:pPr>
        <w:rPr>
          <w:szCs w:val="20"/>
        </w:rPr>
      </w:pPr>
      <w:r w:rsidRPr="00A4769E">
        <w:rPr>
          <w:szCs w:val="20"/>
        </w:rPr>
        <w:lastRenderedPageBreak/>
        <w:t>— </w:t>
      </w:r>
      <w:r w:rsidR="001B73FA" w:rsidRPr="001B73FA">
        <w:rPr>
          <w:szCs w:val="20"/>
        </w:rPr>
        <w:t>C</w:t>
      </w:r>
      <w:r w:rsidRPr="00A4769E">
        <w:rPr>
          <w:szCs w:val="20"/>
        </w:rPr>
        <w:t>’</w:t>
      </w:r>
      <w:r w:rsidR="001B73FA" w:rsidRPr="001B73FA">
        <w:rPr>
          <w:szCs w:val="20"/>
        </w:rPr>
        <w:t>est précisément en pensant à cette bienséance que ces soupçons sont fâcheux et m</w:t>
      </w:r>
      <w:r w:rsidRPr="00A4769E">
        <w:rPr>
          <w:szCs w:val="20"/>
        </w:rPr>
        <w:t>’</w:t>
      </w:r>
      <w:r w:rsidR="001B73FA" w:rsidRPr="001B73FA">
        <w:rPr>
          <w:szCs w:val="20"/>
        </w:rPr>
        <w:t>obligent à changer mon fusil d</w:t>
      </w:r>
      <w:r w:rsidRPr="00A4769E">
        <w:rPr>
          <w:szCs w:val="20"/>
        </w:rPr>
        <w:t>’</w:t>
      </w:r>
      <w:r w:rsidR="001B73FA" w:rsidRPr="001B73FA">
        <w:rPr>
          <w:szCs w:val="20"/>
        </w:rPr>
        <w:t>épaule</w:t>
      </w:r>
      <w:r w:rsidRPr="00A4769E">
        <w:rPr>
          <w:szCs w:val="20"/>
        </w:rPr>
        <w:t xml:space="preserve">. </w:t>
      </w:r>
      <w:r w:rsidR="001B73FA" w:rsidRPr="001B73FA">
        <w:rPr>
          <w:szCs w:val="20"/>
        </w:rPr>
        <w:t>J</w:t>
      </w:r>
      <w:r w:rsidRPr="00A4769E">
        <w:rPr>
          <w:szCs w:val="20"/>
        </w:rPr>
        <w:t>’</w:t>
      </w:r>
      <w:r w:rsidR="001B73FA" w:rsidRPr="001B73FA">
        <w:rPr>
          <w:szCs w:val="20"/>
        </w:rPr>
        <w:t>avais l</w:t>
      </w:r>
      <w:r w:rsidRPr="00A4769E">
        <w:rPr>
          <w:szCs w:val="20"/>
        </w:rPr>
        <w:t>’</w:t>
      </w:r>
      <w:r w:rsidR="001B73FA" w:rsidRPr="001B73FA">
        <w:rPr>
          <w:szCs w:val="20"/>
        </w:rPr>
        <w:t>intention d</w:t>
      </w:r>
      <w:r w:rsidRPr="00A4769E">
        <w:rPr>
          <w:szCs w:val="20"/>
        </w:rPr>
        <w:t>’</w:t>
      </w:r>
      <w:r w:rsidR="001B73FA" w:rsidRPr="001B73FA">
        <w:rPr>
          <w:szCs w:val="20"/>
        </w:rPr>
        <w:t>aller faire une petite visite à cette femme têtue</w:t>
      </w:r>
      <w:r w:rsidRPr="00A4769E">
        <w:rPr>
          <w:szCs w:val="20"/>
        </w:rPr>
        <w:t xml:space="preserve">. </w:t>
      </w:r>
      <w:r w:rsidR="001B73FA" w:rsidRPr="001B73FA">
        <w:rPr>
          <w:szCs w:val="20"/>
        </w:rPr>
        <w:t>Quelle figure ferais-je maintenant</w:t>
      </w:r>
      <w:r w:rsidRPr="00A4769E">
        <w:rPr>
          <w:szCs w:val="20"/>
        </w:rPr>
        <w:t> ?</w:t>
      </w:r>
    </w:p>
    <w:p w14:paraId="173898CD" w14:textId="70CBA4F2" w:rsidR="00462692" w:rsidRPr="00A4769E" w:rsidRDefault="00462692" w:rsidP="001B73FA">
      <w:pPr>
        <w:rPr>
          <w:szCs w:val="20"/>
        </w:rPr>
      </w:pPr>
      <w:r w:rsidRPr="00A4769E">
        <w:rPr>
          <w:szCs w:val="20"/>
        </w:rPr>
        <w:t>— </w:t>
      </w:r>
      <w:r w:rsidR="001B73FA" w:rsidRPr="001B73FA">
        <w:rPr>
          <w:szCs w:val="20"/>
        </w:rPr>
        <w:t>Mais celle que vous faites ici ce soir</w:t>
      </w:r>
      <w:r w:rsidRPr="00A4769E">
        <w:rPr>
          <w:szCs w:val="20"/>
        </w:rPr>
        <w:t xml:space="preserve">, </w:t>
      </w:r>
      <w:r w:rsidR="001B73FA" w:rsidRPr="001B73FA">
        <w:rPr>
          <w:szCs w:val="20"/>
        </w:rPr>
        <w:t>et qui n</w:t>
      </w:r>
      <w:r w:rsidRPr="00A4769E">
        <w:rPr>
          <w:szCs w:val="20"/>
        </w:rPr>
        <w:t>’</w:t>
      </w:r>
      <w:r w:rsidR="001B73FA" w:rsidRPr="001B73FA">
        <w:rPr>
          <w:szCs w:val="20"/>
        </w:rPr>
        <w:t>est pas désagréable</w:t>
      </w:r>
      <w:r w:rsidRPr="00A4769E">
        <w:rPr>
          <w:szCs w:val="20"/>
        </w:rPr>
        <w:t xml:space="preserve"> ; </w:t>
      </w:r>
      <w:r w:rsidR="001B73FA" w:rsidRPr="001B73FA">
        <w:rPr>
          <w:szCs w:val="20"/>
        </w:rPr>
        <w:t>l</w:t>
      </w:r>
      <w:r w:rsidRPr="00A4769E">
        <w:rPr>
          <w:szCs w:val="20"/>
        </w:rPr>
        <w:t>’</w:t>
      </w:r>
      <w:r w:rsidR="001B73FA" w:rsidRPr="001B73FA">
        <w:rPr>
          <w:szCs w:val="20"/>
        </w:rPr>
        <w:t>intrigue vous va bien</w:t>
      </w:r>
      <w:r w:rsidRPr="00A4769E">
        <w:rPr>
          <w:szCs w:val="20"/>
        </w:rPr>
        <w:t>.</w:t>
      </w:r>
    </w:p>
    <w:p w14:paraId="714AAB10" w14:textId="56142533" w:rsidR="001B73FA" w:rsidRPr="001B73FA" w:rsidRDefault="00462692" w:rsidP="001B73FA">
      <w:pPr>
        <w:rPr>
          <w:szCs w:val="20"/>
        </w:rPr>
      </w:pPr>
      <w:r w:rsidRPr="00A4769E">
        <w:rPr>
          <w:szCs w:val="20"/>
        </w:rPr>
        <w:t>— </w:t>
      </w:r>
      <w:r w:rsidR="001B73FA" w:rsidRPr="001B73FA">
        <w:rPr>
          <w:szCs w:val="20"/>
        </w:rPr>
        <w:t>Malheureusement</w:t>
      </w:r>
      <w:r w:rsidRPr="00A4769E">
        <w:rPr>
          <w:szCs w:val="20"/>
        </w:rPr>
        <w:t xml:space="preserve">, </w:t>
      </w:r>
      <w:r w:rsidR="001B73FA" w:rsidRPr="001B73FA">
        <w:rPr>
          <w:szCs w:val="20"/>
        </w:rPr>
        <w:t>dans cette visite il s</w:t>
      </w:r>
      <w:r w:rsidRPr="00A4769E">
        <w:rPr>
          <w:szCs w:val="20"/>
        </w:rPr>
        <w:t>’</w:t>
      </w:r>
      <w:r w:rsidR="001B73FA" w:rsidRPr="001B73FA">
        <w:rPr>
          <w:szCs w:val="20"/>
        </w:rPr>
        <w:t>agissait de laisser l</w:t>
      </w:r>
      <w:r w:rsidRPr="00A4769E">
        <w:rPr>
          <w:szCs w:val="20"/>
        </w:rPr>
        <w:t>’</w:t>
      </w:r>
      <w:r w:rsidR="001B73FA" w:rsidRPr="001B73FA">
        <w:rPr>
          <w:szCs w:val="20"/>
        </w:rPr>
        <w:t>intrigue aussi loin de l</w:t>
      </w:r>
      <w:r w:rsidRPr="00A4769E">
        <w:rPr>
          <w:szCs w:val="20"/>
        </w:rPr>
        <w:t>’</w:t>
      </w:r>
      <w:r w:rsidR="001B73FA" w:rsidRPr="001B73FA">
        <w:rPr>
          <w:szCs w:val="20"/>
        </w:rPr>
        <w:t>esprit que les cordes d</w:t>
      </w:r>
      <w:r w:rsidRPr="00A4769E">
        <w:rPr>
          <w:szCs w:val="20"/>
        </w:rPr>
        <w:t>’</w:t>
      </w:r>
      <w:r w:rsidR="001B73FA" w:rsidRPr="001B73FA">
        <w:rPr>
          <w:szCs w:val="20"/>
        </w:rPr>
        <w:t>une maison de pendu</w:t>
      </w:r>
      <w:r w:rsidRPr="00A4769E">
        <w:rPr>
          <w:szCs w:val="20"/>
        </w:rPr>
        <w:t xml:space="preserve">. </w:t>
      </w:r>
      <w:r w:rsidR="001B73FA" w:rsidRPr="001B73FA">
        <w:rPr>
          <w:szCs w:val="20"/>
        </w:rPr>
        <w:t>J</w:t>
      </w:r>
      <w:r w:rsidRPr="00A4769E">
        <w:rPr>
          <w:szCs w:val="20"/>
        </w:rPr>
        <w:t>’</w:t>
      </w:r>
      <w:r w:rsidR="001B73FA" w:rsidRPr="001B73FA">
        <w:rPr>
          <w:szCs w:val="20"/>
        </w:rPr>
        <w:t>avais envie de me mettre carrément au vert pour quelques jours et passer d</w:t>
      </w:r>
      <w:r w:rsidRPr="00A4769E">
        <w:rPr>
          <w:szCs w:val="20"/>
        </w:rPr>
        <w:t>’</w:t>
      </w:r>
      <w:r w:rsidR="001B73FA" w:rsidRPr="001B73FA">
        <w:rPr>
          <w:szCs w:val="20"/>
        </w:rPr>
        <w:t>agréables heures dans le délassement et les confidences mutuelles</w:t>
      </w:r>
      <w:r w:rsidRPr="00A4769E">
        <w:rPr>
          <w:szCs w:val="20"/>
        </w:rPr>
        <w:t>. »</w:t>
      </w:r>
    </w:p>
    <w:p w14:paraId="589186A9" w14:textId="77777777" w:rsidR="00462692" w:rsidRPr="00A4769E" w:rsidRDefault="00462692" w:rsidP="001B73FA">
      <w:pPr>
        <w:rPr>
          <w:szCs w:val="20"/>
        </w:rPr>
      </w:pPr>
      <w:r w:rsidRPr="00A4769E">
        <w:rPr>
          <w:szCs w:val="20"/>
        </w:rPr>
        <w:t>« </w:t>
      </w:r>
      <w:r w:rsidR="001B73FA" w:rsidRPr="001B73FA">
        <w:rPr>
          <w:szCs w:val="20"/>
        </w:rPr>
        <w:t>Voilà le bourgeois qui reparaît</w:t>
      </w:r>
      <w:r w:rsidRPr="00A4769E">
        <w:rPr>
          <w:szCs w:val="20"/>
        </w:rPr>
        <w:t xml:space="preserve"> », </w:t>
      </w:r>
      <w:r w:rsidR="001B73FA" w:rsidRPr="001B73FA">
        <w:rPr>
          <w:szCs w:val="20"/>
        </w:rPr>
        <w:t>se dit Angelo</w:t>
      </w:r>
      <w:r w:rsidRPr="00A4769E">
        <w:rPr>
          <w:szCs w:val="20"/>
        </w:rPr>
        <w:t>. « </w:t>
      </w:r>
      <w:r w:rsidR="001B73FA" w:rsidRPr="001B73FA">
        <w:rPr>
          <w:szCs w:val="20"/>
        </w:rPr>
        <w:t>La Marquise</w:t>
      </w:r>
      <w:r w:rsidRPr="00A4769E">
        <w:rPr>
          <w:szCs w:val="20"/>
        </w:rPr>
        <w:t xml:space="preserve">, </w:t>
      </w:r>
      <w:r w:rsidR="001B73FA" w:rsidRPr="001B73FA">
        <w:rPr>
          <w:szCs w:val="20"/>
        </w:rPr>
        <w:t>dit-il</w:t>
      </w:r>
      <w:r w:rsidRPr="00A4769E">
        <w:rPr>
          <w:szCs w:val="20"/>
        </w:rPr>
        <w:t xml:space="preserve">, </w:t>
      </w:r>
      <w:r w:rsidR="001B73FA" w:rsidRPr="001B73FA">
        <w:rPr>
          <w:szCs w:val="20"/>
        </w:rPr>
        <w:t>avait l</w:t>
      </w:r>
      <w:r w:rsidRPr="00A4769E">
        <w:rPr>
          <w:szCs w:val="20"/>
        </w:rPr>
        <w:t>’</w:t>
      </w:r>
      <w:r w:rsidR="001B73FA" w:rsidRPr="001B73FA">
        <w:rPr>
          <w:szCs w:val="20"/>
        </w:rPr>
        <w:t>air de n</w:t>
      </w:r>
      <w:r w:rsidRPr="00A4769E">
        <w:rPr>
          <w:szCs w:val="20"/>
        </w:rPr>
        <w:t>’</w:t>
      </w:r>
      <w:r w:rsidR="001B73FA" w:rsidRPr="001B73FA">
        <w:rPr>
          <w:szCs w:val="20"/>
        </w:rPr>
        <w:t>attacher aucune importance à la chose et le Marquis lui-m</w:t>
      </w:r>
      <w:r w:rsidR="002264F0" w:rsidRPr="00A4769E">
        <w:rPr>
          <w:szCs w:val="20"/>
        </w:rPr>
        <w:t>ê</w:t>
      </w:r>
      <w:r w:rsidR="001B73FA" w:rsidRPr="001B73FA">
        <w:rPr>
          <w:szCs w:val="20"/>
        </w:rPr>
        <w:t>me semble indifférent à ce qui n</w:t>
      </w:r>
      <w:r w:rsidRPr="00A4769E">
        <w:rPr>
          <w:szCs w:val="20"/>
        </w:rPr>
        <w:t>’</w:t>
      </w:r>
      <w:r w:rsidR="001B73FA" w:rsidRPr="001B73FA">
        <w:rPr>
          <w:szCs w:val="20"/>
        </w:rPr>
        <w:t>était dit que pour faire passer un après-midi de pluie fort ennuyeux</w:t>
      </w:r>
      <w:r w:rsidRPr="00A4769E">
        <w:rPr>
          <w:szCs w:val="20"/>
        </w:rPr>
        <w:t xml:space="preserve">, </w:t>
      </w:r>
      <w:r w:rsidR="001B73FA" w:rsidRPr="001B73FA">
        <w:rPr>
          <w:szCs w:val="20"/>
        </w:rPr>
        <w:t>sous l</w:t>
      </w:r>
      <w:r w:rsidRPr="00A4769E">
        <w:rPr>
          <w:szCs w:val="20"/>
        </w:rPr>
        <w:t>’</w:t>
      </w:r>
      <w:r w:rsidR="001B73FA" w:rsidRPr="001B73FA">
        <w:rPr>
          <w:szCs w:val="20"/>
        </w:rPr>
        <w:t>ombrage des grands arbres</w:t>
      </w:r>
      <w:r w:rsidRPr="00A4769E">
        <w:rPr>
          <w:szCs w:val="20"/>
        </w:rPr>
        <w:t>. (</w:t>
      </w:r>
      <w:r w:rsidR="001B73FA" w:rsidRPr="001B73FA">
        <w:rPr>
          <w:szCs w:val="20"/>
        </w:rPr>
        <w:t>“</w:t>
      </w:r>
      <w:r w:rsidR="001B73FA" w:rsidRPr="001B73FA">
        <w:rPr>
          <w:szCs w:val="20"/>
        </w:rPr>
        <w:t>Ne lui disons pas</w:t>
      </w:r>
      <w:r w:rsidRPr="00A4769E">
        <w:rPr>
          <w:szCs w:val="20"/>
        </w:rPr>
        <w:t xml:space="preserve">, </w:t>
      </w:r>
      <w:r w:rsidR="001B73FA" w:rsidRPr="001B73FA">
        <w:rPr>
          <w:szCs w:val="20"/>
        </w:rPr>
        <w:t>se dit-il</w:t>
      </w:r>
      <w:r w:rsidRPr="00A4769E">
        <w:rPr>
          <w:szCs w:val="20"/>
        </w:rPr>
        <w:t xml:space="preserve">, </w:t>
      </w:r>
      <w:r w:rsidR="001B73FA" w:rsidRPr="001B73FA">
        <w:rPr>
          <w:szCs w:val="20"/>
        </w:rPr>
        <w:t>que le Marquis se prenait au sérieux comme il se prend lui-même</w:t>
      </w:r>
      <w:r w:rsidRPr="00A4769E">
        <w:rPr>
          <w:szCs w:val="20"/>
        </w:rPr>
        <w:t xml:space="preserve">. </w:t>
      </w:r>
      <w:r w:rsidR="001B73FA" w:rsidRPr="001B73FA">
        <w:rPr>
          <w:szCs w:val="20"/>
        </w:rPr>
        <w:t xml:space="preserve">Ces petits Français sont drôles avec leurs </w:t>
      </w:r>
      <w:r w:rsidR="001B73FA" w:rsidRPr="001B73FA">
        <w:rPr>
          <w:i/>
          <w:iCs/>
          <w:szCs w:val="20"/>
        </w:rPr>
        <w:t>combinazione</w:t>
      </w:r>
      <w:r w:rsidR="001B73FA" w:rsidRPr="001B73FA">
        <w:rPr>
          <w:szCs w:val="20"/>
        </w:rPr>
        <w:t xml:space="preserve"> purement hygiéniques</w:t>
      </w:r>
      <w:r w:rsidRPr="00A4769E">
        <w:rPr>
          <w:szCs w:val="20"/>
        </w:rPr>
        <w:t xml:space="preserve">. </w:t>
      </w:r>
      <w:r w:rsidR="001B73FA" w:rsidRPr="001B73FA">
        <w:rPr>
          <w:szCs w:val="20"/>
        </w:rPr>
        <w:t>Nous autres</w:t>
      </w:r>
      <w:r w:rsidRPr="00A4769E">
        <w:rPr>
          <w:szCs w:val="20"/>
        </w:rPr>
        <w:t xml:space="preserve">, </w:t>
      </w:r>
      <w:r w:rsidR="001B73FA" w:rsidRPr="001B73FA">
        <w:rPr>
          <w:szCs w:val="20"/>
        </w:rPr>
        <w:t>quand nous inventons</w:t>
      </w:r>
      <w:r w:rsidRPr="00A4769E">
        <w:rPr>
          <w:szCs w:val="20"/>
        </w:rPr>
        <w:t xml:space="preserve">, </w:t>
      </w:r>
      <w:r w:rsidR="001B73FA" w:rsidRPr="001B73FA">
        <w:rPr>
          <w:szCs w:val="20"/>
        </w:rPr>
        <w:t>nous avons au moins la désinvolture de jeter le filet assez loin pour qu</w:t>
      </w:r>
      <w:r w:rsidRPr="00A4769E">
        <w:rPr>
          <w:szCs w:val="20"/>
        </w:rPr>
        <w:t>’</w:t>
      </w:r>
      <w:r w:rsidR="001B73FA" w:rsidRPr="001B73FA">
        <w:rPr>
          <w:szCs w:val="20"/>
        </w:rPr>
        <w:t>il ne se prenne pas dans nos jambes</w:t>
      </w:r>
      <w:r w:rsidRPr="00A4769E">
        <w:rPr>
          <w:szCs w:val="20"/>
        </w:rPr>
        <w:t>.</w:t>
      </w:r>
      <w:r w:rsidRPr="00A4769E">
        <w:rPr>
          <w:szCs w:val="20"/>
        </w:rPr>
        <w:t>”</w:t>
      </w:r>
      <w:r w:rsidRPr="00A4769E">
        <w:rPr>
          <w:szCs w:val="20"/>
        </w:rPr>
        <w:t xml:space="preserve">) </w:t>
      </w:r>
      <w:r w:rsidR="001B73FA" w:rsidRPr="001B73FA">
        <w:rPr>
          <w:szCs w:val="20"/>
        </w:rPr>
        <w:t>Dois-je</w:t>
      </w:r>
      <w:r w:rsidRPr="00A4769E">
        <w:rPr>
          <w:szCs w:val="20"/>
        </w:rPr>
        <w:t xml:space="preserve">, </w:t>
      </w:r>
      <w:r w:rsidR="001B73FA" w:rsidRPr="001B73FA">
        <w:rPr>
          <w:szCs w:val="20"/>
        </w:rPr>
        <w:t>poursuivit-il</w:t>
      </w:r>
      <w:r w:rsidRPr="00A4769E">
        <w:rPr>
          <w:szCs w:val="20"/>
        </w:rPr>
        <w:t xml:space="preserve">, </w:t>
      </w:r>
      <w:r w:rsidR="001B73FA" w:rsidRPr="001B73FA">
        <w:rPr>
          <w:szCs w:val="20"/>
        </w:rPr>
        <w:t>vous assurer que personne</w:t>
      </w:r>
      <w:r w:rsidRPr="00A4769E">
        <w:rPr>
          <w:szCs w:val="20"/>
        </w:rPr>
        <w:t xml:space="preserve">, </w:t>
      </w:r>
      <w:r w:rsidR="001B73FA" w:rsidRPr="001B73FA">
        <w:rPr>
          <w:szCs w:val="20"/>
        </w:rPr>
        <w:t>ni moi-même</w:t>
      </w:r>
      <w:r w:rsidRPr="00A4769E">
        <w:rPr>
          <w:szCs w:val="20"/>
        </w:rPr>
        <w:t xml:space="preserve">, </w:t>
      </w:r>
      <w:r w:rsidR="001B73FA" w:rsidRPr="001B73FA">
        <w:rPr>
          <w:szCs w:val="20"/>
        </w:rPr>
        <w:t>ne pouvons prendre ces soupçons au sérieux</w:t>
      </w:r>
      <w:r w:rsidRPr="00A4769E">
        <w:rPr>
          <w:szCs w:val="20"/>
        </w:rPr>
        <w:t> ?</w:t>
      </w:r>
    </w:p>
    <w:p w14:paraId="61E7F95A" w14:textId="1AF070B9" w:rsidR="001B73FA" w:rsidRPr="001B73FA" w:rsidRDefault="00462692" w:rsidP="001B73FA">
      <w:pPr>
        <w:rPr>
          <w:szCs w:val="20"/>
        </w:rPr>
      </w:pPr>
      <w:r w:rsidRPr="00A4769E">
        <w:rPr>
          <w:szCs w:val="20"/>
        </w:rPr>
        <w:t>— </w:t>
      </w:r>
      <w:r w:rsidR="001B73FA" w:rsidRPr="001B73FA">
        <w:rPr>
          <w:szCs w:val="20"/>
        </w:rPr>
        <w:t>Croyez-vous</w:t>
      </w:r>
      <w:r w:rsidRPr="00A4769E">
        <w:rPr>
          <w:szCs w:val="20"/>
        </w:rPr>
        <w:t> ? »</w:t>
      </w:r>
      <w:r w:rsidR="001B73FA" w:rsidRPr="001B73FA">
        <w:rPr>
          <w:szCs w:val="20"/>
        </w:rPr>
        <w:t xml:space="preserve"> demanda l</w:t>
      </w:r>
      <w:r w:rsidRPr="00A4769E">
        <w:rPr>
          <w:szCs w:val="20"/>
        </w:rPr>
        <w:t>’</w:t>
      </w:r>
      <w:r w:rsidR="001B73FA" w:rsidRPr="001B73FA">
        <w:rPr>
          <w:szCs w:val="20"/>
        </w:rPr>
        <w:t>homme au carrick</w:t>
      </w:r>
      <w:r w:rsidRPr="00A4769E">
        <w:rPr>
          <w:szCs w:val="20"/>
        </w:rPr>
        <w:t xml:space="preserve">. </w:t>
      </w:r>
      <w:r w:rsidR="001B73FA" w:rsidRPr="001B73FA">
        <w:rPr>
          <w:szCs w:val="20"/>
        </w:rPr>
        <w:t>Il y avait moins d</w:t>
      </w:r>
      <w:r w:rsidRPr="00A4769E">
        <w:rPr>
          <w:szCs w:val="20"/>
        </w:rPr>
        <w:t>’</w:t>
      </w:r>
      <w:r w:rsidR="001B73FA" w:rsidRPr="001B73FA">
        <w:rPr>
          <w:szCs w:val="20"/>
        </w:rPr>
        <w:t>amusement dans sa voix</w:t>
      </w:r>
      <w:r w:rsidRPr="00A4769E">
        <w:rPr>
          <w:szCs w:val="20"/>
        </w:rPr>
        <w:t>. « </w:t>
      </w:r>
      <w:r w:rsidR="001B73FA" w:rsidRPr="001B73FA">
        <w:rPr>
          <w:szCs w:val="20"/>
        </w:rPr>
        <w:t xml:space="preserve">Quelle </w:t>
      </w:r>
      <w:r w:rsidR="001B73FA" w:rsidRPr="001B73FA">
        <w:rPr>
          <w:i/>
          <w:iCs/>
          <w:szCs w:val="20"/>
        </w:rPr>
        <w:t>frousse</w:t>
      </w:r>
      <w:r w:rsidRPr="00A4769E">
        <w:rPr>
          <w:i/>
          <w:iCs/>
          <w:szCs w:val="20"/>
        </w:rPr>
        <w:t> ! »</w:t>
      </w:r>
      <w:r w:rsidR="001B73FA" w:rsidRPr="001B73FA">
        <w:rPr>
          <w:szCs w:val="20"/>
        </w:rPr>
        <w:t xml:space="preserve"> se dit Angelo en employant un mot de l</w:t>
      </w:r>
      <w:r w:rsidRPr="00A4769E">
        <w:rPr>
          <w:szCs w:val="20"/>
        </w:rPr>
        <w:t>’</w:t>
      </w:r>
      <w:r w:rsidR="001B73FA" w:rsidRPr="001B73FA">
        <w:rPr>
          <w:szCs w:val="20"/>
        </w:rPr>
        <w:t xml:space="preserve">argot de </w:t>
      </w:r>
      <w:r w:rsidRPr="00A4769E">
        <w:rPr>
          <w:szCs w:val="20"/>
        </w:rPr>
        <w:t>M. </w:t>
      </w:r>
      <w:r w:rsidR="001B73FA" w:rsidRPr="001B73FA">
        <w:rPr>
          <w:szCs w:val="20"/>
        </w:rPr>
        <w:t>Brisse</w:t>
      </w:r>
      <w:r w:rsidRPr="00A4769E">
        <w:rPr>
          <w:szCs w:val="20"/>
        </w:rPr>
        <w:t>. « </w:t>
      </w:r>
      <w:r w:rsidR="001B73FA" w:rsidRPr="001B73FA">
        <w:rPr>
          <w:szCs w:val="20"/>
        </w:rPr>
        <w:t>Ne connaissez-vous pas</w:t>
      </w:r>
      <w:r w:rsidRPr="00A4769E">
        <w:rPr>
          <w:szCs w:val="20"/>
        </w:rPr>
        <w:t xml:space="preserve">, </w:t>
      </w:r>
      <w:r w:rsidR="001B73FA" w:rsidRPr="001B73FA">
        <w:rPr>
          <w:szCs w:val="20"/>
        </w:rPr>
        <w:t>dit-il</w:t>
      </w:r>
      <w:r w:rsidRPr="00A4769E">
        <w:rPr>
          <w:szCs w:val="20"/>
        </w:rPr>
        <w:t xml:space="preserve">, </w:t>
      </w:r>
      <w:r w:rsidR="001B73FA" w:rsidRPr="001B73FA">
        <w:rPr>
          <w:szCs w:val="20"/>
        </w:rPr>
        <w:t>la couleur de la pluie dans ces maisons couvertes de grands arbres</w:t>
      </w:r>
      <w:r w:rsidRPr="00A4769E">
        <w:rPr>
          <w:szCs w:val="20"/>
        </w:rPr>
        <w:t xml:space="preserve"> ? </w:t>
      </w:r>
      <w:r w:rsidR="001B73FA" w:rsidRPr="001B73FA">
        <w:rPr>
          <w:szCs w:val="20"/>
        </w:rPr>
        <w:t>Il y fait sombre à trois heures de l</w:t>
      </w:r>
      <w:r w:rsidRPr="00A4769E">
        <w:rPr>
          <w:szCs w:val="20"/>
        </w:rPr>
        <w:t>’</w:t>
      </w:r>
      <w:r w:rsidR="001B73FA" w:rsidRPr="001B73FA">
        <w:rPr>
          <w:szCs w:val="20"/>
        </w:rPr>
        <w:t>après-midi</w:t>
      </w:r>
      <w:r w:rsidRPr="00A4769E">
        <w:rPr>
          <w:szCs w:val="20"/>
        </w:rPr>
        <w:t xml:space="preserve">. </w:t>
      </w:r>
      <w:r w:rsidR="001B73FA" w:rsidRPr="001B73FA">
        <w:rPr>
          <w:szCs w:val="20"/>
        </w:rPr>
        <w:t>Il faut mettre du sel sur tous les mots pour qu</w:t>
      </w:r>
      <w:r w:rsidRPr="00A4769E">
        <w:rPr>
          <w:szCs w:val="20"/>
        </w:rPr>
        <w:t>’</w:t>
      </w:r>
      <w:r w:rsidR="001B73FA" w:rsidRPr="001B73FA">
        <w:rPr>
          <w:szCs w:val="20"/>
        </w:rPr>
        <w:t>ils aient du goût</w:t>
      </w:r>
      <w:r w:rsidRPr="00A4769E">
        <w:rPr>
          <w:szCs w:val="20"/>
        </w:rPr>
        <w:t xml:space="preserve">. </w:t>
      </w:r>
      <w:r w:rsidR="001B73FA" w:rsidRPr="001B73FA">
        <w:rPr>
          <w:szCs w:val="20"/>
        </w:rPr>
        <w:t>L</w:t>
      </w:r>
      <w:r w:rsidRPr="00A4769E">
        <w:rPr>
          <w:szCs w:val="20"/>
        </w:rPr>
        <w:t>’</w:t>
      </w:r>
      <w:r w:rsidR="001B73FA" w:rsidRPr="001B73FA">
        <w:rPr>
          <w:szCs w:val="20"/>
        </w:rPr>
        <w:t>événement était une au</w:t>
      </w:r>
      <w:r w:rsidR="001B73FA" w:rsidRPr="001B73FA">
        <w:rPr>
          <w:szCs w:val="20"/>
        </w:rPr>
        <w:lastRenderedPageBreak/>
        <w:t>baine et on a parlé de vous comme on aurait parlé du Grand Turc</w:t>
      </w:r>
      <w:r w:rsidRPr="00A4769E">
        <w:rPr>
          <w:szCs w:val="20"/>
        </w:rPr>
        <w:t>.</w:t>
      </w:r>
      <w:r w:rsidRPr="00A4769E">
        <w:rPr>
          <w:szCs w:val="20"/>
        </w:rPr>
        <w:t> »</w:t>
      </w:r>
    </w:p>
    <w:p w14:paraId="1B55EA7B" w14:textId="77777777" w:rsidR="00462692" w:rsidRPr="00A4769E" w:rsidRDefault="001B73FA" w:rsidP="001B73FA">
      <w:pPr>
        <w:rPr>
          <w:szCs w:val="20"/>
        </w:rPr>
      </w:pPr>
      <w:r w:rsidRPr="001B73FA">
        <w:rPr>
          <w:szCs w:val="20"/>
        </w:rPr>
        <w:t>Malgré l</w:t>
      </w:r>
      <w:r w:rsidR="00462692" w:rsidRPr="00A4769E">
        <w:rPr>
          <w:szCs w:val="20"/>
        </w:rPr>
        <w:t>’</w:t>
      </w:r>
      <w:r w:rsidRPr="001B73FA">
        <w:rPr>
          <w:szCs w:val="20"/>
        </w:rPr>
        <w:t>épaisseur de la nuit</w:t>
      </w:r>
      <w:r w:rsidR="00462692" w:rsidRPr="00A4769E">
        <w:rPr>
          <w:szCs w:val="20"/>
        </w:rPr>
        <w:t xml:space="preserve">, </w:t>
      </w:r>
      <w:r w:rsidRPr="001B73FA">
        <w:rPr>
          <w:szCs w:val="20"/>
        </w:rPr>
        <w:t>le visage de l</w:t>
      </w:r>
      <w:r w:rsidR="00462692" w:rsidRPr="00A4769E">
        <w:rPr>
          <w:szCs w:val="20"/>
        </w:rPr>
        <w:t>’</w:t>
      </w:r>
      <w:r w:rsidRPr="001B73FA">
        <w:rPr>
          <w:szCs w:val="20"/>
        </w:rPr>
        <w:t>homme au carrick se découpait très nettement sur le gris des vitres</w:t>
      </w:r>
      <w:r w:rsidR="00462692" w:rsidRPr="00A4769E">
        <w:rPr>
          <w:szCs w:val="20"/>
        </w:rPr>
        <w:t xml:space="preserve">. </w:t>
      </w:r>
      <w:r w:rsidRPr="001B73FA">
        <w:rPr>
          <w:szCs w:val="20"/>
        </w:rPr>
        <w:t>Il était tourné vers la fenêtre de l</w:t>
      </w:r>
      <w:r w:rsidR="00462692" w:rsidRPr="00A4769E">
        <w:rPr>
          <w:szCs w:val="20"/>
        </w:rPr>
        <w:t>’</w:t>
      </w:r>
      <w:r w:rsidRPr="001B73FA">
        <w:rPr>
          <w:szCs w:val="20"/>
        </w:rPr>
        <w:t>archevêché où brillait toujours une lampe qui brusquement s</w:t>
      </w:r>
      <w:r w:rsidR="00462692" w:rsidRPr="00A4769E">
        <w:rPr>
          <w:szCs w:val="20"/>
        </w:rPr>
        <w:t>’</w:t>
      </w:r>
      <w:r w:rsidRPr="001B73FA">
        <w:rPr>
          <w:szCs w:val="20"/>
        </w:rPr>
        <w:t>éteignit</w:t>
      </w:r>
      <w:r w:rsidR="00462692" w:rsidRPr="00A4769E">
        <w:rPr>
          <w:szCs w:val="20"/>
        </w:rPr>
        <w:t>.</w:t>
      </w:r>
    </w:p>
    <w:p w14:paraId="4A114308" w14:textId="77777777" w:rsidR="00462692" w:rsidRPr="00A4769E" w:rsidRDefault="00462692" w:rsidP="001B73FA">
      <w:pPr>
        <w:rPr>
          <w:szCs w:val="20"/>
        </w:rPr>
      </w:pPr>
      <w:r w:rsidRPr="00A4769E">
        <w:rPr>
          <w:szCs w:val="20"/>
        </w:rPr>
        <w:t>« </w:t>
      </w:r>
      <w:r w:rsidR="001B73FA" w:rsidRPr="001B73FA">
        <w:rPr>
          <w:szCs w:val="20"/>
        </w:rPr>
        <w:t>Passez muscade</w:t>
      </w:r>
      <w:r w:rsidRPr="00A4769E">
        <w:rPr>
          <w:szCs w:val="20"/>
        </w:rPr>
        <w:t xml:space="preserve">, </w:t>
      </w:r>
      <w:r w:rsidR="001B73FA" w:rsidRPr="001B73FA">
        <w:rPr>
          <w:szCs w:val="20"/>
        </w:rPr>
        <w:t>dit l</w:t>
      </w:r>
      <w:r w:rsidRPr="00A4769E">
        <w:rPr>
          <w:szCs w:val="20"/>
        </w:rPr>
        <w:t>’</w:t>
      </w:r>
      <w:r w:rsidR="001B73FA" w:rsidRPr="001B73FA">
        <w:rPr>
          <w:szCs w:val="20"/>
        </w:rPr>
        <w:t>homme au carrick en se dressant</w:t>
      </w:r>
      <w:r w:rsidRPr="00A4769E">
        <w:rPr>
          <w:szCs w:val="20"/>
        </w:rPr>
        <w:t xml:space="preserve">, </w:t>
      </w:r>
      <w:r w:rsidR="001B73FA" w:rsidRPr="001B73FA">
        <w:rPr>
          <w:szCs w:val="20"/>
        </w:rPr>
        <w:t>je me sauve</w:t>
      </w:r>
      <w:r w:rsidRPr="00A4769E">
        <w:rPr>
          <w:szCs w:val="20"/>
        </w:rPr>
        <w:t xml:space="preserve">. </w:t>
      </w:r>
      <w:r w:rsidR="001B73FA" w:rsidRPr="001B73FA">
        <w:rPr>
          <w:szCs w:val="20"/>
        </w:rPr>
        <w:t>Combien faut-il de temps pour aller d</w:t>
      </w:r>
      <w:r w:rsidRPr="00A4769E">
        <w:rPr>
          <w:szCs w:val="20"/>
        </w:rPr>
        <w:t>’</w:t>
      </w:r>
      <w:r w:rsidR="001B73FA" w:rsidRPr="001B73FA">
        <w:rPr>
          <w:szCs w:val="20"/>
        </w:rPr>
        <w:t>ici à la porte de votre jardin en prenant toutes les précautions d</w:t>
      </w:r>
      <w:r w:rsidRPr="00A4769E">
        <w:rPr>
          <w:szCs w:val="20"/>
        </w:rPr>
        <w:t>’</w:t>
      </w:r>
      <w:r w:rsidR="001B73FA" w:rsidRPr="001B73FA">
        <w:rPr>
          <w:szCs w:val="20"/>
        </w:rPr>
        <w:t>usage</w:t>
      </w:r>
      <w:r w:rsidRPr="00A4769E">
        <w:rPr>
          <w:szCs w:val="20"/>
        </w:rPr>
        <w:t> ?</w:t>
      </w:r>
    </w:p>
    <w:p w14:paraId="1345554A" w14:textId="60DF16C5" w:rsidR="00462692" w:rsidRPr="00A4769E" w:rsidRDefault="00462692" w:rsidP="001B73FA">
      <w:pPr>
        <w:rPr>
          <w:szCs w:val="20"/>
        </w:rPr>
      </w:pPr>
      <w:r w:rsidRPr="00A4769E">
        <w:rPr>
          <w:szCs w:val="20"/>
        </w:rPr>
        <w:t>— </w:t>
      </w:r>
      <w:r w:rsidR="001B73FA" w:rsidRPr="001B73FA">
        <w:rPr>
          <w:szCs w:val="20"/>
        </w:rPr>
        <w:t>Une minute</w:t>
      </w:r>
      <w:r w:rsidRPr="00A4769E">
        <w:rPr>
          <w:szCs w:val="20"/>
        </w:rPr>
        <w:t>.</w:t>
      </w:r>
    </w:p>
    <w:p w14:paraId="65E5A104" w14:textId="433789A4" w:rsidR="00462692" w:rsidRPr="00A4769E" w:rsidRDefault="00462692" w:rsidP="001B73FA">
      <w:pPr>
        <w:rPr>
          <w:szCs w:val="20"/>
        </w:rPr>
      </w:pPr>
      <w:r w:rsidRPr="00A4769E">
        <w:rPr>
          <w:szCs w:val="20"/>
        </w:rPr>
        <w:t>— </w:t>
      </w:r>
      <w:r w:rsidR="001B73FA" w:rsidRPr="001B73FA">
        <w:rPr>
          <w:szCs w:val="20"/>
        </w:rPr>
        <w:t>Il m</w:t>
      </w:r>
      <w:r w:rsidRPr="00A4769E">
        <w:rPr>
          <w:szCs w:val="20"/>
        </w:rPr>
        <w:t>’</w:t>
      </w:r>
      <w:r w:rsidR="001B73FA" w:rsidRPr="001B73FA">
        <w:rPr>
          <w:szCs w:val="20"/>
        </w:rPr>
        <w:t>en reste donc une pour vous faire un commandement cette fois très sérieux</w:t>
      </w:r>
      <w:r w:rsidRPr="00A4769E">
        <w:rPr>
          <w:szCs w:val="20"/>
        </w:rPr>
        <w:t xml:space="preserve">. </w:t>
      </w:r>
      <w:r w:rsidR="001B73FA" w:rsidRPr="001B73FA">
        <w:rPr>
          <w:szCs w:val="20"/>
        </w:rPr>
        <w:t>Ne parlez de moi et de ma visite à âme qui vive</w:t>
      </w:r>
      <w:r w:rsidRPr="00A4769E">
        <w:rPr>
          <w:szCs w:val="20"/>
        </w:rPr>
        <w:t xml:space="preserve">. </w:t>
      </w:r>
      <w:r w:rsidR="001B73FA" w:rsidRPr="001B73FA">
        <w:rPr>
          <w:szCs w:val="20"/>
        </w:rPr>
        <w:t>C</w:t>
      </w:r>
      <w:r w:rsidRPr="00A4769E">
        <w:rPr>
          <w:szCs w:val="20"/>
        </w:rPr>
        <w:t>’</w:t>
      </w:r>
      <w:r w:rsidR="001B73FA" w:rsidRPr="001B73FA">
        <w:rPr>
          <w:szCs w:val="20"/>
        </w:rPr>
        <w:t>est formel</w:t>
      </w:r>
      <w:r w:rsidRPr="00A4769E">
        <w:rPr>
          <w:szCs w:val="20"/>
        </w:rPr>
        <w:t xml:space="preserve">. </w:t>
      </w:r>
      <w:r w:rsidR="001B73FA" w:rsidRPr="001B73FA">
        <w:rPr>
          <w:szCs w:val="20"/>
        </w:rPr>
        <w:t>Je vous avais déjà recommandé le silence une fois et vous n</w:t>
      </w:r>
      <w:r w:rsidRPr="00A4769E">
        <w:rPr>
          <w:szCs w:val="20"/>
        </w:rPr>
        <w:t>’</w:t>
      </w:r>
      <w:r w:rsidR="001B73FA" w:rsidRPr="001B73FA">
        <w:rPr>
          <w:szCs w:val="20"/>
        </w:rPr>
        <w:t>en avez pas tenu compte</w:t>
      </w:r>
      <w:r w:rsidRPr="00A4769E">
        <w:rPr>
          <w:szCs w:val="20"/>
        </w:rPr>
        <w:t xml:space="preserve">. </w:t>
      </w:r>
      <w:r w:rsidR="001B73FA" w:rsidRPr="001B73FA">
        <w:rPr>
          <w:szCs w:val="20"/>
        </w:rPr>
        <w:t>Mais je ne vous en garde pas rancune</w:t>
      </w:r>
      <w:r w:rsidRPr="00A4769E">
        <w:rPr>
          <w:szCs w:val="20"/>
        </w:rPr>
        <w:t xml:space="preserve">. </w:t>
      </w:r>
      <w:r w:rsidR="001B73FA" w:rsidRPr="001B73FA">
        <w:rPr>
          <w:szCs w:val="20"/>
        </w:rPr>
        <w:t>Vous ne pouviez pas museler la Marquise</w:t>
      </w:r>
      <w:r w:rsidRPr="00A4769E">
        <w:rPr>
          <w:szCs w:val="20"/>
        </w:rPr>
        <w:t xml:space="preserve">. </w:t>
      </w:r>
      <w:r w:rsidR="001B73FA" w:rsidRPr="001B73FA">
        <w:rPr>
          <w:szCs w:val="20"/>
        </w:rPr>
        <w:t>C</w:t>
      </w:r>
      <w:r w:rsidRPr="00A4769E">
        <w:rPr>
          <w:szCs w:val="20"/>
        </w:rPr>
        <w:t>’</w:t>
      </w:r>
      <w:r w:rsidR="001B73FA" w:rsidRPr="001B73FA">
        <w:rPr>
          <w:szCs w:val="20"/>
        </w:rPr>
        <w:t>est au-dessus des forces humaines</w:t>
      </w:r>
      <w:r w:rsidRPr="00A4769E">
        <w:rPr>
          <w:szCs w:val="20"/>
        </w:rPr>
        <w:t xml:space="preserve">. </w:t>
      </w:r>
      <w:r w:rsidR="001B73FA" w:rsidRPr="001B73FA">
        <w:rPr>
          <w:szCs w:val="20"/>
        </w:rPr>
        <w:t>Aujourd</w:t>
      </w:r>
      <w:r w:rsidRPr="00A4769E">
        <w:rPr>
          <w:szCs w:val="20"/>
        </w:rPr>
        <w:t>’</w:t>
      </w:r>
      <w:r w:rsidR="001B73FA" w:rsidRPr="001B73FA">
        <w:rPr>
          <w:szCs w:val="20"/>
        </w:rPr>
        <w:t>hui</w:t>
      </w:r>
      <w:r w:rsidRPr="00A4769E">
        <w:rPr>
          <w:szCs w:val="20"/>
        </w:rPr>
        <w:t xml:space="preserve">, </w:t>
      </w:r>
      <w:r w:rsidR="001B73FA" w:rsidRPr="001B73FA">
        <w:rPr>
          <w:szCs w:val="20"/>
        </w:rPr>
        <w:t>il n</w:t>
      </w:r>
      <w:r w:rsidRPr="00A4769E">
        <w:rPr>
          <w:szCs w:val="20"/>
        </w:rPr>
        <w:t>’</w:t>
      </w:r>
      <w:r w:rsidR="001B73FA" w:rsidRPr="001B73FA">
        <w:rPr>
          <w:szCs w:val="20"/>
        </w:rPr>
        <w:t>y a que vous à surveiller</w:t>
      </w:r>
      <w:r w:rsidRPr="00A4769E">
        <w:rPr>
          <w:szCs w:val="20"/>
        </w:rPr>
        <w:t xml:space="preserve">, </w:t>
      </w:r>
      <w:r w:rsidR="001B73FA" w:rsidRPr="001B73FA">
        <w:rPr>
          <w:szCs w:val="20"/>
        </w:rPr>
        <w:t>surveillez-vous</w:t>
      </w:r>
      <w:r w:rsidRPr="00A4769E">
        <w:rPr>
          <w:szCs w:val="20"/>
        </w:rPr>
        <w:t xml:space="preserve">, </w:t>
      </w:r>
      <w:r w:rsidR="001B73FA" w:rsidRPr="001B73FA">
        <w:rPr>
          <w:szCs w:val="20"/>
        </w:rPr>
        <w:t>je vous le recommande sur l</w:t>
      </w:r>
      <w:r w:rsidRPr="00A4769E">
        <w:rPr>
          <w:szCs w:val="20"/>
        </w:rPr>
        <w:t>’</w:t>
      </w:r>
      <w:r w:rsidR="001B73FA" w:rsidRPr="001B73FA">
        <w:rPr>
          <w:szCs w:val="20"/>
        </w:rPr>
        <w:t>honneur</w:t>
      </w:r>
      <w:r w:rsidRPr="00A4769E">
        <w:rPr>
          <w:szCs w:val="20"/>
        </w:rPr>
        <w:t>. »</w:t>
      </w:r>
      <w:r w:rsidR="00095774">
        <w:rPr>
          <w:szCs w:val="20"/>
        </w:rPr>
        <w:t xml:space="preserve"> </w:t>
      </w:r>
      <w:r w:rsidRPr="00A4769E">
        <w:rPr>
          <w:szCs w:val="20"/>
        </w:rPr>
        <w:t>« </w:t>
      </w:r>
      <w:r w:rsidR="001B73FA" w:rsidRPr="001B73FA">
        <w:rPr>
          <w:szCs w:val="20"/>
        </w:rPr>
        <w:t>Voilà de nouveau les transes romanesques</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Qu</w:t>
      </w:r>
      <w:r w:rsidRPr="00A4769E">
        <w:rPr>
          <w:szCs w:val="20"/>
        </w:rPr>
        <w:t>’</w:t>
      </w:r>
      <w:r w:rsidR="001B73FA" w:rsidRPr="001B73FA">
        <w:rPr>
          <w:szCs w:val="20"/>
        </w:rPr>
        <w:t>il est heureux</w:t>
      </w:r>
      <w:r w:rsidRPr="00A4769E">
        <w:rPr>
          <w:szCs w:val="20"/>
        </w:rPr>
        <w:t> ! »</w:t>
      </w:r>
      <w:r w:rsidR="001B73FA" w:rsidRPr="001B73FA">
        <w:rPr>
          <w:szCs w:val="20"/>
        </w:rPr>
        <w:t xml:space="preserve"> Il n</w:t>
      </w:r>
      <w:r w:rsidRPr="00A4769E">
        <w:rPr>
          <w:szCs w:val="20"/>
        </w:rPr>
        <w:t>’</w:t>
      </w:r>
      <w:r w:rsidR="001B73FA" w:rsidRPr="001B73FA">
        <w:rPr>
          <w:szCs w:val="20"/>
        </w:rPr>
        <w:t>avait pas du tout envie de se fâcher du ton impératif qui était employé pour lui parler d</w:t>
      </w:r>
      <w:r w:rsidRPr="00A4769E">
        <w:rPr>
          <w:szCs w:val="20"/>
        </w:rPr>
        <w:t>’</w:t>
      </w:r>
      <w:r w:rsidR="001B73FA" w:rsidRPr="001B73FA">
        <w:rPr>
          <w:szCs w:val="20"/>
        </w:rPr>
        <w:t>honneur</w:t>
      </w:r>
      <w:r w:rsidRPr="00A4769E">
        <w:rPr>
          <w:szCs w:val="20"/>
        </w:rPr>
        <w:t>. « </w:t>
      </w:r>
      <w:r w:rsidR="001B73FA" w:rsidRPr="001B73FA">
        <w:rPr>
          <w:szCs w:val="20"/>
        </w:rPr>
        <w:t>Pour vous faire voir que je comprends toute la gravité de l</w:t>
      </w:r>
      <w:r w:rsidRPr="00A4769E">
        <w:rPr>
          <w:szCs w:val="20"/>
        </w:rPr>
        <w:t>’</w:t>
      </w:r>
      <w:r w:rsidR="001B73FA" w:rsidRPr="001B73FA">
        <w:rPr>
          <w:szCs w:val="20"/>
        </w:rPr>
        <w:t>événement</w:t>
      </w:r>
      <w:r w:rsidRPr="00A4769E">
        <w:rPr>
          <w:szCs w:val="20"/>
        </w:rPr>
        <w:t xml:space="preserve">, </w:t>
      </w:r>
      <w:r w:rsidR="001B73FA" w:rsidRPr="001B73FA">
        <w:rPr>
          <w:szCs w:val="20"/>
        </w:rPr>
        <w:t>dit-il</w:t>
      </w:r>
      <w:r w:rsidRPr="00A4769E">
        <w:rPr>
          <w:szCs w:val="20"/>
        </w:rPr>
        <w:t xml:space="preserve">, </w:t>
      </w:r>
      <w:r w:rsidR="001B73FA" w:rsidRPr="001B73FA">
        <w:rPr>
          <w:szCs w:val="20"/>
        </w:rPr>
        <w:t>sachez que j</w:t>
      </w:r>
      <w:r w:rsidRPr="00A4769E">
        <w:rPr>
          <w:szCs w:val="20"/>
        </w:rPr>
        <w:t>’</w:t>
      </w:r>
      <w:r w:rsidR="001B73FA" w:rsidRPr="001B73FA">
        <w:rPr>
          <w:szCs w:val="20"/>
        </w:rPr>
        <w:t>ai souvent introduit des femmes chez moi par cette porte secrète</w:t>
      </w:r>
      <w:r w:rsidRPr="00A4769E">
        <w:rPr>
          <w:szCs w:val="20"/>
        </w:rPr>
        <w:t xml:space="preserve">. </w:t>
      </w:r>
      <w:r w:rsidR="001B73FA" w:rsidRPr="001B73FA">
        <w:rPr>
          <w:szCs w:val="20"/>
        </w:rPr>
        <w:t>Il vous suffira donc de cacher votre visage dans le col de votre manteau</w:t>
      </w:r>
      <w:r w:rsidRPr="00A4769E">
        <w:rPr>
          <w:szCs w:val="20"/>
        </w:rPr>
        <w:t xml:space="preserve">, </w:t>
      </w:r>
      <w:r w:rsidR="001B73FA" w:rsidRPr="001B73FA">
        <w:rPr>
          <w:szCs w:val="20"/>
        </w:rPr>
        <w:t>d</w:t>
      </w:r>
      <w:r w:rsidRPr="00A4769E">
        <w:rPr>
          <w:szCs w:val="20"/>
        </w:rPr>
        <w:t>’</w:t>
      </w:r>
      <w:r w:rsidR="001B73FA" w:rsidRPr="001B73FA">
        <w:rPr>
          <w:szCs w:val="20"/>
        </w:rPr>
        <w:t>ébouriffer vos cheveux</w:t>
      </w:r>
      <w:r w:rsidRPr="00A4769E">
        <w:rPr>
          <w:szCs w:val="20"/>
        </w:rPr>
        <w:t xml:space="preserve">, </w:t>
      </w:r>
      <w:r w:rsidR="001B73FA" w:rsidRPr="001B73FA">
        <w:rPr>
          <w:szCs w:val="20"/>
        </w:rPr>
        <w:t>de faire voir vos souliers à boucles et de marcher à petits pas</w:t>
      </w:r>
      <w:r w:rsidRPr="00A4769E">
        <w:rPr>
          <w:szCs w:val="20"/>
        </w:rPr>
        <w:t xml:space="preserve">, </w:t>
      </w:r>
      <w:r w:rsidR="001B73FA" w:rsidRPr="001B73FA">
        <w:rPr>
          <w:szCs w:val="20"/>
        </w:rPr>
        <w:t>pour qu</w:t>
      </w:r>
      <w:r w:rsidRPr="00A4769E">
        <w:rPr>
          <w:szCs w:val="20"/>
        </w:rPr>
        <w:t>’</w:t>
      </w:r>
      <w:r w:rsidR="001B73FA" w:rsidRPr="001B73FA">
        <w:rPr>
          <w:szCs w:val="20"/>
        </w:rPr>
        <w:t>on trouve notre promenade tout à fait naturelle si nous avions la malchance de rencontrer quelqu</w:t>
      </w:r>
      <w:r w:rsidRPr="00A4769E">
        <w:rPr>
          <w:szCs w:val="20"/>
        </w:rPr>
        <w:t>’</w:t>
      </w:r>
      <w:r w:rsidR="001B73FA" w:rsidRPr="001B73FA">
        <w:rPr>
          <w:szCs w:val="20"/>
        </w:rPr>
        <w:t>un dans l</w:t>
      </w:r>
      <w:r w:rsidRPr="00A4769E">
        <w:rPr>
          <w:szCs w:val="20"/>
        </w:rPr>
        <w:t>’</w:t>
      </w:r>
      <w:r w:rsidR="001B73FA" w:rsidRPr="001B73FA">
        <w:rPr>
          <w:szCs w:val="20"/>
        </w:rPr>
        <w:t>ombre du jardin</w:t>
      </w:r>
      <w:r w:rsidRPr="00A4769E">
        <w:rPr>
          <w:szCs w:val="20"/>
        </w:rPr>
        <w:t xml:space="preserve">. </w:t>
      </w:r>
      <w:r w:rsidR="001B73FA" w:rsidRPr="001B73FA">
        <w:rPr>
          <w:szCs w:val="20"/>
        </w:rPr>
        <w:t>Venez</w:t>
      </w:r>
      <w:r w:rsidRPr="00A4769E">
        <w:rPr>
          <w:szCs w:val="20"/>
        </w:rPr>
        <w:t>.</w:t>
      </w:r>
    </w:p>
    <w:p w14:paraId="355F0BF1" w14:textId="67625551" w:rsidR="00462692" w:rsidRPr="00A4769E" w:rsidRDefault="00462692" w:rsidP="001B73FA">
      <w:pPr>
        <w:rPr>
          <w:szCs w:val="20"/>
        </w:rPr>
      </w:pPr>
      <w:r w:rsidRPr="00A4769E">
        <w:rPr>
          <w:szCs w:val="20"/>
        </w:rPr>
        <w:lastRenderedPageBreak/>
        <w:t>— </w:t>
      </w:r>
      <w:r w:rsidR="001B73FA" w:rsidRPr="001B73FA">
        <w:rPr>
          <w:szCs w:val="20"/>
        </w:rPr>
        <w:t>Vous ne manquez pas d</w:t>
      </w:r>
      <w:r w:rsidRPr="00A4769E">
        <w:rPr>
          <w:szCs w:val="20"/>
        </w:rPr>
        <w:t>’</w:t>
      </w:r>
      <w:r w:rsidR="00E5633B" w:rsidRPr="00A4769E">
        <w:rPr>
          <w:szCs w:val="20"/>
        </w:rPr>
        <w:t>à</w:t>
      </w:r>
      <w:r w:rsidR="001B73FA" w:rsidRPr="001B73FA">
        <w:rPr>
          <w:szCs w:val="20"/>
        </w:rPr>
        <w:t>-propos</w:t>
      </w:r>
      <w:r w:rsidRPr="00A4769E">
        <w:rPr>
          <w:szCs w:val="20"/>
        </w:rPr>
        <w:t xml:space="preserve"> », </w:t>
      </w:r>
      <w:r w:rsidR="001B73FA" w:rsidRPr="001B73FA">
        <w:rPr>
          <w:szCs w:val="20"/>
        </w:rPr>
        <w:t>dit l</w:t>
      </w:r>
      <w:r w:rsidRPr="00A4769E">
        <w:rPr>
          <w:szCs w:val="20"/>
        </w:rPr>
        <w:t>’</w:t>
      </w:r>
      <w:r w:rsidR="001B73FA" w:rsidRPr="001B73FA">
        <w:rPr>
          <w:szCs w:val="20"/>
        </w:rPr>
        <w:t>homme au carrick avec le plus grand sérieux</w:t>
      </w:r>
      <w:r w:rsidRPr="00A4769E">
        <w:rPr>
          <w:szCs w:val="20"/>
        </w:rPr>
        <w:t>.</w:t>
      </w:r>
    </w:p>
    <w:p w14:paraId="1A59EF33" w14:textId="77777777" w:rsidR="00462692" w:rsidRPr="00A4769E" w:rsidRDefault="001B73FA" w:rsidP="001B73FA">
      <w:pPr>
        <w:rPr>
          <w:szCs w:val="20"/>
        </w:rPr>
      </w:pPr>
      <w:r w:rsidRPr="001B73FA">
        <w:rPr>
          <w:szCs w:val="20"/>
        </w:rPr>
        <w:t>Peu de temps avant que la lampe s</w:t>
      </w:r>
      <w:r w:rsidR="00462692" w:rsidRPr="00A4769E">
        <w:rPr>
          <w:szCs w:val="20"/>
        </w:rPr>
        <w:t>’</w:t>
      </w:r>
      <w:r w:rsidRPr="001B73FA">
        <w:rPr>
          <w:szCs w:val="20"/>
        </w:rPr>
        <w:t>éteigne à la fenêtre de l</w:t>
      </w:r>
      <w:r w:rsidR="00462692" w:rsidRPr="00A4769E">
        <w:rPr>
          <w:szCs w:val="20"/>
        </w:rPr>
        <w:t>’</w:t>
      </w:r>
      <w:r w:rsidRPr="001B73FA">
        <w:rPr>
          <w:szCs w:val="20"/>
        </w:rPr>
        <w:t>archevêché</w:t>
      </w:r>
      <w:r w:rsidR="00462692" w:rsidRPr="00A4769E">
        <w:rPr>
          <w:szCs w:val="20"/>
        </w:rPr>
        <w:t xml:space="preserve">, </w:t>
      </w:r>
      <w:r w:rsidRPr="001B73FA">
        <w:rPr>
          <w:szCs w:val="20"/>
        </w:rPr>
        <w:t>le vicaire général était à côté d</w:t>
      </w:r>
      <w:r w:rsidR="00462692" w:rsidRPr="00A4769E">
        <w:rPr>
          <w:szCs w:val="20"/>
        </w:rPr>
        <w:t>’</w:t>
      </w:r>
      <w:r w:rsidRPr="001B73FA">
        <w:rPr>
          <w:szCs w:val="20"/>
        </w:rPr>
        <w:t>elle</w:t>
      </w:r>
      <w:r w:rsidR="00462692" w:rsidRPr="00A4769E">
        <w:rPr>
          <w:szCs w:val="20"/>
        </w:rPr>
        <w:t xml:space="preserve">. </w:t>
      </w:r>
      <w:r w:rsidRPr="001B73FA">
        <w:rPr>
          <w:szCs w:val="20"/>
        </w:rPr>
        <w:t>Il était debout et s</w:t>
      </w:r>
      <w:r w:rsidR="00462692" w:rsidRPr="00A4769E">
        <w:rPr>
          <w:szCs w:val="20"/>
        </w:rPr>
        <w:t>’</w:t>
      </w:r>
      <w:r w:rsidRPr="001B73FA">
        <w:rPr>
          <w:szCs w:val="20"/>
        </w:rPr>
        <w:t>apprêtait à partir</w:t>
      </w:r>
      <w:r w:rsidR="00462692" w:rsidRPr="00A4769E">
        <w:rPr>
          <w:szCs w:val="20"/>
        </w:rPr>
        <w:t xml:space="preserve">. </w:t>
      </w:r>
      <w:r w:rsidRPr="001B73FA">
        <w:rPr>
          <w:szCs w:val="20"/>
        </w:rPr>
        <w:t>L</w:t>
      </w:r>
      <w:r w:rsidR="00462692" w:rsidRPr="00A4769E">
        <w:rPr>
          <w:szCs w:val="20"/>
        </w:rPr>
        <w:t>’</w:t>
      </w:r>
      <w:r w:rsidRPr="001B73FA">
        <w:rPr>
          <w:szCs w:val="20"/>
        </w:rPr>
        <w:t>archevêque soignait un commencement d</w:t>
      </w:r>
      <w:r w:rsidR="00462692" w:rsidRPr="00A4769E">
        <w:rPr>
          <w:szCs w:val="20"/>
        </w:rPr>
        <w:t>’</w:t>
      </w:r>
      <w:r w:rsidRPr="001B73FA">
        <w:rPr>
          <w:szCs w:val="20"/>
        </w:rPr>
        <w:t>accès de goutte dans cette petite chambre où le ronronnement des arbres lui facilitait le sommeil</w:t>
      </w:r>
      <w:r w:rsidR="00462692" w:rsidRPr="00A4769E">
        <w:rPr>
          <w:szCs w:val="20"/>
        </w:rPr>
        <w:t>.</w:t>
      </w:r>
    </w:p>
    <w:p w14:paraId="073A386B" w14:textId="77777777" w:rsidR="00462692" w:rsidRPr="00A4769E" w:rsidRDefault="00462692" w:rsidP="001B73FA">
      <w:pPr>
        <w:rPr>
          <w:szCs w:val="20"/>
        </w:rPr>
      </w:pPr>
      <w:r w:rsidRPr="00A4769E">
        <w:rPr>
          <w:szCs w:val="20"/>
        </w:rPr>
        <w:t>« </w:t>
      </w:r>
      <w:r w:rsidR="001B73FA" w:rsidRPr="001B73FA">
        <w:rPr>
          <w:szCs w:val="20"/>
        </w:rPr>
        <w:t>Vous n</w:t>
      </w:r>
      <w:r w:rsidRPr="00A4769E">
        <w:rPr>
          <w:szCs w:val="20"/>
        </w:rPr>
        <w:t>’</w:t>
      </w:r>
      <w:r w:rsidR="001B73FA" w:rsidRPr="001B73FA">
        <w:rPr>
          <w:szCs w:val="20"/>
        </w:rPr>
        <w:t>avez pas conclu</w:t>
      </w:r>
      <w:r w:rsidRPr="00A4769E">
        <w:rPr>
          <w:szCs w:val="20"/>
        </w:rPr>
        <w:t xml:space="preserve"> ? </w:t>
      </w:r>
      <w:r w:rsidR="001B73FA" w:rsidRPr="001B73FA">
        <w:rPr>
          <w:szCs w:val="20"/>
        </w:rPr>
        <w:t>dit l</w:t>
      </w:r>
      <w:r w:rsidRPr="00A4769E">
        <w:rPr>
          <w:szCs w:val="20"/>
        </w:rPr>
        <w:t>’</w:t>
      </w:r>
      <w:r w:rsidR="001B73FA" w:rsidRPr="001B73FA">
        <w:rPr>
          <w:szCs w:val="20"/>
        </w:rPr>
        <w:t>archevêque</w:t>
      </w:r>
      <w:r w:rsidRPr="00A4769E">
        <w:rPr>
          <w:szCs w:val="20"/>
        </w:rPr>
        <w:t>.</w:t>
      </w:r>
    </w:p>
    <w:p w14:paraId="5F931FE2" w14:textId="11FD7180" w:rsidR="00462692" w:rsidRPr="00A4769E" w:rsidRDefault="00462692" w:rsidP="001B73FA">
      <w:pPr>
        <w:rPr>
          <w:szCs w:val="20"/>
        </w:rPr>
      </w:pPr>
      <w:r w:rsidRPr="00A4769E">
        <w:rPr>
          <w:szCs w:val="20"/>
        </w:rPr>
        <w:t>— </w:t>
      </w:r>
      <w:r w:rsidR="001B73FA" w:rsidRPr="001B73FA">
        <w:rPr>
          <w:szCs w:val="20"/>
        </w:rPr>
        <w:t>Je ne crois pas à la solidité d</w:t>
      </w:r>
      <w:r w:rsidRPr="00A4769E">
        <w:rPr>
          <w:szCs w:val="20"/>
        </w:rPr>
        <w:t>’</w:t>
      </w:r>
      <w:r w:rsidR="001B73FA" w:rsidRPr="001B73FA">
        <w:rPr>
          <w:szCs w:val="20"/>
        </w:rPr>
        <w:t>une alliance entre les vieux nobles d</w:t>
      </w:r>
      <w:r w:rsidRPr="00A4769E">
        <w:rPr>
          <w:szCs w:val="20"/>
        </w:rPr>
        <w:t>’</w:t>
      </w:r>
      <w:r w:rsidR="001B73FA" w:rsidRPr="001B73FA">
        <w:rPr>
          <w:szCs w:val="20"/>
        </w:rPr>
        <w:t>ancien régime et le clergé</w:t>
      </w:r>
      <w:r w:rsidRPr="00A4769E">
        <w:rPr>
          <w:szCs w:val="20"/>
        </w:rPr>
        <w:t xml:space="preserve">, </w:t>
      </w:r>
      <w:r w:rsidR="001B73FA" w:rsidRPr="001B73FA">
        <w:rPr>
          <w:szCs w:val="20"/>
        </w:rPr>
        <w:t>dit le vicaire général</w:t>
      </w:r>
      <w:r w:rsidRPr="00A4769E">
        <w:rPr>
          <w:szCs w:val="20"/>
        </w:rPr>
        <w:t xml:space="preserve">. </w:t>
      </w:r>
      <w:r w:rsidR="001B73FA" w:rsidRPr="001B73FA">
        <w:rPr>
          <w:szCs w:val="20"/>
        </w:rPr>
        <w:t>Je n</w:t>
      </w:r>
      <w:r w:rsidRPr="00A4769E">
        <w:rPr>
          <w:szCs w:val="20"/>
        </w:rPr>
        <w:t>’</w:t>
      </w:r>
      <w:r w:rsidR="001B73FA" w:rsidRPr="001B73FA">
        <w:rPr>
          <w:szCs w:val="20"/>
        </w:rPr>
        <w:t>en vois même pas la nécessité</w:t>
      </w:r>
      <w:r w:rsidRPr="00A4769E">
        <w:rPr>
          <w:szCs w:val="20"/>
        </w:rPr>
        <w:t>.</w:t>
      </w:r>
    </w:p>
    <w:p w14:paraId="2A3B1817" w14:textId="252FBF05" w:rsidR="00462692" w:rsidRPr="00A4769E" w:rsidRDefault="00462692" w:rsidP="001B73FA">
      <w:pPr>
        <w:rPr>
          <w:szCs w:val="20"/>
        </w:rPr>
      </w:pPr>
      <w:r w:rsidRPr="00A4769E">
        <w:rPr>
          <w:szCs w:val="20"/>
        </w:rPr>
        <w:t>— </w:t>
      </w:r>
      <w:r w:rsidR="001B73FA" w:rsidRPr="001B73FA">
        <w:rPr>
          <w:szCs w:val="20"/>
        </w:rPr>
        <w:t>Ne généralisez pas et dites ce qui vous tient au c</w:t>
      </w:r>
      <w:r w:rsidRPr="00A4769E">
        <w:rPr>
          <w:szCs w:val="20"/>
        </w:rPr>
        <w:t>œ</w:t>
      </w:r>
      <w:r w:rsidR="001B73FA" w:rsidRPr="001B73FA">
        <w:rPr>
          <w:szCs w:val="20"/>
        </w:rPr>
        <w:t>ur</w:t>
      </w:r>
      <w:r w:rsidRPr="00A4769E">
        <w:rPr>
          <w:szCs w:val="20"/>
        </w:rPr>
        <w:t xml:space="preserve">. </w:t>
      </w:r>
      <w:r w:rsidR="001B73FA" w:rsidRPr="001B73FA">
        <w:rPr>
          <w:szCs w:val="20"/>
        </w:rPr>
        <w:t>Que reprochez-vous au Marquis</w:t>
      </w:r>
      <w:r w:rsidRPr="00A4769E">
        <w:rPr>
          <w:szCs w:val="20"/>
        </w:rPr>
        <w:t> ?</w:t>
      </w:r>
    </w:p>
    <w:p w14:paraId="3817EEEA" w14:textId="0605DF28" w:rsidR="00462692" w:rsidRPr="00A4769E" w:rsidRDefault="00462692" w:rsidP="001B73FA">
      <w:pPr>
        <w:rPr>
          <w:szCs w:val="20"/>
        </w:rPr>
      </w:pPr>
      <w:r w:rsidRPr="00A4769E">
        <w:rPr>
          <w:szCs w:val="20"/>
        </w:rPr>
        <w:t>— </w:t>
      </w:r>
      <w:r w:rsidR="001B73FA" w:rsidRPr="001B73FA">
        <w:rPr>
          <w:szCs w:val="20"/>
        </w:rPr>
        <w:t>Il me faut cependant encore une phrase de généralisation pour bien préciser ma pensée</w:t>
      </w:r>
      <w:r w:rsidRPr="00A4769E">
        <w:rPr>
          <w:szCs w:val="20"/>
        </w:rPr>
        <w:t xml:space="preserve">. </w:t>
      </w:r>
      <w:r w:rsidR="001B73FA" w:rsidRPr="001B73FA">
        <w:rPr>
          <w:szCs w:val="20"/>
        </w:rPr>
        <w:t>Ils craignent le ridicule</w:t>
      </w:r>
      <w:r w:rsidRPr="00A4769E">
        <w:rPr>
          <w:szCs w:val="20"/>
        </w:rPr>
        <w:t xml:space="preserve"> ; </w:t>
      </w:r>
      <w:r w:rsidR="001B73FA" w:rsidRPr="001B73FA">
        <w:rPr>
          <w:szCs w:val="20"/>
        </w:rPr>
        <w:t>nous savons nous accommoder de lui et le tourner à notre avantage</w:t>
      </w:r>
      <w:r w:rsidRPr="00A4769E">
        <w:rPr>
          <w:szCs w:val="20"/>
        </w:rPr>
        <w:t xml:space="preserve">. </w:t>
      </w:r>
      <w:r w:rsidR="001B73FA" w:rsidRPr="001B73FA">
        <w:rPr>
          <w:szCs w:val="20"/>
        </w:rPr>
        <w:t>Ils luttent essentiellement contre le retour de 93 et nous sommes tellement assurés du retour de 93 que tout est prêt pour l</w:t>
      </w:r>
      <w:r w:rsidRPr="00A4769E">
        <w:rPr>
          <w:szCs w:val="20"/>
        </w:rPr>
        <w:t>’</w:t>
      </w:r>
      <w:r w:rsidR="001B73FA" w:rsidRPr="001B73FA">
        <w:rPr>
          <w:szCs w:val="20"/>
        </w:rPr>
        <w:t>accueillir</w:t>
      </w:r>
      <w:r w:rsidRPr="00A4769E">
        <w:rPr>
          <w:szCs w:val="20"/>
        </w:rPr>
        <w:t>.</w:t>
      </w:r>
    </w:p>
    <w:p w14:paraId="09356891" w14:textId="765BE2C2" w:rsidR="00462692" w:rsidRPr="00A4769E" w:rsidRDefault="00462692" w:rsidP="001B73FA">
      <w:pPr>
        <w:rPr>
          <w:szCs w:val="20"/>
        </w:rPr>
      </w:pPr>
      <w:r w:rsidRPr="00A4769E">
        <w:rPr>
          <w:szCs w:val="20"/>
        </w:rPr>
        <w:t>— </w:t>
      </w:r>
      <w:r w:rsidR="001B73FA" w:rsidRPr="001B73FA">
        <w:rPr>
          <w:szCs w:val="20"/>
        </w:rPr>
        <w:t>Alliance ne signifie pas suicide</w:t>
      </w:r>
      <w:r w:rsidRPr="00A4769E">
        <w:rPr>
          <w:szCs w:val="20"/>
        </w:rPr>
        <w:t xml:space="preserve">. </w:t>
      </w:r>
      <w:r w:rsidR="001B73FA" w:rsidRPr="001B73FA">
        <w:rPr>
          <w:szCs w:val="20"/>
        </w:rPr>
        <w:t>Il y a toujours un des alliés qui meurt le premier</w:t>
      </w:r>
      <w:r w:rsidRPr="00A4769E">
        <w:rPr>
          <w:szCs w:val="20"/>
        </w:rPr>
        <w:t xml:space="preserve">. </w:t>
      </w:r>
      <w:r w:rsidR="001B73FA" w:rsidRPr="001B73FA">
        <w:rPr>
          <w:szCs w:val="20"/>
        </w:rPr>
        <w:t>C</w:t>
      </w:r>
      <w:r w:rsidRPr="00A4769E">
        <w:rPr>
          <w:szCs w:val="20"/>
        </w:rPr>
        <w:t>’</w:t>
      </w:r>
      <w:r w:rsidR="001B73FA" w:rsidRPr="001B73FA">
        <w:rPr>
          <w:szCs w:val="20"/>
        </w:rPr>
        <w:t>est normal</w:t>
      </w:r>
      <w:r w:rsidRPr="00A4769E">
        <w:rPr>
          <w:szCs w:val="20"/>
        </w:rPr>
        <w:t>.</w:t>
      </w:r>
    </w:p>
    <w:p w14:paraId="60F9492E" w14:textId="59049454" w:rsidR="00462692" w:rsidRPr="00A4769E" w:rsidRDefault="00462692" w:rsidP="001B73FA">
      <w:pPr>
        <w:rPr>
          <w:szCs w:val="20"/>
        </w:rPr>
      </w:pPr>
      <w:r w:rsidRPr="00A4769E">
        <w:rPr>
          <w:szCs w:val="20"/>
        </w:rPr>
        <w:t>— </w:t>
      </w:r>
      <w:r w:rsidR="001B73FA" w:rsidRPr="001B73FA">
        <w:rPr>
          <w:szCs w:val="20"/>
        </w:rPr>
        <w:t>Ils perdent leurs privilèges et nous gardons les nôtres</w:t>
      </w:r>
      <w:r w:rsidRPr="00A4769E">
        <w:rPr>
          <w:szCs w:val="20"/>
        </w:rPr>
        <w:t xml:space="preserve">. </w:t>
      </w:r>
      <w:r w:rsidR="001B73FA" w:rsidRPr="001B73FA">
        <w:rPr>
          <w:szCs w:val="20"/>
        </w:rPr>
        <w:t>Comment exiger qu</w:t>
      </w:r>
      <w:r w:rsidRPr="00A4769E">
        <w:rPr>
          <w:szCs w:val="20"/>
        </w:rPr>
        <w:t>’</w:t>
      </w:r>
      <w:r w:rsidR="001B73FA" w:rsidRPr="001B73FA">
        <w:rPr>
          <w:szCs w:val="20"/>
        </w:rPr>
        <w:t>ils nous aiment</w:t>
      </w:r>
      <w:r w:rsidRPr="00A4769E">
        <w:rPr>
          <w:szCs w:val="20"/>
        </w:rPr>
        <w:t> ?</w:t>
      </w:r>
    </w:p>
    <w:p w14:paraId="567966FD" w14:textId="5293A26F" w:rsidR="00462692" w:rsidRPr="00A4769E" w:rsidRDefault="00462692" w:rsidP="001B73FA">
      <w:pPr>
        <w:rPr>
          <w:szCs w:val="20"/>
        </w:rPr>
      </w:pPr>
      <w:r w:rsidRPr="00A4769E">
        <w:rPr>
          <w:szCs w:val="20"/>
        </w:rPr>
        <w:t>— </w:t>
      </w:r>
      <w:r w:rsidR="001B73FA" w:rsidRPr="001B73FA">
        <w:rPr>
          <w:szCs w:val="20"/>
        </w:rPr>
        <w:t>Quant à exiger qu</w:t>
      </w:r>
      <w:r w:rsidRPr="00A4769E">
        <w:rPr>
          <w:szCs w:val="20"/>
        </w:rPr>
        <w:t>’</w:t>
      </w:r>
      <w:r w:rsidR="001B73FA" w:rsidRPr="001B73FA">
        <w:rPr>
          <w:szCs w:val="20"/>
        </w:rPr>
        <w:t>on nous aime</w:t>
      </w:r>
      <w:r w:rsidRPr="00A4769E">
        <w:rPr>
          <w:szCs w:val="20"/>
        </w:rPr>
        <w:t xml:space="preserve">, </w:t>
      </w:r>
      <w:r w:rsidR="001B73FA" w:rsidRPr="001B73FA">
        <w:rPr>
          <w:szCs w:val="20"/>
        </w:rPr>
        <w:t>ceci est une affaire d</w:t>
      </w:r>
      <w:r w:rsidRPr="00A4769E">
        <w:rPr>
          <w:szCs w:val="20"/>
        </w:rPr>
        <w:t>’</w:t>
      </w:r>
      <w:r w:rsidR="001B73FA" w:rsidRPr="001B73FA">
        <w:rPr>
          <w:szCs w:val="20"/>
        </w:rPr>
        <w:t>offices</w:t>
      </w:r>
      <w:r w:rsidRPr="00A4769E">
        <w:rPr>
          <w:szCs w:val="20"/>
        </w:rPr>
        <w:t xml:space="preserve">, </w:t>
      </w:r>
      <w:r w:rsidR="001B73FA" w:rsidRPr="001B73FA">
        <w:rPr>
          <w:szCs w:val="20"/>
        </w:rPr>
        <w:t>et est réglé depuis longtemps</w:t>
      </w:r>
      <w:r w:rsidRPr="00A4769E">
        <w:rPr>
          <w:szCs w:val="20"/>
        </w:rPr>
        <w:t xml:space="preserve">. </w:t>
      </w:r>
      <w:r w:rsidR="001B73FA" w:rsidRPr="001B73FA">
        <w:rPr>
          <w:szCs w:val="20"/>
        </w:rPr>
        <w:t>Vous qui avez de bons yeux</w:t>
      </w:r>
      <w:r w:rsidRPr="00A4769E">
        <w:rPr>
          <w:szCs w:val="20"/>
        </w:rPr>
        <w:t xml:space="preserve">, </w:t>
      </w:r>
      <w:r w:rsidR="001B73FA" w:rsidRPr="001B73FA">
        <w:rPr>
          <w:szCs w:val="20"/>
        </w:rPr>
        <w:t>comptez-moi donc dix gouttes de colchique dans ce verre</w:t>
      </w:r>
      <w:r w:rsidRPr="00A4769E">
        <w:rPr>
          <w:szCs w:val="20"/>
        </w:rPr>
        <w:t xml:space="preserve">. </w:t>
      </w:r>
      <w:r w:rsidR="001B73FA" w:rsidRPr="001B73FA">
        <w:rPr>
          <w:szCs w:val="20"/>
        </w:rPr>
        <w:t>Que reprochez-vous au Marquis</w:t>
      </w:r>
      <w:r w:rsidRPr="00A4769E">
        <w:rPr>
          <w:szCs w:val="20"/>
        </w:rPr>
        <w:t xml:space="preserve"> ? </w:t>
      </w:r>
      <w:r w:rsidR="001B73FA" w:rsidRPr="001B73FA">
        <w:rPr>
          <w:szCs w:val="20"/>
        </w:rPr>
        <w:t>Son courage</w:t>
      </w:r>
      <w:r w:rsidRPr="00A4769E">
        <w:rPr>
          <w:szCs w:val="20"/>
        </w:rPr>
        <w:t> ?</w:t>
      </w:r>
    </w:p>
    <w:p w14:paraId="0A70ECBA" w14:textId="58A978DF" w:rsidR="00462692" w:rsidRPr="00A4769E" w:rsidRDefault="00462692" w:rsidP="001B73FA">
      <w:pPr>
        <w:rPr>
          <w:szCs w:val="20"/>
        </w:rPr>
      </w:pPr>
      <w:r w:rsidRPr="00A4769E">
        <w:rPr>
          <w:szCs w:val="20"/>
        </w:rPr>
        <w:t>— </w:t>
      </w:r>
      <w:r w:rsidR="001B73FA" w:rsidRPr="001B73FA">
        <w:rPr>
          <w:szCs w:val="20"/>
        </w:rPr>
        <w:t>Son romanesque</w:t>
      </w:r>
      <w:r w:rsidRPr="00A4769E">
        <w:rPr>
          <w:szCs w:val="20"/>
        </w:rPr>
        <w:t>.</w:t>
      </w:r>
    </w:p>
    <w:p w14:paraId="293655DE" w14:textId="7DFE8E54" w:rsidR="00462692" w:rsidRPr="00A4769E" w:rsidRDefault="00462692" w:rsidP="001B73FA">
      <w:pPr>
        <w:rPr>
          <w:szCs w:val="20"/>
        </w:rPr>
      </w:pPr>
      <w:r w:rsidRPr="00A4769E">
        <w:rPr>
          <w:szCs w:val="20"/>
        </w:rPr>
        <w:lastRenderedPageBreak/>
        <w:t>— </w:t>
      </w:r>
      <w:r w:rsidR="001B73FA" w:rsidRPr="001B73FA">
        <w:rPr>
          <w:szCs w:val="20"/>
        </w:rPr>
        <w:t>Sept cent mille francs en six mois</w:t>
      </w:r>
      <w:r w:rsidRPr="00A4769E">
        <w:rPr>
          <w:szCs w:val="20"/>
        </w:rPr>
        <w:t>.</w:t>
      </w:r>
    </w:p>
    <w:p w14:paraId="2488E544" w14:textId="6B62E659" w:rsidR="00462692" w:rsidRPr="00A4769E" w:rsidRDefault="00462692" w:rsidP="001B73FA">
      <w:pPr>
        <w:rPr>
          <w:szCs w:val="20"/>
        </w:rPr>
      </w:pPr>
      <w:r w:rsidRPr="00A4769E">
        <w:rPr>
          <w:szCs w:val="20"/>
        </w:rPr>
        <w:t>— </w:t>
      </w:r>
      <w:r w:rsidR="001B73FA" w:rsidRPr="001B73FA">
        <w:rPr>
          <w:szCs w:val="20"/>
        </w:rPr>
        <w:t>Son imprudence</w:t>
      </w:r>
      <w:r w:rsidRPr="00A4769E">
        <w:rPr>
          <w:szCs w:val="20"/>
        </w:rPr>
        <w:t>.</w:t>
      </w:r>
    </w:p>
    <w:p w14:paraId="32D01D59" w14:textId="460C721C" w:rsidR="00462692" w:rsidRPr="00A4769E" w:rsidRDefault="00462692" w:rsidP="001B73FA">
      <w:pPr>
        <w:rPr>
          <w:szCs w:val="20"/>
        </w:rPr>
      </w:pPr>
      <w:r w:rsidRPr="00A4769E">
        <w:rPr>
          <w:szCs w:val="20"/>
        </w:rPr>
        <w:t>— </w:t>
      </w:r>
      <w:r w:rsidR="001B73FA" w:rsidRPr="001B73FA">
        <w:rPr>
          <w:szCs w:val="20"/>
        </w:rPr>
        <w:t>Il est habile et nous le sommes plus que lui</w:t>
      </w:r>
      <w:r w:rsidRPr="00A4769E">
        <w:rPr>
          <w:szCs w:val="20"/>
        </w:rPr>
        <w:t>.</w:t>
      </w:r>
    </w:p>
    <w:p w14:paraId="7502A949" w14:textId="7290C724" w:rsidR="00462692" w:rsidRPr="00A4769E" w:rsidRDefault="00462692" w:rsidP="001B73FA">
      <w:pPr>
        <w:rPr>
          <w:szCs w:val="20"/>
        </w:rPr>
      </w:pPr>
      <w:r w:rsidRPr="00A4769E">
        <w:rPr>
          <w:szCs w:val="20"/>
        </w:rPr>
        <w:t>— </w:t>
      </w:r>
      <w:r w:rsidR="001B73FA" w:rsidRPr="001B73FA">
        <w:rPr>
          <w:szCs w:val="20"/>
        </w:rPr>
        <w:t>Son erreur fondamentale</w:t>
      </w:r>
      <w:r w:rsidRPr="00A4769E">
        <w:rPr>
          <w:szCs w:val="20"/>
        </w:rPr>
        <w:t>.</w:t>
      </w:r>
    </w:p>
    <w:p w14:paraId="02253A14" w14:textId="44A3ADF8" w:rsidR="00462692" w:rsidRPr="00A4769E" w:rsidRDefault="00462692" w:rsidP="001B73FA">
      <w:pPr>
        <w:rPr>
          <w:szCs w:val="20"/>
        </w:rPr>
      </w:pPr>
      <w:r w:rsidRPr="00A4769E">
        <w:rPr>
          <w:szCs w:val="20"/>
        </w:rPr>
        <w:t>— </w:t>
      </w:r>
      <w:r w:rsidR="001B73FA" w:rsidRPr="001B73FA">
        <w:rPr>
          <w:szCs w:val="20"/>
        </w:rPr>
        <w:t>Je la connais</w:t>
      </w:r>
      <w:r w:rsidRPr="00A4769E">
        <w:rPr>
          <w:szCs w:val="20"/>
        </w:rPr>
        <w:t xml:space="preserve">. </w:t>
      </w:r>
      <w:r w:rsidR="001B73FA" w:rsidRPr="001B73FA">
        <w:rPr>
          <w:szCs w:val="20"/>
        </w:rPr>
        <w:t>Mais une des plus grandes incommodités de la préparation des guerres civiles est qu</w:t>
      </w:r>
      <w:r w:rsidRPr="00A4769E">
        <w:rPr>
          <w:szCs w:val="20"/>
        </w:rPr>
        <w:t>’</w:t>
      </w:r>
      <w:r w:rsidR="001B73FA" w:rsidRPr="001B73FA">
        <w:rPr>
          <w:szCs w:val="20"/>
        </w:rPr>
        <w:t>il faut encore plus d</w:t>
      </w:r>
      <w:r w:rsidRPr="00A4769E">
        <w:rPr>
          <w:szCs w:val="20"/>
        </w:rPr>
        <w:t>’</w:t>
      </w:r>
      <w:r w:rsidR="001B73FA" w:rsidRPr="001B73FA">
        <w:rPr>
          <w:szCs w:val="20"/>
        </w:rPr>
        <w:t>application à ce qu</w:t>
      </w:r>
      <w:r w:rsidRPr="00A4769E">
        <w:rPr>
          <w:szCs w:val="20"/>
        </w:rPr>
        <w:t>’</w:t>
      </w:r>
      <w:r w:rsidR="001B73FA" w:rsidRPr="001B73FA">
        <w:rPr>
          <w:szCs w:val="20"/>
        </w:rPr>
        <w:t>on ne doit pas dire à ses amis qu</w:t>
      </w:r>
      <w:r w:rsidRPr="00A4769E">
        <w:rPr>
          <w:szCs w:val="20"/>
        </w:rPr>
        <w:t>’</w:t>
      </w:r>
      <w:r w:rsidR="001B73FA" w:rsidRPr="001B73FA">
        <w:rPr>
          <w:szCs w:val="20"/>
        </w:rPr>
        <w:t>à ce que l</w:t>
      </w:r>
      <w:r w:rsidRPr="00A4769E">
        <w:rPr>
          <w:szCs w:val="20"/>
        </w:rPr>
        <w:t>’</w:t>
      </w:r>
      <w:r w:rsidR="001B73FA" w:rsidRPr="001B73FA">
        <w:rPr>
          <w:szCs w:val="20"/>
        </w:rPr>
        <w:t>on doit faire contre ses ennemis</w:t>
      </w:r>
      <w:r w:rsidRPr="00A4769E">
        <w:rPr>
          <w:szCs w:val="20"/>
        </w:rPr>
        <w:t>.</w:t>
      </w:r>
    </w:p>
    <w:p w14:paraId="6931BBBF" w14:textId="475ACDF0" w:rsidR="00462692" w:rsidRPr="00A4769E" w:rsidRDefault="00462692" w:rsidP="001B73FA">
      <w:pPr>
        <w:rPr>
          <w:szCs w:val="20"/>
        </w:rPr>
      </w:pPr>
      <w:r w:rsidRPr="00A4769E">
        <w:rPr>
          <w:szCs w:val="20"/>
        </w:rPr>
        <w:t>— </w:t>
      </w:r>
      <w:r w:rsidR="001B73FA" w:rsidRPr="001B73FA">
        <w:rPr>
          <w:szCs w:val="20"/>
        </w:rPr>
        <w:t>Nous ne savons pas dépaver les rues</w:t>
      </w:r>
      <w:r w:rsidRPr="00A4769E">
        <w:rPr>
          <w:szCs w:val="20"/>
        </w:rPr>
        <w:t xml:space="preserve">. </w:t>
      </w:r>
      <w:r w:rsidR="001B73FA" w:rsidRPr="001B73FA">
        <w:rPr>
          <w:szCs w:val="20"/>
        </w:rPr>
        <w:t>Les barricades ne se construisent pas à prix fait</w:t>
      </w:r>
      <w:r w:rsidRPr="00A4769E">
        <w:rPr>
          <w:szCs w:val="20"/>
        </w:rPr>
        <w:t xml:space="preserve">. </w:t>
      </w:r>
      <w:r w:rsidR="001B73FA" w:rsidRPr="001B73FA">
        <w:rPr>
          <w:szCs w:val="20"/>
        </w:rPr>
        <w:t>Son erreur est de le croire</w:t>
      </w:r>
      <w:r w:rsidRPr="00A4769E">
        <w:rPr>
          <w:szCs w:val="20"/>
        </w:rPr>
        <w:t xml:space="preserve">. </w:t>
      </w:r>
      <w:r w:rsidR="001B73FA" w:rsidRPr="001B73FA">
        <w:rPr>
          <w:szCs w:val="20"/>
        </w:rPr>
        <w:t>Sept cent mille francs en six mois ne sont que sept cent mille francs d</w:t>
      </w:r>
      <w:r w:rsidRPr="00A4769E">
        <w:rPr>
          <w:szCs w:val="20"/>
        </w:rPr>
        <w:t>’</w:t>
      </w:r>
      <w:r w:rsidR="001B73FA" w:rsidRPr="001B73FA">
        <w:rPr>
          <w:szCs w:val="20"/>
        </w:rPr>
        <w:t>un côté et six mois perdus de l</w:t>
      </w:r>
      <w:r w:rsidRPr="00A4769E">
        <w:rPr>
          <w:szCs w:val="20"/>
        </w:rPr>
        <w:t>’</w:t>
      </w:r>
      <w:r w:rsidR="001B73FA" w:rsidRPr="001B73FA">
        <w:rPr>
          <w:szCs w:val="20"/>
        </w:rPr>
        <w:t>autre</w:t>
      </w:r>
      <w:r w:rsidRPr="00A4769E">
        <w:rPr>
          <w:szCs w:val="20"/>
        </w:rPr>
        <w:t>.</w:t>
      </w:r>
    </w:p>
    <w:p w14:paraId="33FC8E38" w14:textId="396A5697" w:rsidR="00462692" w:rsidRPr="00A4769E" w:rsidRDefault="00462692" w:rsidP="001B73FA">
      <w:pPr>
        <w:rPr>
          <w:szCs w:val="20"/>
        </w:rPr>
      </w:pPr>
      <w:r w:rsidRPr="00A4769E">
        <w:rPr>
          <w:szCs w:val="20"/>
        </w:rPr>
        <w:t>— </w:t>
      </w:r>
      <w:r w:rsidR="001B73FA" w:rsidRPr="001B73FA">
        <w:rPr>
          <w:szCs w:val="20"/>
        </w:rPr>
        <w:t>Qu</w:t>
      </w:r>
      <w:r w:rsidRPr="00A4769E">
        <w:rPr>
          <w:szCs w:val="20"/>
        </w:rPr>
        <w:t>’</w:t>
      </w:r>
      <w:r w:rsidR="001B73FA" w:rsidRPr="001B73FA">
        <w:rPr>
          <w:szCs w:val="20"/>
        </w:rPr>
        <w:t>auriez-vous fait de ces six mois</w:t>
      </w:r>
      <w:r w:rsidRPr="00A4769E">
        <w:rPr>
          <w:szCs w:val="20"/>
        </w:rPr>
        <w:t> ?</w:t>
      </w:r>
    </w:p>
    <w:p w14:paraId="7AE8C02C" w14:textId="0F09F0F3" w:rsidR="00462692" w:rsidRPr="00A4769E" w:rsidRDefault="00462692" w:rsidP="001B73FA">
      <w:pPr>
        <w:rPr>
          <w:szCs w:val="20"/>
        </w:rPr>
      </w:pPr>
      <w:r w:rsidRPr="00A4769E">
        <w:rPr>
          <w:szCs w:val="20"/>
        </w:rPr>
        <w:t>— </w:t>
      </w:r>
      <w:r w:rsidR="001B73FA" w:rsidRPr="001B73FA">
        <w:rPr>
          <w:szCs w:val="20"/>
        </w:rPr>
        <w:t>J</w:t>
      </w:r>
      <w:r w:rsidRPr="00A4769E">
        <w:rPr>
          <w:szCs w:val="20"/>
        </w:rPr>
        <w:t>’</w:t>
      </w:r>
      <w:r w:rsidR="001B73FA" w:rsidRPr="001B73FA">
        <w:rPr>
          <w:szCs w:val="20"/>
        </w:rPr>
        <w:t>aurais engagé le combat avec des armes qui nous sont familières</w:t>
      </w:r>
      <w:r w:rsidRPr="00A4769E">
        <w:rPr>
          <w:szCs w:val="20"/>
        </w:rPr>
        <w:t xml:space="preserve">. </w:t>
      </w:r>
      <w:r w:rsidR="001B73FA" w:rsidRPr="001B73FA">
        <w:rPr>
          <w:szCs w:val="20"/>
        </w:rPr>
        <w:t xml:space="preserve">Tandis que </w:t>
      </w:r>
      <w:r w:rsidRPr="00A4769E">
        <w:rPr>
          <w:szCs w:val="20"/>
        </w:rPr>
        <w:t>M. de </w:t>
      </w:r>
      <w:r w:rsidR="001B73FA" w:rsidRPr="001B73FA">
        <w:rPr>
          <w:szCs w:val="20"/>
        </w:rPr>
        <w:t>Théus l</w:t>
      </w:r>
      <w:r w:rsidRPr="00A4769E">
        <w:rPr>
          <w:szCs w:val="20"/>
        </w:rPr>
        <w:t>’</w:t>
      </w:r>
      <w:r w:rsidR="001B73FA" w:rsidRPr="001B73FA">
        <w:rPr>
          <w:szCs w:val="20"/>
        </w:rPr>
        <w:t>attend de pied ferme avec des armes dont nous ne saurons jamais nous servir</w:t>
      </w:r>
      <w:r w:rsidRPr="00A4769E">
        <w:rPr>
          <w:szCs w:val="20"/>
        </w:rPr>
        <w:t xml:space="preserve">. </w:t>
      </w:r>
      <w:r w:rsidR="001B73FA" w:rsidRPr="001B73FA">
        <w:rPr>
          <w:szCs w:val="20"/>
        </w:rPr>
        <w:t>Le peuple ne se révolte pas de nécessité</w:t>
      </w:r>
      <w:r w:rsidRPr="00A4769E">
        <w:rPr>
          <w:szCs w:val="20"/>
        </w:rPr>
        <w:t xml:space="preserve"> ; </w:t>
      </w:r>
      <w:r w:rsidR="001B73FA" w:rsidRPr="001B73FA">
        <w:rPr>
          <w:szCs w:val="20"/>
        </w:rPr>
        <w:t>il se révolte d</w:t>
      </w:r>
      <w:r w:rsidRPr="00A4769E">
        <w:rPr>
          <w:szCs w:val="20"/>
        </w:rPr>
        <w:t>’</w:t>
      </w:r>
      <w:r w:rsidR="001B73FA" w:rsidRPr="001B73FA">
        <w:rPr>
          <w:szCs w:val="20"/>
        </w:rPr>
        <w:t>émotion</w:t>
      </w:r>
      <w:r w:rsidRPr="00A4769E">
        <w:rPr>
          <w:szCs w:val="20"/>
        </w:rPr>
        <w:t xml:space="preserve">. </w:t>
      </w:r>
      <w:r w:rsidR="001B73FA" w:rsidRPr="001B73FA">
        <w:rPr>
          <w:szCs w:val="20"/>
        </w:rPr>
        <w:t>Voilà le secret du délit d</w:t>
      </w:r>
      <w:r w:rsidRPr="00A4769E">
        <w:rPr>
          <w:szCs w:val="20"/>
        </w:rPr>
        <w:t>’</w:t>
      </w:r>
      <w:r w:rsidR="001B73FA" w:rsidRPr="001B73FA">
        <w:rPr>
          <w:szCs w:val="20"/>
        </w:rPr>
        <w:t>audience de Blanqui</w:t>
      </w:r>
      <w:r w:rsidRPr="00A4769E">
        <w:rPr>
          <w:szCs w:val="20"/>
        </w:rPr>
        <w:t xml:space="preserve">, </w:t>
      </w:r>
      <w:r w:rsidR="001B73FA" w:rsidRPr="001B73FA">
        <w:rPr>
          <w:szCs w:val="20"/>
        </w:rPr>
        <w:t>voilà le secret de Barbès</w:t>
      </w:r>
      <w:r w:rsidRPr="00A4769E">
        <w:rPr>
          <w:szCs w:val="20"/>
        </w:rPr>
        <w:t xml:space="preserve">, </w:t>
      </w:r>
      <w:r w:rsidR="001B73FA" w:rsidRPr="001B73FA">
        <w:rPr>
          <w:szCs w:val="20"/>
        </w:rPr>
        <w:t>de Martin Bernard</w:t>
      </w:r>
      <w:r w:rsidRPr="00A4769E">
        <w:rPr>
          <w:szCs w:val="20"/>
        </w:rPr>
        <w:t xml:space="preserve">, </w:t>
      </w:r>
      <w:r w:rsidR="001B73FA" w:rsidRPr="001B73FA">
        <w:rPr>
          <w:szCs w:val="20"/>
        </w:rPr>
        <w:t>du 1</w:t>
      </w:r>
      <w:r w:rsidRPr="001B73FA">
        <w:rPr>
          <w:szCs w:val="20"/>
        </w:rPr>
        <w:t>2</w:t>
      </w:r>
      <w:r w:rsidRPr="00A4769E">
        <w:rPr>
          <w:szCs w:val="20"/>
        </w:rPr>
        <w:t> </w:t>
      </w:r>
      <w:r w:rsidRPr="001B73FA">
        <w:rPr>
          <w:szCs w:val="20"/>
        </w:rPr>
        <w:t>mai</w:t>
      </w:r>
      <w:r w:rsidR="001B73FA" w:rsidRPr="001B73FA">
        <w:rPr>
          <w:szCs w:val="20"/>
        </w:rPr>
        <w:t xml:space="preserve"> et du bonheur qu</w:t>
      </w:r>
      <w:r w:rsidRPr="00A4769E">
        <w:rPr>
          <w:szCs w:val="20"/>
        </w:rPr>
        <w:t>’</w:t>
      </w:r>
      <w:r w:rsidR="001B73FA" w:rsidRPr="001B73FA">
        <w:rPr>
          <w:szCs w:val="20"/>
        </w:rPr>
        <w:t>on peut avoir à être condamné à mort</w:t>
      </w:r>
      <w:r w:rsidRPr="00A4769E">
        <w:rPr>
          <w:szCs w:val="20"/>
        </w:rPr>
        <w:t xml:space="preserve"> ; </w:t>
      </w:r>
      <w:r w:rsidR="001B73FA" w:rsidRPr="001B73FA">
        <w:rPr>
          <w:szCs w:val="20"/>
        </w:rPr>
        <w:t>surtout quand la peine est commuée</w:t>
      </w:r>
      <w:r w:rsidRPr="00A4769E">
        <w:rPr>
          <w:szCs w:val="20"/>
        </w:rPr>
        <w:t xml:space="preserve">. </w:t>
      </w:r>
      <w:r w:rsidR="001B73FA" w:rsidRPr="001B73FA">
        <w:rPr>
          <w:szCs w:val="20"/>
        </w:rPr>
        <w:t>Que ferez-vous de sept cent mille francs et même de deux millions quand l</w:t>
      </w:r>
      <w:r w:rsidRPr="00A4769E">
        <w:rPr>
          <w:szCs w:val="20"/>
        </w:rPr>
        <w:t>’</w:t>
      </w:r>
      <w:r w:rsidR="001B73FA" w:rsidRPr="001B73FA">
        <w:rPr>
          <w:szCs w:val="20"/>
        </w:rPr>
        <w:t>émotion sera à son comble</w:t>
      </w:r>
      <w:r w:rsidRPr="00A4769E">
        <w:rPr>
          <w:szCs w:val="20"/>
        </w:rPr>
        <w:t xml:space="preserve"> ? </w:t>
      </w:r>
      <w:r w:rsidR="001B73FA" w:rsidRPr="001B73FA">
        <w:rPr>
          <w:szCs w:val="20"/>
        </w:rPr>
        <w:t>Comptez-vous sur les nobles</w:t>
      </w:r>
      <w:r w:rsidRPr="00A4769E">
        <w:rPr>
          <w:szCs w:val="20"/>
        </w:rPr>
        <w:t xml:space="preserve"> ? </w:t>
      </w:r>
      <w:r w:rsidR="001B73FA" w:rsidRPr="001B73FA">
        <w:rPr>
          <w:szCs w:val="20"/>
        </w:rPr>
        <w:t>Ils ne sauront que mourir</w:t>
      </w:r>
      <w:r w:rsidRPr="00A4769E">
        <w:rPr>
          <w:szCs w:val="20"/>
        </w:rPr>
        <w:t xml:space="preserve"> : </w:t>
      </w:r>
      <w:r w:rsidR="001B73FA" w:rsidRPr="001B73FA">
        <w:rPr>
          <w:szCs w:val="20"/>
        </w:rPr>
        <w:t>c</w:t>
      </w:r>
      <w:r w:rsidRPr="00A4769E">
        <w:rPr>
          <w:szCs w:val="20"/>
        </w:rPr>
        <w:t>’</w:t>
      </w:r>
      <w:r w:rsidR="001B73FA" w:rsidRPr="001B73FA">
        <w:rPr>
          <w:szCs w:val="20"/>
        </w:rPr>
        <w:t>est leur définition</w:t>
      </w:r>
      <w:r w:rsidRPr="00A4769E">
        <w:rPr>
          <w:szCs w:val="20"/>
        </w:rPr>
        <w:t xml:space="preserve">. </w:t>
      </w:r>
      <w:r w:rsidR="001B73FA" w:rsidRPr="001B73FA">
        <w:rPr>
          <w:szCs w:val="20"/>
        </w:rPr>
        <w:t>Le véritable trésor révolutionnaire</w:t>
      </w:r>
      <w:r w:rsidRPr="00A4769E">
        <w:rPr>
          <w:szCs w:val="20"/>
        </w:rPr>
        <w:t xml:space="preserve">, </w:t>
      </w:r>
      <w:r w:rsidR="001B73FA" w:rsidRPr="001B73FA">
        <w:rPr>
          <w:szCs w:val="20"/>
        </w:rPr>
        <w:t>c</w:t>
      </w:r>
      <w:r w:rsidRPr="00A4769E">
        <w:rPr>
          <w:szCs w:val="20"/>
        </w:rPr>
        <w:t>’</w:t>
      </w:r>
      <w:r w:rsidR="001B73FA" w:rsidRPr="001B73FA">
        <w:rPr>
          <w:szCs w:val="20"/>
        </w:rPr>
        <w:t>est le temps</w:t>
      </w:r>
      <w:r w:rsidRPr="00A4769E">
        <w:rPr>
          <w:szCs w:val="20"/>
        </w:rPr>
        <w:t>. M. de </w:t>
      </w:r>
      <w:r w:rsidR="001B73FA" w:rsidRPr="001B73FA">
        <w:rPr>
          <w:szCs w:val="20"/>
        </w:rPr>
        <w:t>Théus remplit les coffres et perd le temps</w:t>
      </w:r>
      <w:r w:rsidRPr="00A4769E">
        <w:rPr>
          <w:szCs w:val="20"/>
        </w:rPr>
        <w:t xml:space="preserve">. </w:t>
      </w:r>
      <w:r w:rsidR="001B73FA" w:rsidRPr="001B73FA">
        <w:rPr>
          <w:szCs w:val="20"/>
        </w:rPr>
        <w:t>En six mois on peut faire naître et grandir une émotion contraire</w:t>
      </w:r>
      <w:r w:rsidRPr="00A4769E">
        <w:rPr>
          <w:szCs w:val="20"/>
        </w:rPr>
        <w:t>.</w:t>
      </w:r>
    </w:p>
    <w:p w14:paraId="4E216347" w14:textId="580FB545" w:rsidR="00462692" w:rsidRPr="00A4769E" w:rsidRDefault="00462692" w:rsidP="001B73FA">
      <w:pPr>
        <w:rPr>
          <w:szCs w:val="20"/>
        </w:rPr>
      </w:pPr>
      <w:r w:rsidRPr="00A4769E">
        <w:rPr>
          <w:szCs w:val="20"/>
        </w:rPr>
        <w:t>— </w:t>
      </w:r>
      <w:r w:rsidR="001B73FA" w:rsidRPr="001B73FA">
        <w:rPr>
          <w:szCs w:val="20"/>
        </w:rPr>
        <w:t>Vous en chargez-vous</w:t>
      </w:r>
      <w:r w:rsidRPr="00A4769E">
        <w:rPr>
          <w:szCs w:val="20"/>
        </w:rPr>
        <w:t> ?</w:t>
      </w:r>
    </w:p>
    <w:p w14:paraId="71EA680B" w14:textId="4239A982" w:rsidR="00462692" w:rsidRPr="00A4769E" w:rsidRDefault="00462692" w:rsidP="001B73FA">
      <w:pPr>
        <w:rPr>
          <w:szCs w:val="20"/>
        </w:rPr>
      </w:pPr>
      <w:r w:rsidRPr="00A4769E">
        <w:rPr>
          <w:szCs w:val="20"/>
        </w:rPr>
        <w:lastRenderedPageBreak/>
        <w:t>— </w:t>
      </w:r>
      <w:r w:rsidR="001B73FA" w:rsidRPr="001B73FA">
        <w:rPr>
          <w:szCs w:val="20"/>
        </w:rPr>
        <w:t>Personnellement non</w:t>
      </w:r>
      <w:r w:rsidRPr="00A4769E">
        <w:rPr>
          <w:szCs w:val="20"/>
        </w:rPr>
        <w:t xml:space="preserve">. </w:t>
      </w:r>
      <w:r w:rsidR="001B73FA" w:rsidRPr="001B73FA">
        <w:rPr>
          <w:szCs w:val="20"/>
        </w:rPr>
        <w:t>Je suis en excellente santé ce soir</w:t>
      </w:r>
      <w:r w:rsidRPr="00A4769E">
        <w:rPr>
          <w:szCs w:val="20"/>
        </w:rPr>
        <w:t xml:space="preserve">. </w:t>
      </w:r>
      <w:r w:rsidR="001B73FA" w:rsidRPr="001B73FA">
        <w:rPr>
          <w:szCs w:val="20"/>
        </w:rPr>
        <w:t>Si j</w:t>
      </w:r>
      <w:r w:rsidRPr="00A4769E">
        <w:rPr>
          <w:szCs w:val="20"/>
        </w:rPr>
        <w:t>’</w:t>
      </w:r>
      <w:r w:rsidR="001B73FA" w:rsidRPr="001B73FA">
        <w:rPr>
          <w:szCs w:val="20"/>
        </w:rPr>
        <w:t>avais pris de l</w:t>
      </w:r>
      <w:r w:rsidRPr="00A4769E">
        <w:rPr>
          <w:szCs w:val="20"/>
        </w:rPr>
        <w:t>’</w:t>
      </w:r>
      <w:r w:rsidR="001B73FA" w:rsidRPr="001B73FA">
        <w:rPr>
          <w:szCs w:val="20"/>
        </w:rPr>
        <w:t>opium pour ma crise de rhumatismes</w:t>
      </w:r>
      <w:r w:rsidRPr="00A4769E">
        <w:rPr>
          <w:szCs w:val="20"/>
        </w:rPr>
        <w:t xml:space="preserve">, </w:t>
      </w:r>
      <w:r w:rsidR="001B73FA" w:rsidRPr="001B73FA">
        <w:rPr>
          <w:szCs w:val="20"/>
        </w:rPr>
        <w:t>je vous dirais sans doute oui</w:t>
      </w:r>
      <w:r w:rsidRPr="00A4769E">
        <w:rPr>
          <w:szCs w:val="20"/>
        </w:rPr>
        <w:t xml:space="preserve">. </w:t>
      </w:r>
      <w:r w:rsidR="001B73FA" w:rsidRPr="001B73FA">
        <w:rPr>
          <w:szCs w:val="20"/>
        </w:rPr>
        <w:t>Mais j</w:t>
      </w:r>
      <w:r w:rsidRPr="00A4769E">
        <w:rPr>
          <w:szCs w:val="20"/>
        </w:rPr>
        <w:t>’</w:t>
      </w:r>
      <w:r w:rsidR="001B73FA" w:rsidRPr="001B73FA">
        <w:rPr>
          <w:szCs w:val="20"/>
        </w:rPr>
        <w:t>aurais l</w:t>
      </w:r>
      <w:r w:rsidRPr="00A4769E">
        <w:rPr>
          <w:szCs w:val="20"/>
        </w:rPr>
        <w:t>’</w:t>
      </w:r>
      <w:r w:rsidR="001B73FA" w:rsidRPr="001B73FA">
        <w:rPr>
          <w:szCs w:val="20"/>
        </w:rPr>
        <w:t>excuse de la médecine</w:t>
      </w:r>
      <w:r w:rsidRPr="00A4769E">
        <w:rPr>
          <w:szCs w:val="20"/>
        </w:rPr>
        <w:t>.</w:t>
      </w:r>
    </w:p>
    <w:p w14:paraId="48A65240" w14:textId="1CAE266A" w:rsidR="00462692" w:rsidRPr="00A4769E" w:rsidRDefault="00462692" w:rsidP="001B73FA">
      <w:pPr>
        <w:rPr>
          <w:szCs w:val="20"/>
        </w:rPr>
      </w:pPr>
      <w:r w:rsidRPr="00A4769E">
        <w:rPr>
          <w:szCs w:val="20"/>
        </w:rPr>
        <w:t>— </w:t>
      </w:r>
      <w:r w:rsidR="001B73FA" w:rsidRPr="001B73FA">
        <w:rPr>
          <w:szCs w:val="20"/>
        </w:rPr>
        <w:t>Que craignez-vous</w:t>
      </w:r>
      <w:r w:rsidRPr="00A4769E">
        <w:rPr>
          <w:szCs w:val="20"/>
        </w:rPr>
        <w:t xml:space="preserve"> ? </w:t>
      </w:r>
      <w:r w:rsidR="001B73FA" w:rsidRPr="001B73FA">
        <w:rPr>
          <w:szCs w:val="20"/>
        </w:rPr>
        <w:t>Nous apprécions autant la bonne volonté que la réussite</w:t>
      </w:r>
      <w:r w:rsidRPr="00A4769E">
        <w:rPr>
          <w:szCs w:val="20"/>
        </w:rPr>
        <w:t>.</w:t>
      </w:r>
    </w:p>
    <w:p w14:paraId="2FAE3C97" w14:textId="2AFA416A" w:rsidR="00462692" w:rsidRPr="00A4769E" w:rsidRDefault="00462692" w:rsidP="001B73FA">
      <w:pPr>
        <w:rPr>
          <w:szCs w:val="20"/>
        </w:rPr>
      </w:pPr>
      <w:r w:rsidRPr="00A4769E">
        <w:rPr>
          <w:szCs w:val="20"/>
        </w:rPr>
        <w:t>— </w:t>
      </w:r>
      <w:r w:rsidR="001B73FA" w:rsidRPr="001B73FA">
        <w:rPr>
          <w:szCs w:val="20"/>
        </w:rPr>
        <w:t>Je n</w:t>
      </w:r>
      <w:r w:rsidRPr="00A4769E">
        <w:rPr>
          <w:szCs w:val="20"/>
        </w:rPr>
        <w:t>’</w:t>
      </w:r>
      <w:r w:rsidR="001B73FA" w:rsidRPr="001B73FA">
        <w:rPr>
          <w:szCs w:val="20"/>
        </w:rPr>
        <w:t>en doute pas</w:t>
      </w:r>
      <w:r w:rsidRPr="00A4769E">
        <w:rPr>
          <w:szCs w:val="20"/>
        </w:rPr>
        <w:t xml:space="preserve">, </w:t>
      </w:r>
      <w:r w:rsidR="001B73FA" w:rsidRPr="001B73FA">
        <w:rPr>
          <w:szCs w:val="20"/>
        </w:rPr>
        <w:t>mais j</w:t>
      </w:r>
      <w:r w:rsidRPr="00A4769E">
        <w:rPr>
          <w:szCs w:val="20"/>
        </w:rPr>
        <w:t>’</w:t>
      </w:r>
      <w:r w:rsidR="001B73FA" w:rsidRPr="001B73FA">
        <w:rPr>
          <w:szCs w:val="20"/>
        </w:rPr>
        <w:t>ai un éloignement congénital pour l</w:t>
      </w:r>
      <w:r w:rsidRPr="00A4769E">
        <w:rPr>
          <w:szCs w:val="20"/>
        </w:rPr>
        <w:t>’</w:t>
      </w:r>
      <w:r w:rsidR="001B73FA" w:rsidRPr="001B73FA">
        <w:rPr>
          <w:szCs w:val="20"/>
        </w:rPr>
        <w:t>honorariat</w:t>
      </w:r>
      <w:r w:rsidRPr="00A4769E">
        <w:rPr>
          <w:szCs w:val="20"/>
        </w:rPr>
        <w:t>.</w:t>
      </w:r>
    </w:p>
    <w:p w14:paraId="4A573071" w14:textId="6CBE60CC" w:rsidR="00462692" w:rsidRPr="00A4769E" w:rsidRDefault="00462692" w:rsidP="001B73FA">
      <w:pPr>
        <w:rPr>
          <w:szCs w:val="20"/>
        </w:rPr>
      </w:pPr>
      <w:r w:rsidRPr="00A4769E">
        <w:rPr>
          <w:szCs w:val="20"/>
        </w:rPr>
        <w:t>— </w:t>
      </w:r>
      <w:r w:rsidR="001B73FA" w:rsidRPr="001B73FA">
        <w:rPr>
          <w:szCs w:val="20"/>
        </w:rPr>
        <w:t>Il se peut qu</w:t>
      </w:r>
      <w:r w:rsidRPr="00A4769E">
        <w:rPr>
          <w:szCs w:val="20"/>
        </w:rPr>
        <w:t>’</w:t>
      </w:r>
      <w:r w:rsidR="001B73FA" w:rsidRPr="001B73FA">
        <w:rPr>
          <w:szCs w:val="20"/>
        </w:rPr>
        <w:t>on obtienne des promesses fermes simplement pour la bonne volonté</w:t>
      </w:r>
      <w:r w:rsidRPr="00A4769E">
        <w:rPr>
          <w:szCs w:val="20"/>
        </w:rPr>
        <w:t xml:space="preserve">. </w:t>
      </w:r>
      <w:r w:rsidR="001B73FA" w:rsidRPr="001B73FA">
        <w:rPr>
          <w:szCs w:val="20"/>
        </w:rPr>
        <w:t xml:space="preserve">La place de </w:t>
      </w:r>
      <w:r w:rsidRPr="00A4769E">
        <w:rPr>
          <w:szCs w:val="20"/>
        </w:rPr>
        <w:t>M. de </w:t>
      </w:r>
      <w:r w:rsidR="001B73FA" w:rsidRPr="001B73FA">
        <w:rPr>
          <w:szCs w:val="20"/>
        </w:rPr>
        <w:t>Théus est déjà plus qu</w:t>
      </w:r>
      <w:r w:rsidRPr="00A4769E">
        <w:rPr>
          <w:szCs w:val="20"/>
        </w:rPr>
        <w:t>’</w:t>
      </w:r>
      <w:r w:rsidR="001B73FA" w:rsidRPr="001B73FA">
        <w:rPr>
          <w:szCs w:val="20"/>
        </w:rPr>
        <w:t>une promesse</w:t>
      </w:r>
      <w:r w:rsidRPr="00A4769E">
        <w:rPr>
          <w:szCs w:val="20"/>
        </w:rPr>
        <w:t>.</w:t>
      </w:r>
    </w:p>
    <w:p w14:paraId="0DEA32C0" w14:textId="0361C0B3" w:rsidR="00462692" w:rsidRPr="00A4769E" w:rsidRDefault="00462692" w:rsidP="001B73FA">
      <w:pPr>
        <w:rPr>
          <w:szCs w:val="20"/>
        </w:rPr>
      </w:pPr>
      <w:r w:rsidRPr="00A4769E">
        <w:rPr>
          <w:szCs w:val="20"/>
        </w:rPr>
        <w:t>— </w:t>
      </w:r>
      <w:r w:rsidR="001B73FA" w:rsidRPr="001B73FA">
        <w:rPr>
          <w:szCs w:val="20"/>
        </w:rPr>
        <w:t>Mes douleurs fulgurantes commencent en général avec les grandes pluies</w:t>
      </w:r>
      <w:r w:rsidRPr="00A4769E">
        <w:rPr>
          <w:szCs w:val="20"/>
        </w:rPr>
        <w:t xml:space="preserve">. </w:t>
      </w:r>
      <w:r w:rsidR="001B73FA" w:rsidRPr="001B73FA">
        <w:rPr>
          <w:szCs w:val="20"/>
        </w:rPr>
        <w:t>Le temps est couvert ce soir</w:t>
      </w:r>
      <w:r w:rsidRPr="00A4769E">
        <w:rPr>
          <w:szCs w:val="20"/>
        </w:rPr>
        <w:t xml:space="preserve">. </w:t>
      </w:r>
      <w:r w:rsidR="001B73FA" w:rsidRPr="001B73FA">
        <w:rPr>
          <w:szCs w:val="20"/>
        </w:rPr>
        <w:t>Il est possible que je prenne un peu d</w:t>
      </w:r>
      <w:r w:rsidRPr="00A4769E">
        <w:rPr>
          <w:szCs w:val="20"/>
        </w:rPr>
        <w:t>’</w:t>
      </w:r>
      <w:r w:rsidR="001B73FA" w:rsidRPr="001B73FA">
        <w:rPr>
          <w:szCs w:val="20"/>
        </w:rPr>
        <w:t>opium à la fin de la semaine prochaine</w:t>
      </w:r>
      <w:r w:rsidRPr="00A4769E">
        <w:rPr>
          <w:szCs w:val="20"/>
        </w:rPr>
        <w:t xml:space="preserve">. </w:t>
      </w:r>
      <w:r w:rsidR="001B73FA" w:rsidRPr="001B73FA">
        <w:rPr>
          <w:szCs w:val="20"/>
        </w:rPr>
        <w:t>Votre crise de goutte sera sans doute finie</w:t>
      </w:r>
      <w:r w:rsidRPr="00A4769E">
        <w:rPr>
          <w:szCs w:val="20"/>
        </w:rPr>
        <w:t> ?</w:t>
      </w:r>
    </w:p>
    <w:p w14:paraId="6CA99F1A" w14:textId="194B5533" w:rsidR="00462692" w:rsidRPr="00A4769E" w:rsidRDefault="00462692" w:rsidP="001B73FA">
      <w:pPr>
        <w:rPr>
          <w:szCs w:val="20"/>
        </w:rPr>
      </w:pPr>
      <w:r w:rsidRPr="00A4769E">
        <w:rPr>
          <w:szCs w:val="20"/>
        </w:rPr>
        <w:t>— </w:t>
      </w:r>
      <w:r w:rsidR="001B73FA" w:rsidRPr="001B73FA">
        <w:rPr>
          <w:szCs w:val="20"/>
        </w:rPr>
        <w:t>Je ne crois pas</w:t>
      </w:r>
      <w:r w:rsidRPr="00A4769E">
        <w:rPr>
          <w:szCs w:val="20"/>
        </w:rPr>
        <w:t xml:space="preserve">. </w:t>
      </w:r>
      <w:r w:rsidR="001B73FA" w:rsidRPr="001B73FA">
        <w:rPr>
          <w:szCs w:val="20"/>
        </w:rPr>
        <w:t>Elle a l</w:t>
      </w:r>
      <w:r w:rsidRPr="00A4769E">
        <w:rPr>
          <w:szCs w:val="20"/>
        </w:rPr>
        <w:t>’</w:t>
      </w:r>
      <w:r w:rsidR="001B73FA" w:rsidRPr="001B73FA">
        <w:rPr>
          <w:szCs w:val="20"/>
        </w:rPr>
        <w:t>air de vouloir durer</w:t>
      </w:r>
      <w:r w:rsidRPr="00A4769E">
        <w:rPr>
          <w:szCs w:val="20"/>
        </w:rPr>
        <w:t xml:space="preserve">. </w:t>
      </w:r>
      <w:r w:rsidR="001B73FA" w:rsidRPr="001B73FA">
        <w:rPr>
          <w:szCs w:val="20"/>
        </w:rPr>
        <w:t>Ces affaires me donnent beaucoup de soucis</w:t>
      </w:r>
      <w:r w:rsidRPr="00A4769E">
        <w:rPr>
          <w:szCs w:val="20"/>
        </w:rPr>
        <w:t xml:space="preserve">. </w:t>
      </w:r>
      <w:r w:rsidR="001B73FA" w:rsidRPr="001B73FA">
        <w:rPr>
          <w:szCs w:val="20"/>
        </w:rPr>
        <w:t>Mais rien ne vous empêche de venir</w:t>
      </w:r>
      <w:r w:rsidRPr="00A4769E">
        <w:rPr>
          <w:szCs w:val="20"/>
        </w:rPr>
        <w:t xml:space="preserve"> ; </w:t>
      </w:r>
      <w:r w:rsidR="001B73FA" w:rsidRPr="001B73FA">
        <w:rPr>
          <w:szCs w:val="20"/>
        </w:rPr>
        <w:t>votre rhumatisme est au bras</w:t>
      </w:r>
      <w:r w:rsidRPr="00A4769E">
        <w:rPr>
          <w:szCs w:val="20"/>
        </w:rPr>
        <w:t xml:space="preserve">, </w:t>
      </w:r>
      <w:r w:rsidR="001B73FA" w:rsidRPr="001B73FA">
        <w:rPr>
          <w:szCs w:val="20"/>
        </w:rPr>
        <w:t>je crois</w:t>
      </w:r>
      <w:r w:rsidRPr="00A4769E">
        <w:rPr>
          <w:szCs w:val="20"/>
        </w:rPr>
        <w:t> ?</w:t>
      </w:r>
    </w:p>
    <w:p w14:paraId="4249A0DB" w14:textId="1E565578" w:rsidR="00462692" w:rsidRPr="00A4769E" w:rsidRDefault="00462692" w:rsidP="001B73FA">
      <w:pPr>
        <w:rPr>
          <w:szCs w:val="20"/>
        </w:rPr>
      </w:pPr>
      <w:r w:rsidRPr="00A4769E">
        <w:rPr>
          <w:szCs w:val="20"/>
        </w:rPr>
        <w:t>— </w:t>
      </w:r>
      <w:r w:rsidR="001B73FA" w:rsidRPr="001B73FA">
        <w:rPr>
          <w:szCs w:val="20"/>
        </w:rPr>
        <w:t>Au bras droit</w:t>
      </w:r>
      <w:r w:rsidRPr="00A4769E">
        <w:rPr>
          <w:szCs w:val="20"/>
        </w:rPr>
        <w:t xml:space="preserve">, </w:t>
      </w:r>
      <w:r w:rsidR="001B73FA" w:rsidRPr="001B73FA">
        <w:rPr>
          <w:szCs w:val="20"/>
        </w:rPr>
        <w:t>Monseigneur</w:t>
      </w:r>
      <w:r w:rsidRPr="00A4769E">
        <w:rPr>
          <w:szCs w:val="20"/>
        </w:rPr>
        <w:t>.</w:t>
      </w:r>
    </w:p>
    <w:p w14:paraId="1DACC781" w14:textId="5711D1AA" w:rsidR="00462692" w:rsidRPr="00A4769E" w:rsidRDefault="00462692" w:rsidP="001B73FA">
      <w:pPr>
        <w:rPr>
          <w:szCs w:val="20"/>
        </w:rPr>
      </w:pPr>
      <w:r w:rsidRPr="00A4769E">
        <w:rPr>
          <w:szCs w:val="20"/>
        </w:rPr>
        <w:t>— </w:t>
      </w:r>
      <w:r w:rsidR="001B73FA" w:rsidRPr="001B73FA">
        <w:rPr>
          <w:szCs w:val="20"/>
        </w:rPr>
        <w:t>Droit</w:t>
      </w:r>
      <w:r w:rsidRPr="00A4769E">
        <w:rPr>
          <w:szCs w:val="20"/>
        </w:rPr>
        <w:t xml:space="preserve"> ? </w:t>
      </w:r>
      <w:r w:rsidR="001B73FA" w:rsidRPr="001B73FA">
        <w:rPr>
          <w:szCs w:val="20"/>
        </w:rPr>
        <w:t>Oh</w:t>
      </w:r>
      <w:r w:rsidRPr="00A4769E">
        <w:rPr>
          <w:szCs w:val="20"/>
        </w:rPr>
        <w:t xml:space="preserve"> ! </w:t>
      </w:r>
      <w:r w:rsidR="001B73FA" w:rsidRPr="001B73FA">
        <w:rPr>
          <w:szCs w:val="20"/>
        </w:rPr>
        <w:t>Cela empêcherait donc les engagements écrits si j</w:t>
      </w:r>
      <w:r w:rsidRPr="00A4769E">
        <w:rPr>
          <w:szCs w:val="20"/>
        </w:rPr>
        <w:t>’</w:t>
      </w:r>
      <w:r w:rsidR="001B73FA" w:rsidRPr="001B73FA">
        <w:rPr>
          <w:szCs w:val="20"/>
        </w:rPr>
        <w:t>entends bien</w:t>
      </w:r>
      <w:r w:rsidRPr="00A4769E">
        <w:rPr>
          <w:szCs w:val="20"/>
        </w:rPr>
        <w:t xml:space="preserve">. </w:t>
      </w:r>
      <w:r w:rsidR="001B73FA" w:rsidRPr="001B73FA">
        <w:rPr>
          <w:szCs w:val="20"/>
        </w:rPr>
        <w:t>Enfin ce n</w:t>
      </w:r>
      <w:r w:rsidRPr="00A4769E">
        <w:rPr>
          <w:szCs w:val="20"/>
        </w:rPr>
        <w:t>’</w:t>
      </w:r>
      <w:r w:rsidR="001B73FA" w:rsidRPr="001B73FA">
        <w:rPr>
          <w:szCs w:val="20"/>
        </w:rPr>
        <w:t>est pas du côté du c</w:t>
      </w:r>
      <w:r w:rsidRPr="00A4769E">
        <w:rPr>
          <w:szCs w:val="20"/>
        </w:rPr>
        <w:t>œ</w:t>
      </w:r>
      <w:r w:rsidR="001B73FA" w:rsidRPr="001B73FA">
        <w:rPr>
          <w:szCs w:val="20"/>
        </w:rPr>
        <w:t>ur</w:t>
      </w:r>
      <w:r w:rsidRPr="00A4769E">
        <w:rPr>
          <w:szCs w:val="20"/>
        </w:rPr>
        <w:t xml:space="preserve">, </w:t>
      </w:r>
      <w:r w:rsidR="001B73FA" w:rsidRPr="001B73FA">
        <w:rPr>
          <w:szCs w:val="20"/>
        </w:rPr>
        <w:t>c</w:t>
      </w:r>
      <w:r w:rsidRPr="00A4769E">
        <w:rPr>
          <w:szCs w:val="20"/>
        </w:rPr>
        <w:t>’</w:t>
      </w:r>
      <w:r w:rsidR="001B73FA" w:rsidRPr="001B73FA">
        <w:rPr>
          <w:szCs w:val="20"/>
        </w:rPr>
        <w:t>est le principal</w:t>
      </w:r>
      <w:r w:rsidRPr="00A4769E">
        <w:rPr>
          <w:szCs w:val="20"/>
        </w:rPr>
        <w:t xml:space="preserve">. </w:t>
      </w:r>
      <w:r w:rsidR="001B73FA" w:rsidRPr="001B73FA">
        <w:rPr>
          <w:szCs w:val="20"/>
        </w:rPr>
        <w:t>Il faut toujours trouver un moyen de remercier la Providence</w:t>
      </w:r>
      <w:r w:rsidRPr="00A4769E">
        <w:rPr>
          <w:szCs w:val="20"/>
        </w:rPr>
        <w:t xml:space="preserve">. </w:t>
      </w:r>
      <w:r w:rsidR="001B73FA" w:rsidRPr="001B73FA">
        <w:rPr>
          <w:szCs w:val="20"/>
        </w:rPr>
        <w:t>D</w:t>
      </w:r>
      <w:r w:rsidRPr="00A4769E">
        <w:rPr>
          <w:szCs w:val="20"/>
        </w:rPr>
        <w:t>’</w:t>
      </w:r>
      <w:r w:rsidR="001B73FA" w:rsidRPr="001B73FA">
        <w:rPr>
          <w:szCs w:val="20"/>
        </w:rPr>
        <w:t>ailleurs</w:t>
      </w:r>
      <w:r w:rsidRPr="00A4769E">
        <w:rPr>
          <w:szCs w:val="20"/>
        </w:rPr>
        <w:t xml:space="preserve">, </w:t>
      </w:r>
      <w:r w:rsidR="001B73FA" w:rsidRPr="001B73FA">
        <w:rPr>
          <w:szCs w:val="20"/>
        </w:rPr>
        <w:t xml:space="preserve">nous ne désavouerons jamais </w:t>
      </w:r>
      <w:r w:rsidRPr="00A4769E">
        <w:rPr>
          <w:szCs w:val="20"/>
        </w:rPr>
        <w:t>M. de </w:t>
      </w:r>
      <w:r w:rsidR="001B73FA" w:rsidRPr="001B73FA">
        <w:rPr>
          <w:szCs w:val="20"/>
        </w:rPr>
        <w:t>Théus</w:t>
      </w:r>
      <w:r w:rsidRPr="00A4769E">
        <w:rPr>
          <w:szCs w:val="20"/>
        </w:rPr>
        <w:t xml:space="preserve">. </w:t>
      </w:r>
      <w:r w:rsidR="001B73FA" w:rsidRPr="001B73FA">
        <w:rPr>
          <w:szCs w:val="20"/>
        </w:rPr>
        <w:t>Ce qu</w:t>
      </w:r>
      <w:r w:rsidRPr="00A4769E">
        <w:rPr>
          <w:szCs w:val="20"/>
        </w:rPr>
        <w:t>’</w:t>
      </w:r>
      <w:r w:rsidR="001B73FA" w:rsidRPr="001B73FA">
        <w:rPr>
          <w:szCs w:val="20"/>
        </w:rPr>
        <w:t>il fait est si chevaleresque</w:t>
      </w:r>
      <w:r w:rsidRPr="00A4769E">
        <w:rPr>
          <w:szCs w:val="20"/>
        </w:rPr>
        <w:t xml:space="preserve"> ! </w:t>
      </w:r>
      <w:r w:rsidR="001B73FA" w:rsidRPr="001B73FA">
        <w:rPr>
          <w:szCs w:val="20"/>
        </w:rPr>
        <w:t>Si moyenâgeux</w:t>
      </w:r>
      <w:r w:rsidRPr="00A4769E">
        <w:rPr>
          <w:szCs w:val="20"/>
        </w:rPr>
        <w:t xml:space="preserve">. </w:t>
      </w:r>
      <w:r w:rsidR="001B73FA" w:rsidRPr="001B73FA">
        <w:rPr>
          <w:szCs w:val="20"/>
        </w:rPr>
        <w:t>Il faudrait que la démission vienne de lui-même</w:t>
      </w:r>
      <w:r w:rsidRPr="00A4769E">
        <w:rPr>
          <w:szCs w:val="20"/>
        </w:rPr>
        <w:t xml:space="preserve">. </w:t>
      </w:r>
      <w:r w:rsidR="001B73FA" w:rsidRPr="001B73FA">
        <w:rPr>
          <w:szCs w:val="20"/>
        </w:rPr>
        <w:t>Sans toutefois que cette démission soit provoquée par des trahisons qui pourraient faire tomber en des mains curieuses un fil de piste dont on ne sait jamais où il aboutit</w:t>
      </w:r>
      <w:r w:rsidRPr="00A4769E">
        <w:rPr>
          <w:szCs w:val="20"/>
        </w:rPr>
        <w:t xml:space="preserve">. </w:t>
      </w:r>
      <w:r w:rsidR="001B73FA" w:rsidRPr="001B73FA">
        <w:rPr>
          <w:szCs w:val="20"/>
        </w:rPr>
        <w:t>Vous êtes en relations constantes avec le Marquis</w:t>
      </w:r>
      <w:r w:rsidRPr="00A4769E">
        <w:rPr>
          <w:szCs w:val="20"/>
        </w:rPr>
        <w:t xml:space="preserve">, </w:t>
      </w:r>
      <w:r w:rsidR="001B73FA" w:rsidRPr="001B73FA">
        <w:rPr>
          <w:szCs w:val="20"/>
        </w:rPr>
        <w:t>je crois</w:t>
      </w:r>
      <w:r w:rsidRPr="00A4769E">
        <w:rPr>
          <w:szCs w:val="20"/>
        </w:rPr>
        <w:t> ?</w:t>
      </w:r>
    </w:p>
    <w:p w14:paraId="086E6075" w14:textId="129E0D87" w:rsidR="00462692" w:rsidRPr="00A4769E" w:rsidRDefault="00462692" w:rsidP="001B73FA">
      <w:pPr>
        <w:rPr>
          <w:szCs w:val="20"/>
        </w:rPr>
      </w:pPr>
      <w:r w:rsidRPr="00A4769E">
        <w:rPr>
          <w:szCs w:val="20"/>
        </w:rPr>
        <w:lastRenderedPageBreak/>
        <w:t>— </w:t>
      </w:r>
      <w:r w:rsidR="001B73FA" w:rsidRPr="001B73FA">
        <w:rPr>
          <w:szCs w:val="20"/>
        </w:rPr>
        <w:t>Constantes</w:t>
      </w:r>
      <w:r w:rsidRPr="00A4769E">
        <w:rPr>
          <w:szCs w:val="20"/>
        </w:rPr>
        <w:t xml:space="preserve">, </w:t>
      </w:r>
      <w:r w:rsidR="001B73FA" w:rsidRPr="001B73FA">
        <w:rPr>
          <w:szCs w:val="20"/>
        </w:rPr>
        <w:t>Monseigneur</w:t>
      </w:r>
      <w:r w:rsidRPr="00A4769E">
        <w:rPr>
          <w:szCs w:val="20"/>
        </w:rPr>
        <w:t xml:space="preserve">, </w:t>
      </w:r>
      <w:r w:rsidR="001B73FA" w:rsidRPr="001B73FA">
        <w:rPr>
          <w:szCs w:val="20"/>
        </w:rPr>
        <w:t>soyez sans inquiétude</w:t>
      </w:r>
      <w:r w:rsidRPr="00A4769E">
        <w:rPr>
          <w:szCs w:val="20"/>
        </w:rPr>
        <w:t xml:space="preserve">, </w:t>
      </w:r>
      <w:r w:rsidR="001B73FA" w:rsidRPr="001B73FA">
        <w:rPr>
          <w:szCs w:val="20"/>
        </w:rPr>
        <w:t>je n</w:t>
      </w:r>
      <w:r w:rsidRPr="00A4769E">
        <w:rPr>
          <w:szCs w:val="20"/>
        </w:rPr>
        <w:t>’</w:t>
      </w:r>
      <w:r w:rsidR="001B73FA" w:rsidRPr="001B73FA">
        <w:rPr>
          <w:szCs w:val="20"/>
        </w:rPr>
        <w:t xml:space="preserve">attaquerai pas </w:t>
      </w:r>
      <w:r w:rsidRPr="00A4769E">
        <w:rPr>
          <w:szCs w:val="20"/>
        </w:rPr>
        <w:t>M. de </w:t>
      </w:r>
      <w:r w:rsidR="001B73FA" w:rsidRPr="001B73FA">
        <w:rPr>
          <w:szCs w:val="20"/>
        </w:rPr>
        <w:t>Théus de ce côté qui nous chatouille tous</w:t>
      </w:r>
      <w:r w:rsidRPr="00A4769E">
        <w:rPr>
          <w:szCs w:val="20"/>
        </w:rPr>
        <w:t xml:space="preserve">. </w:t>
      </w:r>
      <w:r w:rsidR="001B73FA" w:rsidRPr="001B73FA">
        <w:rPr>
          <w:szCs w:val="20"/>
        </w:rPr>
        <w:t>Mais</w:t>
      </w:r>
      <w:r w:rsidRPr="00A4769E">
        <w:rPr>
          <w:szCs w:val="20"/>
        </w:rPr>
        <w:t xml:space="preserve">, </w:t>
      </w:r>
      <w:r w:rsidR="001B73FA" w:rsidRPr="001B73FA">
        <w:rPr>
          <w:szCs w:val="20"/>
        </w:rPr>
        <w:t>il pourrait avoir des ennuis domestiques</w:t>
      </w:r>
      <w:r w:rsidRPr="00A4769E">
        <w:rPr>
          <w:szCs w:val="20"/>
        </w:rPr>
        <w:t xml:space="preserve">. </w:t>
      </w:r>
      <w:r w:rsidR="001B73FA" w:rsidRPr="001B73FA">
        <w:rPr>
          <w:szCs w:val="20"/>
        </w:rPr>
        <w:t>Sa femme est fort jeune</w:t>
      </w:r>
      <w:r w:rsidRPr="00A4769E">
        <w:rPr>
          <w:szCs w:val="20"/>
        </w:rPr>
        <w:t>.</w:t>
      </w:r>
    </w:p>
    <w:p w14:paraId="0D770BA6" w14:textId="6DA7AA24" w:rsidR="00462692" w:rsidRPr="00A4769E" w:rsidRDefault="00462692" w:rsidP="001B73FA">
      <w:pPr>
        <w:rPr>
          <w:szCs w:val="20"/>
        </w:rPr>
      </w:pPr>
      <w:r w:rsidRPr="00A4769E">
        <w:rPr>
          <w:szCs w:val="20"/>
        </w:rPr>
        <w:t>— </w:t>
      </w:r>
      <w:r w:rsidR="001B73FA" w:rsidRPr="001B73FA">
        <w:rPr>
          <w:szCs w:val="20"/>
        </w:rPr>
        <w:t>Le colchique m</w:t>
      </w:r>
      <w:r w:rsidRPr="00A4769E">
        <w:rPr>
          <w:szCs w:val="20"/>
        </w:rPr>
        <w:t>’</w:t>
      </w:r>
      <w:r w:rsidR="001B73FA" w:rsidRPr="001B73FA">
        <w:rPr>
          <w:szCs w:val="20"/>
        </w:rPr>
        <w:t>endort</w:t>
      </w:r>
      <w:r w:rsidRPr="00A4769E">
        <w:rPr>
          <w:szCs w:val="20"/>
        </w:rPr>
        <w:t xml:space="preserve">. </w:t>
      </w:r>
      <w:r w:rsidR="001B73FA" w:rsidRPr="001B73FA">
        <w:rPr>
          <w:szCs w:val="20"/>
        </w:rPr>
        <w:t>Je crois qu</w:t>
      </w:r>
      <w:r w:rsidRPr="00A4769E">
        <w:rPr>
          <w:szCs w:val="20"/>
        </w:rPr>
        <w:t>’</w:t>
      </w:r>
      <w:r w:rsidR="001B73FA" w:rsidRPr="001B73FA">
        <w:rPr>
          <w:szCs w:val="20"/>
        </w:rPr>
        <w:t>il ne faut plus attacher aucune importance à ce que je dis</w:t>
      </w:r>
      <w:r w:rsidRPr="00A4769E">
        <w:rPr>
          <w:szCs w:val="20"/>
        </w:rPr>
        <w:t xml:space="preserve">. </w:t>
      </w:r>
      <w:r w:rsidR="001B73FA" w:rsidRPr="001B73FA">
        <w:rPr>
          <w:szCs w:val="20"/>
        </w:rPr>
        <w:t>Votre idée n</w:t>
      </w:r>
      <w:r w:rsidRPr="00A4769E">
        <w:rPr>
          <w:szCs w:val="20"/>
        </w:rPr>
        <w:t>’</w:t>
      </w:r>
      <w:r w:rsidR="001B73FA" w:rsidRPr="001B73FA">
        <w:rPr>
          <w:szCs w:val="20"/>
        </w:rPr>
        <w:t>est pas mauvaise</w:t>
      </w:r>
      <w:r w:rsidRPr="00A4769E">
        <w:rPr>
          <w:szCs w:val="20"/>
        </w:rPr>
        <w:t>.</w:t>
      </w:r>
    </w:p>
    <w:p w14:paraId="2B069A0D" w14:textId="2CB8766C" w:rsidR="00462692" w:rsidRPr="00A4769E" w:rsidRDefault="00462692" w:rsidP="001B73FA">
      <w:pPr>
        <w:rPr>
          <w:szCs w:val="20"/>
        </w:rPr>
      </w:pPr>
      <w:r w:rsidRPr="00A4769E">
        <w:rPr>
          <w:szCs w:val="20"/>
        </w:rPr>
        <w:t>— </w:t>
      </w:r>
      <w:r w:rsidR="001B73FA" w:rsidRPr="001B73FA">
        <w:rPr>
          <w:szCs w:val="20"/>
        </w:rPr>
        <w:t>Je vais vous laisser reposer</w:t>
      </w:r>
      <w:r w:rsidRPr="00A4769E">
        <w:rPr>
          <w:szCs w:val="20"/>
        </w:rPr>
        <w:t xml:space="preserve">. </w:t>
      </w:r>
      <w:r w:rsidR="001B73FA" w:rsidRPr="001B73FA">
        <w:rPr>
          <w:szCs w:val="20"/>
        </w:rPr>
        <w:t>Avant d</w:t>
      </w:r>
      <w:r w:rsidRPr="00A4769E">
        <w:rPr>
          <w:szCs w:val="20"/>
        </w:rPr>
        <w:t>’</w:t>
      </w:r>
      <w:r w:rsidR="001B73FA" w:rsidRPr="001B73FA">
        <w:rPr>
          <w:szCs w:val="20"/>
        </w:rPr>
        <w:t>avoir ma crise de rhumatismes</w:t>
      </w:r>
      <w:r w:rsidRPr="00A4769E">
        <w:rPr>
          <w:szCs w:val="20"/>
        </w:rPr>
        <w:t xml:space="preserve">, </w:t>
      </w:r>
      <w:r w:rsidR="001B73FA" w:rsidRPr="001B73FA">
        <w:rPr>
          <w:szCs w:val="20"/>
        </w:rPr>
        <w:t>croyez-vous que je puisse vous présenter un jeune ami qui précisément désirerait votre bénédiction</w:t>
      </w:r>
      <w:r w:rsidRPr="00A4769E">
        <w:rPr>
          <w:szCs w:val="20"/>
        </w:rPr>
        <w:t> ?</w:t>
      </w:r>
    </w:p>
    <w:p w14:paraId="3750A7C9" w14:textId="6FCB2321" w:rsidR="00462692" w:rsidRPr="00A4769E" w:rsidRDefault="00462692" w:rsidP="001B73FA">
      <w:pPr>
        <w:rPr>
          <w:szCs w:val="20"/>
        </w:rPr>
      </w:pPr>
      <w:r w:rsidRPr="00A4769E">
        <w:rPr>
          <w:szCs w:val="20"/>
        </w:rPr>
        <w:t>— </w:t>
      </w:r>
      <w:r w:rsidR="001B73FA" w:rsidRPr="001B73FA">
        <w:rPr>
          <w:szCs w:val="20"/>
        </w:rPr>
        <w:t>Je dors</w:t>
      </w:r>
      <w:r w:rsidRPr="00A4769E">
        <w:rPr>
          <w:szCs w:val="20"/>
        </w:rPr>
        <w:t xml:space="preserve">, </w:t>
      </w:r>
      <w:r w:rsidR="001B73FA" w:rsidRPr="001B73FA">
        <w:rPr>
          <w:szCs w:val="20"/>
        </w:rPr>
        <w:t>dit l</w:t>
      </w:r>
      <w:r w:rsidRPr="00A4769E">
        <w:rPr>
          <w:szCs w:val="20"/>
        </w:rPr>
        <w:t>’</w:t>
      </w:r>
      <w:r w:rsidR="001B73FA" w:rsidRPr="001B73FA">
        <w:rPr>
          <w:szCs w:val="20"/>
        </w:rPr>
        <w:t>archevêque</w:t>
      </w:r>
      <w:r w:rsidRPr="00A4769E">
        <w:rPr>
          <w:szCs w:val="20"/>
        </w:rPr>
        <w:t xml:space="preserve">. </w:t>
      </w:r>
      <w:r w:rsidR="001B73FA" w:rsidRPr="001B73FA">
        <w:rPr>
          <w:szCs w:val="20"/>
        </w:rPr>
        <w:t>Bonsoir</w:t>
      </w:r>
      <w:r w:rsidRPr="00A4769E">
        <w:rPr>
          <w:szCs w:val="20"/>
        </w:rPr>
        <w:t xml:space="preserve">. </w:t>
      </w:r>
      <w:r w:rsidR="001B73FA" w:rsidRPr="001B73FA">
        <w:rPr>
          <w:szCs w:val="20"/>
        </w:rPr>
        <w:t>Soufflez la lampe</w:t>
      </w:r>
      <w:r w:rsidRPr="00A4769E">
        <w:rPr>
          <w:szCs w:val="20"/>
        </w:rPr>
        <w:t xml:space="preserve">. </w:t>
      </w:r>
      <w:r w:rsidR="001B73FA" w:rsidRPr="001B73FA">
        <w:rPr>
          <w:szCs w:val="20"/>
        </w:rPr>
        <w:t>Amenez-le</w:t>
      </w:r>
      <w:r w:rsidRPr="00A4769E">
        <w:rPr>
          <w:szCs w:val="20"/>
        </w:rPr>
        <w:t>.</w:t>
      </w:r>
    </w:p>
    <w:p w14:paraId="2C41934D" w14:textId="6E0B041D" w:rsidR="001B73FA" w:rsidRPr="001B73FA" w:rsidRDefault="00462692" w:rsidP="001B73FA">
      <w:pPr>
        <w:rPr>
          <w:szCs w:val="20"/>
        </w:rPr>
      </w:pPr>
      <w:r w:rsidRPr="00A4769E">
        <w:rPr>
          <w:szCs w:val="20"/>
        </w:rPr>
        <w:t>— </w:t>
      </w:r>
      <w:r w:rsidR="001B73FA" w:rsidRPr="001B73FA">
        <w:rPr>
          <w:szCs w:val="20"/>
        </w:rPr>
        <w:t>Bonsoir</w:t>
      </w:r>
      <w:r w:rsidRPr="00A4769E">
        <w:rPr>
          <w:szCs w:val="20"/>
        </w:rPr>
        <w:t xml:space="preserve">, </w:t>
      </w:r>
      <w:r w:rsidR="001B73FA" w:rsidRPr="001B73FA">
        <w:rPr>
          <w:szCs w:val="20"/>
        </w:rPr>
        <w:t>Monseigneur</w:t>
      </w:r>
      <w:r w:rsidRPr="00A4769E">
        <w:rPr>
          <w:szCs w:val="20"/>
        </w:rPr>
        <w:t>.</w:t>
      </w:r>
      <w:r w:rsidRPr="00A4769E">
        <w:rPr>
          <w:szCs w:val="20"/>
        </w:rPr>
        <w:t> »</w:t>
      </w:r>
    </w:p>
    <w:p w14:paraId="6ABCBD2C" w14:textId="77777777" w:rsidR="00462692" w:rsidRPr="00A4769E" w:rsidRDefault="001B73FA" w:rsidP="001B73FA">
      <w:pPr>
        <w:rPr>
          <w:szCs w:val="20"/>
        </w:rPr>
      </w:pPr>
      <w:r w:rsidRPr="001B73FA">
        <w:rPr>
          <w:szCs w:val="20"/>
        </w:rPr>
        <w:t>Le vicaire général souffla la lampe et sortit</w:t>
      </w:r>
      <w:r w:rsidR="00462692" w:rsidRPr="00A4769E">
        <w:rPr>
          <w:szCs w:val="20"/>
        </w:rPr>
        <w:t>.</w:t>
      </w:r>
    </w:p>
    <w:p w14:paraId="65B236C5" w14:textId="77777777" w:rsidR="00C443EF" w:rsidRPr="00A4769E" w:rsidRDefault="001B73FA" w:rsidP="00462692">
      <w:pPr>
        <w:pStyle w:val="Titre1"/>
      </w:pPr>
      <w:bookmarkStart w:id="7" w:name="_Toc195026589"/>
      <w:r w:rsidRPr="001B73FA">
        <w:rPr>
          <w:szCs w:val="20"/>
        </w:rPr>
        <w:lastRenderedPageBreak/>
        <w:t>VII</w:t>
      </w:r>
      <w:r w:rsidR="00C443EF" w:rsidRPr="00A4769E">
        <w:t>I</w:t>
      </w:r>
      <w:bookmarkEnd w:id="7"/>
    </w:p>
    <w:p w14:paraId="00EC1217" w14:textId="77777777" w:rsidR="001B73FA" w:rsidRPr="001B73FA" w:rsidRDefault="001B73FA" w:rsidP="001B73FA">
      <w:pPr>
        <w:rPr>
          <w:szCs w:val="20"/>
        </w:rPr>
      </w:pPr>
      <w:r w:rsidRPr="001B73FA">
        <w:rPr>
          <w:szCs w:val="20"/>
        </w:rPr>
        <w:t>Angelo avait à peine quitté le château de La Valette que la marquise de Théus dit à son frère</w:t>
      </w:r>
      <w:r w:rsidR="00462692" w:rsidRPr="00A4769E">
        <w:rPr>
          <w:szCs w:val="20"/>
        </w:rPr>
        <w:t> : « </w:t>
      </w:r>
      <w:r w:rsidRPr="001B73FA">
        <w:rPr>
          <w:szCs w:val="20"/>
        </w:rPr>
        <w:t>J</w:t>
      </w:r>
      <w:r w:rsidR="00462692" w:rsidRPr="00A4769E">
        <w:rPr>
          <w:szCs w:val="20"/>
        </w:rPr>
        <w:t>’</w:t>
      </w:r>
      <w:r w:rsidRPr="001B73FA">
        <w:rPr>
          <w:szCs w:val="20"/>
        </w:rPr>
        <w:t>ai fait plus de trente lieues</w:t>
      </w:r>
      <w:r w:rsidR="00462692" w:rsidRPr="00A4769E">
        <w:rPr>
          <w:szCs w:val="20"/>
        </w:rPr>
        <w:t xml:space="preserve">, </w:t>
      </w:r>
      <w:r w:rsidRPr="001B73FA">
        <w:rPr>
          <w:szCs w:val="20"/>
        </w:rPr>
        <w:t>j</w:t>
      </w:r>
      <w:r w:rsidR="00462692" w:rsidRPr="00A4769E">
        <w:rPr>
          <w:szCs w:val="20"/>
        </w:rPr>
        <w:t>’</w:t>
      </w:r>
      <w:r w:rsidRPr="001B73FA">
        <w:rPr>
          <w:szCs w:val="20"/>
        </w:rPr>
        <w:t>ai failli être égorgée</w:t>
      </w:r>
      <w:r w:rsidR="00462692" w:rsidRPr="00A4769E">
        <w:rPr>
          <w:szCs w:val="20"/>
        </w:rPr>
        <w:t xml:space="preserve">, </w:t>
      </w:r>
      <w:r w:rsidRPr="001B73FA">
        <w:rPr>
          <w:szCs w:val="20"/>
        </w:rPr>
        <w:t>je me suis compromise avec ce galopin à qui vous avez prêté un de vos meilleurs chevaux</w:t>
      </w:r>
      <w:r w:rsidR="00462692" w:rsidRPr="00A4769E">
        <w:rPr>
          <w:szCs w:val="20"/>
        </w:rPr>
        <w:t xml:space="preserve">, </w:t>
      </w:r>
      <w:r w:rsidRPr="001B73FA">
        <w:rPr>
          <w:szCs w:val="20"/>
        </w:rPr>
        <w:t>qu</w:t>
      </w:r>
      <w:r w:rsidR="00462692" w:rsidRPr="00A4769E">
        <w:rPr>
          <w:szCs w:val="20"/>
        </w:rPr>
        <w:t>’</w:t>
      </w:r>
      <w:r w:rsidRPr="001B73FA">
        <w:rPr>
          <w:szCs w:val="20"/>
        </w:rPr>
        <w:t>on ne reverra plus</w:t>
      </w:r>
      <w:r w:rsidR="00462692" w:rsidRPr="00A4769E">
        <w:rPr>
          <w:szCs w:val="20"/>
        </w:rPr>
        <w:t xml:space="preserve">. </w:t>
      </w:r>
      <w:r w:rsidRPr="001B73FA">
        <w:rPr>
          <w:szCs w:val="20"/>
        </w:rPr>
        <w:t>Vous m</w:t>
      </w:r>
      <w:r w:rsidR="00462692" w:rsidRPr="00A4769E">
        <w:rPr>
          <w:szCs w:val="20"/>
        </w:rPr>
        <w:t>’</w:t>
      </w:r>
      <w:r w:rsidRPr="001B73FA">
        <w:rPr>
          <w:szCs w:val="20"/>
        </w:rPr>
        <w:t>avez écrit que vous étiez marié</w:t>
      </w:r>
      <w:r w:rsidR="00462692" w:rsidRPr="00A4769E">
        <w:rPr>
          <w:szCs w:val="20"/>
        </w:rPr>
        <w:t xml:space="preserve"> ; </w:t>
      </w:r>
      <w:r w:rsidRPr="001B73FA">
        <w:rPr>
          <w:szCs w:val="20"/>
        </w:rPr>
        <w:t>je suis venue voir votre femme</w:t>
      </w:r>
      <w:r w:rsidR="00462692" w:rsidRPr="00A4769E">
        <w:rPr>
          <w:szCs w:val="20"/>
        </w:rPr>
        <w:t xml:space="preserve">, </w:t>
      </w:r>
      <w:r w:rsidRPr="001B73FA">
        <w:rPr>
          <w:szCs w:val="20"/>
        </w:rPr>
        <w:t>or je tiens compagnie à votre évêque sans emploi</w:t>
      </w:r>
      <w:r w:rsidR="00462692" w:rsidRPr="00A4769E">
        <w:rPr>
          <w:szCs w:val="20"/>
        </w:rPr>
        <w:t xml:space="preserve">, </w:t>
      </w:r>
      <w:r w:rsidRPr="001B73FA">
        <w:rPr>
          <w:szCs w:val="20"/>
        </w:rPr>
        <w:t>je ne vois que vos hêtres pourpres et vous savez que je déteste ces arbres</w:t>
      </w:r>
      <w:r w:rsidR="00462692" w:rsidRPr="00A4769E">
        <w:rPr>
          <w:szCs w:val="20"/>
        </w:rPr>
        <w:t xml:space="preserve">. </w:t>
      </w:r>
      <w:r w:rsidRPr="001B73FA">
        <w:rPr>
          <w:szCs w:val="20"/>
        </w:rPr>
        <w:t>Qu</w:t>
      </w:r>
      <w:r w:rsidR="00462692" w:rsidRPr="00A4769E">
        <w:rPr>
          <w:szCs w:val="20"/>
        </w:rPr>
        <w:t>’</w:t>
      </w:r>
      <w:r w:rsidRPr="001B73FA">
        <w:rPr>
          <w:szCs w:val="20"/>
        </w:rPr>
        <w:t>y a-t-il au fond de tout ça</w:t>
      </w:r>
      <w:r w:rsidR="00462692" w:rsidRPr="00A4769E">
        <w:rPr>
          <w:szCs w:val="20"/>
        </w:rPr>
        <w:t xml:space="preserve"> ? </w:t>
      </w:r>
      <w:r w:rsidRPr="001B73FA">
        <w:rPr>
          <w:szCs w:val="20"/>
        </w:rPr>
        <w:t>Êtes-vous accouplé avec une créature de l</w:t>
      </w:r>
      <w:r w:rsidR="00462692" w:rsidRPr="00A4769E">
        <w:rPr>
          <w:szCs w:val="20"/>
        </w:rPr>
        <w:t>’</w:t>
      </w:r>
      <w:r w:rsidRPr="001B73FA">
        <w:rPr>
          <w:szCs w:val="20"/>
        </w:rPr>
        <w:t>enfer</w:t>
      </w:r>
      <w:r w:rsidR="00462692" w:rsidRPr="00A4769E">
        <w:rPr>
          <w:szCs w:val="20"/>
        </w:rPr>
        <w:t xml:space="preserve"> ? </w:t>
      </w:r>
      <w:r w:rsidRPr="001B73FA">
        <w:rPr>
          <w:szCs w:val="20"/>
        </w:rPr>
        <w:t>Se manifeste-t-elle au sein de vapeurs de soufre et ménagez-vous ma santé</w:t>
      </w:r>
      <w:r w:rsidR="00462692" w:rsidRPr="00A4769E">
        <w:rPr>
          <w:szCs w:val="20"/>
        </w:rPr>
        <w:t xml:space="preserve"> ? </w:t>
      </w:r>
      <w:r w:rsidRPr="001B73FA">
        <w:rPr>
          <w:szCs w:val="20"/>
        </w:rPr>
        <w:t>Est-elle enragée</w:t>
      </w:r>
      <w:r w:rsidR="00462692" w:rsidRPr="00A4769E">
        <w:rPr>
          <w:szCs w:val="20"/>
        </w:rPr>
        <w:t xml:space="preserve">, </w:t>
      </w:r>
      <w:r w:rsidRPr="001B73FA">
        <w:rPr>
          <w:szCs w:val="20"/>
        </w:rPr>
        <w:t>attendons-nous la fin de quelque crise</w:t>
      </w:r>
      <w:r w:rsidR="00462692" w:rsidRPr="00A4769E">
        <w:rPr>
          <w:szCs w:val="20"/>
        </w:rPr>
        <w:t xml:space="preserve">, </w:t>
      </w:r>
      <w:r w:rsidRPr="001B73FA">
        <w:rPr>
          <w:szCs w:val="20"/>
        </w:rPr>
        <w:t>ou mal élevée</w:t>
      </w:r>
      <w:r w:rsidR="00462692" w:rsidRPr="00A4769E">
        <w:rPr>
          <w:szCs w:val="20"/>
        </w:rPr>
        <w:t xml:space="preserve">, </w:t>
      </w:r>
      <w:r w:rsidRPr="001B73FA">
        <w:rPr>
          <w:szCs w:val="20"/>
        </w:rPr>
        <w:t>et vous méfiez-vous de mon jugement</w:t>
      </w:r>
      <w:r w:rsidR="00462692" w:rsidRPr="00A4769E">
        <w:rPr>
          <w:szCs w:val="20"/>
        </w:rPr>
        <w:t xml:space="preserve"> ? </w:t>
      </w:r>
      <w:r w:rsidRPr="001B73FA">
        <w:rPr>
          <w:szCs w:val="20"/>
        </w:rPr>
        <w:t>Est-ce une babouine</w:t>
      </w:r>
      <w:r w:rsidR="00462692" w:rsidRPr="00A4769E">
        <w:rPr>
          <w:szCs w:val="20"/>
        </w:rPr>
        <w:t xml:space="preserve"> ? </w:t>
      </w:r>
      <w:r w:rsidRPr="001B73FA">
        <w:rPr>
          <w:szCs w:val="20"/>
        </w:rPr>
        <w:t>Avez-vous honte pour la première fois de votre vie</w:t>
      </w:r>
      <w:r w:rsidR="00462692" w:rsidRPr="00A4769E">
        <w:rPr>
          <w:szCs w:val="20"/>
        </w:rPr>
        <w:t xml:space="preserve"> ? </w:t>
      </w:r>
      <w:r w:rsidRPr="001B73FA">
        <w:rPr>
          <w:szCs w:val="20"/>
        </w:rPr>
        <w:t>Enfin</w:t>
      </w:r>
      <w:r w:rsidR="00462692" w:rsidRPr="00A4769E">
        <w:rPr>
          <w:szCs w:val="20"/>
        </w:rPr>
        <w:t xml:space="preserve">, </w:t>
      </w:r>
      <w:r w:rsidRPr="001B73FA">
        <w:rPr>
          <w:szCs w:val="20"/>
        </w:rPr>
        <w:t>qu</w:t>
      </w:r>
      <w:r w:rsidR="00462692" w:rsidRPr="00A4769E">
        <w:rPr>
          <w:szCs w:val="20"/>
        </w:rPr>
        <w:t>’</w:t>
      </w:r>
      <w:r w:rsidRPr="001B73FA">
        <w:rPr>
          <w:szCs w:val="20"/>
        </w:rPr>
        <w:t>y a-t-il</w:t>
      </w:r>
      <w:r w:rsidR="00462692" w:rsidRPr="00A4769E">
        <w:rPr>
          <w:szCs w:val="20"/>
        </w:rPr>
        <w:t xml:space="preserve"> ? </w:t>
      </w:r>
      <w:r w:rsidRPr="001B73FA">
        <w:rPr>
          <w:szCs w:val="20"/>
        </w:rPr>
        <w:t>Où est-elle</w:t>
      </w:r>
      <w:r w:rsidR="00462692" w:rsidRPr="00A4769E">
        <w:rPr>
          <w:szCs w:val="20"/>
        </w:rPr>
        <w:t xml:space="preserve"> ? </w:t>
      </w:r>
      <w:r w:rsidRPr="001B73FA">
        <w:rPr>
          <w:szCs w:val="20"/>
        </w:rPr>
        <w:t>Est-ce une femme intelligente</w:t>
      </w:r>
      <w:r w:rsidR="00462692" w:rsidRPr="00A4769E">
        <w:rPr>
          <w:szCs w:val="20"/>
        </w:rPr>
        <w:t xml:space="preserve"> ? </w:t>
      </w:r>
      <w:r w:rsidRPr="001B73FA">
        <w:rPr>
          <w:szCs w:val="20"/>
        </w:rPr>
        <w:t>Vous a-t-elle déjà quitté</w:t>
      </w:r>
      <w:r w:rsidR="00462692" w:rsidRPr="00A4769E">
        <w:rPr>
          <w:szCs w:val="20"/>
        </w:rPr>
        <w:t> ? »</w:t>
      </w:r>
    </w:p>
    <w:p w14:paraId="7B7EACC1" w14:textId="77777777" w:rsidR="00462692" w:rsidRPr="00A4769E" w:rsidRDefault="001B73FA" w:rsidP="001B73FA">
      <w:pPr>
        <w:rPr>
          <w:szCs w:val="20"/>
        </w:rPr>
      </w:pPr>
      <w:r w:rsidRPr="001B73FA">
        <w:rPr>
          <w:szCs w:val="20"/>
        </w:rPr>
        <w:t>Pauline arriva le surlendemain</w:t>
      </w:r>
      <w:r w:rsidR="00462692" w:rsidRPr="00A4769E">
        <w:rPr>
          <w:szCs w:val="20"/>
        </w:rPr>
        <w:t xml:space="preserve">. </w:t>
      </w:r>
      <w:r w:rsidRPr="001B73FA">
        <w:rPr>
          <w:szCs w:val="20"/>
        </w:rPr>
        <w:t>Elle avait un petit costume d</w:t>
      </w:r>
      <w:r w:rsidR="00462692" w:rsidRPr="00A4769E">
        <w:rPr>
          <w:szCs w:val="20"/>
        </w:rPr>
        <w:t>’</w:t>
      </w:r>
      <w:r w:rsidRPr="001B73FA">
        <w:rPr>
          <w:szCs w:val="20"/>
        </w:rPr>
        <w:t>amazone</w:t>
      </w:r>
      <w:r w:rsidR="00462692" w:rsidRPr="00A4769E">
        <w:rPr>
          <w:szCs w:val="20"/>
        </w:rPr>
        <w:t>.</w:t>
      </w:r>
    </w:p>
    <w:p w14:paraId="45B6755B" w14:textId="77777777" w:rsidR="00462692" w:rsidRPr="00A4769E" w:rsidRDefault="00462692" w:rsidP="001B73FA">
      <w:pPr>
        <w:rPr>
          <w:szCs w:val="20"/>
        </w:rPr>
      </w:pPr>
      <w:r w:rsidRPr="00A4769E">
        <w:rPr>
          <w:szCs w:val="20"/>
        </w:rPr>
        <w:t>« </w:t>
      </w:r>
      <w:r w:rsidR="001B73FA" w:rsidRPr="001B73FA">
        <w:rPr>
          <w:szCs w:val="20"/>
        </w:rPr>
        <w:t>C</w:t>
      </w:r>
      <w:r w:rsidRPr="00A4769E">
        <w:rPr>
          <w:szCs w:val="20"/>
        </w:rPr>
        <w:t>’</w:t>
      </w:r>
      <w:r w:rsidR="001B73FA" w:rsidRPr="001B73FA">
        <w:rPr>
          <w:szCs w:val="20"/>
        </w:rPr>
        <w:t>est une biche</w:t>
      </w:r>
      <w:r w:rsidRPr="00A4769E">
        <w:rPr>
          <w:szCs w:val="20"/>
        </w:rPr>
        <w:t xml:space="preserve"> », </w:t>
      </w:r>
      <w:r w:rsidR="001B73FA" w:rsidRPr="001B73FA">
        <w:rPr>
          <w:szCs w:val="20"/>
        </w:rPr>
        <w:t>dit la marquise étonnée</w:t>
      </w:r>
      <w:r w:rsidRPr="00A4769E">
        <w:rPr>
          <w:szCs w:val="20"/>
        </w:rPr>
        <w:t>.</w:t>
      </w:r>
    </w:p>
    <w:p w14:paraId="03C0F236" w14:textId="77777777" w:rsidR="00462692" w:rsidRPr="00A4769E" w:rsidRDefault="001B73FA" w:rsidP="001B73FA">
      <w:pPr>
        <w:rPr>
          <w:szCs w:val="20"/>
        </w:rPr>
      </w:pPr>
      <w:r w:rsidRPr="001B73FA">
        <w:rPr>
          <w:szCs w:val="20"/>
        </w:rPr>
        <w:t>Elle s</w:t>
      </w:r>
      <w:r w:rsidR="00462692" w:rsidRPr="00A4769E">
        <w:rPr>
          <w:szCs w:val="20"/>
        </w:rPr>
        <w:t>’</w:t>
      </w:r>
      <w:r w:rsidRPr="001B73FA">
        <w:rPr>
          <w:szCs w:val="20"/>
        </w:rPr>
        <w:t>arrangea pour la rencontrer seule dans le grand couloir du premier étage</w:t>
      </w:r>
      <w:r w:rsidR="00462692" w:rsidRPr="00A4769E">
        <w:rPr>
          <w:szCs w:val="20"/>
        </w:rPr>
        <w:t xml:space="preserve">. </w:t>
      </w:r>
      <w:r w:rsidRPr="001B73FA">
        <w:rPr>
          <w:szCs w:val="20"/>
        </w:rPr>
        <w:t>La jeune femme venait en chantonnant</w:t>
      </w:r>
      <w:r w:rsidR="00462692" w:rsidRPr="00A4769E">
        <w:rPr>
          <w:szCs w:val="20"/>
        </w:rPr>
        <w:t xml:space="preserve">. </w:t>
      </w:r>
      <w:r w:rsidRPr="001B73FA">
        <w:rPr>
          <w:szCs w:val="20"/>
        </w:rPr>
        <w:t>Elle sursauta mais se mit tout de suite à sourire quand la Marquise surgit de son embrasure de fenêtre</w:t>
      </w:r>
      <w:r w:rsidR="00462692" w:rsidRPr="00A4769E">
        <w:rPr>
          <w:szCs w:val="20"/>
        </w:rPr>
        <w:t>.</w:t>
      </w:r>
    </w:p>
    <w:p w14:paraId="1C18C667" w14:textId="77777777" w:rsidR="00462692" w:rsidRPr="00A4769E" w:rsidRDefault="00462692" w:rsidP="001B73FA">
      <w:pPr>
        <w:rPr>
          <w:szCs w:val="20"/>
        </w:rPr>
      </w:pPr>
      <w:r w:rsidRPr="00A4769E">
        <w:rPr>
          <w:szCs w:val="20"/>
        </w:rPr>
        <w:t>« </w:t>
      </w:r>
      <w:r w:rsidR="001B73FA" w:rsidRPr="001B73FA">
        <w:rPr>
          <w:szCs w:val="20"/>
        </w:rPr>
        <w:t>Montrez-vous</w:t>
      </w:r>
      <w:r w:rsidRPr="00A4769E">
        <w:rPr>
          <w:szCs w:val="20"/>
        </w:rPr>
        <w:t xml:space="preserve">, </w:t>
      </w:r>
      <w:r w:rsidR="001B73FA" w:rsidRPr="001B73FA">
        <w:rPr>
          <w:szCs w:val="20"/>
        </w:rPr>
        <w:t>dit la Marquise</w:t>
      </w:r>
      <w:r w:rsidRPr="00A4769E">
        <w:rPr>
          <w:szCs w:val="20"/>
        </w:rPr>
        <w:t xml:space="preserve">. </w:t>
      </w:r>
      <w:r w:rsidR="001B73FA" w:rsidRPr="001B73FA">
        <w:rPr>
          <w:szCs w:val="20"/>
        </w:rPr>
        <w:t>Mais vous n</w:t>
      </w:r>
      <w:r w:rsidRPr="00A4769E">
        <w:rPr>
          <w:szCs w:val="20"/>
        </w:rPr>
        <w:t>’</w:t>
      </w:r>
      <w:r w:rsidR="001B73FA" w:rsidRPr="001B73FA">
        <w:rPr>
          <w:szCs w:val="20"/>
        </w:rPr>
        <w:t>avez que des yeux</w:t>
      </w:r>
      <w:r w:rsidRPr="00A4769E">
        <w:rPr>
          <w:szCs w:val="20"/>
        </w:rPr>
        <w:t xml:space="preserve"> ! </w:t>
      </w:r>
      <w:r w:rsidR="001B73FA" w:rsidRPr="001B73FA">
        <w:rPr>
          <w:szCs w:val="20"/>
        </w:rPr>
        <w:t>Et qui a pu faire un aussi petit visage pour de si grands yeux</w:t>
      </w:r>
      <w:r w:rsidRPr="00A4769E">
        <w:rPr>
          <w:szCs w:val="20"/>
        </w:rPr>
        <w:t> ?</w:t>
      </w:r>
    </w:p>
    <w:p w14:paraId="7D802D83" w14:textId="6B1F8A5B" w:rsidR="00462692" w:rsidRPr="00A4769E" w:rsidRDefault="00462692" w:rsidP="001B73FA">
      <w:pPr>
        <w:rPr>
          <w:szCs w:val="20"/>
        </w:rPr>
      </w:pPr>
      <w:r w:rsidRPr="00A4769E">
        <w:rPr>
          <w:szCs w:val="20"/>
        </w:rPr>
        <w:lastRenderedPageBreak/>
        <w:t>— </w:t>
      </w:r>
      <w:r w:rsidR="001B73FA" w:rsidRPr="001B73FA">
        <w:rPr>
          <w:szCs w:val="20"/>
        </w:rPr>
        <w:t>Mon père</w:t>
      </w:r>
      <w:r w:rsidRPr="00A4769E">
        <w:rPr>
          <w:szCs w:val="20"/>
        </w:rPr>
        <w:t xml:space="preserve">, </w:t>
      </w:r>
      <w:r w:rsidR="001B73FA" w:rsidRPr="001B73FA">
        <w:rPr>
          <w:szCs w:val="20"/>
        </w:rPr>
        <w:t>dit la jeune femme</w:t>
      </w:r>
      <w:r w:rsidRPr="00A4769E">
        <w:rPr>
          <w:szCs w:val="20"/>
        </w:rPr>
        <w:t xml:space="preserve">. </w:t>
      </w:r>
      <w:r w:rsidR="001B73FA" w:rsidRPr="001B73FA">
        <w:rPr>
          <w:szCs w:val="20"/>
        </w:rPr>
        <w:t>Il paraît que je lui ressemble beaucoup</w:t>
      </w:r>
      <w:r w:rsidRPr="00A4769E">
        <w:rPr>
          <w:szCs w:val="20"/>
        </w:rPr>
        <w:t>.</w:t>
      </w:r>
    </w:p>
    <w:p w14:paraId="395F0176" w14:textId="327619B5" w:rsidR="00462692" w:rsidRPr="00A4769E" w:rsidRDefault="00462692" w:rsidP="001B73FA">
      <w:pPr>
        <w:rPr>
          <w:szCs w:val="20"/>
        </w:rPr>
      </w:pPr>
      <w:r w:rsidRPr="00A4769E">
        <w:rPr>
          <w:szCs w:val="20"/>
        </w:rPr>
        <w:t>— </w:t>
      </w:r>
      <w:r w:rsidR="001B73FA" w:rsidRPr="001B73FA">
        <w:rPr>
          <w:szCs w:val="20"/>
        </w:rPr>
        <w:t>Mensonge</w:t>
      </w:r>
      <w:r w:rsidRPr="00A4769E">
        <w:rPr>
          <w:szCs w:val="20"/>
        </w:rPr>
        <w:t xml:space="preserve">, </w:t>
      </w:r>
      <w:r w:rsidR="001B73FA" w:rsidRPr="001B73FA">
        <w:rPr>
          <w:szCs w:val="20"/>
        </w:rPr>
        <w:t>dit la Marquise</w:t>
      </w:r>
      <w:r w:rsidRPr="00A4769E">
        <w:rPr>
          <w:szCs w:val="20"/>
        </w:rPr>
        <w:t xml:space="preserve">. </w:t>
      </w:r>
      <w:r w:rsidR="001B73FA" w:rsidRPr="001B73FA">
        <w:rPr>
          <w:szCs w:val="20"/>
        </w:rPr>
        <w:t>Aucun homme n</w:t>
      </w:r>
      <w:r w:rsidRPr="00A4769E">
        <w:rPr>
          <w:szCs w:val="20"/>
        </w:rPr>
        <w:t>’</w:t>
      </w:r>
      <w:r w:rsidR="001B73FA" w:rsidRPr="001B73FA">
        <w:rPr>
          <w:szCs w:val="20"/>
        </w:rPr>
        <w:t>est capable de ça</w:t>
      </w:r>
      <w:r w:rsidRPr="00A4769E">
        <w:rPr>
          <w:szCs w:val="20"/>
        </w:rPr>
        <w:t xml:space="preserve">. </w:t>
      </w:r>
      <w:r w:rsidR="001B73FA" w:rsidRPr="001B73FA">
        <w:rPr>
          <w:szCs w:val="20"/>
        </w:rPr>
        <w:t>C</w:t>
      </w:r>
      <w:r w:rsidRPr="00A4769E">
        <w:rPr>
          <w:szCs w:val="20"/>
        </w:rPr>
        <w:t>’</w:t>
      </w:r>
      <w:r w:rsidR="001B73FA" w:rsidRPr="001B73FA">
        <w:rPr>
          <w:szCs w:val="20"/>
        </w:rPr>
        <w:t>est votre mère</w:t>
      </w:r>
      <w:r w:rsidRPr="00A4769E">
        <w:rPr>
          <w:szCs w:val="20"/>
        </w:rPr>
        <w:t>.</w:t>
      </w:r>
    </w:p>
    <w:p w14:paraId="0CC7E3E9" w14:textId="610CAE28" w:rsidR="00462692" w:rsidRPr="00A4769E" w:rsidRDefault="00462692" w:rsidP="001B73FA">
      <w:pPr>
        <w:rPr>
          <w:szCs w:val="20"/>
        </w:rPr>
      </w:pPr>
      <w:r w:rsidRPr="00A4769E">
        <w:rPr>
          <w:szCs w:val="20"/>
        </w:rPr>
        <w:t>— </w:t>
      </w:r>
      <w:r w:rsidR="001B73FA" w:rsidRPr="001B73FA">
        <w:rPr>
          <w:szCs w:val="20"/>
        </w:rPr>
        <w:t>Je ne l</w:t>
      </w:r>
      <w:r w:rsidRPr="00A4769E">
        <w:rPr>
          <w:szCs w:val="20"/>
        </w:rPr>
        <w:t>’</w:t>
      </w:r>
      <w:r w:rsidR="001B73FA" w:rsidRPr="001B73FA">
        <w:rPr>
          <w:szCs w:val="20"/>
        </w:rPr>
        <w:t>ai pas connue</w:t>
      </w:r>
      <w:r w:rsidRPr="00A4769E">
        <w:rPr>
          <w:szCs w:val="20"/>
        </w:rPr>
        <w:t xml:space="preserve">, </w:t>
      </w:r>
      <w:r w:rsidR="001B73FA" w:rsidRPr="001B73FA">
        <w:rPr>
          <w:szCs w:val="20"/>
        </w:rPr>
        <w:t>dit la jeune femme</w:t>
      </w:r>
      <w:r w:rsidRPr="00A4769E">
        <w:rPr>
          <w:szCs w:val="20"/>
        </w:rPr>
        <w:t xml:space="preserve">. </w:t>
      </w:r>
      <w:r w:rsidR="001B73FA" w:rsidRPr="001B73FA">
        <w:rPr>
          <w:szCs w:val="20"/>
        </w:rPr>
        <w:t>Elle est morte en me donnant le jour</w:t>
      </w:r>
      <w:r w:rsidRPr="00A4769E">
        <w:rPr>
          <w:szCs w:val="20"/>
        </w:rPr>
        <w:t>.</w:t>
      </w:r>
    </w:p>
    <w:p w14:paraId="6B7F2587" w14:textId="67C8A918" w:rsidR="001B73FA" w:rsidRPr="001B73FA" w:rsidRDefault="00462692" w:rsidP="001B73FA">
      <w:pPr>
        <w:rPr>
          <w:szCs w:val="20"/>
        </w:rPr>
      </w:pPr>
      <w:r w:rsidRPr="00A4769E">
        <w:rPr>
          <w:szCs w:val="20"/>
        </w:rPr>
        <w:t>— </w:t>
      </w:r>
      <w:r w:rsidR="001B73FA" w:rsidRPr="001B73FA">
        <w:rPr>
          <w:szCs w:val="20"/>
        </w:rPr>
        <w:t>Je comprends ça</w:t>
      </w:r>
      <w:r w:rsidRPr="00A4769E">
        <w:rPr>
          <w:szCs w:val="20"/>
        </w:rPr>
        <w:t xml:space="preserve">, </w:t>
      </w:r>
      <w:r w:rsidR="001B73FA" w:rsidRPr="001B73FA">
        <w:rPr>
          <w:szCs w:val="20"/>
        </w:rPr>
        <w:t>dit la Marquise</w:t>
      </w:r>
      <w:r w:rsidRPr="00A4769E">
        <w:rPr>
          <w:szCs w:val="20"/>
        </w:rPr>
        <w:t xml:space="preserve">. </w:t>
      </w:r>
      <w:r w:rsidR="001B73FA" w:rsidRPr="001B73FA">
        <w:rPr>
          <w:szCs w:val="20"/>
        </w:rPr>
        <w:t>Contentement et repos</w:t>
      </w:r>
      <w:r w:rsidRPr="00A4769E">
        <w:rPr>
          <w:szCs w:val="20"/>
        </w:rPr>
        <w:t xml:space="preserve">. </w:t>
      </w:r>
      <w:r w:rsidR="001B73FA" w:rsidRPr="001B73FA">
        <w:rPr>
          <w:szCs w:val="20"/>
        </w:rPr>
        <w:t>J</w:t>
      </w:r>
      <w:r w:rsidRPr="00A4769E">
        <w:rPr>
          <w:szCs w:val="20"/>
        </w:rPr>
        <w:t>’</w:t>
      </w:r>
      <w:r w:rsidR="001B73FA" w:rsidRPr="001B73FA">
        <w:rPr>
          <w:szCs w:val="20"/>
        </w:rPr>
        <w:t>aurais fait comme elle</w:t>
      </w:r>
      <w:r w:rsidRPr="00A4769E">
        <w:rPr>
          <w:szCs w:val="20"/>
        </w:rPr>
        <w:t xml:space="preserve">. </w:t>
      </w:r>
      <w:r w:rsidR="001B73FA" w:rsidRPr="001B73FA">
        <w:rPr>
          <w:szCs w:val="20"/>
        </w:rPr>
        <w:t>Eh bien</w:t>
      </w:r>
      <w:r w:rsidRPr="00A4769E">
        <w:rPr>
          <w:szCs w:val="20"/>
        </w:rPr>
        <w:t xml:space="preserve"> ! </w:t>
      </w:r>
      <w:r w:rsidR="001B73FA" w:rsidRPr="001B73FA">
        <w:rPr>
          <w:szCs w:val="20"/>
        </w:rPr>
        <w:t>si elle vous a également donné cette sagesse-là</w:t>
      </w:r>
      <w:r w:rsidRPr="00A4769E">
        <w:rPr>
          <w:szCs w:val="20"/>
        </w:rPr>
        <w:t xml:space="preserve">, </w:t>
      </w:r>
      <w:r w:rsidR="001B73FA" w:rsidRPr="001B73FA">
        <w:rPr>
          <w:szCs w:val="20"/>
        </w:rPr>
        <w:t>vous êtes l</w:t>
      </w:r>
      <w:r w:rsidRPr="00A4769E">
        <w:rPr>
          <w:szCs w:val="20"/>
        </w:rPr>
        <w:t>’</w:t>
      </w:r>
      <w:r w:rsidR="001B73FA" w:rsidRPr="001B73FA">
        <w:rPr>
          <w:szCs w:val="20"/>
        </w:rPr>
        <w:t>être humain qui ait jamais été le plus près de mon c</w:t>
      </w:r>
      <w:r w:rsidRPr="00A4769E">
        <w:rPr>
          <w:szCs w:val="20"/>
        </w:rPr>
        <w:t>œ</w:t>
      </w:r>
      <w:r w:rsidR="001B73FA" w:rsidRPr="001B73FA">
        <w:rPr>
          <w:szCs w:val="20"/>
        </w:rPr>
        <w:t>ur</w:t>
      </w:r>
      <w:r w:rsidRPr="00A4769E">
        <w:rPr>
          <w:szCs w:val="20"/>
        </w:rPr>
        <w:t>.</w:t>
      </w:r>
      <w:r w:rsidRPr="00A4769E">
        <w:rPr>
          <w:szCs w:val="20"/>
        </w:rPr>
        <w:t> »</w:t>
      </w:r>
    </w:p>
    <w:p w14:paraId="07CF9B9D" w14:textId="77777777" w:rsidR="00462692" w:rsidRPr="00A4769E" w:rsidRDefault="00462692" w:rsidP="001B73FA">
      <w:pPr>
        <w:rPr>
          <w:szCs w:val="20"/>
        </w:rPr>
      </w:pPr>
      <w:r w:rsidRPr="00A4769E">
        <w:rPr>
          <w:szCs w:val="20"/>
        </w:rPr>
        <w:t>« </w:t>
      </w:r>
      <w:r w:rsidR="001B73FA" w:rsidRPr="001B73FA">
        <w:rPr>
          <w:szCs w:val="20"/>
        </w:rPr>
        <w:t>Même pas Diablon</w:t>
      </w:r>
      <w:r w:rsidRPr="00A4769E">
        <w:rPr>
          <w:szCs w:val="20"/>
        </w:rPr>
        <w:t xml:space="preserve"> », </w:t>
      </w:r>
      <w:r w:rsidR="001B73FA" w:rsidRPr="001B73FA">
        <w:rPr>
          <w:szCs w:val="20"/>
        </w:rPr>
        <w:t>se dit-elle en entrant dans sa chambre</w:t>
      </w:r>
      <w:r w:rsidRPr="00A4769E">
        <w:rPr>
          <w:szCs w:val="20"/>
        </w:rPr>
        <w:t xml:space="preserve">. </w:t>
      </w:r>
      <w:r w:rsidR="001B73FA" w:rsidRPr="001B73FA">
        <w:rPr>
          <w:szCs w:val="20"/>
        </w:rPr>
        <w:t>Il était trois heures de l</w:t>
      </w:r>
      <w:r w:rsidRPr="00A4769E">
        <w:rPr>
          <w:szCs w:val="20"/>
        </w:rPr>
        <w:t>’</w:t>
      </w:r>
      <w:r w:rsidR="001B73FA" w:rsidRPr="001B73FA">
        <w:rPr>
          <w:szCs w:val="20"/>
        </w:rPr>
        <w:t>après-midi</w:t>
      </w:r>
      <w:r w:rsidRPr="00A4769E">
        <w:rPr>
          <w:szCs w:val="20"/>
        </w:rPr>
        <w:t xml:space="preserve">, </w:t>
      </w:r>
      <w:r w:rsidR="001B73FA" w:rsidRPr="001B73FA">
        <w:rPr>
          <w:szCs w:val="20"/>
        </w:rPr>
        <w:t>par un soleil lourd qui incitait à la sieste</w:t>
      </w:r>
      <w:r w:rsidRPr="00A4769E">
        <w:rPr>
          <w:szCs w:val="20"/>
        </w:rPr>
        <w:t xml:space="preserve">. </w:t>
      </w:r>
      <w:r w:rsidR="001B73FA" w:rsidRPr="001B73FA">
        <w:rPr>
          <w:szCs w:val="20"/>
        </w:rPr>
        <w:t>Mais la Marquise ne découvrit pas son lit</w:t>
      </w:r>
      <w:r w:rsidRPr="00A4769E">
        <w:rPr>
          <w:szCs w:val="20"/>
        </w:rPr>
        <w:t xml:space="preserve">. </w:t>
      </w:r>
      <w:r w:rsidR="001B73FA" w:rsidRPr="001B73FA">
        <w:rPr>
          <w:szCs w:val="20"/>
        </w:rPr>
        <w:t>Elle enleva ses souliers et ses bas et marcha pieds nus sur les carreaux frais</w:t>
      </w:r>
      <w:r w:rsidRPr="00A4769E">
        <w:rPr>
          <w:szCs w:val="20"/>
        </w:rPr>
        <w:t>. « </w:t>
      </w:r>
      <w:r w:rsidR="001B73FA" w:rsidRPr="001B73FA">
        <w:rPr>
          <w:szCs w:val="20"/>
        </w:rPr>
        <w:t>Si j</w:t>
      </w:r>
      <w:r w:rsidRPr="00A4769E">
        <w:rPr>
          <w:szCs w:val="20"/>
        </w:rPr>
        <w:t>’</w:t>
      </w:r>
      <w:r w:rsidR="001B73FA" w:rsidRPr="001B73FA">
        <w:rPr>
          <w:szCs w:val="20"/>
        </w:rPr>
        <w:t>étais sa mère</w:t>
      </w:r>
      <w:r w:rsidRPr="00A4769E">
        <w:rPr>
          <w:szCs w:val="20"/>
        </w:rPr>
        <w:t xml:space="preserve">, </w:t>
      </w:r>
      <w:r w:rsidR="001B73FA" w:rsidRPr="001B73FA">
        <w:rPr>
          <w:szCs w:val="20"/>
        </w:rPr>
        <w:t>dit-elle à haute voix</w:t>
      </w:r>
      <w:r w:rsidRPr="00A4769E">
        <w:rPr>
          <w:szCs w:val="20"/>
        </w:rPr>
        <w:t xml:space="preserve">, </w:t>
      </w:r>
      <w:r w:rsidR="001B73FA" w:rsidRPr="001B73FA">
        <w:rPr>
          <w:szCs w:val="20"/>
        </w:rPr>
        <w:t>je monterais la garde à côté d</w:t>
      </w:r>
      <w:r w:rsidRPr="00A4769E">
        <w:rPr>
          <w:szCs w:val="20"/>
        </w:rPr>
        <w:t>’</w:t>
      </w:r>
      <w:r w:rsidR="001B73FA" w:rsidRPr="001B73FA">
        <w:rPr>
          <w:szCs w:val="20"/>
        </w:rPr>
        <w:t>elle avec un fusil</w:t>
      </w:r>
      <w:r w:rsidRPr="00A4769E">
        <w:rPr>
          <w:szCs w:val="20"/>
        </w:rPr>
        <w:t xml:space="preserve">. </w:t>
      </w:r>
      <w:r w:rsidR="001B73FA" w:rsidRPr="001B73FA">
        <w:rPr>
          <w:szCs w:val="20"/>
        </w:rPr>
        <w:t>Je la regarderais dormir</w:t>
      </w:r>
      <w:r w:rsidRPr="00A4769E">
        <w:rPr>
          <w:szCs w:val="20"/>
        </w:rPr>
        <w:t xml:space="preserve">. </w:t>
      </w:r>
      <w:r w:rsidR="001B73FA" w:rsidRPr="001B73FA">
        <w:rPr>
          <w:szCs w:val="20"/>
        </w:rPr>
        <w:t>Et je lui aurais donné une bonne paire de claques le matin de son mariage</w:t>
      </w:r>
      <w:r w:rsidRPr="00A4769E">
        <w:rPr>
          <w:szCs w:val="20"/>
        </w:rPr>
        <w:t>. »</w:t>
      </w:r>
      <w:r w:rsidR="001B73FA" w:rsidRPr="001B73FA">
        <w:rPr>
          <w:szCs w:val="20"/>
        </w:rPr>
        <w:t xml:space="preserve"> Pendant plus d</w:t>
      </w:r>
      <w:r w:rsidRPr="00A4769E">
        <w:rPr>
          <w:szCs w:val="20"/>
        </w:rPr>
        <w:t>’</w:t>
      </w:r>
      <w:r w:rsidR="001B73FA" w:rsidRPr="001B73FA">
        <w:rPr>
          <w:szCs w:val="20"/>
        </w:rPr>
        <w:t>une heure</w:t>
      </w:r>
      <w:r w:rsidRPr="00A4769E">
        <w:rPr>
          <w:szCs w:val="20"/>
        </w:rPr>
        <w:t xml:space="preserve">, </w:t>
      </w:r>
      <w:r w:rsidR="001B73FA" w:rsidRPr="001B73FA">
        <w:rPr>
          <w:szCs w:val="20"/>
        </w:rPr>
        <w:t>elle se moqua d</w:t>
      </w:r>
      <w:r w:rsidRPr="00A4769E">
        <w:rPr>
          <w:szCs w:val="20"/>
        </w:rPr>
        <w:t>’</w:t>
      </w:r>
      <w:r w:rsidR="001B73FA" w:rsidRPr="001B73FA">
        <w:rPr>
          <w:szCs w:val="20"/>
        </w:rPr>
        <w:t>elle-même</w:t>
      </w:r>
      <w:r w:rsidRPr="00A4769E">
        <w:rPr>
          <w:szCs w:val="20"/>
        </w:rPr>
        <w:t xml:space="preserve">. </w:t>
      </w:r>
      <w:r w:rsidR="001B73FA" w:rsidRPr="001B73FA">
        <w:rPr>
          <w:szCs w:val="20"/>
        </w:rPr>
        <w:t>Elle ne pouvait croire à son bonheur</w:t>
      </w:r>
      <w:r w:rsidRPr="00A4769E">
        <w:rPr>
          <w:szCs w:val="20"/>
        </w:rPr>
        <w:t>.</w:t>
      </w:r>
    </w:p>
    <w:p w14:paraId="42919B58" w14:textId="77777777" w:rsidR="00462692" w:rsidRPr="00A4769E" w:rsidRDefault="00462692" w:rsidP="001B73FA">
      <w:pPr>
        <w:rPr>
          <w:szCs w:val="20"/>
        </w:rPr>
      </w:pPr>
      <w:r w:rsidRPr="00A4769E">
        <w:rPr>
          <w:szCs w:val="20"/>
        </w:rPr>
        <w:t>« </w:t>
      </w:r>
      <w:r w:rsidR="001B73FA" w:rsidRPr="001B73FA">
        <w:rPr>
          <w:szCs w:val="20"/>
        </w:rPr>
        <w:t>Quel âge avez-vous</w:t>
      </w:r>
      <w:r w:rsidRPr="00A4769E">
        <w:rPr>
          <w:szCs w:val="20"/>
        </w:rPr>
        <w:t xml:space="preserve"> ? </w:t>
      </w:r>
      <w:r w:rsidR="001B73FA" w:rsidRPr="001B73FA">
        <w:rPr>
          <w:szCs w:val="20"/>
        </w:rPr>
        <w:t>lui demanda-t-elle un peu plus tard</w:t>
      </w:r>
      <w:r w:rsidRPr="00A4769E">
        <w:rPr>
          <w:szCs w:val="20"/>
        </w:rPr>
        <w:t>.</w:t>
      </w:r>
    </w:p>
    <w:p w14:paraId="6701597B" w14:textId="5B15526F" w:rsidR="00462692" w:rsidRPr="00A4769E" w:rsidRDefault="00462692" w:rsidP="001B73FA">
      <w:pPr>
        <w:rPr>
          <w:szCs w:val="20"/>
        </w:rPr>
      </w:pPr>
      <w:r w:rsidRPr="00A4769E">
        <w:rPr>
          <w:szCs w:val="20"/>
        </w:rPr>
        <w:t>— </w:t>
      </w:r>
      <w:r w:rsidR="001B73FA" w:rsidRPr="001B73FA">
        <w:rPr>
          <w:szCs w:val="20"/>
        </w:rPr>
        <w:t>Vingt-deux ans</w:t>
      </w:r>
      <w:r w:rsidRPr="00A4769E">
        <w:rPr>
          <w:szCs w:val="20"/>
        </w:rPr>
        <w:t>. »</w:t>
      </w:r>
      <w:r w:rsidR="001B73FA" w:rsidRPr="001B73FA">
        <w:rPr>
          <w:szCs w:val="20"/>
        </w:rPr>
        <w:t xml:space="preserve"> Elles attendaient la cloche du dîner dans la bibliothèque</w:t>
      </w:r>
      <w:r w:rsidRPr="00A4769E">
        <w:rPr>
          <w:szCs w:val="20"/>
        </w:rPr>
        <w:t xml:space="preserve">, </w:t>
      </w:r>
      <w:r w:rsidR="001B73FA" w:rsidRPr="001B73FA">
        <w:rPr>
          <w:szCs w:val="20"/>
        </w:rPr>
        <w:t>assises côte à côte sur une bergère</w:t>
      </w:r>
      <w:r w:rsidRPr="00A4769E">
        <w:rPr>
          <w:szCs w:val="20"/>
        </w:rPr>
        <w:t xml:space="preserve">, </w:t>
      </w:r>
      <w:r w:rsidR="001B73FA" w:rsidRPr="001B73FA">
        <w:rPr>
          <w:szCs w:val="20"/>
        </w:rPr>
        <w:t>face à la grande fenêtre qui découvrait toute la perspective du parc</w:t>
      </w:r>
      <w:r w:rsidRPr="00A4769E">
        <w:rPr>
          <w:szCs w:val="20"/>
        </w:rPr>
        <w:t xml:space="preserve">. </w:t>
      </w:r>
      <w:r w:rsidR="001B73FA" w:rsidRPr="001B73FA">
        <w:rPr>
          <w:szCs w:val="20"/>
        </w:rPr>
        <w:t>La Marquise abandonna la main de la jeune femme qu</w:t>
      </w:r>
      <w:r w:rsidRPr="00A4769E">
        <w:rPr>
          <w:szCs w:val="20"/>
        </w:rPr>
        <w:t>’</w:t>
      </w:r>
      <w:r w:rsidR="001B73FA" w:rsidRPr="001B73FA">
        <w:rPr>
          <w:szCs w:val="20"/>
        </w:rPr>
        <w:t>elle caressait</w:t>
      </w:r>
      <w:r w:rsidRPr="00A4769E">
        <w:rPr>
          <w:szCs w:val="20"/>
        </w:rPr>
        <w:t xml:space="preserve"> ; </w:t>
      </w:r>
      <w:r w:rsidR="001B73FA" w:rsidRPr="001B73FA">
        <w:rPr>
          <w:szCs w:val="20"/>
        </w:rPr>
        <w:t>son plaisir était trop vif</w:t>
      </w:r>
      <w:r w:rsidRPr="00A4769E">
        <w:rPr>
          <w:szCs w:val="20"/>
        </w:rPr>
        <w:t>. « </w:t>
      </w:r>
      <w:r w:rsidR="001B73FA" w:rsidRPr="001B73FA">
        <w:rPr>
          <w:szCs w:val="20"/>
        </w:rPr>
        <w:t>Êtes-vous heureuse</w:t>
      </w:r>
      <w:r w:rsidRPr="00A4769E">
        <w:rPr>
          <w:szCs w:val="20"/>
        </w:rPr>
        <w:t xml:space="preserve"> ? </w:t>
      </w:r>
      <w:r w:rsidR="001B73FA" w:rsidRPr="001B73FA">
        <w:rPr>
          <w:szCs w:val="20"/>
        </w:rPr>
        <w:t>dit-elle</w:t>
      </w:r>
      <w:r w:rsidRPr="00A4769E">
        <w:rPr>
          <w:szCs w:val="20"/>
        </w:rPr>
        <w:t>.</w:t>
      </w:r>
    </w:p>
    <w:p w14:paraId="39D2ADB5" w14:textId="64D5AD00" w:rsidR="001B73FA" w:rsidRPr="001B73FA" w:rsidRDefault="00462692" w:rsidP="001B73FA">
      <w:pPr>
        <w:rPr>
          <w:szCs w:val="20"/>
        </w:rPr>
      </w:pPr>
      <w:r w:rsidRPr="00A4769E">
        <w:rPr>
          <w:szCs w:val="20"/>
        </w:rPr>
        <w:lastRenderedPageBreak/>
        <w:t>— </w:t>
      </w:r>
      <w:r w:rsidR="001B73FA" w:rsidRPr="001B73FA">
        <w:rPr>
          <w:szCs w:val="20"/>
        </w:rPr>
        <w:t>Très heureuse</w:t>
      </w:r>
      <w:r w:rsidRPr="00A4769E">
        <w:rPr>
          <w:szCs w:val="20"/>
        </w:rPr>
        <w:t xml:space="preserve"> », </w:t>
      </w:r>
      <w:r w:rsidR="001B73FA" w:rsidRPr="001B73FA">
        <w:rPr>
          <w:szCs w:val="20"/>
        </w:rPr>
        <w:t>dit la jeune femme d</w:t>
      </w:r>
      <w:r w:rsidRPr="00A4769E">
        <w:rPr>
          <w:szCs w:val="20"/>
        </w:rPr>
        <w:t>’</w:t>
      </w:r>
      <w:r w:rsidR="001B73FA" w:rsidRPr="001B73FA">
        <w:rPr>
          <w:szCs w:val="20"/>
        </w:rPr>
        <w:t>une voix calme</w:t>
      </w:r>
      <w:r w:rsidRPr="00A4769E">
        <w:rPr>
          <w:szCs w:val="20"/>
        </w:rPr>
        <w:t>. « </w:t>
      </w:r>
      <w:r w:rsidR="001B73FA" w:rsidRPr="001B73FA">
        <w:rPr>
          <w:szCs w:val="20"/>
        </w:rPr>
        <w:t>Et c</w:t>
      </w:r>
      <w:r w:rsidRPr="00A4769E">
        <w:rPr>
          <w:szCs w:val="20"/>
        </w:rPr>
        <w:t>’</w:t>
      </w:r>
      <w:r w:rsidR="001B73FA" w:rsidRPr="001B73FA">
        <w:rPr>
          <w:szCs w:val="20"/>
        </w:rPr>
        <w:t>est la vérité</w:t>
      </w:r>
      <w:r w:rsidRPr="00A4769E">
        <w:rPr>
          <w:szCs w:val="20"/>
        </w:rPr>
        <w:t xml:space="preserve">, </w:t>
      </w:r>
      <w:r w:rsidR="001B73FA" w:rsidRPr="001B73FA">
        <w:rPr>
          <w:szCs w:val="20"/>
        </w:rPr>
        <w:t>se dit la Marquise</w:t>
      </w:r>
      <w:r w:rsidRPr="00A4769E">
        <w:rPr>
          <w:szCs w:val="20"/>
        </w:rPr>
        <w:t xml:space="preserve">, </w:t>
      </w:r>
      <w:r w:rsidR="001B73FA" w:rsidRPr="001B73FA">
        <w:rPr>
          <w:szCs w:val="20"/>
        </w:rPr>
        <w:t>cette voix ne trompe pas</w:t>
      </w:r>
      <w:r w:rsidRPr="00A4769E">
        <w:rPr>
          <w:szCs w:val="20"/>
        </w:rPr>
        <w:t xml:space="preserve">. </w:t>
      </w:r>
      <w:r w:rsidR="001B73FA" w:rsidRPr="001B73FA">
        <w:rPr>
          <w:szCs w:val="20"/>
        </w:rPr>
        <w:t>Je vois dans ses yeux l</w:t>
      </w:r>
      <w:r w:rsidRPr="00A4769E">
        <w:rPr>
          <w:szCs w:val="20"/>
        </w:rPr>
        <w:t>’</w:t>
      </w:r>
      <w:r w:rsidR="001B73FA" w:rsidRPr="001B73FA">
        <w:rPr>
          <w:szCs w:val="20"/>
        </w:rPr>
        <w:t>image immobile d</w:t>
      </w:r>
      <w:r w:rsidRPr="00A4769E">
        <w:rPr>
          <w:szCs w:val="20"/>
        </w:rPr>
        <w:t>’</w:t>
      </w:r>
      <w:r w:rsidR="001B73FA" w:rsidRPr="001B73FA">
        <w:rPr>
          <w:szCs w:val="20"/>
        </w:rPr>
        <w:t>un arbre qui est au moins à cent pas de l</w:t>
      </w:r>
      <w:r w:rsidRPr="00A4769E">
        <w:rPr>
          <w:szCs w:val="20"/>
        </w:rPr>
        <w:t>’</w:t>
      </w:r>
      <w:r w:rsidR="001B73FA" w:rsidRPr="001B73FA">
        <w:rPr>
          <w:szCs w:val="20"/>
        </w:rPr>
        <w:t>autre côté de la pelouse</w:t>
      </w:r>
      <w:r w:rsidRPr="00A4769E">
        <w:rPr>
          <w:szCs w:val="20"/>
        </w:rPr>
        <w:t xml:space="preserve">. </w:t>
      </w:r>
      <w:r w:rsidR="001B73FA" w:rsidRPr="001B73FA">
        <w:rPr>
          <w:szCs w:val="20"/>
        </w:rPr>
        <w:t>C</w:t>
      </w:r>
      <w:r w:rsidRPr="00A4769E">
        <w:rPr>
          <w:szCs w:val="20"/>
        </w:rPr>
        <w:t>’</w:t>
      </w:r>
      <w:r w:rsidR="001B73FA" w:rsidRPr="001B73FA">
        <w:rPr>
          <w:szCs w:val="20"/>
        </w:rPr>
        <w:t>est de la vérité absolue</w:t>
      </w:r>
      <w:r w:rsidRPr="00A4769E">
        <w:rPr>
          <w:szCs w:val="20"/>
        </w:rPr>
        <w:t>.</w:t>
      </w:r>
      <w:r w:rsidRPr="00A4769E">
        <w:rPr>
          <w:szCs w:val="20"/>
        </w:rPr>
        <w:t> »</w:t>
      </w:r>
    </w:p>
    <w:p w14:paraId="625ED36A" w14:textId="77777777" w:rsidR="00462692" w:rsidRPr="00A4769E" w:rsidRDefault="001B73FA" w:rsidP="001B73FA">
      <w:pPr>
        <w:rPr>
          <w:szCs w:val="20"/>
        </w:rPr>
      </w:pPr>
      <w:r w:rsidRPr="001B73FA">
        <w:rPr>
          <w:szCs w:val="20"/>
        </w:rPr>
        <w:t>Le dîner ne fut pas plus tôt fini que la Marquise monta dans sa chambre</w:t>
      </w:r>
      <w:r w:rsidR="00462692" w:rsidRPr="00A4769E">
        <w:rPr>
          <w:szCs w:val="20"/>
        </w:rPr>
        <w:t xml:space="preserve">. </w:t>
      </w:r>
      <w:r w:rsidRPr="001B73FA">
        <w:rPr>
          <w:szCs w:val="20"/>
        </w:rPr>
        <w:t>Elle avait hâte d</w:t>
      </w:r>
      <w:r w:rsidR="00462692" w:rsidRPr="00A4769E">
        <w:rPr>
          <w:szCs w:val="20"/>
        </w:rPr>
        <w:t>’</w:t>
      </w:r>
      <w:r w:rsidRPr="001B73FA">
        <w:rPr>
          <w:szCs w:val="20"/>
        </w:rPr>
        <w:t>être seule avec sa découverte</w:t>
      </w:r>
      <w:r w:rsidR="00462692" w:rsidRPr="00A4769E">
        <w:rPr>
          <w:szCs w:val="20"/>
        </w:rPr>
        <w:t>. « </w:t>
      </w:r>
      <w:r w:rsidRPr="001B73FA">
        <w:rPr>
          <w:szCs w:val="20"/>
        </w:rPr>
        <w:t>C</w:t>
      </w:r>
      <w:r w:rsidR="00462692" w:rsidRPr="00A4769E">
        <w:rPr>
          <w:szCs w:val="20"/>
        </w:rPr>
        <w:t>’</w:t>
      </w:r>
      <w:r w:rsidRPr="001B73FA">
        <w:rPr>
          <w:szCs w:val="20"/>
        </w:rPr>
        <w:t>est une enfant</w:t>
      </w:r>
      <w:r w:rsidR="00462692" w:rsidRPr="00A4769E">
        <w:rPr>
          <w:szCs w:val="20"/>
        </w:rPr>
        <w:t xml:space="preserve">, </w:t>
      </w:r>
      <w:r w:rsidRPr="001B73FA">
        <w:rPr>
          <w:szCs w:val="20"/>
        </w:rPr>
        <w:t>se disait-elle</w:t>
      </w:r>
      <w:r w:rsidR="00462692" w:rsidRPr="00A4769E">
        <w:rPr>
          <w:szCs w:val="20"/>
        </w:rPr>
        <w:t xml:space="preserve">. </w:t>
      </w:r>
      <w:r w:rsidRPr="001B73FA">
        <w:rPr>
          <w:szCs w:val="20"/>
        </w:rPr>
        <w:t>Elle sentait encore le glissement de cette petite main douce dans sa main</w:t>
      </w:r>
      <w:r w:rsidR="00462692" w:rsidRPr="00A4769E">
        <w:rPr>
          <w:szCs w:val="20"/>
        </w:rPr>
        <w:t xml:space="preserve">. </w:t>
      </w:r>
      <w:r w:rsidRPr="001B73FA">
        <w:rPr>
          <w:szCs w:val="20"/>
        </w:rPr>
        <w:t>Quelle chose étrange que la vie</w:t>
      </w:r>
      <w:r w:rsidR="00462692" w:rsidRPr="00A4769E">
        <w:rPr>
          <w:szCs w:val="20"/>
        </w:rPr>
        <w:t xml:space="preserve"> ! </w:t>
      </w:r>
      <w:r w:rsidRPr="001B73FA">
        <w:rPr>
          <w:szCs w:val="20"/>
        </w:rPr>
        <w:t>Tout portait à croire qu</w:t>
      </w:r>
      <w:r w:rsidR="00462692" w:rsidRPr="00A4769E">
        <w:rPr>
          <w:szCs w:val="20"/>
        </w:rPr>
        <w:t>’</w:t>
      </w:r>
      <w:r w:rsidRPr="001B73FA">
        <w:rPr>
          <w:szCs w:val="20"/>
        </w:rPr>
        <w:t>il faudrait ne plus compter désormais que sur quelques souvenirs et pas mal d</w:t>
      </w:r>
      <w:r w:rsidR="00462692" w:rsidRPr="00A4769E">
        <w:rPr>
          <w:szCs w:val="20"/>
        </w:rPr>
        <w:t>’</w:t>
      </w:r>
      <w:r w:rsidRPr="001B73FA">
        <w:rPr>
          <w:szCs w:val="20"/>
        </w:rPr>
        <w:t>artifice pour me tirer d</w:t>
      </w:r>
      <w:r w:rsidR="00462692" w:rsidRPr="00A4769E">
        <w:rPr>
          <w:szCs w:val="20"/>
        </w:rPr>
        <w:t>’</w:t>
      </w:r>
      <w:r w:rsidRPr="001B73FA">
        <w:rPr>
          <w:szCs w:val="20"/>
        </w:rPr>
        <w:t>affaire</w:t>
      </w:r>
      <w:r w:rsidR="00462692" w:rsidRPr="00A4769E">
        <w:rPr>
          <w:szCs w:val="20"/>
        </w:rPr>
        <w:t xml:space="preserve">, </w:t>
      </w:r>
      <w:r w:rsidRPr="001B73FA">
        <w:rPr>
          <w:szCs w:val="20"/>
        </w:rPr>
        <w:t>et voilà que je découvre une enfant</w:t>
      </w:r>
      <w:r w:rsidR="00462692" w:rsidRPr="00A4769E">
        <w:rPr>
          <w:szCs w:val="20"/>
        </w:rPr>
        <w:t xml:space="preserve"> ! </w:t>
      </w:r>
      <w:r w:rsidRPr="001B73FA">
        <w:rPr>
          <w:szCs w:val="20"/>
        </w:rPr>
        <w:t>Je n</w:t>
      </w:r>
      <w:r w:rsidR="00462692" w:rsidRPr="00A4769E">
        <w:rPr>
          <w:szCs w:val="20"/>
        </w:rPr>
        <w:t>’</w:t>
      </w:r>
      <w:r w:rsidRPr="001B73FA">
        <w:rPr>
          <w:szCs w:val="20"/>
        </w:rPr>
        <w:t>ai pas vu un seul geste</w:t>
      </w:r>
      <w:r w:rsidR="00462692" w:rsidRPr="00A4769E">
        <w:rPr>
          <w:szCs w:val="20"/>
        </w:rPr>
        <w:t xml:space="preserve">, </w:t>
      </w:r>
      <w:r w:rsidRPr="001B73FA">
        <w:rPr>
          <w:szCs w:val="20"/>
        </w:rPr>
        <w:t>un regard</w:t>
      </w:r>
      <w:r w:rsidR="00462692" w:rsidRPr="00A4769E">
        <w:rPr>
          <w:szCs w:val="20"/>
        </w:rPr>
        <w:t xml:space="preserve">, </w:t>
      </w:r>
      <w:r w:rsidRPr="001B73FA">
        <w:rPr>
          <w:szCs w:val="20"/>
        </w:rPr>
        <w:t>je n</w:t>
      </w:r>
      <w:r w:rsidR="00462692" w:rsidRPr="00A4769E">
        <w:rPr>
          <w:szCs w:val="20"/>
        </w:rPr>
        <w:t>’</w:t>
      </w:r>
      <w:r w:rsidRPr="001B73FA">
        <w:rPr>
          <w:szCs w:val="20"/>
        </w:rPr>
        <w:t>ai pas entendu un seul mot qui ne soit un geste</w:t>
      </w:r>
      <w:r w:rsidR="00462692" w:rsidRPr="00A4769E">
        <w:rPr>
          <w:szCs w:val="20"/>
        </w:rPr>
        <w:t xml:space="preserve">, </w:t>
      </w:r>
      <w:r w:rsidRPr="001B73FA">
        <w:rPr>
          <w:szCs w:val="20"/>
        </w:rPr>
        <w:t>un regard et un mot d</w:t>
      </w:r>
      <w:r w:rsidR="00462692" w:rsidRPr="00A4769E">
        <w:rPr>
          <w:szCs w:val="20"/>
        </w:rPr>
        <w:t>’</w:t>
      </w:r>
      <w:r w:rsidRPr="001B73FA">
        <w:rPr>
          <w:szCs w:val="20"/>
        </w:rPr>
        <w:t>enfant</w:t>
      </w:r>
      <w:r w:rsidR="00462692" w:rsidRPr="00A4769E">
        <w:rPr>
          <w:szCs w:val="20"/>
        </w:rPr>
        <w:t xml:space="preserve"> ; </w:t>
      </w:r>
      <w:r w:rsidRPr="001B73FA">
        <w:rPr>
          <w:szCs w:val="20"/>
        </w:rPr>
        <w:t>même sa gravité pour ne pas paraître enfant est enfantine</w:t>
      </w:r>
      <w:r w:rsidR="00462692" w:rsidRPr="00A4769E">
        <w:rPr>
          <w:szCs w:val="20"/>
        </w:rPr>
        <w:t xml:space="preserve"> ; </w:t>
      </w:r>
      <w:r w:rsidRPr="001B73FA">
        <w:rPr>
          <w:szCs w:val="20"/>
        </w:rPr>
        <w:t>même cette façon de se coiffer à la dame avec son chignon bas est un jeu</w:t>
      </w:r>
      <w:r w:rsidR="00462692" w:rsidRPr="00A4769E">
        <w:rPr>
          <w:szCs w:val="20"/>
        </w:rPr>
        <w:t xml:space="preserve">. </w:t>
      </w:r>
      <w:r w:rsidRPr="001B73FA">
        <w:rPr>
          <w:szCs w:val="20"/>
        </w:rPr>
        <w:t>Tout est candide</w:t>
      </w:r>
      <w:r w:rsidR="00462692" w:rsidRPr="00A4769E">
        <w:rPr>
          <w:szCs w:val="20"/>
        </w:rPr>
        <w:t xml:space="preserve">, </w:t>
      </w:r>
      <w:r w:rsidRPr="001B73FA">
        <w:rPr>
          <w:szCs w:val="20"/>
        </w:rPr>
        <w:t>pur et paisible</w:t>
      </w:r>
      <w:r w:rsidR="00462692" w:rsidRPr="00A4769E">
        <w:rPr>
          <w:szCs w:val="20"/>
        </w:rPr>
        <w:t xml:space="preserve">. </w:t>
      </w:r>
      <w:r w:rsidRPr="001B73FA">
        <w:rPr>
          <w:szCs w:val="20"/>
        </w:rPr>
        <w:t>Son c</w:t>
      </w:r>
      <w:r w:rsidR="00462692" w:rsidRPr="00A4769E">
        <w:rPr>
          <w:szCs w:val="20"/>
        </w:rPr>
        <w:t>œ</w:t>
      </w:r>
      <w:r w:rsidRPr="001B73FA">
        <w:rPr>
          <w:szCs w:val="20"/>
        </w:rPr>
        <w:t>ur est comme de l</w:t>
      </w:r>
      <w:r w:rsidR="00462692" w:rsidRPr="00A4769E">
        <w:rPr>
          <w:szCs w:val="20"/>
        </w:rPr>
        <w:t>’</w:t>
      </w:r>
      <w:r w:rsidRPr="001B73FA">
        <w:rPr>
          <w:szCs w:val="20"/>
        </w:rPr>
        <w:t>eau</w:t>
      </w:r>
      <w:r w:rsidR="00462692" w:rsidRPr="00A4769E">
        <w:rPr>
          <w:szCs w:val="20"/>
        </w:rPr>
        <w:t xml:space="preserve">. </w:t>
      </w:r>
      <w:r w:rsidRPr="001B73FA">
        <w:rPr>
          <w:szCs w:val="20"/>
        </w:rPr>
        <w:t>Je ne sais même pas si ses yeux ont déjà de la couleur</w:t>
      </w:r>
      <w:r w:rsidR="00462692" w:rsidRPr="00A4769E">
        <w:rPr>
          <w:szCs w:val="20"/>
        </w:rPr>
        <w:t xml:space="preserve">… </w:t>
      </w:r>
      <w:r w:rsidRPr="001B73FA">
        <w:rPr>
          <w:szCs w:val="20"/>
        </w:rPr>
        <w:t>Ils n</w:t>
      </w:r>
      <w:r w:rsidR="00462692" w:rsidRPr="00A4769E">
        <w:rPr>
          <w:szCs w:val="20"/>
        </w:rPr>
        <w:t>’</w:t>
      </w:r>
      <w:r w:rsidRPr="001B73FA">
        <w:rPr>
          <w:szCs w:val="20"/>
        </w:rPr>
        <w:t>ont que de la candeur</w:t>
      </w:r>
      <w:r w:rsidR="00462692" w:rsidRPr="00A4769E">
        <w:rPr>
          <w:szCs w:val="20"/>
        </w:rPr>
        <w:t xml:space="preserve">. </w:t>
      </w:r>
      <w:r w:rsidRPr="001B73FA">
        <w:rPr>
          <w:szCs w:val="20"/>
        </w:rPr>
        <w:t>Laurent a huit ans de plus que moi</w:t>
      </w:r>
      <w:r w:rsidR="00462692" w:rsidRPr="00A4769E">
        <w:rPr>
          <w:szCs w:val="20"/>
        </w:rPr>
        <w:t xml:space="preserve">, </w:t>
      </w:r>
      <w:r w:rsidRPr="001B73FA">
        <w:rPr>
          <w:szCs w:val="20"/>
        </w:rPr>
        <w:t>se dit-elle</w:t>
      </w:r>
      <w:r w:rsidR="00462692" w:rsidRPr="00A4769E">
        <w:rPr>
          <w:szCs w:val="20"/>
        </w:rPr>
        <w:t xml:space="preserve">, </w:t>
      </w:r>
      <w:r w:rsidRPr="001B73FA">
        <w:rPr>
          <w:szCs w:val="20"/>
        </w:rPr>
        <w:t>presque neuf</w:t>
      </w:r>
      <w:r w:rsidR="00462692" w:rsidRPr="00A4769E">
        <w:rPr>
          <w:szCs w:val="20"/>
        </w:rPr>
        <w:t xml:space="preserve">. </w:t>
      </w:r>
      <w:r w:rsidRPr="001B73FA">
        <w:rPr>
          <w:szCs w:val="20"/>
        </w:rPr>
        <w:t>Et que ferait-il encore comme folie dans ce qui lui reste à vivre</w:t>
      </w:r>
      <w:r w:rsidR="00462692" w:rsidRPr="00A4769E">
        <w:rPr>
          <w:szCs w:val="20"/>
        </w:rPr>
        <w:t xml:space="preserve"> ? </w:t>
      </w:r>
      <w:r w:rsidRPr="001B73FA">
        <w:rPr>
          <w:szCs w:val="20"/>
        </w:rPr>
        <w:t>Je ne veux pas que cette enfant en supporte les conséquences</w:t>
      </w:r>
      <w:r w:rsidR="00462692" w:rsidRPr="00A4769E">
        <w:rPr>
          <w:szCs w:val="20"/>
        </w:rPr>
        <w:t xml:space="preserve">. </w:t>
      </w:r>
      <w:r w:rsidRPr="001B73FA">
        <w:rPr>
          <w:szCs w:val="20"/>
        </w:rPr>
        <w:t>Je vais arranger mes affaires</w:t>
      </w:r>
      <w:r w:rsidR="00462692" w:rsidRPr="00A4769E">
        <w:rPr>
          <w:szCs w:val="20"/>
        </w:rPr>
        <w:t xml:space="preserve">. </w:t>
      </w:r>
      <w:r w:rsidRPr="001B73FA">
        <w:rPr>
          <w:szCs w:val="20"/>
        </w:rPr>
        <w:t>S</w:t>
      </w:r>
      <w:r w:rsidR="00462692" w:rsidRPr="00A4769E">
        <w:rPr>
          <w:szCs w:val="20"/>
        </w:rPr>
        <w:t>’</w:t>
      </w:r>
      <w:r w:rsidRPr="001B73FA">
        <w:rPr>
          <w:szCs w:val="20"/>
        </w:rPr>
        <w:t>il meurt</w:t>
      </w:r>
      <w:r w:rsidR="00462692" w:rsidRPr="00A4769E">
        <w:rPr>
          <w:szCs w:val="20"/>
        </w:rPr>
        <w:t xml:space="preserve">, </w:t>
      </w:r>
      <w:r w:rsidRPr="001B73FA">
        <w:rPr>
          <w:szCs w:val="20"/>
        </w:rPr>
        <w:t>je veux qu</w:t>
      </w:r>
      <w:r w:rsidR="00462692" w:rsidRPr="00A4769E">
        <w:rPr>
          <w:szCs w:val="20"/>
        </w:rPr>
        <w:t>’</w:t>
      </w:r>
      <w:r w:rsidRPr="001B73FA">
        <w:rPr>
          <w:szCs w:val="20"/>
        </w:rPr>
        <w:t>elle vienne chez moi</w:t>
      </w:r>
      <w:r w:rsidR="00462692" w:rsidRPr="00A4769E">
        <w:rPr>
          <w:szCs w:val="20"/>
        </w:rPr>
        <w:t xml:space="preserve">. </w:t>
      </w:r>
      <w:r w:rsidRPr="001B73FA">
        <w:rPr>
          <w:szCs w:val="20"/>
        </w:rPr>
        <w:t>Théus est à elle</w:t>
      </w:r>
      <w:r w:rsidR="00462692" w:rsidRPr="00A4769E">
        <w:rPr>
          <w:szCs w:val="20"/>
        </w:rPr>
        <w:t xml:space="preserve">. </w:t>
      </w:r>
      <w:r w:rsidRPr="001B73FA">
        <w:rPr>
          <w:szCs w:val="20"/>
        </w:rPr>
        <w:t>Et moi-même</w:t>
      </w:r>
      <w:r w:rsidR="00462692" w:rsidRPr="00A4769E">
        <w:rPr>
          <w:szCs w:val="20"/>
        </w:rPr>
        <w:t>. »</w:t>
      </w:r>
      <w:r w:rsidRPr="001B73FA">
        <w:rPr>
          <w:szCs w:val="20"/>
        </w:rPr>
        <w:t xml:space="preserve"> Elle était bouleversée de joie à l</w:t>
      </w:r>
      <w:r w:rsidR="00462692" w:rsidRPr="00A4769E">
        <w:rPr>
          <w:szCs w:val="20"/>
        </w:rPr>
        <w:t>’</w:t>
      </w:r>
      <w:r w:rsidRPr="001B73FA">
        <w:rPr>
          <w:szCs w:val="20"/>
        </w:rPr>
        <w:t>idée qu</w:t>
      </w:r>
      <w:r w:rsidR="00462692" w:rsidRPr="00A4769E">
        <w:rPr>
          <w:szCs w:val="20"/>
        </w:rPr>
        <w:t>’</w:t>
      </w:r>
      <w:r w:rsidRPr="001B73FA">
        <w:rPr>
          <w:szCs w:val="20"/>
        </w:rPr>
        <w:t>elle aimait encore quelqu</w:t>
      </w:r>
      <w:r w:rsidR="00462692" w:rsidRPr="00A4769E">
        <w:rPr>
          <w:szCs w:val="20"/>
        </w:rPr>
        <w:t>’</w:t>
      </w:r>
      <w:r w:rsidRPr="001B73FA">
        <w:rPr>
          <w:szCs w:val="20"/>
        </w:rPr>
        <w:t>un de vivant</w:t>
      </w:r>
      <w:r w:rsidR="00462692" w:rsidRPr="00A4769E">
        <w:rPr>
          <w:szCs w:val="20"/>
        </w:rPr>
        <w:t>.</w:t>
      </w:r>
    </w:p>
    <w:p w14:paraId="6AE18177" w14:textId="77777777" w:rsidR="00462692" w:rsidRPr="00A4769E" w:rsidRDefault="001B73FA" w:rsidP="001B73FA">
      <w:pPr>
        <w:rPr>
          <w:szCs w:val="20"/>
        </w:rPr>
      </w:pPr>
      <w:r w:rsidRPr="001B73FA">
        <w:rPr>
          <w:szCs w:val="20"/>
        </w:rPr>
        <w:t>On gratta à la porte et Pauline entra</w:t>
      </w:r>
      <w:r w:rsidR="00462692" w:rsidRPr="00A4769E">
        <w:rPr>
          <w:szCs w:val="20"/>
        </w:rPr>
        <w:t xml:space="preserve">. </w:t>
      </w:r>
      <w:r w:rsidRPr="001B73FA">
        <w:rPr>
          <w:szCs w:val="20"/>
        </w:rPr>
        <w:t>Elle était en longue chemise de nuit</w:t>
      </w:r>
      <w:r w:rsidR="00462692" w:rsidRPr="00A4769E">
        <w:rPr>
          <w:szCs w:val="20"/>
        </w:rPr>
        <w:t>.</w:t>
      </w:r>
    </w:p>
    <w:p w14:paraId="6830AB03" w14:textId="77777777" w:rsidR="00462692" w:rsidRPr="00A4769E" w:rsidRDefault="00462692" w:rsidP="001B73FA">
      <w:pPr>
        <w:rPr>
          <w:szCs w:val="20"/>
        </w:rPr>
      </w:pPr>
      <w:r w:rsidRPr="00A4769E">
        <w:rPr>
          <w:szCs w:val="20"/>
        </w:rPr>
        <w:t>« </w:t>
      </w:r>
      <w:r w:rsidR="001B73FA" w:rsidRPr="001B73FA">
        <w:rPr>
          <w:szCs w:val="20"/>
        </w:rPr>
        <w:t>Pouvez-vous m</w:t>
      </w:r>
      <w:r w:rsidRPr="00A4769E">
        <w:rPr>
          <w:szCs w:val="20"/>
        </w:rPr>
        <w:t>’</w:t>
      </w:r>
      <w:r w:rsidR="001B73FA" w:rsidRPr="001B73FA">
        <w:rPr>
          <w:szCs w:val="20"/>
        </w:rPr>
        <w:t>écouter</w:t>
      </w:r>
      <w:r w:rsidRPr="00A4769E">
        <w:rPr>
          <w:szCs w:val="20"/>
        </w:rPr>
        <w:t xml:space="preserve"> ? </w:t>
      </w:r>
      <w:r w:rsidR="001B73FA" w:rsidRPr="001B73FA">
        <w:rPr>
          <w:szCs w:val="20"/>
        </w:rPr>
        <w:t>dit-elle</w:t>
      </w:r>
      <w:r w:rsidRPr="00A4769E">
        <w:rPr>
          <w:szCs w:val="20"/>
        </w:rPr>
        <w:t>.</w:t>
      </w:r>
    </w:p>
    <w:p w14:paraId="2E1D8ACD" w14:textId="34A861C7" w:rsidR="00462692" w:rsidRPr="00A4769E" w:rsidRDefault="00462692" w:rsidP="001B73FA">
      <w:pPr>
        <w:rPr>
          <w:szCs w:val="20"/>
        </w:rPr>
      </w:pPr>
      <w:r w:rsidRPr="00A4769E">
        <w:rPr>
          <w:szCs w:val="20"/>
        </w:rPr>
        <w:t>— </w:t>
      </w:r>
      <w:r w:rsidR="001B73FA" w:rsidRPr="001B73FA">
        <w:rPr>
          <w:szCs w:val="20"/>
        </w:rPr>
        <w:t>Ne marche pas pieds nus sur le parquet froid</w:t>
      </w:r>
      <w:r w:rsidRPr="00A4769E">
        <w:rPr>
          <w:szCs w:val="20"/>
        </w:rPr>
        <w:t xml:space="preserve">, </w:t>
      </w:r>
      <w:r w:rsidR="001B73FA" w:rsidRPr="001B73FA">
        <w:rPr>
          <w:szCs w:val="20"/>
        </w:rPr>
        <w:t>dit la Marquise</w:t>
      </w:r>
      <w:r w:rsidRPr="00A4769E">
        <w:rPr>
          <w:szCs w:val="20"/>
        </w:rPr>
        <w:t xml:space="preserve">, </w:t>
      </w:r>
      <w:r w:rsidR="001B73FA" w:rsidRPr="001B73FA">
        <w:rPr>
          <w:szCs w:val="20"/>
        </w:rPr>
        <w:t>viens sur le tapis et mets ce châle sur tes épaules</w:t>
      </w:r>
      <w:r w:rsidRPr="00A4769E">
        <w:rPr>
          <w:szCs w:val="20"/>
        </w:rPr>
        <w:t xml:space="preserve">. </w:t>
      </w:r>
      <w:r w:rsidR="001B73FA" w:rsidRPr="001B73FA">
        <w:rPr>
          <w:szCs w:val="20"/>
        </w:rPr>
        <w:lastRenderedPageBreak/>
        <w:t>Ou</w:t>
      </w:r>
      <w:r w:rsidRPr="00A4769E">
        <w:rPr>
          <w:szCs w:val="20"/>
        </w:rPr>
        <w:t xml:space="preserve">, </w:t>
      </w:r>
      <w:r w:rsidR="001B73FA" w:rsidRPr="001B73FA">
        <w:rPr>
          <w:szCs w:val="20"/>
        </w:rPr>
        <w:t>bien mieux</w:t>
      </w:r>
      <w:r w:rsidRPr="00A4769E">
        <w:rPr>
          <w:szCs w:val="20"/>
        </w:rPr>
        <w:t xml:space="preserve">, </w:t>
      </w:r>
      <w:r w:rsidR="001B73FA" w:rsidRPr="001B73FA">
        <w:rPr>
          <w:szCs w:val="20"/>
        </w:rPr>
        <w:t>couche-toi dans mon lit où tu seras à ton aise et au chaud</w:t>
      </w:r>
      <w:r w:rsidRPr="00A4769E">
        <w:rPr>
          <w:szCs w:val="20"/>
        </w:rPr>
        <w:t xml:space="preserve">. </w:t>
      </w:r>
      <w:r w:rsidR="001B73FA" w:rsidRPr="001B73FA">
        <w:rPr>
          <w:szCs w:val="20"/>
        </w:rPr>
        <w:t>Je me mettrai dans le fauteuil</w:t>
      </w:r>
      <w:r w:rsidRPr="00A4769E">
        <w:rPr>
          <w:szCs w:val="20"/>
        </w:rPr>
        <w:t xml:space="preserve">. </w:t>
      </w:r>
      <w:r w:rsidR="001B73FA" w:rsidRPr="001B73FA">
        <w:rPr>
          <w:szCs w:val="20"/>
        </w:rPr>
        <w:t>Attends</w:t>
      </w:r>
      <w:r w:rsidRPr="00A4769E">
        <w:rPr>
          <w:szCs w:val="20"/>
        </w:rPr>
        <w:t xml:space="preserve">, </w:t>
      </w:r>
      <w:r w:rsidR="001B73FA" w:rsidRPr="001B73FA">
        <w:rPr>
          <w:szCs w:val="20"/>
        </w:rPr>
        <w:t>je vais pousser le verrou</w:t>
      </w:r>
      <w:r w:rsidRPr="00A4769E">
        <w:rPr>
          <w:szCs w:val="20"/>
        </w:rPr>
        <w:t xml:space="preserve">, </w:t>
      </w:r>
      <w:r w:rsidR="001B73FA" w:rsidRPr="001B73FA">
        <w:rPr>
          <w:szCs w:val="20"/>
        </w:rPr>
        <w:t>dit-elle folle de bonheur</w:t>
      </w:r>
      <w:r w:rsidRPr="00A4769E">
        <w:rPr>
          <w:szCs w:val="20"/>
        </w:rPr>
        <w:t>.</w:t>
      </w:r>
    </w:p>
    <w:p w14:paraId="3E62A5DA" w14:textId="062AC1B3" w:rsidR="001B73FA" w:rsidRPr="001B73FA" w:rsidRDefault="00462692" w:rsidP="001B73FA">
      <w:pPr>
        <w:rPr>
          <w:szCs w:val="20"/>
        </w:rPr>
      </w:pPr>
      <w:r w:rsidRPr="00A4769E">
        <w:rPr>
          <w:szCs w:val="20"/>
        </w:rPr>
        <w:t>— </w:t>
      </w:r>
      <w:r w:rsidR="001B73FA" w:rsidRPr="001B73FA">
        <w:rPr>
          <w:szCs w:val="20"/>
        </w:rPr>
        <w:t>Je n</w:t>
      </w:r>
      <w:r w:rsidRPr="00A4769E">
        <w:rPr>
          <w:szCs w:val="20"/>
        </w:rPr>
        <w:t>’</w:t>
      </w:r>
      <w:r w:rsidR="001B73FA" w:rsidRPr="001B73FA">
        <w:rPr>
          <w:szCs w:val="20"/>
        </w:rPr>
        <w:t>ai pas froid</w:t>
      </w:r>
      <w:r w:rsidRPr="00A4769E">
        <w:rPr>
          <w:szCs w:val="20"/>
        </w:rPr>
        <w:t xml:space="preserve">, </w:t>
      </w:r>
      <w:r w:rsidR="001B73FA" w:rsidRPr="001B73FA">
        <w:rPr>
          <w:szCs w:val="20"/>
        </w:rPr>
        <w:t>dit Pauline en riant</w:t>
      </w:r>
      <w:r w:rsidRPr="00A4769E">
        <w:rPr>
          <w:szCs w:val="20"/>
        </w:rPr>
        <w:t xml:space="preserve">. </w:t>
      </w:r>
      <w:r w:rsidR="001B73FA" w:rsidRPr="001B73FA">
        <w:rPr>
          <w:szCs w:val="20"/>
        </w:rPr>
        <w:t>J</w:t>
      </w:r>
      <w:r w:rsidRPr="00A4769E">
        <w:rPr>
          <w:szCs w:val="20"/>
        </w:rPr>
        <w:t>’</w:t>
      </w:r>
      <w:r w:rsidR="001B73FA" w:rsidRPr="001B73FA">
        <w:rPr>
          <w:szCs w:val="20"/>
        </w:rPr>
        <w:t>aime beaucoup me promener en chemise de nuit et pieds nus</w:t>
      </w:r>
      <w:r w:rsidRPr="00A4769E">
        <w:rPr>
          <w:szCs w:val="20"/>
        </w:rPr>
        <w:t>. »</w:t>
      </w:r>
    </w:p>
    <w:p w14:paraId="69816BB1" w14:textId="77777777" w:rsidR="00462692" w:rsidRPr="00A4769E" w:rsidRDefault="001B73FA" w:rsidP="001B73FA">
      <w:pPr>
        <w:rPr>
          <w:szCs w:val="20"/>
        </w:rPr>
      </w:pPr>
      <w:r w:rsidRPr="001B73FA">
        <w:rPr>
          <w:szCs w:val="20"/>
        </w:rPr>
        <w:t>Après de longues minutes de gronderies tendres où la Marquise</w:t>
      </w:r>
      <w:r w:rsidR="00462692" w:rsidRPr="00A4769E">
        <w:rPr>
          <w:szCs w:val="20"/>
        </w:rPr>
        <w:t xml:space="preserve">, </w:t>
      </w:r>
      <w:r w:rsidRPr="001B73FA">
        <w:rPr>
          <w:szCs w:val="20"/>
        </w:rPr>
        <w:t>littéralement hors d</w:t>
      </w:r>
      <w:r w:rsidR="00462692" w:rsidRPr="00A4769E">
        <w:rPr>
          <w:szCs w:val="20"/>
        </w:rPr>
        <w:t>’</w:t>
      </w:r>
      <w:r w:rsidRPr="001B73FA">
        <w:rPr>
          <w:szCs w:val="20"/>
        </w:rPr>
        <w:t>elle-même et haletante</w:t>
      </w:r>
      <w:r w:rsidR="00462692" w:rsidRPr="00A4769E">
        <w:rPr>
          <w:szCs w:val="20"/>
        </w:rPr>
        <w:t xml:space="preserve">, </w:t>
      </w:r>
      <w:r w:rsidRPr="001B73FA">
        <w:rPr>
          <w:szCs w:val="20"/>
        </w:rPr>
        <w:t>imagina toutes les variétés de courants d</w:t>
      </w:r>
      <w:r w:rsidR="00462692" w:rsidRPr="00A4769E">
        <w:rPr>
          <w:szCs w:val="20"/>
        </w:rPr>
        <w:t>’</w:t>
      </w:r>
      <w:r w:rsidRPr="001B73FA">
        <w:rPr>
          <w:szCs w:val="20"/>
        </w:rPr>
        <w:t>air et les mille dangers de maladie qui pouvaient menacer son trésor</w:t>
      </w:r>
      <w:r w:rsidR="00462692" w:rsidRPr="00A4769E">
        <w:rPr>
          <w:szCs w:val="20"/>
        </w:rPr>
        <w:t xml:space="preserve">, </w:t>
      </w:r>
      <w:r w:rsidRPr="001B73FA">
        <w:rPr>
          <w:szCs w:val="20"/>
        </w:rPr>
        <w:t>Pauline</w:t>
      </w:r>
      <w:r w:rsidR="00462692" w:rsidRPr="00A4769E">
        <w:rPr>
          <w:szCs w:val="20"/>
        </w:rPr>
        <w:t xml:space="preserve">, </w:t>
      </w:r>
      <w:r w:rsidRPr="001B73FA">
        <w:rPr>
          <w:szCs w:val="20"/>
        </w:rPr>
        <w:t>couverte de manteaux et les pieds enveloppés de châles</w:t>
      </w:r>
      <w:r w:rsidR="00462692" w:rsidRPr="00A4769E">
        <w:rPr>
          <w:szCs w:val="20"/>
        </w:rPr>
        <w:t xml:space="preserve">, </w:t>
      </w:r>
      <w:r w:rsidRPr="001B73FA">
        <w:rPr>
          <w:szCs w:val="20"/>
        </w:rPr>
        <w:t>s</w:t>
      </w:r>
      <w:r w:rsidR="00462692" w:rsidRPr="00A4769E">
        <w:rPr>
          <w:szCs w:val="20"/>
        </w:rPr>
        <w:t>’</w:t>
      </w:r>
      <w:r w:rsidRPr="001B73FA">
        <w:rPr>
          <w:szCs w:val="20"/>
        </w:rPr>
        <w:t>assit dans un fauteuil à la tête du lit où elle avait forcé la Marquise à se coucher</w:t>
      </w:r>
      <w:r w:rsidR="00462692" w:rsidRPr="00A4769E">
        <w:rPr>
          <w:szCs w:val="20"/>
        </w:rPr>
        <w:t>.</w:t>
      </w:r>
    </w:p>
    <w:p w14:paraId="250D5ACA" w14:textId="77777777" w:rsidR="001B73FA" w:rsidRPr="001B73FA" w:rsidRDefault="00462692" w:rsidP="001B73FA">
      <w:pPr>
        <w:rPr>
          <w:szCs w:val="20"/>
        </w:rPr>
      </w:pPr>
      <w:r w:rsidRPr="00A4769E">
        <w:rPr>
          <w:szCs w:val="20"/>
        </w:rPr>
        <w:t>« </w:t>
      </w:r>
      <w:r w:rsidR="001B73FA" w:rsidRPr="001B73FA">
        <w:rPr>
          <w:szCs w:val="20"/>
        </w:rPr>
        <w:t>Vous m</w:t>
      </w:r>
      <w:r w:rsidRPr="00A4769E">
        <w:rPr>
          <w:szCs w:val="20"/>
        </w:rPr>
        <w:t>’</w:t>
      </w:r>
      <w:r w:rsidR="001B73FA" w:rsidRPr="001B73FA">
        <w:rPr>
          <w:szCs w:val="20"/>
        </w:rPr>
        <w:t>avez demandé si j</w:t>
      </w:r>
      <w:r w:rsidRPr="00A4769E">
        <w:rPr>
          <w:szCs w:val="20"/>
        </w:rPr>
        <w:t>’</w:t>
      </w:r>
      <w:r w:rsidR="001B73FA" w:rsidRPr="001B73FA">
        <w:rPr>
          <w:szCs w:val="20"/>
        </w:rPr>
        <w:t>étais heureuse</w:t>
      </w:r>
      <w:r w:rsidRPr="00A4769E">
        <w:rPr>
          <w:szCs w:val="20"/>
        </w:rPr>
        <w:t xml:space="preserve">, </w:t>
      </w:r>
      <w:r w:rsidR="001B73FA" w:rsidRPr="001B73FA">
        <w:rPr>
          <w:szCs w:val="20"/>
        </w:rPr>
        <w:t>dit-elle en souriant</w:t>
      </w:r>
      <w:r w:rsidRPr="00A4769E">
        <w:rPr>
          <w:szCs w:val="20"/>
        </w:rPr>
        <w:t xml:space="preserve">, </w:t>
      </w:r>
      <w:r w:rsidR="001B73FA" w:rsidRPr="001B73FA">
        <w:rPr>
          <w:szCs w:val="20"/>
        </w:rPr>
        <w:t>c</w:t>
      </w:r>
      <w:r w:rsidRPr="00A4769E">
        <w:rPr>
          <w:szCs w:val="20"/>
        </w:rPr>
        <w:t>’</w:t>
      </w:r>
      <w:r w:rsidR="001B73FA" w:rsidRPr="001B73FA">
        <w:rPr>
          <w:szCs w:val="20"/>
        </w:rPr>
        <w:t>est pourquoi je suis venue vous voir</w:t>
      </w:r>
      <w:r w:rsidRPr="00A4769E">
        <w:rPr>
          <w:szCs w:val="20"/>
        </w:rPr>
        <w:t xml:space="preserve">. </w:t>
      </w:r>
      <w:r w:rsidR="001B73FA" w:rsidRPr="001B73FA">
        <w:rPr>
          <w:szCs w:val="20"/>
        </w:rPr>
        <w:t>On m</w:t>
      </w:r>
      <w:r w:rsidRPr="00A4769E">
        <w:rPr>
          <w:szCs w:val="20"/>
        </w:rPr>
        <w:t>’</w:t>
      </w:r>
      <w:r w:rsidR="001B73FA" w:rsidRPr="001B73FA">
        <w:rPr>
          <w:szCs w:val="20"/>
        </w:rPr>
        <w:t>a posé quelquefois cette question</w:t>
      </w:r>
      <w:r w:rsidRPr="00A4769E">
        <w:rPr>
          <w:szCs w:val="20"/>
        </w:rPr>
        <w:t xml:space="preserve">, </w:t>
      </w:r>
      <w:r w:rsidR="001B73FA" w:rsidRPr="001B73FA">
        <w:rPr>
          <w:szCs w:val="20"/>
        </w:rPr>
        <w:t>et je sais que c</w:t>
      </w:r>
      <w:r w:rsidRPr="00A4769E">
        <w:rPr>
          <w:szCs w:val="20"/>
        </w:rPr>
        <w:t>’</w:t>
      </w:r>
      <w:r w:rsidR="001B73FA" w:rsidRPr="001B73FA">
        <w:rPr>
          <w:szCs w:val="20"/>
        </w:rPr>
        <w:t>est parce que mon mari a presque cinquante ans de plus que moi</w:t>
      </w:r>
      <w:r w:rsidRPr="00A4769E">
        <w:rPr>
          <w:szCs w:val="20"/>
        </w:rPr>
        <w:t>. »</w:t>
      </w:r>
    </w:p>
    <w:p w14:paraId="0C60CA08" w14:textId="77777777" w:rsidR="001B73FA" w:rsidRPr="001B73FA" w:rsidRDefault="001B73FA" w:rsidP="001B73FA">
      <w:pPr>
        <w:rPr>
          <w:szCs w:val="20"/>
        </w:rPr>
      </w:pPr>
      <w:r w:rsidRPr="001B73FA">
        <w:rPr>
          <w:szCs w:val="20"/>
        </w:rPr>
        <w:t>Au mot de mari</w:t>
      </w:r>
      <w:r w:rsidR="00462692" w:rsidRPr="00A4769E">
        <w:rPr>
          <w:szCs w:val="20"/>
        </w:rPr>
        <w:t xml:space="preserve">, </w:t>
      </w:r>
      <w:r w:rsidRPr="001B73FA">
        <w:rPr>
          <w:szCs w:val="20"/>
        </w:rPr>
        <w:t>il sembla à la Marquise que ses bougies s</w:t>
      </w:r>
      <w:r w:rsidR="00462692" w:rsidRPr="00A4769E">
        <w:rPr>
          <w:szCs w:val="20"/>
        </w:rPr>
        <w:t>’</w:t>
      </w:r>
      <w:r w:rsidRPr="001B73FA">
        <w:rPr>
          <w:szCs w:val="20"/>
        </w:rPr>
        <w:t>éteignaient</w:t>
      </w:r>
      <w:r w:rsidR="00462692" w:rsidRPr="00A4769E">
        <w:rPr>
          <w:szCs w:val="20"/>
        </w:rPr>
        <w:t xml:space="preserve">, </w:t>
      </w:r>
      <w:r w:rsidRPr="001B73FA">
        <w:rPr>
          <w:szCs w:val="20"/>
        </w:rPr>
        <w:t>pour se rallumer aussitôt dans un monde qu</w:t>
      </w:r>
      <w:r w:rsidR="00462692" w:rsidRPr="00A4769E">
        <w:rPr>
          <w:szCs w:val="20"/>
        </w:rPr>
        <w:t>’</w:t>
      </w:r>
      <w:r w:rsidRPr="001B73FA">
        <w:rPr>
          <w:szCs w:val="20"/>
        </w:rPr>
        <w:t>elle n</w:t>
      </w:r>
      <w:r w:rsidR="00462692" w:rsidRPr="00A4769E">
        <w:rPr>
          <w:szCs w:val="20"/>
        </w:rPr>
        <w:t>’</w:t>
      </w:r>
      <w:r w:rsidRPr="001B73FA">
        <w:rPr>
          <w:szCs w:val="20"/>
        </w:rPr>
        <w:t>avait pas prévu</w:t>
      </w:r>
      <w:r w:rsidR="00462692" w:rsidRPr="00A4769E">
        <w:rPr>
          <w:szCs w:val="20"/>
        </w:rPr>
        <w:t>. « </w:t>
      </w:r>
      <w:r w:rsidRPr="001B73FA">
        <w:rPr>
          <w:szCs w:val="20"/>
        </w:rPr>
        <w:t>C</w:t>
      </w:r>
      <w:r w:rsidR="00462692" w:rsidRPr="00A4769E">
        <w:rPr>
          <w:szCs w:val="20"/>
        </w:rPr>
        <w:t>’</w:t>
      </w:r>
      <w:r w:rsidRPr="001B73FA">
        <w:rPr>
          <w:szCs w:val="20"/>
        </w:rPr>
        <w:t>est vrai</w:t>
      </w:r>
      <w:r w:rsidR="00462692" w:rsidRPr="00A4769E">
        <w:rPr>
          <w:szCs w:val="20"/>
        </w:rPr>
        <w:t xml:space="preserve">, </w:t>
      </w:r>
      <w:r w:rsidRPr="001B73FA">
        <w:rPr>
          <w:szCs w:val="20"/>
        </w:rPr>
        <w:t>se dit-elle</w:t>
      </w:r>
      <w:r w:rsidR="00462692" w:rsidRPr="00A4769E">
        <w:rPr>
          <w:szCs w:val="20"/>
        </w:rPr>
        <w:t xml:space="preserve">, </w:t>
      </w:r>
      <w:r w:rsidRPr="001B73FA">
        <w:rPr>
          <w:szCs w:val="20"/>
        </w:rPr>
        <w:t>et cet après-midi même j</w:t>
      </w:r>
      <w:r w:rsidR="00462692" w:rsidRPr="00A4769E">
        <w:rPr>
          <w:szCs w:val="20"/>
        </w:rPr>
        <w:t>’</w:t>
      </w:r>
      <w:r w:rsidRPr="001B73FA">
        <w:rPr>
          <w:szCs w:val="20"/>
        </w:rPr>
        <w:t>ai pensé que</w:t>
      </w:r>
      <w:r w:rsidR="00462692" w:rsidRPr="00A4769E">
        <w:rPr>
          <w:szCs w:val="20"/>
        </w:rPr>
        <w:t xml:space="preserve">, </w:t>
      </w:r>
      <w:r w:rsidRPr="001B73FA">
        <w:rPr>
          <w:szCs w:val="20"/>
        </w:rPr>
        <w:t>si j</w:t>
      </w:r>
      <w:r w:rsidR="00462692" w:rsidRPr="00A4769E">
        <w:rPr>
          <w:szCs w:val="20"/>
        </w:rPr>
        <w:t>’</w:t>
      </w:r>
      <w:r w:rsidRPr="001B73FA">
        <w:rPr>
          <w:szCs w:val="20"/>
        </w:rPr>
        <w:t>avais été sa mère je l</w:t>
      </w:r>
      <w:r w:rsidR="00462692" w:rsidRPr="00A4769E">
        <w:rPr>
          <w:szCs w:val="20"/>
        </w:rPr>
        <w:t>’</w:t>
      </w:r>
      <w:r w:rsidRPr="001B73FA">
        <w:rPr>
          <w:szCs w:val="20"/>
        </w:rPr>
        <w:t>aurais claquée le matin de son mariage</w:t>
      </w:r>
      <w:r w:rsidR="00462692" w:rsidRPr="00A4769E">
        <w:rPr>
          <w:szCs w:val="20"/>
        </w:rPr>
        <w:t xml:space="preserve">, </w:t>
      </w:r>
      <w:r w:rsidRPr="001B73FA">
        <w:rPr>
          <w:szCs w:val="20"/>
        </w:rPr>
        <w:t>mais j</w:t>
      </w:r>
      <w:r w:rsidR="00462692" w:rsidRPr="00A4769E">
        <w:rPr>
          <w:szCs w:val="20"/>
        </w:rPr>
        <w:t>’</w:t>
      </w:r>
      <w:r w:rsidRPr="001B73FA">
        <w:rPr>
          <w:szCs w:val="20"/>
        </w:rPr>
        <w:t>imaginais un mariage à faire et non pas fait</w:t>
      </w:r>
      <w:r w:rsidR="00462692" w:rsidRPr="00A4769E">
        <w:rPr>
          <w:szCs w:val="20"/>
        </w:rPr>
        <w:t xml:space="preserve">, </w:t>
      </w:r>
      <w:r w:rsidRPr="001B73FA">
        <w:rPr>
          <w:szCs w:val="20"/>
        </w:rPr>
        <w:t>et surtout je ne pensais pas à Laurent</w:t>
      </w:r>
      <w:r w:rsidR="00462692" w:rsidRPr="00A4769E">
        <w:rPr>
          <w:szCs w:val="20"/>
        </w:rPr>
        <w:t>.</w:t>
      </w:r>
      <w:r w:rsidR="00462692" w:rsidRPr="00A4769E">
        <w:rPr>
          <w:szCs w:val="20"/>
        </w:rPr>
        <w:t> »</w:t>
      </w:r>
    </w:p>
    <w:p w14:paraId="783355CB" w14:textId="77777777" w:rsidR="001B73FA" w:rsidRPr="001B73FA" w:rsidRDefault="00462692" w:rsidP="001B73FA">
      <w:pPr>
        <w:rPr>
          <w:szCs w:val="20"/>
        </w:rPr>
      </w:pPr>
      <w:r w:rsidRPr="00A4769E">
        <w:rPr>
          <w:szCs w:val="20"/>
        </w:rPr>
        <w:t>« </w:t>
      </w:r>
      <w:r w:rsidR="001B73FA" w:rsidRPr="001B73FA">
        <w:rPr>
          <w:szCs w:val="20"/>
        </w:rPr>
        <w:t>J</w:t>
      </w:r>
      <w:r w:rsidRPr="00A4769E">
        <w:rPr>
          <w:szCs w:val="20"/>
        </w:rPr>
        <w:t>’</w:t>
      </w:r>
      <w:r w:rsidR="001B73FA" w:rsidRPr="001B73FA">
        <w:rPr>
          <w:szCs w:val="20"/>
        </w:rPr>
        <w:t>ai dit à mes amies</w:t>
      </w:r>
      <w:r w:rsidRPr="00A4769E">
        <w:rPr>
          <w:szCs w:val="20"/>
        </w:rPr>
        <w:t xml:space="preserve">, </w:t>
      </w:r>
      <w:r w:rsidR="001B73FA" w:rsidRPr="001B73FA">
        <w:rPr>
          <w:szCs w:val="20"/>
        </w:rPr>
        <w:t>poursuivit Pauline</w:t>
      </w:r>
      <w:r w:rsidRPr="00A4769E">
        <w:rPr>
          <w:szCs w:val="20"/>
        </w:rPr>
        <w:t xml:space="preserve">, </w:t>
      </w:r>
      <w:r w:rsidR="001B73FA" w:rsidRPr="001B73FA">
        <w:rPr>
          <w:szCs w:val="20"/>
        </w:rPr>
        <w:t>que j</w:t>
      </w:r>
      <w:r w:rsidRPr="00A4769E">
        <w:rPr>
          <w:szCs w:val="20"/>
        </w:rPr>
        <w:t>’</w:t>
      </w:r>
      <w:r w:rsidR="001B73FA" w:rsidRPr="001B73FA">
        <w:rPr>
          <w:szCs w:val="20"/>
        </w:rPr>
        <w:t>étais très heureuse car elles ont été les premières à me le demander</w:t>
      </w:r>
      <w:r w:rsidRPr="00A4769E">
        <w:rPr>
          <w:szCs w:val="20"/>
        </w:rPr>
        <w:t xml:space="preserve">. </w:t>
      </w:r>
      <w:r w:rsidR="001B73FA" w:rsidRPr="001B73FA">
        <w:rPr>
          <w:szCs w:val="20"/>
        </w:rPr>
        <w:t>Mais je ne leur ai pas dit pourquoi</w:t>
      </w:r>
      <w:r w:rsidRPr="00A4769E">
        <w:rPr>
          <w:szCs w:val="20"/>
        </w:rPr>
        <w:t xml:space="preserve">. </w:t>
      </w:r>
      <w:r w:rsidR="001B73FA" w:rsidRPr="001B73FA">
        <w:rPr>
          <w:szCs w:val="20"/>
        </w:rPr>
        <w:t>Je suis trop fière</w:t>
      </w:r>
      <w:r w:rsidRPr="00A4769E">
        <w:rPr>
          <w:szCs w:val="20"/>
        </w:rPr>
        <w:t xml:space="preserve">. </w:t>
      </w:r>
      <w:r w:rsidR="001B73FA" w:rsidRPr="001B73FA">
        <w:rPr>
          <w:szCs w:val="20"/>
        </w:rPr>
        <w:t>Si vous doutez de mon bonheur</w:t>
      </w:r>
      <w:r w:rsidRPr="00A4769E">
        <w:rPr>
          <w:szCs w:val="20"/>
        </w:rPr>
        <w:t xml:space="preserve">, </w:t>
      </w:r>
      <w:r w:rsidR="001B73FA" w:rsidRPr="001B73FA">
        <w:rPr>
          <w:szCs w:val="20"/>
        </w:rPr>
        <w:t>sachez seulement que j</w:t>
      </w:r>
      <w:r w:rsidRPr="00A4769E">
        <w:rPr>
          <w:szCs w:val="20"/>
        </w:rPr>
        <w:t>’</w:t>
      </w:r>
      <w:r w:rsidR="001B73FA" w:rsidRPr="001B73FA">
        <w:rPr>
          <w:szCs w:val="20"/>
        </w:rPr>
        <w:t>ai mis longtemps à comprendre pourquoi on me posait cette question</w:t>
      </w:r>
      <w:r w:rsidRPr="00A4769E">
        <w:rPr>
          <w:szCs w:val="20"/>
        </w:rPr>
        <w:t xml:space="preserve">. </w:t>
      </w:r>
      <w:r w:rsidR="001B73FA" w:rsidRPr="001B73FA">
        <w:rPr>
          <w:szCs w:val="20"/>
        </w:rPr>
        <w:t>Dès que j</w:t>
      </w:r>
      <w:r w:rsidRPr="00A4769E">
        <w:rPr>
          <w:szCs w:val="20"/>
        </w:rPr>
        <w:t>’</w:t>
      </w:r>
      <w:r w:rsidR="001B73FA" w:rsidRPr="001B73FA">
        <w:rPr>
          <w:szCs w:val="20"/>
        </w:rPr>
        <w:t>ai compris</w:t>
      </w:r>
      <w:r w:rsidRPr="00A4769E">
        <w:rPr>
          <w:szCs w:val="20"/>
        </w:rPr>
        <w:t xml:space="preserve">, </w:t>
      </w:r>
      <w:r w:rsidR="001B73FA" w:rsidRPr="001B73FA">
        <w:rPr>
          <w:szCs w:val="20"/>
        </w:rPr>
        <w:t>j</w:t>
      </w:r>
      <w:r w:rsidRPr="00A4769E">
        <w:rPr>
          <w:szCs w:val="20"/>
        </w:rPr>
        <w:t>’</w:t>
      </w:r>
      <w:r w:rsidR="001B73FA" w:rsidRPr="001B73FA">
        <w:rPr>
          <w:szCs w:val="20"/>
        </w:rPr>
        <w:t>ai demandé à Laurent la permission d</w:t>
      </w:r>
      <w:r w:rsidRPr="00A4769E">
        <w:rPr>
          <w:szCs w:val="20"/>
        </w:rPr>
        <w:t>’</w:t>
      </w:r>
      <w:r w:rsidR="001B73FA" w:rsidRPr="001B73FA">
        <w:rPr>
          <w:szCs w:val="20"/>
        </w:rPr>
        <w:t>aller rassurer mon père</w:t>
      </w:r>
      <w:r w:rsidRPr="00A4769E">
        <w:rPr>
          <w:szCs w:val="20"/>
        </w:rPr>
        <w:t xml:space="preserve">. </w:t>
      </w:r>
      <w:r w:rsidR="001B73FA" w:rsidRPr="001B73FA">
        <w:rPr>
          <w:szCs w:val="20"/>
        </w:rPr>
        <w:t xml:space="preserve">Ce qui était curiosité chez les uns </w:t>
      </w:r>
      <w:r w:rsidR="001B73FA" w:rsidRPr="001B73FA">
        <w:rPr>
          <w:szCs w:val="20"/>
        </w:rPr>
        <w:lastRenderedPageBreak/>
        <w:t>aurait pu être inquiétude chez lui</w:t>
      </w:r>
      <w:r w:rsidRPr="00A4769E">
        <w:rPr>
          <w:szCs w:val="20"/>
        </w:rPr>
        <w:t xml:space="preserve">. </w:t>
      </w:r>
      <w:r w:rsidR="001B73FA" w:rsidRPr="001B73FA">
        <w:rPr>
          <w:szCs w:val="20"/>
        </w:rPr>
        <w:t>Je suis allée lui dire mes raisons et c</w:t>
      </w:r>
      <w:r w:rsidRPr="00A4769E">
        <w:rPr>
          <w:szCs w:val="20"/>
        </w:rPr>
        <w:t>’</w:t>
      </w:r>
      <w:r w:rsidR="001B73FA" w:rsidRPr="001B73FA">
        <w:rPr>
          <w:szCs w:val="20"/>
        </w:rPr>
        <w:t>est ce qui m</w:t>
      </w:r>
      <w:r w:rsidRPr="00A4769E">
        <w:rPr>
          <w:szCs w:val="20"/>
        </w:rPr>
        <w:t>’</w:t>
      </w:r>
      <w:r w:rsidR="001B73FA" w:rsidRPr="001B73FA">
        <w:rPr>
          <w:szCs w:val="20"/>
        </w:rPr>
        <w:t>a privée du bonheur de vous accueillir à votre arrivée</w:t>
      </w:r>
      <w:r w:rsidRPr="00A4769E">
        <w:rPr>
          <w:szCs w:val="20"/>
        </w:rPr>
        <w:t xml:space="preserve">. </w:t>
      </w:r>
      <w:r w:rsidR="001B73FA" w:rsidRPr="001B73FA">
        <w:rPr>
          <w:szCs w:val="20"/>
        </w:rPr>
        <w:t>Vous avez été tout de suite si bonne</w:t>
      </w:r>
      <w:r w:rsidRPr="00A4769E">
        <w:rPr>
          <w:szCs w:val="20"/>
        </w:rPr>
        <w:t xml:space="preserve">, </w:t>
      </w:r>
      <w:r w:rsidR="001B73FA" w:rsidRPr="001B73FA">
        <w:rPr>
          <w:szCs w:val="20"/>
        </w:rPr>
        <w:t>vous êtes si différente des femmes méchantes et envieuses que j</w:t>
      </w:r>
      <w:r w:rsidRPr="00A4769E">
        <w:rPr>
          <w:szCs w:val="20"/>
        </w:rPr>
        <w:t>’</w:t>
      </w:r>
      <w:r w:rsidR="001B73FA" w:rsidRPr="001B73FA">
        <w:rPr>
          <w:szCs w:val="20"/>
        </w:rPr>
        <w:t>ai rencontrées</w:t>
      </w:r>
      <w:r w:rsidRPr="00A4769E">
        <w:rPr>
          <w:szCs w:val="20"/>
        </w:rPr>
        <w:t xml:space="preserve">, </w:t>
      </w:r>
      <w:r w:rsidR="001B73FA" w:rsidRPr="001B73FA">
        <w:rPr>
          <w:szCs w:val="20"/>
        </w:rPr>
        <w:t>vous avez un visage qui ressemble tant à celui de la bonne nourrice qui m</w:t>
      </w:r>
      <w:r w:rsidRPr="00A4769E">
        <w:rPr>
          <w:szCs w:val="20"/>
        </w:rPr>
        <w:t>’</w:t>
      </w:r>
      <w:r w:rsidR="001B73FA" w:rsidRPr="001B73FA">
        <w:rPr>
          <w:szCs w:val="20"/>
        </w:rPr>
        <w:t>a élevée et qui m</w:t>
      </w:r>
      <w:r w:rsidRPr="00A4769E">
        <w:rPr>
          <w:szCs w:val="20"/>
        </w:rPr>
        <w:t>’</w:t>
      </w:r>
      <w:r w:rsidR="001B73FA" w:rsidRPr="001B73FA">
        <w:rPr>
          <w:szCs w:val="20"/>
        </w:rPr>
        <w:t>endormait en me caressant</w:t>
      </w:r>
      <w:r w:rsidRPr="00A4769E">
        <w:rPr>
          <w:szCs w:val="20"/>
        </w:rPr>
        <w:t xml:space="preserve">, </w:t>
      </w:r>
      <w:r w:rsidR="001B73FA" w:rsidRPr="001B73FA">
        <w:rPr>
          <w:szCs w:val="20"/>
        </w:rPr>
        <w:t>que ce soir</w:t>
      </w:r>
      <w:r w:rsidRPr="00A4769E">
        <w:rPr>
          <w:szCs w:val="20"/>
        </w:rPr>
        <w:t xml:space="preserve">, </w:t>
      </w:r>
      <w:r w:rsidR="001B73FA" w:rsidRPr="001B73FA">
        <w:rPr>
          <w:szCs w:val="20"/>
        </w:rPr>
        <w:t>quand vous m</w:t>
      </w:r>
      <w:r w:rsidRPr="00A4769E">
        <w:rPr>
          <w:szCs w:val="20"/>
        </w:rPr>
        <w:t>’</w:t>
      </w:r>
      <w:r w:rsidR="001B73FA" w:rsidRPr="001B73FA">
        <w:rPr>
          <w:szCs w:val="20"/>
        </w:rPr>
        <w:t>avez posé la question attendue</w:t>
      </w:r>
      <w:r w:rsidRPr="00A4769E">
        <w:rPr>
          <w:szCs w:val="20"/>
        </w:rPr>
        <w:t xml:space="preserve">, </w:t>
      </w:r>
      <w:r w:rsidR="001B73FA" w:rsidRPr="001B73FA">
        <w:rPr>
          <w:szCs w:val="20"/>
        </w:rPr>
        <w:t>je voulais vous embrasser et vous rassurer comme j</w:t>
      </w:r>
      <w:r w:rsidRPr="00A4769E">
        <w:rPr>
          <w:szCs w:val="20"/>
        </w:rPr>
        <w:t>’</w:t>
      </w:r>
      <w:r w:rsidR="001B73FA" w:rsidRPr="001B73FA">
        <w:rPr>
          <w:szCs w:val="20"/>
        </w:rPr>
        <w:t>ai rassuré mon père</w:t>
      </w:r>
      <w:r w:rsidRPr="00A4769E">
        <w:rPr>
          <w:szCs w:val="20"/>
        </w:rPr>
        <w:t>. »</w:t>
      </w:r>
    </w:p>
    <w:p w14:paraId="18E2C653" w14:textId="7E70D9DE" w:rsidR="00462692" w:rsidRPr="00A4769E" w:rsidRDefault="001B73FA" w:rsidP="001B73FA">
      <w:pPr>
        <w:rPr>
          <w:szCs w:val="20"/>
        </w:rPr>
      </w:pPr>
      <w:r w:rsidRPr="001B73FA">
        <w:rPr>
          <w:szCs w:val="20"/>
        </w:rPr>
        <w:t>Il faut dire qu</w:t>
      </w:r>
      <w:r w:rsidR="00462692" w:rsidRPr="00A4769E">
        <w:rPr>
          <w:szCs w:val="20"/>
        </w:rPr>
        <w:t>’</w:t>
      </w:r>
      <w:r w:rsidRPr="001B73FA">
        <w:rPr>
          <w:szCs w:val="20"/>
        </w:rPr>
        <w:t>à la lettre</w:t>
      </w:r>
      <w:r w:rsidR="00462692" w:rsidRPr="00A4769E">
        <w:rPr>
          <w:szCs w:val="20"/>
        </w:rPr>
        <w:t xml:space="preserve">, </w:t>
      </w:r>
      <w:r w:rsidRPr="001B73FA">
        <w:rPr>
          <w:szCs w:val="20"/>
        </w:rPr>
        <w:t>la Marquise fondait en larmes</w:t>
      </w:r>
      <w:r w:rsidR="00462692" w:rsidRPr="00A4769E">
        <w:rPr>
          <w:szCs w:val="20"/>
        </w:rPr>
        <w:t>.</w:t>
      </w:r>
      <w:r w:rsidR="00462692" w:rsidRPr="00A4769E">
        <w:rPr>
          <w:szCs w:val="20"/>
        </w:rPr>
        <w:t xml:space="preserve"> </w:t>
      </w:r>
      <w:r w:rsidR="00462692" w:rsidRPr="00A4769E">
        <w:rPr>
          <w:szCs w:val="20"/>
        </w:rPr>
        <w:t>« </w:t>
      </w:r>
      <w:r w:rsidRPr="001B73FA">
        <w:rPr>
          <w:szCs w:val="20"/>
        </w:rPr>
        <w:t>Viens sur mon c</w:t>
      </w:r>
      <w:r w:rsidR="00462692" w:rsidRPr="00A4769E">
        <w:rPr>
          <w:szCs w:val="20"/>
        </w:rPr>
        <w:t>œ</w:t>
      </w:r>
      <w:r w:rsidRPr="001B73FA">
        <w:rPr>
          <w:szCs w:val="20"/>
        </w:rPr>
        <w:t>ur</w:t>
      </w:r>
      <w:r w:rsidR="00462692" w:rsidRPr="00A4769E">
        <w:rPr>
          <w:szCs w:val="20"/>
        </w:rPr>
        <w:t xml:space="preserve">, </w:t>
      </w:r>
      <w:r w:rsidRPr="001B73FA">
        <w:rPr>
          <w:szCs w:val="20"/>
        </w:rPr>
        <w:t>dit-elle en sanglotant</w:t>
      </w:r>
      <w:r w:rsidR="00462692" w:rsidRPr="00A4769E">
        <w:rPr>
          <w:szCs w:val="20"/>
        </w:rPr>
        <w:t xml:space="preserve">. </w:t>
      </w:r>
      <w:r w:rsidRPr="001B73FA">
        <w:rPr>
          <w:szCs w:val="20"/>
        </w:rPr>
        <w:t>Tu es un ange</w:t>
      </w:r>
      <w:r w:rsidR="00462692" w:rsidRPr="00A4769E">
        <w:rPr>
          <w:szCs w:val="20"/>
        </w:rPr>
        <w:t xml:space="preserve">. </w:t>
      </w:r>
      <w:r w:rsidRPr="001B73FA">
        <w:rPr>
          <w:szCs w:val="20"/>
        </w:rPr>
        <w:t>Ah</w:t>
      </w:r>
      <w:r w:rsidR="00462692" w:rsidRPr="00A4769E">
        <w:rPr>
          <w:szCs w:val="20"/>
        </w:rPr>
        <w:t xml:space="preserve"> ! </w:t>
      </w:r>
      <w:r w:rsidRPr="001B73FA">
        <w:rPr>
          <w:szCs w:val="20"/>
        </w:rPr>
        <w:t>Pourquoi as-tu épousé mon frère</w:t>
      </w:r>
      <w:r w:rsidR="00462692" w:rsidRPr="00A4769E">
        <w:rPr>
          <w:szCs w:val="20"/>
        </w:rPr>
        <w:t> ?</w:t>
      </w:r>
    </w:p>
    <w:p w14:paraId="4EDF29AE" w14:textId="33BAB724" w:rsidR="00462692" w:rsidRPr="00A4769E" w:rsidRDefault="00462692" w:rsidP="001B73FA">
      <w:pPr>
        <w:rPr>
          <w:szCs w:val="20"/>
        </w:rPr>
      </w:pPr>
      <w:r w:rsidRPr="00A4769E">
        <w:rPr>
          <w:szCs w:val="20"/>
        </w:rPr>
        <w:t>— </w:t>
      </w:r>
      <w:r w:rsidR="001B73FA" w:rsidRPr="001B73FA">
        <w:rPr>
          <w:szCs w:val="20"/>
        </w:rPr>
        <w:t>Parce que je l</w:t>
      </w:r>
      <w:r w:rsidRPr="00A4769E">
        <w:rPr>
          <w:szCs w:val="20"/>
        </w:rPr>
        <w:t>’</w:t>
      </w:r>
      <w:r w:rsidR="001B73FA" w:rsidRPr="001B73FA">
        <w:rPr>
          <w:szCs w:val="20"/>
        </w:rPr>
        <w:t>aime</w:t>
      </w:r>
      <w:r w:rsidRPr="00A4769E">
        <w:rPr>
          <w:szCs w:val="20"/>
        </w:rPr>
        <w:t xml:space="preserve"> », </w:t>
      </w:r>
      <w:r w:rsidR="001B73FA" w:rsidRPr="001B73FA">
        <w:rPr>
          <w:szCs w:val="20"/>
        </w:rPr>
        <w:t>dit la jeune femme en serrant la Marquise dans ses bras</w:t>
      </w:r>
      <w:r w:rsidRPr="00A4769E">
        <w:rPr>
          <w:szCs w:val="20"/>
        </w:rPr>
        <w:t xml:space="preserve">. </w:t>
      </w:r>
      <w:r w:rsidR="001B73FA" w:rsidRPr="001B73FA">
        <w:rPr>
          <w:szCs w:val="20"/>
        </w:rPr>
        <w:t>Sans se l</w:t>
      </w:r>
      <w:r w:rsidRPr="00A4769E">
        <w:rPr>
          <w:szCs w:val="20"/>
        </w:rPr>
        <w:t>’</w:t>
      </w:r>
      <w:r w:rsidR="001B73FA" w:rsidRPr="001B73FA">
        <w:rPr>
          <w:szCs w:val="20"/>
        </w:rPr>
        <w:t>avouer</w:t>
      </w:r>
      <w:r w:rsidRPr="00A4769E">
        <w:rPr>
          <w:szCs w:val="20"/>
        </w:rPr>
        <w:t xml:space="preserve">, </w:t>
      </w:r>
      <w:r w:rsidR="001B73FA" w:rsidRPr="001B73FA">
        <w:rPr>
          <w:szCs w:val="20"/>
        </w:rPr>
        <w:t>la Marquise avait considérée Pauline comme sa nièce jusqu</w:t>
      </w:r>
      <w:r w:rsidRPr="00A4769E">
        <w:rPr>
          <w:szCs w:val="20"/>
        </w:rPr>
        <w:t>’</w:t>
      </w:r>
      <w:r w:rsidR="001B73FA" w:rsidRPr="001B73FA">
        <w:rPr>
          <w:szCs w:val="20"/>
        </w:rPr>
        <w:t>au mot de mari</w:t>
      </w:r>
      <w:r w:rsidRPr="00A4769E">
        <w:rPr>
          <w:szCs w:val="20"/>
        </w:rPr>
        <w:t xml:space="preserve">. </w:t>
      </w:r>
      <w:r w:rsidR="001B73FA" w:rsidRPr="001B73FA">
        <w:rPr>
          <w:szCs w:val="20"/>
        </w:rPr>
        <w:t>Elle était encore en train de faire de grands efforts pour se persuader qu</w:t>
      </w:r>
      <w:r w:rsidRPr="00A4769E">
        <w:rPr>
          <w:szCs w:val="20"/>
        </w:rPr>
        <w:t>’</w:t>
      </w:r>
      <w:r w:rsidR="001B73FA" w:rsidRPr="001B73FA">
        <w:rPr>
          <w:szCs w:val="20"/>
        </w:rPr>
        <w:t>il s</w:t>
      </w:r>
      <w:r w:rsidRPr="00A4769E">
        <w:rPr>
          <w:szCs w:val="20"/>
        </w:rPr>
        <w:t>’</w:t>
      </w:r>
      <w:r w:rsidR="001B73FA" w:rsidRPr="001B73FA">
        <w:rPr>
          <w:szCs w:val="20"/>
        </w:rPr>
        <w:t>agissait de Laurent quand elle entendit cette déclaration d</w:t>
      </w:r>
      <w:r w:rsidRPr="00A4769E">
        <w:rPr>
          <w:szCs w:val="20"/>
        </w:rPr>
        <w:t>’</w:t>
      </w:r>
      <w:r w:rsidR="001B73FA" w:rsidRPr="001B73FA">
        <w:rPr>
          <w:szCs w:val="20"/>
        </w:rPr>
        <w:t>amour</w:t>
      </w:r>
      <w:r w:rsidRPr="00A4769E">
        <w:rPr>
          <w:szCs w:val="20"/>
        </w:rPr>
        <w:t xml:space="preserve">. </w:t>
      </w:r>
      <w:r w:rsidR="001B73FA" w:rsidRPr="001B73FA">
        <w:rPr>
          <w:szCs w:val="20"/>
        </w:rPr>
        <w:t>Dans le mouvement vif qu</w:t>
      </w:r>
      <w:r w:rsidRPr="00A4769E">
        <w:rPr>
          <w:szCs w:val="20"/>
        </w:rPr>
        <w:t>’</w:t>
      </w:r>
      <w:r w:rsidR="001B73FA" w:rsidRPr="001B73FA">
        <w:rPr>
          <w:szCs w:val="20"/>
        </w:rPr>
        <w:t>elle avait fait pour se pencher sur le lit</w:t>
      </w:r>
      <w:r w:rsidRPr="00A4769E">
        <w:rPr>
          <w:szCs w:val="20"/>
        </w:rPr>
        <w:t xml:space="preserve">, </w:t>
      </w:r>
      <w:r w:rsidR="001B73FA" w:rsidRPr="001B73FA">
        <w:rPr>
          <w:szCs w:val="20"/>
        </w:rPr>
        <w:t>Pauline avait dérangé les manteaux et découvert sa gorge de pommes</w:t>
      </w:r>
      <w:r w:rsidRPr="00A4769E">
        <w:rPr>
          <w:szCs w:val="20"/>
        </w:rPr>
        <w:t>.</w:t>
      </w:r>
    </w:p>
    <w:p w14:paraId="624ED5A5" w14:textId="77777777" w:rsidR="001B73FA" w:rsidRPr="001B73FA" w:rsidRDefault="00462692" w:rsidP="001B73FA">
      <w:pPr>
        <w:rPr>
          <w:szCs w:val="20"/>
        </w:rPr>
      </w:pPr>
      <w:r w:rsidRPr="00A4769E">
        <w:rPr>
          <w:szCs w:val="20"/>
        </w:rPr>
        <w:t>« </w:t>
      </w:r>
      <w:r w:rsidR="001B73FA" w:rsidRPr="001B73FA">
        <w:rPr>
          <w:szCs w:val="20"/>
        </w:rPr>
        <w:t>Couvre-toi</w:t>
      </w:r>
      <w:r w:rsidRPr="00A4769E">
        <w:rPr>
          <w:szCs w:val="20"/>
        </w:rPr>
        <w:t xml:space="preserve">, </w:t>
      </w:r>
      <w:r w:rsidR="001B73FA" w:rsidRPr="001B73FA">
        <w:rPr>
          <w:szCs w:val="20"/>
        </w:rPr>
        <w:t>dit la Marquise d</w:t>
      </w:r>
      <w:r w:rsidRPr="00A4769E">
        <w:rPr>
          <w:szCs w:val="20"/>
        </w:rPr>
        <w:t>’</w:t>
      </w:r>
      <w:r w:rsidR="001B73FA" w:rsidRPr="001B73FA">
        <w:rPr>
          <w:szCs w:val="20"/>
        </w:rPr>
        <w:t>un ton sévère</w:t>
      </w:r>
      <w:r w:rsidRPr="00A4769E">
        <w:rPr>
          <w:szCs w:val="20"/>
        </w:rPr>
        <w:t xml:space="preserve">. </w:t>
      </w:r>
      <w:r w:rsidR="001B73FA" w:rsidRPr="001B73FA">
        <w:rPr>
          <w:szCs w:val="20"/>
        </w:rPr>
        <w:t>Il ne s</w:t>
      </w:r>
      <w:r w:rsidRPr="00A4769E">
        <w:rPr>
          <w:szCs w:val="20"/>
        </w:rPr>
        <w:t>’</w:t>
      </w:r>
      <w:r w:rsidR="001B73FA" w:rsidRPr="001B73FA">
        <w:rPr>
          <w:szCs w:val="20"/>
        </w:rPr>
        <w:t>agit pas maintenant de faire des folies auxquelles il n</w:t>
      </w:r>
      <w:r w:rsidRPr="00A4769E">
        <w:rPr>
          <w:szCs w:val="20"/>
        </w:rPr>
        <w:t>’</w:t>
      </w:r>
      <w:r w:rsidR="001B73FA" w:rsidRPr="001B73FA">
        <w:rPr>
          <w:szCs w:val="20"/>
        </w:rPr>
        <w:t>y a pas de remèdes</w:t>
      </w:r>
      <w:r w:rsidRPr="00A4769E">
        <w:rPr>
          <w:szCs w:val="20"/>
        </w:rPr>
        <w:t xml:space="preserve">. </w:t>
      </w:r>
      <w:r w:rsidR="001B73FA" w:rsidRPr="001B73FA">
        <w:rPr>
          <w:szCs w:val="20"/>
        </w:rPr>
        <w:t>Les nuits sont fraîches et c</w:t>
      </w:r>
      <w:r w:rsidRPr="00A4769E">
        <w:rPr>
          <w:szCs w:val="20"/>
        </w:rPr>
        <w:t>’</w:t>
      </w:r>
      <w:r w:rsidR="001B73FA" w:rsidRPr="001B73FA">
        <w:rPr>
          <w:szCs w:val="20"/>
        </w:rPr>
        <w:t>est à ton âge qu</w:t>
      </w:r>
      <w:r w:rsidRPr="00A4769E">
        <w:rPr>
          <w:szCs w:val="20"/>
        </w:rPr>
        <w:t>’</w:t>
      </w:r>
      <w:r w:rsidR="001B73FA" w:rsidRPr="001B73FA">
        <w:rPr>
          <w:szCs w:val="20"/>
        </w:rPr>
        <w:t>on attrape la phtisie</w:t>
      </w:r>
      <w:r w:rsidRPr="00A4769E">
        <w:rPr>
          <w:szCs w:val="20"/>
        </w:rPr>
        <w:t>. »</w:t>
      </w:r>
    </w:p>
    <w:p w14:paraId="05670831" w14:textId="77777777" w:rsidR="00462692" w:rsidRPr="00A4769E" w:rsidRDefault="001B73FA" w:rsidP="001B73FA">
      <w:pPr>
        <w:rPr>
          <w:szCs w:val="20"/>
        </w:rPr>
      </w:pPr>
      <w:r w:rsidRPr="001B73FA">
        <w:rPr>
          <w:szCs w:val="20"/>
        </w:rPr>
        <w:t>Elle la repoussa</w:t>
      </w:r>
      <w:r w:rsidR="00462692" w:rsidRPr="00A4769E">
        <w:rPr>
          <w:szCs w:val="20"/>
        </w:rPr>
        <w:t xml:space="preserve">, </w:t>
      </w:r>
      <w:r w:rsidRPr="001B73FA">
        <w:rPr>
          <w:szCs w:val="20"/>
        </w:rPr>
        <w:t>la força à se rasseoir et elle agrafa autour du cou de la jeune femme le col de la cape d</w:t>
      </w:r>
      <w:r w:rsidR="00462692" w:rsidRPr="00A4769E">
        <w:rPr>
          <w:szCs w:val="20"/>
        </w:rPr>
        <w:t>’</w:t>
      </w:r>
      <w:r w:rsidRPr="001B73FA">
        <w:rPr>
          <w:szCs w:val="20"/>
        </w:rPr>
        <w:t>astrakan qu</w:t>
      </w:r>
      <w:r w:rsidR="00462692" w:rsidRPr="00A4769E">
        <w:rPr>
          <w:szCs w:val="20"/>
        </w:rPr>
        <w:t>’</w:t>
      </w:r>
      <w:r w:rsidRPr="001B73FA">
        <w:rPr>
          <w:szCs w:val="20"/>
        </w:rPr>
        <w:t>elle lui avait jetée sur les épaules</w:t>
      </w:r>
      <w:r w:rsidR="00462692" w:rsidRPr="00A4769E">
        <w:rPr>
          <w:szCs w:val="20"/>
        </w:rPr>
        <w:t>.</w:t>
      </w:r>
    </w:p>
    <w:p w14:paraId="5CB1ECD5" w14:textId="77777777" w:rsidR="00462692" w:rsidRPr="00A4769E" w:rsidRDefault="00462692" w:rsidP="001B73FA">
      <w:pPr>
        <w:rPr>
          <w:szCs w:val="20"/>
        </w:rPr>
      </w:pPr>
      <w:r w:rsidRPr="00A4769E">
        <w:rPr>
          <w:szCs w:val="20"/>
        </w:rPr>
        <w:t>« </w:t>
      </w:r>
      <w:r w:rsidR="001B73FA" w:rsidRPr="001B73FA">
        <w:rPr>
          <w:szCs w:val="20"/>
        </w:rPr>
        <w:t>Voulez-vous que je vous laisse maintenant</w:t>
      </w:r>
      <w:r w:rsidRPr="00A4769E">
        <w:rPr>
          <w:szCs w:val="20"/>
        </w:rPr>
        <w:t xml:space="preserve"> ? </w:t>
      </w:r>
      <w:r w:rsidR="001B73FA" w:rsidRPr="001B73FA">
        <w:rPr>
          <w:szCs w:val="20"/>
        </w:rPr>
        <w:t>dit Pauline interdite</w:t>
      </w:r>
      <w:r w:rsidRPr="00A4769E">
        <w:rPr>
          <w:szCs w:val="20"/>
        </w:rPr>
        <w:t>.</w:t>
      </w:r>
    </w:p>
    <w:p w14:paraId="30D78797" w14:textId="0AFA46AE" w:rsidR="00462692" w:rsidRPr="00A4769E" w:rsidRDefault="00462692" w:rsidP="001B73FA">
      <w:pPr>
        <w:rPr>
          <w:szCs w:val="20"/>
        </w:rPr>
      </w:pPr>
      <w:r w:rsidRPr="00A4769E">
        <w:rPr>
          <w:szCs w:val="20"/>
        </w:rPr>
        <w:lastRenderedPageBreak/>
        <w:t>— </w:t>
      </w:r>
      <w:r w:rsidR="001B73FA" w:rsidRPr="001B73FA">
        <w:rPr>
          <w:szCs w:val="20"/>
        </w:rPr>
        <w:t>Certes non</w:t>
      </w:r>
      <w:r w:rsidRPr="00A4769E">
        <w:rPr>
          <w:szCs w:val="20"/>
        </w:rPr>
        <w:t xml:space="preserve">, </w:t>
      </w:r>
      <w:r w:rsidR="001B73FA" w:rsidRPr="001B73FA">
        <w:rPr>
          <w:szCs w:val="20"/>
        </w:rPr>
        <w:t>dit la Marquise</w:t>
      </w:r>
      <w:r w:rsidRPr="00A4769E">
        <w:rPr>
          <w:szCs w:val="20"/>
        </w:rPr>
        <w:t xml:space="preserve">. </w:t>
      </w:r>
      <w:r w:rsidR="001B73FA" w:rsidRPr="001B73FA">
        <w:rPr>
          <w:szCs w:val="20"/>
        </w:rPr>
        <w:t>Je ne veux pas que tu aies froid</w:t>
      </w:r>
      <w:r w:rsidRPr="00A4769E">
        <w:rPr>
          <w:szCs w:val="20"/>
        </w:rPr>
        <w:t xml:space="preserve">. </w:t>
      </w:r>
      <w:r w:rsidR="001B73FA" w:rsidRPr="001B73FA">
        <w:rPr>
          <w:szCs w:val="20"/>
        </w:rPr>
        <w:t>Un point c</w:t>
      </w:r>
      <w:r w:rsidRPr="00A4769E">
        <w:rPr>
          <w:szCs w:val="20"/>
        </w:rPr>
        <w:t>’</w:t>
      </w:r>
      <w:r w:rsidR="001B73FA" w:rsidRPr="001B73FA">
        <w:rPr>
          <w:szCs w:val="20"/>
        </w:rPr>
        <w:t>est tout</w:t>
      </w:r>
      <w:r w:rsidRPr="00A4769E">
        <w:rPr>
          <w:szCs w:val="20"/>
        </w:rPr>
        <w:t xml:space="preserve">. </w:t>
      </w:r>
      <w:r w:rsidR="001B73FA" w:rsidRPr="001B73FA">
        <w:rPr>
          <w:szCs w:val="20"/>
        </w:rPr>
        <w:t>Tu as rassuré ton père avec des raisons qui ont dû être très bonnes</w:t>
      </w:r>
      <w:r w:rsidRPr="00A4769E">
        <w:rPr>
          <w:szCs w:val="20"/>
        </w:rPr>
        <w:t xml:space="preserve">. </w:t>
      </w:r>
      <w:r w:rsidR="001B73FA" w:rsidRPr="001B73FA">
        <w:rPr>
          <w:szCs w:val="20"/>
        </w:rPr>
        <w:t>Eh bien</w:t>
      </w:r>
      <w:r w:rsidRPr="00A4769E">
        <w:rPr>
          <w:szCs w:val="20"/>
        </w:rPr>
        <w:t xml:space="preserve">, </w:t>
      </w:r>
      <w:r w:rsidR="001B73FA" w:rsidRPr="001B73FA">
        <w:rPr>
          <w:szCs w:val="20"/>
        </w:rPr>
        <w:t>il te faut rassurer ta mère maintenant</w:t>
      </w:r>
      <w:r w:rsidRPr="00A4769E">
        <w:rPr>
          <w:szCs w:val="20"/>
        </w:rPr>
        <w:t xml:space="preserve">. </w:t>
      </w:r>
      <w:r w:rsidR="001B73FA" w:rsidRPr="001B73FA">
        <w:rPr>
          <w:szCs w:val="20"/>
        </w:rPr>
        <w:t>Je t</w:t>
      </w:r>
      <w:r w:rsidRPr="00A4769E">
        <w:rPr>
          <w:szCs w:val="20"/>
        </w:rPr>
        <w:t>’</w:t>
      </w:r>
      <w:r w:rsidR="001B73FA" w:rsidRPr="001B73FA">
        <w:rPr>
          <w:szCs w:val="20"/>
        </w:rPr>
        <w:t>avertis que ce sera beaucoup plus difficile</w:t>
      </w:r>
      <w:r w:rsidRPr="00A4769E">
        <w:rPr>
          <w:szCs w:val="20"/>
        </w:rPr>
        <w:t>.</w:t>
      </w:r>
    </w:p>
    <w:p w14:paraId="57796806" w14:textId="60B9474B" w:rsidR="00462692" w:rsidRPr="00A4769E" w:rsidRDefault="00462692" w:rsidP="001B73FA">
      <w:pPr>
        <w:rPr>
          <w:szCs w:val="20"/>
        </w:rPr>
      </w:pPr>
      <w:r w:rsidRPr="00A4769E">
        <w:rPr>
          <w:szCs w:val="20"/>
        </w:rPr>
        <w:t>— </w:t>
      </w:r>
      <w:r w:rsidR="001B73FA" w:rsidRPr="001B73FA">
        <w:rPr>
          <w:szCs w:val="20"/>
        </w:rPr>
        <w:t>Vous êtes encore meilleure que je ne l</w:t>
      </w:r>
      <w:r w:rsidRPr="00A4769E">
        <w:rPr>
          <w:szCs w:val="20"/>
        </w:rPr>
        <w:t>’</w:t>
      </w:r>
      <w:r w:rsidR="001B73FA" w:rsidRPr="001B73FA">
        <w:rPr>
          <w:szCs w:val="20"/>
        </w:rPr>
        <w:t>espérais</w:t>
      </w:r>
      <w:r w:rsidRPr="00A4769E">
        <w:rPr>
          <w:szCs w:val="20"/>
        </w:rPr>
        <w:t xml:space="preserve">, </w:t>
      </w:r>
      <w:r w:rsidR="001B73FA" w:rsidRPr="001B73FA">
        <w:rPr>
          <w:szCs w:val="20"/>
        </w:rPr>
        <w:t>lui dit Pauline</w:t>
      </w:r>
      <w:r w:rsidRPr="00A4769E">
        <w:rPr>
          <w:szCs w:val="20"/>
        </w:rPr>
        <w:t xml:space="preserve">. </w:t>
      </w:r>
      <w:r w:rsidR="001B73FA" w:rsidRPr="001B73FA">
        <w:rPr>
          <w:szCs w:val="20"/>
        </w:rPr>
        <w:t>Je savais bien que sa s</w:t>
      </w:r>
      <w:r w:rsidRPr="00A4769E">
        <w:rPr>
          <w:szCs w:val="20"/>
        </w:rPr>
        <w:t>œ</w:t>
      </w:r>
      <w:r w:rsidR="001B73FA" w:rsidRPr="001B73FA">
        <w:rPr>
          <w:szCs w:val="20"/>
        </w:rPr>
        <w:t>ur devait avoir les mêmes qualités que lui</w:t>
      </w:r>
      <w:r w:rsidRPr="00A4769E">
        <w:rPr>
          <w:szCs w:val="20"/>
        </w:rPr>
        <w:t xml:space="preserve">. </w:t>
      </w:r>
      <w:r w:rsidR="001B73FA" w:rsidRPr="001B73FA">
        <w:rPr>
          <w:szCs w:val="20"/>
        </w:rPr>
        <w:t>Mais vous avez l</w:t>
      </w:r>
      <w:r w:rsidRPr="00A4769E">
        <w:rPr>
          <w:szCs w:val="20"/>
        </w:rPr>
        <w:t>’</w:t>
      </w:r>
      <w:r w:rsidR="001B73FA" w:rsidRPr="001B73FA">
        <w:rPr>
          <w:szCs w:val="20"/>
        </w:rPr>
        <w:t>avantage de ne pas cacher votre bonté</w:t>
      </w:r>
      <w:r w:rsidRPr="00A4769E">
        <w:rPr>
          <w:szCs w:val="20"/>
        </w:rPr>
        <w:t xml:space="preserve">. </w:t>
      </w:r>
      <w:r w:rsidR="001B73FA" w:rsidRPr="001B73FA">
        <w:rPr>
          <w:szCs w:val="20"/>
        </w:rPr>
        <w:t>Nous sommes plus tendres</w:t>
      </w:r>
      <w:r w:rsidRPr="00A4769E">
        <w:rPr>
          <w:szCs w:val="20"/>
        </w:rPr>
        <w:t xml:space="preserve">, </w:t>
      </w:r>
      <w:r w:rsidR="001B73FA" w:rsidRPr="001B73FA">
        <w:rPr>
          <w:szCs w:val="20"/>
        </w:rPr>
        <w:t>dit-elle avec une naïveté qui</w:t>
      </w:r>
      <w:r w:rsidRPr="00A4769E">
        <w:rPr>
          <w:szCs w:val="20"/>
        </w:rPr>
        <w:t xml:space="preserve">, </w:t>
      </w:r>
      <w:r w:rsidR="001B73FA" w:rsidRPr="001B73FA">
        <w:rPr>
          <w:szCs w:val="20"/>
        </w:rPr>
        <w:t>de nouveau</w:t>
      </w:r>
      <w:r w:rsidRPr="00A4769E">
        <w:rPr>
          <w:szCs w:val="20"/>
        </w:rPr>
        <w:t xml:space="preserve">, </w:t>
      </w:r>
      <w:r w:rsidR="001B73FA" w:rsidRPr="001B73FA">
        <w:rPr>
          <w:szCs w:val="20"/>
        </w:rPr>
        <w:t>tira des larmes abondantes des yeux que la Marquise n</w:t>
      </w:r>
      <w:r w:rsidRPr="00A4769E">
        <w:rPr>
          <w:szCs w:val="20"/>
        </w:rPr>
        <w:t>’</w:t>
      </w:r>
      <w:r w:rsidR="001B73FA" w:rsidRPr="001B73FA">
        <w:rPr>
          <w:szCs w:val="20"/>
        </w:rPr>
        <w:t>essuyait pas</w:t>
      </w:r>
      <w:r w:rsidRPr="00A4769E">
        <w:rPr>
          <w:szCs w:val="20"/>
        </w:rPr>
        <w:t>.</w:t>
      </w:r>
    </w:p>
    <w:p w14:paraId="6798828C" w14:textId="0E657132" w:rsidR="00462692" w:rsidRPr="00A4769E" w:rsidRDefault="00462692" w:rsidP="001B73FA">
      <w:pPr>
        <w:rPr>
          <w:szCs w:val="20"/>
        </w:rPr>
      </w:pPr>
      <w:r w:rsidRPr="00A4769E">
        <w:rPr>
          <w:szCs w:val="20"/>
        </w:rPr>
        <w:t>— </w:t>
      </w:r>
      <w:r w:rsidR="001B73FA" w:rsidRPr="001B73FA">
        <w:rPr>
          <w:szCs w:val="20"/>
        </w:rPr>
        <w:t>Ne me cajole pas</w:t>
      </w:r>
      <w:r w:rsidRPr="00A4769E">
        <w:rPr>
          <w:szCs w:val="20"/>
        </w:rPr>
        <w:t xml:space="preserve">, </w:t>
      </w:r>
      <w:r w:rsidR="001B73FA" w:rsidRPr="001B73FA">
        <w:rPr>
          <w:szCs w:val="20"/>
        </w:rPr>
        <w:t>réussit-elle à dire avec sa bouche tremblante</w:t>
      </w:r>
      <w:r w:rsidRPr="00A4769E">
        <w:rPr>
          <w:szCs w:val="20"/>
        </w:rPr>
        <w:t xml:space="preserve">. </w:t>
      </w:r>
      <w:r w:rsidR="001B73FA" w:rsidRPr="001B73FA">
        <w:rPr>
          <w:szCs w:val="20"/>
        </w:rPr>
        <w:t>Je vais être très sévère</w:t>
      </w:r>
      <w:r w:rsidRPr="00A4769E">
        <w:rPr>
          <w:szCs w:val="20"/>
        </w:rPr>
        <w:t xml:space="preserve">, </w:t>
      </w:r>
      <w:r w:rsidR="001B73FA" w:rsidRPr="001B73FA">
        <w:rPr>
          <w:szCs w:val="20"/>
        </w:rPr>
        <w:t>car il s</w:t>
      </w:r>
      <w:r w:rsidRPr="00A4769E">
        <w:rPr>
          <w:szCs w:val="20"/>
        </w:rPr>
        <w:t>’</w:t>
      </w:r>
      <w:r w:rsidR="001B73FA" w:rsidRPr="001B73FA">
        <w:rPr>
          <w:szCs w:val="20"/>
        </w:rPr>
        <w:t>agira de ton bonheur</w:t>
      </w:r>
      <w:r w:rsidRPr="00A4769E">
        <w:rPr>
          <w:szCs w:val="20"/>
        </w:rPr>
        <w:t>.</w:t>
      </w:r>
    </w:p>
    <w:p w14:paraId="60D522ED" w14:textId="3936915B" w:rsidR="00462692" w:rsidRPr="00A4769E" w:rsidRDefault="00462692" w:rsidP="001B73FA">
      <w:pPr>
        <w:rPr>
          <w:szCs w:val="20"/>
        </w:rPr>
      </w:pPr>
      <w:r w:rsidRPr="00A4769E">
        <w:rPr>
          <w:szCs w:val="20"/>
        </w:rPr>
        <w:t>— </w:t>
      </w:r>
      <w:r w:rsidR="001B73FA" w:rsidRPr="001B73FA">
        <w:rPr>
          <w:szCs w:val="20"/>
        </w:rPr>
        <w:t>Avez-vous jamais rêvé</w:t>
      </w:r>
      <w:r w:rsidRPr="00A4769E">
        <w:rPr>
          <w:szCs w:val="20"/>
        </w:rPr>
        <w:t xml:space="preserve"> ? </w:t>
      </w:r>
      <w:r w:rsidR="001B73FA" w:rsidRPr="001B73FA">
        <w:rPr>
          <w:szCs w:val="20"/>
        </w:rPr>
        <w:t>dit la jeune femme</w:t>
      </w:r>
      <w:r w:rsidRPr="00A4769E">
        <w:rPr>
          <w:szCs w:val="20"/>
        </w:rPr>
        <w:t>.</w:t>
      </w:r>
    </w:p>
    <w:p w14:paraId="6BA9D7C7" w14:textId="3F08174E" w:rsidR="001B73FA" w:rsidRPr="001B73FA" w:rsidRDefault="00462692" w:rsidP="001B73FA">
      <w:pPr>
        <w:rPr>
          <w:szCs w:val="20"/>
        </w:rPr>
      </w:pPr>
      <w:r w:rsidRPr="00A4769E">
        <w:rPr>
          <w:szCs w:val="20"/>
        </w:rPr>
        <w:t>— </w:t>
      </w:r>
      <w:r w:rsidR="001B73FA" w:rsidRPr="001B73FA">
        <w:rPr>
          <w:szCs w:val="20"/>
        </w:rPr>
        <w:t>Je n</w:t>
      </w:r>
      <w:r w:rsidRPr="00A4769E">
        <w:rPr>
          <w:szCs w:val="20"/>
        </w:rPr>
        <w:t>’</w:t>
      </w:r>
      <w:r w:rsidR="001B73FA" w:rsidRPr="001B73FA">
        <w:rPr>
          <w:szCs w:val="20"/>
        </w:rPr>
        <w:t>ai jamais fait que ça</w:t>
      </w:r>
      <w:r w:rsidRPr="00A4769E">
        <w:rPr>
          <w:szCs w:val="20"/>
        </w:rPr>
        <w:t xml:space="preserve"> », </w:t>
      </w:r>
      <w:r w:rsidR="001B73FA" w:rsidRPr="001B73FA">
        <w:rPr>
          <w:szCs w:val="20"/>
        </w:rPr>
        <w:t>dit la Marquise</w:t>
      </w:r>
      <w:r w:rsidRPr="00A4769E">
        <w:rPr>
          <w:szCs w:val="20"/>
        </w:rPr>
        <w:t xml:space="preserve">, </w:t>
      </w:r>
      <w:r w:rsidR="001B73FA" w:rsidRPr="001B73FA">
        <w:rPr>
          <w:szCs w:val="20"/>
        </w:rPr>
        <w:t>et elle glissa sa main sous les manteaux pour toucher le bras de Pauline</w:t>
      </w:r>
      <w:r w:rsidRPr="00A4769E">
        <w:rPr>
          <w:szCs w:val="20"/>
        </w:rPr>
        <w:t>. « </w:t>
      </w:r>
      <w:r w:rsidR="001B73FA" w:rsidRPr="001B73FA">
        <w:rPr>
          <w:szCs w:val="20"/>
        </w:rPr>
        <w:t>Et maintenant</w:t>
      </w:r>
      <w:r w:rsidRPr="00A4769E">
        <w:rPr>
          <w:szCs w:val="20"/>
        </w:rPr>
        <w:t xml:space="preserve">, </w:t>
      </w:r>
      <w:r w:rsidR="001B73FA" w:rsidRPr="001B73FA">
        <w:rPr>
          <w:szCs w:val="20"/>
        </w:rPr>
        <w:t>est-ce que je rêve</w:t>
      </w:r>
      <w:r w:rsidRPr="00A4769E">
        <w:rPr>
          <w:szCs w:val="20"/>
        </w:rPr>
        <w:t> ? »</w:t>
      </w:r>
      <w:r w:rsidR="001B73FA" w:rsidRPr="001B73FA">
        <w:rPr>
          <w:szCs w:val="20"/>
        </w:rPr>
        <w:t xml:space="preserve"> se disait-elle</w:t>
      </w:r>
      <w:r w:rsidRPr="00A4769E">
        <w:rPr>
          <w:szCs w:val="20"/>
        </w:rPr>
        <w:t>. « </w:t>
      </w:r>
      <w:r w:rsidR="001B73FA" w:rsidRPr="001B73FA">
        <w:rPr>
          <w:szCs w:val="20"/>
        </w:rPr>
        <w:t>Alors</w:t>
      </w:r>
      <w:r w:rsidRPr="00A4769E">
        <w:rPr>
          <w:szCs w:val="20"/>
        </w:rPr>
        <w:t xml:space="preserve">, </w:t>
      </w:r>
      <w:r w:rsidR="001B73FA" w:rsidRPr="001B73FA">
        <w:rPr>
          <w:szCs w:val="20"/>
        </w:rPr>
        <w:t>tout sera facile à comprendre</w:t>
      </w:r>
      <w:r w:rsidRPr="00A4769E">
        <w:rPr>
          <w:szCs w:val="20"/>
        </w:rPr>
        <w:t xml:space="preserve"> ; </w:t>
      </w:r>
      <w:r w:rsidR="001B73FA" w:rsidRPr="001B73FA">
        <w:rPr>
          <w:szCs w:val="20"/>
        </w:rPr>
        <w:t>mais il faut que je vous dise qui je suis</w:t>
      </w:r>
      <w:r w:rsidRPr="00A4769E">
        <w:rPr>
          <w:szCs w:val="20"/>
        </w:rPr>
        <w:t xml:space="preserve">, </w:t>
      </w:r>
      <w:r w:rsidR="001B73FA" w:rsidRPr="001B73FA">
        <w:rPr>
          <w:szCs w:val="20"/>
        </w:rPr>
        <w:t>car vous ne le savez pas</w:t>
      </w:r>
      <w:r w:rsidRPr="00A4769E">
        <w:rPr>
          <w:szCs w:val="20"/>
        </w:rPr>
        <w:t>.</w:t>
      </w:r>
      <w:r w:rsidRPr="00A4769E">
        <w:rPr>
          <w:szCs w:val="20"/>
        </w:rPr>
        <w:t> »</w:t>
      </w:r>
    </w:p>
    <w:p w14:paraId="6DC7ECE5" w14:textId="679E5434" w:rsidR="00462692" w:rsidRPr="00A4769E" w:rsidRDefault="00462692" w:rsidP="001B73FA">
      <w:pPr>
        <w:rPr>
          <w:szCs w:val="20"/>
        </w:rPr>
      </w:pPr>
      <w:r w:rsidRPr="00A4769E">
        <w:rPr>
          <w:szCs w:val="20"/>
        </w:rPr>
        <w:t>« </w:t>
      </w:r>
      <w:r w:rsidR="001B73FA" w:rsidRPr="001B73FA">
        <w:rPr>
          <w:szCs w:val="20"/>
        </w:rPr>
        <w:t>Il y a à dix lieues d</w:t>
      </w:r>
      <w:r w:rsidRPr="00A4769E">
        <w:rPr>
          <w:szCs w:val="20"/>
        </w:rPr>
        <w:t>’</w:t>
      </w:r>
      <w:r w:rsidR="001B73FA" w:rsidRPr="001B73FA">
        <w:rPr>
          <w:szCs w:val="20"/>
        </w:rPr>
        <w:t>ici un gros bourg qu</w:t>
      </w:r>
      <w:r w:rsidRPr="00A4769E">
        <w:rPr>
          <w:szCs w:val="20"/>
        </w:rPr>
        <w:t>’</w:t>
      </w:r>
      <w:r w:rsidR="001B73FA" w:rsidRPr="001B73FA">
        <w:rPr>
          <w:szCs w:val="20"/>
        </w:rPr>
        <w:t>on appelle Rians et c</w:t>
      </w:r>
      <w:r w:rsidRPr="00A4769E">
        <w:rPr>
          <w:szCs w:val="20"/>
        </w:rPr>
        <w:t>’</w:t>
      </w:r>
      <w:r w:rsidR="001B73FA" w:rsidRPr="001B73FA">
        <w:rPr>
          <w:szCs w:val="20"/>
        </w:rPr>
        <w:t>est là que mon père exerce la médecine</w:t>
      </w:r>
      <w:r w:rsidRPr="00A4769E">
        <w:rPr>
          <w:szCs w:val="20"/>
        </w:rPr>
        <w:t xml:space="preserve">. </w:t>
      </w:r>
      <w:r w:rsidR="001B73FA" w:rsidRPr="001B73FA">
        <w:rPr>
          <w:szCs w:val="20"/>
        </w:rPr>
        <w:t>C</w:t>
      </w:r>
      <w:r w:rsidRPr="00A4769E">
        <w:rPr>
          <w:szCs w:val="20"/>
        </w:rPr>
        <w:t>’</w:t>
      </w:r>
      <w:r w:rsidR="001B73FA" w:rsidRPr="001B73FA">
        <w:rPr>
          <w:szCs w:val="20"/>
        </w:rPr>
        <w:t>est un homme sans malice et essentiellement préoccupé de ce qui n</w:t>
      </w:r>
      <w:r w:rsidRPr="00A4769E">
        <w:rPr>
          <w:szCs w:val="20"/>
        </w:rPr>
        <w:t>’</w:t>
      </w:r>
      <w:r w:rsidR="001B73FA" w:rsidRPr="001B73FA">
        <w:rPr>
          <w:szCs w:val="20"/>
        </w:rPr>
        <w:t>est pas son intérêt personnel</w:t>
      </w:r>
      <w:r w:rsidRPr="00A4769E">
        <w:rPr>
          <w:szCs w:val="20"/>
        </w:rPr>
        <w:t xml:space="preserve">. </w:t>
      </w:r>
      <w:r w:rsidR="001B73FA" w:rsidRPr="001B73FA">
        <w:rPr>
          <w:szCs w:val="20"/>
        </w:rPr>
        <w:t>Tout le monde l</w:t>
      </w:r>
      <w:r w:rsidRPr="00A4769E">
        <w:rPr>
          <w:szCs w:val="20"/>
        </w:rPr>
        <w:t>’</w:t>
      </w:r>
      <w:r w:rsidR="001B73FA" w:rsidRPr="001B73FA">
        <w:rPr>
          <w:szCs w:val="20"/>
        </w:rPr>
        <w:t>aime</w:t>
      </w:r>
      <w:r w:rsidRPr="00A4769E">
        <w:rPr>
          <w:szCs w:val="20"/>
        </w:rPr>
        <w:t xml:space="preserve">. </w:t>
      </w:r>
      <w:r w:rsidR="001B73FA" w:rsidRPr="001B73FA">
        <w:rPr>
          <w:szCs w:val="20"/>
        </w:rPr>
        <w:t>En tout cas personne n</w:t>
      </w:r>
      <w:r w:rsidRPr="00A4769E">
        <w:rPr>
          <w:szCs w:val="20"/>
        </w:rPr>
        <w:t>’</w:t>
      </w:r>
      <w:r w:rsidR="001B73FA" w:rsidRPr="001B73FA">
        <w:rPr>
          <w:szCs w:val="20"/>
        </w:rPr>
        <w:t>oserait dire qu</w:t>
      </w:r>
      <w:r w:rsidRPr="00A4769E">
        <w:rPr>
          <w:szCs w:val="20"/>
        </w:rPr>
        <w:t>’</w:t>
      </w:r>
      <w:r w:rsidR="001B73FA" w:rsidRPr="001B73FA">
        <w:rPr>
          <w:szCs w:val="20"/>
        </w:rPr>
        <w:t>on ne l</w:t>
      </w:r>
      <w:r w:rsidRPr="00A4769E">
        <w:rPr>
          <w:szCs w:val="20"/>
        </w:rPr>
        <w:t>’</w:t>
      </w:r>
      <w:r w:rsidR="001B73FA" w:rsidRPr="001B73FA">
        <w:rPr>
          <w:szCs w:val="20"/>
        </w:rPr>
        <w:t>aime pas</w:t>
      </w:r>
      <w:r w:rsidRPr="00A4769E">
        <w:rPr>
          <w:szCs w:val="20"/>
        </w:rPr>
        <w:t xml:space="preserve">. </w:t>
      </w:r>
      <w:r w:rsidR="001B73FA" w:rsidRPr="001B73FA">
        <w:rPr>
          <w:szCs w:val="20"/>
        </w:rPr>
        <w:t>Mais</w:t>
      </w:r>
      <w:r w:rsidRPr="00A4769E">
        <w:rPr>
          <w:szCs w:val="20"/>
        </w:rPr>
        <w:t xml:space="preserve">, </w:t>
      </w:r>
      <w:r w:rsidR="001B73FA" w:rsidRPr="001B73FA">
        <w:rPr>
          <w:szCs w:val="20"/>
        </w:rPr>
        <w:t>comme il soigne gratuitement les gens qui n</w:t>
      </w:r>
      <w:r w:rsidRPr="00A4769E">
        <w:rPr>
          <w:szCs w:val="20"/>
        </w:rPr>
        <w:t>’</w:t>
      </w:r>
      <w:r w:rsidR="001B73FA" w:rsidRPr="001B73FA">
        <w:rPr>
          <w:szCs w:val="20"/>
        </w:rPr>
        <w:t>ont pas de ressources</w:t>
      </w:r>
      <w:r w:rsidRPr="00A4769E">
        <w:rPr>
          <w:szCs w:val="20"/>
        </w:rPr>
        <w:t xml:space="preserve">, </w:t>
      </w:r>
      <w:r w:rsidR="001B73FA" w:rsidRPr="001B73FA">
        <w:rPr>
          <w:szCs w:val="20"/>
        </w:rPr>
        <w:t>je ne crois pas qu</w:t>
      </w:r>
      <w:r w:rsidRPr="00A4769E">
        <w:rPr>
          <w:szCs w:val="20"/>
        </w:rPr>
        <w:t>’</w:t>
      </w:r>
      <w:r w:rsidR="001B73FA" w:rsidRPr="001B73FA">
        <w:rPr>
          <w:szCs w:val="20"/>
        </w:rPr>
        <w:t>on ait beaucoup d</w:t>
      </w:r>
      <w:r w:rsidRPr="00A4769E">
        <w:rPr>
          <w:szCs w:val="20"/>
        </w:rPr>
        <w:t>’</w:t>
      </w:r>
      <w:r w:rsidR="001B73FA" w:rsidRPr="001B73FA">
        <w:rPr>
          <w:szCs w:val="20"/>
        </w:rPr>
        <w:t>estime pour lui</w:t>
      </w:r>
      <w:r w:rsidRPr="00A4769E">
        <w:rPr>
          <w:szCs w:val="20"/>
        </w:rPr>
        <w:t xml:space="preserve">. </w:t>
      </w:r>
      <w:r w:rsidR="001B73FA" w:rsidRPr="001B73FA">
        <w:rPr>
          <w:szCs w:val="20"/>
        </w:rPr>
        <w:t>Il a de plus les yeux bleus</w:t>
      </w:r>
      <w:r w:rsidRPr="00A4769E">
        <w:rPr>
          <w:szCs w:val="20"/>
        </w:rPr>
        <w:t xml:space="preserve">, </w:t>
      </w:r>
      <w:r w:rsidR="001B73FA" w:rsidRPr="001B73FA">
        <w:rPr>
          <w:szCs w:val="20"/>
        </w:rPr>
        <w:t>si clairs qu</w:t>
      </w:r>
      <w:r w:rsidRPr="00A4769E">
        <w:rPr>
          <w:szCs w:val="20"/>
        </w:rPr>
        <w:t>’</w:t>
      </w:r>
      <w:r w:rsidR="001B73FA" w:rsidRPr="001B73FA">
        <w:rPr>
          <w:szCs w:val="20"/>
        </w:rPr>
        <w:t>il semble n</w:t>
      </w:r>
      <w:r w:rsidRPr="00A4769E">
        <w:rPr>
          <w:szCs w:val="20"/>
        </w:rPr>
        <w:t>’</w:t>
      </w:r>
      <w:r w:rsidR="001B73FA" w:rsidRPr="001B73FA">
        <w:rPr>
          <w:szCs w:val="20"/>
        </w:rPr>
        <w:t>y avoir jamais de force dans son regard</w:t>
      </w:r>
      <w:r w:rsidRPr="00A4769E">
        <w:rPr>
          <w:szCs w:val="20"/>
        </w:rPr>
        <w:t xml:space="preserve">, </w:t>
      </w:r>
      <w:r w:rsidR="001B73FA" w:rsidRPr="001B73FA">
        <w:rPr>
          <w:szCs w:val="20"/>
        </w:rPr>
        <w:t>et on peut imaginer qu</w:t>
      </w:r>
      <w:r w:rsidRPr="00A4769E">
        <w:rPr>
          <w:szCs w:val="20"/>
        </w:rPr>
        <w:t>’</w:t>
      </w:r>
      <w:r w:rsidR="001B73FA" w:rsidRPr="001B73FA">
        <w:rPr>
          <w:szCs w:val="20"/>
        </w:rPr>
        <w:t>il n</w:t>
      </w:r>
      <w:r w:rsidRPr="00A4769E">
        <w:rPr>
          <w:szCs w:val="20"/>
        </w:rPr>
        <w:t>’</w:t>
      </w:r>
      <w:r w:rsidR="001B73FA" w:rsidRPr="001B73FA">
        <w:rPr>
          <w:szCs w:val="20"/>
        </w:rPr>
        <w:t>est jamais présent à l</w:t>
      </w:r>
      <w:r w:rsidRPr="00A4769E">
        <w:rPr>
          <w:szCs w:val="20"/>
        </w:rPr>
        <w:t>’</w:t>
      </w:r>
      <w:r w:rsidR="001B73FA" w:rsidRPr="001B73FA">
        <w:rPr>
          <w:szCs w:val="20"/>
        </w:rPr>
        <w:t>endroit où il se trouve</w:t>
      </w:r>
      <w:r w:rsidRPr="00A4769E">
        <w:rPr>
          <w:szCs w:val="20"/>
        </w:rPr>
        <w:t xml:space="preserve">. </w:t>
      </w:r>
      <w:r w:rsidR="001B73FA" w:rsidRPr="001B73FA">
        <w:rPr>
          <w:szCs w:val="20"/>
        </w:rPr>
        <w:t xml:space="preserve">Cela facilite </w:t>
      </w:r>
      <w:r w:rsidR="001B73FA" w:rsidRPr="001B73FA">
        <w:rPr>
          <w:szCs w:val="20"/>
        </w:rPr>
        <w:lastRenderedPageBreak/>
        <w:t>beaucoup l</w:t>
      </w:r>
      <w:r w:rsidRPr="00A4769E">
        <w:rPr>
          <w:szCs w:val="20"/>
        </w:rPr>
        <w:t>’</w:t>
      </w:r>
      <w:r w:rsidR="001B73FA" w:rsidRPr="001B73FA">
        <w:rPr>
          <w:szCs w:val="20"/>
        </w:rPr>
        <w:t>absence de respect avec lequel tout le monde le traite</w:t>
      </w:r>
      <w:r w:rsidRPr="00A4769E">
        <w:rPr>
          <w:szCs w:val="20"/>
        </w:rPr>
        <w:t xml:space="preserve">, </w:t>
      </w:r>
      <w:r w:rsidR="001B73FA" w:rsidRPr="001B73FA">
        <w:rPr>
          <w:szCs w:val="20"/>
        </w:rPr>
        <w:t>surtout les paysans de l</w:t>
      </w:r>
      <w:r w:rsidRPr="00A4769E">
        <w:rPr>
          <w:szCs w:val="20"/>
        </w:rPr>
        <w:t>’</w:t>
      </w:r>
      <w:r w:rsidR="001B73FA" w:rsidRPr="001B73FA">
        <w:rPr>
          <w:szCs w:val="20"/>
        </w:rPr>
        <w:t>endroit qui savent très bien la valeur d</w:t>
      </w:r>
      <w:r w:rsidRPr="00A4769E">
        <w:rPr>
          <w:szCs w:val="20"/>
        </w:rPr>
        <w:t>’</w:t>
      </w:r>
      <w:r w:rsidR="001B73FA" w:rsidRPr="001B73FA">
        <w:rPr>
          <w:szCs w:val="20"/>
        </w:rPr>
        <w:t>un sou et dédaignent tout ce qui ne peut être évalué de cette façon</w:t>
      </w:r>
      <w:r w:rsidRPr="00A4769E">
        <w:rPr>
          <w:szCs w:val="20"/>
        </w:rPr>
        <w:t xml:space="preserve">. </w:t>
      </w:r>
      <w:r w:rsidR="001B73FA" w:rsidRPr="001B73FA">
        <w:rPr>
          <w:szCs w:val="20"/>
        </w:rPr>
        <w:t>Il a encore une particularité qui le rend très étranger à l</w:t>
      </w:r>
      <w:r w:rsidRPr="00A4769E">
        <w:rPr>
          <w:szCs w:val="20"/>
        </w:rPr>
        <w:t>’</w:t>
      </w:r>
      <w:r w:rsidR="001B73FA" w:rsidRPr="001B73FA">
        <w:rPr>
          <w:szCs w:val="20"/>
        </w:rPr>
        <w:t>endroit qu</w:t>
      </w:r>
      <w:r w:rsidRPr="00A4769E">
        <w:rPr>
          <w:szCs w:val="20"/>
        </w:rPr>
        <w:t>’</w:t>
      </w:r>
      <w:r w:rsidR="001B73FA" w:rsidRPr="001B73FA">
        <w:rPr>
          <w:szCs w:val="20"/>
        </w:rPr>
        <w:t>il habite et où cependant nous sommes nés tous les deux</w:t>
      </w:r>
      <w:r w:rsidR="00EE2A06">
        <w:rPr>
          <w:szCs w:val="20"/>
        </w:rPr>
        <w:t> ;</w:t>
      </w:r>
      <w:r w:rsidRPr="00A4769E">
        <w:rPr>
          <w:szCs w:val="20"/>
        </w:rPr>
        <w:t xml:space="preserve"> </w:t>
      </w:r>
      <w:r w:rsidR="001B73FA" w:rsidRPr="001B73FA">
        <w:rPr>
          <w:szCs w:val="20"/>
        </w:rPr>
        <w:t>c</w:t>
      </w:r>
      <w:r w:rsidRPr="00A4769E">
        <w:rPr>
          <w:szCs w:val="20"/>
        </w:rPr>
        <w:t>’</w:t>
      </w:r>
      <w:r w:rsidR="001B73FA" w:rsidRPr="001B73FA">
        <w:rPr>
          <w:szCs w:val="20"/>
        </w:rPr>
        <w:t>est que</w:t>
      </w:r>
      <w:r w:rsidRPr="00A4769E">
        <w:rPr>
          <w:szCs w:val="20"/>
        </w:rPr>
        <w:t xml:space="preserve">, </w:t>
      </w:r>
      <w:r w:rsidR="001B73FA" w:rsidRPr="001B73FA">
        <w:rPr>
          <w:szCs w:val="20"/>
        </w:rPr>
        <w:t>dans les occasions dangereuses</w:t>
      </w:r>
      <w:r w:rsidRPr="00A4769E">
        <w:rPr>
          <w:szCs w:val="20"/>
        </w:rPr>
        <w:t xml:space="preserve"> </w:t>
      </w:r>
      <w:r w:rsidR="00EE2A06">
        <w:rPr>
          <w:szCs w:val="20"/>
        </w:rPr>
        <w:t>— </w:t>
      </w:r>
      <w:r w:rsidR="001B73FA" w:rsidRPr="001B73FA">
        <w:rPr>
          <w:szCs w:val="20"/>
        </w:rPr>
        <w:t>qui ne lui sont jamais fournies que par le métier qu</w:t>
      </w:r>
      <w:r w:rsidRPr="00A4769E">
        <w:rPr>
          <w:szCs w:val="20"/>
        </w:rPr>
        <w:t>’</w:t>
      </w:r>
      <w:r w:rsidR="001B73FA" w:rsidRPr="001B73FA">
        <w:rPr>
          <w:szCs w:val="20"/>
        </w:rPr>
        <w:t>il exerce</w:t>
      </w:r>
      <w:r w:rsidR="00266B12">
        <w:rPr>
          <w:szCs w:val="20"/>
        </w:rPr>
        <w:t> </w:t>
      </w:r>
      <w:r w:rsidR="00EE2A06">
        <w:rPr>
          <w:szCs w:val="20"/>
        </w:rPr>
        <w:t>—</w:t>
      </w:r>
      <w:r w:rsidR="00266B12">
        <w:rPr>
          <w:szCs w:val="20"/>
        </w:rPr>
        <w:t xml:space="preserve"> </w:t>
      </w:r>
      <w:r w:rsidR="001B73FA" w:rsidRPr="001B73FA">
        <w:rPr>
          <w:szCs w:val="20"/>
        </w:rPr>
        <w:t>il est d</w:t>
      </w:r>
      <w:r w:rsidRPr="00A4769E">
        <w:rPr>
          <w:szCs w:val="20"/>
        </w:rPr>
        <w:t>’</w:t>
      </w:r>
      <w:r w:rsidR="001B73FA" w:rsidRPr="001B73FA">
        <w:rPr>
          <w:szCs w:val="20"/>
        </w:rPr>
        <w:t>une précision remarquable</w:t>
      </w:r>
      <w:r w:rsidRPr="00A4769E">
        <w:rPr>
          <w:szCs w:val="20"/>
        </w:rPr>
        <w:t xml:space="preserve">, </w:t>
      </w:r>
      <w:r w:rsidR="001B73FA" w:rsidRPr="001B73FA">
        <w:rPr>
          <w:szCs w:val="20"/>
        </w:rPr>
        <w:t>d</w:t>
      </w:r>
      <w:r w:rsidRPr="00A4769E">
        <w:rPr>
          <w:szCs w:val="20"/>
        </w:rPr>
        <w:t>’</w:t>
      </w:r>
      <w:r w:rsidR="001B73FA" w:rsidRPr="001B73FA">
        <w:rPr>
          <w:szCs w:val="20"/>
        </w:rPr>
        <w:t>une volonté de fer et même d</w:t>
      </w:r>
      <w:r w:rsidRPr="00A4769E">
        <w:rPr>
          <w:szCs w:val="20"/>
        </w:rPr>
        <w:t>’</w:t>
      </w:r>
      <w:r w:rsidR="001B73FA" w:rsidRPr="001B73FA">
        <w:rPr>
          <w:szCs w:val="20"/>
        </w:rPr>
        <w:t>une cruauté nécessaire à laquelle rien ne résiste</w:t>
      </w:r>
      <w:r w:rsidRPr="00A4769E">
        <w:rPr>
          <w:szCs w:val="20"/>
        </w:rPr>
        <w:t xml:space="preserve">. </w:t>
      </w:r>
      <w:r w:rsidR="001B73FA" w:rsidRPr="001B73FA">
        <w:rPr>
          <w:szCs w:val="20"/>
        </w:rPr>
        <w:t>Je comprends très bien les gens et je ne leur en veux pas</w:t>
      </w:r>
      <w:r w:rsidRPr="00A4769E">
        <w:rPr>
          <w:szCs w:val="20"/>
        </w:rPr>
        <w:t xml:space="preserve">. </w:t>
      </w:r>
      <w:r w:rsidR="001B73FA" w:rsidRPr="001B73FA">
        <w:rPr>
          <w:szCs w:val="20"/>
        </w:rPr>
        <w:t>Ce doit être très pénible d</w:t>
      </w:r>
      <w:r w:rsidRPr="00A4769E">
        <w:rPr>
          <w:szCs w:val="20"/>
        </w:rPr>
        <w:t>’</w:t>
      </w:r>
      <w:r w:rsidR="001B73FA" w:rsidRPr="001B73FA">
        <w:rPr>
          <w:szCs w:val="20"/>
        </w:rPr>
        <w:t>être obligé d</w:t>
      </w:r>
      <w:r w:rsidRPr="00A4769E">
        <w:rPr>
          <w:szCs w:val="20"/>
        </w:rPr>
        <w:t>’</w:t>
      </w:r>
      <w:r w:rsidR="001B73FA" w:rsidRPr="001B73FA">
        <w:rPr>
          <w:szCs w:val="20"/>
        </w:rPr>
        <w:t>obéir au péril de sa vie à un homme que l</w:t>
      </w:r>
      <w:r w:rsidRPr="00A4769E">
        <w:rPr>
          <w:szCs w:val="20"/>
        </w:rPr>
        <w:t>’</w:t>
      </w:r>
      <w:r w:rsidR="001B73FA" w:rsidRPr="001B73FA">
        <w:rPr>
          <w:szCs w:val="20"/>
        </w:rPr>
        <w:t>on n</w:t>
      </w:r>
      <w:r w:rsidRPr="00A4769E">
        <w:rPr>
          <w:szCs w:val="20"/>
        </w:rPr>
        <w:t>’</w:t>
      </w:r>
      <w:r w:rsidR="001B73FA" w:rsidRPr="001B73FA">
        <w:rPr>
          <w:szCs w:val="20"/>
        </w:rPr>
        <w:t>estime pas</w:t>
      </w:r>
      <w:r w:rsidRPr="00A4769E">
        <w:rPr>
          <w:szCs w:val="20"/>
        </w:rPr>
        <w:t xml:space="preserve">, </w:t>
      </w:r>
      <w:r w:rsidR="001B73FA" w:rsidRPr="001B73FA">
        <w:rPr>
          <w:szCs w:val="20"/>
        </w:rPr>
        <w:t>à cause de son regard trop clair</w:t>
      </w:r>
      <w:r w:rsidRPr="00A4769E">
        <w:rPr>
          <w:szCs w:val="20"/>
        </w:rPr>
        <w:t xml:space="preserve">. </w:t>
      </w:r>
      <w:r w:rsidR="001B73FA" w:rsidRPr="001B73FA">
        <w:rPr>
          <w:szCs w:val="20"/>
        </w:rPr>
        <w:t>Mais il a aidé à naître les trois quarts des habitants de Rians et il a réussi également cinq ou six guérisons qui peuvent aisément passer pour des miracles</w:t>
      </w:r>
      <w:r w:rsidRPr="00A4769E">
        <w:rPr>
          <w:szCs w:val="20"/>
        </w:rPr>
        <w:t>.</w:t>
      </w:r>
    </w:p>
    <w:p w14:paraId="29D7F3EB" w14:textId="18687714" w:rsidR="00462692" w:rsidRPr="00A4769E" w:rsidRDefault="00462692" w:rsidP="001B73FA">
      <w:pPr>
        <w:rPr>
          <w:szCs w:val="20"/>
        </w:rPr>
      </w:pPr>
      <w:r w:rsidRPr="00A4769E">
        <w:rPr>
          <w:szCs w:val="20"/>
        </w:rPr>
        <w:t>— </w:t>
      </w:r>
      <w:r w:rsidR="001B73FA" w:rsidRPr="001B73FA">
        <w:rPr>
          <w:szCs w:val="20"/>
        </w:rPr>
        <w:t>Ne me parle plus de ton père</w:t>
      </w:r>
      <w:r w:rsidRPr="00A4769E">
        <w:rPr>
          <w:szCs w:val="20"/>
        </w:rPr>
        <w:t xml:space="preserve">, </w:t>
      </w:r>
      <w:r w:rsidR="001B73FA" w:rsidRPr="001B73FA">
        <w:rPr>
          <w:szCs w:val="20"/>
        </w:rPr>
        <w:t>parle-moi de ta mère qui est morte</w:t>
      </w:r>
      <w:r w:rsidRPr="00A4769E">
        <w:rPr>
          <w:szCs w:val="20"/>
        </w:rPr>
        <w:t xml:space="preserve"> », </w:t>
      </w:r>
      <w:r w:rsidR="001B73FA" w:rsidRPr="001B73FA">
        <w:rPr>
          <w:szCs w:val="20"/>
        </w:rPr>
        <w:t>dit naïvement la Marquise</w:t>
      </w:r>
      <w:r w:rsidRPr="00A4769E">
        <w:rPr>
          <w:szCs w:val="20"/>
        </w:rPr>
        <w:t xml:space="preserve">. </w:t>
      </w:r>
      <w:r w:rsidR="001B73FA" w:rsidRPr="001B73FA">
        <w:rPr>
          <w:szCs w:val="20"/>
        </w:rPr>
        <w:t>Elle était jalouse</w:t>
      </w:r>
      <w:r w:rsidRPr="00A4769E">
        <w:rPr>
          <w:szCs w:val="20"/>
        </w:rPr>
        <w:t>.</w:t>
      </w:r>
    </w:p>
    <w:p w14:paraId="5CB55968" w14:textId="77777777" w:rsidR="00462692" w:rsidRPr="00A4769E" w:rsidRDefault="00462692" w:rsidP="001B73FA">
      <w:pPr>
        <w:rPr>
          <w:szCs w:val="20"/>
        </w:rPr>
      </w:pPr>
      <w:r w:rsidRPr="00A4769E">
        <w:rPr>
          <w:szCs w:val="20"/>
        </w:rPr>
        <w:t>« </w:t>
      </w:r>
      <w:r w:rsidR="001B73FA" w:rsidRPr="001B73FA">
        <w:rPr>
          <w:szCs w:val="20"/>
        </w:rPr>
        <w:t>Enfin</w:t>
      </w:r>
      <w:r w:rsidRPr="00A4769E">
        <w:rPr>
          <w:szCs w:val="20"/>
        </w:rPr>
        <w:t xml:space="preserve">, </w:t>
      </w:r>
      <w:r w:rsidR="001B73FA" w:rsidRPr="001B73FA">
        <w:rPr>
          <w:szCs w:val="20"/>
        </w:rPr>
        <w:t>se dit-elle</w:t>
      </w:r>
      <w:r w:rsidRPr="00A4769E">
        <w:rPr>
          <w:szCs w:val="20"/>
        </w:rPr>
        <w:t xml:space="preserve">, </w:t>
      </w:r>
      <w:r w:rsidR="001B73FA" w:rsidRPr="001B73FA">
        <w:rPr>
          <w:szCs w:val="20"/>
        </w:rPr>
        <w:t>il faut que je me résigne à apprendre encore qui sait quoi de cette petite sotte</w:t>
      </w:r>
      <w:r w:rsidRPr="00A4769E">
        <w:rPr>
          <w:szCs w:val="20"/>
        </w:rPr>
        <w:t xml:space="preserve"> ? </w:t>
      </w:r>
      <w:r w:rsidR="001B73FA" w:rsidRPr="001B73FA">
        <w:rPr>
          <w:szCs w:val="20"/>
        </w:rPr>
        <w:t>Elle aime tout le monde</w:t>
      </w:r>
      <w:r w:rsidRPr="00A4769E">
        <w:rPr>
          <w:szCs w:val="20"/>
        </w:rPr>
        <w:t xml:space="preserve">. </w:t>
      </w:r>
      <w:r w:rsidR="001B73FA" w:rsidRPr="001B73FA">
        <w:rPr>
          <w:szCs w:val="20"/>
        </w:rPr>
        <w:t>Tout à l</w:t>
      </w:r>
      <w:r w:rsidRPr="00A4769E">
        <w:rPr>
          <w:szCs w:val="20"/>
        </w:rPr>
        <w:t>’</w:t>
      </w:r>
      <w:r w:rsidR="001B73FA" w:rsidRPr="001B73FA">
        <w:rPr>
          <w:szCs w:val="20"/>
        </w:rPr>
        <w:t>heure c</w:t>
      </w:r>
      <w:r w:rsidRPr="00A4769E">
        <w:rPr>
          <w:szCs w:val="20"/>
        </w:rPr>
        <w:t>’</w:t>
      </w:r>
      <w:r w:rsidR="001B73FA" w:rsidRPr="001B73FA">
        <w:rPr>
          <w:szCs w:val="20"/>
        </w:rPr>
        <w:t>était Laurent</w:t>
      </w:r>
      <w:r w:rsidRPr="00A4769E">
        <w:rPr>
          <w:szCs w:val="20"/>
        </w:rPr>
        <w:t xml:space="preserve">, </w:t>
      </w:r>
      <w:r w:rsidR="001B73FA" w:rsidRPr="001B73FA">
        <w:rPr>
          <w:szCs w:val="20"/>
        </w:rPr>
        <w:t>maintenant c</w:t>
      </w:r>
      <w:r w:rsidRPr="00A4769E">
        <w:rPr>
          <w:szCs w:val="20"/>
        </w:rPr>
        <w:t>’</w:t>
      </w:r>
      <w:r w:rsidR="001B73FA" w:rsidRPr="001B73FA">
        <w:rPr>
          <w:szCs w:val="20"/>
        </w:rPr>
        <w:t>est son père</w:t>
      </w:r>
      <w:r w:rsidRPr="00A4769E">
        <w:rPr>
          <w:szCs w:val="20"/>
        </w:rPr>
        <w:t xml:space="preserve">. </w:t>
      </w:r>
      <w:r w:rsidR="001B73FA" w:rsidRPr="001B73FA">
        <w:rPr>
          <w:szCs w:val="20"/>
        </w:rPr>
        <w:t>Si elle s</w:t>
      </w:r>
      <w:r w:rsidRPr="00A4769E">
        <w:rPr>
          <w:szCs w:val="20"/>
        </w:rPr>
        <w:t>’</w:t>
      </w:r>
      <w:r w:rsidR="001B73FA" w:rsidRPr="001B73FA">
        <w:rPr>
          <w:szCs w:val="20"/>
        </w:rPr>
        <w:t>imagine que je vais entrer dans cette compagnie de surcroît</w:t>
      </w:r>
      <w:r w:rsidRPr="00A4769E">
        <w:rPr>
          <w:szCs w:val="20"/>
        </w:rPr>
        <w:t xml:space="preserve">, </w:t>
      </w:r>
      <w:r w:rsidR="001B73FA" w:rsidRPr="001B73FA">
        <w:rPr>
          <w:szCs w:val="20"/>
        </w:rPr>
        <w:t>elle se trompe</w:t>
      </w:r>
      <w:r w:rsidRPr="00A4769E">
        <w:rPr>
          <w:szCs w:val="20"/>
        </w:rPr>
        <w:t>. »« </w:t>
      </w:r>
      <w:r w:rsidR="001B73FA" w:rsidRPr="001B73FA">
        <w:rPr>
          <w:szCs w:val="20"/>
        </w:rPr>
        <w:t>Eh bien</w:t>
      </w:r>
      <w:r w:rsidRPr="00A4769E">
        <w:rPr>
          <w:szCs w:val="20"/>
        </w:rPr>
        <w:t xml:space="preserve">, </w:t>
      </w:r>
      <w:r w:rsidR="001B73FA" w:rsidRPr="001B73FA">
        <w:rPr>
          <w:szCs w:val="20"/>
        </w:rPr>
        <w:t>reprit-elle à haute voix</w:t>
      </w:r>
      <w:r w:rsidRPr="00A4769E">
        <w:rPr>
          <w:szCs w:val="20"/>
        </w:rPr>
        <w:t xml:space="preserve">, </w:t>
      </w:r>
      <w:r w:rsidR="001B73FA" w:rsidRPr="001B73FA">
        <w:rPr>
          <w:szCs w:val="20"/>
        </w:rPr>
        <w:t>parle-moi de ce que tu voudras</w:t>
      </w:r>
      <w:r w:rsidRPr="00A4769E">
        <w:rPr>
          <w:szCs w:val="20"/>
        </w:rPr>
        <w:t xml:space="preserve">, </w:t>
      </w:r>
      <w:r w:rsidR="001B73FA" w:rsidRPr="001B73FA">
        <w:rPr>
          <w:szCs w:val="20"/>
        </w:rPr>
        <w:t>mais j</w:t>
      </w:r>
      <w:r w:rsidRPr="00A4769E">
        <w:rPr>
          <w:szCs w:val="20"/>
        </w:rPr>
        <w:t>’</w:t>
      </w:r>
      <w:r w:rsidR="001B73FA" w:rsidRPr="001B73FA">
        <w:rPr>
          <w:szCs w:val="20"/>
        </w:rPr>
        <w:t>aimerais bien que ce soit enfin de quelqu</w:t>
      </w:r>
      <w:r w:rsidRPr="00A4769E">
        <w:rPr>
          <w:szCs w:val="20"/>
        </w:rPr>
        <w:t>’</w:t>
      </w:r>
      <w:r w:rsidR="001B73FA" w:rsidRPr="001B73FA">
        <w:rPr>
          <w:szCs w:val="20"/>
        </w:rPr>
        <w:t>un que tu n</w:t>
      </w:r>
      <w:r w:rsidRPr="00A4769E">
        <w:rPr>
          <w:szCs w:val="20"/>
        </w:rPr>
        <w:t>’</w:t>
      </w:r>
      <w:r w:rsidR="001B73FA" w:rsidRPr="001B73FA">
        <w:rPr>
          <w:szCs w:val="20"/>
        </w:rPr>
        <w:t>aimes pas</w:t>
      </w:r>
      <w:r w:rsidRPr="00A4769E">
        <w:rPr>
          <w:szCs w:val="20"/>
        </w:rPr>
        <w:t xml:space="preserve">, </w:t>
      </w:r>
      <w:r w:rsidR="001B73FA" w:rsidRPr="001B73FA">
        <w:rPr>
          <w:szCs w:val="20"/>
        </w:rPr>
        <w:t>ou tout au moins alors qui est mort depuis longtemps</w:t>
      </w:r>
      <w:r w:rsidRPr="00A4769E">
        <w:rPr>
          <w:szCs w:val="20"/>
        </w:rPr>
        <w:t xml:space="preserve">, </w:t>
      </w:r>
      <w:r w:rsidR="001B73FA" w:rsidRPr="001B73FA">
        <w:rPr>
          <w:szCs w:val="20"/>
        </w:rPr>
        <w:t>comme ta mère</w:t>
      </w:r>
      <w:r w:rsidRPr="00A4769E">
        <w:rPr>
          <w:szCs w:val="20"/>
        </w:rPr>
        <w:t>.</w:t>
      </w:r>
    </w:p>
    <w:p w14:paraId="3433DF39" w14:textId="214A1766" w:rsidR="00462692" w:rsidRPr="00A4769E" w:rsidRDefault="00462692" w:rsidP="001B73FA">
      <w:pPr>
        <w:rPr>
          <w:szCs w:val="20"/>
        </w:rPr>
      </w:pPr>
      <w:r w:rsidRPr="00A4769E">
        <w:rPr>
          <w:szCs w:val="20"/>
        </w:rPr>
        <w:t>— </w:t>
      </w:r>
      <w:r w:rsidR="001B73FA" w:rsidRPr="001B73FA">
        <w:rPr>
          <w:szCs w:val="20"/>
        </w:rPr>
        <w:t>Comprendrez-vous</w:t>
      </w:r>
      <w:r w:rsidRPr="00A4769E">
        <w:rPr>
          <w:szCs w:val="20"/>
        </w:rPr>
        <w:t xml:space="preserve">, </w:t>
      </w:r>
      <w:r w:rsidR="001B73FA" w:rsidRPr="001B73FA">
        <w:rPr>
          <w:szCs w:val="20"/>
        </w:rPr>
        <w:t>tout au moins</w:t>
      </w:r>
      <w:r w:rsidRPr="00A4769E">
        <w:rPr>
          <w:szCs w:val="20"/>
        </w:rPr>
        <w:t xml:space="preserve">, </w:t>
      </w:r>
      <w:r w:rsidR="001B73FA" w:rsidRPr="001B73FA">
        <w:rPr>
          <w:szCs w:val="20"/>
        </w:rPr>
        <w:t>que j</w:t>
      </w:r>
      <w:r w:rsidRPr="00A4769E">
        <w:rPr>
          <w:szCs w:val="20"/>
        </w:rPr>
        <w:t>’</w:t>
      </w:r>
      <w:r w:rsidR="001B73FA" w:rsidRPr="001B73FA">
        <w:rPr>
          <w:szCs w:val="20"/>
        </w:rPr>
        <w:t>aie été bouleversée</w:t>
      </w:r>
      <w:r w:rsidRPr="00A4769E">
        <w:rPr>
          <w:szCs w:val="20"/>
        </w:rPr>
        <w:t xml:space="preserve">, </w:t>
      </w:r>
      <w:r w:rsidR="001B73FA" w:rsidRPr="001B73FA">
        <w:rPr>
          <w:szCs w:val="20"/>
        </w:rPr>
        <w:t>dit assez finement Pauline</w:t>
      </w:r>
      <w:r w:rsidRPr="00A4769E">
        <w:rPr>
          <w:szCs w:val="20"/>
        </w:rPr>
        <w:t xml:space="preserve">, </w:t>
      </w:r>
      <w:r w:rsidR="001B73FA" w:rsidRPr="001B73FA">
        <w:rPr>
          <w:szCs w:val="20"/>
        </w:rPr>
        <w:t>quand il y a un peu plus d</w:t>
      </w:r>
      <w:r w:rsidRPr="00A4769E">
        <w:rPr>
          <w:szCs w:val="20"/>
        </w:rPr>
        <w:t>’</w:t>
      </w:r>
      <w:r w:rsidR="001B73FA" w:rsidRPr="001B73FA">
        <w:rPr>
          <w:szCs w:val="20"/>
        </w:rPr>
        <w:t>un an</w:t>
      </w:r>
      <w:r w:rsidRPr="00A4769E">
        <w:rPr>
          <w:szCs w:val="20"/>
        </w:rPr>
        <w:t xml:space="preserve">, </w:t>
      </w:r>
      <w:r w:rsidR="001B73FA" w:rsidRPr="001B73FA">
        <w:rPr>
          <w:szCs w:val="20"/>
        </w:rPr>
        <w:t>mon père et moi</w:t>
      </w:r>
      <w:r w:rsidRPr="00A4769E">
        <w:rPr>
          <w:szCs w:val="20"/>
        </w:rPr>
        <w:t xml:space="preserve">, </w:t>
      </w:r>
      <w:r w:rsidR="001B73FA" w:rsidRPr="001B73FA">
        <w:rPr>
          <w:szCs w:val="20"/>
        </w:rPr>
        <w:t>retournant en plein orage du bois de la Gardiole</w:t>
      </w:r>
      <w:r w:rsidRPr="00A4769E">
        <w:rPr>
          <w:szCs w:val="20"/>
        </w:rPr>
        <w:t xml:space="preserve">, </w:t>
      </w:r>
      <w:r w:rsidR="001B73FA" w:rsidRPr="001B73FA">
        <w:rPr>
          <w:szCs w:val="20"/>
        </w:rPr>
        <w:t>avons trouvé dans le torrent</w:t>
      </w:r>
      <w:r w:rsidRPr="00A4769E">
        <w:rPr>
          <w:szCs w:val="20"/>
        </w:rPr>
        <w:t xml:space="preserve">, </w:t>
      </w:r>
      <w:r w:rsidR="001B73FA" w:rsidRPr="001B73FA">
        <w:rPr>
          <w:szCs w:val="20"/>
        </w:rPr>
        <w:t>et déjà à moitié noyé</w:t>
      </w:r>
      <w:r w:rsidRPr="00A4769E">
        <w:rPr>
          <w:szCs w:val="20"/>
        </w:rPr>
        <w:t xml:space="preserve">, </w:t>
      </w:r>
      <w:r w:rsidR="001B73FA" w:rsidRPr="001B73FA">
        <w:rPr>
          <w:szCs w:val="20"/>
        </w:rPr>
        <w:t>un homme blessé à l</w:t>
      </w:r>
      <w:r w:rsidRPr="00A4769E">
        <w:rPr>
          <w:szCs w:val="20"/>
        </w:rPr>
        <w:t>’</w:t>
      </w:r>
      <w:r w:rsidR="001B73FA" w:rsidRPr="001B73FA">
        <w:rPr>
          <w:szCs w:val="20"/>
        </w:rPr>
        <w:t>épaule</w:t>
      </w:r>
      <w:r w:rsidRPr="00A4769E">
        <w:rPr>
          <w:szCs w:val="20"/>
        </w:rPr>
        <w:t> ?</w:t>
      </w:r>
    </w:p>
    <w:p w14:paraId="45074B86" w14:textId="4C5ADD93" w:rsidR="00462692" w:rsidRPr="00A4769E" w:rsidRDefault="00462692" w:rsidP="001B73FA">
      <w:pPr>
        <w:rPr>
          <w:szCs w:val="20"/>
        </w:rPr>
      </w:pPr>
      <w:r w:rsidRPr="00A4769E">
        <w:rPr>
          <w:szCs w:val="20"/>
        </w:rPr>
        <w:lastRenderedPageBreak/>
        <w:t>— </w:t>
      </w:r>
      <w:r w:rsidR="001B73FA" w:rsidRPr="001B73FA">
        <w:rPr>
          <w:szCs w:val="20"/>
        </w:rPr>
        <w:t>Mais j</w:t>
      </w:r>
      <w:r w:rsidRPr="00A4769E">
        <w:rPr>
          <w:szCs w:val="20"/>
        </w:rPr>
        <w:t>’</w:t>
      </w:r>
      <w:r w:rsidR="001B73FA" w:rsidRPr="001B73FA">
        <w:rPr>
          <w:szCs w:val="20"/>
        </w:rPr>
        <w:t>en veux moins</w:t>
      </w:r>
      <w:r w:rsidRPr="00A4769E">
        <w:rPr>
          <w:szCs w:val="20"/>
        </w:rPr>
        <w:t xml:space="preserve">, </w:t>
      </w:r>
      <w:r w:rsidR="001B73FA" w:rsidRPr="001B73FA">
        <w:rPr>
          <w:szCs w:val="20"/>
        </w:rPr>
        <w:t>dit la Marquise</w:t>
      </w:r>
      <w:r w:rsidRPr="00A4769E">
        <w:rPr>
          <w:szCs w:val="20"/>
        </w:rPr>
        <w:t xml:space="preserve">. </w:t>
      </w:r>
      <w:r w:rsidR="001B73FA" w:rsidRPr="001B73FA">
        <w:rPr>
          <w:szCs w:val="20"/>
        </w:rPr>
        <w:t>Où ton père va-t-il chercher tout ça précisément</w:t>
      </w:r>
      <w:r w:rsidRPr="00A4769E">
        <w:rPr>
          <w:szCs w:val="20"/>
        </w:rPr>
        <w:t xml:space="preserve"> ? </w:t>
      </w:r>
      <w:r w:rsidR="001B73FA" w:rsidRPr="001B73FA">
        <w:rPr>
          <w:szCs w:val="20"/>
        </w:rPr>
        <w:t>Je n</w:t>
      </w:r>
      <w:r w:rsidRPr="00A4769E">
        <w:rPr>
          <w:szCs w:val="20"/>
        </w:rPr>
        <w:t>’</w:t>
      </w:r>
      <w:r w:rsidR="001B73FA" w:rsidRPr="001B73FA">
        <w:rPr>
          <w:szCs w:val="20"/>
        </w:rPr>
        <w:t>ai pas besoin d</w:t>
      </w:r>
      <w:r w:rsidRPr="00A4769E">
        <w:rPr>
          <w:szCs w:val="20"/>
        </w:rPr>
        <w:t>’</w:t>
      </w:r>
      <w:r w:rsidR="001B73FA" w:rsidRPr="001B73FA">
        <w:rPr>
          <w:szCs w:val="20"/>
        </w:rPr>
        <w:t>hommes qui soient à la fois blessés et noyés</w:t>
      </w:r>
      <w:r w:rsidRPr="00A4769E">
        <w:rPr>
          <w:szCs w:val="20"/>
        </w:rPr>
        <w:t xml:space="preserve">. </w:t>
      </w:r>
      <w:r w:rsidR="001B73FA" w:rsidRPr="001B73FA">
        <w:rPr>
          <w:szCs w:val="20"/>
        </w:rPr>
        <w:t>Je veux simplement</w:t>
      </w:r>
      <w:r w:rsidRPr="00A4769E">
        <w:rPr>
          <w:szCs w:val="20"/>
        </w:rPr>
        <w:t xml:space="preserve">, </w:t>
      </w:r>
      <w:r w:rsidR="001B73FA" w:rsidRPr="001B73FA">
        <w:rPr>
          <w:szCs w:val="20"/>
        </w:rPr>
        <w:t>entends-tu</w:t>
      </w:r>
      <w:r w:rsidRPr="00A4769E">
        <w:rPr>
          <w:szCs w:val="20"/>
        </w:rPr>
        <w:t xml:space="preserve">, </w:t>
      </w:r>
      <w:r w:rsidR="001B73FA" w:rsidRPr="001B73FA">
        <w:rPr>
          <w:szCs w:val="20"/>
        </w:rPr>
        <w:t>ma fille</w:t>
      </w:r>
      <w:r w:rsidRPr="00A4769E">
        <w:rPr>
          <w:szCs w:val="20"/>
        </w:rPr>
        <w:t xml:space="preserve">, </w:t>
      </w:r>
      <w:r w:rsidR="001B73FA" w:rsidRPr="001B73FA">
        <w:rPr>
          <w:szCs w:val="20"/>
        </w:rPr>
        <w:t>un peu plus de choses qui s</w:t>
      </w:r>
      <w:r w:rsidRPr="00A4769E">
        <w:rPr>
          <w:szCs w:val="20"/>
        </w:rPr>
        <w:t>’</w:t>
      </w:r>
      <w:r w:rsidR="001B73FA" w:rsidRPr="001B73FA">
        <w:rPr>
          <w:szCs w:val="20"/>
        </w:rPr>
        <w:t>accordent avec tes grands beaux yeux</w:t>
      </w:r>
      <w:r w:rsidRPr="00A4769E">
        <w:rPr>
          <w:szCs w:val="20"/>
        </w:rPr>
        <w:t xml:space="preserve">, </w:t>
      </w:r>
      <w:r w:rsidR="001B73FA" w:rsidRPr="001B73FA">
        <w:rPr>
          <w:szCs w:val="20"/>
        </w:rPr>
        <w:t>et ce front têtu qui</w:t>
      </w:r>
      <w:r w:rsidRPr="00A4769E">
        <w:rPr>
          <w:szCs w:val="20"/>
        </w:rPr>
        <w:t xml:space="preserve">, </w:t>
      </w:r>
      <w:r w:rsidR="001B73FA" w:rsidRPr="001B73FA">
        <w:rPr>
          <w:szCs w:val="20"/>
        </w:rPr>
        <w:t>je le vois bien</w:t>
      </w:r>
      <w:r w:rsidRPr="00A4769E">
        <w:rPr>
          <w:szCs w:val="20"/>
        </w:rPr>
        <w:t xml:space="preserve">, </w:t>
      </w:r>
      <w:r w:rsidR="001B73FA" w:rsidRPr="001B73FA">
        <w:rPr>
          <w:szCs w:val="20"/>
        </w:rPr>
        <w:t>va en fin de compte me faire mourir à force de je ne sais combien d</w:t>
      </w:r>
      <w:r w:rsidRPr="00A4769E">
        <w:rPr>
          <w:szCs w:val="20"/>
        </w:rPr>
        <w:t>’</w:t>
      </w:r>
      <w:r w:rsidR="001B73FA" w:rsidRPr="001B73FA">
        <w:rPr>
          <w:szCs w:val="20"/>
        </w:rPr>
        <w:t>hommes blessés</w:t>
      </w:r>
      <w:r w:rsidRPr="00A4769E">
        <w:rPr>
          <w:szCs w:val="20"/>
        </w:rPr>
        <w:t xml:space="preserve">, </w:t>
      </w:r>
      <w:r w:rsidR="001B73FA" w:rsidRPr="001B73FA">
        <w:rPr>
          <w:szCs w:val="20"/>
        </w:rPr>
        <w:t>noyés</w:t>
      </w:r>
      <w:r w:rsidRPr="00A4769E">
        <w:rPr>
          <w:szCs w:val="20"/>
        </w:rPr>
        <w:t xml:space="preserve">, </w:t>
      </w:r>
      <w:r w:rsidR="001B73FA" w:rsidRPr="001B73FA">
        <w:rPr>
          <w:szCs w:val="20"/>
        </w:rPr>
        <w:t>roués</w:t>
      </w:r>
      <w:r w:rsidRPr="00A4769E">
        <w:rPr>
          <w:szCs w:val="20"/>
        </w:rPr>
        <w:t xml:space="preserve">, </w:t>
      </w:r>
      <w:r w:rsidR="001B73FA" w:rsidRPr="001B73FA">
        <w:rPr>
          <w:szCs w:val="20"/>
        </w:rPr>
        <w:t>estrapadés</w:t>
      </w:r>
      <w:r w:rsidRPr="00A4769E">
        <w:rPr>
          <w:szCs w:val="20"/>
        </w:rPr>
        <w:t xml:space="preserve">, </w:t>
      </w:r>
      <w:r w:rsidR="001B73FA" w:rsidRPr="001B73FA">
        <w:rPr>
          <w:szCs w:val="20"/>
        </w:rPr>
        <w:t>écartelés</w:t>
      </w:r>
      <w:r w:rsidRPr="00A4769E">
        <w:rPr>
          <w:szCs w:val="20"/>
        </w:rPr>
        <w:t xml:space="preserve">, </w:t>
      </w:r>
      <w:r w:rsidR="001B73FA" w:rsidRPr="001B73FA">
        <w:rPr>
          <w:szCs w:val="20"/>
        </w:rPr>
        <w:t>et bouillis</w:t>
      </w:r>
      <w:r w:rsidRPr="00A4769E">
        <w:rPr>
          <w:szCs w:val="20"/>
        </w:rPr>
        <w:t xml:space="preserve">. </w:t>
      </w:r>
      <w:r w:rsidR="001B73FA" w:rsidRPr="001B73FA">
        <w:rPr>
          <w:szCs w:val="20"/>
        </w:rPr>
        <w:t>Allons</w:t>
      </w:r>
      <w:r w:rsidRPr="00A4769E">
        <w:rPr>
          <w:szCs w:val="20"/>
        </w:rPr>
        <w:t xml:space="preserve">, </w:t>
      </w:r>
      <w:r w:rsidR="001B73FA" w:rsidRPr="001B73FA">
        <w:rPr>
          <w:szCs w:val="20"/>
        </w:rPr>
        <w:t>va</w:t>
      </w:r>
      <w:r w:rsidRPr="00A4769E">
        <w:rPr>
          <w:szCs w:val="20"/>
        </w:rPr>
        <w:t xml:space="preserve">. </w:t>
      </w:r>
      <w:r w:rsidR="001B73FA" w:rsidRPr="001B73FA">
        <w:rPr>
          <w:szCs w:val="20"/>
        </w:rPr>
        <w:t>Ton homme était blessé à l</w:t>
      </w:r>
      <w:r w:rsidRPr="00A4769E">
        <w:rPr>
          <w:szCs w:val="20"/>
        </w:rPr>
        <w:t>’</w:t>
      </w:r>
      <w:r w:rsidR="001B73FA" w:rsidRPr="001B73FA">
        <w:rPr>
          <w:szCs w:val="20"/>
        </w:rPr>
        <w:t>épaule</w:t>
      </w:r>
      <w:r w:rsidRPr="00A4769E">
        <w:rPr>
          <w:szCs w:val="20"/>
        </w:rPr>
        <w:t xml:space="preserve">, </w:t>
      </w:r>
      <w:r w:rsidR="001B73FA" w:rsidRPr="001B73FA">
        <w:rPr>
          <w:szCs w:val="20"/>
        </w:rPr>
        <w:t>dis-tu</w:t>
      </w:r>
      <w:r w:rsidRPr="00A4769E">
        <w:rPr>
          <w:szCs w:val="20"/>
        </w:rPr>
        <w:t> ?</w:t>
      </w:r>
    </w:p>
    <w:p w14:paraId="43E927E6" w14:textId="0E7565CC" w:rsidR="00462692" w:rsidRPr="00A4769E" w:rsidRDefault="00462692" w:rsidP="001B73FA">
      <w:pPr>
        <w:rPr>
          <w:szCs w:val="20"/>
        </w:rPr>
      </w:pPr>
      <w:r w:rsidRPr="00A4769E">
        <w:rPr>
          <w:szCs w:val="20"/>
        </w:rPr>
        <w:t>— </w:t>
      </w:r>
      <w:r w:rsidR="001B73FA" w:rsidRPr="001B73FA">
        <w:rPr>
          <w:szCs w:val="20"/>
        </w:rPr>
        <w:t>D</w:t>
      </w:r>
      <w:r w:rsidRPr="00A4769E">
        <w:rPr>
          <w:szCs w:val="20"/>
        </w:rPr>
        <w:t>’</w:t>
      </w:r>
      <w:r w:rsidR="001B73FA" w:rsidRPr="001B73FA">
        <w:rPr>
          <w:szCs w:val="20"/>
        </w:rPr>
        <w:t>un coup de feu</w:t>
      </w:r>
      <w:r w:rsidRPr="00A4769E">
        <w:rPr>
          <w:szCs w:val="20"/>
        </w:rPr>
        <w:t>.</w:t>
      </w:r>
    </w:p>
    <w:p w14:paraId="62AC82B0" w14:textId="6514B0B5" w:rsidR="00462692" w:rsidRPr="00A4769E" w:rsidRDefault="00462692" w:rsidP="001B73FA">
      <w:pPr>
        <w:rPr>
          <w:szCs w:val="20"/>
        </w:rPr>
      </w:pPr>
      <w:r w:rsidRPr="00A4769E">
        <w:rPr>
          <w:szCs w:val="20"/>
        </w:rPr>
        <w:t>— </w:t>
      </w:r>
      <w:r w:rsidR="001B73FA" w:rsidRPr="001B73FA">
        <w:rPr>
          <w:szCs w:val="20"/>
        </w:rPr>
        <w:t>Au surplus</w:t>
      </w:r>
      <w:r w:rsidRPr="00A4769E">
        <w:rPr>
          <w:szCs w:val="20"/>
        </w:rPr>
        <w:t xml:space="preserve"> ! </w:t>
      </w:r>
      <w:r w:rsidR="001B73FA" w:rsidRPr="001B73FA">
        <w:rPr>
          <w:szCs w:val="20"/>
        </w:rPr>
        <w:t>et noyé</w:t>
      </w:r>
      <w:r w:rsidRPr="00A4769E">
        <w:rPr>
          <w:szCs w:val="20"/>
        </w:rPr>
        <w:t> ?</w:t>
      </w:r>
    </w:p>
    <w:p w14:paraId="0F1E7581" w14:textId="042FFD8B" w:rsidR="00462692" w:rsidRPr="00A4769E" w:rsidRDefault="00462692" w:rsidP="001B73FA">
      <w:pPr>
        <w:rPr>
          <w:szCs w:val="20"/>
        </w:rPr>
      </w:pPr>
      <w:r w:rsidRPr="00A4769E">
        <w:rPr>
          <w:szCs w:val="20"/>
        </w:rPr>
        <w:t>— </w:t>
      </w:r>
      <w:r w:rsidR="001B73FA" w:rsidRPr="001B73FA">
        <w:rPr>
          <w:szCs w:val="20"/>
        </w:rPr>
        <w:t>À moitié seulement</w:t>
      </w:r>
      <w:r w:rsidRPr="00A4769E">
        <w:rPr>
          <w:szCs w:val="20"/>
        </w:rPr>
        <w:t xml:space="preserve">. </w:t>
      </w:r>
      <w:r w:rsidR="001B73FA" w:rsidRPr="001B73FA">
        <w:rPr>
          <w:szCs w:val="20"/>
        </w:rPr>
        <w:t>Il était couché sur la berge du torrent et les eaux grossies par l</w:t>
      </w:r>
      <w:r w:rsidRPr="00A4769E">
        <w:rPr>
          <w:szCs w:val="20"/>
        </w:rPr>
        <w:t>’</w:t>
      </w:r>
      <w:r w:rsidR="001B73FA" w:rsidRPr="001B73FA">
        <w:rPr>
          <w:szCs w:val="20"/>
        </w:rPr>
        <w:t>orage faisaient déjà flotter ses jambes</w:t>
      </w:r>
      <w:r w:rsidRPr="00A4769E">
        <w:rPr>
          <w:szCs w:val="20"/>
        </w:rPr>
        <w:t xml:space="preserve">. </w:t>
      </w:r>
      <w:r w:rsidR="001B73FA" w:rsidRPr="001B73FA">
        <w:rPr>
          <w:szCs w:val="20"/>
        </w:rPr>
        <w:t>Mais il a fallu plus d</w:t>
      </w:r>
      <w:r w:rsidRPr="00A4769E">
        <w:rPr>
          <w:szCs w:val="20"/>
        </w:rPr>
        <w:t>’</w:t>
      </w:r>
      <w:r w:rsidR="001B73FA" w:rsidRPr="001B73FA">
        <w:rPr>
          <w:szCs w:val="20"/>
        </w:rPr>
        <w:t>une heure pour le faire revenir à la vie</w:t>
      </w:r>
      <w:r w:rsidRPr="00A4769E">
        <w:rPr>
          <w:szCs w:val="20"/>
        </w:rPr>
        <w:t xml:space="preserve">. </w:t>
      </w:r>
      <w:r w:rsidR="001B73FA" w:rsidRPr="001B73FA">
        <w:rPr>
          <w:szCs w:val="20"/>
        </w:rPr>
        <w:t>Je l</w:t>
      </w:r>
      <w:r w:rsidRPr="00A4769E">
        <w:rPr>
          <w:szCs w:val="20"/>
        </w:rPr>
        <w:t>’</w:t>
      </w:r>
      <w:r w:rsidR="001B73FA" w:rsidRPr="001B73FA">
        <w:rPr>
          <w:szCs w:val="20"/>
        </w:rPr>
        <w:t>abritais en écartant mon manteau au-dessus de lui</w:t>
      </w:r>
      <w:r w:rsidRPr="00A4769E">
        <w:rPr>
          <w:szCs w:val="20"/>
        </w:rPr>
        <w:t xml:space="preserve">. </w:t>
      </w:r>
      <w:r w:rsidR="001B73FA" w:rsidRPr="001B73FA">
        <w:rPr>
          <w:szCs w:val="20"/>
        </w:rPr>
        <w:t>Il ne me vit pas tout de suite</w:t>
      </w:r>
      <w:r w:rsidRPr="00A4769E">
        <w:rPr>
          <w:szCs w:val="20"/>
        </w:rPr>
        <w:t xml:space="preserve">. </w:t>
      </w:r>
      <w:r w:rsidR="001B73FA" w:rsidRPr="001B73FA">
        <w:rPr>
          <w:szCs w:val="20"/>
        </w:rPr>
        <w:t>Dès qu</w:t>
      </w:r>
      <w:r w:rsidRPr="00A4769E">
        <w:rPr>
          <w:szCs w:val="20"/>
        </w:rPr>
        <w:t>’</w:t>
      </w:r>
      <w:r w:rsidR="001B73FA" w:rsidRPr="001B73FA">
        <w:rPr>
          <w:szCs w:val="20"/>
        </w:rPr>
        <w:t>il ouvrit les yeux</w:t>
      </w:r>
      <w:r w:rsidRPr="00A4769E">
        <w:rPr>
          <w:szCs w:val="20"/>
        </w:rPr>
        <w:t xml:space="preserve">, </w:t>
      </w:r>
      <w:r w:rsidR="001B73FA" w:rsidRPr="001B73FA">
        <w:rPr>
          <w:szCs w:val="20"/>
        </w:rPr>
        <w:t>il aperçut mon père qui rangeait dans sa sacoche les instruments avec lesquels il venait de lui poser un petit appareil</w:t>
      </w:r>
      <w:r w:rsidRPr="00A4769E">
        <w:rPr>
          <w:szCs w:val="20"/>
        </w:rPr>
        <w:t xml:space="preserve">. </w:t>
      </w:r>
      <w:r w:rsidR="001B73FA" w:rsidRPr="001B73FA">
        <w:rPr>
          <w:szCs w:val="20"/>
        </w:rPr>
        <w:t>Alors</w:t>
      </w:r>
      <w:r w:rsidRPr="00A4769E">
        <w:rPr>
          <w:szCs w:val="20"/>
        </w:rPr>
        <w:t xml:space="preserve">, </w:t>
      </w:r>
      <w:r w:rsidR="001B73FA" w:rsidRPr="001B73FA">
        <w:rPr>
          <w:szCs w:val="20"/>
        </w:rPr>
        <w:t>il fit un effort de son bras valide pour tirer un pistolet de la poche de son pantalon</w:t>
      </w:r>
      <w:r w:rsidRPr="00A4769E">
        <w:rPr>
          <w:szCs w:val="20"/>
        </w:rPr>
        <w:t xml:space="preserve">. </w:t>
      </w:r>
      <w:r w:rsidR="001B73FA" w:rsidRPr="001B73FA">
        <w:rPr>
          <w:szCs w:val="20"/>
        </w:rPr>
        <w:t>Et je suis assurée que</w:t>
      </w:r>
      <w:r w:rsidRPr="00A4769E">
        <w:rPr>
          <w:szCs w:val="20"/>
        </w:rPr>
        <w:t xml:space="preserve">, </w:t>
      </w:r>
      <w:r w:rsidR="001B73FA" w:rsidRPr="001B73FA">
        <w:rPr>
          <w:szCs w:val="20"/>
        </w:rPr>
        <w:t>si les circonstances lui avaient été plus favorables</w:t>
      </w:r>
      <w:r w:rsidRPr="00A4769E">
        <w:rPr>
          <w:szCs w:val="20"/>
        </w:rPr>
        <w:t xml:space="preserve">, </w:t>
      </w:r>
      <w:r w:rsidR="001B73FA" w:rsidRPr="001B73FA">
        <w:rPr>
          <w:szCs w:val="20"/>
        </w:rPr>
        <w:t>il s</w:t>
      </w:r>
      <w:r w:rsidRPr="00A4769E">
        <w:rPr>
          <w:szCs w:val="20"/>
        </w:rPr>
        <w:t>’</w:t>
      </w:r>
      <w:r w:rsidR="001B73FA" w:rsidRPr="001B73FA">
        <w:rPr>
          <w:szCs w:val="20"/>
        </w:rPr>
        <w:t>en serait servi</w:t>
      </w:r>
      <w:r w:rsidRPr="00A4769E">
        <w:rPr>
          <w:szCs w:val="20"/>
        </w:rPr>
        <w:t xml:space="preserve">. </w:t>
      </w:r>
      <w:r w:rsidR="001B73FA" w:rsidRPr="001B73FA">
        <w:rPr>
          <w:szCs w:val="20"/>
        </w:rPr>
        <w:t>Mais je savais que l</w:t>
      </w:r>
      <w:r w:rsidRPr="00A4769E">
        <w:rPr>
          <w:szCs w:val="20"/>
        </w:rPr>
        <w:t>’</w:t>
      </w:r>
      <w:r w:rsidR="001B73FA" w:rsidRPr="001B73FA">
        <w:rPr>
          <w:szCs w:val="20"/>
        </w:rPr>
        <w:t>amorce était sûrement mouillée</w:t>
      </w:r>
      <w:r w:rsidRPr="00A4769E">
        <w:rPr>
          <w:szCs w:val="20"/>
        </w:rPr>
        <w:t xml:space="preserve">, </w:t>
      </w:r>
      <w:r w:rsidR="001B73FA" w:rsidRPr="001B73FA">
        <w:rPr>
          <w:szCs w:val="20"/>
        </w:rPr>
        <w:t>et je lui dis froidement</w:t>
      </w:r>
      <w:r w:rsidRPr="00A4769E">
        <w:rPr>
          <w:szCs w:val="20"/>
        </w:rPr>
        <w:t xml:space="preserve"> : </w:t>
      </w:r>
      <w:r w:rsidR="001B73FA" w:rsidRPr="001B73FA">
        <w:rPr>
          <w:szCs w:val="20"/>
        </w:rPr>
        <w:t>“</w:t>
      </w:r>
      <w:r w:rsidR="001B73FA" w:rsidRPr="001B73FA">
        <w:rPr>
          <w:szCs w:val="20"/>
        </w:rPr>
        <w:t>Comment allez-vous</w:t>
      </w:r>
      <w:r w:rsidRPr="00A4769E">
        <w:rPr>
          <w:szCs w:val="20"/>
        </w:rPr>
        <w:t> ?</w:t>
      </w:r>
      <w:r w:rsidRPr="00A4769E">
        <w:rPr>
          <w:szCs w:val="20"/>
        </w:rPr>
        <w:t>”</w:t>
      </w:r>
      <w:r w:rsidRPr="00A4769E">
        <w:rPr>
          <w:szCs w:val="20"/>
        </w:rPr>
        <w:t xml:space="preserve">, </w:t>
      </w:r>
      <w:r w:rsidR="001B73FA" w:rsidRPr="001B73FA">
        <w:rPr>
          <w:szCs w:val="20"/>
        </w:rPr>
        <w:t>sans cesser de le couvrir avec mon manteau</w:t>
      </w:r>
      <w:r w:rsidRPr="00A4769E">
        <w:rPr>
          <w:szCs w:val="20"/>
        </w:rPr>
        <w:t xml:space="preserve">. </w:t>
      </w:r>
      <w:r w:rsidR="001B73FA" w:rsidRPr="001B73FA">
        <w:rPr>
          <w:szCs w:val="20"/>
        </w:rPr>
        <w:t>Il leva les yeux sur moi et il dit</w:t>
      </w:r>
      <w:r w:rsidRPr="00A4769E">
        <w:rPr>
          <w:szCs w:val="20"/>
        </w:rPr>
        <w:t xml:space="preserve"> : </w:t>
      </w:r>
      <w:r w:rsidR="001B73FA" w:rsidRPr="001B73FA">
        <w:rPr>
          <w:szCs w:val="20"/>
        </w:rPr>
        <w:t>“</w:t>
      </w:r>
      <w:r w:rsidR="001B73FA" w:rsidRPr="001B73FA">
        <w:rPr>
          <w:szCs w:val="20"/>
        </w:rPr>
        <w:t>Qui êtes-vous tous les deux</w:t>
      </w:r>
      <w:r w:rsidRPr="00A4769E">
        <w:rPr>
          <w:szCs w:val="20"/>
        </w:rPr>
        <w:t> ?</w:t>
      </w:r>
      <w:r w:rsidRPr="00A4769E">
        <w:rPr>
          <w:szCs w:val="20"/>
        </w:rPr>
        <w:t>”</w:t>
      </w:r>
      <w:r w:rsidR="001B73FA" w:rsidRPr="001B73FA">
        <w:rPr>
          <w:szCs w:val="20"/>
        </w:rPr>
        <w:t xml:space="preserve"> Quoique allongé dans la boue</w:t>
      </w:r>
      <w:r w:rsidRPr="00A4769E">
        <w:rPr>
          <w:szCs w:val="20"/>
        </w:rPr>
        <w:t xml:space="preserve">, </w:t>
      </w:r>
      <w:r w:rsidR="001B73FA" w:rsidRPr="001B73FA">
        <w:rPr>
          <w:szCs w:val="20"/>
        </w:rPr>
        <w:t>il avait un grand air de commandement</w:t>
      </w:r>
      <w:r w:rsidRPr="00A4769E">
        <w:rPr>
          <w:szCs w:val="20"/>
        </w:rPr>
        <w:t xml:space="preserve">. </w:t>
      </w:r>
      <w:r w:rsidR="001B73FA" w:rsidRPr="001B73FA">
        <w:rPr>
          <w:szCs w:val="20"/>
        </w:rPr>
        <w:t>“</w:t>
      </w:r>
      <w:r w:rsidR="001B73FA" w:rsidRPr="001B73FA">
        <w:rPr>
          <w:szCs w:val="20"/>
        </w:rPr>
        <w:t>Je suis docteur</w:t>
      </w:r>
      <w:r w:rsidRPr="00A4769E">
        <w:rPr>
          <w:szCs w:val="20"/>
        </w:rPr>
        <w:t xml:space="preserve">, </w:t>
      </w:r>
      <w:r w:rsidR="001B73FA" w:rsidRPr="001B73FA">
        <w:rPr>
          <w:szCs w:val="20"/>
        </w:rPr>
        <w:t>lui dit mon père</w:t>
      </w:r>
      <w:r w:rsidRPr="00A4769E">
        <w:rPr>
          <w:szCs w:val="20"/>
        </w:rPr>
        <w:t xml:space="preserve">, </w:t>
      </w:r>
      <w:r w:rsidR="001B73FA" w:rsidRPr="001B73FA">
        <w:rPr>
          <w:szCs w:val="20"/>
        </w:rPr>
        <w:t>et j</w:t>
      </w:r>
      <w:r w:rsidRPr="00A4769E">
        <w:rPr>
          <w:szCs w:val="20"/>
        </w:rPr>
        <w:t>’</w:t>
      </w:r>
      <w:r w:rsidR="001B73FA" w:rsidRPr="001B73FA">
        <w:rPr>
          <w:szCs w:val="20"/>
        </w:rPr>
        <w:t>espère vous avoir bravement arrangé</w:t>
      </w:r>
      <w:r w:rsidRPr="00A4769E">
        <w:rPr>
          <w:szCs w:val="20"/>
        </w:rPr>
        <w:t xml:space="preserve">, </w:t>
      </w:r>
      <w:r w:rsidR="001B73FA" w:rsidRPr="001B73FA">
        <w:rPr>
          <w:szCs w:val="20"/>
        </w:rPr>
        <w:t>contrairement à celui qui a tiré sur vous par-derrière</w:t>
      </w:r>
      <w:r w:rsidRPr="00A4769E">
        <w:rPr>
          <w:szCs w:val="20"/>
        </w:rPr>
        <w:t xml:space="preserve">. </w:t>
      </w:r>
      <w:r w:rsidR="001B73FA" w:rsidRPr="001B73FA">
        <w:rPr>
          <w:szCs w:val="20"/>
        </w:rPr>
        <w:t>Vous avez de la chance que nous ayons été obligés de descendre par ce chemin à cette heure-ci et que nous n</w:t>
      </w:r>
      <w:r w:rsidRPr="00A4769E">
        <w:rPr>
          <w:szCs w:val="20"/>
        </w:rPr>
        <w:t>’</w:t>
      </w:r>
      <w:r w:rsidR="001B73FA" w:rsidRPr="001B73FA">
        <w:rPr>
          <w:szCs w:val="20"/>
        </w:rPr>
        <w:t>ayons pas peur des éclairs</w:t>
      </w:r>
      <w:r w:rsidRPr="00A4769E">
        <w:rPr>
          <w:szCs w:val="20"/>
        </w:rPr>
        <w:t xml:space="preserve">. </w:t>
      </w:r>
      <w:r w:rsidR="001B73FA" w:rsidRPr="001B73FA">
        <w:rPr>
          <w:szCs w:val="20"/>
        </w:rPr>
        <w:t>Il s</w:t>
      </w:r>
      <w:r w:rsidRPr="00A4769E">
        <w:rPr>
          <w:szCs w:val="20"/>
        </w:rPr>
        <w:t>’</w:t>
      </w:r>
      <w:r w:rsidR="001B73FA" w:rsidRPr="001B73FA">
        <w:rPr>
          <w:szCs w:val="20"/>
        </w:rPr>
        <w:t>en est fallu d</w:t>
      </w:r>
      <w:r w:rsidRPr="00A4769E">
        <w:rPr>
          <w:szCs w:val="20"/>
        </w:rPr>
        <w:t>’</w:t>
      </w:r>
      <w:r w:rsidR="001B73FA" w:rsidRPr="001B73FA">
        <w:rPr>
          <w:szCs w:val="20"/>
        </w:rPr>
        <w:t xml:space="preserve">un quart </w:t>
      </w:r>
      <w:r w:rsidR="001B73FA" w:rsidRPr="001B73FA">
        <w:rPr>
          <w:szCs w:val="20"/>
        </w:rPr>
        <w:lastRenderedPageBreak/>
        <w:t>d</w:t>
      </w:r>
      <w:r w:rsidRPr="00A4769E">
        <w:rPr>
          <w:szCs w:val="20"/>
        </w:rPr>
        <w:t>’</w:t>
      </w:r>
      <w:r w:rsidR="001B73FA" w:rsidRPr="001B73FA">
        <w:rPr>
          <w:szCs w:val="20"/>
        </w:rPr>
        <w:t>heure que le torrent vous emporte</w:t>
      </w:r>
      <w:r w:rsidRPr="00A4769E">
        <w:rPr>
          <w:szCs w:val="20"/>
        </w:rPr>
        <w:t xml:space="preserve">. – </w:t>
      </w:r>
      <w:r w:rsidR="001B73FA" w:rsidRPr="001B73FA">
        <w:rPr>
          <w:szCs w:val="20"/>
        </w:rPr>
        <w:t>J</w:t>
      </w:r>
      <w:r w:rsidRPr="00A4769E">
        <w:rPr>
          <w:szCs w:val="20"/>
        </w:rPr>
        <w:t>’</w:t>
      </w:r>
      <w:r w:rsidR="001B73FA" w:rsidRPr="001B73FA">
        <w:rPr>
          <w:szCs w:val="20"/>
        </w:rPr>
        <w:t>allais commettre un crime impardonnable</w:t>
      </w:r>
      <w:r w:rsidRPr="00A4769E">
        <w:rPr>
          <w:szCs w:val="20"/>
        </w:rPr>
        <w:t xml:space="preserve">, </w:t>
      </w:r>
      <w:r w:rsidR="001B73FA" w:rsidRPr="001B73FA">
        <w:rPr>
          <w:szCs w:val="20"/>
        </w:rPr>
        <w:t>dit l</w:t>
      </w:r>
      <w:r w:rsidRPr="00A4769E">
        <w:rPr>
          <w:szCs w:val="20"/>
        </w:rPr>
        <w:t>’</w:t>
      </w:r>
      <w:r w:rsidR="001B73FA" w:rsidRPr="001B73FA">
        <w:rPr>
          <w:szCs w:val="20"/>
        </w:rPr>
        <w:t>homme</w:t>
      </w:r>
      <w:r w:rsidRPr="00A4769E">
        <w:rPr>
          <w:szCs w:val="20"/>
        </w:rPr>
        <w:t xml:space="preserve">. </w:t>
      </w:r>
      <w:r w:rsidR="001B73FA" w:rsidRPr="001B73FA">
        <w:rPr>
          <w:szCs w:val="20"/>
        </w:rPr>
        <w:t>Avez-vous un peu d</w:t>
      </w:r>
      <w:r w:rsidRPr="00A4769E">
        <w:rPr>
          <w:szCs w:val="20"/>
        </w:rPr>
        <w:t>’</w:t>
      </w:r>
      <w:r w:rsidR="001B73FA" w:rsidRPr="001B73FA">
        <w:rPr>
          <w:szCs w:val="20"/>
        </w:rPr>
        <w:t>alcool</w:t>
      </w:r>
      <w:r w:rsidRPr="00A4769E">
        <w:rPr>
          <w:szCs w:val="20"/>
        </w:rPr>
        <w:t xml:space="preserve"> ? </w:t>
      </w:r>
      <w:r w:rsidR="009A1855">
        <w:rPr>
          <w:szCs w:val="20"/>
        </w:rPr>
        <w:t>— </w:t>
      </w:r>
      <w:r w:rsidR="001B73FA" w:rsidRPr="001B73FA">
        <w:rPr>
          <w:szCs w:val="20"/>
        </w:rPr>
        <w:t>C</w:t>
      </w:r>
      <w:r w:rsidRPr="00A4769E">
        <w:rPr>
          <w:szCs w:val="20"/>
        </w:rPr>
        <w:t>’</w:t>
      </w:r>
      <w:r w:rsidR="001B73FA" w:rsidRPr="001B73FA">
        <w:rPr>
          <w:szCs w:val="20"/>
        </w:rPr>
        <w:t>est précisément ce que je vous prépare</w:t>
      </w:r>
      <w:r w:rsidR="001B73FA" w:rsidRPr="001B73FA">
        <w:rPr>
          <w:szCs w:val="20"/>
        </w:rPr>
        <w:t>”</w:t>
      </w:r>
      <w:r w:rsidRPr="00A4769E">
        <w:rPr>
          <w:szCs w:val="20"/>
        </w:rPr>
        <w:t xml:space="preserve">, </w:t>
      </w:r>
      <w:r w:rsidR="001B73FA" w:rsidRPr="001B73FA">
        <w:rPr>
          <w:szCs w:val="20"/>
        </w:rPr>
        <w:t>dit mon père qui dévissait le bouchon de sa gourde</w:t>
      </w:r>
      <w:r w:rsidRPr="00A4769E">
        <w:rPr>
          <w:szCs w:val="20"/>
        </w:rPr>
        <w:t xml:space="preserve">. </w:t>
      </w:r>
      <w:r w:rsidR="001B73FA" w:rsidRPr="001B73FA">
        <w:rPr>
          <w:szCs w:val="20"/>
        </w:rPr>
        <w:t>Sitôt après avoir bu</w:t>
      </w:r>
      <w:r w:rsidRPr="00A4769E">
        <w:rPr>
          <w:szCs w:val="20"/>
        </w:rPr>
        <w:t xml:space="preserve">, </w:t>
      </w:r>
      <w:r w:rsidR="001B73FA" w:rsidRPr="001B73FA">
        <w:rPr>
          <w:szCs w:val="20"/>
        </w:rPr>
        <w:t>l</w:t>
      </w:r>
      <w:r w:rsidRPr="00A4769E">
        <w:rPr>
          <w:szCs w:val="20"/>
        </w:rPr>
        <w:t>’</w:t>
      </w:r>
      <w:r w:rsidR="001B73FA" w:rsidRPr="001B73FA">
        <w:rPr>
          <w:szCs w:val="20"/>
        </w:rPr>
        <w:t>homme se dressa et il se tint tout de suite étonnamment droit</w:t>
      </w:r>
      <w:r w:rsidRPr="00A4769E">
        <w:rPr>
          <w:szCs w:val="20"/>
        </w:rPr>
        <w:t xml:space="preserve">. </w:t>
      </w:r>
      <w:r w:rsidR="001B73FA" w:rsidRPr="001B73FA">
        <w:rPr>
          <w:szCs w:val="20"/>
        </w:rPr>
        <w:t>“</w:t>
      </w:r>
      <w:r w:rsidR="001B73FA" w:rsidRPr="001B73FA">
        <w:rPr>
          <w:szCs w:val="20"/>
        </w:rPr>
        <w:t>Serez-vous capable de rester debout et de marcher jusqu</w:t>
      </w:r>
      <w:r w:rsidRPr="00A4769E">
        <w:rPr>
          <w:szCs w:val="20"/>
        </w:rPr>
        <w:t>’</w:t>
      </w:r>
      <w:r w:rsidR="001B73FA" w:rsidRPr="001B73FA">
        <w:rPr>
          <w:szCs w:val="20"/>
        </w:rPr>
        <w:t>aux chevaux qui sont attachés à un pin de l</w:t>
      </w:r>
      <w:r w:rsidRPr="00A4769E">
        <w:rPr>
          <w:szCs w:val="20"/>
        </w:rPr>
        <w:t>’</w:t>
      </w:r>
      <w:r w:rsidR="001B73FA" w:rsidRPr="001B73FA">
        <w:rPr>
          <w:szCs w:val="20"/>
        </w:rPr>
        <w:t>autre côté de la route</w:t>
      </w:r>
      <w:r w:rsidRPr="00A4769E">
        <w:rPr>
          <w:szCs w:val="20"/>
        </w:rPr>
        <w:t xml:space="preserve"> ? </w:t>
      </w:r>
      <w:r w:rsidR="009A1855">
        <w:rPr>
          <w:szCs w:val="20"/>
        </w:rPr>
        <w:t>— </w:t>
      </w:r>
      <w:r w:rsidR="001B73FA" w:rsidRPr="001B73FA">
        <w:rPr>
          <w:szCs w:val="20"/>
        </w:rPr>
        <w:t>Certainement</w:t>
      </w:r>
      <w:r w:rsidR="001B73FA" w:rsidRPr="001B73FA">
        <w:rPr>
          <w:szCs w:val="20"/>
        </w:rPr>
        <w:t>”</w:t>
      </w:r>
      <w:r w:rsidRPr="00A4769E">
        <w:rPr>
          <w:szCs w:val="20"/>
        </w:rPr>
        <w:t xml:space="preserve">, </w:t>
      </w:r>
      <w:r w:rsidR="001B73FA" w:rsidRPr="001B73FA">
        <w:rPr>
          <w:szCs w:val="20"/>
        </w:rPr>
        <w:t>dit-il</w:t>
      </w:r>
      <w:r w:rsidRPr="00A4769E">
        <w:rPr>
          <w:szCs w:val="20"/>
        </w:rPr>
        <w:t xml:space="preserve">. </w:t>
      </w:r>
      <w:r w:rsidR="001B73FA" w:rsidRPr="001B73FA">
        <w:rPr>
          <w:szCs w:val="20"/>
        </w:rPr>
        <w:t>En effet</w:t>
      </w:r>
      <w:r w:rsidRPr="00A4769E">
        <w:rPr>
          <w:szCs w:val="20"/>
        </w:rPr>
        <w:t xml:space="preserve">, </w:t>
      </w:r>
      <w:r w:rsidR="001B73FA" w:rsidRPr="001B73FA">
        <w:rPr>
          <w:szCs w:val="20"/>
        </w:rPr>
        <w:t>il n</w:t>
      </w:r>
      <w:r w:rsidRPr="00A4769E">
        <w:rPr>
          <w:szCs w:val="20"/>
        </w:rPr>
        <w:t>’</w:t>
      </w:r>
      <w:r w:rsidR="001B73FA" w:rsidRPr="001B73FA">
        <w:rPr>
          <w:szCs w:val="20"/>
        </w:rPr>
        <w:t>eut besoin d</w:t>
      </w:r>
      <w:r w:rsidRPr="00A4769E">
        <w:rPr>
          <w:szCs w:val="20"/>
        </w:rPr>
        <w:t>’</w:t>
      </w:r>
      <w:r w:rsidR="001B73FA" w:rsidRPr="001B73FA">
        <w:rPr>
          <w:szCs w:val="20"/>
        </w:rPr>
        <w:t>aucune aide</w:t>
      </w:r>
      <w:r w:rsidRPr="00A4769E">
        <w:rPr>
          <w:szCs w:val="20"/>
        </w:rPr>
        <w:t xml:space="preserve">. </w:t>
      </w:r>
      <w:r w:rsidR="001B73FA" w:rsidRPr="001B73FA">
        <w:rPr>
          <w:szCs w:val="20"/>
        </w:rPr>
        <w:t>“</w:t>
      </w:r>
      <w:r w:rsidR="001B73FA" w:rsidRPr="001B73FA">
        <w:rPr>
          <w:szCs w:val="20"/>
        </w:rPr>
        <w:t>Maintenant</w:t>
      </w:r>
      <w:r w:rsidRPr="00A4769E">
        <w:rPr>
          <w:szCs w:val="20"/>
        </w:rPr>
        <w:t xml:space="preserve">, </w:t>
      </w:r>
      <w:r w:rsidR="001B73FA" w:rsidRPr="001B73FA">
        <w:rPr>
          <w:szCs w:val="20"/>
        </w:rPr>
        <w:t>voici la vérité</w:t>
      </w:r>
      <w:r w:rsidRPr="00A4769E">
        <w:rPr>
          <w:szCs w:val="20"/>
        </w:rPr>
        <w:t xml:space="preserve">, </w:t>
      </w:r>
      <w:r w:rsidR="001B73FA" w:rsidRPr="001B73FA">
        <w:rPr>
          <w:szCs w:val="20"/>
        </w:rPr>
        <w:t>dit mon père</w:t>
      </w:r>
      <w:r w:rsidRPr="00A4769E">
        <w:rPr>
          <w:szCs w:val="20"/>
        </w:rPr>
        <w:t xml:space="preserve">. </w:t>
      </w:r>
      <w:r w:rsidR="001B73FA" w:rsidRPr="001B73FA">
        <w:rPr>
          <w:szCs w:val="20"/>
        </w:rPr>
        <w:t>La blessure est vilaine</w:t>
      </w:r>
      <w:r w:rsidRPr="00A4769E">
        <w:rPr>
          <w:szCs w:val="20"/>
        </w:rPr>
        <w:t xml:space="preserve">, </w:t>
      </w:r>
      <w:r w:rsidR="001B73FA" w:rsidRPr="001B73FA">
        <w:rPr>
          <w:szCs w:val="20"/>
        </w:rPr>
        <w:t>surtout dans le dos</w:t>
      </w:r>
      <w:r w:rsidRPr="00A4769E">
        <w:rPr>
          <w:szCs w:val="20"/>
        </w:rPr>
        <w:t xml:space="preserve">. </w:t>
      </w:r>
      <w:r w:rsidR="001B73FA" w:rsidRPr="001B73FA">
        <w:rPr>
          <w:szCs w:val="20"/>
        </w:rPr>
        <w:t>Vous pensez bien que je ne l</w:t>
      </w:r>
      <w:r w:rsidRPr="00A4769E">
        <w:rPr>
          <w:szCs w:val="20"/>
        </w:rPr>
        <w:t>’</w:t>
      </w:r>
      <w:r w:rsidR="001B73FA" w:rsidRPr="001B73FA">
        <w:rPr>
          <w:szCs w:val="20"/>
        </w:rPr>
        <w:t>ai pas sondée</w:t>
      </w:r>
      <w:r w:rsidRPr="00A4769E">
        <w:rPr>
          <w:szCs w:val="20"/>
        </w:rPr>
        <w:t xml:space="preserve"> ; </w:t>
      </w:r>
      <w:r w:rsidR="001B73FA" w:rsidRPr="001B73FA">
        <w:rPr>
          <w:szCs w:val="20"/>
        </w:rPr>
        <w:t>il va falloir que je sorte le plomb qui est dedans</w:t>
      </w:r>
      <w:r w:rsidRPr="00A4769E">
        <w:rPr>
          <w:szCs w:val="20"/>
        </w:rPr>
        <w:t xml:space="preserve">. </w:t>
      </w:r>
      <w:r w:rsidR="001B73FA" w:rsidRPr="001B73FA">
        <w:rPr>
          <w:szCs w:val="20"/>
        </w:rPr>
        <w:t>Mais j</w:t>
      </w:r>
      <w:r w:rsidRPr="00A4769E">
        <w:rPr>
          <w:szCs w:val="20"/>
        </w:rPr>
        <w:t>’</w:t>
      </w:r>
      <w:r w:rsidR="001B73FA" w:rsidRPr="001B73FA">
        <w:rPr>
          <w:szCs w:val="20"/>
        </w:rPr>
        <w:t>habite à une lieue et demie d</w:t>
      </w:r>
      <w:r w:rsidRPr="00A4769E">
        <w:rPr>
          <w:szCs w:val="20"/>
        </w:rPr>
        <w:t>’</w:t>
      </w:r>
      <w:r w:rsidR="001B73FA" w:rsidRPr="001B73FA">
        <w:rPr>
          <w:szCs w:val="20"/>
        </w:rPr>
        <w:t>ici</w:t>
      </w:r>
      <w:r w:rsidRPr="00A4769E">
        <w:rPr>
          <w:szCs w:val="20"/>
        </w:rPr>
        <w:t xml:space="preserve">. </w:t>
      </w:r>
      <w:r w:rsidR="009A1855">
        <w:rPr>
          <w:szCs w:val="20"/>
        </w:rPr>
        <w:t>— </w:t>
      </w:r>
      <w:r w:rsidR="001B73FA" w:rsidRPr="001B73FA">
        <w:rPr>
          <w:szCs w:val="20"/>
        </w:rPr>
        <w:t>Je peux marcher</w:t>
      </w:r>
      <w:r w:rsidRPr="00A4769E">
        <w:rPr>
          <w:szCs w:val="20"/>
        </w:rPr>
        <w:t>.</w:t>
      </w:r>
      <w:r w:rsidR="00E118BC">
        <w:rPr>
          <w:szCs w:val="20"/>
        </w:rPr>
        <w:t> </w:t>
      </w:r>
      <w:r w:rsidR="009A1855">
        <w:rPr>
          <w:szCs w:val="20"/>
        </w:rPr>
        <w:t>—</w:t>
      </w:r>
      <w:r w:rsidR="00E118BC">
        <w:rPr>
          <w:szCs w:val="20"/>
        </w:rPr>
        <w:t xml:space="preserve"> </w:t>
      </w:r>
      <w:r w:rsidR="001B73FA" w:rsidRPr="001B73FA">
        <w:rPr>
          <w:szCs w:val="20"/>
        </w:rPr>
        <w:t>Au bout de cent mètres la douleur sera insupportable</w:t>
      </w:r>
      <w:r w:rsidRPr="00A4769E">
        <w:rPr>
          <w:szCs w:val="20"/>
        </w:rPr>
        <w:t xml:space="preserve">. </w:t>
      </w:r>
      <w:r w:rsidR="001B73FA" w:rsidRPr="001B73FA">
        <w:rPr>
          <w:szCs w:val="20"/>
        </w:rPr>
        <w:t>Chaque pas tapera sur votre épaule comme avec un marteau</w:t>
      </w:r>
      <w:r w:rsidRPr="00A4769E">
        <w:rPr>
          <w:szCs w:val="20"/>
        </w:rPr>
        <w:t xml:space="preserve">. </w:t>
      </w:r>
      <w:r w:rsidR="001B73FA" w:rsidRPr="001B73FA">
        <w:rPr>
          <w:szCs w:val="20"/>
        </w:rPr>
        <w:t>Croyez-moi</w:t>
      </w:r>
      <w:r w:rsidRPr="00A4769E">
        <w:rPr>
          <w:szCs w:val="20"/>
        </w:rPr>
        <w:t xml:space="preserve">, </w:t>
      </w:r>
      <w:r w:rsidR="001B73FA" w:rsidRPr="001B73FA">
        <w:rPr>
          <w:szCs w:val="20"/>
        </w:rPr>
        <w:t>vous n</w:t>
      </w:r>
      <w:r w:rsidRPr="00A4769E">
        <w:rPr>
          <w:szCs w:val="20"/>
        </w:rPr>
        <w:t>’</w:t>
      </w:r>
      <w:r w:rsidR="001B73FA" w:rsidRPr="001B73FA">
        <w:rPr>
          <w:szCs w:val="20"/>
        </w:rPr>
        <w:t>irez pas loin</w:t>
      </w:r>
      <w:r w:rsidRPr="00A4769E">
        <w:rPr>
          <w:szCs w:val="20"/>
        </w:rPr>
        <w:t xml:space="preserve">. </w:t>
      </w:r>
      <w:r w:rsidR="001B73FA" w:rsidRPr="001B73FA">
        <w:rPr>
          <w:szCs w:val="20"/>
        </w:rPr>
        <w:t>Ceci n</w:t>
      </w:r>
      <w:r w:rsidRPr="00A4769E">
        <w:rPr>
          <w:szCs w:val="20"/>
        </w:rPr>
        <w:t>’</w:t>
      </w:r>
      <w:r w:rsidR="001B73FA" w:rsidRPr="001B73FA">
        <w:rPr>
          <w:szCs w:val="20"/>
        </w:rPr>
        <w:t>est plus une question de caractère</w:t>
      </w:r>
      <w:r w:rsidRPr="00A4769E">
        <w:rPr>
          <w:szCs w:val="20"/>
        </w:rPr>
        <w:t xml:space="preserve">. </w:t>
      </w:r>
      <w:r w:rsidR="001B73FA" w:rsidRPr="001B73FA">
        <w:rPr>
          <w:szCs w:val="20"/>
        </w:rPr>
        <w:t>Vous sentez-vous capable de monter à cheval</w:t>
      </w:r>
      <w:r w:rsidRPr="00A4769E">
        <w:rPr>
          <w:szCs w:val="20"/>
        </w:rPr>
        <w:t xml:space="preserve"> ? </w:t>
      </w:r>
      <w:r w:rsidR="009A1855">
        <w:rPr>
          <w:szCs w:val="20"/>
        </w:rPr>
        <w:t>— </w:t>
      </w:r>
      <w:r w:rsidR="001B73FA" w:rsidRPr="001B73FA">
        <w:rPr>
          <w:szCs w:val="20"/>
        </w:rPr>
        <w:t>Fort bien</w:t>
      </w:r>
      <w:r w:rsidRPr="00A4769E">
        <w:rPr>
          <w:szCs w:val="20"/>
        </w:rPr>
        <w:t xml:space="preserve">, </w:t>
      </w:r>
      <w:r w:rsidR="001B73FA" w:rsidRPr="001B73FA">
        <w:rPr>
          <w:szCs w:val="20"/>
        </w:rPr>
        <w:t>dit-il</w:t>
      </w:r>
      <w:r w:rsidRPr="00A4769E">
        <w:rPr>
          <w:szCs w:val="20"/>
        </w:rPr>
        <w:t xml:space="preserve">, </w:t>
      </w:r>
      <w:r w:rsidR="001B73FA" w:rsidRPr="001B73FA">
        <w:rPr>
          <w:szCs w:val="20"/>
        </w:rPr>
        <w:t>mais je n</w:t>
      </w:r>
      <w:r w:rsidRPr="00A4769E">
        <w:rPr>
          <w:szCs w:val="20"/>
        </w:rPr>
        <w:t>’</w:t>
      </w:r>
      <w:r w:rsidR="001B73FA" w:rsidRPr="001B73FA">
        <w:rPr>
          <w:szCs w:val="20"/>
        </w:rPr>
        <w:t>en vois que deux</w:t>
      </w:r>
      <w:r w:rsidRPr="00A4769E">
        <w:rPr>
          <w:szCs w:val="20"/>
        </w:rPr>
        <w:t>.</w:t>
      </w:r>
      <w:r w:rsidR="001E53C2">
        <w:rPr>
          <w:szCs w:val="20"/>
        </w:rPr>
        <w:t> </w:t>
      </w:r>
      <w:r w:rsidR="009A1855">
        <w:rPr>
          <w:szCs w:val="20"/>
        </w:rPr>
        <w:t>—</w:t>
      </w:r>
      <w:r w:rsidR="001E53C2">
        <w:rPr>
          <w:szCs w:val="20"/>
        </w:rPr>
        <w:t xml:space="preserve"> </w:t>
      </w:r>
      <w:r w:rsidR="001B73FA" w:rsidRPr="001B73FA">
        <w:rPr>
          <w:szCs w:val="20"/>
        </w:rPr>
        <w:t>Et combien vous en faut-il</w:t>
      </w:r>
      <w:r w:rsidRPr="00A4769E">
        <w:rPr>
          <w:szCs w:val="20"/>
        </w:rPr>
        <w:t xml:space="preserve"> ? </w:t>
      </w:r>
      <w:r w:rsidR="001B73FA" w:rsidRPr="001B73FA">
        <w:rPr>
          <w:szCs w:val="20"/>
        </w:rPr>
        <w:t>dit mon père</w:t>
      </w:r>
      <w:r w:rsidRPr="00A4769E">
        <w:rPr>
          <w:szCs w:val="20"/>
        </w:rPr>
        <w:t xml:space="preserve">. </w:t>
      </w:r>
      <w:r w:rsidR="009A1855">
        <w:rPr>
          <w:szCs w:val="20"/>
        </w:rPr>
        <w:t>— </w:t>
      </w:r>
      <w:r w:rsidR="001B73FA" w:rsidRPr="001B73FA">
        <w:rPr>
          <w:szCs w:val="20"/>
        </w:rPr>
        <w:t>Je ne consentirai jamais</w:t>
      </w:r>
      <w:r w:rsidRPr="00A4769E">
        <w:rPr>
          <w:szCs w:val="20"/>
        </w:rPr>
        <w:t xml:space="preserve">, </w:t>
      </w:r>
      <w:r w:rsidR="001B73FA" w:rsidRPr="001B73FA">
        <w:rPr>
          <w:szCs w:val="20"/>
        </w:rPr>
        <w:t>dit l</w:t>
      </w:r>
      <w:r w:rsidRPr="00A4769E">
        <w:rPr>
          <w:szCs w:val="20"/>
        </w:rPr>
        <w:t>’</w:t>
      </w:r>
      <w:r w:rsidR="001B73FA" w:rsidRPr="001B73FA">
        <w:rPr>
          <w:szCs w:val="20"/>
        </w:rPr>
        <w:t>homme</w:t>
      </w:r>
      <w:r w:rsidRPr="00A4769E">
        <w:rPr>
          <w:szCs w:val="20"/>
        </w:rPr>
        <w:t xml:space="preserve">, </w:t>
      </w:r>
      <w:r w:rsidR="001B73FA" w:rsidRPr="001B73FA">
        <w:rPr>
          <w:szCs w:val="20"/>
        </w:rPr>
        <w:t>à ce que l</w:t>
      </w:r>
      <w:r w:rsidRPr="00A4769E">
        <w:rPr>
          <w:szCs w:val="20"/>
        </w:rPr>
        <w:t>’</w:t>
      </w:r>
      <w:r w:rsidR="001B73FA" w:rsidRPr="001B73FA">
        <w:rPr>
          <w:szCs w:val="20"/>
        </w:rPr>
        <w:t>un de vous deux aille à pied</w:t>
      </w:r>
      <w:r w:rsidRPr="00A4769E">
        <w:rPr>
          <w:szCs w:val="20"/>
        </w:rPr>
        <w:t>.</w:t>
      </w:r>
      <w:r w:rsidRPr="00A4769E">
        <w:rPr>
          <w:szCs w:val="20"/>
        </w:rPr>
        <w:t>”</w:t>
      </w:r>
      <w:r w:rsidR="001B73FA" w:rsidRPr="001B73FA">
        <w:rPr>
          <w:szCs w:val="20"/>
        </w:rPr>
        <w:t xml:space="preserve"> Malgré le crépuscule et l</w:t>
      </w:r>
      <w:r w:rsidRPr="00A4769E">
        <w:rPr>
          <w:szCs w:val="20"/>
        </w:rPr>
        <w:t>’</w:t>
      </w:r>
      <w:r w:rsidR="001B73FA" w:rsidRPr="001B73FA">
        <w:rPr>
          <w:szCs w:val="20"/>
        </w:rPr>
        <w:t>embrun du ravin tout rayé de pluie</w:t>
      </w:r>
      <w:r w:rsidRPr="00A4769E">
        <w:rPr>
          <w:szCs w:val="20"/>
        </w:rPr>
        <w:t xml:space="preserve">, </w:t>
      </w:r>
      <w:r w:rsidR="001B73FA" w:rsidRPr="001B73FA">
        <w:rPr>
          <w:szCs w:val="20"/>
        </w:rPr>
        <w:t>je le vis fort bien sourire</w:t>
      </w:r>
      <w:r w:rsidRPr="00A4769E">
        <w:rPr>
          <w:szCs w:val="20"/>
        </w:rPr>
        <w:t xml:space="preserve">. </w:t>
      </w:r>
      <w:r w:rsidR="001B73FA" w:rsidRPr="001B73FA">
        <w:rPr>
          <w:szCs w:val="20"/>
        </w:rPr>
        <w:t>Il était assez singulier de le voir s</w:t>
      </w:r>
      <w:r w:rsidRPr="00A4769E">
        <w:rPr>
          <w:szCs w:val="20"/>
        </w:rPr>
        <w:t>’</w:t>
      </w:r>
      <w:r w:rsidR="001B73FA" w:rsidRPr="001B73FA">
        <w:rPr>
          <w:szCs w:val="20"/>
        </w:rPr>
        <w:t>oublier ainsi dans autant de politesse</w:t>
      </w:r>
      <w:r w:rsidRPr="00A4769E">
        <w:rPr>
          <w:szCs w:val="20"/>
        </w:rPr>
        <w:t xml:space="preserve">. </w:t>
      </w:r>
      <w:r w:rsidR="001B73FA" w:rsidRPr="001B73FA">
        <w:rPr>
          <w:szCs w:val="20"/>
        </w:rPr>
        <w:t>Mais il était si naturel et si peu forcé que mon père lui dit simplement</w:t>
      </w:r>
      <w:r w:rsidRPr="00A4769E">
        <w:rPr>
          <w:szCs w:val="20"/>
        </w:rPr>
        <w:t xml:space="preserve"> : </w:t>
      </w:r>
      <w:r w:rsidR="001B73FA" w:rsidRPr="001B73FA">
        <w:rPr>
          <w:szCs w:val="20"/>
        </w:rPr>
        <w:t>“</w:t>
      </w:r>
      <w:r w:rsidR="001B73FA" w:rsidRPr="001B73FA">
        <w:rPr>
          <w:szCs w:val="20"/>
        </w:rPr>
        <w:t>Soyez sans inquiétude</w:t>
      </w:r>
      <w:r w:rsidRPr="00A4769E">
        <w:rPr>
          <w:szCs w:val="20"/>
        </w:rPr>
        <w:t xml:space="preserve">, </w:t>
      </w:r>
      <w:r w:rsidR="001B73FA" w:rsidRPr="001B73FA">
        <w:rPr>
          <w:szCs w:val="20"/>
        </w:rPr>
        <w:t>ma fille viendra en croupe derrière moi</w:t>
      </w:r>
      <w:r w:rsidRPr="00A4769E">
        <w:rPr>
          <w:szCs w:val="20"/>
        </w:rPr>
        <w:t>.</w:t>
      </w:r>
      <w:r w:rsidRPr="00A4769E">
        <w:rPr>
          <w:szCs w:val="20"/>
        </w:rPr>
        <w:t>”</w:t>
      </w:r>
      <w:r w:rsidR="001B73FA" w:rsidRPr="001B73FA">
        <w:rPr>
          <w:szCs w:val="20"/>
        </w:rPr>
        <w:t xml:space="preserve"> L</w:t>
      </w:r>
      <w:r w:rsidRPr="00A4769E">
        <w:rPr>
          <w:szCs w:val="20"/>
        </w:rPr>
        <w:t>’</w:t>
      </w:r>
      <w:r w:rsidR="001B73FA" w:rsidRPr="001B73FA">
        <w:rPr>
          <w:szCs w:val="20"/>
        </w:rPr>
        <w:t>homme se mit alors en selle sans aide</w:t>
      </w:r>
      <w:r w:rsidRPr="00A4769E">
        <w:rPr>
          <w:szCs w:val="20"/>
        </w:rPr>
        <w:t xml:space="preserve">. </w:t>
      </w:r>
      <w:r w:rsidR="001B73FA" w:rsidRPr="001B73FA">
        <w:rPr>
          <w:szCs w:val="20"/>
        </w:rPr>
        <w:t>Il eut la coquetterie de ne pas toucher aux guides</w:t>
      </w:r>
      <w:r w:rsidRPr="00A4769E">
        <w:rPr>
          <w:szCs w:val="20"/>
        </w:rPr>
        <w:t xml:space="preserve">. </w:t>
      </w:r>
      <w:r w:rsidR="001B73FA" w:rsidRPr="001B73FA">
        <w:rPr>
          <w:szCs w:val="20"/>
        </w:rPr>
        <w:t>Il est vrai que nous allions au pas</w:t>
      </w:r>
      <w:r w:rsidRPr="00A4769E">
        <w:rPr>
          <w:szCs w:val="20"/>
        </w:rPr>
        <w:t xml:space="preserve">. </w:t>
      </w:r>
      <w:r w:rsidR="001B73FA" w:rsidRPr="001B73FA">
        <w:rPr>
          <w:szCs w:val="20"/>
        </w:rPr>
        <w:t>Mais</w:t>
      </w:r>
      <w:r w:rsidRPr="00A4769E">
        <w:rPr>
          <w:szCs w:val="20"/>
        </w:rPr>
        <w:t xml:space="preserve">, </w:t>
      </w:r>
      <w:r w:rsidR="001B73FA" w:rsidRPr="001B73FA">
        <w:rPr>
          <w:szCs w:val="20"/>
        </w:rPr>
        <w:t>entre ses jambes ma jument qui craignait le tonnerre se mit à marcher paisiblement comme un chat</w:t>
      </w:r>
      <w:r w:rsidRPr="00A4769E">
        <w:rPr>
          <w:szCs w:val="20"/>
        </w:rPr>
        <w:t xml:space="preserve">. </w:t>
      </w:r>
      <w:r w:rsidR="001B73FA" w:rsidRPr="001B73FA">
        <w:rPr>
          <w:szCs w:val="20"/>
        </w:rPr>
        <w:t>Nous arrivâmes à la maison sans rencontrer personne</w:t>
      </w:r>
      <w:r w:rsidRPr="00A4769E">
        <w:rPr>
          <w:szCs w:val="20"/>
        </w:rPr>
        <w:t xml:space="preserve">, </w:t>
      </w:r>
      <w:r w:rsidR="001B73FA" w:rsidRPr="001B73FA">
        <w:rPr>
          <w:szCs w:val="20"/>
        </w:rPr>
        <w:t>à cause de l</w:t>
      </w:r>
      <w:r w:rsidRPr="00A4769E">
        <w:rPr>
          <w:szCs w:val="20"/>
        </w:rPr>
        <w:t>’</w:t>
      </w:r>
      <w:r w:rsidR="001B73FA" w:rsidRPr="001B73FA">
        <w:rPr>
          <w:szCs w:val="20"/>
        </w:rPr>
        <w:t>orage qui était devenu très noir et avait éteint toutes les lanternes des rues</w:t>
      </w:r>
      <w:r w:rsidRPr="00A4769E">
        <w:rPr>
          <w:szCs w:val="20"/>
        </w:rPr>
        <w:t>.</w:t>
      </w:r>
    </w:p>
    <w:p w14:paraId="1E8E87FE" w14:textId="518F9DAD" w:rsidR="00462692" w:rsidRPr="00A4769E" w:rsidRDefault="00462692" w:rsidP="001B73FA">
      <w:pPr>
        <w:rPr>
          <w:szCs w:val="20"/>
        </w:rPr>
      </w:pPr>
      <w:r w:rsidRPr="00A4769E">
        <w:rPr>
          <w:szCs w:val="20"/>
        </w:rPr>
        <w:t>« </w:t>
      </w:r>
      <w:r w:rsidR="001B73FA" w:rsidRPr="001B73FA">
        <w:rPr>
          <w:szCs w:val="20"/>
        </w:rPr>
        <w:t>Le soir même</w:t>
      </w:r>
      <w:r w:rsidRPr="00A4769E">
        <w:rPr>
          <w:szCs w:val="20"/>
        </w:rPr>
        <w:t xml:space="preserve">, </w:t>
      </w:r>
      <w:r w:rsidR="001B73FA" w:rsidRPr="001B73FA">
        <w:rPr>
          <w:szCs w:val="20"/>
        </w:rPr>
        <w:t>les deux balles étaient extraites</w:t>
      </w:r>
      <w:r w:rsidRPr="00A4769E">
        <w:rPr>
          <w:szCs w:val="20"/>
        </w:rPr>
        <w:t xml:space="preserve">. </w:t>
      </w:r>
      <w:r w:rsidR="001B73FA" w:rsidRPr="001B73FA">
        <w:rPr>
          <w:szCs w:val="20"/>
        </w:rPr>
        <w:t>Je dis deux</w:t>
      </w:r>
      <w:r w:rsidRPr="00A4769E">
        <w:rPr>
          <w:szCs w:val="20"/>
        </w:rPr>
        <w:t xml:space="preserve">, </w:t>
      </w:r>
      <w:r w:rsidR="001B73FA" w:rsidRPr="001B73FA">
        <w:rPr>
          <w:szCs w:val="20"/>
        </w:rPr>
        <w:t>car l</w:t>
      </w:r>
      <w:r w:rsidRPr="00A4769E">
        <w:rPr>
          <w:szCs w:val="20"/>
        </w:rPr>
        <w:t>’</w:t>
      </w:r>
      <w:r w:rsidR="001B73FA" w:rsidRPr="001B73FA">
        <w:rPr>
          <w:szCs w:val="20"/>
        </w:rPr>
        <w:t>homme avait une autre blessure à la hanche</w:t>
      </w:r>
      <w:r w:rsidRPr="00A4769E">
        <w:rPr>
          <w:szCs w:val="20"/>
        </w:rPr>
        <w:t xml:space="preserve">, </w:t>
      </w:r>
      <w:r w:rsidR="001B73FA" w:rsidRPr="001B73FA">
        <w:rPr>
          <w:szCs w:val="20"/>
        </w:rPr>
        <w:t xml:space="preserve">que </w:t>
      </w:r>
      <w:r w:rsidR="001B73FA" w:rsidRPr="001B73FA">
        <w:rPr>
          <w:szCs w:val="20"/>
        </w:rPr>
        <w:lastRenderedPageBreak/>
        <w:t>nous n</w:t>
      </w:r>
      <w:r w:rsidRPr="00A4769E">
        <w:rPr>
          <w:szCs w:val="20"/>
        </w:rPr>
        <w:t>’</w:t>
      </w:r>
      <w:r w:rsidR="001B73FA" w:rsidRPr="001B73FA">
        <w:rPr>
          <w:szCs w:val="20"/>
        </w:rPr>
        <w:t>avions pas vue</w:t>
      </w:r>
      <w:r w:rsidRPr="00A4769E">
        <w:rPr>
          <w:szCs w:val="20"/>
        </w:rPr>
        <w:t xml:space="preserve">. </w:t>
      </w:r>
      <w:r w:rsidR="001B73FA" w:rsidRPr="001B73FA">
        <w:rPr>
          <w:szCs w:val="20"/>
        </w:rPr>
        <w:t>“</w:t>
      </w:r>
      <w:r w:rsidR="001B73FA" w:rsidRPr="001B73FA">
        <w:rPr>
          <w:szCs w:val="20"/>
        </w:rPr>
        <w:t>Impossible de le supposer</w:t>
      </w:r>
      <w:r w:rsidRPr="00A4769E">
        <w:rPr>
          <w:szCs w:val="20"/>
        </w:rPr>
        <w:t xml:space="preserve">, </w:t>
      </w:r>
      <w:r w:rsidR="001B73FA" w:rsidRPr="001B73FA">
        <w:rPr>
          <w:szCs w:val="20"/>
        </w:rPr>
        <w:t>me dit mon père</w:t>
      </w:r>
      <w:r w:rsidRPr="00A4769E">
        <w:rPr>
          <w:szCs w:val="20"/>
        </w:rPr>
        <w:t xml:space="preserve">, </w:t>
      </w:r>
      <w:r w:rsidR="001B73FA" w:rsidRPr="001B73FA">
        <w:rPr>
          <w:szCs w:val="20"/>
        </w:rPr>
        <w:t>souviens-toi comment il s</w:t>
      </w:r>
      <w:r w:rsidRPr="00A4769E">
        <w:rPr>
          <w:szCs w:val="20"/>
        </w:rPr>
        <w:t>’</w:t>
      </w:r>
      <w:r w:rsidR="001B73FA" w:rsidRPr="001B73FA">
        <w:rPr>
          <w:szCs w:val="20"/>
        </w:rPr>
        <w:t>est tenu à cheval</w:t>
      </w:r>
      <w:r w:rsidRPr="00A4769E">
        <w:rPr>
          <w:szCs w:val="20"/>
        </w:rPr>
        <w:t xml:space="preserve">. </w:t>
      </w:r>
      <w:r w:rsidR="001B73FA" w:rsidRPr="001B73FA">
        <w:rPr>
          <w:szCs w:val="20"/>
        </w:rPr>
        <w:t>Cet homme-là est un Chinois</w:t>
      </w:r>
      <w:r w:rsidRPr="00A4769E">
        <w:rPr>
          <w:szCs w:val="20"/>
        </w:rPr>
        <w:t>.</w:t>
      </w:r>
      <w:r w:rsidRPr="00A4769E">
        <w:rPr>
          <w:szCs w:val="20"/>
        </w:rPr>
        <w:t>”</w:t>
      </w:r>
      <w:r w:rsidR="001B73FA" w:rsidRPr="001B73FA">
        <w:rPr>
          <w:szCs w:val="20"/>
        </w:rPr>
        <w:t xml:space="preserve"> Tout était si étrange depuis le moment où</w:t>
      </w:r>
      <w:r w:rsidRPr="00A4769E">
        <w:rPr>
          <w:szCs w:val="20"/>
        </w:rPr>
        <w:t xml:space="preserve">, </w:t>
      </w:r>
      <w:r w:rsidR="001B73FA" w:rsidRPr="001B73FA">
        <w:rPr>
          <w:szCs w:val="20"/>
        </w:rPr>
        <w:t>à travers la brume de l</w:t>
      </w:r>
      <w:r w:rsidRPr="00A4769E">
        <w:rPr>
          <w:szCs w:val="20"/>
        </w:rPr>
        <w:t>’</w:t>
      </w:r>
      <w:r w:rsidR="001B73FA" w:rsidRPr="001B73FA">
        <w:rPr>
          <w:szCs w:val="20"/>
        </w:rPr>
        <w:t>orage</w:t>
      </w:r>
      <w:r w:rsidRPr="00A4769E">
        <w:rPr>
          <w:szCs w:val="20"/>
        </w:rPr>
        <w:t xml:space="preserve">, </w:t>
      </w:r>
      <w:r w:rsidR="001B73FA" w:rsidRPr="001B73FA">
        <w:rPr>
          <w:szCs w:val="20"/>
        </w:rPr>
        <w:t>j</w:t>
      </w:r>
      <w:r w:rsidRPr="00A4769E">
        <w:rPr>
          <w:szCs w:val="20"/>
        </w:rPr>
        <w:t>’</w:t>
      </w:r>
      <w:r w:rsidR="001B73FA" w:rsidRPr="001B73FA">
        <w:rPr>
          <w:szCs w:val="20"/>
        </w:rPr>
        <w:t>avais aperçu les jambes de l</w:t>
      </w:r>
      <w:r w:rsidRPr="00A4769E">
        <w:rPr>
          <w:szCs w:val="20"/>
        </w:rPr>
        <w:t>’</w:t>
      </w:r>
      <w:r w:rsidR="001B73FA" w:rsidRPr="001B73FA">
        <w:rPr>
          <w:szCs w:val="20"/>
        </w:rPr>
        <w:t>homme flottant dans le torrent</w:t>
      </w:r>
      <w:r w:rsidRPr="00A4769E">
        <w:rPr>
          <w:szCs w:val="20"/>
        </w:rPr>
        <w:t xml:space="preserve">, </w:t>
      </w:r>
      <w:r w:rsidR="001B73FA" w:rsidRPr="001B73FA">
        <w:rPr>
          <w:szCs w:val="20"/>
        </w:rPr>
        <w:t>j</w:t>
      </w:r>
      <w:r w:rsidRPr="00A4769E">
        <w:rPr>
          <w:szCs w:val="20"/>
        </w:rPr>
        <w:t>’</w:t>
      </w:r>
      <w:r w:rsidR="001B73FA" w:rsidRPr="001B73FA">
        <w:rPr>
          <w:szCs w:val="20"/>
        </w:rPr>
        <w:t>étais si impressionnée par le silence hautain avec lequel cet homme souffrait</w:t>
      </w:r>
      <w:r w:rsidRPr="00A4769E">
        <w:rPr>
          <w:szCs w:val="20"/>
        </w:rPr>
        <w:t xml:space="preserve">, </w:t>
      </w:r>
      <w:r w:rsidR="001B73FA" w:rsidRPr="001B73FA">
        <w:rPr>
          <w:szCs w:val="20"/>
        </w:rPr>
        <w:t>que je demandai bêtement et un peu déçue si c</w:t>
      </w:r>
      <w:r w:rsidRPr="00A4769E">
        <w:rPr>
          <w:szCs w:val="20"/>
        </w:rPr>
        <w:t>’</w:t>
      </w:r>
      <w:r w:rsidR="001B73FA" w:rsidRPr="001B73FA">
        <w:rPr>
          <w:szCs w:val="20"/>
        </w:rPr>
        <w:t>était vraiment un Chinois</w:t>
      </w:r>
      <w:r w:rsidRPr="00A4769E">
        <w:rPr>
          <w:szCs w:val="20"/>
        </w:rPr>
        <w:t xml:space="preserve">. </w:t>
      </w:r>
      <w:r w:rsidR="001B73FA" w:rsidRPr="001B73FA">
        <w:rPr>
          <w:szCs w:val="20"/>
        </w:rPr>
        <w:t>“</w:t>
      </w:r>
      <w:r w:rsidR="001B73FA" w:rsidRPr="001B73FA">
        <w:rPr>
          <w:szCs w:val="20"/>
        </w:rPr>
        <w:t>J</w:t>
      </w:r>
      <w:r w:rsidRPr="00A4769E">
        <w:rPr>
          <w:szCs w:val="20"/>
        </w:rPr>
        <w:t>’</w:t>
      </w:r>
      <w:r w:rsidR="001B73FA" w:rsidRPr="001B73FA">
        <w:rPr>
          <w:szCs w:val="20"/>
        </w:rPr>
        <w:t>ai voulu dire</w:t>
      </w:r>
      <w:r w:rsidRPr="00A4769E">
        <w:rPr>
          <w:szCs w:val="20"/>
        </w:rPr>
        <w:t xml:space="preserve">, </w:t>
      </w:r>
      <w:r w:rsidR="001B73FA" w:rsidRPr="001B73FA">
        <w:rPr>
          <w:szCs w:val="20"/>
        </w:rPr>
        <w:t>dit mon père</w:t>
      </w:r>
      <w:r w:rsidRPr="00A4769E">
        <w:rPr>
          <w:szCs w:val="20"/>
        </w:rPr>
        <w:t xml:space="preserve">, </w:t>
      </w:r>
      <w:r w:rsidR="001B73FA" w:rsidRPr="001B73FA">
        <w:rPr>
          <w:szCs w:val="20"/>
        </w:rPr>
        <w:t>qu</w:t>
      </w:r>
      <w:r w:rsidRPr="00A4769E">
        <w:rPr>
          <w:szCs w:val="20"/>
        </w:rPr>
        <w:t>’</w:t>
      </w:r>
      <w:r w:rsidR="001B73FA" w:rsidRPr="001B73FA">
        <w:rPr>
          <w:szCs w:val="20"/>
        </w:rPr>
        <w:t>il a une noblesse</w:t>
      </w:r>
      <w:r w:rsidRPr="00A4769E">
        <w:rPr>
          <w:szCs w:val="20"/>
        </w:rPr>
        <w:t xml:space="preserve">, </w:t>
      </w:r>
      <w:r w:rsidR="001B73FA" w:rsidRPr="001B73FA">
        <w:rPr>
          <w:szCs w:val="20"/>
        </w:rPr>
        <w:t>un courage et une force de caractère comme seules peuvent en donner de très vieilles méthodes de vie</w:t>
      </w:r>
      <w:r w:rsidRPr="00A4769E">
        <w:rPr>
          <w:szCs w:val="20"/>
        </w:rPr>
        <w:t xml:space="preserve">. </w:t>
      </w:r>
      <w:r w:rsidR="001B73FA" w:rsidRPr="001B73FA">
        <w:rPr>
          <w:szCs w:val="20"/>
        </w:rPr>
        <w:t>Pour le reste</w:t>
      </w:r>
      <w:r w:rsidRPr="00A4769E">
        <w:rPr>
          <w:szCs w:val="20"/>
        </w:rPr>
        <w:t xml:space="preserve">, </w:t>
      </w:r>
      <w:r w:rsidR="001B73FA" w:rsidRPr="001B73FA">
        <w:rPr>
          <w:szCs w:val="20"/>
        </w:rPr>
        <w:t>ma fille</w:t>
      </w:r>
      <w:r w:rsidRPr="00A4769E">
        <w:rPr>
          <w:szCs w:val="20"/>
        </w:rPr>
        <w:t xml:space="preserve">, </w:t>
      </w:r>
      <w:r w:rsidR="001B73FA" w:rsidRPr="001B73FA">
        <w:rPr>
          <w:szCs w:val="20"/>
        </w:rPr>
        <w:t>il est probablement des environs</w:t>
      </w:r>
      <w:r w:rsidRPr="00A4769E">
        <w:rPr>
          <w:szCs w:val="20"/>
        </w:rPr>
        <w:t xml:space="preserve">, </w:t>
      </w:r>
      <w:r w:rsidR="001B73FA" w:rsidRPr="001B73FA">
        <w:rPr>
          <w:szCs w:val="20"/>
        </w:rPr>
        <w:t>mais il n</w:t>
      </w:r>
      <w:r w:rsidRPr="00A4769E">
        <w:rPr>
          <w:szCs w:val="20"/>
        </w:rPr>
        <w:t>’</w:t>
      </w:r>
      <w:r w:rsidR="001B73FA" w:rsidRPr="001B73FA">
        <w:rPr>
          <w:szCs w:val="20"/>
        </w:rPr>
        <w:t>a pas dit un mot et</w:t>
      </w:r>
      <w:r w:rsidRPr="00A4769E">
        <w:rPr>
          <w:szCs w:val="20"/>
        </w:rPr>
        <w:t xml:space="preserve">, </w:t>
      </w:r>
      <w:r w:rsidR="001B73FA" w:rsidRPr="001B73FA">
        <w:rPr>
          <w:szCs w:val="20"/>
        </w:rPr>
        <w:t>par Dieu</w:t>
      </w:r>
      <w:r w:rsidRPr="00A4769E">
        <w:rPr>
          <w:szCs w:val="20"/>
        </w:rPr>
        <w:t xml:space="preserve">, </w:t>
      </w:r>
      <w:r w:rsidR="001B73FA" w:rsidRPr="001B73FA">
        <w:rPr>
          <w:szCs w:val="20"/>
        </w:rPr>
        <w:t>ce n</w:t>
      </w:r>
      <w:r w:rsidRPr="00A4769E">
        <w:rPr>
          <w:szCs w:val="20"/>
        </w:rPr>
        <w:t>’</w:t>
      </w:r>
      <w:r w:rsidR="001B73FA" w:rsidRPr="001B73FA">
        <w:rPr>
          <w:szCs w:val="20"/>
        </w:rPr>
        <w:t>est pas moi qui l</w:t>
      </w:r>
      <w:r w:rsidRPr="00A4769E">
        <w:rPr>
          <w:szCs w:val="20"/>
        </w:rPr>
        <w:t>’</w:t>
      </w:r>
      <w:r w:rsidR="001B73FA" w:rsidRPr="001B73FA">
        <w:rPr>
          <w:szCs w:val="20"/>
        </w:rPr>
        <w:t>interrogerai</w:t>
      </w:r>
      <w:r w:rsidRPr="00A4769E">
        <w:rPr>
          <w:szCs w:val="20"/>
        </w:rPr>
        <w:t>.</w:t>
      </w:r>
      <w:r w:rsidRPr="00A4769E">
        <w:rPr>
          <w:szCs w:val="20"/>
        </w:rPr>
        <w:t>”</w:t>
      </w:r>
      <w:r w:rsidR="001B73FA" w:rsidRPr="001B73FA">
        <w:rPr>
          <w:szCs w:val="20"/>
        </w:rPr>
        <w:t xml:space="preserve"> Je demandai s</w:t>
      </w:r>
      <w:r w:rsidRPr="00A4769E">
        <w:rPr>
          <w:szCs w:val="20"/>
        </w:rPr>
        <w:t>’</w:t>
      </w:r>
      <w:r w:rsidR="001B73FA" w:rsidRPr="001B73FA">
        <w:rPr>
          <w:szCs w:val="20"/>
        </w:rPr>
        <w:t>il allait guérir</w:t>
      </w:r>
      <w:r w:rsidRPr="00A4769E">
        <w:rPr>
          <w:szCs w:val="20"/>
        </w:rPr>
        <w:t xml:space="preserve">. </w:t>
      </w:r>
      <w:r w:rsidR="001B73FA" w:rsidRPr="001B73FA">
        <w:rPr>
          <w:szCs w:val="20"/>
        </w:rPr>
        <w:t>“</w:t>
      </w:r>
      <w:r w:rsidR="001B73FA" w:rsidRPr="001B73FA">
        <w:rPr>
          <w:szCs w:val="20"/>
        </w:rPr>
        <w:t>Très vite</w:t>
      </w:r>
      <w:r w:rsidRPr="00A4769E">
        <w:rPr>
          <w:szCs w:val="20"/>
        </w:rPr>
        <w:t xml:space="preserve">, </w:t>
      </w:r>
      <w:r w:rsidR="001B73FA" w:rsidRPr="001B73FA">
        <w:rPr>
          <w:szCs w:val="20"/>
        </w:rPr>
        <w:t>dit mon père</w:t>
      </w:r>
      <w:r w:rsidRPr="00A4769E">
        <w:rPr>
          <w:szCs w:val="20"/>
        </w:rPr>
        <w:t xml:space="preserve">. </w:t>
      </w:r>
      <w:r w:rsidR="001B73FA" w:rsidRPr="001B73FA">
        <w:rPr>
          <w:szCs w:val="20"/>
        </w:rPr>
        <w:t>Je n</w:t>
      </w:r>
      <w:r w:rsidRPr="00A4769E">
        <w:rPr>
          <w:szCs w:val="20"/>
        </w:rPr>
        <w:t>’</w:t>
      </w:r>
      <w:r w:rsidR="001B73FA" w:rsidRPr="001B73FA">
        <w:rPr>
          <w:szCs w:val="20"/>
        </w:rPr>
        <w:t>ai jamais vu un corps plus sain</w:t>
      </w:r>
      <w:r w:rsidRPr="00A4769E">
        <w:rPr>
          <w:szCs w:val="20"/>
        </w:rPr>
        <w:t>.</w:t>
      </w:r>
      <w:r w:rsidRPr="00A4769E">
        <w:rPr>
          <w:szCs w:val="20"/>
        </w:rPr>
        <w:t>”</w:t>
      </w:r>
      <w:r w:rsidR="001B73FA" w:rsidRPr="001B73FA">
        <w:rPr>
          <w:szCs w:val="20"/>
        </w:rPr>
        <w:t xml:space="preserve"> Il resta cependant quelques jours couché dans une petite chambre du deuxième étage de notre maison</w:t>
      </w:r>
      <w:r w:rsidRPr="00A4769E">
        <w:rPr>
          <w:szCs w:val="20"/>
        </w:rPr>
        <w:t xml:space="preserve">. </w:t>
      </w:r>
      <w:r w:rsidR="001B73FA" w:rsidRPr="001B73FA">
        <w:rPr>
          <w:szCs w:val="20"/>
        </w:rPr>
        <w:t>J</w:t>
      </w:r>
      <w:r w:rsidRPr="00A4769E">
        <w:rPr>
          <w:szCs w:val="20"/>
        </w:rPr>
        <w:t>’</w:t>
      </w:r>
      <w:r w:rsidR="001B73FA" w:rsidRPr="001B73FA">
        <w:rPr>
          <w:szCs w:val="20"/>
        </w:rPr>
        <w:t>étais très curieuse de le revoir</w:t>
      </w:r>
      <w:r w:rsidRPr="00A4769E">
        <w:rPr>
          <w:szCs w:val="20"/>
        </w:rPr>
        <w:t>.</w:t>
      </w:r>
    </w:p>
    <w:p w14:paraId="5D03E29B" w14:textId="77777777" w:rsidR="00462692" w:rsidRPr="00A4769E" w:rsidRDefault="00462692" w:rsidP="001B73FA">
      <w:pPr>
        <w:rPr>
          <w:szCs w:val="20"/>
        </w:rPr>
      </w:pPr>
      <w:r w:rsidRPr="00A4769E">
        <w:rPr>
          <w:szCs w:val="20"/>
        </w:rPr>
        <w:t>« </w:t>
      </w:r>
      <w:r w:rsidR="001B73FA" w:rsidRPr="001B73FA">
        <w:rPr>
          <w:szCs w:val="20"/>
        </w:rPr>
        <w:t>Notre vieille bonne lui portait ses repas</w:t>
      </w:r>
      <w:r w:rsidRPr="00A4769E">
        <w:rPr>
          <w:szCs w:val="20"/>
        </w:rPr>
        <w:t xml:space="preserve">. </w:t>
      </w:r>
      <w:r w:rsidR="001B73FA" w:rsidRPr="001B73FA">
        <w:rPr>
          <w:szCs w:val="20"/>
        </w:rPr>
        <w:t>Mais un jour je m</w:t>
      </w:r>
      <w:r w:rsidRPr="00A4769E">
        <w:rPr>
          <w:szCs w:val="20"/>
        </w:rPr>
        <w:t>’</w:t>
      </w:r>
      <w:r w:rsidR="001B73FA" w:rsidRPr="001B73FA">
        <w:rPr>
          <w:szCs w:val="20"/>
        </w:rPr>
        <w:t>emparai du plateau et montai moi-même</w:t>
      </w:r>
      <w:r w:rsidRPr="00A4769E">
        <w:rPr>
          <w:szCs w:val="20"/>
        </w:rPr>
        <w:t xml:space="preserve">. </w:t>
      </w:r>
      <w:r w:rsidR="001B73FA" w:rsidRPr="001B73FA">
        <w:rPr>
          <w:szCs w:val="20"/>
        </w:rPr>
        <w:t>On avait tiré les persiennes</w:t>
      </w:r>
      <w:r w:rsidRPr="00A4769E">
        <w:rPr>
          <w:szCs w:val="20"/>
        </w:rPr>
        <w:t xml:space="preserve">, </w:t>
      </w:r>
      <w:r w:rsidR="001B73FA" w:rsidRPr="001B73FA">
        <w:rPr>
          <w:szCs w:val="20"/>
        </w:rPr>
        <w:t>et d</w:t>
      </w:r>
      <w:r w:rsidRPr="00A4769E">
        <w:rPr>
          <w:szCs w:val="20"/>
        </w:rPr>
        <w:t>’</w:t>
      </w:r>
      <w:r w:rsidR="001B73FA" w:rsidRPr="001B73FA">
        <w:rPr>
          <w:szCs w:val="20"/>
        </w:rPr>
        <w:t>ailleurs cette chambre était encore obscurcie par le feuillage d</w:t>
      </w:r>
      <w:r w:rsidRPr="00A4769E">
        <w:rPr>
          <w:szCs w:val="20"/>
        </w:rPr>
        <w:t>’</w:t>
      </w:r>
      <w:r w:rsidR="001B73FA" w:rsidRPr="001B73FA">
        <w:rPr>
          <w:szCs w:val="20"/>
        </w:rPr>
        <w:t>un marronnier qui touchait la fenêtre</w:t>
      </w:r>
      <w:r w:rsidRPr="00A4769E">
        <w:rPr>
          <w:szCs w:val="20"/>
        </w:rPr>
        <w:t xml:space="preserve">. </w:t>
      </w:r>
      <w:r w:rsidR="001B73FA" w:rsidRPr="001B73FA">
        <w:rPr>
          <w:szCs w:val="20"/>
        </w:rPr>
        <w:t>Je ne le vis pas autant que je l</w:t>
      </w:r>
      <w:r w:rsidRPr="00A4769E">
        <w:rPr>
          <w:szCs w:val="20"/>
        </w:rPr>
        <w:t>’</w:t>
      </w:r>
      <w:r w:rsidR="001B73FA" w:rsidRPr="001B73FA">
        <w:rPr>
          <w:szCs w:val="20"/>
        </w:rPr>
        <w:t>aurais voulu et il refusa obstinément d</w:t>
      </w:r>
      <w:r w:rsidRPr="00A4769E">
        <w:rPr>
          <w:szCs w:val="20"/>
        </w:rPr>
        <w:t>’</w:t>
      </w:r>
      <w:r w:rsidR="001B73FA" w:rsidRPr="001B73FA">
        <w:rPr>
          <w:szCs w:val="20"/>
        </w:rPr>
        <w:t>être servi par moi</w:t>
      </w:r>
      <w:r w:rsidRPr="00A4769E">
        <w:rPr>
          <w:szCs w:val="20"/>
        </w:rPr>
        <w:t xml:space="preserve">. </w:t>
      </w:r>
      <w:r w:rsidR="001B73FA" w:rsidRPr="001B73FA">
        <w:rPr>
          <w:szCs w:val="20"/>
        </w:rPr>
        <w:t>Il me fallut redescendre et dire à Nathalie d</w:t>
      </w:r>
      <w:r w:rsidRPr="00A4769E">
        <w:rPr>
          <w:szCs w:val="20"/>
        </w:rPr>
        <w:t>’</w:t>
      </w:r>
      <w:r w:rsidR="001B73FA" w:rsidRPr="001B73FA">
        <w:rPr>
          <w:szCs w:val="20"/>
        </w:rPr>
        <w:t>aller lui couper sa viande</w:t>
      </w:r>
      <w:r w:rsidRPr="00A4769E">
        <w:rPr>
          <w:szCs w:val="20"/>
        </w:rPr>
        <w:t>.</w:t>
      </w:r>
    </w:p>
    <w:p w14:paraId="79192B26" w14:textId="2225BEB3" w:rsidR="001B73FA" w:rsidRPr="001B73FA" w:rsidRDefault="00462692" w:rsidP="001B73FA">
      <w:pPr>
        <w:rPr>
          <w:szCs w:val="20"/>
        </w:rPr>
      </w:pPr>
      <w:r w:rsidRPr="00A4769E">
        <w:rPr>
          <w:szCs w:val="20"/>
        </w:rPr>
        <w:t>« </w:t>
      </w:r>
      <w:r w:rsidR="001B73FA" w:rsidRPr="001B73FA">
        <w:rPr>
          <w:szCs w:val="20"/>
        </w:rPr>
        <w:t>Il y avait une semaine qu</w:t>
      </w:r>
      <w:r w:rsidRPr="00A4769E">
        <w:rPr>
          <w:szCs w:val="20"/>
        </w:rPr>
        <w:t>’</w:t>
      </w:r>
      <w:r w:rsidR="001B73FA" w:rsidRPr="001B73FA">
        <w:rPr>
          <w:szCs w:val="20"/>
        </w:rPr>
        <w:t>il était chez nous et il commençait à se lever dans sa chambre</w:t>
      </w:r>
      <w:r w:rsidRPr="00A4769E">
        <w:rPr>
          <w:szCs w:val="20"/>
        </w:rPr>
        <w:t xml:space="preserve">. </w:t>
      </w:r>
      <w:r w:rsidR="001B73FA" w:rsidRPr="001B73FA">
        <w:rPr>
          <w:szCs w:val="20"/>
        </w:rPr>
        <w:t>Au bruit</w:t>
      </w:r>
      <w:r w:rsidRPr="00A4769E">
        <w:rPr>
          <w:szCs w:val="20"/>
        </w:rPr>
        <w:t xml:space="preserve">, </w:t>
      </w:r>
      <w:r w:rsidR="001B73FA" w:rsidRPr="001B73FA">
        <w:rPr>
          <w:szCs w:val="20"/>
        </w:rPr>
        <w:t>je pouvais comprendre qu</w:t>
      </w:r>
      <w:r w:rsidRPr="00A4769E">
        <w:rPr>
          <w:szCs w:val="20"/>
        </w:rPr>
        <w:t>’</w:t>
      </w:r>
      <w:r w:rsidR="001B73FA" w:rsidRPr="001B73FA">
        <w:rPr>
          <w:szCs w:val="20"/>
        </w:rPr>
        <w:t>il venait s</w:t>
      </w:r>
      <w:r w:rsidRPr="00A4769E">
        <w:rPr>
          <w:szCs w:val="20"/>
        </w:rPr>
        <w:t>’</w:t>
      </w:r>
      <w:r w:rsidR="001B73FA" w:rsidRPr="001B73FA">
        <w:rPr>
          <w:szCs w:val="20"/>
        </w:rPr>
        <w:t>asseoir devant la fenêtre</w:t>
      </w:r>
      <w:r w:rsidRPr="00A4769E">
        <w:rPr>
          <w:szCs w:val="20"/>
        </w:rPr>
        <w:t xml:space="preserve">. </w:t>
      </w:r>
      <w:r w:rsidR="001B73FA" w:rsidRPr="001B73FA">
        <w:rPr>
          <w:szCs w:val="20"/>
        </w:rPr>
        <w:t>Je ne vous ai pas dit que c</w:t>
      </w:r>
      <w:r w:rsidRPr="00A4769E">
        <w:rPr>
          <w:szCs w:val="20"/>
        </w:rPr>
        <w:t>’</w:t>
      </w:r>
      <w:r w:rsidR="001B73FA" w:rsidRPr="001B73FA">
        <w:rPr>
          <w:szCs w:val="20"/>
        </w:rPr>
        <w:t>était mai</w:t>
      </w:r>
      <w:r w:rsidRPr="00A4769E">
        <w:rPr>
          <w:szCs w:val="20"/>
        </w:rPr>
        <w:t xml:space="preserve">. </w:t>
      </w:r>
      <w:r w:rsidR="001B73FA" w:rsidRPr="001B73FA">
        <w:rPr>
          <w:szCs w:val="20"/>
        </w:rPr>
        <w:t>Il faisait beau et j</w:t>
      </w:r>
      <w:r w:rsidRPr="00A4769E">
        <w:rPr>
          <w:szCs w:val="20"/>
        </w:rPr>
        <w:t>’</w:t>
      </w:r>
      <w:r w:rsidR="001B73FA" w:rsidRPr="001B73FA">
        <w:rPr>
          <w:szCs w:val="20"/>
        </w:rPr>
        <w:t>allais tous les soirs me promener dans l</w:t>
      </w:r>
      <w:r w:rsidRPr="00A4769E">
        <w:rPr>
          <w:szCs w:val="20"/>
        </w:rPr>
        <w:t>’</w:t>
      </w:r>
      <w:r w:rsidR="001B73FA" w:rsidRPr="001B73FA">
        <w:rPr>
          <w:szCs w:val="20"/>
        </w:rPr>
        <w:t>allée de tilleuls qui monte vers le vieil hospice</w:t>
      </w:r>
      <w:r w:rsidRPr="00A4769E">
        <w:rPr>
          <w:szCs w:val="20"/>
        </w:rPr>
        <w:t xml:space="preserve">. </w:t>
      </w:r>
      <w:r w:rsidR="001B73FA" w:rsidRPr="001B73FA">
        <w:rPr>
          <w:szCs w:val="20"/>
        </w:rPr>
        <w:t>C</w:t>
      </w:r>
      <w:r w:rsidRPr="00A4769E">
        <w:rPr>
          <w:szCs w:val="20"/>
        </w:rPr>
        <w:t>’</w:t>
      </w:r>
      <w:r w:rsidR="001B73FA" w:rsidRPr="001B73FA">
        <w:rPr>
          <w:szCs w:val="20"/>
        </w:rPr>
        <w:t>est une coutume du pays</w:t>
      </w:r>
      <w:r w:rsidRPr="00A4769E">
        <w:rPr>
          <w:szCs w:val="20"/>
        </w:rPr>
        <w:t xml:space="preserve">. </w:t>
      </w:r>
      <w:r w:rsidR="001B73FA" w:rsidRPr="001B73FA">
        <w:rPr>
          <w:szCs w:val="20"/>
        </w:rPr>
        <w:t>J</w:t>
      </w:r>
      <w:r w:rsidRPr="00A4769E">
        <w:rPr>
          <w:szCs w:val="20"/>
        </w:rPr>
        <w:t>’</w:t>
      </w:r>
      <w:r w:rsidR="001B73FA" w:rsidRPr="001B73FA">
        <w:rPr>
          <w:szCs w:val="20"/>
        </w:rPr>
        <w:t>y étais avec mes amies</w:t>
      </w:r>
      <w:r w:rsidRPr="00A4769E">
        <w:rPr>
          <w:szCs w:val="20"/>
        </w:rPr>
        <w:t xml:space="preserve">. </w:t>
      </w:r>
      <w:r w:rsidR="001B73FA" w:rsidRPr="001B73FA">
        <w:rPr>
          <w:szCs w:val="20"/>
        </w:rPr>
        <w:t>On faisait une sorte de toilette et les jeunes gens nous regardaient</w:t>
      </w:r>
      <w:r w:rsidRPr="00A4769E">
        <w:rPr>
          <w:szCs w:val="20"/>
        </w:rPr>
        <w:t xml:space="preserve">. </w:t>
      </w:r>
      <w:r w:rsidR="001B73FA" w:rsidRPr="001B73FA">
        <w:rPr>
          <w:szCs w:val="20"/>
        </w:rPr>
        <w:t xml:space="preserve">Il y avait aussi sous ces ombrages des jeux </w:t>
      </w:r>
      <w:r w:rsidR="001B73FA" w:rsidRPr="001B73FA">
        <w:rPr>
          <w:szCs w:val="20"/>
        </w:rPr>
        <w:lastRenderedPageBreak/>
        <w:t>de grâce auxquels nous prenions part</w:t>
      </w:r>
      <w:r w:rsidRPr="00A4769E">
        <w:rPr>
          <w:szCs w:val="20"/>
        </w:rPr>
        <w:t xml:space="preserve">. </w:t>
      </w:r>
      <w:r w:rsidR="001B73FA" w:rsidRPr="001B73FA">
        <w:rPr>
          <w:szCs w:val="20"/>
        </w:rPr>
        <w:t>Je suis déliée et j</w:t>
      </w:r>
      <w:r w:rsidRPr="00A4769E">
        <w:rPr>
          <w:szCs w:val="20"/>
        </w:rPr>
        <w:t>’</w:t>
      </w:r>
      <w:r w:rsidR="001B73FA" w:rsidRPr="001B73FA">
        <w:rPr>
          <w:szCs w:val="20"/>
        </w:rPr>
        <w:t>y joue bien</w:t>
      </w:r>
      <w:r w:rsidRPr="00A4769E">
        <w:rPr>
          <w:szCs w:val="20"/>
        </w:rPr>
        <w:t xml:space="preserve">. </w:t>
      </w:r>
      <w:r w:rsidR="001B73FA" w:rsidRPr="001B73FA">
        <w:rPr>
          <w:szCs w:val="20"/>
        </w:rPr>
        <w:t>On nous y faisait cette sorte de cour brutale et un peu grossière qui est la grande audace des garçons dans ces bourgs solitaires</w:t>
      </w:r>
      <w:r w:rsidRPr="00A4769E">
        <w:rPr>
          <w:szCs w:val="20"/>
        </w:rPr>
        <w:t xml:space="preserve">, </w:t>
      </w:r>
      <w:r w:rsidR="001B73FA" w:rsidRPr="001B73FA">
        <w:rPr>
          <w:szCs w:val="20"/>
        </w:rPr>
        <w:t>au milieu des collines sauvages</w:t>
      </w:r>
      <w:r w:rsidRPr="00A4769E">
        <w:rPr>
          <w:szCs w:val="20"/>
        </w:rPr>
        <w:t xml:space="preserve">. </w:t>
      </w:r>
      <w:r w:rsidR="001B73FA" w:rsidRPr="001B73FA">
        <w:rPr>
          <w:szCs w:val="20"/>
        </w:rPr>
        <w:t>Le c</w:t>
      </w:r>
      <w:r w:rsidRPr="00A4769E">
        <w:rPr>
          <w:szCs w:val="20"/>
        </w:rPr>
        <w:t>œ</w:t>
      </w:r>
      <w:r w:rsidR="001B73FA" w:rsidRPr="001B73FA">
        <w:rPr>
          <w:szCs w:val="20"/>
        </w:rPr>
        <w:t>ur n</w:t>
      </w:r>
      <w:r w:rsidRPr="00A4769E">
        <w:rPr>
          <w:szCs w:val="20"/>
        </w:rPr>
        <w:t>’</w:t>
      </w:r>
      <w:r w:rsidR="001B73FA" w:rsidRPr="001B73FA">
        <w:rPr>
          <w:szCs w:val="20"/>
        </w:rPr>
        <w:t>y a pas d</w:t>
      </w:r>
      <w:r w:rsidRPr="00A4769E">
        <w:rPr>
          <w:szCs w:val="20"/>
        </w:rPr>
        <w:t>’</w:t>
      </w:r>
      <w:r w:rsidR="001B73FA" w:rsidRPr="001B73FA">
        <w:rPr>
          <w:szCs w:val="20"/>
        </w:rPr>
        <w:t>importance et l</w:t>
      </w:r>
      <w:r w:rsidRPr="00A4769E">
        <w:rPr>
          <w:szCs w:val="20"/>
        </w:rPr>
        <w:t>’</w:t>
      </w:r>
      <w:r w:rsidR="001B73FA" w:rsidRPr="001B73FA">
        <w:rPr>
          <w:szCs w:val="20"/>
        </w:rPr>
        <w:t>argent en a beaucoup</w:t>
      </w:r>
      <w:r w:rsidRPr="00A4769E">
        <w:rPr>
          <w:szCs w:val="20"/>
        </w:rPr>
        <w:t xml:space="preserve">. </w:t>
      </w:r>
      <w:r w:rsidR="001B73FA" w:rsidRPr="001B73FA">
        <w:rPr>
          <w:szCs w:val="20"/>
        </w:rPr>
        <w:t>Si je vous ai dit qu</w:t>
      </w:r>
      <w:r w:rsidRPr="00A4769E">
        <w:rPr>
          <w:szCs w:val="20"/>
        </w:rPr>
        <w:t>’</w:t>
      </w:r>
      <w:r w:rsidR="001B73FA" w:rsidRPr="001B73FA">
        <w:rPr>
          <w:szCs w:val="20"/>
        </w:rPr>
        <w:t>à ce point de vue mon père était fort méprisé</w:t>
      </w:r>
      <w:r w:rsidRPr="00A4769E">
        <w:rPr>
          <w:szCs w:val="20"/>
        </w:rPr>
        <w:t xml:space="preserve">, </w:t>
      </w:r>
      <w:r w:rsidR="001B73FA" w:rsidRPr="001B73FA">
        <w:rPr>
          <w:szCs w:val="20"/>
        </w:rPr>
        <w:t>c</w:t>
      </w:r>
      <w:r w:rsidRPr="00A4769E">
        <w:rPr>
          <w:szCs w:val="20"/>
        </w:rPr>
        <w:t>’</w:t>
      </w:r>
      <w:r w:rsidR="001B73FA" w:rsidRPr="001B73FA">
        <w:rPr>
          <w:szCs w:val="20"/>
        </w:rPr>
        <w:t>est pour expliquer l</w:t>
      </w:r>
      <w:r w:rsidRPr="00A4769E">
        <w:rPr>
          <w:szCs w:val="20"/>
        </w:rPr>
        <w:t>’</w:t>
      </w:r>
      <w:r w:rsidR="001B73FA" w:rsidRPr="001B73FA">
        <w:rPr>
          <w:szCs w:val="20"/>
        </w:rPr>
        <w:t>inconvenance de ces garçons qui</w:t>
      </w:r>
      <w:r w:rsidRPr="00A4769E">
        <w:rPr>
          <w:szCs w:val="20"/>
        </w:rPr>
        <w:t xml:space="preserve">, </w:t>
      </w:r>
      <w:r w:rsidR="001B73FA" w:rsidRPr="001B73FA">
        <w:rPr>
          <w:szCs w:val="20"/>
        </w:rPr>
        <w:t>à l</w:t>
      </w:r>
      <w:r w:rsidRPr="00A4769E">
        <w:rPr>
          <w:szCs w:val="20"/>
        </w:rPr>
        <w:t>’</w:t>
      </w:r>
      <w:r w:rsidR="001B73FA" w:rsidRPr="001B73FA">
        <w:rPr>
          <w:szCs w:val="20"/>
        </w:rPr>
        <w:t>occasion des jeux</w:t>
      </w:r>
      <w:r w:rsidRPr="00A4769E">
        <w:rPr>
          <w:szCs w:val="20"/>
        </w:rPr>
        <w:t xml:space="preserve">, </w:t>
      </w:r>
      <w:r w:rsidR="001B73FA" w:rsidRPr="001B73FA">
        <w:rPr>
          <w:szCs w:val="20"/>
        </w:rPr>
        <w:t>me saisissaient parfois à bras-le-corps comme une chèvre</w:t>
      </w:r>
      <w:r w:rsidRPr="00A4769E">
        <w:rPr>
          <w:szCs w:val="20"/>
        </w:rPr>
        <w:t xml:space="preserve">. </w:t>
      </w:r>
      <w:r w:rsidR="001B73FA" w:rsidRPr="001B73FA">
        <w:rPr>
          <w:szCs w:val="20"/>
        </w:rPr>
        <w:t>“</w:t>
      </w:r>
      <w:r w:rsidR="001B73FA" w:rsidRPr="001B73FA">
        <w:rPr>
          <w:szCs w:val="20"/>
        </w:rPr>
        <w:t>Toi tu te marieras</w:t>
      </w:r>
      <w:r w:rsidRPr="00A4769E">
        <w:rPr>
          <w:szCs w:val="20"/>
        </w:rPr>
        <w:t xml:space="preserve">, </w:t>
      </w:r>
      <w:r w:rsidR="001B73FA" w:rsidRPr="001B73FA">
        <w:rPr>
          <w:szCs w:val="20"/>
        </w:rPr>
        <w:t>me disaient mes amies</w:t>
      </w:r>
      <w:r w:rsidRPr="00A4769E">
        <w:rPr>
          <w:szCs w:val="20"/>
        </w:rPr>
        <w:t xml:space="preserve">, </w:t>
      </w:r>
      <w:r w:rsidR="001B73FA" w:rsidRPr="001B73FA">
        <w:rPr>
          <w:szCs w:val="20"/>
        </w:rPr>
        <w:t>quelle chance tu as d</w:t>
      </w:r>
      <w:r w:rsidRPr="00A4769E">
        <w:rPr>
          <w:szCs w:val="20"/>
        </w:rPr>
        <w:t>’</w:t>
      </w:r>
      <w:r w:rsidR="001B73FA" w:rsidRPr="001B73FA">
        <w:rPr>
          <w:szCs w:val="20"/>
        </w:rPr>
        <w:t>avoir ces grands yeux et d</w:t>
      </w:r>
      <w:r w:rsidRPr="00A4769E">
        <w:rPr>
          <w:szCs w:val="20"/>
        </w:rPr>
        <w:t>’</w:t>
      </w:r>
      <w:r w:rsidR="001B73FA" w:rsidRPr="001B73FA">
        <w:rPr>
          <w:szCs w:val="20"/>
        </w:rPr>
        <w:t>être mince</w:t>
      </w:r>
      <w:r w:rsidRPr="00A4769E">
        <w:rPr>
          <w:szCs w:val="20"/>
        </w:rPr>
        <w:t xml:space="preserve">. </w:t>
      </w:r>
      <w:r w:rsidR="001B73FA" w:rsidRPr="001B73FA">
        <w:rPr>
          <w:szCs w:val="20"/>
        </w:rPr>
        <w:t>Tu fais valoir tes robes en courant vite et tu as toujours l</w:t>
      </w:r>
      <w:r w:rsidRPr="00A4769E">
        <w:rPr>
          <w:szCs w:val="20"/>
        </w:rPr>
        <w:t>’</w:t>
      </w:r>
      <w:r w:rsidR="001B73FA" w:rsidRPr="001B73FA">
        <w:rPr>
          <w:szCs w:val="20"/>
        </w:rPr>
        <w:t>air d</w:t>
      </w:r>
      <w:r w:rsidRPr="00A4769E">
        <w:rPr>
          <w:szCs w:val="20"/>
        </w:rPr>
        <w:t>’</w:t>
      </w:r>
      <w:r w:rsidR="001B73FA" w:rsidRPr="001B73FA">
        <w:rPr>
          <w:szCs w:val="20"/>
        </w:rPr>
        <w:t>être étonnée</w:t>
      </w:r>
      <w:r w:rsidRPr="00A4769E">
        <w:rPr>
          <w:szCs w:val="20"/>
        </w:rPr>
        <w:t xml:space="preserve">. </w:t>
      </w:r>
      <w:r w:rsidR="001B73FA" w:rsidRPr="001B73FA">
        <w:rPr>
          <w:szCs w:val="20"/>
        </w:rPr>
        <w:t>Les garçons le prennent pour eux</w:t>
      </w:r>
      <w:r w:rsidRPr="00A4769E">
        <w:rPr>
          <w:szCs w:val="20"/>
        </w:rPr>
        <w:t xml:space="preserve">. </w:t>
      </w:r>
      <w:r w:rsidR="001B73FA" w:rsidRPr="001B73FA">
        <w:rPr>
          <w:szCs w:val="20"/>
        </w:rPr>
        <w:t>Ils sont flattés</w:t>
      </w:r>
      <w:r w:rsidRPr="00A4769E">
        <w:rPr>
          <w:szCs w:val="20"/>
        </w:rPr>
        <w:t>.</w:t>
      </w:r>
      <w:r w:rsidRPr="00A4769E">
        <w:rPr>
          <w:szCs w:val="20"/>
        </w:rPr>
        <w:t>”</w:t>
      </w:r>
      <w:r w:rsidR="001B73FA" w:rsidRPr="001B73FA">
        <w:rPr>
          <w:szCs w:val="20"/>
        </w:rPr>
        <w:t xml:space="preserve"> Dieu me préserve d</w:t>
      </w:r>
      <w:r w:rsidRPr="00A4769E">
        <w:rPr>
          <w:szCs w:val="20"/>
        </w:rPr>
        <w:t>’</w:t>
      </w:r>
      <w:r w:rsidR="001B73FA" w:rsidRPr="001B73FA">
        <w:rPr>
          <w:szCs w:val="20"/>
        </w:rPr>
        <w:t>avoir jamais pensé à eux</w:t>
      </w:r>
      <w:r w:rsidRPr="00A4769E">
        <w:rPr>
          <w:szCs w:val="20"/>
        </w:rPr>
        <w:t xml:space="preserve">, </w:t>
      </w:r>
      <w:r w:rsidR="001B73FA" w:rsidRPr="001B73FA">
        <w:rPr>
          <w:szCs w:val="20"/>
        </w:rPr>
        <w:t>même au plus fort de ma solitude</w:t>
      </w:r>
      <w:r w:rsidRPr="00A4769E">
        <w:rPr>
          <w:szCs w:val="20"/>
        </w:rPr>
        <w:t xml:space="preserve">. </w:t>
      </w:r>
      <w:r w:rsidR="001B73FA" w:rsidRPr="001B73FA">
        <w:rPr>
          <w:szCs w:val="20"/>
        </w:rPr>
        <w:t>Elle n</w:t>
      </w:r>
      <w:r w:rsidRPr="00A4769E">
        <w:rPr>
          <w:szCs w:val="20"/>
        </w:rPr>
        <w:t>’</w:t>
      </w:r>
      <w:r w:rsidR="001B73FA" w:rsidRPr="001B73FA">
        <w:rPr>
          <w:szCs w:val="20"/>
        </w:rPr>
        <w:t>a d</w:t>
      </w:r>
      <w:r w:rsidRPr="00A4769E">
        <w:rPr>
          <w:szCs w:val="20"/>
        </w:rPr>
        <w:t>’</w:t>
      </w:r>
      <w:r w:rsidR="001B73FA" w:rsidRPr="001B73FA">
        <w:rPr>
          <w:szCs w:val="20"/>
        </w:rPr>
        <w:t>ailleurs jamais été malheureuse</w:t>
      </w:r>
      <w:r w:rsidRPr="00A4769E">
        <w:rPr>
          <w:szCs w:val="20"/>
        </w:rPr>
        <w:t xml:space="preserve">, </w:t>
      </w:r>
      <w:r w:rsidR="001B73FA" w:rsidRPr="001B73FA">
        <w:rPr>
          <w:szCs w:val="20"/>
        </w:rPr>
        <w:t>au contraire</w:t>
      </w:r>
      <w:r w:rsidRPr="00A4769E">
        <w:rPr>
          <w:szCs w:val="20"/>
        </w:rPr>
        <w:t xml:space="preserve"> ; </w:t>
      </w:r>
      <w:r w:rsidR="001B73FA" w:rsidRPr="001B73FA">
        <w:rPr>
          <w:szCs w:val="20"/>
        </w:rPr>
        <w:t>mon père est l</w:t>
      </w:r>
      <w:r w:rsidRPr="00A4769E">
        <w:rPr>
          <w:szCs w:val="20"/>
        </w:rPr>
        <w:t>’</w:t>
      </w:r>
      <w:r w:rsidR="001B73FA" w:rsidRPr="001B73FA">
        <w:rPr>
          <w:szCs w:val="20"/>
        </w:rPr>
        <w:t>homme le plus merveilleux du monde pour faire de la solitude une joie continue</w:t>
      </w:r>
      <w:r w:rsidRPr="00A4769E">
        <w:rPr>
          <w:szCs w:val="20"/>
        </w:rPr>
        <w:t xml:space="preserve">. </w:t>
      </w:r>
      <w:r w:rsidR="001B73FA" w:rsidRPr="001B73FA">
        <w:rPr>
          <w:szCs w:val="20"/>
        </w:rPr>
        <w:t>Bien avant que je sache lire il m</w:t>
      </w:r>
      <w:r w:rsidRPr="00A4769E">
        <w:rPr>
          <w:szCs w:val="20"/>
        </w:rPr>
        <w:t>’</w:t>
      </w:r>
      <w:r w:rsidR="001B73FA" w:rsidRPr="001B73FA">
        <w:rPr>
          <w:szCs w:val="20"/>
        </w:rPr>
        <w:t>a fait entrer dans les forêts de l</w:t>
      </w:r>
      <w:r w:rsidRPr="00A4769E">
        <w:rPr>
          <w:szCs w:val="20"/>
        </w:rPr>
        <w:t>’</w:t>
      </w:r>
      <w:r w:rsidR="001B73FA" w:rsidRPr="001B73FA">
        <w:rPr>
          <w:szCs w:val="20"/>
        </w:rPr>
        <w:t>Arioste</w:t>
      </w:r>
      <w:r w:rsidRPr="00A4769E">
        <w:rPr>
          <w:szCs w:val="20"/>
        </w:rPr>
        <w:t xml:space="preserve">, </w:t>
      </w:r>
      <w:r w:rsidR="001B73FA" w:rsidRPr="001B73FA">
        <w:rPr>
          <w:szCs w:val="20"/>
        </w:rPr>
        <w:t>dans les palais de Madrid où Calderon ouvre des portes au fond des placards</w:t>
      </w:r>
      <w:r w:rsidRPr="00A4769E">
        <w:rPr>
          <w:szCs w:val="20"/>
        </w:rPr>
        <w:t xml:space="preserve">. </w:t>
      </w:r>
      <w:r w:rsidR="001B73FA" w:rsidRPr="001B73FA">
        <w:rPr>
          <w:szCs w:val="20"/>
        </w:rPr>
        <w:t>Combien de fois n</w:t>
      </w:r>
      <w:r w:rsidRPr="00A4769E">
        <w:rPr>
          <w:szCs w:val="20"/>
        </w:rPr>
        <w:t>’</w:t>
      </w:r>
      <w:r w:rsidR="001B73FA" w:rsidRPr="001B73FA">
        <w:rPr>
          <w:szCs w:val="20"/>
        </w:rPr>
        <w:t>ai-je pas</w:t>
      </w:r>
      <w:r w:rsidRPr="00A4769E">
        <w:rPr>
          <w:szCs w:val="20"/>
        </w:rPr>
        <w:t xml:space="preserve">, </w:t>
      </w:r>
      <w:r w:rsidR="001B73FA" w:rsidRPr="001B73FA">
        <w:rPr>
          <w:szCs w:val="20"/>
        </w:rPr>
        <w:t>de cette petite main-là</w:t>
      </w:r>
      <w:r w:rsidRPr="00A4769E">
        <w:rPr>
          <w:szCs w:val="20"/>
        </w:rPr>
        <w:t xml:space="preserve">, </w:t>
      </w:r>
      <w:r w:rsidR="001B73FA" w:rsidRPr="001B73FA">
        <w:rPr>
          <w:szCs w:val="20"/>
        </w:rPr>
        <w:t>giflé Hamlet</w:t>
      </w:r>
      <w:r w:rsidRPr="00A4769E">
        <w:rPr>
          <w:szCs w:val="20"/>
        </w:rPr>
        <w:t xml:space="preserve"> ? </w:t>
      </w:r>
      <w:r w:rsidR="001B73FA" w:rsidRPr="001B73FA">
        <w:rPr>
          <w:szCs w:val="20"/>
        </w:rPr>
        <w:t>J</w:t>
      </w:r>
      <w:r w:rsidRPr="00A4769E">
        <w:rPr>
          <w:szCs w:val="20"/>
        </w:rPr>
        <w:t>’</w:t>
      </w:r>
      <w:r w:rsidR="001B73FA" w:rsidRPr="001B73FA">
        <w:rPr>
          <w:szCs w:val="20"/>
        </w:rPr>
        <w:t>étais sûre qu</w:t>
      </w:r>
      <w:r w:rsidRPr="00A4769E">
        <w:rPr>
          <w:szCs w:val="20"/>
        </w:rPr>
        <w:t>’</w:t>
      </w:r>
      <w:r w:rsidR="001B73FA" w:rsidRPr="001B73FA">
        <w:rPr>
          <w:szCs w:val="20"/>
        </w:rPr>
        <w:t>à la place d</w:t>
      </w:r>
      <w:r w:rsidRPr="00A4769E">
        <w:rPr>
          <w:szCs w:val="20"/>
        </w:rPr>
        <w:t>’</w:t>
      </w:r>
      <w:r w:rsidR="001B73FA" w:rsidRPr="001B73FA">
        <w:rPr>
          <w:szCs w:val="20"/>
        </w:rPr>
        <w:t>Ophélie j</w:t>
      </w:r>
      <w:r w:rsidRPr="00A4769E">
        <w:rPr>
          <w:szCs w:val="20"/>
        </w:rPr>
        <w:t>’</w:t>
      </w:r>
      <w:r w:rsidR="001B73FA" w:rsidRPr="001B73FA">
        <w:rPr>
          <w:szCs w:val="20"/>
        </w:rPr>
        <w:t>avais mieux à faire qu</w:t>
      </w:r>
      <w:r w:rsidRPr="00A4769E">
        <w:rPr>
          <w:szCs w:val="20"/>
        </w:rPr>
        <w:t>’</w:t>
      </w:r>
      <w:r w:rsidR="001B73FA" w:rsidRPr="001B73FA">
        <w:rPr>
          <w:szCs w:val="20"/>
        </w:rPr>
        <w:t>à me noyer</w:t>
      </w:r>
      <w:r w:rsidRPr="00A4769E">
        <w:rPr>
          <w:szCs w:val="20"/>
        </w:rPr>
        <w:t xml:space="preserve">. </w:t>
      </w:r>
      <w:r w:rsidR="001B73FA" w:rsidRPr="001B73FA">
        <w:rPr>
          <w:szCs w:val="20"/>
        </w:rPr>
        <w:t>J</w:t>
      </w:r>
      <w:r w:rsidRPr="00A4769E">
        <w:rPr>
          <w:szCs w:val="20"/>
        </w:rPr>
        <w:t>’</w:t>
      </w:r>
      <w:r w:rsidR="001B73FA" w:rsidRPr="001B73FA">
        <w:rPr>
          <w:szCs w:val="20"/>
        </w:rPr>
        <w:t>ai aimé cent fois éperdument</w:t>
      </w:r>
      <w:r w:rsidRPr="00A4769E">
        <w:rPr>
          <w:szCs w:val="20"/>
        </w:rPr>
        <w:t xml:space="preserve">. </w:t>
      </w:r>
      <w:r w:rsidR="001B73FA" w:rsidRPr="001B73FA">
        <w:rPr>
          <w:szCs w:val="20"/>
        </w:rPr>
        <w:t>Ce ne sont pas les beaux hommes qui manquent</w:t>
      </w:r>
      <w:r w:rsidRPr="00A4769E">
        <w:rPr>
          <w:szCs w:val="20"/>
        </w:rPr>
        <w:t xml:space="preserve">. </w:t>
      </w:r>
      <w:r w:rsidR="001B73FA" w:rsidRPr="001B73FA">
        <w:rPr>
          <w:szCs w:val="20"/>
        </w:rPr>
        <w:t>Et je vous assure que Roland ne serait pas devenu fou avec moi</w:t>
      </w:r>
      <w:r w:rsidRPr="00A4769E">
        <w:rPr>
          <w:szCs w:val="20"/>
        </w:rPr>
        <w:t xml:space="preserve">. </w:t>
      </w:r>
      <w:r w:rsidR="001B73FA" w:rsidRPr="001B73FA">
        <w:rPr>
          <w:szCs w:val="20"/>
        </w:rPr>
        <w:t>Mais dans l</w:t>
      </w:r>
      <w:r w:rsidRPr="00A4769E">
        <w:rPr>
          <w:szCs w:val="20"/>
        </w:rPr>
        <w:t>’</w:t>
      </w:r>
      <w:r w:rsidR="001B73FA" w:rsidRPr="001B73FA">
        <w:rPr>
          <w:szCs w:val="20"/>
        </w:rPr>
        <w:t>allée des tilleuls qui montait vers le vieil hospice</w:t>
      </w:r>
      <w:r w:rsidRPr="00A4769E">
        <w:rPr>
          <w:szCs w:val="20"/>
        </w:rPr>
        <w:t xml:space="preserve">, </w:t>
      </w:r>
      <w:r w:rsidR="001B73FA" w:rsidRPr="001B73FA">
        <w:rPr>
          <w:szCs w:val="20"/>
        </w:rPr>
        <w:t>il n</w:t>
      </w:r>
      <w:r w:rsidRPr="00A4769E">
        <w:rPr>
          <w:szCs w:val="20"/>
        </w:rPr>
        <w:t>’</w:t>
      </w:r>
      <w:r w:rsidR="001B73FA" w:rsidRPr="001B73FA">
        <w:rPr>
          <w:szCs w:val="20"/>
        </w:rPr>
        <w:t>y avait ni Roland</w:t>
      </w:r>
      <w:r w:rsidRPr="00A4769E">
        <w:rPr>
          <w:szCs w:val="20"/>
        </w:rPr>
        <w:t xml:space="preserve">, </w:t>
      </w:r>
      <w:r w:rsidR="001B73FA" w:rsidRPr="001B73FA">
        <w:rPr>
          <w:szCs w:val="20"/>
        </w:rPr>
        <w:t>ni Hamlet</w:t>
      </w:r>
      <w:r w:rsidRPr="00A4769E">
        <w:rPr>
          <w:szCs w:val="20"/>
        </w:rPr>
        <w:t xml:space="preserve">, </w:t>
      </w:r>
      <w:r w:rsidR="001B73FA" w:rsidRPr="001B73FA">
        <w:rPr>
          <w:szCs w:val="20"/>
        </w:rPr>
        <w:t>ni personne</w:t>
      </w:r>
      <w:r w:rsidRPr="00A4769E">
        <w:rPr>
          <w:szCs w:val="20"/>
        </w:rPr>
        <w:t xml:space="preserve">. </w:t>
      </w:r>
      <w:r w:rsidR="001B73FA" w:rsidRPr="001B73FA">
        <w:rPr>
          <w:szCs w:val="20"/>
        </w:rPr>
        <w:t>Savez-vous comment une de mes amies a réussi à se marier</w:t>
      </w:r>
      <w:r w:rsidRPr="00A4769E">
        <w:rPr>
          <w:szCs w:val="20"/>
        </w:rPr>
        <w:t xml:space="preserve"> ? </w:t>
      </w:r>
      <w:r w:rsidR="001B73FA" w:rsidRPr="001B73FA">
        <w:rPr>
          <w:szCs w:val="20"/>
        </w:rPr>
        <w:t>C</w:t>
      </w:r>
      <w:r w:rsidRPr="00A4769E">
        <w:rPr>
          <w:szCs w:val="20"/>
        </w:rPr>
        <w:t>’</w:t>
      </w:r>
      <w:r w:rsidR="001B73FA" w:rsidRPr="001B73FA">
        <w:rPr>
          <w:szCs w:val="20"/>
        </w:rPr>
        <w:t>est bien simple</w:t>
      </w:r>
      <w:r w:rsidRPr="00A4769E">
        <w:rPr>
          <w:szCs w:val="20"/>
        </w:rPr>
        <w:t xml:space="preserve"> : </w:t>
      </w:r>
      <w:r w:rsidR="001B73FA" w:rsidRPr="001B73FA">
        <w:rPr>
          <w:szCs w:val="20"/>
        </w:rPr>
        <w:t>elle a appris par c</w:t>
      </w:r>
      <w:r w:rsidRPr="00A4769E">
        <w:rPr>
          <w:szCs w:val="20"/>
        </w:rPr>
        <w:t>œ</w:t>
      </w:r>
      <w:r w:rsidR="001B73FA" w:rsidRPr="001B73FA">
        <w:rPr>
          <w:szCs w:val="20"/>
        </w:rPr>
        <w:t>ur la mercuriale des veaux dans toutes les foires de la région</w:t>
      </w:r>
      <w:r w:rsidRPr="00A4769E">
        <w:rPr>
          <w:szCs w:val="20"/>
        </w:rPr>
        <w:t xml:space="preserve">. </w:t>
      </w:r>
      <w:r w:rsidR="001B73FA" w:rsidRPr="001B73FA">
        <w:rPr>
          <w:szCs w:val="20"/>
        </w:rPr>
        <w:t>Elle est devenue une sorte de barème en cette matière</w:t>
      </w:r>
      <w:r w:rsidRPr="00A4769E">
        <w:rPr>
          <w:szCs w:val="20"/>
        </w:rPr>
        <w:t xml:space="preserve">. </w:t>
      </w:r>
      <w:r w:rsidR="001B73FA" w:rsidRPr="001B73FA">
        <w:rPr>
          <w:szCs w:val="20"/>
        </w:rPr>
        <w:t>Elle a étonné un énorme garçon rougeaud qui était sûrement le plus gros parti de tout le pays</w:t>
      </w:r>
      <w:r w:rsidRPr="00A4769E">
        <w:rPr>
          <w:szCs w:val="20"/>
        </w:rPr>
        <w:t xml:space="preserve">, </w:t>
      </w:r>
      <w:r w:rsidR="001B73FA" w:rsidRPr="001B73FA">
        <w:rPr>
          <w:szCs w:val="20"/>
        </w:rPr>
        <w:t>incapable de courir à barre avec ses quatre-vingt-dix-huit kilos</w:t>
      </w:r>
      <w:r w:rsidRPr="00A4769E">
        <w:rPr>
          <w:szCs w:val="20"/>
        </w:rPr>
        <w:t xml:space="preserve">, </w:t>
      </w:r>
      <w:r w:rsidR="001B73FA" w:rsidRPr="001B73FA">
        <w:rPr>
          <w:szCs w:val="20"/>
        </w:rPr>
        <w:t xml:space="preserve">et qui a été pris comme sous un chapeau par cette science si nécessaire pour </w:t>
      </w:r>
      <w:r w:rsidR="001B73FA" w:rsidRPr="001B73FA">
        <w:rPr>
          <w:szCs w:val="20"/>
        </w:rPr>
        <w:lastRenderedPageBreak/>
        <w:t>son état</w:t>
      </w:r>
      <w:r w:rsidRPr="00A4769E">
        <w:rPr>
          <w:szCs w:val="20"/>
        </w:rPr>
        <w:t xml:space="preserve">, </w:t>
      </w:r>
      <w:r w:rsidR="001B73FA" w:rsidRPr="001B73FA">
        <w:rPr>
          <w:szCs w:val="20"/>
        </w:rPr>
        <w:t>qui est d</w:t>
      </w:r>
      <w:r w:rsidRPr="00A4769E">
        <w:rPr>
          <w:szCs w:val="20"/>
        </w:rPr>
        <w:t>’</w:t>
      </w:r>
      <w:r w:rsidR="001B73FA" w:rsidRPr="001B73FA">
        <w:rPr>
          <w:szCs w:val="20"/>
        </w:rPr>
        <w:t>être commissionnaire en bestiaux pour le port de Toulon</w:t>
      </w:r>
      <w:r w:rsidRPr="00A4769E">
        <w:rPr>
          <w:szCs w:val="20"/>
        </w:rPr>
        <w:t xml:space="preserve">. </w:t>
      </w:r>
      <w:r w:rsidR="001B73FA" w:rsidRPr="001B73FA">
        <w:rPr>
          <w:szCs w:val="20"/>
        </w:rPr>
        <w:t>Concessionnaire pour l</w:t>
      </w:r>
      <w:r w:rsidRPr="00A4769E">
        <w:rPr>
          <w:szCs w:val="20"/>
        </w:rPr>
        <w:t>’</w:t>
      </w:r>
      <w:r w:rsidR="001B73FA" w:rsidRPr="001B73FA">
        <w:rPr>
          <w:szCs w:val="20"/>
        </w:rPr>
        <w:t>approvisionnement de la marine de guerre</w:t>
      </w:r>
      <w:r w:rsidRPr="00A4769E">
        <w:rPr>
          <w:szCs w:val="20"/>
        </w:rPr>
        <w:t xml:space="preserve"> ; </w:t>
      </w:r>
      <w:r w:rsidR="001B73FA" w:rsidRPr="001B73FA">
        <w:rPr>
          <w:szCs w:val="20"/>
        </w:rPr>
        <w:t>elle nous a étalé tous les titres</w:t>
      </w:r>
      <w:r w:rsidRPr="00A4769E">
        <w:rPr>
          <w:szCs w:val="20"/>
        </w:rPr>
        <w:t xml:space="preserve">. </w:t>
      </w:r>
      <w:r w:rsidR="001B73FA" w:rsidRPr="001B73FA">
        <w:rPr>
          <w:szCs w:val="20"/>
        </w:rPr>
        <w:t>Et savez-vous quel a été le plus beau de son roman d</w:t>
      </w:r>
      <w:r w:rsidRPr="00A4769E">
        <w:rPr>
          <w:szCs w:val="20"/>
        </w:rPr>
        <w:t>’</w:t>
      </w:r>
      <w:r w:rsidR="001B73FA" w:rsidRPr="001B73FA">
        <w:rPr>
          <w:szCs w:val="20"/>
        </w:rPr>
        <w:t>amour</w:t>
      </w:r>
      <w:r w:rsidRPr="00A4769E">
        <w:rPr>
          <w:szCs w:val="20"/>
        </w:rPr>
        <w:t xml:space="preserve"> ? </w:t>
      </w:r>
      <w:r w:rsidR="001B73FA" w:rsidRPr="001B73FA">
        <w:rPr>
          <w:szCs w:val="20"/>
        </w:rPr>
        <w:t>C</w:t>
      </w:r>
      <w:r w:rsidRPr="00A4769E">
        <w:rPr>
          <w:szCs w:val="20"/>
        </w:rPr>
        <w:t>’</w:t>
      </w:r>
      <w:r w:rsidR="001B73FA" w:rsidRPr="001B73FA">
        <w:rPr>
          <w:szCs w:val="20"/>
        </w:rPr>
        <w:t>est ce qu</w:t>
      </w:r>
      <w:r w:rsidRPr="00A4769E">
        <w:rPr>
          <w:szCs w:val="20"/>
        </w:rPr>
        <w:t>’</w:t>
      </w:r>
      <w:r w:rsidR="001B73FA" w:rsidRPr="001B73FA">
        <w:rPr>
          <w:szCs w:val="20"/>
        </w:rPr>
        <w:t>elle m</w:t>
      </w:r>
      <w:r w:rsidRPr="00A4769E">
        <w:rPr>
          <w:szCs w:val="20"/>
        </w:rPr>
        <w:t>’</w:t>
      </w:r>
      <w:r w:rsidR="001B73FA" w:rsidRPr="001B73FA">
        <w:rPr>
          <w:szCs w:val="20"/>
        </w:rPr>
        <w:t>a soufflé à l</w:t>
      </w:r>
      <w:r w:rsidRPr="00A4769E">
        <w:rPr>
          <w:szCs w:val="20"/>
        </w:rPr>
        <w:t>’</w:t>
      </w:r>
      <w:r w:rsidR="001B73FA" w:rsidRPr="001B73FA">
        <w:rPr>
          <w:szCs w:val="20"/>
        </w:rPr>
        <w:t>oreille de dessous son voile blanc quand je l</w:t>
      </w:r>
      <w:r w:rsidRPr="00A4769E">
        <w:rPr>
          <w:szCs w:val="20"/>
        </w:rPr>
        <w:t>’</w:t>
      </w:r>
      <w:r w:rsidR="001B73FA" w:rsidRPr="001B73FA">
        <w:rPr>
          <w:szCs w:val="20"/>
        </w:rPr>
        <w:t>embrassai à la sacristie</w:t>
      </w:r>
      <w:r w:rsidRPr="00A4769E">
        <w:rPr>
          <w:szCs w:val="20"/>
        </w:rPr>
        <w:t xml:space="preserve"> : </w:t>
      </w:r>
      <w:r w:rsidR="001B73FA" w:rsidRPr="001B73FA">
        <w:rPr>
          <w:szCs w:val="20"/>
        </w:rPr>
        <w:t>“</w:t>
      </w:r>
      <w:r w:rsidR="001B73FA" w:rsidRPr="001B73FA">
        <w:rPr>
          <w:szCs w:val="20"/>
        </w:rPr>
        <w:t>Et maintenant</w:t>
      </w:r>
      <w:r w:rsidRPr="00A4769E">
        <w:rPr>
          <w:szCs w:val="20"/>
        </w:rPr>
        <w:t xml:space="preserve">, </w:t>
      </w:r>
      <w:r w:rsidR="001B73FA" w:rsidRPr="001B73FA">
        <w:rPr>
          <w:szCs w:val="20"/>
        </w:rPr>
        <w:t>mon petit lapin</w:t>
      </w:r>
      <w:r w:rsidRPr="00A4769E">
        <w:rPr>
          <w:szCs w:val="20"/>
        </w:rPr>
        <w:t xml:space="preserve">, </w:t>
      </w:r>
      <w:r w:rsidR="001B73FA" w:rsidRPr="001B73FA">
        <w:rPr>
          <w:szCs w:val="20"/>
        </w:rPr>
        <w:t>vite des enfants</w:t>
      </w:r>
      <w:r w:rsidRPr="00A4769E">
        <w:rPr>
          <w:szCs w:val="20"/>
        </w:rPr>
        <w:t xml:space="preserve">, </w:t>
      </w:r>
      <w:r w:rsidR="001B73FA" w:rsidRPr="001B73FA">
        <w:rPr>
          <w:szCs w:val="20"/>
        </w:rPr>
        <w:t>je ne veux pas que les sous m</w:t>
      </w:r>
      <w:r w:rsidRPr="00A4769E">
        <w:rPr>
          <w:szCs w:val="20"/>
        </w:rPr>
        <w:t>’</w:t>
      </w:r>
      <w:r w:rsidR="001B73FA" w:rsidRPr="001B73FA">
        <w:rPr>
          <w:szCs w:val="20"/>
        </w:rPr>
        <w:t>échappent</w:t>
      </w:r>
      <w:r w:rsidRPr="00A4769E">
        <w:rPr>
          <w:szCs w:val="20"/>
        </w:rPr>
        <w:t>.</w:t>
      </w:r>
      <w:r w:rsidRPr="00A4769E">
        <w:rPr>
          <w:szCs w:val="20"/>
        </w:rPr>
        <w:t>”</w:t>
      </w:r>
    </w:p>
    <w:p w14:paraId="55993EA6" w14:textId="77777777" w:rsidR="00462692" w:rsidRPr="00A4769E" w:rsidRDefault="00462692" w:rsidP="001B73FA">
      <w:pPr>
        <w:rPr>
          <w:szCs w:val="20"/>
        </w:rPr>
      </w:pPr>
      <w:r w:rsidRPr="00A4769E">
        <w:rPr>
          <w:szCs w:val="20"/>
        </w:rPr>
        <w:t>« </w:t>
      </w:r>
      <w:r w:rsidR="001B73FA" w:rsidRPr="001B73FA">
        <w:rPr>
          <w:szCs w:val="20"/>
        </w:rPr>
        <w:t>Je n</w:t>
      </w:r>
      <w:r w:rsidRPr="00A4769E">
        <w:rPr>
          <w:szCs w:val="20"/>
        </w:rPr>
        <w:t>’</w:t>
      </w:r>
      <w:r w:rsidR="001B73FA" w:rsidRPr="001B73FA">
        <w:rPr>
          <w:szCs w:val="20"/>
        </w:rPr>
        <w:t>aime pas les garçons</w:t>
      </w:r>
      <w:r w:rsidRPr="00A4769E">
        <w:rPr>
          <w:szCs w:val="20"/>
        </w:rPr>
        <w:t xml:space="preserve">. </w:t>
      </w:r>
      <w:r w:rsidR="001B73FA" w:rsidRPr="001B73FA">
        <w:rPr>
          <w:szCs w:val="20"/>
        </w:rPr>
        <w:t>Si on les veut</w:t>
      </w:r>
      <w:r w:rsidRPr="00A4769E">
        <w:rPr>
          <w:szCs w:val="20"/>
        </w:rPr>
        <w:t xml:space="preserve">, </w:t>
      </w:r>
      <w:r w:rsidR="001B73FA" w:rsidRPr="001B73FA">
        <w:rPr>
          <w:szCs w:val="20"/>
        </w:rPr>
        <w:t>on n</w:t>
      </w:r>
      <w:r w:rsidRPr="00A4769E">
        <w:rPr>
          <w:szCs w:val="20"/>
        </w:rPr>
        <w:t>’</w:t>
      </w:r>
      <w:r w:rsidR="001B73FA" w:rsidRPr="001B73FA">
        <w:rPr>
          <w:szCs w:val="20"/>
        </w:rPr>
        <w:t>a qu</w:t>
      </w:r>
      <w:r w:rsidRPr="00A4769E">
        <w:rPr>
          <w:szCs w:val="20"/>
        </w:rPr>
        <w:t>’</w:t>
      </w:r>
      <w:r w:rsidR="001B73FA" w:rsidRPr="001B73FA">
        <w:rPr>
          <w:szCs w:val="20"/>
        </w:rPr>
        <w:t>à les étonner</w:t>
      </w:r>
      <w:r w:rsidRPr="00A4769E">
        <w:rPr>
          <w:szCs w:val="20"/>
        </w:rPr>
        <w:t xml:space="preserve">, </w:t>
      </w:r>
      <w:r w:rsidR="001B73FA" w:rsidRPr="001B73FA">
        <w:rPr>
          <w:szCs w:val="20"/>
        </w:rPr>
        <w:t>avec de grands yeux ou avec des veaux</w:t>
      </w:r>
      <w:r w:rsidRPr="00A4769E">
        <w:rPr>
          <w:szCs w:val="20"/>
        </w:rPr>
        <w:t xml:space="preserve">. </w:t>
      </w:r>
      <w:r w:rsidR="001B73FA" w:rsidRPr="001B73FA">
        <w:rPr>
          <w:szCs w:val="20"/>
        </w:rPr>
        <w:t>Mais</w:t>
      </w:r>
      <w:r w:rsidRPr="00A4769E">
        <w:rPr>
          <w:szCs w:val="20"/>
        </w:rPr>
        <w:t xml:space="preserve">, </w:t>
      </w:r>
      <w:r w:rsidR="001B73FA" w:rsidRPr="001B73FA">
        <w:rPr>
          <w:szCs w:val="20"/>
        </w:rPr>
        <w:t>où est celui qui m</w:t>
      </w:r>
      <w:r w:rsidRPr="00A4769E">
        <w:rPr>
          <w:szCs w:val="20"/>
        </w:rPr>
        <w:t>’</w:t>
      </w:r>
      <w:r w:rsidR="001B73FA" w:rsidRPr="001B73FA">
        <w:rPr>
          <w:szCs w:val="20"/>
        </w:rPr>
        <w:t>étonne</w:t>
      </w:r>
      <w:r w:rsidRPr="00A4769E">
        <w:rPr>
          <w:szCs w:val="20"/>
        </w:rPr>
        <w:t> ?</w:t>
      </w:r>
    </w:p>
    <w:p w14:paraId="73054B3B" w14:textId="77777777" w:rsidR="00462692" w:rsidRPr="00A4769E" w:rsidRDefault="00462692" w:rsidP="001B73FA">
      <w:pPr>
        <w:rPr>
          <w:szCs w:val="20"/>
        </w:rPr>
      </w:pPr>
      <w:r w:rsidRPr="00A4769E">
        <w:rPr>
          <w:szCs w:val="20"/>
        </w:rPr>
        <w:t>« </w:t>
      </w:r>
      <w:r w:rsidR="001B73FA" w:rsidRPr="001B73FA">
        <w:rPr>
          <w:szCs w:val="20"/>
        </w:rPr>
        <w:t>Mon père m</w:t>
      </w:r>
      <w:r w:rsidRPr="00A4769E">
        <w:rPr>
          <w:szCs w:val="20"/>
        </w:rPr>
        <w:t>’</w:t>
      </w:r>
      <w:r w:rsidR="001B73FA" w:rsidRPr="001B73FA">
        <w:rPr>
          <w:szCs w:val="20"/>
        </w:rPr>
        <w:t>étonnait</w:t>
      </w:r>
      <w:r w:rsidRPr="00A4769E">
        <w:rPr>
          <w:szCs w:val="20"/>
        </w:rPr>
        <w:t xml:space="preserve">. </w:t>
      </w:r>
      <w:r w:rsidR="001B73FA" w:rsidRPr="001B73FA">
        <w:rPr>
          <w:szCs w:val="20"/>
        </w:rPr>
        <w:t>Le seul tort qu</w:t>
      </w:r>
      <w:r w:rsidRPr="00A4769E">
        <w:rPr>
          <w:szCs w:val="20"/>
        </w:rPr>
        <w:t>’</w:t>
      </w:r>
      <w:r w:rsidR="001B73FA" w:rsidRPr="001B73FA">
        <w:rPr>
          <w:szCs w:val="20"/>
        </w:rPr>
        <w:t>il avait était d</w:t>
      </w:r>
      <w:r w:rsidRPr="00A4769E">
        <w:rPr>
          <w:szCs w:val="20"/>
        </w:rPr>
        <w:t>’</w:t>
      </w:r>
      <w:r w:rsidR="001B73FA" w:rsidRPr="001B73FA">
        <w:rPr>
          <w:szCs w:val="20"/>
        </w:rPr>
        <w:t>être mon père</w:t>
      </w:r>
      <w:r w:rsidRPr="00A4769E">
        <w:rPr>
          <w:szCs w:val="20"/>
        </w:rPr>
        <w:t xml:space="preserve"> ; </w:t>
      </w:r>
      <w:r w:rsidR="001B73FA" w:rsidRPr="001B73FA">
        <w:rPr>
          <w:szCs w:val="20"/>
        </w:rPr>
        <w:t>j</w:t>
      </w:r>
      <w:r w:rsidRPr="00A4769E">
        <w:rPr>
          <w:szCs w:val="20"/>
        </w:rPr>
        <w:t>’</w:t>
      </w:r>
      <w:r w:rsidR="001B73FA" w:rsidRPr="001B73FA">
        <w:rPr>
          <w:szCs w:val="20"/>
        </w:rPr>
        <w:t>étais obligée de lui cacher presque toutes les raisons de ma tendresse quand je l</w:t>
      </w:r>
      <w:r w:rsidRPr="00A4769E">
        <w:rPr>
          <w:szCs w:val="20"/>
        </w:rPr>
        <w:t>’</w:t>
      </w:r>
      <w:r w:rsidR="001B73FA" w:rsidRPr="001B73FA">
        <w:rPr>
          <w:szCs w:val="20"/>
        </w:rPr>
        <w:t>embrassais passionnément sur ses yeux étrangers et sa bonne petite barbe piquante</w:t>
      </w:r>
      <w:r w:rsidRPr="00A4769E">
        <w:rPr>
          <w:szCs w:val="20"/>
        </w:rPr>
        <w:t>.</w:t>
      </w:r>
    </w:p>
    <w:p w14:paraId="2D2409F9" w14:textId="52BB218F" w:rsidR="00462692" w:rsidRPr="00A4769E" w:rsidRDefault="00462692" w:rsidP="001B73FA">
      <w:pPr>
        <w:rPr>
          <w:szCs w:val="20"/>
        </w:rPr>
      </w:pPr>
      <w:r w:rsidRPr="00A4769E">
        <w:rPr>
          <w:szCs w:val="20"/>
        </w:rPr>
        <w:t>« </w:t>
      </w:r>
      <w:r w:rsidR="001B73FA" w:rsidRPr="001B73FA">
        <w:rPr>
          <w:szCs w:val="20"/>
        </w:rPr>
        <w:t>Donc</w:t>
      </w:r>
      <w:r w:rsidRPr="00A4769E">
        <w:rPr>
          <w:szCs w:val="20"/>
        </w:rPr>
        <w:t xml:space="preserve">, </w:t>
      </w:r>
      <w:r w:rsidR="001B73FA" w:rsidRPr="001B73FA">
        <w:rPr>
          <w:szCs w:val="20"/>
        </w:rPr>
        <w:t>un soir</w:t>
      </w:r>
      <w:r w:rsidRPr="00A4769E">
        <w:rPr>
          <w:szCs w:val="20"/>
        </w:rPr>
        <w:t xml:space="preserve">, </w:t>
      </w:r>
      <w:r w:rsidR="001B73FA" w:rsidRPr="001B73FA">
        <w:rPr>
          <w:szCs w:val="20"/>
        </w:rPr>
        <w:t>pendant que je courais à barre</w:t>
      </w:r>
      <w:r w:rsidRPr="00A4769E">
        <w:rPr>
          <w:szCs w:val="20"/>
        </w:rPr>
        <w:t xml:space="preserve">, </w:t>
      </w:r>
      <w:r w:rsidR="001B73FA" w:rsidRPr="001B73FA">
        <w:rPr>
          <w:szCs w:val="20"/>
        </w:rPr>
        <w:t>j</w:t>
      </w:r>
      <w:r w:rsidRPr="00A4769E">
        <w:rPr>
          <w:szCs w:val="20"/>
        </w:rPr>
        <w:t>’</w:t>
      </w:r>
      <w:r w:rsidR="001B73FA" w:rsidRPr="001B73FA">
        <w:rPr>
          <w:szCs w:val="20"/>
        </w:rPr>
        <w:t>avais remarqué</w:t>
      </w:r>
      <w:r w:rsidRPr="00A4769E">
        <w:rPr>
          <w:szCs w:val="20"/>
        </w:rPr>
        <w:t xml:space="preserve">, </w:t>
      </w:r>
      <w:r w:rsidR="001B73FA" w:rsidRPr="001B73FA">
        <w:rPr>
          <w:szCs w:val="20"/>
        </w:rPr>
        <w:t>adossé contre le tronc d</w:t>
      </w:r>
      <w:r w:rsidRPr="00A4769E">
        <w:rPr>
          <w:szCs w:val="20"/>
        </w:rPr>
        <w:t>’</w:t>
      </w:r>
      <w:r w:rsidR="001B73FA" w:rsidRPr="001B73FA">
        <w:rPr>
          <w:szCs w:val="20"/>
        </w:rPr>
        <w:t>une tilleul</w:t>
      </w:r>
      <w:r w:rsidRPr="00A4769E">
        <w:rPr>
          <w:szCs w:val="20"/>
        </w:rPr>
        <w:t xml:space="preserve">, </w:t>
      </w:r>
      <w:r w:rsidR="001B73FA" w:rsidRPr="001B73FA">
        <w:rPr>
          <w:szCs w:val="20"/>
        </w:rPr>
        <w:t>une sorte de jockey ou de postillon</w:t>
      </w:r>
      <w:r w:rsidRPr="00A4769E">
        <w:rPr>
          <w:szCs w:val="20"/>
        </w:rPr>
        <w:t xml:space="preserve">. </w:t>
      </w:r>
      <w:r w:rsidR="001B73FA" w:rsidRPr="001B73FA">
        <w:rPr>
          <w:szCs w:val="20"/>
        </w:rPr>
        <w:t>Il était encore suant et au débotté</w:t>
      </w:r>
      <w:r w:rsidRPr="00A4769E">
        <w:rPr>
          <w:szCs w:val="20"/>
        </w:rPr>
        <w:t xml:space="preserve">. </w:t>
      </w:r>
      <w:r w:rsidR="001B73FA" w:rsidRPr="001B73FA">
        <w:rPr>
          <w:szCs w:val="20"/>
        </w:rPr>
        <w:t>Son cheval lui léchait l</w:t>
      </w:r>
      <w:r w:rsidRPr="00A4769E">
        <w:rPr>
          <w:szCs w:val="20"/>
        </w:rPr>
        <w:t>’</w:t>
      </w:r>
      <w:r w:rsidR="001B73FA" w:rsidRPr="001B73FA">
        <w:rPr>
          <w:szCs w:val="20"/>
        </w:rPr>
        <w:t>épaule</w:t>
      </w:r>
      <w:r w:rsidRPr="00A4769E">
        <w:rPr>
          <w:szCs w:val="20"/>
        </w:rPr>
        <w:t xml:space="preserve">. </w:t>
      </w:r>
      <w:r w:rsidR="001B73FA" w:rsidRPr="001B73FA">
        <w:rPr>
          <w:szCs w:val="20"/>
        </w:rPr>
        <w:t>Quand le jeu fut fini</w:t>
      </w:r>
      <w:r w:rsidRPr="00A4769E">
        <w:rPr>
          <w:szCs w:val="20"/>
        </w:rPr>
        <w:t xml:space="preserve">, </w:t>
      </w:r>
      <w:r w:rsidR="001B73FA" w:rsidRPr="001B73FA">
        <w:rPr>
          <w:szCs w:val="20"/>
        </w:rPr>
        <w:t>il m</w:t>
      </w:r>
      <w:r w:rsidRPr="00A4769E">
        <w:rPr>
          <w:szCs w:val="20"/>
        </w:rPr>
        <w:t>’</w:t>
      </w:r>
      <w:r w:rsidR="001B73FA" w:rsidRPr="001B73FA">
        <w:rPr>
          <w:szCs w:val="20"/>
        </w:rPr>
        <w:t>aborda et me demanda si j</w:t>
      </w:r>
      <w:r w:rsidRPr="00A4769E">
        <w:rPr>
          <w:szCs w:val="20"/>
        </w:rPr>
        <w:t>’</w:t>
      </w:r>
      <w:r w:rsidR="001B73FA" w:rsidRPr="001B73FA">
        <w:rPr>
          <w:szCs w:val="20"/>
        </w:rPr>
        <w:t>étais la fille du docteur</w:t>
      </w:r>
      <w:r w:rsidRPr="00A4769E">
        <w:rPr>
          <w:szCs w:val="20"/>
        </w:rPr>
        <w:t xml:space="preserve">. </w:t>
      </w:r>
      <w:r w:rsidR="001B73FA" w:rsidRPr="001B73FA">
        <w:rPr>
          <w:szCs w:val="20"/>
        </w:rPr>
        <w:t>“</w:t>
      </w:r>
      <w:r w:rsidR="001B73FA" w:rsidRPr="001B73FA">
        <w:rPr>
          <w:szCs w:val="20"/>
        </w:rPr>
        <w:t>Indiquez-moi le chemin</w:t>
      </w:r>
      <w:r w:rsidRPr="00A4769E">
        <w:rPr>
          <w:szCs w:val="20"/>
        </w:rPr>
        <w:t xml:space="preserve">, </w:t>
      </w:r>
      <w:r w:rsidR="001B73FA" w:rsidRPr="001B73FA">
        <w:rPr>
          <w:szCs w:val="20"/>
        </w:rPr>
        <w:t>dit-il</w:t>
      </w:r>
      <w:r w:rsidRPr="00A4769E">
        <w:rPr>
          <w:szCs w:val="20"/>
        </w:rPr>
        <w:t xml:space="preserve">, </w:t>
      </w:r>
      <w:r w:rsidR="001B73FA" w:rsidRPr="001B73FA">
        <w:rPr>
          <w:szCs w:val="20"/>
        </w:rPr>
        <w:t>j</w:t>
      </w:r>
      <w:r w:rsidRPr="00A4769E">
        <w:rPr>
          <w:szCs w:val="20"/>
        </w:rPr>
        <w:t>’</w:t>
      </w:r>
      <w:r w:rsidR="001B73FA" w:rsidRPr="001B73FA">
        <w:rPr>
          <w:szCs w:val="20"/>
        </w:rPr>
        <w:t>irai vous attendre devant la porte</w:t>
      </w:r>
      <w:r w:rsidRPr="00A4769E">
        <w:rPr>
          <w:szCs w:val="20"/>
        </w:rPr>
        <w:t xml:space="preserve">. </w:t>
      </w:r>
      <w:r w:rsidR="001B73FA" w:rsidRPr="001B73FA">
        <w:rPr>
          <w:szCs w:val="20"/>
        </w:rPr>
        <w:t>Si on vous interroge sur ce que je viens de vous dire</w:t>
      </w:r>
      <w:r w:rsidRPr="00A4769E">
        <w:rPr>
          <w:szCs w:val="20"/>
        </w:rPr>
        <w:t xml:space="preserve">, </w:t>
      </w:r>
      <w:r w:rsidR="001B73FA" w:rsidRPr="001B73FA">
        <w:rPr>
          <w:szCs w:val="20"/>
        </w:rPr>
        <w:t>répondez que je vous ai demandé la route de Saint-Paul</w:t>
      </w:r>
      <w:r w:rsidRPr="00A4769E">
        <w:rPr>
          <w:szCs w:val="20"/>
        </w:rPr>
        <w:t>.</w:t>
      </w:r>
      <w:r w:rsidRPr="00A4769E">
        <w:rPr>
          <w:szCs w:val="20"/>
        </w:rPr>
        <w:t>”</w:t>
      </w:r>
      <w:r w:rsidR="001B73FA" w:rsidRPr="001B73FA">
        <w:rPr>
          <w:szCs w:val="20"/>
        </w:rPr>
        <w:t xml:space="preserve"> Il prit</w:t>
      </w:r>
      <w:r w:rsidRPr="00A4769E">
        <w:rPr>
          <w:szCs w:val="20"/>
        </w:rPr>
        <w:t xml:space="preserve">, </w:t>
      </w:r>
      <w:r w:rsidR="001B73FA" w:rsidRPr="001B73FA">
        <w:rPr>
          <w:szCs w:val="20"/>
        </w:rPr>
        <w:t>en effet</w:t>
      </w:r>
      <w:r w:rsidRPr="00A4769E">
        <w:rPr>
          <w:szCs w:val="20"/>
        </w:rPr>
        <w:t xml:space="preserve">, </w:t>
      </w:r>
      <w:r w:rsidR="001B73FA" w:rsidRPr="001B73FA">
        <w:rPr>
          <w:szCs w:val="20"/>
        </w:rPr>
        <w:t>cette route</w:t>
      </w:r>
      <w:r w:rsidRPr="00A4769E">
        <w:rPr>
          <w:szCs w:val="20"/>
        </w:rPr>
        <w:t xml:space="preserve">, </w:t>
      </w:r>
      <w:r w:rsidR="001B73FA" w:rsidRPr="001B73FA">
        <w:rPr>
          <w:szCs w:val="20"/>
        </w:rPr>
        <w:t>mais je lui avais montré une venelle qui tournait</w:t>
      </w:r>
      <w:r w:rsidRPr="00A4769E">
        <w:rPr>
          <w:szCs w:val="20"/>
        </w:rPr>
        <w:t xml:space="preserve">. </w:t>
      </w:r>
      <w:r w:rsidR="001B73FA" w:rsidRPr="001B73FA">
        <w:rPr>
          <w:szCs w:val="20"/>
        </w:rPr>
        <w:t>J</w:t>
      </w:r>
      <w:r w:rsidRPr="00A4769E">
        <w:rPr>
          <w:szCs w:val="20"/>
        </w:rPr>
        <w:t>’</w:t>
      </w:r>
      <w:r w:rsidR="001B73FA" w:rsidRPr="001B73FA">
        <w:rPr>
          <w:szCs w:val="20"/>
        </w:rPr>
        <w:t>arrivai moi-même peu après à la maison</w:t>
      </w:r>
      <w:r w:rsidRPr="00A4769E">
        <w:rPr>
          <w:szCs w:val="20"/>
        </w:rPr>
        <w:t xml:space="preserve">, </w:t>
      </w:r>
      <w:r w:rsidR="001B73FA" w:rsidRPr="001B73FA">
        <w:rPr>
          <w:szCs w:val="20"/>
        </w:rPr>
        <w:t>mais ayant réfléchi</w:t>
      </w:r>
      <w:r w:rsidRPr="00A4769E">
        <w:rPr>
          <w:szCs w:val="20"/>
        </w:rPr>
        <w:t xml:space="preserve">. </w:t>
      </w:r>
      <w:r w:rsidR="001B73FA" w:rsidRPr="001B73FA">
        <w:rPr>
          <w:szCs w:val="20"/>
        </w:rPr>
        <w:t>Je savais que mon père était parti pour Artigues où une de ses clientes accouchait et ces affaires-là ne sont jamais soumises à des horaires fixes</w:t>
      </w:r>
      <w:r w:rsidRPr="00A4769E">
        <w:rPr>
          <w:szCs w:val="20"/>
        </w:rPr>
        <w:t xml:space="preserve">. </w:t>
      </w:r>
      <w:r w:rsidR="001B73FA" w:rsidRPr="001B73FA">
        <w:rPr>
          <w:szCs w:val="20"/>
        </w:rPr>
        <w:t>Il en avait peut-être pour toute la nuit</w:t>
      </w:r>
      <w:r w:rsidRPr="00A4769E">
        <w:rPr>
          <w:szCs w:val="20"/>
        </w:rPr>
        <w:t xml:space="preserve">. </w:t>
      </w:r>
      <w:r w:rsidR="001B73FA" w:rsidRPr="001B73FA">
        <w:rPr>
          <w:szCs w:val="20"/>
        </w:rPr>
        <w:t>Les précautions prises par le postillon m</w:t>
      </w:r>
      <w:r w:rsidRPr="00A4769E">
        <w:rPr>
          <w:szCs w:val="20"/>
        </w:rPr>
        <w:t>’</w:t>
      </w:r>
      <w:r w:rsidR="001B73FA" w:rsidRPr="001B73FA">
        <w:rPr>
          <w:szCs w:val="20"/>
        </w:rPr>
        <w:t>inquiétaient</w:t>
      </w:r>
      <w:r w:rsidRPr="00A4769E">
        <w:rPr>
          <w:szCs w:val="20"/>
        </w:rPr>
        <w:t xml:space="preserve">. </w:t>
      </w:r>
      <w:r w:rsidR="001B73FA" w:rsidRPr="001B73FA">
        <w:rPr>
          <w:szCs w:val="20"/>
        </w:rPr>
        <w:t xml:space="preserve">Il y avait déjà suffisamment de </w:t>
      </w:r>
      <w:r w:rsidR="001B73FA" w:rsidRPr="001B73FA">
        <w:rPr>
          <w:szCs w:val="20"/>
        </w:rPr>
        <w:lastRenderedPageBreak/>
        <w:t>mystère dans les deux blessures de l</w:t>
      </w:r>
      <w:r w:rsidRPr="00A4769E">
        <w:rPr>
          <w:szCs w:val="20"/>
        </w:rPr>
        <w:t>’</w:t>
      </w:r>
      <w:r w:rsidR="001B73FA" w:rsidRPr="001B73FA">
        <w:rPr>
          <w:szCs w:val="20"/>
        </w:rPr>
        <w:t>homme</w:t>
      </w:r>
      <w:r w:rsidRPr="00A4769E">
        <w:rPr>
          <w:szCs w:val="20"/>
        </w:rPr>
        <w:t xml:space="preserve">. </w:t>
      </w:r>
      <w:r w:rsidR="001B73FA" w:rsidRPr="001B73FA">
        <w:rPr>
          <w:szCs w:val="20"/>
        </w:rPr>
        <w:t>Je fus d</w:t>
      </w:r>
      <w:r w:rsidRPr="00A4769E">
        <w:rPr>
          <w:szCs w:val="20"/>
        </w:rPr>
        <w:t>’</w:t>
      </w:r>
      <w:r w:rsidR="001B73FA" w:rsidRPr="001B73FA">
        <w:rPr>
          <w:szCs w:val="20"/>
        </w:rPr>
        <w:t>autant plus portée à voir de grands gestes dans la nuit que le postillon me demanda des nouvelles du blessé</w:t>
      </w:r>
      <w:r w:rsidRPr="00A4769E">
        <w:rPr>
          <w:szCs w:val="20"/>
        </w:rPr>
        <w:t xml:space="preserve">. </w:t>
      </w:r>
      <w:r w:rsidR="001B73FA" w:rsidRPr="001B73FA">
        <w:rPr>
          <w:szCs w:val="20"/>
        </w:rPr>
        <w:t>Je lui répondis</w:t>
      </w:r>
      <w:r w:rsidRPr="00A4769E">
        <w:rPr>
          <w:szCs w:val="20"/>
        </w:rPr>
        <w:t xml:space="preserve">, </w:t>
      </w:r>
      <w:r w:rsidR="001B73FA" w:rsidRPr="001B73FA">
        <w:rPr>
          <w:szCs w:val="20"/>
        </w:rPr>
        <w:t>pendant que négligemment je passais la main dans le tiroir où mon père tenait son pistolet</w:t>
      </w:r>
      <w:r w:rsidRPr="00A4769E">
        <w:rPr>
          <w:szCs w:val="20"/>
        </w:rPr>
        <w:t xml:space="preserve">, </w:t>
      </w:r>
      <w:r w:rsidR="001B73FA" w:rsidRPr="001B73FA">
        <w:rPr>
          <w:szCs w:val="20"/>
        </w:rPr>
        <w:t>mais</w:t>
      </w:r>
      <w:r w:rsidRPr="00A4769E">
        <w:rPr>
          <w:szCs w:val="20"/>
        </w:rPr>
        <w:t xml:space="preserve">, </w:t>
      </w:r>
      <w:r w:rsidR="001B73FA" w:rsidRPr="001B73FA">
        <w:rPr>
          <w:szCs w:val="20"/>
        </w:rPr>
        <w:t>au moment où je tirais l</w:t>
      </w:r>
      <w:r w:rsidRPr="00A4769E">
        <w:rPr>
          <w:szCs w:val="20"/>
        </w:rPr>
        <w:t>’</w:t>
      </w:r>
      <w:r w:rsidR="001B73FA" w:rsidRPr="001B73FA">
        <w:rPr>
          <w:szCs w:val="20"/>
        </w:rPr>
        <w:t>arme</w:t>
      </w:r>
      <w:r w:rsidRPr="00A4769E">
        <w:rPr>
          <w:szCs w:val="20"/>
        </w:rPr>
        <w:t xml:space="preserve">, </w:t>
      </w:r>
      <w:r w:rsidR="001B73FA" w:rsidRPr="001B73FA">
        <w:rPr>
          <w:szCs w:val="20"/>
        </w:rPr>
        <w:t>le blessé lui-même apparut et me surprit en train de menacer le postillon qui ouvrait de grands yeux</w:t>
      </w:r>
      <w:r w:rsidRPr="00A4769E">
        <w:rPr>
          <w:szCs w:val="20"/>
        </w:rPr>
        <w:t xml:space="preserve">. </w:t>
      </w:r>
      <w:r w:rsidR="001B73FA" w:rsidRPr="001B73FA">
        <w:rPr>
          <w:szCs w:val="20"/>
        </w:rPr>
        <w:t>“</w:t>
      </w:r>
      <w:r w:rsidR="001B73FA" w:rsidRPr="001B73FA">
        <w:rPr>
          <w:szCs w:val="20"/>
        </w:rPr>
        <w:t>Merci</w:t>
      </w:r>
      <w:r w:rsidRPr="00A4769E">
        <w:rPr>
          <w:szCs w:val="20"/>
        </w:rPr>
        <w:t xml:space="preserve">, </w:t>
      </w:r>
      <w:r w:rsidR="001B73FA" w:rsidRPr="001B73FA">
        <w:rPr>
          <w:szCs w:val="20"/>
        </w:rPr>
        <w:t>mademoiselle</w:t>
      </w:r>
      <w:r w:rsidRPr="00A4769E">
        <w:rPr>
          <w:szCs w:val="20"/>
        </w:rPr>
        <w:t xml:space="preserve">, </w:t>
      </w:r>
      <w:r w:rsidR="001B73FA" w:rsidRPr="001B73FA">
        <w:rPr>
          <w:szCs w:val="20"/>
        </w:rPr>
        <w:t>dit-il en souriant</w:t>
      </w:r>
      <w:r w:rsidRPr="00A4769E">
        <w:rPr>
          <w:szCs w:val="20"/>
        </w:rPr>
        <w:t xml:space="preserve">. </w:t>
      </w:r>
      <w:r w:rsidR="001B73FA" w:rsidRPr="001B73FA">
        <w:rPr>
          <w:szCs w:val="20"/>
        </w:rPr>
        <w:t>Mais celui-ci est mon domestique</w:t>
      </w:r>
      <w:r w:rsidRPr="00A4769E">
        <w:rPr>
          <w:szCs w:val="20"/>
        </w:rPr>
        <w:t xml:space="preserve">. </w:t>
      </w:r>
      <w:r w:rsidR="001B73FA" w:rsidRPr="001B73FA">
        <w:rPr>
          <w:szCs w:val="20"/>
        </w:rPr>
        <w:t>Je l</w:t>
      </w:r>
      <w:r w:rsidRPr="00A4769E">
        <w:rPr>
          <w:szCs w:val="20"/>
        </w:rPr>
        <w:t>’</w:t>
      </w:r>
      <w:r w:rsidR="001B73FA" w:rsidRPr="001B73FA">
        <w:rPr>
          <w:szCs w:val="20"/>
        </w:rPr>
        <w:t>attendais</w:t>
      </w:r>
      <w:r w:rsidRPr="00A4769E">
        <w:rPr>
          <w:szCs w:val="20"/>
        </w:rPr>
        <w:t xml:space="preserve">, </w:t>
      </w:r>
      <w:r w:rsidR="001B73FA" w:rsidRPr="001B73FA">
        <w:rPr>
          <w:szCs w:val="20"/>
        </w:rPr>
        <w:t>il a dans son portemanteau du linge fin et des vêtements avec lesquels je comptais faire honneur à tant de courage et à tant de charme</w:t>
      </w:r>
      <w:r w:rsidRPr="00A4769E">
        <w:rPr>
          <w:szCs w:val="20"/>
        </w:rPr>
        <w:t>.</w:t>
      </w:r>
      <w:r w:rsidRPr="00A4769E">
        <w:rPr>
          <w:szCs w:val="20"/>
        </w:rPr>
        <w:t>”</w:t>
      </w:r>
      <w:r w:rsidR="001B73FA" w:rsidRPr="001B73FA">
        <w:rPr>
          <w:szCs w:val="20"/>
        </w:rPr>
        <w:t xml:space="preserve"> Il me baisa la main</w:t>
      </w:r>
      <w:r w:rsidRPr="00A4769E">
        <w:rPr>
          <w:szCs w:val="20"/>
        </w:rPr>
        <w:t xml:space="preserve">. </w:t>
      </w:r>
      <w:r w:rsidR="001B73FA" w:rsidRPr="001B73FA">
        <w:rPr>
          <w:szCs w:val="20"/>
        </w:rPr>
        <w:t>C</w:t>
      </w:r>
      <w:r w:rsidRPr="00A4769E">
        <w:rPr>
          <w:szCs w:val="20"/>
        </w:rPr>
        <w:t>’</w:t>
      </w:r>
      <w:r w:rsidR="001B73FA" w:rsidRPr="001B73FA">
        <w:rPr>
          <w:szCs w:val="20"/>
        </w:rPr>
        <w:t>était celle qui tenait le pistolet et elle ne profita pas du baiser autant que je l</w:t>
      </w:r>
      <w:r w:rsidRPr="00A4769E">
        <w:rPr>
          <w:szCs w:val="20"/>
        </w:rPr>
        <w:t>’</w:t>
      </w:r>
      <w:r w:rsidR="001B73FA" w:rsidRPr="001B73FA">
        <w:rPr>
          <w:szCs w:val="20"/>
        </w:rPr>
        <w:t>aurais désiré</w:t>
      </w:r>
      <w:r w:rsidRPr="00A4769E">
        <w:rPr>
          <w:szCs w:val="20"/>
        </w:rPr>
        <w:t>.</w:t>
      </w:r>
    </w:p>
    <w:p w14:paraId="5A9F72E4" w14:textId="0630E827" w:rsidR="001B73FA" w:rsidRPr="001B73FA" w:rsidRDefault="00462692" w:rsidP="001B73FA">
      <w:pPr>
        <w:rPr>
          <w:szCs w:val="20"/>
        </w:rPr>
      </w:pPr>
      <w:r w:rsidRPr="00A4769E">
        <w:rPr>
          <w:szCs w:val="20"/>
        </w:rPr>
        <w:t>« </w:t>
      </w:r>
      <w:r w:rsidR="001B73FA" w:rsidRPr="001B73FA">
        <w:rPr>
          <w:szCs w:val="20"/>
        </w:rPr>
        <w:t>Chaque fois que mon père était absent</w:t>
      </w:r>
      <w:r w:rsidRPr="00A4769E">
        <w:rPr>
          <w:szCs w:val="20"/>
        </w:rPr>
        <w:t xml:space="preserve">, </w:t>
      </w:r>
      <w:r w:rsidR="001B73FA" w:rsidRPr="001B73FA">
        <w:rPr>
          <w:szCs w:val="20"/>
        </w:rPr>
        <w:t>je mangeais seule</w:t>
      </w:r>
      <w:r w:rsidRPr="00A4769E">
        <w:rPr>
          <w:szCs w:val="20"/>
        </w:rPr>
        <w:t xml:space="preserve">. </w:t>
      </w:r>
      <w:r w:rsidR="001B73FA" w:rsidRPr="001B73FA">
        <w:rPr>
          <w:szCs w:val="20"/>
        </w:rPr>
        <w:t>Il y avait déjà ce soir un tout petit peu de miracle dans l</w:t>
      </w:r>
      <w:r w:rsidRPr="00A4769E">
        <w:rPr>
          <w:szCs w:val="20"/>
        </w:rPr>
        <w:t>’</w:t>
      </w:r>
      <w:r w:rsidR="001B73FA" w:rsidRPr="001B73FA">
        <w:rPr>
          <w:szCs w:val="20"/>
        </w:rPr>
        <w:t>air</w:t>
      </w:r>
      <w:r w:rsidRPr="00A4769E">
        <w:rPr>
          <w:szCs w:val="20"/>
        </w:rPr>
        <w:t xml:space="preserve">. </w:t>
      </w:r>
      <w:r w:rsidR="001B73FA" w:rsidRPr="001B73FA">
        <w:rPr>
          <w:szCs w:val="20"/>
        </w:rPr>
        <w:t>Le postillon était parti après m</w:t>
      </w:r>
      <w:r w:rsidRPr="00A4769E">
        <w:rPr>
          <w:szCs w:val="20"/>
        </w:rPr>
        <w:t>’</w:t>
      </w:r>
      <w:r w:rsidR="001B73FA" w:rsidRPr="001B73FA">
        <w:rPr>
          <w:szCs w:val="20"/>
        </w:rPr>
        <w:t>avoir saluée avec beaucoup de respect</w:t>
      </w:r>
      <w:r w:rsidRPr="00A4769E">
        <w:rPr>
          <w:szCs w:val="20"/>
        </w:rPr>
        <w:t xml:space="preserve">. </w:t>
      </w:r>
      <w:r w:rsidR="001B73FA" w:rsidRPr="001B73FA">
        <w:rPr>
          <w:szCs w:val="20"/>
        </w:rPr>
        <w:t>Nathalie venait à peine de me servir ma soupe que j</w:t>
      </w:r>
      <w:r w:rsidRPr="00A4769E">
        <w:rPr>
          <w:szCs w:val="20"/>
        </w:rPr>
        <w:t>’</w:t>
      </w:r>
      <w:r w:rsidR="001B73FA" w:rsidRPr="001B73FA">
        <w:rPr>
          <w:szCs w:val="20"/>
        </w:rPr>
        <w:t>entendis l</w:t>
      </w:r>
      <w:r w:rsidRPr="00A4769E">
        <w:rPr>
          <w:szCs w:val="20"/>
        </w:rPr>
        <w:t>’</w:t>
      </w:r>
      <w:r w:rsidR="001B73FA" w:rsidRPr="001B73FA">
        <w:rPr>
          <w:szCs w:val="20"/>
        </w:rPr>
        <w:t>homme descendre de sa chambre</w:t>
      </w:r>
      <w:r w:rsidRPr="00A4769E">
        <w:rPr>
          <w:szCs w:val="20"/>
        </w:rPr>
        <w:t xml:space="preserve">. </w:t>
      </w:r>
      <w:r w:rsidR="001B73FA" w:rsidRPr="001B73FA">
        <w:rPr>
          <w:szCs w:val="20"/>
        </w:rPr>
        <w:t>La porte de la salle à manger était ouverte sous un rideau</w:t>
      </w:r>
      <w:r w:rsidRPr="00A4769E">
        <w:rPr>
          <w:szCs w:val="20"/>
        </w:rPr>
        <w:t xml:space="preserve">. </w:t>
      </w:r>
      <w:r w:rsidR="001B73FA" w:rsidRPr="001B73FA">
        <w:rPr>
          <w:szCs w:val="20"/>
        </w:rPr>
        <w:t>Il s</w:t>
      </w:r>
      <w:r w:rsidRPr="00A4769E">
        <w:rPr>
          <w:szCs w:val="20"/>
        </w:rPr>
        <w:t>’</w:t>
      </w:r>
      <w:r w:rsidR="001B73FA" w:rsidRPr="001B73FA">
        <w:rPr>
          <w:szCs w:val="20"/>
        </w:rPr>
        <w:t>arrêta derrière le rideau et il dit</w:t>
      </w:r>
      <w:r w:rsidRPr="00A4769E">
        <w:rPr>
          <w:szCs w:val="20"/>
        </w:rPr>
        <w:t xml:space="preserve"> : </w:t>
      </w:r>
      <w:r w:rsidR="001B73FA" w:rsidRPr="001B73FA">
        <w:rPr>
          <w:szCs w:val="20"/>
        </w:rPr>
        <w:t>“</w:t>
      </w:r>
      <w:r w:rsidR="001B73FA" w:rsidRPr="001B73FA">
        <w:rPr>
          <w:szCs w:val="20"/>
        </w:rPr>
        <w:t>Voulez-vous me permettre</w:t>
      </w:r>
      <w:r w:rsidRPr="00A4769E">
        <w:rPr>
          <w:szCs w:val="20"/>
        </w:rPr>
        <w:t xml:space="preserve">, </w:t>
      </w:r>
      <w:r w:rsidR="001B73FA" w:rsidRPr="001B73FA">
        <w:rPr>
          <w:szCs w:val="20"/>
        </w:rPr>
        <w:t>mademoiselle</w:t>
      </w:r>
      <w:r w:rsidRPr="00A4769E">
        <w:rPr>
          <w:szCs w:val="20"/>
        </w:rPr>
        <w:t> ?</w:t>
      </w:r>
      <w:r w:rsidRPr="00A4769E">
        <w:rPr>
          <w:szCs w:val="20"/>
        </w:rPr>
        <w:t>”</w:t>
      </w:r>
      <w:r w:rsidR="001B73FA" w:rsidRPr="001B73FA">
        <w:rPr>
          <w:szCs w:val="20"/>
        </w:rPr>
        <w:t xml:space="preserve"> Puis il entra</w:t>
      </w:r>
      <w:r w:rsidRPr="00A4769E">
        <w:rPr>
          <w:szCs w:val="20"/>
        </w:rPr>
        <w:t xml:space="preserve">. </w:t>
      </w:r>
      <w:r w:rsidR="001B73FA" w:rsidRPr="001B73FA">
        <w:rPr>
          <w:szCs w:val="20"/>
        </w:rPr>
        <w:t>Il était comme un prince</w:t>
      </w:r>
      <w:r w:rsidRPr="00A4769E">
        <w:rPr>
          <w:szCs w:val="20"/>
        </w:rPr>
        <w:t xml:space="preserve">. </w:t>
      </w:r>
      <w:r w:rsidR="001B73FA" w:rsidRPr="001B73FA">
        <w:rPr>
          <w:szCs w:val="20"/>
        </w:rPr>
        <w:t>Il avait des pantalons collants</w:t>
      </w:r>
      <w:r w:rsidRPr="00A4769E">
        <w:rPr>
          <w:szCs w:val="20"/>
        </w:rPr>
        <w:t xml:space="preserve">, </w:t>
      </w:r>
      <w:r w:rsidR="001B73FA" w:rsidRPr="001B73FA">
        <w:rPr>
          <w:szCs w:val="20"/>
        </w:rPr>
        <w:t>d</w:t>
      </w:r>
      <w:r w:rsidRPr="00A4769E">
        <w:rPr>
          <w:szCs w:val="20"/>
        </w:rPr>
        <w:t>’</w:t>
      </w:r>
      <w:r w:rsidR="001B73FA" w:rsidRPr="001B73FA">
        <w:rPr>
          <w:szCs w:val="20"/>
        </w:rPr>
        <w:t>une étoffe beige très fine que les sous-pieds tendaient sur ses mollets et sur ses cuisses</w:t>
      </w:r>
      <w:r w:rsidRPr="00A4769E">
        <w:rPr>
          <w:szCs w:val="20"/>
        </w:rPr>
        <w:t xml:space="preserve">, </w:t>
      </w:r>
      <w:r w:rsidR="001B73FA" w:rsidRPr="001B73FA">
        <w:rPr>
          <w:szCs w:val="20"/>
        </w:rPr>
        <w:t>et une simple chemise de soie molle et ample à manches bouffantes</w:t>
      </w:r>
      <w:r w:rsidRPr="00A4769E">
        <w:rPr>
          <w:szCs w:val="20"/>
        </w:rPr>
        <w:t xml:space="preserve">. </w:t>
      </w:r>
      <w:r w:rsidR="001B73FA" w:rsidRPr="001B73FA">
        <w:rPr>
          <w:szCs w:val="20"/>
        </w:rPr>
        <w:t>Un foulard rouge soutenait son bras du côté de son épaule blessée</w:t>
      </w:r>
      <w:r w:rsidRPr="00A4769E">
        <w:rPr>
          <w:szCs w:val="20"/>
        </w:rPr>
        <w:t xml:space="preserve">. </w:t>
      </w:r>
      <w:r w:rsidR="001B73FA" w:rsidRPr="001B73FA">
        <w:rPr>
          <w:szCs w:val="20"/>
        </w:rPr>
        <w:t>Il s</w:t>
      </w:r>
      <w:r w:rsidRPr="00A4769E">
        <w:rPr>
          <w:szCs w:val="20"/>
        </w:rPr>
        <w:t>’</w:t>
      </w:r>
      <w:r w:rsidR="001B73FA" w:rsidRPr="001B73FA">
        <w:rPr>
          <w:szCs w:val="20"/>
        </w:rPr>
        <w:t>avança et dit</w:t>
      </w:r>
      <w:r w:rsidRPr="00A4769E">
        <w:rPr>
          <w:szCs w:val="20"/>
        </w:rPr>
        <w:t xml:space="preserve"> : </w:t>
      </w:r>
      <w:r w:rsidR="001B73FA" w:rsidRPr="001B73FA">
        <w:rPr>
          <w:szCs w:val="20"/>
        </w:rPr>
        <w:t>“</w:t>
      </w:r>
      <w:r w:rsidR="001B73FA" w:rsidRPr="001B73FA">
        <w:rPr>
          <w:szCs w:val="20"/>
        </w:rPr>
        <w:t>Laissez-moi vous servir</w:t>
      </w:r>
      <w:r w:rsidRPr="00A4769E">
        <w:rPr>
          <w:szCs w:val="20"/>
        </w:rPr>
        <w:t>.</w:t>
      </w:r>
      <w:r w:rsidRPr="00A4769E">
        <w:rPr>
          <w:szCs w:val="20"/>
        </w:rPr>
        <w:t>”</w:t>
      </w:r>
      <w:r w:rsidR="001B73FA" w:rsidRPr="001B73FA">
        <w:rPr>
          <w:szCs w:val="20"/>
        </w:rPr>
        <w:t xml:space="preserve"> J</w:t>
      </w:r>
      <w:r w:rsidRPr="00A4769E">
        <w:rPr>
          <w:szCs w:val="20"/>
        </w:rPr>
        <w:t>’</w:t>
      </w:r>
      <w:r w:rsidR="001B73FA" w:rsidRPr="001B73FA">
        <w:rPr>
          <w:szCs w:val="20"/>
        </w:rPr>
        <w:t>étais comme une statue de marbre</w:t>
      </w:r>
      <w:r w:rsidRPr="00A4769E">
        <w:rPr>
          <w:szCs w:val="20"/>
        </w:rPr>
        <w:t xml:space="preserve">. </w:t>
      </w:r>
      <w:r w:rsidR="001B73FA" w:rsidRPr="001B73FA">
        <w:rPr>
          <w:szCs w:val="20"/>
        </w:rPr>
        <w:t>Alors</w:t>
      </w:r>
      <w:r w:rsidRPr="00A4769E">
        <w:rPr>
          <w:szCs w:val="20"/>
        </w:rPr>
        <w:t xml:space="preserve">, </w:t>
      </w:r>
      <w:r w:rsidR="001B73FA" w:rsidRPr="001B73FA">
        <w:rPr>
          <w:szCs w:val="20"/>
        </w:rPr>
        <w:t>il fit quelque chose de très difficile à faire</w:t>
      </w:r>
      <w:r w:rsidRPr="00A4769E">
        <w:rPr>
          <w:szCs w:val="20"/>
        </w:rPr>
        <w:t xml:space="preserve"> : </w:t>
      </w:r>
      <w:r w:rsidR="001B73FA" w:rsidRPr="001B73FA">
        <w:rPr>
          <w:szCs w:val="20"/>
        </w:rPr>
        <w:t>il rendit le surnaturel paisible et normal</w:t>
      </w:r>
      <w:r w:rsidRPr="00A4769E">
        <w:rPr>
          <w:szCs w:val="20"/>
        </w:rPr>
        <w:t xml:space="preserve"> ; </w:t>
      </w:r>
      <w:r w:rsidR="001B73FA" w:rsidRPr="001B73FA">
        <w:rPr>
          <w:szCs w:val="20"/>
        </w:rPr>
        <w:t>il sourit et il ajouta</w:t>
      </w:r>
      <w:r w:rsidRPr="00A4769E">
        <w:rPr>
          <w:szCs w:val="20"/>
        </w:rPr>
        <w:t xml:space="preserve"> : </w:t>
      </w:r>
      <w:r w:rsidR="001B73FA" w:rsidRPr="001B73FA">
        <w:rPr>
          <w:szCs w:val="20"/>
        </w:rPr>
        <w:t>“</w:t>
      </w:r>
      <w:r w:rsidR="001B73FA" w:rsidRPr="001B73FA">
        <w:rPr>
          <w:szCs w:val="20"/>
        </w:rPr>
        <w:t>Je savais que vous ne vous troubleriez pas</w:t>
      </w:r>
      <w:r w:rsidRPr="00A4769E">
        <w:rPr>
          <w:szCs w:val="20"/>
        </w:rPr>
        <w:t>.</w:t>
      </w:r>
      <w:r w:rsidRPr="00A4769E">
        <w:rPr>
          <w:szCs w:val="20"/>
        </w:rPr>
        <w:t>”</w:t>
      </w:r>
      <w:r w:rsidR="001B73FA" w:rsidRPr="001B73FA">
        <w:rPr>
          <w:szCs w:val="20"/>
        </w:rPr>
        <w:t xml:space="preserve"> Et j</w:t>
      </w:r>
      <w:r w:rsidRPr="00A4769E">
        <w:rPr>
          <w:szCs w:val="20"/>
        </w:rPr>
        <w:t>’</w:t>
      </w:r>
      <w:r w:rsidR="001B73FA" w:rsidRPr="001B73FA">
        <w:rPr>
          <w:szCs w:val="20"/>
        </w:rPr>
        <w:t>ai pris tout mon repas ce soir-là</w:t>
      </w:r>
      <w:r w:rsidRPr="00A4769E">
        <w:rPr>
          <w:szCs w:val="20"/>
        </w:rPr>
        <w:t xml:space="preserve">, </w:t>
      </w:r>
      <w:r w:rsidR="001B73FA" w:rsidRPr="001B73FA">
        <w:rPr>
          <w:szCs w:val="20"/>
        </w:rPr>
        <w:t>en effet</w:t>
      </w:r>
      <w:r w:rsidRPr="00A4769E">
        <w:rPr>
          <w:szCs w:val="20"/>
        </w:rPr>
        <w:t xml:space="preserve">, </w:t>
      </w:r>
      <w:r w:rsidR="001B73FA" w:rsidRPr="001B73FA">
        <w:rPr>
          <w:szCs w:val="20"/>
        </w:rPr>
        <w:t>calmement</w:t>
      </w:r>
      <w:r w:rsidRPr="00A4769E">
        <w:rPr>
          <w:szCs w:val="20"/>
        </w:rPr>
        <w:t xml:space="preserve">, </w:t>
      </w:r>
      <w:r w:rsidR="001B73FA" w:rsidRPr="001B73FA">
        <w:rPr>
          <w:szCs w:val="20"/>
        </w:rPr>
        <w:t>servi par lui</w:t>
      </w:r>
      <w:r w:rsidRPr="00A4769E">
        <w:rPr>
          <w:szCs w:val="20"/>
        </w:rPr>
        <w:t xml:space="preserve">, </w:t>
      </w:r>
      <w:r w:rsidR="001B73FA" w:rsidRPr="001B73FA">
        <w:rPr>
          <w:szCs w:val="20"/>
        </w:rPr>
        <w:t>comme si j</w:t>
      </w:r>
      <w:r w:rsidRPr="00A4769E">
        <w:rPr>
          <w:szCs w:val="20"/>
        </w:rPr>
        <w:t>’</w:t>
      </w:r>
      <w:r w:rsidR="001B73FA" w:rsidRPr="001B73FA">
        <w:rPr>
          <w:szCs w:val="20"/>
        </w:rPr>
        <w:t>étais habituée à ce service depuis ma naissance</w:t>
      </w:r>
      <w:r w:rsidRPr="00A4769E">
        <w:rPr>
          <w:szCs w:val="20"/>
        </w:rPr>
        <w:t xml:space="preserve">. </w:t>
      </w:r>
      <w:r w:rsidR="001B73FA" w:rsidRPr="001B73FA">
        <w:rPr>
          <w:szCs w:val="20"/>
        </w:rPr>
        <w:t>Et c</w:t>
      </w:r>
      <w:r w:rsidRPr="00A4769E">
        <w:rPr>
          <w:szCs w:val="20"/>
        </w:rPr>
        <w:t>’</w:t>
      </w:r>
      <w:r w:rsidR="001B73FA" w:rsidRPr="001B73FA">
        <w:rPr>
          <w:szCs w:val="20"/>
        </w:rPr>
        <w:t>est avec le plus grand naturel que je me suis entendue dire à Nathalie</w:t>
      </w:r>
      <w:r w:rsidRPr="00A4769E">
        <w:rPr>
          <w:szCs w:val="20"/>
        </w:rPr>
        <w:t xml:space="preserve"> : </w:t>
      </w:r>
      <w:r w:rsidR="001B73FA" w:rsidRPr="001B73FA">
        <w:rPr>
          <w:szCs w:val="20"/>
        </w:rPr>
        <w:lastRenderedPageBreak/>
        <w:t>“</w:t>
      </w:r>
      <w:r w:rsidR="001B73FA" w:rsidRPr="001B73FA">
        <w:rPr>
          <w:szCs w:val="20"/>
        </w:rPr>
        <w:t>Fais-nous du café</w:t>
      </w:r>
      <w:r w:rsidRPr="00A4769E">
        <w:rPr>
          <w:szCs w:val="20"/>
        </w:rPr>
        <w:t xml:space="preserve">, </w:t>
      </w:r>
      <w:r w:rsidR="001B73FA" w:rsidRPr="001B73FA">
        <w:rPr>
          <w:szCs w:val="20"/>
        </w:rPr>
        <w:t>ma bonne</w:t>
      </w:r>
      <w:r w:rsidRPr="00A4769E">
        <w:rPr>
          <w:szCs w:val="20"/>
        </w:rPr>
        <w:t>.</w:t>
      </w:r>
      <w:r w:rsidRPr="00A4769E">
        <w:rPr>
          <w:szCs w:val="20"/>
        </w:rPr>
        <w:t>”</w:t>
      </w:r>
      <w:r w:rsidR="001B73FA" w:rsidRPr="001B73FA">
        <w:rPr>
          <w:szCs w:val="20"/>
        </w:rPr>
        <w:t xml:space="preserve"> Il s</w:t>
      </w:r>
      <w:r w:rsidRPr="00A4769E">
        <w:rPr>
          <w:szCs w:val="20"/>
        </w:rPr>
        <w:t>’</w:t>
      </w:r>
      <w:r w:rsidR="001B73FA" w:rsidRPr="001B73FA">
        <w:rPr>
          <w:szCs w:val="20"/>
        </w:rPr>
        <w:t>est assis sur le fauteuil en face de moi</w:t>
      </w:r>
      <w:r w:rsidR="00E33BCD">
        <w:rPr>
          <w:szCs w:val="20"/>
        </w:rPr>
        <w:t>.</w:t>
      </w:r>
      <w:r w:rsidRPr="00A4769E">
        <w:rPr>
          <w:szCs w:val="20"/>
        </w:rPr>
        <w:t xml:space="preserve"> </w:t>
      </w:r>
      <w:r w:rsidR="00E33BCD">
        <w:rPr>
          <w:szCs w:val="20"/>
        </w:rPr>
        <w:t>I</w:t>
      </w:r>
      <w:r w:rsidR="001B73FA" w:rsidRPr="001B73FA">
        <w:rPr>
          <w:szCs w:val="20"/>
        </w:rPr>
        <w:t>l m</w:t>
      </w:r>
      <w:r w:rsidRPr="00A4769E">
        <w:rPr>
          <w:szCs w:val="20"/>
        </w:rPr>
        <w:t>’</w:t>
      </w:r>
      <w:r w:rsidR="001B73FA" w:rsidRPr="001B73FA">
        <w:rPr>
          <w:szCs w:val="20"/>
        </w:rPr>
        <w:t>a parlé</w:t>
      </w:r>
      <w:r w:rsidRPr="00A4769E">
        <w:rPr>
          <w:szCs w:val="20"/>
        </w:rPr>
        <w:t xml:space="preserve">. </w:t>
      </w:r>
      <w:r w:rsidR="001B73FA" w:rsidRPr="001B73FA">
        <w:rPr>
          <w:szCs w:val="20"/>
        </w:rPr>
        <w:t>C</w:t>
      </w:r>
      <w:r w:rsidRPr="00A4769E">
        <w:rPr>
          <w:szCs w:val="20"/>
        </w:rPr>
        <w:t>’</w:t>
      </w:r>
      <w:r w:rsidR="001B73FA" w:rsidRPr="001B73FA">
        <w:rPr>
          <w:szCs w:val="20"/>
        </w:rPr>
        <w:t>était la vieille conversation tant désirée</w:t>
      </w:r>
      <w:r w:rsidRPr="00A4769E">
        <w:rPr>
          <w:szCs w:val="20"/>
        </w:rPr>
        <w:t xml:space="preserve"> ; </w:t>
      </w:r>
      <w:r w:rsidR="001B73FA" w:rsidRPr="001B73FA">
        <w:rPr>
          <w:szCs w:val="20"/>
        </w:rPr>
        <w:t>j</w:t>
      </w:r>
      <w:r w:rsidRPr="00A4769E">
        <w:rPr>
          <w:szCs w:val="20"/>
        </w:rPr>
        <w:t>’</w:t>
      </w:r>
      <w:r w:rsidR="001B73FA" w:rsidRPr="001B73FA">
        <w:rPr>
          <w:szCs w:val="20"/>
        </w:rPr>
        <w:t>avais l</w:t>
      </w:r>
      <w:r w:rsidRPr="00A4769E">
        <w:rPr>
          <w:szCs w:val="20"/>
        </w:rPr>
        <w:t>’</w:t>
      </w:r>
      <w:r w:rsidR="001B73FA" w:rsidRPr="001B73FA">
        <w:rPr>
          <w:szCs w:val="20"/>
        </w:rPr>
        <w:t>habitude</w:t>
      </w:r>
      <w:r w:rsidRPr="00A4769E">
        <w:rPr>
          <w:szCs w:val="20"/>
        </w:rPr>
        <w:t xml:space="preserve">. </w:t>
      </w:r>
      <w:r w:rsidR="001B73FA" w:rsidRPr="001B73FA">
        <w:rPr>
          <w:szCs w:val="20"/>
        </w:rPr>
        <w:t>Combien de fois n</w:t>
      </w:r>
      <w:r w:rsidRPr="00A4769E">
        <w:rPr>
          <w:szCs w:val="20"/>
        </w:rPr>
        <w:t>’</w:t>
      </w:r>
      <w:r w:rsidR="001B73FA" w:rsidRPr="001B73FA">
        <w:rPr>
          <w:szCs w:val="20"/>
        </w:rPr>
        <w:t>avais-je pas parlé ainsi à haute voix toute seule</w:t>
      </w:r>
      <w:r w:rsidRPr="00A4769E">
        <w:rPr>
          <w:szCs w:val="20"/>
        </w:rPr>
        <w:t xml:space="preserve"> ? </w:t>
      </w:r>
      <w:r w:rsidR="001B73FA" w:rsidRPr="001B73FA">
        <w:rPr>
          <w:szCs w:val="20"/>
        </w:rPr>
        <w:t>Cela me donnait une aisance surprenante</w:t>
      </w:r>
      <w:r w:rsidRPr="00A4769E">
        <w:rPr>
          <w:szCs w:val="20"/>
        </w:rPr>
        <w:t xml:space="preserve">. </w:t>
      </w:r>
      <w:r w:rsidR="001B73FA" w:rsidRPr="001B73FA">
        <w:rPr>
          <w:szCs w:val="20"/>
        </w:rPr>
        <w:t>Il m</w:t>
      </w:r>
      <w:r w:rsidRPr="00A4769E">
        <w:rPr>
          <w:szCs w:val="20"/>
        </w:rPr>
        <w:t>’</w:t>
      </w:r>
      <w:r w:rsidR="001B73FA" w:rsidRPr="001B73FA">
        <w:rPr>
          <w:szCs w:val="20"/>
        </w:rPr>
        <w:t>accablait de merveilles</w:t>
      </w:r>
      <w:r w:rsidRPr="00A4769E">
        <w:rPr>
          <w:szCs w:val="20"/>
        </w:rPr>
        <w:t xml:space="preserve">. </w:t>
      </w:r>
      <w:r w:rsidR="001B73FA" w:rsidRPr="001B73FA">
        <w:rPr>
          <w:szCs w:val="20"/>
        </w:rPr>
        <w:t>Mais il y avait tant d</w:t>
      </w:r>
      <w:r w:rsidRPr="00A4769E">
        <w:rPr>
          <w:szCs w:val="20"/>
        </w:rPr>
        <w:t>’</w:t>
      </w:r>
      <w:r w:rsidR="001B73FA" w:rsidRPr="001B73FA">
        <w:rPr>
          <w:szCs w:val="20"/>
        </w:rPr>
        <w:t>appétit pour elles en moi que</w:t>
      </w:r>
      <w:r w:rsidRPr="00A4769E">
        <w:rPr>
          <w:szCs w:val="20"/>
        </w:rPr>
        <w:t xml:space="preserve">, </w:t>
      </w:r>
      <w:r w:rsidR="001B73FA" w:rsidRPr="001B73FA">
        <w:rPr>
          <w:szCs w:val="20"/>
        </w:rPr>
        <w:t>pas une fois</w:t>
      </w:r>
      <w:r w:rsidRPr="00A4769E">
        <w:rPr>
          <w:szCs w:val="20"/>
        </w:rPr>
        <w:t xml:space="preserve">, </w:t>
      </w:r>
      <w:r w:rsidR="001B73FA" w:rsidRPr="001B73FA">
        <w:rPr>
          <w:szCs w:val="20"/>
        </w:rPr>
        <w:t>il ne m</w:t>
      </w:r>
      <w:r w:rsidRPr="00A4769E">
        <w:rPr>
          <w:szCs w:val="20"/>
        </w:rPr>
        <w:t>’</w:t>
      </w:r>
      <w:r w:rsidR="001B73FA" w:rsidRPr="001B73FA">
        <w:rPr>
          <w:szCs w:val="20"/>
        </w:rPr>
        <w:t>a vue essoufflée ou inquiète</w:t>
      </w:r>
      <w:r w:rsidRPr="00A4769E">
        <w:rPr>
          <w:szCs w:val="20"/>
        </w:rPr>
        <w:t xml:space="preserve">. </w:t>
      </w:r>
      <w:r w:rsidR="001B73FA" w:rsidRPr="001B73FA">
        <w:rPr>
          <w:szCs w:val="20"/>
        </w:rPr>
        <w:t>J</w:t>
      </w:r>
      <w:r w:rsidRPr="00A4769E">
        <w:rPr>
          <w:szCs w:val="20"/>
        </w:rPr>
        <w:t>’</w:t>
      </w:r>
      <w:r w:rsidR="001B73FA" w:rsidRPr="001B73FA">
        <w:rPr>
          <w:szCs w:val="20"/>
        </w:rPr>
        <w:t>étais à son pas dans les hauteurs</w:t>
      </w:r>
      <w:r w:rsidRPr="00A4769E">
        <w:rPr>
          <w:szCs w:val="20"/>
        </w:rPr>
        <w:t xml:space="preserve">. </w:t>
      </w:r>
      <w:r w:rsidR="001B73FA" w:rsidRPr="001B73FA">
        <w:rPr>
          <w:szCs w:val="20"/>
        </w:rPr>
        <w:t>Je me disais seulement</w:t>
      </w:r>
      <w:r w:rsidRPr="00A4769E">
        <w:rPr>
          <w:szCs w:val="20"/>
        </w:rPr>
        <w:t xml:space="preserve"> : </w:t>
      </w:r>
      <w:r w:rsidR="001B73FA" w:rsidRPr="001B73FA">
        <w:rPr>
          <w:szCs w:val="20"/>
        </w:rPr>
        <w:t>“</w:t>
      </w:r>
      <w:r w:rsidR="001B73FA" w:rsidRPr="001B73FA">
        <w:rPr>
          <w:szCs w:val="20"/>
        </w:rPr>
        <w:t>Puisqu</w:t>
      </w:r>
      <w:r w:rsidRPr="00A4769E">
        <w:rPr>
          <w:szCs w:val="20"/>
        </w:rPr>
        <w:t>’</w:t>
      </w:r>
      <w:r w:rsidR="001B73FA" w:rsidRPr="001B73FA">
        <w:rPr>
          <w:szCs w:val="20"/>
        </w:rPr>
        <w:t>il est vivant</w:t>
      </w:r>
      <w:r w:rsidRPr="00A4769E">
        <w:rPr>
          <w:szCs w:val="20"/>
        </w:rPr>
        <w:t xml:space="preserve">, </w:t>
      </w:r>
      <w:r w:rsidR="001B73FA" w:rsidRPr="001B73FA">
        <w:rPr>
          <w:szCs w:val="20"/>
        </w:rPr>
        <w:t>puisque tout cela est vrai et possible</w:t>
      </w:r>
      <w:r w:rsidRPr="00A4769E">
        <w:rPr>
          <w:szCs w:val="20"/>
        </w:rPr>
        <w:t xml:space="preserve">, </w:t>
      </w:r>
      <w:r w:rsidR="001B73FA" w:rsidRPr="001B73FA">
        <w:rPr>
          <w:szCs w:val="20"/>
        </w:rPr>
        <w:t>il ne faut plus qu</w:t>
      </w:r>
      <w:r w:rsidRPr="00A4769E">
        <w:rPr>
          <w:szCs w:val="20"/>
        </w:rPr>
        <w:t>’</w:t>
      </w:r>
      <w:r w:rsidR="001B73FA" w:rsidRPr="001B73FA">
        <w:rPr>
          <w:szCs w:val="20"/>
        </w:rPr>
        <w:t>il y ait autre chose dans ta vie</w:t>
      </w:r>
      <w:r w:rsidRPr="00A4769E">
        <w:rPr>
          <w:szCs w:val="20"/>
        </w:rPr>
        <w:t xml:space="preserve">. </w:t>
      </w:r>
      <w:r w:rsidR="001B73FA" w:rsidRPr="001B73FA">
        <w:rPr>
          <w:szCs w:val="20"/>
        </w:rPr>
        <w:t>Pourrai-je jamais retrouver quelqu</w:t>
      </w:r>
      <w:r w:rsidRPr="00A4769E">
        <w:rPr>
          <w:szCs w:val="20"/>
        </w:rPr>
        <w:t>’</w:t>
      </w:r>
      <w:r w:rsidR="001B73FA" w:rsidRPr="001B73FA">
        <w:rPr>
          <w:szCs w:val="20"/>
        </w:rPr>
        <w:t>un qui ait ce sens de l</w:t>
      </w:r>
      <w:r w:rsidRPr="00A4769E">
        <w:rPr>
          <w:szCs w:val="20"/>
        </w:rPr>
        <w:t>’</w:t>
      </w:r>
      <w:r w:rsidR="001B73FA" w:rsidRPr="001B73FA">
        <w:rPr>
          <w:szCs w:val="20"/>
        </w:rPr>
        <w:t>exquis et de la grandeur</w:t>
      </w:r>
      <w:r w:rsidRPr="00A4769E">
        <w:rPr>
          <w:szCs w:val="20"/>
        </w:rPr>
        <w:t> ?</w:t>
      </w:r>
      <w:r w:rsidRPr="00A4769E">
        <w:rPr>
          <w:szCs w:val="20"/>
        </w:rPr>
        <w:t>”</w:t>
      </w:r>
    </w:p>
    <w:p w14:paraId="1430D1D2" w14:textId="36BADC51" w:rsidR="001B73FA" w:rsidRPr="001B73FA" w:rsidRDefault="00462692" w:rsidP="001B73FA">
      <w:pPr>
        <w:rPr>
          <w:szCs w:val="20"/>
        </w:rPr>
      </w:pPr>
      <w:r w:rsidRPr="00A4769E">
        <w:rPr>
          <w:szCs w:val="20"/>
        </w:rPr>
        <w:t>« </w:t>
      </w:r>
      <w:r w:rsidR="001B73FA" w:rsidRPr="001B73FA">
        <w:rPr>
          <w:szCs w:val="20"/>
        </w:rPr>
        <w:t>Personne ne savait que cet homme était chez nous</w:t>
      </w:r>
      <w:r w:rsidRPr="00A4769E">
        <w:rPr>
          <w:szCs w:val="20"/>
        </w:rPr>
        <w:t xml:space="preserve">. </w:t>
      </w:r>
      <w:r w:rsidR="001B73FA" w:rsidRPr="001B73FA">
        <w:rPr>
          <w:szCs w:val="20"/>
        </w:rPr>
        <w:t>Nathalie m</w:t>
      </w:r>
      <w:r w:rsidRPr="00A4769E">
        <w:rPr>
          <w:szCs w:val="20"/>
        </w:rPr>
        <w:t>’</w:t>
      </w:r>
      <w:r w:rsidR="001B73FA" w:rsidRPr="001B73FA">
        <w:rPr>
          <w:szCs w:val="20"/>
        </w:rPr>
        <w:t>appartient corps et âme</w:t>
      </w:r>
      <w:r w:rsidRPr="00A4769E">
        <w:rPr>
          <w:szCs w:val="20"/>
        </w:rPr>
        <w:t xml:space="preserve">. </w:t>
      </w:r>
      <w:r w:rsidR="001B73FA" w:rsidRPr="001B73FA">
        <w:rPr>
          <w:szCs w:val="20"/>
        </w:rPr>
        <w:t>Un soir il dit</w:t>
      </w:r>
      <w:r w:rsidRPr="00A4769E">
        <w:rPr>
          <w:szCs w:val="20"/>
        </w:rPr>
        <w:t xml:space="preserve"> : </w:t>
      </w:r>
      <w:r w:rsidR="001B73FA" w:rsidRPr="001B73FA">
        <w:rPr>
          <w:szCs w:val="20"/>
        </w:rPr>
        <w:t>“</w:t>
      </w:r>
      <w:r w:rsidR="001B73FA" w:rsidRPr="001B73FA">
        <w:rPr>
          <w:szCs w:val="20"/>
        </w:rPr>
        <w:t>Pouvez-vous me garder jusqu</w:t>
      </w:r>
      <w:r w:rsidRPr="00A4769E">
        <w:rPr>
          <w:szCs w:val="20"/>
        </w:rPr>
        <w:t>’</w:t>
      </w:r>
      <w:r w:rsidR="001B73FA" w:rsidRPr="001B73FA">
        <w:rPr>
          <w:szCs w:val="20"/>
        </w:rPr>
        <w:t>au moment où ma blessure ne laissera plus de trace dans mes gestes</w:t>
      </w:r>
      <w:r w:rsidRPr="00A4769E">
        <w:rPr>
          <w:szCs w:val="20"/>
        </w:rPr>
        <w:t> ?</w:t>
      </w:r>
      <w:r w:rsidR="00E33BCD">
        <w:rPr>
          <w:szCs w:val="20"/>
        </w:rPr>
        <w:t xml:space="preserve"> </w:t>
      </w:r>
      <w:r w:rsidRPr="00A4769E">
        <w:rPr>
          <w:szCs w:val="20"/>
        </w:rPr>
        <w:t>— </w:t>
      </w:r>
      <w:r w:rsidR="001B73FA" w:rsidRPr="001B73FA">
        <w:rPr>
          <w:szCs w:val="20"/>
        </w:rPr>
        <w:t>Il suffira de deux mois</w:t>
      </w:r>
      <w:r w:rsidRPr="00A4769E">
        <w:rPr>
          <w:szCs w:val="20"/>
        </w:rPr>
        <w:t xml:space="preserve">, </w:t>
      </w:r>
      <w:r w:rsidR="001B73FA" w:rsidRPr="001B73FA">
        <w:rPr>
          <w:szCs w:val="20"/>
        </w:rPr>
        <w:t>dit mon père</w:t>
      </w:r>
      <w:r w:rsidRPr="00A4769E">
        <w:rPr>
          <w:szCs w:val="20"/>
        </w:rPr>
        <w:t xml:space="preserve">, </w:t>
      </w:r>
      <w:r w:rsidR="001B73FA" w:rsidRPr="001B73FA">
        <w:rPr>
          <w:szCs w:val="20"/>
        </w:rPr>
        <w:t>mais d</w:t>
      </w:r>
      <w:r w:rsidRPr="00A4769E">
        <w:rPr>
          <w:szCs w:val="20"/>
        </w:rPr>
        <w:t>’</w:t>
      </w:r>
      <w:r w:rsidR="001B73FA" w:rsidRPr="001B73FA">
        <w:rPr>
          <w:szCs w:val="20"/>
        </w:rPr>
        <w:t>ici quinze jours</w:t>
      </w:r>
      <w:r w:rsidRPr="00A4769E">
        <w:rPr>
          <w:szCs w:val="20"/>
        </w:rPr>
        <w:t xml:space="preserve">, </w:t>
      </w:r>
      <w:r w:rsidR="001B73FA" w:rsidRPr="001B73FA">
        <w:rPr>
          <w:szCs w:val="20"/>
        </w:rPr>
        <w:t>il vous faudra faire travailler votre bras et votre corps</w:t>
      </w:r>
      <w:r w:rsidRPr="00A4769E">
        <w:rPr>
          <w:szCs w:val="20"/>
        </w:rPr>
        <w:t xml:space="preserve">, </w:t>
      </w:r>
      <w:r w:rsidR="001B73FA" w:rsidRPr="001B73FA">
        <w:rPr>
          <w:szCs w:val="20"/>
        </w:rPr>
        <w:t>rien n</w:t>
      </w:r>
      <w:r w:rsidRPr="00A4769E">
        <w:rPr>
          <w:szCs w:val="20"/>
        </w:rPr>
        <w:t>’</w:t>
      </w:r>
      <w:r w:rsidR="001B73FA" w:rsidRPr="001B73FA">
        <w:rPr>
          <w:szCs w:val="20"/>
        </w:rPr>
        <w:t>est meilleur que de sortir à cheval</w:t>
      </w:r>
      <w:r w:rsidRPr="00A4769E">
        <w:rPr>
          <w:szCs w:val="20"/>
        </w:rPr>
        <w:t xml:space="preserve">. </w:t>
      </w:r>
      <w:r w:rsidR="001B73FA" w:rsidRPr="001B73FA">
        <w:rPr>
          <w:szCs w:val="20"/>
        </w:rPr>
        <w:t>Avez-vous des raisons pour rester enfermé</w:t>
      </w:r>
      <w:r w:rsidRPr="00A4769E">
        <w:rPr>
          <w:szCs w:val="20"/>
        </w:rPr>
        <w:t> ?</w:t>
      </w:r>
      <w:r w:rsidR="00E33BCD">
        <w:rPr>
          <w:szCs w:val="20"/>
        </w:rPr>
        <w:t xml:space="preserve"> </w:t>
      </w:r>
      <w:r w:rsidRPr="00A4769E">
        <w:rPr>
          <w:szCs w:val="20"/>
        </w:rPr>
        <w:t>— </w:t>
      </w:r>
      <w:r w:rsidR="001B73FA" w:rsidRPr="001B73FA">
        <w:rPr>
          <w:szCs w:val="20"/>
        </w:rPr>
        <w:t>Aucune</w:t>
      </w:r>
      <w:r w:rsidRPr="00A4769E">
        <w:rPr>
          <w:szCs w:val="20"/>
        </w:rPr>
        <w:t xml:space="preserve">, </w:t>
      </w:r>
      <w:r w:rsidR="001B73FA" w:rsidRPr="001B73FA">
        <w:rPr>
          <w:szCs w:val="20"/>
        </w:rPr>
        <w:t>dit l</w:t>
      </w:r>
      <w:r w:rsidRPr="00A4769E">
        <w:rPr>
          <w:szCs w:val="20"/>
        </w:rPr>
        <w:t>’</w:t>
      </w:r>
      <w:r w:rsidR="001B73FA" w:rsidRPr="001B73FA">
        <w:rPr>
          <w:szCs w:val="20"/>
        </w:rPr>
        <w:t>homme</w:t>
      </w:r>
      <w:r w:rsidRPr="00A4769E">
        <w:rPr>
          <w:szCs w:val="20"/>
        </w:rPr>
        <w:t xml:space="preserve">, </w:t>
      </w:r>
      <w:r w:rsidR="001B73FA" w:rsidRPr="001B73FA">
        <w:rPr>
          <w:szCs w:val="20"/>
        </w:rPr>
        <w:t>si vous permettez à Mademoiselle de participer à mes promenades</w:t>
      </w:r>
      <w:r w:rsidRPr="00A4769E">
        <w:rPr>
          <w:szCs w:val="20"/>
        </w:rPr>
        <w:t>.</w:t>
      </w:r>
      <w:r w:rsidRPr="00A4769E">
        <w:rPr>
          <w:szCs w:val="20"/>
        </w:rPr>
        <w:t>”</w:t>
      </w:r>
    </w:p>
    <w:p w14:paraId="2FEE2175" w14:textId="026014D6" w:rsidR="00462692" w:rsidRPr="00A4769E" w:rsidRDefault="00462692" w:rsidP="001B73FA">
      <w:pPr>
        <w:rPr>
          <w:szCs w:val="20"/>
        </w:rPr>
      </w:pPr>
      <w:r w:rsidRPr="00A4769E">
        <w:rPr>
          <w:szCs w:val="20"/>
        </w:rPr>
        <w:t>« </w:t>
      </w:r>
      <w:r w:rsidR="001B73FA" w:rsidRPr="001B73FA">
        <w:rPr>
          <w:szCs w:val="20"/>
        </w:rPr>
        <w:t>Le postillon revint</w:t>
      </w:r>
      <w:r w:rsidRPr="00A4769E">
        <w:rPr>
          <w:szCs w:val="20"/>
        </w:rPr>
        <w:t xml:space="preserve">. </w:t>
      </w:r>
      <w:r w:rsidR="001B73FA" w:rsidRPr="001B73FA">
        <w:rPr>
          <w:szCs w:val="20"/>
        </w:rPr>
        <w:t>Il amenait un cheval</w:t>
      </w:r>
      <w:r w:rsidRPr="00A4769E">
        <w:rPr>
          <w:szCs w:val="20"/>
        </w:rPr>
        <w:t xml:space="preserve">, </w:t>
      </w:r>
      <w:r w:rsidR="001B73FA" w:rsidRPr="001B73FA">
        <w:rPr>
          <w:szCs w:val="20"/>
        </w:rPr>
        <w:t>le plus beau que j</w:t>
      </w:r>
      <w:r w:rsidRPr="00A4769E">
        <w:rPr>
          <w:szCs w:val="20"/>
        </w:rPr>
        <w:t>’</w:t>
      </w:r>
      <w:r w:rsidR="001B73FA" w:rsidRPr="001B73FA">
        <w:rPr>
          <w:szCs w:val="20"/>
        </w:rPr>
        <w:t>eusse jamais vu</w:t>
      </w:r>
      <w:r w:rsidRPr="00A4769E">
        <w:rPr>
          <w:szCs w:val="20"/>
        </w:rPr>
        <w:t xml:space="preserve">. </w:t>
      </w:r>
      <w:r w:rsidR="001B73FA" w:rsidRPr="001B73FA">
        <w:rPr>
          <w:szCs w:val="20"/>
        </w:rPr>
        <w:t>Je n</w:t>
      </w:r>
      <w:r w:rsidRPr="00A4769E">
        <w:rPr>
          <w:szCs w:val="20"/>
        </w:rPr>
        <w:t>’</w:t>
      </w:r>
      <w:r w:rsidR="001B73FA" w:rsidRPr="001B73FA">
        <w:rPr>
          <w:szCs w:val="20"/>
        </w:rPr>
        <w:t>avais non plus jamais rien vu de plus beau que ce mois d</w:t>
      </w:r>
      <w:r w:rsidRPr="00A4769E">
        <w:rPr>
          <w:szCs w:val="20"/>
        </w:rPr>
        <w:t>’</w:t>
      </w:r>
      <w:r w:rsidR="001B73FA" w:rsidRPr="001B73FA">
        <w:rPr>
          <w:szCs w:val="20"/>
        </w:rPr>
        <w:t>août</w:t>
      </w:r>
      <w:r w:rsidRPr="00A4769E">
        <w:rPr>
          <w:szCs w:val="20"/>
        </w:rPr>
        <w:t xml:space="preserve">. </w:t>
      </w:r>
      <w:r w:rsidR="001B73FA" w:rsidRPr="001B73FA">
        <w:rPr>
          <w:szCs w:val="20"/>
        </w:rPr>
        <w:t>Et un après-midi</w:t>
      </w:r>
      <w:r w:rsidRPr="00A4769E">
        <w:rPr>
          <w:szCs w:val="20"/>
        </w:rPr>
        <w:t xml:space="preserve">, </w:t>
      </w:r>
      <w:r w:rsidR="001B73FA" w:rsidRPr="001B73FA">
        <w:rPr>
          <w:szCs w:val="20"/>
        </w:rPr>
        <w:t>pour la première fois</w:t>
      </w:r>
      <w:r w:rsidRPr="00A4769E">
        <w:rPr>
          <w:szCs w:val="20"/>
        </w:rPr>
        <w:t xml:space="preserve">, </w:t>
      </w:r>
      <w:r w:rsidR="001B73FA" w:rsidRPr="001B73FA">
        <w:rPr>
          <w:szCs w:val="20"/>
        </w:rPr>
        <w:t>nous sortîmes</w:t>
      </w:r>
      <w:r w:rsidRPr="00A4769E">
        <w:rPr>
          <w:szCs w:val="20"/>
        </w:rPr>
        <w:t xml:space="preserve">. </w:t>
      </w:r>
      <w:r w:rsidR="001B73FA" w:rsidRPr="001B73FA">
        <w:rPr>
          <w:szCs w:val="20"/>
        </w:rPr>
        <w:t>Il me mena tout de suite à l</w:t>
      </w:r>
      <w:r w:rsidRPr="00A4769E">
        <w:rPr>
          <w:szCs w:val="20"/>
        </w:rPr>
        <w:t>’</w:t>
      </w:r>
      <w:r w:rsidR="001B73FA" w:rsidRPr="001B73FA">
        <w:rPr>
          <w:szCs w:val="20"/>
        </w:rPr>
        <w:t>endroit où nous l</w:t>
      </w:r>
      <w:r w:rsidRPr="00A4769E">
        <w:rPr>
          <w:szCs w:val="20"/>
        </w:rPr>
        <w:t>’</w:t>
      </w:r>
      <w:r w:rsidR="001B73FA" w:rsidRPr="001B73FA">
        <w:rPr>
          <w:szCs w:val="20"/>
        </w:rPr>
        <w:t>avions trouvé</w:t>
      </w:r>
      <w:r w:rsidRPr="00A4769E">
        <w:rPr>
          <w:szCs w:val="20"/>
        </w:rPr>
        <w:t xml:space="preserve">. </w:t>
      </w:r>
      <w:r w:rsidR="001B73FA" w:rsidRPr="001B73FA">
        <w:rPr>
          <w:szCs w:val="20"/>
        </w:rPr>
        <w:t>“</w:t>
      </w:r>
      <w:r w:rsidR="001B73FA" w:rsidRPr="001B73FA">
        <w:rPr>
          <w:szCs w:val="20"/>
        </w:rPr>
        <w:t>Il ne peut plus rester de traces</w:t>
      </w:r>
      <w:r w:rsidRPr="00A4769E">
        <w:rPr>
          <w:szCs w:val="20"/>
        </w:rPr>
        <w:t xml:space="preserve">, </w:t>
      </w:r>
      <w:r w:rsidR="001B73FA" w:rsidRPr="001B73FA">
        <w:rPr>
          <w:szCs w:val="20"/>
        </w:rPr>
        <w:t>dit-il</w:t>
      </w:r>
      <w:r w:rsidRPr="00A4769E">
        <w:rPr>
          <w:szCs w:val="20"/>
        </w:rPr>
        <w:t xml:space="preserve">, </w:t>
      </w:r>
      <w:r w:rsidR="001B73FA" w:rsidRPr="001B73FA">
        <w:rPr>
          <w:szCs w:val="20"/>
        </w:rPr>
        <w:t>mais j</w:t>
      </w:r>
      <w:r w:rsidRPr="00A4769E">
        <w:rPr>
          <w:szCs w:val="20"/>
        </w:rPr>
        <w:t>’</w:t>
      </w:r>
      <w:r w:rsidR="001B73FA" w:rsidRPr="001B73FA">
        <w:rPr>
          <w:szCs w:val="20"/>
        </w:rPr>
        <w:t>imagine que mon cheval a voulu boire</w:t>
      </w:r>
      <w:r w:rsidRPr="00A4769E">
        <w:rPr>
          <w:szCs w:val="20"/>
        </w:rPr>
        <w:t xml:space="preserve">, </w:t>
      </w:r>
      <w:r w:rsidR="001B73FA" w:rsidRPr="001B73FA">
        <w:rPr>
          <w:szCs w:val="20"/>
        </w:rPr>
        <w:t>j</w:t>
      </w:r>
      <w:r w:rsidRPr="00A4769E">
        <w:rPr>
          <w:szCs w:val="20"/>
        </w:rPr>
        <w:t>’</w:t>
      </w:r>
      <w:r w:rsidR="001B73FA" w:rsidRPr="001B73FA">
        <w:rPr>
          <w:szCs w:val="20"/>
        </w:rPr>
        <w:t>étais inconscient et j</w:t>
      </w:r>
      <w:r w:rsidRPr="00A4769E">
        <w:rPr>
          <w:szCs w:val="20"/>
        </w:rPr>
        <w:t>’</w:t>
      </w:r>
      <w:r w:rsidR="001B73FA" w:rsidRPr="001B73FA">
        <w:rPr>
          <w:szCs w:val="20"/>
        </w:rPr>
        <w:t>ai dû tomber</w:t>
      </w:r>
      <w:r w:rsidRPr="00A4769E">
        <w:rPr>
          <w:szCs w:val="20"/>
        </w:rPr>
        <w:t xml:space="preserve">, </w:t>
      </w:r>
      <w:r w:rsidR="001B73FA" w:rsidRPr="001B73FA">
        <w:rPr>
          <w:szCs w:val="20"/>
        </w:rPr>
        <w:t>car c</w:t>
      </w:r>
      <w:r w:rsidRPr="00A4769E">
        <w:rPr>
          <w:szCs w:val="20"/>
        </w:rPr>
        <w:t>’</w:t>
      </w:r>
      <w:r w:rsidR="001B73FA" w:rsidRPr="001B73FA">
        <w:rPr>
          <w:szCs w:val="20"/>
        </w:rPr>
        <w:t>est plus loin que j</w:t>
      </w:r>
      <w:r w:rsidRPr="00A4769E">
        <w:rPr>
          <w:szCs w:val="20"/>
        </w:rPr>
        <w:t>’</w:t>
      </w:r>
      <w:r w:rsidR="001B73FA" w:rsidRPr="001B73FA">
        <w:rPr>
          <w:szCs w:val="20"/>
        </w:rPr>
        <w:t>ai été attaqué</w:t>
      </w:r>
      <w:r w:rsidRPr="00A4769E">
        <w:rPr>
          <w:szCs w:val="20"/>
        </w:rPr>
        <w:t xml:space="preserve">. </w:t>
      </w:r>
      <w:r w:rsidR="001B73FA" w:rsidRPr="001B73FA">
        <w:rPr>
          <w:szCs w:val="20"/>
        </w:rPr>
        <w:t>Cherchons s</w:t>
      </w:r>
      <w:r w:rsidRPr="00A4769E">
        <w:rPr>
          <w:szCs w:val="20"/>
        </w:rPr>
        <w:t>’</w:t>
      </w:r>
      <w:r w:rsidR="001B73FA" w:rsidRPr="001B73FA">
        <w:rPr>
          <w:szCs w:val="20"/>
        </w:rPr>
        <w:t>il ne reste pas une empreinte de sabot</w:t>
      </w:r>
      <w:r w:rsidRPr="00A4769E">
        <w:rPr>
          <w:szCs w:val="20"/>
        </w:rPr>
        <w:t>.</w:t>
      </w:r>
      <w:r w:rsidRPr="00A4769E">
        <w:rPr>
          <w:szCs w:val="20"/>
        </w:rPr>
        <w:t>”</w:t>
      </w:r>
      <w:r w:rsidR="001B73FA" w:rsidRPr="001B73FA">
        <w:rPr>
          <w:szCs w:val="20"/>
        </w:rPr>
        <w:t xml:space="preserve"> Nous écartâmes les joncs et les salicornes</w:t>
      </w:r>
      <w:r w:rsidRPr="00A4769E">
        <w:rPr>
          <w:szCs w:val="20"/>
        </w:rPr>
        <w:t xml:space="preserve">. </w:t>
      </w:r>
      <w:r w:rsidR="001B73FA" w:rsidRPr="001B73FA">
        <w:rPr>
          <w:szCs w:val="20"/>
        </w:rPr>
        <w:t>Enfin</w:t>
      </w:r>
      <w:r w:rsidRPr="00A4769E">
        <w:rPr>
          <w:szCs w:val="20"/>
        </w:rPr>
        <w:t xml:space="preserve">, </w:t>
      </w:r>
      <w:r w:rsidR="001B73FA" w:rsidRPr="001B73FA">
        <w:rPr>
          <w:szCs w:val="20"/>
        </w:rPr>
        <w:t>nous trouvâmes l</w:t>
      </w:r>
      <w:r w:rsidRPr="00A4769E">
        <w:rPr>
          <w:szCs w:val="20"/>
        </w:rPr>
        <w:t>’</w:t>
      </w:r>
      <w:r w:rsidR="001B73FA" w:rsidRPr="001B73FA">
        <w:rPr>
          <w:szCs w:val="20"/>
        </w:rPr>
        <w:t>empreinte de quatre fers</w:t>
      </w:r>
      <w:r w:rsidRPr="00A4769E">
        <w:rPr>
          <w:szCs w:val="20"/>
        </w:rPr>
        <w:t xml:space="preserve">. </w:t>
      </w:r>
      <w:r w:rsidR="001B73FA" w:rsidRPr="001B73FA">
        <w:rPr>
          <w:szCs w:val="20"/>
        </w:rPr>
        <w:t>Je voyais le cheval avec sa selle vide</w:t>
      </w:r>
      <w:r w:rsidRPr="00A4769E">
        <w:rPr>
          <w:szCs w:val="20"/>
        </w:rPr>
        <w:t xml:space="preserve">. </w:t>
      </w:r>
      <w:r w:rsidR="001B73FA" w:rsidRPr="001B73FA">
        <w:rPr>
          <w:szCs w:val="20"/>
        </w:rPr>
        <w:t>Il avait dû rester là un moment</w:t>
      </w:r>
      <w:r w:rsidRPr="00A4769E">
        <w:rPr>
          <w:szCs w:val="20"/>
        </w:rPr>
        <w:t xml:space="preserve">, </w:t>
      </w:r>
      <w:r w:rsidR="001B73FA" w:rsidRPr="001B73FA">
        <w:rPr>
          <w:szCs w:val="20"/>
        </w:rPr>
        <w:t>regarder son cavalier tombé</w:t>
      </w:r>
      <w:r w:rsidRPr="00A4769E">
        <w:rPr>
          <w:szCs w:val="20"/>
        </w:rPr>
        <w:t xml:space="preserve">, </w:t>
      </w:r>
      <w:r w:rsidR="001B73FA" w:rsidRPr="001B73FA">
        <w:rPr>
          <w:szCs w:val="20"/>
        </w:rPr>
        <w:t>attendre un signe</w:t>
      </w:r>
      <w:r w:rsidRPr="00A4769E">
        <w:rPr>
          <w:szCs w:val="20"/>
        </w:rPr>
        <w:t xml:space="preserve">, </w:t>
      </w:r>
      <w:r w:rsidR="001B73FA" w:rsidRPr="001B73FA">
        <w:rPr>
          <w:szCs w:val="20"/>
        </w:rPr>
        <w:t xml:space="preserve">un appel qui ne </w:t>
      </w:r>
      <w:r w:rsidR="001B73FA" w:rsidRPr="001B73FA">
        <w:rPr>
          <w:szCs w:val="20"/>
        </w:rPr>
        <w:lastRenderedPageBreak/>
        <w:t>vint pas</w:t>
      </w:r>
      <w:r w:rsidRPr="00A4769E">
        <w:rPr>
          <w:szCs w:val="20"/>
        </w:rPr>
        <w:t xml:space="preserve">. </w:t>
      </w:r>
      <w:r w:rsidR="001B73FA" w:rsidRPr="001B73FA">
        <w:rPr>
          <w:szCs w:val="20"/>
        </w:rPr>
        <w:t>Et il était parti tout seul à travers la colline</w:t>
      </w:r>
      <w:r w:rsidRPr="00A4769E">
        <w:rPr>
          <w:szCs w:val="20"/>
        </w:rPr>
        <w:t xml:space="preserve">, </w:t>
      </w:r>
      <w:r w:rsidR="001B73FA" w:rsidRPr="001B73FA">
        <w:rPr>
          <w:szCs w:val="20"/>
        </w:rPr>
        <w:t>chassé peut-être par un éclair éblouissant</w:t>
      </w:r>
      <w:r w:rsidRPr="00A4769E">
        <w:rPr>
          <w:szCs w:val="20"/>
        </w:rPr>
        <w:t xml:space="preserve">, </w:t>
      </w:r>
      <w:r w:rsidR="001B73FA" w:rsidRPr="001B73FA">
        <w:rPr>
          <w:szCs w:val="20"/>
        </w:rPr>
        <w:t>laissant sur ma route celui qui m</w:t>
      </w:r>
      <w:r w:rsidRPr="00A4769E">
        <w:rPr>
          <w:szCs w:val="20"/>
        </w:rPr>
        <w:t>’</w:t>
      </w:r>
      <w:r w:rsidR="001B73FA" w:rsidRPr="001B73FA">
        <w:rPr>
          <w:szCs w:val="20"/>
        </w:rPr>
        <w:t>était destiné</w:t>
      </w:r>
      <w:r w:rsidRPr="00A4769E">
        <w:rPr>
          <w:szCs w:val="20"/>
        </w:rPr>
        <w:t xml:space="preserve">. </w:t>
      </w:r>
      <w:r w:rsidR="001B73FA" w:rsidRPr="001B73FA">
        <w:rPr>
          <w:szCs w:val="20"/>
        </w:rPr>
        <w:t>“</w:t>
      </w:r>
      <w:r w:rsidR="001B73FA" w:rsidRPr="001B73FA">
        <w:rPr>
          <w:szCs w:val="20"/>
        </w:rPr>
        <w:t>Montons sur le plateau</w:t>
      </w:r>
      <w:r w:rsidR="001B73FA" w:rsidRPr="001B73FA">
        <w:rPr>
          <w:szCs w:val="20"/>
        </w:rPr>
        <w:t>”</w:t>
      </w:r>
      <w:r w:rsidRPr="00A4769E">
        <w:rPr>
          <w:szCs w:val="20"/>
        </w:rPr>
        <w:t xml:space="preserve">, </w:t>
      </w:r>
      <w:r w:rsidR="001B73FA" w:rsidRPr="001B73FA">
        <w:rPr>
          <w:szCs w:val="20"/>
        </w:rPr>
        <w:t>dit-il</w:t>
      </w:r>
      <w:r w:rsidRPr="00A4769E">
        <w:rPr>
          <w:szCs w:val="20"/>
        </w:rPr>
        <w:t xml:space="preserve">. </w:t>
      </w:r>
      <w:r w:rsidR="001B73FA" w:rsidRPr="001B73FA">
        <w:rPr>
          <w:szCs w:val="20"/>
        </w:rPr>
        <w:t>Il me précédait</w:t>
      </w:r>
      <w:r w:rsidRPr="00A4769E">
        <w:rPr>
          <w:szCs w:val="20"/>
        </w:rPr>
        <w:t xml:space="preserve">, </w:t>
      </w:r>
      <w:r w:rsidR="001B73FA" w:rsidRPr="001B73FA">
        <w:rPr>
          <w:szCs w:val="20"/>
        </w:rPr>
        <w:t>obligeant son cheval à un petit galop qui permettait à ma jument de suivre sans peine</w:t>
      </w:r>
      <w:r w:rsidRPr="00A4769E">
        <w:rPr>
          <w:szCs w:val="20"/>
        </w:rPr>
        <w:t xml:space="preserve">. </w:t>
      </w:r>
      <w:r w:rsidR="001B73FA" w:rsidRPr="001B73FA">
        <w:rPr>
          <w:szCs w:val="20"/>
        </w:rPr>
        <w:t>Il se tenait admirablement en selle</w:t>
      </w:r>
      <w:r w:rsidRPr="00A4769E">
        <w:rPr>
          <w:szCs w:val="20"/>
        </w:rPr>
        <w:t xml:space="preserve">. </w:t>
      </w:r>
      <w:r w:rsidR="001B73FA" w:rsidRPr="001B73FA">
        <w:rPr>
          <w:szCs w:val="20"/>
        </w:rPr>
        <w:t>Il était maigre et souple</w:t>
      </w:r>
      <w:r w:rsidRPr="00A4769E">
        <w:rPr>
          <w:szCs w:val="20"/>
        </w:rPr>
        <w:t xml:space="preserve">, </w:t>
      </w:r>
      <w:r w:rsidR="001B73FA" w:rsidRPr="001B73FA">
        <w:rPr>
          <w:szCs w:val="20"/>
        </w:rPr>
        <w:t>entièrement fait de muscles habitués à conquérir le plus beau de la vie</w:t>
      </w:r>
      <w:r w:rsidRPr="00A4769E">
        <w:rPr>
          <w:szCs w:val="20"/>
        </w:rPr>
        <w:t xml:space="preserve">. </w:t>
      </w:r>
      <w:r w:rsidR="001B73FA" w:rsidRPr="001B73FA">
        <w:rPr>
          <w:szCs w:val="20"/>
        </w:rPr>
        <w:t>La ligne de ses larges épaules</w:t>
      </w:r>
      <w:r w:rsidRPr="00A4769E">
        <w:rPr>
          <w:szCs w:val="20"/>
        </w:rPr>
        <w:t xml:space="preserve">, </w:t>
      </w:r>
      <w:r w:rsidR="001B73FA" w:rsidRPr="001B73FA">
        <w:rPr>
          <w:szCs w:val="20"/>
        </w:rPr>
        <w:t>malgré la blessure</w:t>
      </w:r>
      <w:r w:rsidRPr="00A4769E">
        <w:rPr>
          <w:szCs w:val="20"/>
        </w:rPr>
        <w:t xml:space="preserve">, </w:t>
      </w:r>
      <w:r w:rsidR="001B73FA" w:rsidRPr="001B73FA">
        <w:rPr>
          <w:szCs w:val="20"/>
        </w:rPr>
        <w:t>restait plate comme le fléau d</w:t>
      </w:r>
      <w:r w:rsidRPr="00A4769E">
        <w:rPr>
          <w:szCs w:val="20"/>
        </w:rPr>
        <w:t>’</w:t>
      </w:r>
      <w:r w:rsidR="001B73FA" w:rsidRPr="001B73FA">
        <w:rPr>
          <w:szCs w:val="20"/>
        </w:rPr>
        <w:t>une balance qui a tout résolu</w:t>
      </w:r>
      <w:r w:rsidRPr="00A4769E">
        <w:rPr>
          <w:szCs w:val="20"/>
        </w:rPr>
        <w:t xml:space="preserve">. </w:t>
      </w:r>
      <w:r w:rsidR="001B73FA" w:rsidRPr="001B73FA">
        <w:rPr>
          <w:szCs w:val="20"/>
        </w:rPr>
        <w:t>Nous fîmes plus d</w:t>
      </w:r>
      <w:r w:rsidRPr="00A4769E">
        <w:rPr>
          <w:szCs w:val="20"/>
        </w:rPr>
        <w:t>’</w:t>
      </w:r>
      <w:r w:rsidR="001B73FA" w:rsidRPr="001B73FA">
        <w:rPr>
          <w:szCs w:val="20"/>
        </w:rPr>
        <w:t>une lieue avant de voir un très gros genévrier à dix pas de la route</w:t>
      </w:r>
      <w:r w:rsidRPr="00A4769E">
        <w:rPr>
          <w:szCs w:val="20"/>
        </w:rPr>
        <w:t xml:space="preserve">. </w:t>
      </w:r>
      <w:r w:rsidR="001B73FA" w:rsidRPr="001B73FA">
        <w:rPr>
          <w:szCs w:val="20"/>
        </w:rPr>
        <w:t>“</w:t>
      </w:r>
      <w:r w:rsidR="001B73FA" w:rsidRPr="001B73FA">
        <w:rPr>
          <w:szCs w:val="20"/>
        </w:rPr>
        <w:t>C</w:t>
      </w:r>
      <w:r w:rsidRPr="00A4769E">
        <w:rPr>
          <w:szCs w:val="20"/>
        </w:rPr>
        <w:t>’</w:t>
      </w:r>
      <w:r w:rsidR="001B73FA" w:rsidRPr="001B73FA">
        <w:rPr>
          <w:szCs w:val="20"/>
        </w:rPr>
        <w:t>est là qu</w:t>
      </w:r>
      <w:r w:rsidRPr="00A4769E">
        <w:rPr>
          <w:szCs w:val="20"/>
        </w:rPr>
        <w:t>’</w:t>
      </w:r>
      <w:r w:rsidR="001B73FA" w:rsidRPr="001B73FA">
        <w:rPr>
          <w:szCs w:val="20"/>
        </w:rPr>
        <w:t>ils étaient</w:t>
      </w:r>
      <w:r w:rsidRPr="00A4769E">
        <w:rPr>
          <w:szCs w:val="20"/>
        </w:rPr>
        <w:t xml:space="preserve">, </w:t>
      </w:r>
      <w:r w:rsidR="001B73FA" w:rsidRPr="001B73FA">
        <w:rPr>
          <w:szCs w:val="20"/>
        </w:rPr>
        <w:t>dit-il</w:t>
      </w:r>
      <w:r w:rsidRPr="00A4769E">
        <w:rPr>
          <w:szCs w:val="20"/>
        </w:rPr>
        <w:t xml:space="preserve">, </w:t>
      </w:r>
      <w:r w:rsidR="001B73FA" w:rsidRPr="001B73FA">
        <w:rPr>
          <w:szCs w:val="20"/>
        </w:rPr>
        <w:t>venez</w:t>
      </w:r>
      <w:r w:rsidRPr="00A4769E">
        <w:rPr>
          <w:szCs w:val="20"/>
        </w:rPr>
        <w:t>.</w:t>
      </w:r>
      <w:r w:rsidRPr="00A4769E">
        <w:rPr>
          <w:szCs w:val="20"/>
        </w:rPr>
        <w:t>”</w:t>
      </w:r>
      <w:r w:rsidR="001B73FA" w:rsidRPr="001B73FA">
        <w:rPr>
          <w:szCs w:val="20"/>
        </w:rPr>
        <w:t xml:space="preserve"> Nous mîmes pied à terre et</w:t>
      </w:r>
      <w:r w:rsidRPr="00A4769E">
        <w:rPr>
          <w:szCs w:val="20"/>
        </w:rPr>
        <w:t xml:space="preserve">, </w:t>
      </w:r>
      <w:r w:rsidR="001B73FA" w:rsidRPr="001B73FA">
        <w:rPr>
          <w:szCs w:val="20"/>
        </w:rPr>
        <w:t>tirant les chevaux par la bride</w:t>
      </w:r>
      <w:r w:rsidRPr="00A4769E">
        <w:rPr>
          <w:szCs w:val="20"/>
        </w:rPr>
        <w:t xml:space="preserve">, </w:t>
      </w:r>
      <w:r w:rsidR="001B73FA" w:rsidRPr="001B73FA">
        <w:rPr>
          <w:szCs w:val="20"/>
        </w:rPr>
        <w:t>nous entrâmes sous le couvert</w:t>
      </w:r>
      <w:r w:rsidRPr="00A4769E">
        <w:rPr>
          <w:szCs w:val="20"/>
        </w:rPr>
        <w:t xml:space="preserve">. </w:t>
      </w:r>
      <w:r w:rsidR="001B73FA" w:rsidRPr="001B73FA">
        <w:rPr>
          <w:szCs w:val="20"/>
        </w:rPr>
        <w:t>Il faut vous dire que tout ceci se passait dans cette solitude des bois de Vacon</w:t>
      </w:r>
      <w:r w:rsidRPr="00A4769E">
        <w:rPr>
          <w:szCs w:val="20"/>
        </w:rPr>
        <w:t xml:space="preserve">, </w:t>
      </w:r>
      <w:r w:rsidR="001B73FA" w:rsidRPr="001B73FA">
        <w:rPr>
          <w:szCs w:val="20"/>
        </w:rPr>
        <w:t>sur cette route déserte qui va de Rians à Saint-Maximim par les montagnes de Séouves</w:t>
      </w:r>
      <w:r w:rsidRPr="00A4769E">
        <w:rPr>
          <w:szCs w:val="20"/>
        </w:rPr>
        <w:t xml:space="preserve">. </w:t>
      </w:r>
      <w:r w:rsidR="001B73FA" w:rsidRPr="001B73FA">
        <w:rPr>
          <w:szCs w:val="20"/>
        </w:rPr>
        <w:t>“</w:t>
      </w:r>
      <w:r w:rsidR="001B73FA" w:rsidRPr="001B73FA">
        <w:rPr>
          <w:szCs w:val="20"/>
        </w:rPr>
        <w:t>Attachons les chevaux</w:t>
      </w:r>
      <w:r w:rsidRPr="00A4769E">
        <w:rPr>
          <w:szCs w:val="20"/>
        </w:rPr>
        <w:t xml:space="preserve">, </w:t>
      </w:r>
      <w:r w:rsidR="001B73FA" w:rsidRPr="001B73FA">
        <w:rPr>
          <w:szCs w:val="20"/>
        </w:rPr>
        <w:t>dit-il</w:t>
      </w:r>
      <w:r w:rsidRPr="00A4769E">
        <w:rPr>
          <w:szCs w:val="20"/>
        </w:rPr>
        <w:t xml:space="preserve">. </w:t>
      </w:r>
      <w:r w:rsidR="001B73FA" w:rsidRPr="001B73FA">
        <w:rPr>
          <w:szCs w:val="20"/>
        </w:rPr>
        <w:t>Ou je me trompe fort ou je vais vous montrer quelque chose qui va vous réjouir le c</w:t>
      </w:r>
      <w:r w:rsidRPr="00A4769E">
        <w:rPr>
          <w:szCs w:val="20"/>
        </w:rPr>
        <w:t>œ</w:t>
      </w:r>
      <w:r w:rsidR="001B73FA" w:rsidRPr="001B73FA">
        <w:rPr>
          <w:szCs w:val="20"/>
        </w:rPr>
        <w:t>ur</w:t>
      </w:r>
      <w:r w:rsidRPr="00A4769E">
        <w:rPr>
          <w:szCs w:val="20"/>
        </w:rPr>
        <w:t>.</w:t>
      </w:r>
      <w:r w:rsidRPr="00A4769E">
        <w:rPr>
          <w:szCs w:val="20"/>
        </w:rPr>
        <w:t>”</w:t>
      </w:r>
      <w:r w:rsidR="001B73FA" w:rsidRPr="001B73FA">
        <w:rPr>
          <w:szCs w:val="20"/>
        </w:rPr>
        <w:t xml:space="preserve"> Le fourré était très épais</w:t>
      </w:r>
      <w:r w:rsidRPr="00A4769E">
        <w:rPr>
          <w:szCs w:val="20"/>
        </w:rPr>
        <w:t xml:space="preserve">. </w:t>
      </w:r>
      <w:r w:rsidR="001B73FA" w:rsidRPr="001B73FA">
        <w:rPr>
          <w:szCs w:val="20"/>
        </w:rPr>
        <w:t>Il écartait les branches devant moi</w:t>
      </w:r>
      <w:r w:rsidRPr="00A4769E">
        <w:rPr>
          <w:szCs w:val="20"/>
        </w:rPr>
        <w:t xml:space="preserve">. </w:t>
      </w:r>
      <w:r w:rsidR="001B73FA" w:rsidRPr="001B73FA">
        <w:rPr>
          <w:szCs w:val="20"/>
        </w:rPr>
        <w:t>En arrivant près du genévrier</w:t>
      </w:r>
      <w:r w:rsidRPr="00A4769E">
        <w:rPr>
          <w:szCs w:val="20"/>
        </w:rPr>
        <w:t xml:space="preserve">, </w:t>
      </w:r>
      <w:r w:rsidR="001B73FA" w:rsidRPr="001B73FA">
        <w:rPr>
          <w:szCs w:val="20"/>
        </w:rPr>
        <w:t>il s</w:t>
      </w:r>
      <w:r w:rsidRPr="00A4769E">
        <w:rPr>
          <w:szCs w:val="20"/>
        </w:rPr>
        <w:t>’</w:t>
      </w:r>
      <w:r w:rsidR="001B73FA" w:rsidRPr="001B73FA">
        <w:rPr>
          <w:szCs w:val="20"/>
        </w:rPr>
        <w:t>arrêta et se tourna vers moi</w:t>
      </w:r>
      <w:r w:rsidRPr="00A4769E">
        <w:rPr>
          <w:szCs w:val="20"/>
        </w:rPr>
        <w:t xml:space="preserve">. </w:t>
      </w:r>
      <w:r w:rsidR="001B73FA" w:rsidRPr="001B73FA">
        <w:rPr>
          <w:szCs w:val="20"/>
        </w:rPr>
        <w:t>“</w:t>
      </w:r>
      <w:r w:rsidR="001B73FA" w:rsidRPr="001B73FA">
        <w:rPr>
          <w:szCs w:val="20"/>
        </w:rPr>
        <w:t>J</w:t>
      </w:r>
      <w:r w:rsidRPr="00A4769E">
        <w:rPr>
          <w:szCs w:val="20"/>
        </w:rPr>
        <w:t>’</w:t>
      </w:r>
      <w:r w:rsidR="001B73FA" w:rsidRPr="001B73FA">
        <w:rPr>
          <w:szCs w:val="20"/>
        </w:rPr>
        <w:t>imagine</w:t>
      </w:r>
      <w:r w:rsidRPr="00A4769E">
        <w:rPr>
          <w:szCs w:val="20"/>
        </w:rPr>
        <w:t xml:space="preserve">, </w:t>
      </w:r>
      <w:r w:rsidR="001B73FA" w:rsidRPr="001B73FA">
        <w:rPr>
          <w:szCs w:val="20"/>
        </w:rPr>
        <w:t>dit-il</w:t>
      </w:r>
      <w:r w:rsidRPr="00A4769E">
        <w:rPr>
          <w:szCs w:val="20"/>
        </w:rPr>
        <w:t xml:space="preserve">, </w:t>
      </w:r>
      <w:r w:rsidR="001B73FA" w:rsidRPr="001B73FA">
        <w:rPr>
          <w:szCs w:val="20"/>
        </w:rPr>
        <w:t>que vous n</w:t>
      </w:r>
      <w:r w:rsidRPr="00A4769E">
        <w:rPr>
          <w:szCs w:val="20"/>
        </w:rPr>
        <w:t>’</w:t>
      </w:r>
      <w:r w:rsidR="001B73FA" w:rsidRPr="001B73FA">
        <w:rPr>
          <w:szCs w:val="20"/>
        </w:rPr>
        <w:t>aimeriez pas qu</w:t>
      </w:r>
      <w:r w:rsidRPr="00A4769E">
        <w:rPr>
          <w:szCs w:val="20"/>
        </w:rPr>
        <w:t>’</w:t>
      </w:r>
      <w:r w:rsidR="001B73FA" w:rsidRPr="001B73FA">
        <w:rPr>
          <w:szCs w:val="20"/>
        </w:rPr>
        <w:t>on me batte sans que je morde</w:t>
      </w:r>
      <w:r w:rsidRPr="00A4769E">
        <w:rPr>
          <w:szCs w:val="20"/>
        </w:rPr>
        <w:t> ?</w:t>
      </w:r>
      <w:r w:rsidRPr="00A4769E">
        <w:rPr>
          <w:szCs w:val="20"/>
        </w:rPr>
        <w:t>”</w:t>
      </w:r>
      <w:r w:rsidR="001B73FA" w:rsidRPr="001B73FA">
        <w:rPr>
          <w:szCs w:val="20"/>
        </w:rPr>
        <w:t xml:space="preserve"> J</w:t>
      </w:r>
      <w:r w:rsidRPr="00A4769E">
        <w:rPr>
          <w:szCs w:val="20"/>
        </w:rPr>
        <w:t>’</w:t>
      </w:r>
      <w:r w:rsidR="001B73FA" w:rsidRPr="001B73FA">
        <w:rPr>
          <w:szCs w:val="20"/>
        </w:rPr>
        <w:t>étais</w:t>
      </w:r>
      <w:r w:rsidRPr="00A4769E">
        <w:rPr>
          <w:szCs w:val="20"/>
        </w:rPr>
        <w:t xml:space="preserve">, </w:t>
      </w:r>
      <w:r w:rsidR="001B73FA" w:rsidRPr="001B73FA">
        <w:rPr>
          <w:szCs w:val="20"/>
        </w:rPr>
        <w:t>je vous l</w:t>
      </w:r>
      <w:r w:rsidRPr="00A4769E">
        <w:rPr>
          <w:szCs w:val="20"/>
        </w:rPr>
        <w:t>’</w:t>
      </w:r>
      <w:r w:rsidR="001B73FA" w:rsidRPr="001B73FA">
        <w:rPr>
          <w:szCs w:val="20"/>
        </w:rPr>
        <w:t>assure</w:t>
      </w:r>
      <w:r w:rsidRPr="00A4769E">
        <w:rPr>
          <w:szCs w:val="20"/>
        </w:rPr>
        <w:t xml:space="preserve">, </w:t>
      </w:r>
      <w:r w:rsidR="001B73FA" w:rsidRPr="001B73FA">
        <w:rPr>
          <w:szCs w:val="20"/>
        </w:rPr>
        <w:t>au milieu de ces maquis aussi douillettement que je le suis dans ce fauteuil sous vos manteaux</w:t>
      </w:r>
      <w:r w:rsidRPr="00A4769E">
        <w:rPr>
          <w:szCs w:val="20"/>
        </w:rPr>
        <w:t xml:space="preserve">. </w:t>
      </w:r>
      <w:r w:rsidR="001B73FA" w:rsidRPr="001B73FA">
        <w:rPr>
          <w:szCs w:val="20"/>
        </w:rPr>
        <w:t>“</w:t>
      </w:r>
      <w:r w:rsidR="001B73FA" w:rsidRPr="001B73FA">
        <w:rPr>
          <w:szCs w:val="20"/>
        </w:rPr>
        <w:t>J</w:t>
      </w:r>
      <w:r w:rsidRPr="00A4769E">
        <w:rPr>
          <w:szCs w:val="20"/>
        </w:rPr>
        <w:t>’</w:t>
      </w:r>
      <w:r w:rsidR="001B73FA" w:rsidRPr="001B73FA">
        <w:rPr>
          <w:szCs w:val="20"/>
        </w:rPr>
        <w:t>aime que vous soyez ce que vous êtes</w:t>
      </w:r>
      <w:r w:rsidRPr="00A4769E">
        <w:rPr>
          <w:szCs w:val="20"/>
        </w:rPr>
        <w:t xml:space="preserve">, </w:t>
      </w:r>
      <w:r w:rsidR="001B73FA" w:rsidRPr="001B73FA">
        <w:rPr>
          <w:szCs w:val="20"/>
        </w:rPr>
        <w:t>dis-je</w:t>
      </w:r>
      <w:r w:rsidRPr="00A4769E">
        <w:rPr>
          <w:szCs w:val="20"/>
        </w:rPr>
        <w:t xml:space="preserve">. – </w:t>
      </w:r>
      <w:r w:rsidR="001B73FA" w:rsidRPr="001B73FA">
        <w:rPr>
          <w:szCs w:val="20"/>
        </w:rPr>
        <w:t>Alors</w:t>
      </w:r>
      <w:r w:rsidRPr="00A4769E">
        <w:rPr>
          <w:szCs w:val="20"/>
        </w:rPr>
        <w:t xml:space="preserve">, </w:t>
      </w:r>
      <w:r w:rsidR="001B73FA" w:rsidRPr="001B73FA">
        <w:rPr>
          <w:szCs w:val="20"/>
        </w:rPr>
        <w:t>regardez</w:t>
      </w:r>
      <w:r w:rsidRPr="00A4769E">
        <w:rPr>
          <w:szCs w:val="20"/>
        </w:rPr>
        <w:t xml:space="preserve">, </w:t>
      </w:r>
      <w:r w:rsidR="001B73FA" w:rsidRPr="001B73FA">
        <w:rPr>
          <w:szCs w:val="20"/>
        </w:rPr>
        <w:t>dit-il</w:t>
      </w:r>
      <w:r w:rsidRPr="00A4769E">
        <w:rPr>
          <w:szCs w:val="20"/>
        </w:rPr>
        <w:t xml:space="preserve">. </w:t>
      </w:r>
      <w:r w:rsidR="001B73FA" w:rsidRPr="001B73FA">
        <w:rPr>
          <w:szCs w:val="20"/>
        </w:rPr>
        <w:t>C</w:t>
      </w:r>
      <w:r w:rsidRPr="00A4769E">
        <w:rPr>
          <w:szCs w:val="20"/>
        </w:rPr>
        <w:t>’</w:t>
      </w:r>
      <w:r w:rsidR="001B73FA" w:rsidRPr="001B73FA">
        <w:rPr>
          <w:szCs w:val="20"/>
        </w:rPr>
        <w:t>est là qu</w:t>
      </w:r>
      <w:r w:rsidRPr="00A4769E">
        <w:rPr>
          <w:szCs w:val="20"/>
        </w:rPr>
        <w:t>’</w:t>
      </w:r>
      <w:r w:rsidR="001B73FA" w:rsidRPr="001B73FA">
        <w:rPr>
          <w:szCs w:val="20"/>
        </w:rPr>
        <w:t>ils sont</w:t>
      </w:r>
      <w:r w:rsidR="001B73FA" w:rsidRPr="001B73FA">
        <w:rPr>
          <w:szCs w:val="20"/>
        </w:rPr>
        <w:t>”</w:t>
      </w:r>
      <w:r w:rsidRPr="00A4769E">
        <w:rPr>
          <w:szCs w:val="20"/>
        </w:rPr>
        <w:t xml:space="preserve">, </w:t>
      </w:r>
      <w:r w:rsidR="001B73FA" w:rsidRPr="001B73FA">
        <w:rPr>
          <w:szCs w:val="20"/>
        </w:rPr>
        <w:t>et il s</w:t>
      </w:r>
      <w:r w:rsidRPr="00A4769E">
        <w:rPr>
          <w:szCs w:val="20"/>
        </w:rPr>
        <w:t>’</w:t>
      </w:r>
      <w:r w:rsidR="001B73FA" w:rsidRPr="001B73FA">
        <w:rPr>
          <w:szCs w:val="20"/>
        </w:rPr>
        <w:t>écarta</w:t>
      </w:r>
      <w:r w:rsidRPr="00A4769E">
        <w:rPr>
          <w:szCs w:val="20"/>
        </w:rPr>
        <w:t xml:space="preserve">. </w:t>
      </w:r>
      <w:r w:rsidR="001B73FA" w:rsidRPr="001B73FA">
        <w:rPr>
          <w:szCs w:val="20"/>
        </w:rPr>
        <w:t>Je ne vis d</w:t>
      </w:r>
      <w:r w:rsidRPr="00A4769E">
        <w:rPr>
          <w:szCs w:val="20"/>
        </w:rPr>
        <w:t>’</w:t>
      </w:r>
      <w:r w:rsidR="001B73FA" w:rsidRPr="001B73FA">
        <w:rPr>
          <w:szCs w:val="20"/>
        </w:rPr>
        <w:t>abord qu</w:t>
      </w:r>
      <w:r w:rsidRPr="00A4769E">
        <w:rPr>
          <w:szCs w:val="20"/>
        </w:rPr>
        <w:t>’</w:t>
      </w:r>
      <w:r w:rsidR="001B73FA" w:rsidRPr="001B73FA">
        <w:rPr>
          <w:szCs w:val="20"/>
        </w:rPr>
        <w:t>une masse brune</w:t>
      </w:r>
      <w:r w:rsidRPr="00A4769E">
        <w:rPr>
          <w:szCs w:val="20"/>
        </w:rPr>
        <w:t xml:space="preserve">. </w:t>
      </w:r>
      <w:r w:rsidR="001B73FA" w:rsidRPr="001B73FA">
        <w:rPr>
          <w:szCs w:val="20"/>
        </w:rPr>
        <w:t>Mais j</w:t>
      </w:r>
      <w:r w:rsidRPr="00A4769E">
        <w:rPr>
          <w:szCs w:val="20"/>
        </w:rPr>
        <w:t>’</w:t>
      </w:r>
      <w:r w:rsidR="001B73FA" w:rsidRPr="001B73FA">
        <w:rPr>
          <w:szCs w:val="20"/>
        </w:rPr>
        <w:t>étais fascinée et je m</w:t>
      </w:r>
      <w:r w:rsidRPr="00A4769E">
        <w:rPr>
          <w:szCs w:val="20"/>
        </w:rPr>
        <w:t>’</w:t>
      </w:r>
      <w:r w:rsidR="001B73FA" w:rsidRPr="001B73FA">
        <w:rPr>
          <w:szCs w:val="20"/>
        </w:rPr>
        <w:t>approchai</w:t>
      </w:r>
      <w:r w:rsidRPr="00A4769E">
        <w:rPr>
          <w:szCs w:val="20"/>
        </w:rPr>
        <w:t xml:space="preserve">. </w:t>
      </w:r>
      <w:r w:rsidR="001B73FA" w:rsidRPr="001B73FA">
        <w:rPr>
          <w:szCs w:val="20"/>
        </w:rPr>
        <w:t>C</w:t>
      </w:r>
      <w:r w:rsidRPr="00A4769E">
        <w:rPr>
          <w:szCs w:val="20"/>
        </w:rPr>
        <w:t>’</w:t>
      </w:r>
      <w:r w:rsidR="001B73FA" w:rsidRPr="001B73FA">
        <w:rPr>
          <w:szCs w:val="20"/>
        </w:rPr>
        <w:t>était</w:t>
      </w:r>
      <w:r w:rsidRPr="00A4769E">
        <w:rPr>
          <w:szCs w:val="20"/>
        </w:rPr>
        <w:t xml:space="preserve">, </w:t>
      </w:r>
      <w:r w:rsidR="001B73FA" w:rsidRPr="001B73FA">
        <w:rPr>
          <w:szCs w:val="20"/>
        </w:rPr>
        <w:t>éparpillés par les abeilles et les renards</w:t>
      </w:r>
      <w:r w:rsidRPr="00A4769E">
        <w:rPr>
          <w:szCs w:val="20"/>
        </w:rPr>
        <w:t xml:space="preserve">, </w:t>
      </w:r>
      <w:r w:rsidR="001B73FA" w:rsidRPr="001B73FA">
        <w:rPr>
          <w:szCs w:val="20"/>
        </w:rPr>
        <w:t>les corps de deux hommes morts depuis trois mois</w:t>
      </w:r>
      <w:r w:rsidRPr="00A4769E">
        <w:rPr>
          <w:szCs w:val="20"/>
        </w:rPr>
        <w:t xml:space="preserve">. </w:t>
      </w:r>
      <w:r w:rsidR="001B73FA" w:rsidRPr="001B73FA">
        <w:rPr>
          <w:szCs w:val="20"/>
        </w:rPr>
        <w:t>“</w:t>
      </w:r>
      <w:r w:rsidR="001B73FA" w:rsidRPr="001B73FA">
        <w:rPr>
          <w:szCs w:val="20"/>
        </w:rPr>
        <w:t>J</w:t>
      </w:r>
      <w:r w:rsidRPr="00A4769E">
        <w:rPr>
          <w:szCs w:val="20"/>
        </w:rPr>
        <w:t>’</w:t>
      </w:r>
      <w:r w:rsidR="001B73FA" w:rsidRPr="001B73FA">
        <w:rPr>
          <w:szCs w:val="20"/>
        </w:rPr>
        <w:t>ai tiré en me guidant sur les feux</w:t>
      </w:r>
      <w:r w:rsidRPr="00A4769E">
        <w:rPr>
          <w:szCs w:val="20"/>
        </w:rPr>
        <w:t xml:space="preserve">, </w:t>
      </w:r>
      <w:r w:rsidR="001B73FA" w:rsidRPr="001B73FA">
        <w:rPr>
          <w:szCs w:val="20"/>
        </w:rPr>
        <w:t>dit-il</w:t>
      </w:r>
      <w:r w:rsidRPr="00A4769E">
        <w:rPr>
          <w:szCs w:val="20"/>
        </w:rPr>
        <w:t xml:space="preserve">. </w:t>
      </w:r>
      <w:r w:rsidR="001B73FA" w:rsidRPr="001B73FA">
        <w:rPr>
          <w:szCs w:val="20"/>
        </w:rPr>
        <w:t>Il aurait été surprenant que mes balles se fussent perdues</w:t>
      </w:r>
      <w:r w:rsidRPr="00A4769E">
        <w:rPr>
          <w:szCs w:val="20"/>
        </w:rPr>
        <w:t xml:space="preserve">. </w:t>
      </w:r>
      <w:r w:rsidR="00E35378">
        <w:rPr>
          <w:szCs w:val="20"/>
        </w:rPr>
        <w:t>— </w:t>
      </w:r>
      <w:r w:rsidR="001B73FA" w:rsidRPr="001B73FA">
        <w:rPr>
          <w:szCs w:val="20"/>
        </w:rPr>
        <w:t>Je suis ravie qu</w:t>
      </w:r>
      <w:r w:rsidRPr="00A4769E">
        <w:rPr>
          <w:szCs w:val="20"/>
        </w:rPr>
        <w:t>’</w:t>
      </w:r>
      <w:r w:rsidR="001B73FA" w:rsidRPr="001B73FA">
        <w:rPr>
          <w:szCs w:val="20"/>
        </w:rPr>
        <w:t>elles aient atteint leur but</w:t>
      </w:r>
      <w:r w:rsidRPr="00A4769E">
        <w:rPr>
          <w:szCs w:val="20"/>
        </w:rPr>
        <w:t xml:space="preserve">, </w:t>
      </w:r>
      <w:r w:rsidR="001B73FA" w:rsidRPr="001B73FA">
        <w:rPr>
          <w:szCs w:val="20"/>
        </w:rPr>
        <w:t>dis-je</w:t>
      </w:r>
      <w:r w:rsidRPr="00A4769E">
        <w:rPr>
          <w:szCs w:val="20"/>
        </w:rPr>
        <w:t>.</w:t>
      </w:r>
      <w:r w:rsidR="001E53C2">
        <w:rPr>
          <w:szCs w:val="20"/>
        </w:rPr>
        <w:t> </w:t>
      </w:r>
      <w:r w:rsidR="00E35378">
        <w:rPr>
          <w:szCs w:val="20"/>
        </w:rPr>
        <w:t>—</w:t>
      </w:r>
      <w:r w:rsidR="001E53C2">
        <w:rPr>
          <w:szCs w:val="20"/>
        </w:rPr>
        <w:t xml:space="preserve"> </w:t>
      </w:r>
      <w:r w:rsidR="001B73FA" w:rsidRPr="001B73FA">
        <w:rPr>
          <w:szCs w:val="20"/>
        </w:rPr>
        <w:t>Il m</w:t>
      </w:r>
      <w:r w:rsidRPr="00A4769E">
        <w:rPr>
          <w:szCs w:val="20"/>
        </w:rPr>
        <w:t>’</w:t>
      </w:r>
      <w:r w:rsidR="001B73FA" w:rsidRPr="001B73FA">
        <w:rPr>
          <w:szCs w:val="20"/>
        </w:rPr>
        <w:t>était très désagréable que vous eussiez pu me croire de la race de ces hommes qu</w:t>
      </w:r>
      <w:r w:rsidRPr="00A4769E">
        <w:rPr>
          <w:szCs w:val="20"/>
        </w:rPr>
        <w:t>’</w:t>
      </w:r>
      <w:r w:rsidR="001B73FA" w:rsidRPr="001B73FA">
        <w:rPr>
          <w:szCs w:val="20"/>
        </w:rPr>
        <w:t>on peut impunément jeter à bas à coups de pis</w:t>
      </w:r>
      <w:r w:rsidR="001B73FA" w:rsidRPr="001B73FA">
        <w:rPr>
          <w:szCs w:val="20"/>
        </w:rPr>
        <w:lastRenderedPageBreak/>
        <w:t>tolet</w:t>
      </w:r>
      <w:r w:rsidRPr="00A4769E">
        <w:rPr>
          <w:szCs w:val="20"/>
        </w:rPr>
        <w:t xml:space="preserve">, </w:t>
      </w:r>
      <w:r w:rsidR="001B73FA" w:rsidRPr="001B73FA">
        <w:rPr>
          <w:szCs w:val="20"/>
        </w:rPr>
        <w:t>dit-il</w:t>
      </w:r>
      <w:r w:rsidRPr="00A4769E">
        <w:rPr>
          <w:szCs w:val="20"/>
        </w:rPr>
        <w:t xml:space="preserve">. </w:t>
      </w:r>
      <w:r w:rsidR="00E35378">
        <w:rPr>
          <w:szCs w:val="20"/>
        </w:rPr>
        <w:t>— </w:t>
      </w:r>
      <w:r w:rsidR="001B73FA" w:rsidRPr="001B73FA">
        <w:rPr>
          <w:szCs w:val="20"/>
        </w:rPr>
        <w:t>Je ne l</w:t>
      </w:r>
      <w:r w:rsidRPr="00A4769E">
        <w:rPr>
          <w:szCs w:val="20"/>
        </w:rPr>
        <w:t>’</w:t>
      </w:r>
      <w:r w:rsidR="001B73FA" w:rsidRPr="001B73FA">
        <w:rPr>
          <w:szCs w:val="20"/>
        </w:rPr>
        <w:t>ai jamais pensé</w:t>
      </w:r>
      <w:r w:rsidR="001B73FA" w:rsidRPr="001B73FA">
        <w:rPr>
          <w:szCs w:val="20"/>
        </w:rPr>
        <w:t>”</w:t>
      </w:r>
      <w:r w:rsidRPr="00A4769E">
        <w:rPr>
          <w:szCs w:val="20"/>
        </w:rPr>
        <w:t xml:space="preserve">, </w:t>
      </w:r>
      <w:r w:rsidR="001B73FA" w:rsidRPr="001B73FA">
        <w:rPr>
          <w:szCs w:val="20"/>
        </w:rPr>
        <w:t>répondis-je en le regardant bien en face</w:t>
      </w:r>
      <w:r w:rsidRPr="00A4769E">
        <w:rPr>
          <w:szCs w:val="20"/>
        </w:rPr>
        <w:t xml:space="preserve">. </w:t>
      </w:r>
      <w:r w:rsidR="001B73FA" w:rsidRPr="001B73FA">
        <w:rPr>
          <w:szCs w:val="20"/>
        </w:rPr>
        <w:t>Il détourna légèrement les yeux comme s</w:t>
      </w:r>
      <w:r w:rsidRPr="00A4769E">
        <w:rPr>
          <w:szCs w:val="20"/>
        </w:rPr>
        <w:t>’</w:t>
      </w:r>
      <w:r w:rsidR="001B73FA" w:rsidRPr="001B73FA">
        <w:rPr>
          <w:szCs w:val="20"/>
        </w:rPr>
        <w:t>il était embarrassé de ma certitude</w:t>
      </w:r>
      <w:r w:rsidRPr="00A4769E">
        <w:rPr>
          <w:szCs w:val="20"/>
        </w:rPr>
        <w:t xml:space="preserve">. </w:t>
      </w:r>
      <w:r w:rsidR="001B73FA" w:rsidRPr="001B73FA">
        <w:rPr>
          <w:szCs w:val="20"/>
        </w:rPr>
        <w:t>“</w:t>
      </w:r>
      <w:r w:rsidR="001B73FA" w:rsidRPr="001B73FA">
        <w:rPr>
          <w:szCs w:val="20"/>
        </w:rPr>
        <w:t>Ce soir-là</w:t>
      </w:r>
      <w:r w:rsidRPr="00A4769E">
        <w:rPr>
          <w:szCs w:val="20"/>
        </w:rPr>
        <w:t xml:space="preserve">, </w:t>
      </w:r>
      <w:r w:rsidR="001B73FA" w:rsidRPr="001B73FA">
        <w:rPr>
          <w:szCs w:val="20"/>
        </w:rPr>
        <w:t>poursuivit-il</w:t>
      </w:r>
      <w:r w:rsidRPr="00A4769E">
        <w:rPr>
          <w:szCs w:val="20"/>
        </w:rPr>
        <w:t xml:space="preserve">, </w:t>
      </w:r>
      <w:r w:rsidR="001B73FA" w:rsidRPr="001B73FA">
        <w:rPr>
          <w:szCs w:val="20"/>
        </w:rPr>
        <w:t>il y avait déjà eu une sorte de crime sur la route de Saint-Maximim à Aix</w:t>
      </w:r>
      <w:r w:rsidRPr="00A4769E">
        <w:rPr>
          <w:szCs w:val="20"/>
        </w:rPr>
        <w:t xml:space="preserve">. </w:t>
      </w:r>
      <w:r w:rsidR="001B73FA" w:rsidRPr="001B73FA">
        <w:rPr>
          <w:szCs w:val="20"/>
        </w:rPr>
        <w:t>La malle de Nice avait été dépouillée d</w:t>
      </w:r>
      <w:r w:rsidRPr="00A4769E">
        <w:rPr>
          <w:szCs w:val="20"/>
        </w:rPr>
        <w:t>’</w:t>
      </w:r>
      <w:r w:rsidR="001B73FA" w:rsidRPr="001B73FA">
        <w:rPr>
          <w:szCs w:val="20"/>
        </w:rPr>
        <w:t>une caisse du Trésor public</w:t>
      </w:r>
      <w:r w:rsidRPr="00A4769E">
        <w:rPr>
          <w:szCs w:val="20"/>
        </w:rPr>
        <w:t xml:space="preserve">. </w:t>
      </w:r>
      <w:r w:rsidR="001B73FA" w:rsidRPr="001B73FA">
        <w:rPr>
          <w:szCs w:val="20"/>
        </w:rPr>
        <w:t>J</w:t>
      </w:r>
      <w:r w:rsidRPr="00A4769E">
        <w:rPr>
          <w:szCs w:val="20"/>
        </w:rPr>
        <w:t>’</w:t>
      </w:r>
      <w:r w:rsidR="001B73FA" w:rsidRPr="001B73FA">
        <w:rPr>
          <w:szCs w:val="20"/>
        </w:rPr>
        <w:t>avais été prévenu et je me tenais sur mes gardes</w:t>
      </w:r>
      <w:r w:rsidRPr="00A4769E">
        <w:rPr>
          <w:szCs w:val="20"/>
        </w:rPr>
        <w:t xml:space="preserve">. </w:t>
      </w:r>
      <w:r w:rsidR="001B73FA" w:rsidRPr="001B73FA">
        <w:rPr>
          <w:szCs w:val="20"/>
        </w:rPr>
        <w:t>Ces gens se dispersent volontiers dans les bois après leur coup fait</w:t>
      </w:r>
      <w:r w:rsidRPr="00A4769E">
        <w:rPr>
          <w:szCs w:val="20"/>
        </w:rPr>
        <w:t xml:space="preserve">. </w:t>
      </w:r>
      <w:r w:rsidR="001B73FA" w:rsidRPr="001B73FA">
        <w:rPr>
          <w:szCs w:val="20"/>
        </w:rPr>
        <w:t>D</w:t>
      </w:r>
      <w:r w:rsidRPr="00A4769E">
        <w:rPr>
          <w:szCs w:val="20"/>
        </w:rPr>
        <w:t>’</w:t>
      </w:r>
      <w:r w:rsidR="001B73FA" w:rsidRPr="001B73FA">
        <w:rPr>
          <w:szCs w:val="20"/>
        </w:rPr>
        <w:t>ailleurs</w:t>
      </w:r>
      <w:r w:rsidRPr="00A4769E">
        <w:rPr>
          <w:szCs w:val="20"/>
        </w:rPr>
        <w:t xml:space="preserve">, </w:t>
      </w:r>
      <w:r w:rsidR="001B73FA" w:rsidRPr="001B73FA">
        <w:rPr>
          <w:szCs w:val="20"/>
        </w:rPr>
        <w:t>voyez</w:t>
      </w:r>
      <w:r w:rsidRPr="00A4769E">
        <w:rPr>
          <w:szCs w:val="20"/>
        </w:rPr>
        <w:t>.</w:t>
      </w:r>
      <w:r w:rsidRPr="00A4769E">
        <w:rPr>
          <w:szCs w:val="20"/>
        </w:rPr>
        <w:t>”</w:t>
      </w:r>
      <w:r w:rsidR="001B73FA" w:rsidRPr="001B73FA">
        <w:rPr>
          <w:szCs w:val="20"/>
        </w:rPr>
        <w:t xml:space="preserve"> </w:t>
      </w:r>
      <w:r w:rsidR="001B73FA" w:rsidRPr="001B73FA">
        <w:rPr>
          <w:szCs w:val="20"/>
        </w:rPr>
        <w:t>Il fouilla dans les débris</w:t>
      </w:r>
      <w:r w:rsidRPr="00A4769E">
        <w:rPr>
          <w:szCs w:val="20"/>
        </w:rPr>
        <w:t xml:space="preserve">, </w:t>
      </w:r>
      <w:r w:rsidR="001B73FA" w:rsidRPr="001B73FA">
        <w:rPr>
          <w:szCs w:val="20"/>
        </w:rPr>
        <w:t>du bout de sa botte</w:t>
      </w:r>
      <w:r w:rsidRPr="00A4769E">
        <w:rPr>
          <w:szCs w:val="20"/>
        </w:rPr>
        <w:t xml:space="preserve">, </w:t>
      </w:r>
      <w:r w:rsidR="001B73FA" w:rsidRPr="001B73FA">
        <w:rPr>
          <w:szCs w:val="20"/>
        </w:rPr>
        <w:t>et il découvrit les chapeaux de feutre qui contenaient encore les deux crânes</w:t>
      </w:r>
      <w:r w:rsidRPr="00A4769E">
        <w:rPr>
          <w:szCs w:val="20"/>
        </w:rPr>
        <w:t>.</w:t>
      </w:r>
    </w:p>
    <w:p w14:paraId="5D8659DF" w14:textId="4EEBE837" w:rsidR="00462692" w:rsidRPr="00A4769E" w:rsidRDefault="00462692" w:rsidP="001B73FA">
      <w:pPr>
        <w:rPr>
          <w:szCs w:val="20"/>
        </w:rPr>
      </w:pPr>
      <w:r w:rsidRPr="00A4769E">
        <w:rPr>
          <w:szCs w:val="20"/>
        </w:rPr>
        <w:t>« </w:t>
      </w:r>
      <w:r w:rsidR="001B73FA" w:rsidRPr="001B73FA">
        <w:rPr>
          <w:szCs w:val="20"/>
        </w:rPr>
        <w:t>Ai-je assez fait comprendre que jamais cet homme ne m</w:t>
      </w:r>
      <w:r w:rsidRPr="00A4769E">
        <w:rPr>
          <w:szCs w:val="20"/>
        </w:rPr>
        <w:t>’</w:t>
      </w:r>
      <w:r w:rsidR="001B73FA" w:rsidRPr="001B73FA">
        <w:rPr>
          <w:szCs w:val="20"/>
        </w:rPr>
        <w:t>avait touchée</w:t>
      </w:r>
      <w:r w:rsidRPr="00A4769E">
        <w:rPr>
          <w:szCs w:val="20"/>
        </w:rPr>
        <w:t xml:space="preserve">, </w:t>
      </w:r>
      <w:r w:rsidR="001B73FA" w:rsidRPr="001B73FA">
        <w:rPr>
          <w:szCs w:val="20"/>
        </w:rPr>
        <w:t>fut-ce du bout des doigts</w:t>
      </w:r>
      <w:r w:rsidRPr="00A4769E">
        <w:rPr>
          <w:szCs w:val="20"/>
        </w:rPr>
        <w:t xml:space="preserve">, </w:t>
      </w:r>
      <w:r w:rsidR="001B73FA" w:rsidRPr="001B73FA">
        <w:rPr>
          <w:szCs w:val="20"/>
        </w:rPr>
        <w:t>sauf pour me baiser la main une fois</w:t>
      </w:r>
      <w:r w:rsidRPr="00A4769E">
        <w:rPr>
          <w:szCs w:val="20"/>
        </w:rPr>
        <w:t xml:space="preserve"> ? </w:t>
      </w:r>
      <w:r w:rsidR="001B73FA" w:rsidRPr="001B73FA">
        <w:rPr>
          <w:szCs w:val="20"/>
        </w:rPr>
        <w:t>Il m</w:t>
      </w:r>
      <w:r w:rsidRPr="00A4769E">
        <w:rPr>
          <w:szCs w:val="20"/>
        </w:rPr>
        <w:t>’</w:t>
      </w:r>
      <w:r w:rsidR="001B73FA" w:rsidRPr="001B73FA">
        <w:rPr>
          <w:szCs w:val="20"/>
        </w:rPr>
        <w:t>avait cependant fait entrer dans son magnifique domaine</w:t>
      </w:r>
      <w:r w:rsidRPr="00A4769E">
        <w:rPr>
          <w:szCs w:val="20"/>
        </w:rPr>
        <w:t xml:space="preserve">. </w:t>
      </w:r>
      <w:r w:rsidR="001B73FA" w:rsidRPr="001B73FA">
        <w:rPr>
          <w:szCs w:val="20"/>
        </w:rPr>
        <w:t>Il fallait absolument maintenant que je me fasse connaître</w:t>
      </w:r>
      <w:r w:rsidRPr="00A4769E">
        <w:rPr>
          <w:szCs w:val="20"/>
        </w:rPr>
        <w:t xml:space="preserve">, </w:t>
      </w:r>
      <w:r w:rsidR="001B73FA" w:rsidRPr="001B73FA">
        <w:rPr>
          <w:szCs w:val="20"/>
        </w:rPr>
        <w:t>non pas telle qu</w:t>
      </w:r>
      <w:r w:rsidRPr="00A4769E">
        <w:rPr>
          <w:szCs w:val="20"/>
        </w:rPr>
        <w:t>’</w:t>
      </w:r>
      <w:r w:rsidR="001B73FA" w:rsidRPr="001B73FA">
        <w:rPr>
          <w:szCs w:val="20"/>
        </w:rPr>
        <w:t>on me voit</w:t>
      </w:r>
      <w:r w:rsidRPr="00A4769E">
        <w:rPr>
          <w:szCs w:val="20"/>
        </w:rPr>
        <w:t xml:space="preserve">, </w:t>
      </w:r>
      <w:r w:rsidR="001B73FA" w:rsidRPr="001B73FA">
        <w:rPr>
          <w:szCs w:val="20"/>
        </w:rPr>
        <w:t>mais telle que je suis</w:t>
      </w:r>
      <w:r w:rsidRPr="00A4769E">
        <w:rPr>
          <w:szCs w:val="20"/>
        </w:rPr>
        <w:t xml:space="preserve">, </w:t>
      </w:r>
      <w:r w:rsidR="001B73FA" w:rsidRPr="001B73FA">
        <w:rPr>
          <w:szCs w:val="20"/>
        </w:rPr>
        <w:t>et qu</w:t>
      </w:r>
      <w:r w:rsidRPr="00A4769E">
        <w:rPr>
          <w:szCs w:val="20"/>
        </w:rPr>
        <w:t>’</w:t>
      </w:r>
      <w:r w:rsidR="001B73FA" w:rsidRPr="001B73FA">
        <w:rPr>
          <w:szCs w:val="20"/>
        </w:rPr>
        <w:t>il sache que tout ce qui lui appartenait serait aimé et respecté</w:t>
      </w:r>
      <w:r w:rsidRPr="00A4769E">
        <w:rPr>
          <w:szCs w:val="20"/>
        </w:rPr>
        <w:t xml:space="preserve">. </w:t>
      </w:r>
      <w:r w:rsidR="001B73FA" w:rsidRPr="001B73FA">
        <w:rPr>
          <w:szCs w:val="20"/>
        </w:rPr>
        <w:t>Il était très important que je le fasse sur-le-champ et sans équivoque</w:t>
      </w:r>
      <w:r w:rsidRPr="00A4769E">
        <w:rPr>
          <w:szCs w:val="20"/>
        </w:rPr>
        <w:t xml:space="preserve"> ; </w:t>
      </w:r>
      <w:r w:rsidR="001B73FA" w:rsidRPr="001B73FA">
        <w:rPr>
          <w:szCs w:val="20"/>
        </w:rPr>
        <w:t>il lui était si facile de fuir</w:t>
      </w:r>
      <w:r w:rsidRPr="00A4769E">
        <w:rPr>
          <w:szCs w:val="20"/>
        </w:rPr>
        <w:t xml:space="preserve">, </w:t>
      </w:r>
      <w:r w:rsidR="001B73FA" w:rsidRPr="001B73FA">
        <w:rPr>
          <w:szCs w:val="20"/>
        </w:rPr>
        <w:t>ne serait-ce que du regard</w:t>
      </w:r>
      <w:r w:rsidRPr="00A4769E">
        <w:rPr>
          <w:szCs w:val="20"/>
        </w:rPr>
        <w:t xml:space="preserve">. </w:t>
      </w:r>
      <w:r w:rsidR="001B73FA" w:rsidRPr="001B73FA">
        <w:rPr>
          <w:szCs w:val="20"/>
        </w:rPr>
        <w:t>Je lui demandai son pistolet</w:t>
      </w:r>
      <w:r w:rsidRPr="00A4769E">
        <w:rPr>
          <w:szCs w:val="20"/>
        </w:rPr>
        <w:t xml:space="preserve">. </w:t>
      </w:r>
      <w:r w:rsidR="001B73FA" w:rsidRPr="001B73FA">
        <w:rPr>
          <w:szCs w:val="20"/>
        </w:rPr>
        <w:t>Il me le donna sans émotion</w:t>
      </w:r>
      <w:r w:rsidRPr="00A4769E">
        <w:rPr>
          <w:szCs w:val="20"/>
        </w:rPr>
        <w:t xml:space="preserve">, </w:t>
      </w:r>
      <w:r w:rsidR="001B73FA" w:rsidRPr="001B73FA">
        <w:rPr>
          <w:szCs w:val="20"/>
        </w:rPr>
        <w:t>tout de suite</w:t>
      </w:r>
      <w:r w:rsidRPr="00A4769E">
        <w:rPr>
          <w:szCs w:val="20"/>
        </w:rPr>
        <w:t xml:space="preserve">. </w:t>
      </w:r>
      <w:r w:rsidR="001B73FA" w:rsidRPr="001B73FA">
        <w:rPr>
          <w:szCs w:val="20"/>
        </w:rPr>
        <w:t>Je ne suis pas très habile</w:t>
      </w:r>
      <w:r w:rsidRPr="00A4769E">
        <w:rPr>
          <w:szCs w:val="20"/>
        </w:rPr>
        <w:t xml:space="preserve">, </w:t>
      </w:r>
      <w:r w:rsidR="001B73FA" w:rsidRPr="001B73FA">
        <w:rPr>
          <w:szCs w:val="20"/>
        </w:rPr>
        <w:t>mais j</w:t>
      </w:r>
      <w:r w:rsidRPr="00A4769E">
        <w:rPr>
          <w:szCs w:val="20"/>
        </w:rPr>
        <w:t>’</w:t>
      </w:r>
      <w:r w:rsidR="001B73FA" w:rsidRPr="001B73FA">
        <w:rPr>
          <w:szCs w:val="20"/>
        </w:rPr>
        <w:t>y mis tellement de mon âme</w:t>
      </w:r>
      <w:r w:rsidRPr="00A4769E">
        <w:rPr>
          <w:szCs w:val="20"/>
        </w:rPr>
        <w:t xml:space="preserve">, </w:t>
      </w:r>
      <w:r w:rsidR="001B73FA" w:rsidRPr="001B73FA">
        <w:rPr>
          <w:szCs w:val="20"/>
        </w:rPr>
        <w:t>que</w:t>
      </w:r>
      <w:r w:rsidRPr="00A4769E">
        <w:rPr>
          <w:szCs w:val="20"/>
        </w:rPr>
        <w:t xml:space="preserve">, </w:t>
      </w:r>
      <w:r w:rsidR="001B73FA" w:rsidRPr="001B73FA">
        <w:rPr>
          <w:szCs w:val="20"/>
        </w:rPr>
        <w:t>du premier coup</w:t>
      </w:r>
      <w:r w:rsidRPr="00A4769E">
        <w:rPr>
          <w:szCs w:val="20"/>
        </w:rPr>
        <w:t xml:space="preserve">, </w:t>
      </w:r>
      <w:r w:rsidR="001B73FA" w:rsidRPr="001B73FA">
        <w:rPr>
          <w:szCs w:val="20"/>
        </w:rPr>
        <w:t>je fis éclater un de ces sales petits crânes de sel</w:t>
      </w:r>
      <w:r w:rsidRPr="00A4769E">
        <w:rPr>
          <w:szCs w:val="20"/>
        </w:rPr>
        <w:t xml:space="preserve">. </w:t>
      </w:r>
      <w:r w:rsidR="001B73FA" w:rsidRPr="001B73FA">
        <w:rPr>
          <w:szCs w:val="20"/>
        </w:rPr>
        <w:t>“</w:t>
      </w:r>
      <w:r w:rsidR="001B73FA" w:rsidRPr="001B73FA">
        <w:rPr>
          <w:szCs w:val="20"/>
        </w:rPr>
        <w:t>Bien</w:t>
      </w:r>
      <w:r w:rsidRPr="00A4769E">
        <w:rPr>
          <w:szCs w:val="20"/>
        </w:rPr>
        <w:t xml:space="preserve">, </w:t>
      </w:r>
      <w:r w:rsidR="001B73FA" w:rsidRPr="001B73FA">
        <w:rPr>
          <w:szCs w:val="20"/>
        </w:rPr>
        <w:t>dit-il</w:t>
      </w:r>
      <w:r w:rsidRPr="00A4769E">
        <w:rPr>
          <w:szCs w:val="20"/>
        </w:rPr>
        <w:t xml:space="preserve">, </w:t>
      </w:r>
      <w:r w:rsidR="001B73FA" w:rsidRPr="001B73FA">
        <w:rPr>
          <w:szCs w:val="20"/>
        </w:rPr>
        <w:t>ceci va au-delà même de ce que vous pouvez imaginer</w:t>
      </w:r>
      <w:r w:rsidRPr="00A4769E">
        <w:rPr>
          <w:szCs w:val="20"/>
        </w:rPr>
        <w:t xml:space="preserve">, </w:t>
      </w:r>
      <w:r w:rsidR="003C0D4C">
        <w:rPr>
          <w:szCs w:val="20"/>
        </w:rPr>
        <w:t>M</w:t>
      </w:r>
      <w:r w:rsidR="003C0D4C" w:rsidRPr="001B73FA">
        <w:rPr>
          <w:szCs w:val="20"/>
        </w:rPr>
        <w:t>ademoiselle</w:t>
      </w:r>
      <w:r w:rsidRPr="00A4769E">
        <w:rPr>
          <w:szCs w:val="20"/>
        </w:rPr>
        <w:t xml:space="preserve">. </w:t>
      </w:r>
      <w:r w:rsidR="001B73FA" w:rsidRPr="001B73FA">
        <w:rPr>
          <w:szCs w:val="20"/>
        </w:rPr>
        <w:t>Permettez que je recharge cette arme</w:t>
      </w:r>
      <w:r w:rsidRPr="00A4769E">
        <w:rPr>
          <w:szCs w:val="20"/>
        </w:rPr>
        <w:t xml:space="preserve">, </w:t>
      </w:r>
      <w:r w:rsidR="001B73FA" w:rsidRPr="001B73FA">
        <w:rPr>
          <w:szCs w:val="20"/>
        </w:rPr>
        <w:t>rien ne me serait plus agréable que de vous entendre encore</w:t>
      </w:r>
      <w:r w:rsidRPr="00A4769E">
        <w:rPr>
          <w:szCs w:val="20"/>
        </w:rPr>
        <w:t>.</w:t>
      </w:r>
      <w:r w:rsidRPr="00A4769E">
        <w:rPr>
          <w:szCs w:val="20"/>
        </w:rPr>
        <w:t>”</w:t>
      </w:r>
      <w:r w:rsidR="001B73FA" w:rsidRPr="001B73FA">
        <w:rPr>
          <w:szCs w:val="20"/>
        </w:rPr>
        <w:t xml:space="preserve"> Et je tirai volontiers une deuxième fois sur les restes de ces hommes qu</w:t>
      </w:r>
      <w:r w:rsidRPr="00A4769E">
        <w:rPr>
          <w:szCs w:val="20"/>
        </w:rPr>
        <w:t>’</w:t>
      </w:r>
      <w:r w:rsidR="001B73FA" w:rsidRPr="001B73FA">
        <w:rPr>
          <w:szCs w:val="20"/>
        </w:rPr>
        <w:t>il avait abattus pour défendre sa vie</w:t>
      </w:r>
      <w:r w:rsidRPr="00A4769E">
        <w:rPr>
          <w:szCs w:val="20"/>
        </w:rPr>
        <w:t>.</w:t>
      </w:r>
    </w:p>
    <w:p w14:paraId="0632AE16" w14:textId="77777777" w:rsidR="00462692" w:rsidRPr="00A4769E" w:rsidRDefault="00462692" w:rsidP="001B73FA">
      <w:pPr>
        <w:rPr>
          <w:szCs w:val="20"/>
        </w:rPr>
      </w:pPr>
      <w:r w:rsidRPr="00A4769E">
        <w:rPr>
          <w:szCs w:val="20"/>
        </w:rPr>
        <w:t>— </w:t>
      </w:r>
      <w:r w:rsidR="001B73FA" w:rsidRPr="001B73FA">
        <w:rPr>
          <w:szCs w:val="20"/>
        </w:rPr>
        <w:t>C</w:t>
      </w:r>
      <w:r w:rsidRPr="00A4769E">
        <w:rPr>
          <w:szCs w:val="20"/>
        </w:rPr>
        <w:t>’</w:t>
      </w:r>
      <w:r w:rsidR="001B73FA" w:rsidRPr="001B73FA">
        <w:rPr>
          <w:szCs w:val="20"/>
        </w:rPr>
        <w:t>est celui-là que tu aurais dû épouser</w:t>
      </w:r>
      <w:r w:rsidRPr="00A4769E">
        <w:rPr>
          <w:szCs w:val="20"/>
        </w:rPr>
        <w:t xml:space="preserve"> », </w:t>
      </w:r>
      <w:r w:rsidR="001B73FA" w:rsidRPr="001B73FA">
        <w:rPr>
          <w:szCs w:val="20"/>
        </w:rPr>
        <w:t>dit la Marquise</w:t>
      </w:r>
      <w:r w:rsidRPr="00A4769E">
        <w:rPr>
          <w:szCs w:val="20"/>
        </w:rPr>
        <w:t xml:space="preserve">. </w:t>
      </w:r>
      <w:r w:rsidR="001B73FA" w:rsidRPr="001B73FA">
        <w:rPr>
          <w:szCs w:val="20"/>
        </w:rPr>
        <w:t>Elle ne pleurait plus</w:t>
      </w:r>
      <w:r w:rsidRPr="00A4769E">
        <w:rPr>
          <w:szCs w:val="20"/>
        </w:rPr>
        <w:t xml:space="preserve">, </w:t>
      </w:r>
      <w:r w:rsidR="001B73FA" w:rsidRPr="001B73FA">
        <w:rPr>
          <w:szCs w:val="20"/>
        </w:rPr>
        <w:t>mais elle respirait très bruyamment</w:t>
      </w:r>
      <w:r w:rsidRPr="00A4769E">
        <w:rPr>
          <w:szCs w:val="20"/>
        </w:rPr>
        <w:t>.</w:t>
      </w:r>
    </w:p>
    <w:p w14:paraId="614D2EF3" w14:textId="14B24DDA" w:rsidR="00462692" w:rsidRPr="00A4769E" w:rsidRDefault="00462692" w:rsidP="001B73FA">
      <w:pPr>
        <w:rPr>
          <w:szCs w:val="20"/>
        </w:rPr>
      </w:pPr>
      <w:r w:rsidRPr="00A4769E">
        <w:rPr>
          <w:szCs w:val="20"/>
        </w:rPr>
        <w:lastRenderedPageBreak/>
        <w:t>« </w:t>
      </w:r>
      <w:r w:rsidR="001B73FA" w:rsidRPr="001B73FA">
        <w:rPr>
          <w:szCs w:val="20"/>
        </w:rPr>
        <w:t>Avez-vous remarqué</w:t>
      </w:r>
      <w:r w:rsidRPr="00A4769E">
        <w:rPr>
          <w:szCs w:val="20"/>
        </w:rPr>
        <w:t xml:space="preserve">, </w:t>
      </w:r>
      <w:r w:rsidR="001B73FA" w:rsidRPr="001B73FA">
        <w:rPr>
          <w:szCs w:val="20"/>
        </w:rPr>
        <w:t>dit la jeune femme</w:t>
      </w:r>
      <w:r w:rsidRPr="00A4769E">
        <w:rPr>
          <w:szCs w:val="20"/>
        </w:rPr>
        <w:t xml:space="preserve">, </w:t>
      </w:r>
      <w:r w:rsidR="001B73FA" w:rsidRPr="001B73FA">
        <w:rPr>
          <w:szCs w:val="20"/>
        </w:rPr>
        <w:t>que je ne vous ai pas encore parlé de son âge</w:t>
      </w:r>
      <w:r w:rsidRPr="00A4769E">
        <w:rPr>
          <w:szCs w:val="20"/>
        </w:rPr>
        <w:t xml:space="preserve"> ? </w:t>
      </w:r>
      <w:r w:rsidR="001B73FA" w:rsidRPr="001B73FA">
        <w:rPr>
          <w:szCs w:val="20"/>
        </w:rPr>
        <w:t>J</w:t>
      </w:r>
      <w:r w:rsidRPr="00A4769E">
        <w:rPr>
          <w:szCs w:val="20"/>
        </w:rPr>
        <w:t>’</w:t>
      </w:r>
      <w:r w:rsidR="001B73FA" w:rsidRPr="001B73FA">
        <w:rPr>
          <w:szCs w:val="20"/>
        </w:rPr>
        <w:t>admirais son corps solide et maigre</w:t>
      </w:r>
      <w:r w:rsidRPr="00A4769E">
        <w:rPr>
          <w:szCs w:val="20"/>
        </w:rPr>
        <w:t xml:space="preserve">. </w:t>
      </w:r>
      <w:r w:rsidR="001B73FA" w:rsidRPr="001B73FA">
        <w:rPr>
          <w:szCs w:val="20"/>
        </w:rPr>
        <w:t>Il était infatigable à cheval</w:t>
      </w:r>
      <w:r w:rsidRPr="00A4769E">
        <w:rPr>
          <w:szCs w:val="20"/>
        </w:rPr>
        <w:t xml:space="preserve">. </w:t>
      </w:r>
      <w:r w:rsidR="001B73FA" w:rsidRPr="001B73FA">
        <w:rPr>
          <w:szCs w:val="20"/>
        </w:rPr>
        <w:t>Il m</w:t>
      </w:r>
      <w:r w:rsidRPr="00A4769E">
        <w:rPr>
          <w:szCs w:val="20"/>
        </w:rPr>
        <w:t>’</w:t>
      </w:r>
      <w:r w:rsidR="001B73FA" w:rsidRPr="001B73FA">
        <w:rPr>
          <w:szCs w:val="20"/>
        </w:rPr>
        <w:t>apprit à tirer au pistolet</w:t>
      </w:r>
      <w:r w:rsidRPr="00A4769E">
        <w:rPr>
          <w:szCs w:val="20"/>
        </w:rPr>
        <w:t xml:space="preserve">. </w:t>
      </w:r>
      <w:r w:rsidR="001B73FA" w:rsidRPr="001B73FA">
        <w:rPr>
          <w:szCs w:val="20"/>
        </w:rPr>
        <w:t>J</w:t>
      </w:r>
      <w:r w:rsidRPr="00A4769E">
        <w:rPr>
          <w:szCs w:val="20"/>
        </w:rPr>
        <w:t>’</w:t>
      </w:r>
      <w:r w:rsidR="001B73FA" w:rsidRPr="001B73FA">
        <w:rPr>
          <w:szCs w:val="20"/>
        </w:rPr>
        <w:t>y suis devenue très habile</w:t>
      </w:r>
      <w:r w:rsidRPr="00A4769E">
        <w:rPr>
          <w:szCs w:val="20"/>
        </w:rPr>
        <w:t xml:space="preserve">. </w:t>
      </w:r>
      <w:r w:rsidR="001B73FA" w:rsidRPr="001B73FA">
        <w:rPr>
          <w:szCs w:val="20"/>
        </w:rPr>
        <w:t>Quant à lui</w:t>
      </w:r>
      <w:r w:rsidRPr="00A4769E">
        <w:rPr>
          <w:szCs w:val="20"/>
        </w:rPr>
        <w:t xml:space="preserve">, </w:t>
      </w:r>
      <w:r w:rsidR="001B73FA" w:rsidRPr="001B73FA">
        <w:rPr>
          <w:szCs w:val="20"/>
        </w:rPr>
        <w:t>il avait l</w:t>
      </w:r>
      <w:r w:rsidRPr="00A4769E">
        <w:rPr>
          <w:szCs w:val="20"/>
        </w:rPr>
        <w:t>’œ</w:t>
      </w:r>
      <w:r w:rsidR="001B73FA" w:rsidRPr="001B73FA">
        <w:rPr>
          <w:szCs w:val="20"/>
        </w:rPr>
        <w:t>il aigu</w:t>
      </w:r>
      <w:r w:rsidRPr="00A4769E">
        <w:rPr>
          <w:szCs w:val="20"/>
        </w:rPr>
        <w:t xml:space="preserve">, </w:t>
      </w:r>
      <w:r w:rsidR="001B73FA" w:rsidRPr="001B73FA">
        <w:rPr>
          <w:szCs w:val="20"/>
        </w:rPr>
        <w:t>le poignet sûr</w:t>
      </w:r>
      <w:r w:rsidRPr="00A4769E">
        <w:rPr>
          <w:szCs w:val="20"/>
        </w:rPr>
        <w:t xml:space="preserve">, </w:t>
      </w:r>
      <w:r w:rsidR="001B73FA" w:rsidRPr="001B73FA">
        <w:rPr>
          <w:szCs w:val="20"/>
        </w:rPr>
        <w:t>sa décision ne s</w:t>
      </w:r>
      <w:r w:rsidRPr="00A4769E">
        <w:rPr>
          <w:szCs w:val="20"/>
        </w:rPr>
        <w:t>’</w:t>
      </w:r>
      <w:r w:rsidR="001B73FA" w:rsidRPr="001B73FA">
        <w:rPr>
          <w:szCs w:val="20"/>
        </w:rPr>
        <w:t>embarrassait jamais d</w:t>
      </w:r>
      <w:r w:rsidRPr="00A4769E">
        <w:rPr>
          <w:szCs w:val="20"/>
        </w:rPr>
        <w:t>’</w:t>
      </w:r>
      <w:r w:rsidR="001B73FA" w:rsidRPr="001B73FA">
        <w:rPr>
          <w:szCs w:val="20"/>
        </w:rPr>
        <w:t>aucun remords</w:t>
      </w:r>
      <w:r w:rsidRPr="00A4769E">
        <w:rPr>
          <w:szCs w:val="20"/>
        </w:rPr>
        <w:t xml:space="preserve">, </w:t>
      </w:r>
      <w:r w:rsidR="001B73FA" w:rsidRPr="001B73FA">
        <w:rPr>
          <w:szCs w:val="20"/>
        </w:rPr>
        <w:t>sa sagesse était faite d</w:t>
      </w:r>
      <w:r w:rsidRPr="00A4769E">
        <w:rPr>
          <w:szCs w:val="20"/>
        </w:rPr>
        <w:t>’</w:t>
      </w:r>
      <w:r w:rsidR="001B73FA" w:rsidRPr="001B73FA">
        <w:rPr>
          <w:szCs w:val="20"/>
        </w:rPr>
        <w:t>action et de promptitude</w:t>
      </w:r>
      <w:r w:rsidRPr="00A4769E">
        <w:rPr>
          <w:szCs w:val="20"/>
        </w:rPr>
        <w:t xml:space="preserve">. </w:t>
      </w:r>
      <w:r w:rsidR="001B73FA" w:rsidRPr="001B73FA">
        <w:rPr>
          <w:szCs w:val="20"/>
        </w:rPr>
        <w:t>Ses phrases commençaient souvent par</w:t>
      </w:r>
      <w:r w:rsidRPr="00A4769E">
        <w:rPr>
          <w:szCs w:val="20"/>
        </w:rPr>
        <w:t xml:space="preserve"> : </w:t>
      </w:r>
      <w:r w:rsidR="001B73FA" w:rsidRPr="001B73FA">
        <w:rPr>
          <w:szCs w:val="20"/>
        </w:rPr>
        <w:t>“</w:t>
      </w:r>
      <w:r w:rsidR="001B73FA" w:rsidRPr="001B73FA">
        <w:rPr>
          <w:szCs w:val="20"/>
        </w:rPr>
        <w:t>Permettez</w:t>
      </w:r>
      <w:r w:rsidR="001B73FA" w:rsidRPr="001B73FA">
        <w:rPr>
          <w:szCs w:val="20"/>
        </w:rPr>
        <w:t>”</w:t>
      </w:r>
      <w:r w:rsidR="001B73FA" w:rsidRPr="001B73FA">
        <w:rPr>
          <w:szCs w:val="20"/>
        </w:rPr>
        <w:t xml:space="preserve"> ou</w:t>
      </w:r>
      <w:r w:rsidRPr="00A4769E">
        <w:rPr>
          <w:szCs w:val="20"/>
        </w:rPr>
        <w:t xml:space="preserve"> : </w:t>
      </w:r>
      <w:r w:rsidR="001B73FA" w:rsidRPr="001B73FA">
        <w:rPr>
          <w:szCs w:val="20"/>
        </w:rPr>
        <w:t>“</w:t>
      </w:r>
      <w:r w:rsidR="001B73FA" w:rsidRPr="001B73FA">
        <w:rPr>
          <w:szCs w:val="20"/>
        </w:rPr>
        <w:t>Voulez-vous me permettre</w:t>
      </w:r>
      <w:r w:rsidRPr="00A4769E">
        <w:rPr>
          <w:szCs w:val="20"/>
        </w:rPr>
        <w:t> ?</w:t>
      </w:r>
      <w:r w:rsidRPr="00A4769E">
        <w:rPr>
          <w:szCs w:val="20"/>
        </w:rPr>
        <w:t>”</w:t>
      </w:r>
      <w:r w:rsidR="001B73FA" w:rsidRPr="001B73FA">
        <w:rPr>
          <w:szCs w:val="20"/>
        </w:rPr>
        <w:t xml:space="preserve"> Mais c</w:t>
      </w:r>
      <w:r w:rsidRPr="00A4769E">
        <w:rPr>
          <w:szCs w:val="20"/>
        </w:rPr>
        <w:t>’</w:t>
      </w:r>
      <w:r w:rsidR="001B73FA" w:rsidRPr="001B73FA">
        <w:rPr>
          <w:szCs w:val="20"/>
        </w:rPr>
        <w:t>était chaque fois pour faire à sa volonté</w:t>
      </w:r>
      <w:r w:rsidRPr="00A4769E">
        <w:rPr>
          <w:szCs w:val="20"/>
        </w:rPr>
        <w:t xml:space="preserve">. </w:t>
      </w:r>
      <w:r w:rsidR="001B73FA" w:rsidRPr="001B73FA">
        <w:rPr>
          <w:szCs w:val="20"/>
        </w:rPr>
        <w:t>“</w:t>
      </w:r>
      <w:r w:rsidR="001B73FA" w:rsidRPr="001B73FA">
        <w:rPr>
          <w:szCs w:val="20"/>
        </w:rPr>
        <w:t>Permettez</w:t>
      </w:r>
      <w:r w:rsidRPr="00A4769E">
        <w:rPr>
          <w:szCs w:val="20"/>
        </w:rPr>
        <w:t xml:space="preserve">, </w:t>
      </w:r>
      <w:r w:rsidR="001B73FA" w:rsidRPr="001B73FA">
        <w:rPr>
          <w:szCs w:val="20"/>
        </w:rPr>
        <w:t>me dit-il un soir</w:t>
      </w:r>
      <w:r w:rsidRPr="00A4769E">
        <w:rPr>
          <w:szCs w:val="20"/>
        </w:rPr>
        <w:t xml:space="preserve">, </w:t>
      </w:r>
      <w:r w:rsidR="001B73FA" w:rsidRPr="001B73FA">
        <w:rPr>
          <w:szCs w:val="20"/>
        </w:rPr>
        <w:t>que je vous accompagne à cette allée de tilleuls où vous n</w:t>
      </w:r>
      <w:r w:rsidRPr="00A4769E">
        <w:rPr>
          <w:szCs w:val="20"/>
        </w:rPr>
        <w:t>’</w:t>
      </w:r>
      <w:r w:rsidR="001B73FA" w:rsidRPr="001B73FA">
        <w:rPr>
          <w:szCs w:val="20"/>
        </w:rPr>
        <w:t>allez plus jamais maintenant et où j</w:t>
      </w:r>
      <w:r w:rsidRPr="00A4769E">
        <w:rPr>
          <w:szCs w:val="20"/>
        </w:rPr>
        <w:t>’</w:t>
      </w:r>
      <w:r w:rsidR="001B73FA" w:rsidRPr="001B73FA">
        <w:rPr>
          <w:szCs w:val="20"/>
        </w:rPr>
        <w:t>entends qu</w:t>
      </w:r>
      <w:r w:rsidRPr="00A4769E">
        <w:rPr>
          <w:szCs w:val="20"/>
        </w:rPr>
        <w:t>’</w:t>
      </w:r>
      <w:r w:rsidR="001B73FA" w:rsidRPr="001B73FA">
        <w:rPr>
          <w:szCs w:val="20"/>
        </w:rPr>
        <w:t>on joue</w:t>
      </w:r>
      <w:r w:rsidRPr="00A4769E">
        <w:rPr>
          <w:szCs w:val="20"/>
        </w:rPr>
        <w:t>.</w:t>
      </w:r>
      <w:r w:rsidRPr="00A4769E">
        <w:rPr>
          <w:szCs w:val="20"/>
        </w:rPr>
        <w:t>”</w:t>
      </w:r>
      <w:r w:rsidR="001B73FA" w:rsidRPr="001B73FA">
        <w:rPr>
          <w:szCs w:val="20"/>
        </w:rPr>
        <w:t xml:space="preserve"> Je compris qu</w:t>
      </w:r>
      <w:r w:rsidRPr="00A4769E">
        <w:rPr>
          <w:szCs w:val="20"/>
        </w:rPr>
        <w:t>’</w:t>
      </w:r>
      <w:r w:rsidR="001B73FA" w:rsidRPr="001B73FA">
        <w:rPr>
          <w:szCs w:val="20"/>
        </w:rPr>
        <w:t>il était poussé à me faire cette demande par une sorte de nécessité semblable à celle qui m</w:t>
      </w:r>
      <w:r w:rsidRPr="00A4769E">
        <w:rPr>
          <w:szCs w:val="20"/>
        </w:rPr>
        <w:t>’</w:t>
      </w:r>
      <w:r w:rsidR="001B73FA" w:rsidRPr="001B73FA">
        <w:rPr>
          <w:szCs w:val="20"/>
        </w:rPr>
        <w:t>avait fait frapper les restes de ses ennemis morts</w:t>
      </w:r>
      <w:r w:rsidRPr="00A4769E">
        <w:rPr>
          <w:szCs w:val="20"/>
        </w:rPr>
        <w:t xml:space="preserve">. </w:t>
      </w:r>
      <w:r w:rsidR="001B73FA" w:rsidRPr="001B73FA">
        <w:rPr>
          <w:szCs w:val="20"/>
        </w:rPr>
        <w:t>Vous imaginez ma joie</w:t>
      </w:r>
      <w:r w:rsidRPr="00A4769E">
        <w:rPr>
          <w:szCs w:val="20"/>
        </w:rPr>
        <w:t xml:space="preserve">. </w:t>
      </w:r>
      <w:r w:rsidR="001B73FA" w:rsidRPr="001B73FA">
        <w:rPr>
          <w:szCs w:val="20"/>
        </w:rPr>
        <w:t>Il joua avec nous</w:t>
      </w:r>
      <w:r w:rsidRPr="00A4769E">
        <w:rPr>
          <w:szCs w:val="20"/>
        </w:rPr>
        <w:t xml:space="preserve">. </w:t>
      </w:r>
      <w:r w:rsidR="001B73FA" w:rsidRPr="001B73FA">
        <w:rPr>
          <w:szCs w:val="20"/>
        </w:rPr>
        <w:t>Léger et vif comme les garçons</w:t>
      </w:r>
      <w:r w:rsidRPr="00A4769E">
        <w:rPr>
          <w:szCs w:val="20"/>
        </w:rPr>
        <w:t xml:space="preserve">, </w:t>
      </w:r>
      <w:r w:rsidR="001B73FA" w:rsidRPr="001B73FA">
        <w:rPr>
          <w:szCs w:val="20"/>
        </w:rPr>
        <w:t>mais lui</w:t>
      </w:r>
      <w:r w:rsidRPr="00A4769E">
        <w:rPr>
          <w:szCs w:val="20"/>
        </w:rPr>
        <w:t xml:space="preserve">, </w:t>
      </w:r>
      <w:r w:rsidR="001B73FA" w:rsidRPr="001B73FA">
        <w:rPr>
          <w:szCs w:val="20"/>
        </w:rPr>
        <w:t>il m</w:t>
      </w:r>
      <w:r w:rsidRPr="00A4769E">
        <w:rPr>
          <w:szCs w:val="20"/>
        </w:rPr>
        <w:t>’</w:t>
      </w:r>
      <w:r w:rsidR="001B73FA" w:rsidRPr="001B73FA">
        <w:rPr>
          <w:szCs w:val="20"/>
        </w:rPr>
        <w:t>étonnait et je l</w:t>
      </w:r>
      <w:r w:rsidRPr="00A4769E">
        <w:rPr>
          <w:szCs w:val="20"/>
        </w:rPr>
        <w:t>’</w:t>
      </w:r>
      <w:r w:rsidR="001B73FA" w:rsidRPr="001B73FA">
        <w:rPr>
          <w:szCs w:val="20"/>
        </w:rPr>
        <w:t>admirais</w:t>
      </w:r>
      <w:r w:rsidRPr="00A4769E">
        <w:rPr>
          <w:szCs w:val="20"/>
        </w:rPr>
        <w:t xml:space="preserve">, </w:t>
      </w:r>
      <w:r w:rsidR="001B73FA" w:rsidRPr="001B73FA">
        <w:rPr>
          <w:szCs w:val="20"/>
        </w:rPr>
        <w:t>car il emportait en se jouant dans sa vitesse son lourd fardeau de chevauchées</w:t>
      </w:r>
      <w:r w:rsidRPr="00A4769E">
        <w:rPr>
          <w:szCs w:val="20"/>
        </w:rPr>
        <w:t xml:space="preserve">, </w:t>
      </w:r>
      <w:r w:rsidR="001B73FA" w:rsidRPr="001B73FA">
        <w:rPr>
          <w:szCs w:val="20"/>
        </w:rPr>
        <w:t>de courtoisie et de noblesse</w:t>
      </w:r>
      <w:r w:rsidRPr="00A4769E">
        <w:rPr>
          <w:szCs w:val="20"/>
        </w:rPr>
        <w:t xml:space="preserve">. </w:t>
      </w:r>
      <w:r w:rsidR="001B73FA" w:rsidRPr="001B73FA">
        <w:rPr>
          <w:szCs w:val="20"/>
        </w:rPr>
        <w:t>Aussi</w:t>
      </w:r>
      <w:r w:rsidRPr="00A4769E">
        <w:rPr>
          <w:szCs w:val="20"/>
        </w:rPr>
        <w:t xml:space="preserve">, </w:t>
      </w:r>
      <w:r w:rsidR="001B73FA" w:rsidRPr="001B73FA">
        <w:rPr>
          <w:szCs w:val="20"/>
        </w:rPr>
        <w:t>quand tout fut décidé et que mon père me dit</w:t>
      </w:r>
      <w:r w:rsidRPr="00A4769E">
        <w:rPr>
          <w:szCs w:val="20"/>
        </w:rPr>
        <w:t xml:space="preserve"> : </w:t>
      </w:r>
      <w:r w:rsidR="001B73FA" w:rsidRPr="001B73FA">
        <w:rPr>
          <w:szCs w:val="20"/>
        </w:rPr>
        <w:t>“</w:t>
      </w:r>
      <w:r w:rsidR="001B73FA" w:rsidRPr="001B73FA">
        <w:rPr>
          <w:szCs w:val="20"/>
        </w:rPr>
        <w:t>Il a soixante-huit ans</w:t>
      </w:r>
      <w:r w:rsidRPr="00A4769E">
        <w:rPr>
          <w:szCs w:val="20"/>
        </w:rPr>
        <w:t xml:space="preserve">. – </w:t>
      </w:r>
      <w:r w:rsidR="001B73FA" w:rsidRPr="001B73FA">
        <w:rPr>
          <w:szCs w:val="20"/>
        </w:rPr>
        <w:t>Qu</w:t>
      </w:r>
      <w:r w:rsidRPr="00A4769E">
        <w:rPr>
          <w:szCs w:val="20"/>
        </w:rPr>
        <w:t>’</w:t>
      </w:r>
      <w:r w:rsidR="001B73FA" w:rsidRPr="001B73FA">
        <w:rPr>
          <w:szCs w:val="20"/>
        </w:rPr>
        <w:t xml:space="preserve">en </w:t>
      </w:r>
      <w:proofErr w:type="spellStart"/>
      <w:r w:rsidR="001B73FA" w:rsidRPr="001B73FA">
        <w:rPr>
          <w:szCs w:val="20"/>
        </w:rPr>
        <w:t>sait-il</w:t>
      </w:r>
      <w:proofErr w:type="spellEnd"/>
      <w:r w:rsidRPr="00A4769E">
        <w:rPr>
          <w:szCs w:val="20"/>
        </w:rPr>
        <w:t> ?</w:t>
      </w:r>
      <w:r w:rsidRPr="00A4769E">
        <w:rPr>
          <w:szCs w:val="20"/>
        </w:rPr>
        <w:t>”</w:t>
      </w:r>
      <w:r w:rsidR="001B73FA" w:rsidRPr="001B73FA">
        <w:rPr>
          <w:szCs w:val="20"/>
        </w:rPr>
        <w:t xml:space="preserve"> lui répondis-je</w:t>
      </w:r>
      <w:r w:rsidRPr="00A4769E">
        <w:rPr>
          <w:szCs w:val="20"/>
        </w:rPr>
        <w:t>.</w:t>
      </w:r>
    </w:p>
    <w:p w14:paraId="690EF984" w14:textId="430C33C0" w:rsidR="001B73FA" w:rsidRPr="001B73FA" w:rsidRDefault="00462692" w:rsidP="001B73FA">
      <w:pPr>
        <w:rPr>
          <w:szCs w:val="20"/>
        </w:rPr>
      </w:pPr>
      <w:r w:rsidRPr="00A4769E">
        <w:rPr>
          <w:szCs w:val="20"/>
        </w:rPr>
        <w:t>— </w:t>
      </w:r>
      <w:r w:rsidR="001B73FA" w:rsidRPr="001B73FA">
        <w:rPr>
          <w:szCs w:val="20"/>
        </w:rPr>
        <w:t>Comment</w:t>
      </w:r>
      <w:r w:rsidRPr="00A4769E">
        <w:rPr>
          <w:szCs w:val="20"/>
        </w:rPr>
        <w:t xml:space="preserve">, </w:t>
      </w:r>
      <w:r w:rsidR="001B73FA" w:rsidRPr="001B73FA">
        <w:rPr>
          <w:szCs w:val="20"/>
        </w:rPr>
        <w:t>comment</w:t>
      </w:r>
      <w:r w:rsidRPr="00A4769E">
        <w:rPr>
          <w:szCs w:val="20"/>
        </w:rPr>
        <w:t xml:space="preserve"> ? </w:t>
      </w:r>
      <w:r w:rsidR="001B73FA" w:rsidRPr="001B73FA">
        <w:rPr>
          <w:szCs w:val="20"/>
        </w:rPr>
        <w:t>dit la Marquise</w:t>
      </w:r>
      <w:r w:rsidRPr="00A4769E">
        <w:rPr>
          <w:szCs w:val="20"/>
        </w:rPr>
        <w:t xml:space="preserve">. </w:t>
      </w:r>
      <w:r w:rsidRPr="00A4769E">
        <w:rPr>
          <w:szCs w:val="20"/>
        </w:rPr>
        <w:t>(</w:t>
      </w:r>
      <w:r w:rsidR="001B73FA" w:rsidRPr="001B73FA">
        <w:rPr>
          <w:szCs w:val="20"/>
        </w:rPr>
        <w:t>Elle semblait frappée de la foudre</w:t>
      </w:r>
      <w:r w:rsidRPr="00A4769E">
        <w:rPr>
          <w:szCs w:val="20"/>
        </w:rPr>
        <w:t>.</w:t>
      </w:r>
      <w:r w:rsidRPr="00A4769E">
        <w:rPr>
          <w:szCs w:val="20"/>
        </w:rPr>
        <w:t>)</w:t>
      </w:r>
      <w:r w:rsidRPr="00A4769E">
        <w:rPr>
          <w:szCs w:val="20"/>
        </w:rPr>
        <w:t xml:space="preserve"> </w:t>
      </w:r>
      <w:r w:rsidR="001B73FA" w:rsidRPr="001B73FA">
        <w:rPr>
          <w:szCs w:val="20"/>
        </w:rPr>
        <w:t>Perfide</w:t>
      </w:r>
      <w:r w:rsidRPr="00A4769E">
        <w:rPr>
          <w:szCs w:val="20"/>
        </w:rPr>
        <w:t xml:space="preserve">, </w:t>
      </w:r>
      <w:r w:rsidR="001B73FA" w:rsidRPr="001B73FA">
        <w:rPr>
          <w:szCs w:val="20"/>
        </w:rPr>
        <w:t>lui dit-elle enfin tendrement</w:t>
      </w:r>
      <w:r w:rsidRPr="00A4769E">
        <w:rPr>
          <w:szCs w:val="20"/>
        </w:rPr>
        <w:t xml:space="preserve">. </w:t>
      </w:r>
      <w:r w:rsidR="001B73FA" w:rsidRPr="001B73FA">
        <w:rPr>
          <w:szCs w:val="20"/>
        </w:rPr>
        <w:t>Comme tu te défends bien</w:t>
      </w:r>
      <w:r w:rsidRPr="00A4769E">
        <w:rPr>
          <w:szCs w:val="20"/>
        </w:rPr>
        <w:t xml:space="preserve"> ! </w:t>
      </w:r>
      <w:r w:rsidR="001B73FA" w:rsidRPr="001B73FA">
        <w:rPr>
          <w:szCs w:val="20"/>
        </w:rPr>
        <w:t>N</w:t>
      </w:r>
      <w:r w:rsidRPr="00A4769E">
        <w:rPr>
          <w:szCs w:val="20"/>
        </w:rPr>
        <w:t>’</w:t>
      </w:r>
      <w:r w:rsidR="001B73FA" w:rsidRPr="001B73FA">
        <w:rPr>
          <w:szCs w:val="20"/>
        </w:rPr>
        <w:t>empêche que tu as vingt ans</w:t>
      </w:r>
      <w:r w:rsidRPr="00A4769E">
        <w:rPr>
          <w:szCs w:val="20"/>
        </w:rPr>
        <w:t xml:space="preserve"> ! </w:t>
      </w:r>
      <w:r w:rsidR="001B73FA" w:rsidRPr="001B73FA">
        <w:rPr>
          <w:szCs w:val="20"/>
        </w:rPr>
        <w:t>Montre-moi tes yeux d</w:t>
      </w:r>
      <w:r w:rsidRPr="00A4769E">
        <w:rPr>
          <w:szCs w:val="20"/>
        </w:rPr>
        <w:t>’</w:t>
      </w:r>
      <w:r w:rsidR="001B73FA" w:rsidRPr="001B73FA">
        <w:rPr>
          <w:szCs w:val="20"/>
        </w:rPr>
        <w:t>innocence</w:t>
      </w:r>
      <w:r w:rsidRPr="00A4769E">
        <w:rPr>
          <w:szCs w:val="20"/>
        </w:rPr>
        <w:t xml:space="preserve"> ! </w:t>
      </w:r>
      <w:r w:rsidR="001B73FA" w:rsidRPr="001B73FA">
        <w:rPr>
          <w:szCs w:val="20"/>
        </w:rPr>
        <w:t>Mais il est impossible de reconnaître mon frère dans ton histoire</w:t>
      </w:r>
      <w:r w:rsidRPr="00A4769E">
        <w:rPr>
          <w:szCs w:val="20"/>
        </w:rPr>
        <w:t xml:space="preserve"> ! </w:t>
      </w:r>
      <w:r w:rsidR="001B73FA" w:rsidRPr="001B73FA">
        <w:rPr>
          <w:szCs w:val="20"/>
        </w:rPr>
        <w:t>Ce n</w:t>
      </w:r>
      <w:r w:rsidRPr="00A4769E">
        <w:rPr>
          <w:szCs w:val="20"/>
        </w:rPr>
        <w:t>’</w:t>
      </w:r>
      <w:r w:rsidR="001B73FA" w:rsidRPr="001B73FA">
        <w:rPr>
          <w:szCs w:val="20"/>
        </w:rPr>
        <w:t>est pas lui</w:t>
      </w:r>
      <w:r w:rsidRPr="00A4769E">
        <w:rPr>
          <w:szCs w:val="20"/>
        </w:rPr>
        <w:t xml:space="preserve">, </w:t>
      </w:r>
      <w:r w:rsidR="001B73FA" w:rsidRPr="001B73FA">
        <w:rPr>
          <w:szCs w:val="20"/>
        </w:rPr>
        <w:t>c</w:t>
      </w:r>
      <w:r w:rsidRPr="00A4769E">
        <w:rPr>
          <w:szCs w:val="20"/>
        </w:rPr>
        <w:t>’</w:t>
      </w:r>
      <w:r w:rsidR="001B73FA" w:rsidRPr="001B73FA">
        <w:rPr>
          <w:szCs w:val="20"/>
        </w:rPr>
        <w:t>est mille fois lui</w:t>
      </w:r>
      <w:r w:rsidRPr="00A4769E">
        <w:rPr>
          <w:szCs w:val="20"/>
        </w:rPr>
        <w:t xml:space="preserve">. </w:t>
      </w:r>
      <w:r w:rsidR="001B73FA" w:rsidRPr="001B73FA">
        <w:rPr>
          <w:szCs w:val="20"/>
        </w:rPr>
        <w:t>Et que faisait-il dans ce pays qui me paraît habité par toutes les tigresses d</w:t>
      </w:r>
      <w:r w:rsidRPr="00A4769E">
        <w:rPr>
          <w:szCs w:val="20"/>
        </w:rPr>
        <w:t>’</w:t>
      </w:r>
      <w:r w:rsidR="001B73FA" w:rsidRPr="001B73FA">
        <w:rPr>
          <w:szCs w:val="20"/>
        </w:rPr>
        <w:t>Hyrcanie</w:t>
      </w:r>
      <w:r w:rsidRPr="00A4769E">
        <w:rPr>
          <w:szCs w:val="20"/>
        </w:rPr>
        <w:t xml:space="preserve">, </w:t>
      </w:r>
      <w:r w:rsidR="001B73FA" w:rsidRPr="001B73FA">
        <w:rPr>
          <w:szCs w:val="20"/>
        </w:rPr>
        <w:t>si toi tu es une petite fille</w:t>
      </w:r>
      <w:r w:rsidRPr="00A4769E">
        <w:rPr>
          <w:szCs w:val="20"/>
        </w:rPr>
        <w:t xml:space="preserve">, </w:t>
      </w:r>
      <w:r w:rsidR="001B73FA" w:rsidRPr="001B73FA">
        <w:rPr>
          <w:szCs w:val="20"/>
        </w:rPr>
        <w:t>comme ton visage le prétend et comme je le croyais</w:t>
      </w:r>
      <w:r w:rsidRPr="00A4769E">
        <w:rPr>
          <w:szCs w:val="20"/>
        </w:rPr>
        <w:t> ! »</w:t>
      </w:r>
    </w:p>
    <w:p w14:paraId="7E87239A" w14:textId="77777777" w:rsidR="001B73FA" w:rsidRPr="001B73FA" w:rsidRDefault="001B73FA" w:rsidP="001B73FA">
      <w:pPr>
        <w:rPr>
          <w:szCs w:val="20"/>
        </w:rPr>
      </w:pPr>
      <w:r w:rsidRPr="001B73FA">
        <w:rPr>
          <w:szCs w:val="20"/>
        </w:rPr>
        <w:t>Elle posa cent questions et se fit répéter toutes les circonstances de la trouvaille</w:t>
      </w:r>
      <w:r w:rsidR="00462692" w:rsidRPr="00A4769E">
        <w:rPr>
          <w:szCs w:val="20"/>
        </w:rPr>
        <w:t>. « </w:t>
      </w:r>
      <w:r w:rsidRPr="001B73FA">
        <w:rPr>
          <w:szCs w:val="20"/>
        </w:rPr>
        <w:t>Ses jambes flottaient</w:t>
      </w:r>
      <w:r w:rsidR="00462692" w:rsidRPr="00A4769E">
        <w:rPr>
          <w:szCs w:val="20"/>
        </w:rPr>
        <w:t xml:space="preserve">, </w:t>
      </w:r>
      <w:r w:rsidRPr="001B73FA">
        <w:rPr>
          <w:szCs w:val="20"/>
        </w:rPr>
        <w:t>me dis-tu</w:t>
      </w:r>
      <w:r w:rsidR="00462692" w:rsidRPr="00A4769E">
        <w:rPr>
          <w:szCs w:val="20"/>
        </w:rPr>
        <w:t xml:space="preserve"> ? </w:t>
      </w:r>
      <w:r w:rsidR="00462692" w:rsidRPr="00A4769E">
        <w:rPr>
          <w:szCs w:val="20"/>
        </w:rPr>
        <w:t>(</w:t>
      </w:r>
      <w:r w:rsidRPr="001B73FA">
        <w:rPr>
          <w:szCs w:val="20"/>
        </w:rPr>
        <w:t>Il lui était impossible de le concevoir</w:t>
      </w:r>
      <w:r w:rsidR="00462692" w:rsidRPr="00A4769E">
        <w:rPr>
          <w:szCs w:val="20"/>
        </w:rPr>
        <w:t>.</w:t>
      </w:r>
      <w:r w:rsidR="00462692" w:rsidRPr="00A4769E">
        <w:rPr>
          <w:szCs w:val="20"/>
        </w:rPr>
        <w:t>)</w:t>
      </w:r>
      <w:r w:rsidR="00462692" w:rsidRPr="00A4769E">
        <w:rPr>
          <w:szCs w:val="20"/>
        </w:rPr>
        <w:t xml:space="preserve"> </w:t>
      </w:r>
      <w:r w:rsidRPr="001B73FA">
        <w:rPr>
          <w:szCs w:val="20"/>
        </w:rPr>
        <w:t>Flottaient</w:t>
      </w:r>
      <w:r w:rsidR="00462692" w:rsidRPr="00A4769E">
        <w:rPr>
          <w:szCs w:val="20"/>
        </w:rPr>
        <w:t xml:space="preserve">, </w:t>
      </w:r>
      <w:r w:rsidRPr="001B73FA">
        <w:rPr>
          <w:szCs w:val="20"/>
        </w:rPr>
        <w:t>se ré</w:t>
      </w:r>
      <w:r w:rsidRPr="001B73FA">
        <w:rPr>
          <w:szCs w:val="20"/>
        </w:rPr>
        <w:lastRenderedPageBreak/>
        <w:t>pétait-elle</w:t>
      </w:r>
      <w:r w:rsidR="00462692" w:rsidRPr="00A4769E">
        <w:rPr>
          <w:szCs w:val="20"/>
        </w:rPr>
        <w:t xml:space="preserve">, </w:t>
      </w:r>
      <w:r w:rsidRPr="001B73FA">
        <w:rPr>
          <w:szCs w:val="20"/>
        </w:rPr>
        <w:t>avec une moue de ses grosses lèvres</w:t>
      </w:r>
      <w:r w:rsidR="00462692" w:rsidRPr="00A4769E">
        <w:rPr>
          <w:szCs w:val="20"/>
        </w:rPr>
        <w:t xml:space="preserve">. </w:t>
      </w:r>
      <w:r w:rsidRPr="001B73FA">
        <w:rPr>
          <w:szCs w:val="20"/>
        </w:rPr>
        <w:t>Tu ne t</w:t>
      </w:r>
      <w:r w:rsidR="00462692" w:rsidRPr="00A4769E">
        <w:rPr>
          <w:szCs w:val="20"/>
        </w:rPr>
        <w:t>’</w:t>
      </w:r>
      <w:r w:rsidRPr="001B73FA">
        <w:rPr>
          <w:szCs w:val="20"/>
        </w:rPr>
        <w:t>en tireras plus désormais avec des douceurs</w:t>
      </w:r>
      <w:r w:rsidR="00462692" w:rsidRPr="00A4769E">
        <w:rPr>
          <w:szCs w:val="20"/>
        </w:rPr>
        <w:t xml:space="preserve">, </w:t>
      </w:r>
      <w:r w:rsidRPr="001B73FA">
        <w:rPr>
          <w:szCs w:val="20"/>
        </w:rPr>
        <w:t>dit-elle</w:t>
      </w:r>
      <w:r w:rsidR="00462692" w:rsidRPr="00A4769E">
        <w:rPr>
          <w:szCs w:val="20"/>
        </w:rPr>
        <w:t xml:space="preserve">. </w:t>
      </w:r>
      <w:r w:rsidRPr="001B73FA">
        <w:rPr>
          <w:szCs w:val="20"/>
        </w:rPr>
        <w:t>Je suis assez vieille pour savoir ce que parler veut dire</w:t>
      </w:r>
      <w:r w:rsidR="00462692" w:rsidRPr="00A4769E">
        <w:rPr>
          <w:szCs w:val="20"/>
        </w:rPr>
        <w:t xml:space="preserve">. </w:t>
      </w:r>
      <w:r w:rsidRPr="001B73FA">
        <w:rPr>
          <w:szCs w:val="20"/>
        </w:rPr>
        <w:t>Tout cela est un joli galimatias</w:t>
      </w:r>
      <w:r w:rsidR="00462692" w:rsidRPr="00A4769E">
        <w:rPr>
          <w:szCs w:val="20"/>
        </w:rPr>
        <w:t xml:space="preserve">. </w:t>
      </w:r>
      <w:r w:rsidRPr="001B73FA">
        <w:rPr>
          <w:szCs w:val="20"/>
        </w:rPr>
        <w:t>Mais tu n</w:t>
      </w:r>
      <w:r w:rsidR="00462692" w:rsidRPr="00A4769E">
        <w:rPr>
          <w:szCs w:val="20"/>
        </w:rPr>
        <w:t>’</w:t>
      </w:r>
      <w:r w:rsidRPr="001B73FA">
        <w:rPr>
          <w:szCs w:val="20"/>
        </w:rPr>
        <w:t>as pas répondu à ma question</w:t>
      </w:r>
      <w:r w:rsidR="00462692" w:rsidRPr="00A4769E">
        <w:rPr>
          <w:szCs w:val="20"/>
        </w:rPr>
        <w:t xml:space="preserve">. </w:t>
      </w:r>
      <w:r w:rsidRPr="001B73FA">
        <w:rPr>
          <w:szCs w:val="20"/>
        </w:rPr>
        <w:t>Es-tu heureuse</w:t>
      </w:r>
      <w:r w:rsidR="00462692" w:rsidRPr="00A4769E">
        <w:rPr>
          <w:szCs w:val="20"/>
        </w:rPr>
        <w:t xml:space="preserve"> ? </w:t>
      </w:r>
      <w:r w:rsidRPr="001B73FA">
        <w:rPr>
          <w:szCs w:val="20"/>
        </w:rPr>
        <w:t>Combien y a-t-il de temps que tu es mariée</w:t>
      </w:r>
      <w:r w:rsidR="00462692" w:rsidRPr="00A4769E">
        <w:rPr>
          <w:szCs w:val="20"/>
        </w:rPr>
        <w:t xml:space="preserve"> ? </w:t>
      </w:r>
      <w:r w:rsidRPr="001B73FA">
        <w:rPr>
          <w:szCs w:val="20"/>
        </w:rPr>
        <w:t>Cinq mois</w:t>
      </w:r>
      <w:r w:rsidR="00462692" w:rsidRPr="00A4769E">
        <w:rPr>
          <w:szCs w:val="20"/>
        </w:rPr>
        <w:t xml:space="preserve">, </w:t>
      </w:r>
      <w:r w:rsidRPr="001B73FA">
        <w:rPr>
          <w:szCs w:val="20"/>
        </w:rPr>
        <w:t>bon</w:t>
      </w:r>
      <w:r w:rsidR="00462692" w:rsidRPr="00A4769E">
        <w:rPr>
          <w:szCs w:val="20"/>
        </w:rPr>
        <w:t xml:space="preserve">. </w:t>
      </w:r>
      <w:r w:rsidRPr="001B73FA">
        <w:rPr>
          <w:szCs w:val="20"/>
        </w:rPr>
        <w:t>Cela prouve simplement que tu es têtue</w:t>
      </w:r>
      <w:r w:rsidR="00462692" w:rsidRPr="00A4769E">
        <w:rPr>
          <w:szCs w:val="20"/>
        </w:rPr>
        <w:t xml:space="preserve">. </w:t>
      </w:r>
      <w:r w:rsidRPr="001B73FA">
        <w:rPr>
          <w:szCs w:val="20"/>
        </w:rPr>
        <w:t>Comme ton front l</w:t>
      </w:r>
      <w:r w:rsidR="00462692" w:rsidRPr="00A4769E">
        <w:rPr>
          <w:szCs w:val="20"/>
        </w:rPr>
        <w:t>’</w:t>
      </w:r>
      <w:r w:rsidRPr="001B73FA">
        <w:rPr>
          <w:szCs w:val="20"/>
        </w:rPr>
        <w:t>indique</w:t>
      </w:r>
      <w:r w:rsidR="00462692" w:rsidRPr="00A4769E">
        <w:rPr>
          <w:szCs w:val="20"/>
        </w:rPr>
        <w:t xml:space="preserve">, </w:t>
      </w:r>
      <w:r w:rsidRPr="001B73FA">
        <w:rPr>
          <w:szCs w:val="20"/>
        </w:rPr>
        <w:t>d</w:t>
      </w:r>
      <w:r w:rsidR="00462692" w:rsidRPr="00A4769E">
        <w:rPr>
          <w:szCs w:val="20"/>
        </w:rPr>
        <w:t>’</w:t>
      </w:r>
      <w:r w:rsidRPr="001B73FA">
        <w:rPr>
          <w:szCs w:val="20"/>
        </w:rPr>
        <w:t>ailleurs</w:t>
      </w:r>
      <w:r w:rsidR="00462692" w:rsidRPr="00A4769E">
        <w:rPr>
          <w:szCs w:val="20"/>
        </w:rPr>
        <w:t xml:space="preserve">. </w:t>
      </w:r>
      <w:r w:rsidRPr="001B73FA">
        <w:rPr>
          <w:szCs w:val="20"/>
        </w:rPr>
        <w:t>Écoute bien ce que je te dis</w:t>
      </w:r>
      <w:r w:rsidR="00462692" w:rsidRPr="00A4769E">
        <w:rPr>
          <w:szCs w:val="20"/>
        </w:rPr>
        <w:t xml:space="preserve"> : </w:t>
      </w:r>
      <w:r w:rsidRPr="001B73FA">
        <w:rPr>
          <w:szCs w:val="20"/>
        </w:rPr>
        <w:t>on ne vit pas de réputation</w:t>
      </w:r>
      <w:r w:rsidR="00462692" w:rsidRPr="00A4769E">
        <w:rPr>
          <w:szCs w:val="20"/>
        </w:rPr>
        <w:t xml:space="preserve">… </w:t>
      </w:r>
      <w:r w:rsidRPr="001B73FA">
        <w:rPr>
          <w:szCs w:val="20"/>
        </w:rPr>
        <w:t>Même de réputation justifiée</w:t>
      </w:r>
      <w:r w:rsidR="00462692" w:rsidRPr="00A4769E">
        <w:rPr>
          <w:szCs w:val="20"/>
        </w:rPr>
        <w:t xml:space="preserve">. </w:t>
      </w:r>
      <w:r w:rsidRPr="001B73FA">
        <w:rPr>
          <w:szCs w:val="20"/>
        </w:rPr>
        <w:t>Je ne t</w:t>
      </w:r>
      <w:r w:rsidR="00462692" w:rsidRPr="00A4769E">
        <w:rPr>
          <w:szCs w:val="20"/>
        </w:rPr>
        <w:t>’</w:t>
      </w:r>
      <w:r w:rsidRPr="001B73FA">
        <w:rPr>
          <w:szCs w:val="20"/>
        </w:rPr>
        <w:t>expliquerai pas pour tout l</w:t>
      </w:r>
      <w:r w:rsidR="00462692" w:rsidRPr="00A4769E">
        <w:rPr>
          <w:szCs w:val="20"/>
        </w:rPr>
        <w:t>’</w:t>
      </w:r>
      <w:r w:rsidRPr="001B73FA">
        <w:rPr>
          <w:szCs w:val="20"/>
        </w:rPr>
        <w:t>or du monde ce que cela veut dire</w:t>
      </w:r>
      <w:r w:rsidR="00462692" w:rsidRPr="00A4769E">
        <w:rPr>
          <w:szCs w:val="20"/>
        </w:rPr>
        <w:t xml:space="preserve">. </w:t>
      </w:r>
      <w:r w:rsidRPr="001B73FA">
        <w:rPr>
          <w:szCs w:val="20"/>
        </w:rPr>
        <w:t>Je ne sais plus si je dois répondre aux questions que me posent tes grands yeux</w:t>
      </w:r>
      <w:r w:rsidR="00462692" w:rsidRPr="00A4769E">
        <w:rPr>
          <w:szCs w:val="20"/>
        </w:rPr>
        <w:t xml:space="preserve">, </w:t>
      </w:r>
      <w:r w:rsidRPr="001B73FA">
        <w:rPr>
          <w:szCs w:val="20"/>
        </w:rPr>
        <w:t>ou à l</w:t>
      </w:r>
      <w:r w:rsidR="00462692" w:rsidRPr="00A4769E">
        <w:rPr>
          <w:szCs w:val="20"/>
        </w:rPr>
        <w:t>’</w:t>
      </w:r>
      <w:r w:rsidRPr="001B73FA">
        <w:rPr>
          <w:szCs w:val="20"/>
        </w:rPr>
        <w:t>amazone</w:t>
      </w:r>
      <w:r w:rsidR="00462692" w:rsidRPr="00A4769E">
        <w:rPr>
          <w:szCs w:val="20"/>
        </w:rPr>
        <w:t xml:space="preserve">. </w:t>
      </w:r>
      <w:r w:rsidRPr="001B73FA">
        <w:rPr>
          <w:szCs w:val="20"/>
        </w:rPr>
        <w:t>Pourtant tu ressembles à une biche</w:t>
      </w:r>
      <w:r w:rsidR="00462692" w:rsidRPr="00A4769E">
        <w:rPr>
          <w:szCs w:val="20"/>
        </w:rPr>
        <w:t xml:space="preserve">. </w:t>
      </w:r>
      <w:r w:rsidRPr="001B73FA">
        <w:rPr>
          <w:szCs w:val="20"/>
        </w:rPr>
        <w:t>Je l</w:t>
      </w:r>
      <w:r w:rsidR="00462692" w:rsidRPr="00A4769E">
        <w:rPr>
          <w:szCs w:val="20"/>
        </w:rPr>
        <w:t>’</w:t>
      </w:r>
      <w:r w:rsidRPr="001B73FA">
        <w:rPr>
          <w:szCs w:val="20"/>
        </w:rPr>
        <w:t>ai vu tout de suite</w:t>
      </w:r>
      <w:r w:rsidR="00462692" w:rsidRPr="00A4769E">
        <w:rPr>
          <w:szCs w:val="20"/>
        </w:rPr>
        <w:t xml:space="preserve">. </w:t>
      </w:r>
      <w:r w:rsidRPr="001B73FA">
        <w:rPr>
          <w:szCs w:val="20"/>
        </w:rPr>
        <w:t>De toute façon je suis ridicule</w:t>
      </w:r>
      <w:r w:rsidR="00462692" w:rsidRPr="00A4769E">
        <w:rPr>
          <w:szCs w:val="20"/>
        </w:rPr>
        <w:t xml:space="preserve">. </w:t>
      </w:r>
      <w:r w:rsidRPr="001B73FA">
        <w:rPr>
          <w:szCs w:val="20"/>
        </w:rPr>
        <w:t>Que tu sois une biche ou une petite panthère</w:t>
      </w:r>
      <w:r w:rsidR="00462692" w:rsidRPr="00A4769E">
        <w:rPr>
          <w:szCs w:val="20"/>
        </w:rPr>
        <w:t xml:space="preserve">, </w:t>
      </w:r>
      <w:r w:rsidRPr="001B73FA">
        <w:rPr>
          <w:szCs w:val="20"/>
        </w:rPr>
        <w:t>ni les biches ni les panthères n</w:t>
      </w:r>
      <w:r w:rsidR="00462692" w:rsidRPr="00A4769E">
        <w:rPr>
          <w:szCs w:val="20"/>
        </w:rPr>
        <w:t>’</w:t>
      </w:r>
      <w:r w:rsidRPr="001B73FA">
        <w:rPr>
          <w:szCs w:val="20"/>
        </w:rPr>
        <w:t>ont le sens de la soupe</w:t>
      </w:r>
      <w:r w:rsidR="00462692" w:rsidRPr="00A4769E">
        <w:rPr>
          <w:szCs w:val="20"/>
        </w:rPr>
        <w:t xml:space="preserve">. </w:t>
      </w:r>
      <w:r w:rsidRPr="001B73FA">
        <w:rPr>
          <w:szCs w:val="20"/>
        </w:rPr>
        <w:t>N</w:t>
      </w:r>
      <w:r w:rsidR="00462692" w:rsidRPr="00A4769E">
        <w:rPr>
          <w:szCs w:val="20"/>
        </w:rPr>
        <w:t>’</w:t>
      </w:r>
      <w:r w:rsidRPr="001B73FA">
        <w:rPr>
          <w:szCs w:val="20"/>
        </w:rPr>
        <w:t>écoute pas ce que je dis</w:t>
      </w:r>
      <w:r w:rsidR="00462692" w:rsidRPr="00A4769E">
        <w:rPr>
          <w:szCs w:val="20"/>
        </w:rPr>
        <w:t xml:space="preserve">, </w:t>
      </w:r>
      <w:r w:rsidRPr="001B73FA">
        <w:rPr>
          <w:szCs w:val="20"/>
        </w:rPr>
        <w:t>tu n</w:t>
      </w:r>
      <w:r w:rsidR="00462692" w:rsidRPr="00A4769E">
        <w:rPr>
          <w:szCs w:val="20"/>
        </w:rPr>
        <w:t>’</w:t>
      </w:r>
      <w:r w:rsidRPr="001B73FA">
        <w:rPr>
          <w:szCs w:val="20"/>
        </w:rPr>
        <w:t>y comprends rien</w:t>
      </w:r>
      <w:r w:rsidR="00462692" w:rsidRPr="00A4769E">
        <w:rPr>
          <w:szCs w:val="20"/>
        </w:rPr>
        <w:t xml:space="preserve">. </w:t>
      </w:r>
      <w:r w:rsidRPr="001B73FA">
        <w:rPr>
          <w:szCs w:val="20"/>
        </w:rPr>
        <w:t>Va ouvrir</w:t>
      </w:r>
      <w:r w:rsidR="00462692" w:rsidRPr="00A4769E">
        <w:rPr>
          <w:szCs w:val="20"/>
        </w:rPr>
        <w:t xml:space="preserve">, </w:t>
      </w:r>
      <w:r w:rsidRPr="001B73FA">
        <w:rPr>
          <w:szCs w:val="20"/>
        </w:rPr>
        <w:t>j</w:t>
      </w:r>
      <w:r w:rsidR="00462692" w:rsidRPr="00A4769E">
        <w:rPr>
          <w:szCs w:val="20"/>
        </w:rPr>
        <w:t>’</w:t>
      </w:r>
      <w:r w:rsidRPr="001B73FA">
        <w:rPr>
          <w:szCs w:val="20"/>
        </w:rPr>
        <w:t>étouffe</w:t>
      </w:r>
      <w:r w:rsidR="00462692" w:rsidRPr="00A4769E">
        <w:rPr>
          <w:szCs w:val="20"/>
        </w:rPr>
        <w:t xml:space="preserve">. </w:t>
      </w:r>
      <w:r w:rsidRPr="001B73FA">
        <w:rPr>
          <w:szCs w:val="20"/>
        </w:rPr>
        <w:t>Non</w:t>
      </w:r>
      <w:r w:rsidR="00462692" w:rsidRPr="00A4769E">
        <w:rPr>
          <w:szCs w:val="20"/>
        </w:rPr>
        <w:t xml:space="preserve">, </w:t>
      </w:r>
      <w:r w:rsidRPr="001B73FA">
        <w:rPr>
          <w:szCs w:val="20"/>
        </w:rPr>
        <w:t>ne bouge pas</w:t>
      </w:r>
      <w:r w:rsidR="00462692" w:rsidRPr="00A4769E">
        <w:rPr>
          <w:szCs w:val="20"/>
        </w:rPr>
        <w:t xml:space="preserve"> ; </w:t>
      </w:r>
      <w:r w:rsidRPr="001B73FA">
        <w:rPr>
          <w:szCs w:val="20"/>
        </w:rPr>
        <w:t>tu prendrais froid</w:t>
      </w:r>
      <w:r w:rsidR="00462692" w:rsidRPr="00A4769E">
        <w:rPr>
          <w:szCs w:val="20"/>
        </w:rPr>
        <w:t>. »</w:t>
      </w:r>
    </w:p>
    <w:p w14:paraId="216DC54E" w14:textId="77777777" w:rsidR="00462692" w:rsidRPr="00A4769E" w:rsidRDefault="001B73FA" w:rsidP="001B73FA">
      <w:pPr>
        <w:rPr>
          <w:szCs w:val="20"/>
        </w:rPr>
      </w:pPr>
      <w:r w:rsidRPr="001B73FA">
        <w:rPr>
          <w:szCs w:val="20"/>
        </w:rPr>
        <w:t>Elles passèrent tout le reste de la nuit à redire inlassablement l</w:t>
      </w:r>
      <w:r w:rsidR="00462692" w:rsidRPr="00A4769E">
        <w:rPr>
          <w:szCs w:val="20"/>
        </w:rPr>
        <w:t>’</w:t>
      </w:r>
      <w:r w:rsidRPr="001B73FA">
        <w:rPr>
          <w:szCs w:val="20"/>
        </w:rPr>
        <w:t>une à l</w:t>
      </w:r>
      <w:r w:rsidR="00462692" w:rsidRPr="00A4769E">
        <w:rPr>
          <w:szCs w:val="20"/>
        </w:rPr>
        <w:t>’</w:t>
      </w:r>
      <w:r w:rsidRPr="001B73FA">
        <w:rPr>
          <w:szCs w:val="20"/>
        </w:rPr>
        <w:t>autre ce qu</w:t>
      </w:r>
      <w:r w:rsidR="00462692" w:rsidRPr="00A4769E">
        <w:rPr>
          <w:szCs w:val="20"/>
        </w:rPr>
        <w:t>’</w:t>
      </w:r>
      <w:r w:rsidRPr="001B73FA">
        <w:rPr>
          <w:szCs w:val="20"/>
        </w:rPr>
        <w:t>elles avaient déjà dit</w:t>
      </w:r>
      <w:r w:rsidR="00462692" w:rsidRPr="00A4769E">
        <w:rPr>
          <w:szCs w:val="20"/>
        </w:rPr>
        <w:t>. « </w:t>
      </w:r>
      <w:r w:rsidRPr="001B73FA">
        <w:rPr>
          <w:szCs w:val="20"/>
        </w:rPr>
        <w:t>Mais tu ne comprends rien à l</w:t>
      </w:r>
      <w:r w:rsidR="00462692" w:rsidRPr="00A4769E">
        <w:rPr>
          <w:szCs w:val="20"/>
        </w:rPr>
        <w:t>’</w:t>
      </w:r>
      <w:r w:rsidRPr="001B73FA">
        <w:rPr>
          <w:szCs w:val="20"/>
        </w:rPr>
        <w:t>amour</w:t>
      </w:r>
      <w:r w:rsidR="00462692" w:rsidRPr="00A4769E">
        <w:rPr>
          <w:szCs w:val="20"/>
        </w:rPr>
        <w:t xml:space="preserve">, </w:t>
      </w:r>
      <w:r w:rsidRPr="001B73FA">
        <w:rPr>
          <w:szCs w:val="20"/>
        </w:rPr>
        <w:t>mon ange</w:t>
      </w:r>
      <w:r w:rsidR="00462692" w:rsidRPr="00A4769E">
        <w:rPr>
          <w:szCs w:val="20"/>
        </w:rPr>
        <w:t xml:space="preserve"> », </w:t>
      </w:r>
      <w:r w:rsidRPr="001B73FA">
        <w:rPr>
          <w:szCs w:val="20"/>
        </w:rPr>
        <w:t>dit la Marquise</w:t>
      </w:r>
      <w:r w:rsidR="00462692" w:rsidRPr="00A4769E">
        <w:rPr>
          <w:szCs w:val="20"/>
        </w:rPr>
        <w:t xml:space="preserve">, </w:t>
      </w:r>
      <w:r w:rsidRPr="001B73FA">
        <w:rPr>
          <w:szCs w:val="20"/>
        </w:rPr>
        <w:t>et elle se mit à le lui expliquer longuement</w:t>
      </w:r>
      <w:r w:rsidR="00462692" w:rsidRPr="00A4769E">
        <w:rPr>
          <w:szCs w:val="20"/>
        </w:rPr>
        <w:t xml:space="preserve">. </w:t>
      </w:r>
      <w:r w:rsidRPr="001B73FA">
        <w:rPr>
          <w:szCs w:val="20"/>
        </w:rPr>
        <w:t>Enfin</w:t>
      </w:r>
      <w:r w:rsidR="00462692" w:rsidRPr="00A4769E">
        <w:rPr>
          <w:szCs w:val="20"/>
        </w:rPr>
        <w:t xml:space="preserve">, </w:t>
      </w:r>
      <w:r w:rsidRPr="001B73FA">
        <w:rPr>
          <w:szCs w:val="20"/>
        </w:rPr>
        <w:t>comme le jour blanchissait les fenêtres</w:t>
      </w:r>
      <w:r w:rsidR="00462692" w:rsidRPr="00A4769E">
        <w:rPr>
          <w:szCs w:val="20"/>
        </w:rPr>
        <w:t xml:space="preserve">, </w:t>
      </w:r>
      <w:r w:rsidRPr="001B73FA">
        <w:rPr>
          <w:szCs w:val="20"/>
        </w:rPr>
        <w:t>la jeune femme s</w:t>
      </w:r>
      <w:r w:rsidR="00462692" w:rsidRPr="00A4769E">
        <w:rPr>
          <w:szCs w:val="20"/>
        </w:rPr>
        <w:t>’</w:t>
      </w:r>
      <w:r w:rsidRPr="001B73FA">
        <w:rPr>
          <w:szCs w:val="20"/>
        </w:rPr>
        <w:t>endormit fort paisiblement dans son fauteuil</w:t>
      </w:r>
      <w:r w:rsidR="00462692" w:rsidRPr="00A4769E">
        <w:rPr>
          <w:szCs w:val="20"/>
        </w:rPr>
        <w:t>.</w:t>
      </w:r>
    </w:p>
    <w:p w14:paraId="0B370CA4" w14:textId="77777777" w:rsidR="00462692" w:rsidRPr="00A4769E" w:rsidRDefault="00462692" w:rsidP="001B73FA">
      <w:pPr>
        <w:rPr>
          <w:szCs w:val="20"/>
        </w:rPr>
      </w:pPr>
      <w:r w:rsidRPr="00A4769E">
        <w:rPr>
          <w:szCs w:val="20"/>
        </w:rPr>
        <w:t>« </w:t>
      </w:r>
      <w:r w:rsidR="001B73FA" w:rsidRPr="001B73FA">
        <w:rPr>
          <w:szCs w:val="20"/>
        </w:rPr>
        <w:t>Qui dort dîne</w:t>
      </w:r>
      <w:r w:rsidRPr="00A4769E">
        <w:rPr>
          <w:szCs w:val="20"/>
        </w:rPr>
        <w:t xml:space="preserve"> », </w:t>
      </w:r>
      <w:r w:rsidR="001B73FA" w:rsidRPr="001B73FA">
        <w:rPr>
          <w:szCs w:val="20"/>
        </w:rPr>
        <w:t>soupira la Marquise délivrée de la surveillance des grands yeux</w:t>
      </w:r>
      <w:r w:rsidRPr="00A4769E">
        <w:rPr>
          <w:szCs w:val="20"/>
        </w:rPr>
        <w:t>.</w:t>
      </w:r>
    </w:p>
    <w:p w14:paraId="59ECB81C" w14:textId="77777777" w:rsidR="00C443EF" w:rsidRPr="00A4769E" w:rsidRDefault="001B73FA" w:rsidP="00462692">
      <w:pPr>
        <w:pStyle w:val="Titre1"/>
      </w:pPr>
      <w:bookmarkStart w:id="8" w:name="_Toc195026590"/>
      <w:r w:rsidRPr="001B73FA">
        <w:rPr>
          <w:szCs w:val="20"/>
        </w:rPr>
        <w:lastRenderedPageBreak/>
        <w:t>I</w:t>
      </w:r>
      <w:r w:rsidR="00C443EF" w:rsidRPr="00A4769E">
        <w:t>X</w:t>
      </w:r>
      <w:bookmarkEnd w:id="8"/>
    </w:p>
    <w:p w14:paraId="695FDD6A" w14:textId="18CE9B51" w:rsidR="001B73FA" w:rsidRPr="001B73FA" w:rsidRDefault="001B73FA" w:rsidP="001B73FA">
      <w:pPr>
        <w:rPr>
          <w:szCs w:val="20"/>
        </w:rPr>
      </w:pPr>
      <w:r w:rsidRPr="001B73FA">
        <w:rPr>
          <w:szCs w:val="20"/>
        </w:rPr>
        <w:t>Un des premiers jours de décembre</w:t>
      </w:r>
      <w:r w:rsidR="00462692" w:rsidRPr="00A4769E">
        <w:rPr>
          <w:szCs w:val="20"/>
        </w:rPr>
        <w:t xml:space="preserve">, </w:t>
      </w:r>
      <w:r w:rsidRPr="001B73FA">
        <w:rPr>
          <w:szCs w:val="20"/>
        </w:rPr>
        <w:t>Angelo retourna à Marseille et alla rendre visite à la grosse Paule</w:t>
      </w:r>
      <w:r w:rsidR="00462692" w:rsidRPr="00A4769E">
        <w:rPr>
          <w:szCs w:val="20"/>
        </w:rPr>
        <w:t xml:space="preserve">. </w:t>
      </w:r>
      <w:r w:rsidRPr="001B73FA">
        <w:rPr>
          <w:szCs w:val="20"/>
        </w:rPr>
        <w:t>Elle avait un paquet pour lui</w:t>
      </w:r>
      <w:r w:rsidR="00462692" w:rsidRPr="00A4769E">
        <w:rPr>
          <w:szCs w:val="20"/>
        </w:rPr>
        <w:t xml:space="preserve">. </w:t>
      </w:r>
      <w:r w:rsidRPr="001B73FA">
        <w:rPr>
          <w:szCs w:val="20"/>
        </w:rPr>
        <w:t>Il contenait d</w:t>
      </w:r>
      <w:r w:rsidR="00462692" w:rsidRPr="00A4769E">
        <w:rPr>
          <w:szCs w:val="20"/>
        </w:rPr>
        <w:t>’</w:t>
      </w:r>
      <w:r w:rsidRPr="001B73FA">
        <w:rPr>
          <w:szCs w:val="20"/>
        </w:rPr>
        <w:t>abord un billet du matelot génois</w:t>
      </w:r>
      <w:r w:rsidR="00462692" w:rsidRPr="00A4769E">
        <w:rPr>
          <w:szCs w:val="20"/>
        </w:rPr>
        <w:t xml:space="preserve">, </w:t>
      </w:r>
      <w:r w:rsidRPr="001B73FA">
        <w:rPr>
          <w:szCs w:val="20"/>
        </w:rPr>
        <w:t>où il était dit dans un patois très pathétique</w:t>
      </w:r>
      <w:r w:rsidR="00462692" w:rsidRPr="00A4769E">
        <w:rPr>
          <w:szCs w:val="20"/>
        </w:rPr>
        <w:t> : « </w:t>
      </w:r>
      <w:r w:rsidRPr="001B73FA">
        <w:rPr>
          <w:szCs w:val="20"/>
        </w:rPr>
        <w:t>La Duchesse a eu la bonté de me considérer comme l</w:t>
      </w:r>
      <w:r w:rsidR="00462692" w:rsidRPr="00A4769E">
        <w:rPr>
          <w:szCs w:val="20"/>
        </w:rPr>
        <w:t>’</w:t>
      </w:r>
      <w:r w:rsidRPr="001B73FA">
        <w:rPr>
          <w:szCs w:val="20"/>
        </w:rPr>
        <w:t>homme le plus capable d</w:t>
      </w:r>
      <w:r w:rsidR="00462692" w:rsidRPr="00A4769E">
        <w:rPr>
          <w:szCs w:val="20"/>
        </w:rPr>
        <w:t>’</w:t>
      </w:r>
      <w:r w:rsidRPr="001B73FA">
        <w:rPr>
          <w:szCs w:val="20"/>
        </w:rPr>
        <w:t>être votre courrier et votre domestique</w:t>
      </w:r>
      <w:r w:rsidR="00462692" w:rsidRPr="00A4769E">
        <w:rPr>
          <w:szCs w:val="20"/>
        </w:rPr>
        <w:t xml:space="preserve">. </w:t>
      </w:r>
      <w:r w:rsidRPr="001B73FA">
        <w:rPr>
          <w:szCs w:val="20"/>
        </w:rPr>
        <w:t>J</w:t>
      </w:r>
      <w:r w:rsidR="00462692" w:rsidRPr="00A4769E">
        <w:rPr>
          <w:szCs w:val="20"/>
        </w:rPr>
        <w:t>’</w:t>
      </w:r>
      <w:r w:rsidRPr="001B73FA">
        <w:rPr>
          <w:szCs w:val="20"/>
        </w:rPr>
        <w:t>en suis fier</w:t>
      </w:r>
      <w:r w:rsidR="00462692" w:rsidRPr="00A4769E">
        <w:rPr>
          <w:szCs w:val="20"/>
        </w:rPr>
        <w:t xml:space="preserve">, </w:t>
      </w:r>
      <w:r w:rsidRPr="001B73FA">
        <w:rPr>
          <w:szCs w:val="20"/>
        </w:rPr>
        <w:t xml:space="preserve">car on a fini par fermer la bouche à tous ceux qui parlaient mal de </w:t>
      </w:r>
      <w:r w:rsidR="0086113D">
        <w:rPr>
          <w:szCs w:val="20"/>
        </w:rPr>
        <w:t>v</w:t>
      </w:r>
      <w:r w:rsidR="0086113D" w:rsidRPr="001B73FA">
        <w:rPr>
          <w:szCs w:val="20"/>
        </w:rPr>
        <w:t xml:space="preserve">otre </w:t>
      </w:r>
      <w:r w:rsidRPr="001B73FA">
        <w:rPr>
          <w:szCs w:val="20"/>
        </w:rPr>
        <w:t>Seigneurie</w:t>
      </w:r>
      <w:r w:rsidR="00462692" w:rsidRPr="00A4769E">
        <w:rPr>
          <w:szCs w:val="20"/>
        </w:rPr>
        <w:t xml:space="preserve">. </w:t>
      </w:r>
      <w:r w:rsidRPr="001B73FA">
        <w:rPr>
          <w:szCs w:val="20"/>
        </w:rPr>
        <w:t>Dans tous les cafés de Gênes et dans toutes les auberges de la route de Turin</w:t>
      </w:r>
      <w:r w:rsidR="00462692" w:rsidRPr="00A4769E">
        <w:rPr>
          <w:szCs w:val="20"/>
        </w:rPr>
        <w:t xml:space="preserve">, </w:t>
      </w:r>
      <w:r w:rsidRPr="001B73FA">
        <w:rPr>
          <w:szCs w:val="20"/>
        </w:rPr>
        <w:t>on dit que c</w:t>
      </w:r>
      <w:r w:rsidR="00462692" w:rsidRPr="00A4769E">
        <w:rPr>
          <w:szCs w:val="20"/>
        </w:rPr>
        <w:t>’</w:t>
      </w:r>
      <w:r w:rsidRPr="001B73FA">
        <w:rPr>
          <w:szCs w:val="20"/>
        </w:rPr>
        <w:t>est vous qui tirerez les oreilles du Pape et que vous nous donnerez Rome</w:t>
      </w:r>
      <w:r w:rsidR="00462692" w:rsidRPr="00A4769E">
        <w:rPr>
          <w:szCs w:val="20"/>
        </w:rPr>
        <w:t xml:space="preserve">. </w:t>
      </w:r>
      <w:r w:rsidRPr="001B73FA">
        <w:rPr>
          <w:szCs w:val="20"/>
        </w:rPr>
        <w:t>La Duchesse protège ma mère et mon plus jeune frère</w:t>
      </w:r>
      <w:r w:rsidR="00462692" w:rsidRPr="00A4769E">
        <w:rPr>
          <w:szCs w:val="20"/>
        </w:rPr>
        <w:t xml:space="preserve">. </w:t>
      </w:r>
      <w:r w:rsidRPr="001B73FA">
        <w:rPr>
          <w:szCs w:val="20"/>
        </w:rPr>
        <w:t>Je suis donc libre de parler à tout le monde comme je l</w:t>
      </w:r>
      <w:r w:rsidR="00462692" w:rsidRPr="00A4769E">
        <w:rPr>
          <w:szCs w:val="20"/>
        </w:rPr>
        <w:t>’</w:t>
      </w:r>
      <w:r w:rsidRPr="001B73FA">
        <w:rPr>
          <w:szCs w:val="20"/>
        </w:rPr>
        <w:t>entends et je ne suis pas pour rien dans une petite correction qui a mis au lit</w:t>
      </w:r>
      <w:r w:rsidR="00462692" w:rsidRPr="00A4769E">
        <w:rPr>
          <w:szCs w:val="20"/>
        </w:rPr>
        <w:t xml:space="preserve">, </w:t>
      </w:r>
      <w:r w:rsidRPr="001B73FA">
        <w:rPr>
          <w:szCs w:val="20"/>
        </w:rPr>
        <w:t>pour six mois</w:t>
      </w:r>
      <w:r w:rsidR="00462692" w:rsidRPr="00A4769E">
        <w:rPr>
          <w:szCs w:val="20"/>
        </w:rPr>
        <w:t xml:space="preserve">, </w:t>
      </w:r>
      <w:r w:rsidRPr="001B73FA">
        <w:rPr>
          <w:szCs w:val="20"/>
        </w:rPr>
        <w:t>les deux avortons verts qui vous ont poussé à partir</w:t>
      </w:r>
      <w:r w:rsidR="00462692" w:rsidRPr="00A4769E">
        <w:rPr>
          <w:szCs w:val="20"/>
        </w:rPr>
        <w:t xml:space="preserve">. </w:t>
      </w:r>
      <w:r w:rsidRPr="001B73FA">
        <w:rPr>
          <w:szCs w:val="20"/>
        </w:rPr>
        <w:t>Je suis embarqué dans un voyage à Alger et si vous n</w:t>
      </w:r>
      <w:r w:rsidR="00462692" w:rsidRPr="00A4769E">
        <w:rPr>
          <w:szCs w:val="20"/>
        </w:rPr>
        <w:t>’</w:t>
      </w:r>
      <w:r w:rsidRPr="001B73FA">
        <w:rPr>
          <w:szCs w:val="20"/>
        </w:rPr>
        <w:t>avez pas d</w:t>
      </w:r>
      <w:r w:rsidR="00462692" w:rsidRPr="00A4769E">
        <w:rPr>
          <w:szCs w:val="20"/>
        </w:rPr>
        <w:t>’</w:t>
      </w:r>
      <w:r w:rsidRPr="001B73FA">
        <w:rPr>
          <w:szCs w:val="20"/>
        </w:rPr>
        <w:t>ordre à me donner avant deux mois</w:t>
      </w:r>
      <w:r w:rsidR="00462692" w:rsidRPr="00A4769E">
        <w:rPr>
          <w:szCs w:val="20"/>
        </w:rPr>
        <w:t xml:space="preserve">, </w:t>
      </w:r>
      <w:r w:rsidRPr="001B73FA">
        <w:rPr>
          <w:szCs w:val="20"/>
        </w:rPr>
        <w:t>je ferai encore un voyage à Barcelone</w:t>
      </w:r>
      <w:r w:rsidR="00462692" w:rsidRPr="00A4769E">
        <w:rPr>
          <w:szCs w:val="20"/>
        </w:rPr>
        <w:t xml:space="preserve">. </w:t>
      </w:r>
      <w:r w:rsidRPr="001B73FA">
        <w:rPr>
          <w:szCs w:val="20"/>
        </w:rPr>
        <w:t>J</w:t>
      </w:r>
      <w:r w:rsidR="00462692" w:rsidRPr="00A4769E">
        <w:rPr>
          <w:szCs w:val="20"/>
        </w:rPr>
        <w:t>’</w:t>
      </w:r>
      <w:r w:rsidRPr="001B73FA">
        <w:rPr>
          <w:szCs w:val="20"/>
        </w:rPr>
        <w:t>ai expliqué les choses d</w:t>
      </w:r>
      <w:r w:rsidR="00462692" w:rsidRPr="00A4769E">
        <w:rPr>
          <w:szCs w:val="20"/>
        </w:rPr>
        <w:t>’</w:t>
      </w:r>
      <w:r w:rsidRPr="001B73FA">
        <w:rPr>
          <w:szCs w:val="20"/>
        </w:rPr>
        <w:t>une façon fort claire à la grosse femme</w:t>
      </w:r>
      <w:r w:rsidR="00462692" w:rsidRPr="00A4769E">
        <w:rPr>
          <w:szCs w:val="20"/>
        </w:rPr>
        <w:t xml:space="preserve">. </w:t>
      </w:r>
      <w:r w:rsidRPr="001B73FA">
        <w:rPr>
          <w:szCs w:val="20"/>
        </w:rPr>
        <w:t>Elle est comme moi</w:t>
      </w:r>
      <w:r w:rsidR="00462692" w:rsidRPr="00A4769E">
        <w:rPr>
          <w:szCs w:val="20"/>
        </w:rPr>
        <w:t xml:space="preserve">, </w:t>
      </w:r>
      <w:r w:rsidRPr="001B73FA">
        <w:rPr>
          <w:szCs w:val="20"/>
        </w:rPr>
        <w:t>entièrement à votre service</w:t>
      </w:r>
      <w:r w:rsidR="00462692" w:rsidRPr="00A4769E">
        <w:rPr>
          <w:szCs w:val="20"/>
        </w:rPr>
        <w:t>.</w:t>
      </w:r>
      <w:r w:rsidR="00462692" w:rsidRPr="00A4769E">
        <w:rPr>
          <w:szCs w:val="20"/>
        </w:rPr>
        <w:t> »</w:t>
      </w:r>
    </w:p>
    <w:p w14:paraId="1DBE2425" w14:textId="77777777" w:rsidR="001B73FA" w:rsidRPr="001B73FA" w:rsidRDefault="001B73FA" w:rsidP="001B73FA">
      <w:pPr>
        <w:rPr>
          <w:szCs w:val="20"/>
        </w:rPr>
      </w:pPr>
      <w:r w:rsidRPr="001B73FA">
        <w:rPr>
          <w:szCs w:val="20"/>
        </w:rPr>
        <w:t>Elle était surtout terrifiée</w:t>
      </w:r>
      <w:r w:rsidR="00462692" w:rsidRPr="00A4769E">
        <w:rPr>
          <w:szCs w:val="20"/>
        </w:rPr>
        <w:t xml:space="preserve">. </w:t>
      </w:r>
      <w:r w:rsidRPr="001B73FA">
        <w:rPr>
          <w:szCs w:val="20"/>
        </w:rPr>
        <w:t>Elle supplia Angelo de ne pas partir sans laisser un mot qui certifierait</w:t>
      </w:r>
      <w:r w:rsidR="00462692" w:rsidRPr="00A4769E">
        <w:rPr>
          <w:szCs w:val="20"/>
        </w:rPr>
        <w:t xml:space="preserve">, </w:t>
      </w:r>
      <w:r w:rsidRPr="001B73FA">
        <w:rPr>
          <w:szCs w:val="20"/>
        </w:rPr>
        <w:t>sans malentendu possible</w:t>
      </w:r>
      <w:r w:rsidR="00462692" w:rsidRPr="00A4769E">
        <w:rPr>
          <w:szCs w:val="20"/>
        </w:rPr>
        <w:t xml:space="preserve">, </w:t>
      </w:r>
      <w:r w:rsidRPr="001B73FA">
        <w:rPr>
          <w:szCs w:val="20"/>
        </w:rPr>
        <w:t>qu</w:t>
      </w:r>
      <w:r w:rsidR="00462692" w:rsidRPr="00A4769E">
        <w:rPr>
          <w:szCs w:val="20"/>
        </w:rPr>
        <w:t>’</w:t>
      </w:r>
      <w:r w:rsidRPr="001B73FA">
        <w:rPr>
          <w:szCs w:val="20"/>
        </w:rPr>
        <w:t>elle avait bien fait la commission</w:t>
      </w:r>
      <w:r w:rsidR="00462692" w:rsidRPr="00A4769E">
        <w:rPr>
          <w:szCs w:val="20"/>
        </w:rPr>
        <w:t>. « </w:t>
      </w:r>
      <w:r w:rsidRPr="001B73FA">
        <w:rPr>
          <w:szCs w:val="20"/>
        </w:rPr>
        <w:t>Si on dit que je dois tirer les oreilles au Pape</w:t>
      </w:r>
      <w:r w:rsidR="00462692" w:rsidRPr="00A4769E">
        <w:rPr>
          <w:szCs w:val="20"/>
        </w:rPr>
        <w:t xml:space="preserve">, </w:t>
      </w:r>
      <w:r w:rsidRPr="001B73FA">
        <w:rPr>
          <w:szCs w:val="20"/>
        </w:rPr>
        <w:t>se dit Angelo</w:t>
      </w:r>
      <w:r w:rsidR="00462692" w:rsidRPr="00A4769E">
        <w:rPr>
          <w:szCs w:val="20"/>
        </w:rPr>
        <w:t xml:space="preserve">, </w:t>
      </w:r>
      <w:r w:rsidRPr="001B73FA">
        <w:rPr>
          <w:szCs w:val="20"/>
        </w:rPr>
        <w:t>il faut que je me méfie de tout ce que je peux écrire et signer</w:t>
      </w:r>
      <w:r w:rsidR="00462692" w:rsidRPr="00A4769E">
        <w:rPr>
          <w:szCs w:val="20"/>
        </w:rPr>
        <w:t xml:space="preserve">. </w:t>
      </w:r>
      <w:r w:rsidRPr="001B73FA">
        <w:rPr>
          <w:szCs w:val="20"/>
        </w:rPr>
        <w:t>Sans compter les amis des avortons</w:t>
      </w:r>
      <w:r w:rsidR="00462692" w:rsidRPr="00A4769E">
        <w:rPr>
          <w:szCs w:val="20"/>
        </w:rPr>
        <w:t>. »</w:t>
      </w:r>
      <w:r w:rsidRPr="001B73FA">
        <w:rPr>
          <w:szCs w:val="20"/>
        </w:rPr>
        <w:t xml:space="preserve"> La grosse femme</w:t>
      </w:r>
      <w:r w:rsidR="00462692" w:rsidRPr="00A4769E">
        <w:rPr>
          <w:szCs w:val="20"/>
        </w:rPr>
        <w:t xml:space="preserve">, </w:t>
      </w:r>
      <w:r w:rsidRPr="001B73FA">
        <w:rPr>
          <w:szCs w:val="20"/>
        </w:rPr>
        <w:t>qui se méprenait sur le sens des hésitations d</w:t>
      </w:r>
      <w:r w:rsidR="00462692" w:rsidRPr="00A4769E">
        <w:rPr>
          <w:szCs w:val="20"/>
        </w:rPr>
        <w:t>’</w:t>
      </w:r>
      <w:r w:rsidRPr="001B73FA">
        <w:rPr>
          <w:szCs w:val="20"/>
        </w:rPr>
        <w:t>Angelo</w:t>
      </w:r>
      <w:r w:rsidR="00462692" w:rsidRPr="00A4769E">
        <w:rPr>
          <w:szCs w:val="20"/>
        </w:rPr>
        <w:t xml:space="preserve">, </w:t>
      </w:r>
      <w:r w:rsidRPr="001B73FA">
        <w:rPr>
          <w:szCs w:val="20"/>
        </w:rPr>
        <w:t>se mit à pleurer et lui dit</w:t>
      </w:r>
      <w:r w:rsidR="00462692" w:rsidRPr="00A4769E">
        <w:rPr>
          <w:szCs w:val="20"/>
        </w:rPr>
        <w:t> : « </w:t>
      </w:r>
      <w:r w:rsidRPr="001B73FA">
        <w:rPr>
          <w:szCs w:val="20"/>
        </w:rPr>
        <w:t>Je vous assure que j</w:t>
      </w:r>
      <w:r w:rsidR="00462692" w:rsidRPr="00A4769E">
        <w:rPr>
          <w:szCs w:val="20"/>
        </w:rPr>
        <w:t>’</w:t>
      </w:r>
      <w:r w:rsidRPr="001B73FA">
        <w:rPr>
          <w:szCs w:val="20"/>
        </w:rPr>
        <w:t>ai obéi à Beppo</w:t>
      </w:r>
      <w:r w:rsidR="00462692" w:rsidRPr="00A4769E">
        <w:rPr>
          <w:szCs w:val="20"/>
        </w:rPr>
        <w:t xml:space="preserve">. </w:t>
      </w:r>
      <w:r w:rsidRPr="001B73FA">
        <w:rPr>
          <w:szCs w:val="20"/>
        </w:rPr>
        <w:t xml:space="preserve">Il y a plus de </w:t>
      </w:r>
      <w:r w:rsidRPr="001B73FA">
        <w:rPr>
          <w:szCs w:val="20"/>
        </w:rPr>
        <w:lastRenderedPageBreak/>
        <w:t>trois semaines que j</w:t>
      </w:r>
      <w:r w:rsidR="00462692" w:rsidRPr="00A4769E">
        <w:rPr>
          <w:szCs w:val="20"/>
        </w:rPr>
        <w:t>’</w:t>
      </w:r>
      <w:r w:rsidRPr="001B73FA">
        <w:rPr>
          <w:szCs w:val="20"/>
        </w:rPr>
        <w:t>ai décousu ma paillasse</w:t>
      </w:r>
      <w:r w:rsidR="00462692" w:rsidRPr="00A4769E">
        <w:rPr>
          <w:szCs w:val="20"/>
        </w:rPr>
        <w:t xml:space="preserve">, </w:t>
      </w:r>
      <w:r w:rsidRPr="001B73FA">
        <w:rPr>
          <w:szCs w:val="20"/>
        </w:rPr>
        <w:t>sans lumière</w:t>
      </w:r>
      <w:r w:rsidR="00462692" w:rsidRPr="00A4769E">
        <w:rPr>
          <w:szCs w:val="20"/>
        </w:rPr>
        <w:t xml:space="preserve">, </w:t>
      </w:r>
      <w:r w:rsidRPr="001B73FA">
        <w:rPr>
          <w:szCs w:val="20"/>
        </w:rPr>
        <w:t>et que j</w:t>
      </w:r>
      <w:r w:rsidR="00462692" w:rsidRPr="00A4769E">
        <w:rPr>
          <w:szCs w:val="20"/>
        </w:rPr>
        <w:t>’</w:t>
      </w:r>
      <w:r w:rsidRPr="001B73FA">
        <w:rPr>
          <w:szCs w:val="20"/>
        </w:rPr>
        <w:t>ai caché votre paquet dans la paille</w:t>
      </w:r>
      <w:r w:rsidR="00462692" w:rsidRPr="00A4769E">
        <w:rPr>
          <w:szCs w:val="20"/>
        </w:rPr>
        <w:t xml:space="preserve">, </w:t>
      </w:r>
      <w:r w:rsidRPr="001B73FA">
        <w:rPr>
          <w:szCs w:val="20"/>
        </w:rPr>
        <w:t>mais de façon à y penser constamment quand je suis couchée</w:t>
      </w:r>
      <w:r w:rsidR="00462692" w:rsidRPr="00A4769E">
        <w:rPr>
          <w:szCs w:val="20"/>
        </w:rPr>
        <w:t xml:space="preserve">. </w:t>
      </w:r>
      <w:r w:rsidRPr="001B73FA">
        <w:rPr>
          <w:szCs w:val="20"/>
        </w:rPr>
        <w:t>Ce paquet</w:t>
      </w:r>
      <w:r w:rsidR="00462692" w:rsidRPr="00A4769E">
        <w:rPr>
          <w:szCs w:val="20"/>
        </w:rPr>
        <w:t xml:space="preserve">, </w:t>
      </w:r>
      <w:r w:rsidRPr="001B73FA">
        <w:rPr>
          <w:szCs w:val="20"/>
        </w:rPr>
        <w:t>qui est dur</w:t>
      </w:r>
      <w:r w:rsidR="00462692" w:rsidRPr="00A4769E">
        <w:rPr>
          <w:szCs w:val="20"/>
        </w:rPr>
        <w:t xml:space="preserve">, </w:t>
      </w:r>
      <w:r w:rsidRPr="001B73FA">
        <w:rPr>
          <w:szCs w:val="20"/>
        </w:rPr>
        <w:t>m</w:t>
      </w:r>
      <w:r w:rsidR="00462692" w:rsidRPr="00A4769E">
        <w:rPr>
          <w:szCs w:val="20"/>
        </w:rPr>
        <w:t>’</w:t>
      </w:r>
      <w:r w:rsidRPr="001B73FA">
        <w:rPr>
          <w:szCs w:val="20"/>
        </w:rPr>
        <w:t>a fait un bleu dans le dos</w:t>
      </w:r>
      <w:r w:rsidR="00462692" w:rsidRPr="00A4769E">
        <w:rPr>
          <w:szCs w:val="20"/>
        </w:rPr>
        <w:t xml:space="preserve">, </w:t>
      </w:r>
      <w:r w:rsidRPr="001B73FA">
        <w:rPr>
          <w:szCs w:val="20"/>
        </w:rPr>
        <w:t>que je vous montrerai si vous voulez</w:t>
      </w:r>
      <w:r w:rsidR="00462692" w:rsidRPr="00A4769E">
        <w:rPr>
          <w:szCs w:val="20"/>
        </w:rPr>
        <w:t xml:space="preserve">. </w:t>
      </w:r>
      <w:r w:rsidRPr="001B73FA">
        <w:rPr>
          <w:szCs w:val="20"/>
        </w:rPr>
        <w:t>Non seulement j</w:t>
      </w:r>
      <w:r w:rsidR="00462692" w:rsidRPr="00A4769E">
        <w:rPr>
          <w:szCs w:val="20"/>
        </w:rPr>
        <w:t>’</w:t>
      </w:r>
      <w:r w:rsidRPr="001B73FA">
        <w:rPr>
          <w:szCs w:val="20"/>
        </w:rPr>
        <w:t>ai tenu ma porte fermée</w:t>
      </w:r>
      <w:r w:rsidR="00462692" w:rsidRPr="00A4769E">
        <w:rPr>
          <w:szCs w:val="20"/>
        </w:rPr>
        <w:t xml:space="preserve">, </w:t>
      </w:r>
      <w:r w:rsidRPr="001B73FA">
        <w:rPr>
          <w:szCs w:val="20"/>
        </w:rPr>
        <w:t>mais deux ou trois fois</w:t>
      </w:r>
      <w:r w:rsidR="00462692" w:rsidRPr="00A4769E">
        <w:rPr>
          <w:szCs w:val="20"/>
        </w:rPr>
        <w:t xml:space="preserve">, </w:t>
      </w:r>
      <w:r w:rsidRPr="001B73FA">
        <w:rPr>
          <w:szCs w:val="20"/>
        </w:rPr>
        <w:t>chaque jour</w:t>
      </w:r>
      <w:r w:rsidR="00462692" w:rsidRPr="00A4769E">
        <w:rPr>
          <w:szCs w:val="20"/>
        </w:rPr>
        <w:t xml:space="preserve">, </w:t>
      </w:r>
      <w:r w:rsidRPr="001B73FA">
        <w:rPr>
          <w:szCs w:val="20"/>
        </w:rPr>
        <w:t>je montais me rendre compte si le paquet était bien à sa place</w:t>
      </w:r>
      <w:r w:rsidR="00462692" w:rsidRPr="00A4769E">
        <w:rPr>
          <w:szCs w:val="20"/>
        </w:rPr>
        <w:t xml:space="preserve">. </w:t>
      </w:r>
      <w:r w:rsidRPr="001B73FA">
        <w:rPr>
          <w:szCs w:val="20"/>
        </w:rPr>
        <w:t>Et je vous assure que je n</w:t>
      </w:r>
      <w:r w:rsidR="00462692" w:rsidRPr="00A4769E">
        <w:rPr>
          <w:szCs w:val="20"/>
        </w:rPr>
        <w:t>’</w:t>
      </w:r>
      <w:r w:rsidRPr="001B73FA">
        <w:rPr>
          <w:szCs w:val="20"/>
        </w:rPr>
        <w:t>ai absolument rien dit à l</w:t>
      </w:r>
      <w:r w:rsidR="00462692" w:rsidRPr="00A4769E">
        <w:rPr>
          <w:szCs w:val="20"/>
        </w:rPr>
        <w:t>’</w:t>
      </w:r>
      <w:r w:rsidRPr="001B73FA">
        <w:rPr>
          <w:szCs w:val="20"/>
        </w:rPr>
        <w:t>homme qui a essayé de me tirer les vers du nez</w:t>
      </w:r>
      <w:r w:rsidR="00462692" w:rsidRPr="00A4769E">
        <w:rPr>
          <w:szCs w:val="20"/>
        </w:rPr>
        <w:t>.</w:t>
      </w:r>
      <w:r w:rsidR="00462692" w:rsidRPr="00A4769E">
        <w:rPr>
          <w:szCs w:val="20"/>
        </w:rPr>
        <w:t> »</w:t>
      </w:r>
    </w:p>
    <w:p w14:paraId="227D63DA" w14:textId="77777777" w:rsidR="00462692" w:rsidRPr="00A4769E" w:rsidRDefault="001B73FA" w:rsidP="001B73FA">
      <w:pPr>
        <w:rPr>
          <w:szCs w:val="20"/>
        </w:rPr>
      </w:pPr>
      <w:r w:rsidRPr="001B73FA">
        <w:rPr>
          <w:szCs w:val="20"/>
        </w:rPr>
        <w:t>Il y avait trop longtemps qu</w:t>
      </w:r>
      <w:r w:rsidR="00462692" w:rsidRPr="00A4769E">
        <w:rPr>
          <w:szCs w:val="20"/>
        </w:rPr>
        <w:t>’</w:t>
      </w:r>
      <w:r w:rsidRPr="001B73FA">
        <w:rPr>
          <w:szCs w:val="20"/>
        </w:rPr>
        <w:t>Angelo s</w:t>
      </w:r>
      <w:r w:rsidR="00462692" w:rsidRPr="00A4769E">
        <w:rPr>
          <w:szCs w:val="20"/>
        </w:rPr>
        <w:t>’</w:t>
      </w:r>
      <w:r w:rsidRPr="001B73FA">
        <w:rPr>
          <w:szCs w:val="20"/>
        </w:rPr>
        <w:t>ennuyait</w:t>
      </w:r>
      <w:r w:rsidR="00462692" w:rsidRPr="00A4769E">
        <w:rPr>
          <w:szCs w:val="20"/>
        </w:rPr>
        <w:t xml:space="preserve">. </w:t>
      </w:r>
      <w:r w:rsidRPr="001B73FA">
        <w:rPr>
          <w:szCs w:val="20"/>
        </w:rPr>
        <w:t>Il frémit de joie en entendant la dernière phrase</w:t>
      </w:r>
      <w:r w:rsidR="00462692" w:rsidRPr="00A4769E">
        <w:rPr>
          <w:szCs w:val="20"/>
        </w:rPr>
        <w:t>. « </w:t>
      </w:r>
      <w:r w:rsidRPr="001B73FA">
        <w:rPr>
          <w:szCs w:val="20"/>
        </w:rPr>
        <w:t>Quelle sorte d</w:t>
      </w:r>
      <w:r w:rsidR="00462692" w:rsidRPr="00A4769E">
        <w:rPr>
          <w:szCs w:val="20"/>
        </w:rPr>
        <w:t>’</w:t>
      </w:r>
      <w:r w:rsidRPr="001B73FA">
        <w:rPr>
          <w:szCs w:val="20"/>
        </w:rPr>
        <w:t>homme était-ce</w:t>
      </w:r>
      <w:r w:rsidR="00462692" w:rsidRPr="00A4769E">
        <w:rPr>
          <w:szCs w:val="20"/>
        </w:rPr>
        <w:t xml:space="preserve"> ? </w:t>
      </w:r>
      <w:r w:rsidRPr="001B73FA">
        <w:rPr>
          <w:szCs w:val="20"/>
        </w:rPr>
        <w:t>demanda-t-il</w:t>
      </w:r>
      <w:r w:rsidR="00462692" w:rsidRPr="00A4769E">
        <w:rPr>
          <w:szCs w:val="20"/>
        </w:rPr>
        <w:t>.</w:t>
      </w:r>
    </w:p>
    <w:p w14:paraId="3F6C75D1" w14:textId="476081F0" w:rsidR="001B73FA" w:rsidRPr="001B73FA" w:rsidRDefault="00462692" w:rsidP="001B73FA">
      <w:pPr>
        <w:rPr>
          <w:szCs w:val="20"/>
        </w:rPr>
      </w:pPr>
      <w:r w:rsidRPr="00A4769E">
        <w:rPr>
          <w:szCs w:val="20"/>
        </w:rPr>
        <w:t>— </w:t>
      </w:r>
      <w:r w:rsidR="001B73FA" w:rsidRPr="001B73FA">
        <w:rPr>
          <w:szCs w:val="20"/>
        </w:rPr>
        <w:t>Ça avait l</w:t>
      </w:r>
      <w:r w:rsidRPr="00A4769E">
        <w:rPr>
          <w:szCs w:val="20"/>
        </w:rPr>
        <w:t>’</w:t>
      </w:r>
      <w:r w:rsidR="001B73FA" w:rsidRPr="001B73FA">
        <w:rPr>
          <w:szCs w:val="20"/>
        </w:rPr>
        <w:t>air d</w:t>
      </w:r>
      <w:r w:rsidRPr="00A4769E">
        <w:rPr>
          <w:szCs w:val="20"/>
        </w:rPr>
        <w:t>’</w:t>
      </w:r>
      <w:r w:rsidR="001B73FA" w:rsidRPr="001B73FA">
        <w:rPr>
          <w:szCs w:val="20"/>
        </w:rPr>
        <w:t>être un maçon</w:t>
      </w:r>
      <w:r w:rsidRPr="00A4769E">
        <w:rPr>
          <w:szCs w:val="20"/>
        </w:rPr>
        <w:t xml:space="preserve"> », </w:t>
      </w:r>
      <w:r w:rsidR="001B73FA" w:rsidRPr="001B73FA">
        <w:rPr>
          <w:szCs w:val="20"/>
        </w:rPr>
        <w:t xml:space="preserve">dit la femme </w:t>
      </w:r>
      <w:r w:rsidRPr="00A4769E">
        <w:rPr>
          <w:szCs w:val="20"/>
        </w:rPr>
        <w:t>« </w:t>
      </w:r>
      <w:r w:rsidR="001B73FA" w:rsidRPr="001B73FA">
        <w:rPr>
          <w:szCs w:val="20"/>
        </w:rPr>
        <w:t>C</w:t>
      </w:r>
      <w:r w:rsidRPr="00A4769E">
        <w:rPr>
          <w:szCs w:val="20"/>
        </w:rPr>
        <w:t>’</w:t>
      </w:r>
      <w:r w:rsidR="001B73FA" w:rsidRPr="001B73FA">
        <w:rPr>
          <w:szCs w:val="20"/>
        </w:rPr>
        <w:t>est un tour de mon marchand de contremaître</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Mais comment a-t-il su que j</w:t>
      </w:r>
      <w:r w:rsidRPr="00A4769E">
        <w:rPr>
          <w:szCs w:val="20"/>
        </w:rPr>
        <w:t>’</w:t>
      </w:r>
      <w:r w:rsidR="001B73FA" w:rsidRPr="001B73FA">
        <w:rPr>
          <w:szCs w:val="20"/>
        </w:rPr>
        <w:t>avais affaire avec cette grosse femme</w:t>
      </w:r>
      <w:r w:rsidRPr="00A4769E">
        <w:rPr>
          <w:szCs w:val="20"/>
        </w:rPr>
        <w:t xml:space="preserve"> ? </w:t>
      </w:r>
      <w:r w:rsidR="001B73FA" w:rsidRPr="001B73FA">
        <w:rPr>
          <w:szCs w:val="20"/>
        </w:rPr>
        <w:t>Chère patrie</w:t>
      </w:r>
      <w:r w:rsidRPr="00A4769E">
        <w:rPr>
          <w:szCs w:val="20"/>
        </w:rPr>
        <w:t> ! »</w:t>
      </w:r>
      <w:r w:rsidR="001B73FA" w:rsidRPr="001B73FA">
        <w:rPr>
          <w:szCs w:val="20"/>
        </w:rPr>
        <w:t xml:space="preserve"> se dit-il</w:t>
      </w:r>
      <w:r w:rsidRPr="00A4769E">
        <w:rPr>
          <w:szCs w:val="20"/>
        </w:rPr>
        <w:t xml:space="preserve">… </w:t>
      </w:r>
      <w:r w:rsidR="001B73FA" w:rsidRPr="001B73FA">
        <w:rPr>
          <w:szCs w:val="20"/>
        </w:rPr>
        <w:t>Il était joyeusement ému de rencontrer de nouveau cette science d</w:t>
      </w:r>
      <w:r w:rsidRPr="00A4769E">
        <w:rPr>
          <w:szCs w:val="20"/>
        </w:rPr>
        <w:t>’</w:t>
      </w:r>
      <w:r w:rsidR="001B73FA" w:rsidRPr="001B73FA">
        <w:rPr>
          <w:szCs w:val="20"/>
        </w:rPr>
        <w:t>intrigue</w:t>
      </w:r>
      <w:r w:rsidRPr="00A4769E">
        <w:rPr>
          <w:szCs w:val="20"/>
        </w:rPr>
        <w:t>. « </w:t>
      </w:r>
      <w:r w:rsidR="001B73FA" w:rsidRPr="001B73FA">
        <w:rPr>
          <w:szCs w:val="20"/>
        </w:rPr>
        <w:t>Ne t</w:t>
      </w:r>
      <w:r w:rsidRPr="00A4769E">
        <w:rPr>
          <w:szCs w:val="20"/>
        </w:rPr>
        <w:t>’</w:t>
      </w:r>
      <w:r w:rsidR="001B73FA" w:rsidRPr="001B73FA">
        <w:rPr>
          <w:szCs w:val="20"/>
        </w:rPr>
        <w:t>inquiète pas</w:t>
      </w:r>
      <w:r w:rsidRPr="00A4769E">
        <w:rPr>
          <w:szCs w:val="20"/>
        </w:rPr>
        <w:t xml:space="preserve">, </w:t>
      </w:r>
      <w:r w:rsidR="001B73FA" w:rsidRPr="001B73FA">
        <w:rPr>
          <w:szCs w:val="20"/>
        </w:rPr>
        <w:t>dit-il à la femme</w:t>
      </w:r>
      <w:r w:rsidRPr="00A4769E">
        <w:rPr>
          <w:szCs w:val="20"/>
        </w:rPr>
        <w:t xml:space="preserve">, </w:t>
      </w:r>
      <w:r w:rsidR="001B73FA" w:rsidRPr="001B73FA">
        <w:rPr>
          <w:szCs w:val="20"/>
        </w:rPr>
        <w:t>et fais ton devoir</w:t>
      </w:r>
      <w:r w:rsidRPr="00A4769E">
        <w:rPr>
          <w:szCs w:val="20"/>
        </w:rPr>
        <w:t xml:space="preserve">, </w:t>
      </w:r>
      <w:r w:rsidR="001B73FA" w:rsidRPr="001B73FA">
        <w:rPr>
          <w:szCs w:val="20"/>
        </w:rPr>
        <w:t>ajouta-t-il si gravement que la grosse personne se remit à sangloter</w:t>
      </w:r>
      <w:r w:rsidRPr="00A4769E">
        <w:rPr>
          <w:szCs w:val="20"/>
        </w:rPr>
        <w:t xml:space="preserve">. </w:t>
      </w:r>
      <w:r w:rsidR="001B73FA" w:rsidRPr="001B73FA">
        <w:rPr>
          <w:szCs w:val="20"/>
        </w:rPr>
        <w:t>Voici ce que tu montreras à Beppo et il sera très gentil pour toi</w:t>
      </w:r>
      <w:r w:rsidRPr="00A4769E">
        <w:rPr>
          <w:szCs w:val="20"/>
        </w:rPr>
        <w:t xml:space="preserve">. </w:t>
      </w:r>
      <w:r w:rsidR="001B73FA" w:rsidRPr="001B73FA">
        <w:rPr>
          <w:szCs w:val="20"/>
        </w:rPr>
        <w:t>Donne-moi une de ces grandes feuilles de papier gris avec lesquelles tu fais les cornets pour vendre tes moules</w:t>
      </w:r>
      <w:r w:rsidRPr="00A4769E">
        <w:rPr>
          <w:szCs w:val="20"/>
        </w:rPr>
        <w:t>. »</w:t>
      </w:r>
      <w:r w:rsidR="001B73FA" w:rsidRPr="001B73FA">
        <w:rPr>
          <w:szCs w:val="20"/>
        </w:rPr>
        <w:t xml:space="preserve"> Il trempa son doigt dans du vin rouge et il écrivit</w:t>
      </w:r>
      <w:r w:rsidRPr="00A4769E">
        <w:rPr>
          <w:szCs w:val="20"/>
        </w:rPr>
        <w:t xml:space="preserve">, </w:t>
      </w:r>
      <w:r w:rsidR="001B73FA" w:rsidRPr="001B73FA">
        <w:rPr>
          <w:szCs w:val="20"/>
        </w:rPr>
        <w:t>en lettres d</w:t>
      </w:r>
      <w:r w:rsidRPr="00A4769E">
        <w:rPr>
          <w:szCs w:val="20"/>
        </w:rPr>
        <w:t>’</w:t>
      </w:r>
      <w:r w:rsidR="001B73FA" w:rsidRPr="001B73FA">
        <w:rPr>
          <w:szCs w:val="20"/>
        </w:rPr>
        <w:t>imprimerie</w:t>
      </w:r>
      <w:r w:rsidRPr="00A4769E">
        <w:rPr>
          <w:szCs w:val="20"/>
        </w:rPr>
        <w:t xml:space="preserve">, </w:t>
      </w:r>
      <w:r w:rsidR="001B73FA" w:rsidRPr="001B73FA">
        <w:rPr>
          <w:szCs w:val="20"/>
        </w:rPr>
        <w:t>un vers du Dante</w:t>
      </w:r>
      <w:r w:rsidRPr="00A4769E">
        <w:rPr>
          <w:szCs w:val="20"/>
        </w:rPr>
        <w:t xml:space="preserve"> : </w:t>
      </w:r>
      <w:r w:rsidR="001B73FA" w:rsidRPr="001B73FA">
        <w:rPr>
          <w:i/>
          <w:iCs/>
          <w:szCs w:val="20"/>
        </w:rPr>
        <w:t>Di sotto al capo mio son li altri tratti</w:t>
      </w:r>
      <w:r w:rsidRPr="00A4769E">
        <w:rPr>
          <w:szCs w:val="20"/>
        </w:rPr>
        <w:t xml:space="preserve">. </w:t>
      </w:r>
      <w:r w:rsidR="006B72CA">
        <w:rPr>
          <w:szCs w:val="20"/>
        </w:rPr>
        <w:t>“</w:t>
      </w:r>
      <w:r w:rsidR="001B73FA" w:rsidRPr="001B73FA">
        <w:rPr>
          <w:szCs w:val="20"/>
        </w:rPr>
        <w:t>Sous mon front sont enfouis d</w:t>
      </w:r>
      <w:r w:rsidRPr="00A4769E">
        <w:rPr>
          <w:szCs w:val="20"/>
        </w:rPr>
        <w:t>’</w:t>
      </w:r>
      <w:r w:rsidR="001B73FA" w:rsidRPr="001B73FA">
        <w:rPr>
          <w:szCs w:val="20"/>
        </w:rPr>
        <w:t>autres papes</w:t>
      </w:r>
      <w:r w:rsidRPr="00A4769E">
        <w:rPr>
          <w:szCs w:val="20"/>
        </w:rPr>
        <w:t>.</w:t>
      </w:r>
      <w:r w:rsidR="006B72CA">
        <w:rPr>
          <w:szCs w:val="20"/>
        </w:rPr>
        <w:t xml:space="preserve">” </w:t>
      </w:r>
      <w:r w:rsidRPr="00A4769E">
        <w:rPr>
          <w:szCs w:val="20"/>
        </w:rPr>
        <w:t>« </w:t>
      </w:r>
      <w:r w:rsidR="001B73FA" w:rsidRPr="001B73FA">
        <w:rPr>
          <w:szCs w:val="20"/>
        </w:rPr>
        <w:t>Et maintenant</w:t>
      </w:r>
      <w:r w:rsidRPr="00A4769E">
        <w:rPr>
          <w:szCs w:val="20"/>
        </w:rPr>
        <w:t xml:space="preserve">, </w:t>
      </w:r>
      <w:r w:rsidR="001B73FA" w:rsidRPr="001B73FA">
        <w:rPr>
          <w:szCs w:val="20"/>
        </w:rPr>
        <w:t>mène-moi dans ta chambre et ne me dérange plus</w:t>
      </w:r>
      <w:r w:rsidRPr="00A4769E">
        <w:rPr>
          <w:szCs w:val="20"/>
        </w:rPr>
        <w:t>.</w:t>
      </w:r>
      <w:r w:rsidRPr="00A4769E">
        <w:rPr>
          <w:szCs w:val="20"/>
        </w:rPr>
        <w:t> »</w:t>
      </w:r>
    </w:p>
    <w:p w14:paraId="3EF0A1AD" w14:textId="77777777" w:rsidR="00462692" w:rsidRPr="00A4769E" w:rsidRDefault="001B73FA" w:rsidP="001B73FA">
      <w:pPr>
        <w:rPr>
          <w:szCs w:val="20"/>
        </w:rPr>
      </w:pPr>
      <w:r w:rsidRPr="001B73FA">
        <w:rPr>
          <w:szCs w:val="20"/>
        </w:rPr>
        <w:t>Il ouvrit le paquet</w:t>
      </w:r>
      <w:r w:rsidR="00462692" w:rsidRPr="00A4769E">
        <w:rPr>
          <w:szCs w:val="20"/>
        </w:rPr>
        <w:t xml:space="preserve">. </w:t>
      </w:r>
      <w:r w:rsidRPr="001B73FA">
        <w:rPr>
          <w:szCs w:val="20"/>
        </w:rPr>
        <w:t>Il y avait une lettre de sa mère</w:t>
      </w:r>
      <w:r w:rsidR="00462692" w:rsidRPr="00A4769E">
        <w:rPr>
          <w:szCs w:val="20"/>
        </w:rPr>
        <w:t>.</w:t>
      </w:r>
    </w:p>
    <w:p w14:paraId="30774004" w14:textId="77777777" w:rsidR="00462692" w:rsidRPr="00A4769E" w:rsidRDefault="001B73FA" w:rsidP="001B73FA">
      <w:pPr>
        <w:rPr>
          <w:szCs w:val="20"/>
        </w:rPr>
      </w:pPr>
      <w:r w:rsidRPr="001B73FA">
        <w:rPr>
          <w:szCs w:val="20"/>
        </w:rPr>
        <w:t>Angelo la relut plusieurs fois</w:t>
      </w:r>
      <w:r w:rsidR="00462692" w:rsidRPr="00A4769E">
        <w:rPr>
          <w:szCs w:val="20"/>
        </w:rPr>
        <w:t xml:space="preserve">. </w:t>
      </w:r>
      <w:r w:rsidRPr="001B73FA">
        <w:rPr>
          <w:szCs w:val="20"/>
        </w:rPr>
        <w:t>Il ne pouvait se lasser de ce vent de Turin</w:t>
      </w:r>
      <w:r w:rsidR="00462692" w:rsidRPr="00A4769E">
        <w:rPr>
          <w:szCs w:val="20"/>
        </w:rPr>
        <w:t xml:space="preserve">. </w:t>
      </w:r>
      <w:r w:rsidRPr="001B73FA">
        <w:rPr>
          <w:szCs w:val="20"/>
        </w:rPr>
        <w:t>Enfin</w:t>
      </w:r>
      <w:r w:rsidR="00462692" w:rsidRPr="00A4769E">
        <w:rPr>
          <w:szCs w:val="20"/>
        </w:rPr>
        <w:t xml:space="preserve">, </w:t>
      </w:r>
      <w:r w:rsidRPr="001B73FA">
        <w:rPr>
          <w:szCs w:val="20"/>
        </w:rPr>
        <w:t xml:space="preserve">il appela la grosse femme et elle le </w:t>
      </w:r>
      <w:r w:rsidRPr="001B73FA">
        <w:rPr>
          <w:szCs w:val="20"/>
        </w:rPr>
        <w:lastRenderedPageBreak/>
        <w:t>fit sortir par une porte qui donnait dans une rue des vieux quartiers</w:t>
      </w:r>
      <w:r w:rsidR="00462692" w:rsidRPr="00A4769E">
        <w:rPr>
          <w:szCs w:val="20"/>
        </w:rPr>
        <w:t>.</w:t>
      </w:r>
    </w:p>
    <w:p w14:paraId="69DFAEF2" w14:textId="77777777" w:rsidR="001B73FA" w:rsidRPr="001B73FA" w:rsidRDefault="001B73FA" w:rsidP="001B73FA">
      <w:pPr>
        <w:rPr>
          <w:szCs w:val="20"/>
        </w:rPr>
      </w:pPr>
      <w:r w:rsidRPr="001B73FA">
        <w:rPr>
          <w:szCs w:val="20"/>
        </w:rPr>
        <w:t>En arrivant à Aix</w:t>
      </w:r>
      <w:r w:rsidR="00462692" w:rsidRPr="00A4769E">
        <w:rPr>
          <w:szCs w:val="20"/>
        </w:rPr>
        <w:t xml:space="preserve">, </w:t>
      </w:r>
      <w:r w:rsidRPr="001B73FA">
        <w:rPr>
          <w:szCs w:val="20"/>
        </w:rPr>
        <w:t xml:space="preserve">il trouva </w:t>
      </w:r>
      <w:r w:rsidR="00462692" w:rsidRPr="00A4769E">
        <w:rPr>
          <w:szCs w:val="20"/>
        </w:rPr>
        <w:t>M</w:t>
      </w:r>
      <w:r w:rsidR="00462692" w:rsidRPr="00A4769E">
        <w:rPr>
          <w:szCs w:val="20"/>
          <w:vertAlign w:val="superscript"/>
        </w:rPr>
        <w:t>me</w:t>
      </w:r>
      <w:r w:rsidR="00462692" w:rsidRPr="00A4769E">
        <w:rPr>
          <w:szCs w:val="20"/>
        </w:rPr>
        <w:t> </w:t>
      </w:r>
      <w:r w:rsidRPr="001B73FA">
        <w:rPr>
          <w:szCs w:val="20"/>
        </w:rPr>
        <w:t>Hortense dans tous ses états</w:t>
      </w:r>
      <w:r w:rsidR="00462692" w:rsidRPr="00A4769E">
        <w:rPr>
          <w:szCs w:val="20"/>
        </w:rPr>
        <w:t>. « </w:t>
      </w:r>
      <w:r w:rsidRPr="001B73FA">
        <w:rPr>
          <w:szCs w:val="20"/>
        </w:rPr>
        <w:t>Rosette est venue trois fois</w:t>
      </w:r>
      <w:r w:rsidR="00462692" w:rsidRPr="00A4769E">
        <w:rPr>
          <w:szCs w:val="20"/>
        </w:rPr>
        <w:t xml:space="preserve">, </w:t>
      </w:r>
      <w:r w:rsidRPr="001B73FA">
        <w:rPr>
          <w:szCs w:val="20"/>
        </w:rPr>
        <w:t>lui dit-elle</w:t>
      </w:r>
      <w:r w:rsidR="00462692" w:rsidRPr="00A4769E">
        <w:rPr>
          <w:szCs w:val="20"/>
        </w:rPr>
        <w:t xml:space="preserve">. </w:t>
      </w:r>
      <w:r w:rsidRPr="001B73FA">
        <w:rPr>
          <w:szCs w:val="20"/>
        </w:rPr>
        <w:t>On vous demande chez le vicaire général</w:t>
      </w:r>
      <w:r w:rsidR="00462692" w:rsidRPr="00A4769E">
        <w:rPr>
          <w:szCs w:val="20"/>
        </w:rPr>
        <w:t>.</w:t>
      </w:r>
      <w:r w:rsidR="00462692" w:rsidRPr="00A4769E">
        <w:rPr>
          <w:szCs w:val="20"/>
        </w:rPr>
        <w:t> »</w:t>
      </w:r>
    </w:p>
    <w:p w14:paraId="45475D6B" w14:textId="77777777" w:rsidR="00462692" w:rsidRPr="00A4769E" w:rsidRDefault="00462692" w:rsidP="001B73FA">
      <w:pPr>
        <w:rPr>
          <w:szCs w:val="20"/>
        </w:rPr>
      </w:pPr>
    </w:p>
    <w:p w14:paraId="5DD7B41A" w14:textId="77777777" w:rsidR="00462692" w:rsidRPr="00A4769E" w:rsidRDefault="001B73FA" w:rsidP="001B73FA">
      <w:pPr>
        <w:rPr>
          <w:szCs w:val="20"/>
        </w:rPr>
      </w:pPr>
      <w:r w:rsidRPr="001B73FA">
        <w:rPr>
          <w:szCs w:val="20"/>
        </w:rPr>
        <w:t>Ce même jour</w:t>
      </w:r>
      <w:r w:rsidR="00462692" w:rsidRPr="00A4769E">
        <w:rPr>
          <w:szCs w:val="20"/>
        </w:rPr>
        <w:t xml:space="preserve">, </w:t>
      </w:r>
      <w:r w:rsidRPr="001B73FA">
        <w:rPr>
          <w:szCs w:val="20"/>
        </w:rPr>
        <w:t>en effet</w:t>
      </w:r>
      <w:r w:rsidR="00462692" w:rsidRPr="00A4769E">
        <w:rPr>
          <w:szCs w:val="20"/>
        </w:rPr>
        <w:t xml:space="preserve">, </w:t>
      </w:r>
      <w:r w:rsidRPr="001B73FA">
        <w:rPr>
          <w:szCs w:val="20"/>
        </w:rPr>
        <w:t>vers les six heures du matin</w:t>
      </w:r>
      <w:r w:rsidR="00462692" w:rsidRPr="00A4769E">
        <w:rPr>
          <w:szCs w:val="20"/>
        </w:rPr>
        <w:t xml:space="preserve">, </w:t>
      </w:r>
      <w:r w:rsidRPr="001B73FA">
        <w:rPr>
          <w:szCs w:val="20"/>
        </w:rPr>
        <w:t>le vicaire général avait eu une surprise</w:t>
      </w:r>
      <w:r w:rsidR="00462692" w:rsidRPr="00A4769E">
        <w:rPr>
          <w:szCs w:val="20"/>
        </w:rPr>
        <w:t xml:space="preserve">. </w:t>
      </w:r>
      <w:r w:rsidRPr="001B73FA">
        <w:rPr>
          <w:szCs w:val="20"/>
        </w:rPr>
        <w:t>Sans soutane</w:t>
      </w:r>
      <w:r w:rsidR="00462692" w:rsidRPr="00A4769E">
        <w:rPr>
          <w:szCs w:val="20"/>
        </w:rPr>
        <w:t xml:space="preserve">, </w:t>
      </w:r>
      <w:r w:rsidRPr="001B73FA">
        <w:rPr>
          <w:szCs w:val="20"/>
        </w:rPr>
        <w:t>en culotte de cheval et manche</w:t>
      </w:r>
      <w:r w:rsidR="0086113D">
        <w:rPr>
          <w:szCs w:val="20"/>
        </w:rPr>
        <w:t>s</w:t>
      </w:r>
      <w:r w:rsidRPr="001B73FA">
        <w:rPr>
          <w:szCs w:val="20"/>
        </w:rPr>
        <w:t xml:space="preserve"> de chemise</w:t>
      </w:r>
      <w:r w:rsidR="00462692" w:rsidRPr="00A4769E">
        <w:rPr>
          <w:szCs w:val="20"/>
        </w:rPr>
        <w:t xml:space="preserve">, </w:t>
      </w:r>
      <w:r w:rsidRPr="001B73FA">
        <w:rPr>
          <w:szCs w:val="20"/>
        </w:rPr>
        <w:t>il se rasait devant une petite glace éclairée par un photophore</w:t>
      </w:r>
      <w:r w:rsidR="00462692" w:rsidRPr="00A4769E">
        <w:rPr>
          <w:szCs w:val="20"/>
        </w:rPr>
        <w:t xml:space="preserve">, </w:t>
      </w:r>
      <w:r w:rsidRPr="001B73FA">
        <w:rPr>
          <w:szCs w:val="20"/>
        </w:rPr>
        <w:t>quand on frappa à sa porte</w:t>
      </w:r>
      <w:r w:rsidR="00462692" w:rsidRPr="00A4769E">
        <w:rPr>
          <w:szCs w:val="20"/>
        </w:rPr>
        <w:t xml:space="preserve">. </w:t>
      </w:r>
      <w:r w:rsidRPr="001B73FA">
        <w:rPr>
          <w:szCs w:val="20"/>
        </w:rPr>
        <w:t>Sans être rudes</w:t>
      </w:r>
      <w:r w:rsidR="00462692" w:rsidRPr="00A4769E">
        <w:rPr>
          <w:szCs w:val="20"/>
        </w:rPr>
        <w:t xml:space="preserve">, </w:t>
      </w:r>
      <w:r w:rsidRPr="001B73FA">
        <w:rPr>
          <w:szCs w:val="20"/>
        </w:rPr>
        <w:t>les coups étaient très nets</w:t>
      </w:r>
      <w:r w:rsidR="00462692" w:rsidRPr="00A4769E">
        <w:rPr>
          <w:szCs w:val="20"/>
        </w:rPr>
        <w:t>. « </w:t>
      </w:r>
      <w:r w:rsidRPr="001B73FA">
        <w:rPr>
          <w:szCs w:val="20"/>
        </w:rPr>
        <w:t>Ceci est un manche de cravache en métal</w:t>
      </w:r>
      <w:r w:rsidR="00462692" w:rsidRPr="00A4769E">
        <w:rPr>
          <w:szCs w:val="20"/>
        </w:rPr>
        <w:t xml:space="preserve"> », </w:t>
      </w:r>
      <w:r w:rsidRPr="001B73FA">
        <w:rPr>
          <w:szCs w:val="20"/>
        </w:rPr>
        <w:t>se dit le grand vicaire</w:t>
      </w:r>
      <w:r w:rsidR="00462692" w:rsidRPr="00A4769E">
        <w:rPr>
          <w:szCs w:val="20"/>
        </w:rPr>
        <w:t xml:space="preserve">. </w:t>
      </w:r>
      <w:r w:rsidRPr="001B73FA">
        <w:rPr>
          <w:szCs w:val="20"/>
        </w:rPr>
        <w:t>On frappa de nouveau</w:t>
      </w:r>
      <w:r w:rsidR="00462692" w:rsidRPr="00A4769E">
        <w:rPr>
          <w:szCs w:val="20"/>
        </w:rPr>
        <w:t>. « </w:t>
      </w:r>
      <w:r w:rsidRPr="001B73FA">
        <w:rPr>
          <w:szCs w:val="20"/>
        </w:rPr>
        <w:t>Manche de cravache en argent</w:t>
      </w:r>
      <w:r w:rsidR="00462692" w:rsidRPr="00A4769E">
        <w:rPr>
          <w:szCs w:val="20"/>
        </w:rPr>
        <w:t xml:space="preserve"> », </w:t>
      </w:r>
      <w:r w:rsidRPr="001B73FA">
        <w:rPr>
          <w:szCs w:val="20"/>
        </w:rPr>
        <w:t>ajouta-t-il en approchant de la porte</w:t>
      </w:r>
      <w:r w:rsidR="00462692" w:rsidRPr="00A4769E">
        <w:rPr>
          <w:szCs w:val="20"/>
        </w:rPr>
        <w:t xml:space="preserve">. </w:t>
      </w:r>
      <w:r w:rsidRPr="001B73FA">
        <w:rPr>
          <w:szCs w:val="20"/>
        </w:rPr>
        <w:t>Il examina furtivement la chambre pour voir si tout était en ordre</w:t>
      </w:r>
      <w:r w:rsidR="00462692" w:rsidRPr="00A4769E">
        <w:rPr>
          <w:szCs w:val="20"/>
        </w:rPr>
        <w:t xml:space="preserve">. </w:t>
      </w:r>
      <w:r w:rsidRPr="001B73FA">
        <w:rPr>
          <w:szCs w:val="20"/>
        </w:rPr>
        <w:t>Il tira les verrous et il ouvrit</w:t>
      </w:r>
      <w:r w:rsidR="00462692" w:rsidRPr="00A4769E">
        <w:rPr>
          <w:szCs w:val="20"/>
        </w:rPr>
        <w:t xml:space="preserve">. </w:t>
      </w:r>
      <w:r w:rsidRPr="001B73FA">
        <w:rPr>
          <w:szCs w:val="20"/>
        </w:rPr>
        <w:t>C</w:t>
      </w:r>
      <w:r w:rsidR="00462692" w:rsidRPr="00A4769E">
        <w:rPr>
          <w:szCs w:val="20"/>
        </w:rPr>
        <w:t>’</w:t>
      </w:r>
      <w:r w:rsidRPr="001B73FA">
        <w:rPr>
          <w:szCs w:val="20"/>
        </w:rPr>
        <w:t>était le Marquis de Théus</w:t>
      </w:r>
      <w:r w:rsidR="00462692" w:rsidRPr="00A4769E">
        <w:rPr>
          <w:szCs w:val="20"/>
        </w:rPr>
        <w:t>. « </w:t>
      </w:r>
      <w:r w:rsidRPr="001B73FA">
        <w:rPr>
          <w:szCs w:val="20"/>
        </w:rPr>
        <w:t>Je vous surprends</w:t>
      </w:r>
      <w:r w:rsidR="00462692" w:rsidRPr="00A4769E">
        <w:rPr>
          <w:szCs w:val="20"/>
        </w:rPr>
        <w:t xml:space="preserve"> ? </w:t>
      </w:r>
      <w:r w:rsidRPr="001B73FA">
        <w:rPr>
          <w:szCs w:val="20"/>
        </w:rPr>
        <w:t>dit-il</w:t>
      </w:r>
      <w:r w:rsidR="00462692" w:rsidRPr="00A4769E">
        <w:rPr>
          <w:szCs w:val="20"/>
        </w:rPr>
        <w:t>.</w:t>
      </w:r>
    </w:p>
    <w:p w14:paraId="3725284E" w14:textId="6C1C027E" w:rsidR="00462692" w:rsidRPr="00A4769E" w:rsidRDefault="00462692" w:rsidP="001B73FA">
      <w:pPr>
        <w:rPr>
          <w:szCs w:val="20"/>
        </w:rPr>
      </w:pPr>
      <w:r w:rsidRPr="00A4769E">
        <w:rPr>
          <w:szCs w:val="20"/>
        </w:rPr>
        <w:t>— </w:t>
      </w:r>
      <w:r w:rsidR="001B73FA" w:rsidRPr="001B73FA">
        <w:rPr>
          <w:szCs w:val="20"/>
        </w:rPr>
        <w:t>En train de me raser</w:t>
      </w:r>
      <w:r w:rsidRPr="00A4769E">
        <w:rPr>
          <w:szCs w:val="20"/>
        </w:rPr>
        <w:t xml:space="preserve">, </w:t>
      </w:r>
      <w:r w:rsidR="001B73FA" w:rsidRPr="001B73FA">
        <w:rPr>
          <w:szCs w:val="20"/>
        </w:rPr>
        <w:t>oui</w:t>
      </w:r>
      <w:r w:rsidRPr="00A4769E">
        <w:rPr>
          <w:szCs w:val="20"/>
        </w:rPr>
        <w:t xml:space="preserve">. </w:t>
      </w:r>
      <w:r w:rsidR="001B73FA" w:rsidRPr="001B73FA">
        <w:rPr>
          <w:szCs w:val="20"/>
        </w:rPr>
        <w:t>Entrez</w:t>
      </w:r>
      <w:r w:rsidRPr="00A4769E">
        <w:rPr>
          <w:szCs w:val="20"/>
        </w:rPr>
        <w:t>. »</w:t>
      </w:r>
      <w:r w:rsidR="001B73FA" w:rsidRPr="001B73FA">
        <w:rPr>
          <w:szCs w:val="20"/>
        </w:rPr>
        <w:t xml:space="preserve"> Le Marquis était en costume de cheval</w:t>
      </w:r>
      <w:r w:rsidRPr="00A4769E">
        <w:rPr>
          <w:szCs w:val="20"/>
        </w:rPr>
        <w:t xml:space="preserve">. </w:t>
      </w:r>
      <w:r w:rsidR="001B73FA" w:rsidRPr="001B73FA">
        <w:rPr>
          <w:szCs w:val="20"/>
        </w:rPr>
        <w:t>Il sentait très légèrement la sueur et le drap mouillé</w:t>
      </w:r>
      <w:r w:rsidRPr="00A4769E">
        <w:rPr>
          <w:szCs w:val="20"/>
        </w:rPr>
        <w:t>. « </w:t>
      </w:r>
      <w:r w:rsidR="001B73FA" w:rsidRPr="001B73FA">
        <w:rPr>
          <w:szCs w:val="20"/>
        </w:rPr>
        <w:t>Quel est ce garçon que vous me jetez dans les jambes</w:t>
      </w:r>
      <w:r w:rsidRPr="00A4769E">
        <w:rPr>
          <w:szCs w:val="20"/>
        </w:rPr>
        <w:t xml:space="preserve"> ? </w:t>
      </w:r>
      <w:r w:rsidR="001B73FA" w:rsidRPr="001B73FA">
        <w:rPr>
          <w:szCs w:val="20"/>
        </w:rPr>
        <w:t>dit-il brusquement</w:t>
      </w:r>
      <w:r w:rsidRPr="00A4769E">
        <w:rPr>
          <w:szCs w:val="20"/>
        </w:rPr>
        <w:t>.</w:t>
      </w:r>
    </w:p>
    <w:p w14:paraId="27881087" w14:textId="01E7DE44" w:rsidR="00462692" w:rsidRPr="00A4769E" w:rsidRDefault="00462692" w:rsidP="001B73FA">
      <w:pPr>
        <w:rPr>
          <w:szCs w:val="20"/>
        </w:rPr>
      </w:pPr>
      <w:r w:rsidRPr="00A4769E">
        <w:rPr>
          <w:szCs w:val="20"/>
        </w:rPr>
        <w:t>— </w:t>
      </w:r>
      <w:r w:rsidR="001B73FA" w:rsidRPr="001B73FA">
        <w:rPr>
          <w:szCs w:val="20"/>
        </w:rPr>
        <w:t>Je ne m</w:t>
      </w:r>
      <w:r w:rsidRPr="00A4769E">
        <w:rPr>
          <w:szCs w:val="20"/>
        </w:rPr>
        <w:t>’</w:t>
      </w:r>
      <w:r w:rsidR="001B73FA" w:rsidRPr="001B73FA">
        <w:rPr>
          <w:szCs w:val="20"/>
        </w:rPr>
        <w:t>occupe ni de garçon ni de vos jambes</w:t>
      </w:r>
      <w:r w:rsidRPr="00A4769E">
        <w:rPr>
          <w:szCs w:val="20"/>
        </w:rPr>
        <w:t xml:space="preserve">, </w:t>
      </w:r>
      <w:r w:rsidR="001B73FA" w:rsidRPr="001B73FA">
        <w:rPr>
          <w:szCs w:val="20"/>
        </w:rPr>
        <w:t>dit le vicaire général</w:t>
      </w:r>
      <w:r w:rsidRPr="00A4769E">
        <w:rPr>
          <w:szCs w:val="20"/>
        </w:rPr>
        <w:t xml:space="preserve">. </w:t>
      </w:r>
      <w:r w:rsidR="001B73FA" w:rsidRPr="001B73FA">
        <w:rPr>
          <w:szCs w:val="20"/>
        </w:rPr>
        <w:t>Entrez que je ferme cette porte</w:t>
      </w:r>
      <w:r w:rsidRPr="00A4769E">
        <w:rPr>
          <w:szCs w:val="20"/>
        </w:rPr>
        <w:t xml:space="preserve">. </w:t>
      </w:r>
      <w:r w:rsidR="001B73FA" w:rsidRPr="001B73FA">
        <w:rPr>
          <w:szCs w:val="20"/>
        </w:rPr>
        <w:t>Il fait un froid de canard</w:t>
      </w:r>
      <w:r w:rsidRPr="00A4769E">
        <w:rPr>
          <w:szCs w:val="20"/>
        </w:rPr>
        <w:t>. »</w:t>
      </w:r>
      <w:r w:rsidR="001B73FA" w:rsidRPr="001B73FA">
        <w:rPr>
          <w:szCs w:val="20"/>
        </w:rPr>
        <w:t xml:space="preserve"> Il alla relever le couvercle d</w:t>
      </w:r>
      <w:r w:rsidRPr="00A4769E">
        <w:rPr>
          <w:szCs w:val="20"/>
        </w:rPr>
        <w:t>’</w:t>
      </w:r>
      <w:r w:rsidR="001B73FA" w:rsidRPr="001B73FA">
        <w:rPr>
          <w:szCs w:val="20"/>
        </w:rPr>
        <w:t>une casserole qui chauffait sur un trépied</w:t>
      </w:r>
      <w:r w:rsidRPr="00A4769E">
        <w:rPr>
          <w:szCs w:val="20"/>
        </w:rPr>
        <w:t xml:space="preserve">, </w:t>
      </w:r>
      <w:r w:rsidR="001B73FA" w:rsidRPr="001B73FA">
        <w:rPr>
          <w:szCs w:val="20"/>
        </w:rPr>
        <w:t>dans les braises de la cheminée</w:t>
      </w:r>
      <w:r w:rsidRPr="00A4769E">
        <w:rPr>
          <w:szCs w:val="20"/>
        </w:rPr>
        <w:t>. « </w:t>
      </w:r>
      <w:r w:rsidR="001B73FA" w:rsidRPr="001B73FA">
        <w:rPr>
          <w:szCs w:val="20"/>
        </w:rPr>
        <w:t>Prendrez-vous du café</w:t>
      </w:r>
      <w:r w:rsidRPr="00A4769E">
        <w:rPr>
          <w:szCs w:val="20"/>
        </w:rPr>
        <w:t> ?</w:t>
      </w:r>
    </w:p>
    <w:p w14:paraId="29EEDCDE" w14:textId="388D0D61" w:rsidR="00462692" w:rsidRPr="00A4769E" w:rsidRDefault="00462692" w:rsidP="001B73FA">
      <w:pPr>
        <w:rPr>
          <w:szCs w:val="20"/>
        </w:rPr>
      </w:pPr>
      <w:r w:rsidRPr="00A4769E">
        <w:rPr>
          <w:szCs w:val="20"/>
        </w:rPr>
        <w:t>— </w:t>
      </w:r>
      <w:r w:rsidR="001B73FA" w:rsidRPr="001B73FA">
        <w:rPr>
          <w:szCs w:val="20"/>
        </w:rPr>
        <w:t>J</w:t>
      </w:r>
      <w:r w:rsidRPr="00A4769E">
        <w:rPr>
          <w:szCs w:val="20"/>
        </w:rPr>
        <w:t>’</w:t>
      </w:r>
      <w:r w:rsidR="001B73FA" w:rsidRPr="001B73FA">
        <w:rPr>
          <w:szCs w:val="20"/>
        </w:rPr>
        <w:t>ai pris plus de café qu</w:t>
      </w:r>
      <w:r w:rsidRPr="00A4769E">
        <w:rPr>
          <w:szCs w:val="20"/>
        </w:rPr>
        <w:t>’</w:t>
      </w:r>
      <w:r w:rsidR="001B73FA" w:rsidRPr="001B73FA">
        <w:rPr>
          <w:szCs w:val="20"/>
        </w:rPr>
        <w:t>il ne m</w:t>
      </w:r>
      <w:r w:rsidRPr="00A4769E">
        <w:rPr>
          <w:szCs w:val="20"/>
        </w:rPr>
        <w:t>’</w:t>
      </w:r>
      <w:r w:rsidR="001B73FA" w:rsidRPr="001B73FA">
        <w:rPr>
          <w:szCs w:val="20"/>
        </w:rPr>
        <w:t>en faut</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Il me suffira pour ce matin de quelques explications claires</w:t>
      </w:r>
      <w:r w:rsidRPr="00A4769E">
        <w:rPr>
          <w:szCs w:val="20"/>
        </w:rPr>
        <w:t>.</w:t>
      </w:r>
    </w:p>
    <w:p w14:paraId="4B9BF19C" w14:textId="5A3BD5F4" w:rsidR="00462692" w:rsidRPr="00A4769E" w:rsidRDefault="00462692" w:rsidP="001B73FA">
      <w:pPr>
        <w:rPr>
          <w:szCs w:val="20"/>
        </w:rPr>
      </w:pPr>
      <w:r w:rsidRPr="00A4769E">
        <w:rPr>
          <w:szCs w:val="20"/>
        </w:rPr>
        <w:lastRenderedPageBreak/>
        <w:t>— </w:t>
      </w:r>
      <w:r w:rsidR="001B73FA" w:rsidRPr="001B73FA">
        <w:rPr>
          <w:szCs w:val="20"/>
        </w:rPr>
        <w:t>Je pense pouvoir vous les fournir</w:t>
      </w:r>
      <w:r w:rsidRPr="00A4769E">
        <w:rPr>
          <w:szCs w:val="20"/>
        </w:rPr>
        <w:t xml:space="preserve"> », </w:t>
      </w:r>
      <w:r w:rsidR="001B73FA" w:rsidRPr="001B73FA">
        <w:rPr>
          <w:szCs w:val="20"/>
        </w:rPr>
        <w:t>dit le vicaire général</w:t>
      </w:r>
      <w:r w:rsidRPr="00A4769E">
        <w:rPr>
          <w:szCs w:val="20"/>
        </w:rPr>
        <w:t xml:space="preserve">. </w:t>
      </w:r>
      <w:r w:rsidR="001B73FA" w:rsidRPr="001B73FA">
        <w:rPr>
          <w:szCs w:val="20"/>
        </w:rPr>
        <w:t>Et il savonna soigneusement son menton</w:t>
      </w:r>
      <w:r w:rsidRPr="00A4769E">
        <w:rPr>
          <w:szCs w:val="20"/>
        </w:rPr>
        <w:t>. « </w:t>
      </w:r>
      <w:r w:rsidR="001B73FA" w:rsidRPr="001B73FA">
        <w:rPr>
          <w:szCs w:val="20"/>
        </w:rPr>
        <w:t>J</w:t>
      </w:r>
      <w:r w:rsidRPr="00A4769E">
        <w:rPr>
          <w:szCs w:val="20"/>
        </w:rPr>
        <w:t>’</w:t>
      </w:r>
      <w:r w:rsidR="001B73FA" w:rsidRPr="001B73FA">
        <w:rPr>
          <w:szCs w:val="20"/>
        </w:rPr>
        <w:t>arrive de chez l</w:t>
      </w:r>
      <w:r w:rsidRPr="00A4769E">
        <w:rPr>
          <w:szCs w:val="20"/>
        </w:rPr>
        <w:t>’</w:t>
      </w:r>
      <w:r w:rsidR="001B73FA" w:rsidRPr="001B73FA">
        <w:rPr>
          <w:szCs w:val="20"/>
        </w:rPr>
        <w:t>archevêque</w:t>
      </w:r>
      <w:r w:rsidRPr="00A4769E">
        <w:rPr>
          <w:szCs w:val="20"/>
        </w:rPr>
        <w:t xml:space="preserve">, </w:t>
      </w:r>
      <w:r w:rsidR="001B73FA" w:rsidRPr="001B73FA">
        <w:rPr>
          <w:szCs w:val="20"/>
        </w:rPr>
        <w:t>dit le Marquis</w:t>
      </w:r>
      <w:r w:rsidRPr="00A4769E">
        <w:rPr>
          <w:szCs w:val="20"/>
        </w:rPr>
        <w:t>.</w:t>
      </w:r>
    </w:p>
    <w:p w14:paraId="3890DA05" w14:textId="419A4E55" w:rsidR="00462692" w:rsidRPr="00A4769E" w:rsidRDefault="00462692" w:rsidP="001B73FA">
      <w:pPr>
        <w:rPr>
          <w:szCs w:val="20"/>
        </w:rPr>
      </w:pPr>
      <w:r w:rsidRPr="00A4769E">
        <w:rPr>
          <w:szCs w:val="20"/>
        </w:rPr>
        <w:t>— </w:t>
      </w:r>
      <w:r w:rsidR="001B73FA" w:rsidRPr="001B73FA">
        <w:rPr>
          <w:szCs w:val="20"/>
        </w:rPr>
        <w:t>Comment va sa goutte</w:t>
      </w:r>
      <w:r w:rsidRPr="00A4769E">
        <w:rPr>
          <w:szCs w:val="20"/>
        </w:rPr>
        <w:t xml:space="preserve"> ? </w:t>
      </w:r>
      <w:r w:rsidR="001B73FA" w:rsidRPr="001B73FA">
        <w:rPr>
          <w:szCs w:val="20"/>
        </w:rPr>
        <w:t>dit le vicaire</w:t>
      </w:r>
      <w:r w:rsidRPr="00A4769E">
        <w:rPr>
          <w:szCs w:val="20"/>
        </w:rPr>
        <w:t>.</w:t>
      </w:r>
    </w:p>
    <w:p w14:paraId="2808BE52" w14:textId="5F2B810F" w:rsidR="00462692" w:rsidRPr="00A4769E" w:rsidRDefault="00462692" w:rsidP="001B73FA">
      <w:pPr>
        <w:rPr>
          <w:szCs w:val="20"/>
        </w:rPr>
      </w:pPr>
      <w:r w:rsidRPr="00A4769E">
        <w:rPr>
          <w:szCs w:val="20"/>
        </w:rPr>
        <w:t>— </w:t>
      </w:r>
      <w:r w:rsidR="001B73FA" w:rsidRPr="001B73FA">
        <w:rPr>
          <w:szCs w:val="20"/>
        </w:rPr>
        <w:t>Fort bien</w:t>
      </w:r>
      <w:r w:rsidRPr="00A4769E">
        <w:rPr>
          <w:szCs w:val="20"/>
        </w:rPr>
        <w:t>.</w:t>
      </w:r>
    </w:p>
    <w:p w14:paraId="727A14B8" w14:textId="7A3BF83C" w:rsidR="00462692" w:rsidRPr="00A4769E" w:rsidRDefault="00462692" w:rsidP="001B73FA">
      <w:pPr>
        <w:rPr>
          <w:szCs w:val="20"/>
        </w:rPr>
      </w:pPr>
      <w:r w:rsidRPr="00A4769E">
        <w:rPr>
          <w:szCs w:val="20"/>
        </w:rPr>
        <w:t>— </w:t>
      </w:r>
      <w:r w:rsidR="001B73FA" w:rsidRPr="001B73FA">
        <w:rPr>
          <w:szCs w:val="20"/>
        </w:rPr>
        <w:t>Qui est fort bien</w:t>
      </w:r>
      <w:r w:rsidRPr="00A4769E">
        <w:rPr>
          <w:szCs w:val="20"/>
        </w:rPr>
        <w:t xml:space="preserve"> : </w:t>
      </w:r>
      <w:r w:rsidR="001B73FA" w:rsidRPr="001B73FA">
        <w:rPr>
          <w:szCs w:val="20"/>
        </w:rPr>
        <w:t>la goutte ou l</w:t>
      </w:r>
      <w:r w:rsidRPr="00A4769E">
        <w:rPr>
          <w:szCs w:val="20"/>
        </w:rPr>
        <w:t>’</w:t>
      </w:r>
      <w:r w:rsidR="001B73FA" w:rsidRPr="001B73FA">
        <w:rPr>
          <w:szCs w:val="20"/>
        </w:rPr>
        <w:t>archevêque</w:t>
      </w:r>
      <w:r w:rsidRPr="00A4769E">
        <w:rPr>
          <w:szCs w:val="20"/>
        </w:rPr>
        <w:t> ?</w:t>
      </w:r>
    </w:p>
    <w:p w14:paraId="5079DB3E" w14:textId="016F66BC" w:rsidR="00462692" w:rsidRPr="00A4769E" w:rsidRDefault="00462692" w:rsidP="001B73FA">
      <w:pPr>
        <w:rPr>
          <w:szCs w:val="20"/>
        </w:rPr>
      </w:pPr>
      <w:r w:rsidRPr="00A4769E">
        <w:rPr>
          <w:szCs w:val="20"/>
        </w:rPr>
        <w:t>— </w:t>
      </w:r>
      <w:r w:rsidR="001B73FA" w:rsidRPr="001B73FA">
        <w:rPr>
          <w:szCs w:val="20"/>
        </w:rPr>
        <w:t>Les deux font un ensemble qui est parfait</w:t>
      </w:r>
      <w:r w:rsidRPr="00A4769E">
        <w:rPr>
          <w:szCs w:val="20"/>
        </w:rPr>
        <w:t>.</w:t>
      </w:r>
    </w:p>
    <w:p w14:paraId="6DDCB1DD" w14:textId="268A6745" w:rsidR="00462692" w:rsidRPr="00A4769E" w:rsidRDefault="00462692" w:rsidP="001B73FA">
      <w:pPr>
        <w:rPr>
          <w:szCs w:val="20"/>
        </w:rPr>
      </w:pPr>
      <w:r w:rsidRPr="00A4769E">
        <w:rPr>
          <w:szCs w:val="20"/>
        </w:rPr>
        <w:t>— </w:t>
      </w:r>
      <w:r w:rsidR="001B73FA" w:rsidRPr="001B73FA">
        <w:rPr>
          <w:szCs w:val="20"/>
        </w:rPr>
        <w:t>Alors je comprends votre intention</w:t>
      </w:r>
      <w:r w:rsidRPr="00A4769E">
        <w:rPr>
          <w:szCs w:val="20"/>
        </w:rPr>
        <w:t xml:space="preserve">, </w:t>
      </w:r>
      <w:r w:rsidR="001B73FA" w:rsidRPr="001B73FA">
        <w:rPr>
          <w:szCs w:val="20"/>
        </w:rPr>
        <w:t>dit le vicaire général</w:t>
      </w:r>
      <w:r w:rsidRPr="00A4769E">
        <w:rPr>
          <w:szCs w:val="20"/>
        </w:rPr>
        <w:t>.</w:t>
      </w:r>
    </w:p>
    <w:p w14:paraId="46A04B0B" w14:textId="51CC3E52" w:rsidR="00462692" w:rsidRPr="00A4769E" w:rsidRDefault="00462692" w:rsidP="001B73FA">
      <w:pPr>
        <w:rPr>
          <w:szCs w:val="20"/>
        </w:rPr>
      </w:pPr>
      <w:r w:rsidRPr="00A4769E">
        <w:rPr>
          <w:szCs w:val="20"/>
        </w:rPr>
        <w:t>— </w:t>
      </w:r>
      <w:r w:rsidR="001B73FA" w:rsidRPr="001B73FA">
        <w:rPr>
          <w:szCs w:val="20"/>
        </w:rPr>
        <w:t>Vous semblez ignorer que je travaille la nuit</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Rien n</w:t>
      </w:r>
      <w:r w:rsidRPr="00A4769E">
        <w:rPr>
          <w:szCs w:val="20"/>
        </w:rPr>
        <w:t>’</w:t>
      </w:r>
      <w:r w:rsidR="001B73FA" w:rsidRPr="001B73FA">
        <w:rPr>
          <w:szCs w:val="20"/>
        </w:rPr>
        <w:t>est plus touchant</w:t>
      </w:r>
      <w:r w:rsidRPr="00A4769E">
        <w:rPr>
          <w:szCs w:val="20"/>
        </w:rPr>
        <w:t xml:space="preserve">, </w:t>
      </w:r>
      <w:r w:rsidR="001B73FA" w:rsidRPr="001B73FA">
        <w:rPr>
          <w:szCs w:val="20"/>
        </w:rPr>
        <w:t>je le confesse</w:t>
      </w:r>
      <w:r w:rsidRPr="00A4769E">
        <w:rPr>
          <w:szCs w:val="20"/>
        </w:rPr>
        <w:t xml:space="preserve">, </w:t>
      </w:r>
      <w:r w:rsidR="001B73FA" w:rsidRPr="001B73FA">
        <w:rPr>
          <w:szCs w:val="20"/>
        </w:rPr>
        <w:t>que vos petits ménages de célibataires</w:t>
      </w:r>
      <w:r w:rsidRPr="00A4769E">
        <w:rPr>
          <w:szCs w:val="20"/>
        </w:rPr>
        <w:t xml:space="preserve">, </w:t>
      </w:r>
      <w:r w:rsidR="001B73FA" w:rsidRPr="001B73FA">
        <w:rPr>
          <w:szCs w:val="20"/>
        </w:rPr>
        <w:t>les remèdes sur la table de nuit de l</w:t>
      </w:r>
      <w:r w:rsidRPr="00A4769E">
        <w:rPr>
          <w:szCs w:val="20"/>
        </w:rPr>
        <w:t>’</w:t>
      </w:r>
      <w:r w:rsidR="001B73FA" w:rsidRPr="001B73FA">
        <w:rPr>
          <w:szCs w:val="20"/>
        </w:rPr>
        <w:t>archevêque et</w:t>
      </w:r>
      <w:r w:rsidRPr="00A4769E">
        <w:rPr>
          <w:szCs w:val="20"/>
        </w:rPr>
        <w:t xml:space="preserve">, </w:t>
      </w:r>
      <w:r w:rsidR="001B73FA" w:rsidRPr="001B73FA">
        <w:rPr>
          <w:szCs w:val="20"/>
        </w:rPr>
        <w:t>ici</w:t>
      </w:r>
      <w:r w:rsidRPr="00A4769E">
        <w:rPr>
          <w:szCs w:val="20"/>
        </w:rPr>
        <w:t xml:space="preserve">, </w:t>
      </w:r>
      <w:r w:rsidR="001B73FA" w:rsidRPr="001B73FA">
        <w:rPr>
          <w:szCs w:val="20"/>
        </w:rPr>
        <w:t>la casserole de café dans les braises</w:t>
      </w:r>
      <w:r w:rsidRPr="00A4769E">
        <w:rPr>
          <w:szCs w:val="20"/>
        </w:rPr>
        <w:t xml:space="preserve"> ; </w:t>
      </w:r>
      <w:r w:rsidR="001B73FA" w:rsidRPr="001B73FA">
        <w:rPr>
          <w:szCs w:val="20"/>
        </w:rPr>
        <w:t>le Paradis ne s</w:t>
      </w:r>
      <w:r w:rsidRPr="00A4769E">
        <w:rPr>
          <w:szCs w:val="20"/>
        </w:rPr>
        <w:t>’</w:t>
      </w:r>
      <w:r w:rsidR="001B73FA" w:rsidRPr="001B73FA">
        <w:rPr>
          <w:szCs w:val="20"/>
        </w:rPr>
        <w:t>écroulerait pas si l</w:t>
      </w:r>
      <w:r w:rsidRPr="00A4769E">
        <w:rPr>
          <w:szCs w:val="20"/>
        </w:rPr>
        <w:t>’</w:t>
      </w:r>
      <w:r w:rsidR="001B73FA" w:rsidRPr="001B73FA">
        <w:rPr>
          <w:szCs w:val="20"/>
        </w:rPr>
        <w:t>autre</w:t>
      </w:r>
      <w:r w:rsidRPr="00A4769E">
        <w:rPr>
          <w:szCs w:val="20"/>
        </w:rPr>
        <w:t xml:space="preserve">, </w:t>
      </w:r>
      <w:r w:rsidR="001B73FA" w:rsidRPr="001B73FA">
        <w:rPr>
          <w:szCs w:val="20"/>
        </w:rPr>
        <w:t>là-bas</w:t>
      </w:r>
      <w:r w:rsidRPr="00A4769E">
        <w:rPr>
          <w:szCs w:val="20"/>
        </w:rPr>
        <w:t xml:space="preserve">, </w:t>
      </w:r>
      <w:r w:rsidR="001B73FA" w:rsidRPr="001B73FA">
        <w:rPr>
          <w:szCs w:val="20"/>
        </w:rPr>
        <w:t>avait un valet de chambre et vous</w:t>
      </w:r>
      <w:r w:rsidRPr="00A4769E">
        <w:rPr>
          <w:szCs w:val="20"/>
        </w:rPr>
        <w:t xml:space="preserve">, </w:t>
      </w:r>
      <w:r w:rsidR="001B73FA" w:rsidRPr="001B73FA">
        <w:rPr>
          <w:szCs w:val="20"/>
        </w:rPr>
        <w:t>ici</w:t>
      </w:r>
      <w:r w:rsidRPr="00A4769E">
        <w:rPr>
          <w:szCs w:val="20"/>
        </w:rPr>
        <w:t xml:space="preserve">, </w:t>
      </w:r>
      <w:r w:rsidR="001B73FA" w:rsidRPr="001B73FA">
        <w:rPr>
          <w:szCs w:val="20"/>
        </w:rPr>
        <w:t>une débéloire</w:t>
      </w:r>
      <w:r w:rsidRPr="00A4769E">
        <w:rPr>
          <w:szCs w:val="20"/>
        </w:rPr>
        <w:t xml:space="preserve">, </w:t>
      </w:r>
      <w:r w:rsidR="001B73FA" w:rsidRPr="001B73FA">
        <w:rPr>
          <w:szCs w:val="20"/>
        </w:rPr>
        <w:t>mais vous avez vos armes</w:t>
      </w:r>
      <w:r w:rsidRPr="00A4769E">
        <w:rPr>
          <w:szCs w:val="20"/>
        </w:rPr>
        <w:t xml:space="preserve">, </w:t>
      </w:r>
      <w:r w:rsidR="001B73FA" w:rsidRPr="001B73FA">
        <w:rPr>
          <w:szCs w:val="20"/>
        </w:rPr>
        <w:t>je ne les conteste pas</w:t>
      </w:r>
      <w:r w:rsidRPr="00A4769E">
        <w:rPr>
          <w:szCs w:val="20"/>
        </w:rPr>
        <w:t xml:space="preserve">. </w:t>
      </w:r>
      <w:r w:rsidR="001B73FA" w:rsidRPr="001B73FA">
        <w:rPr>
          <w:szCs w:val="20"/>
        </w:rPr>
        <w:t>Ne contestez pas les miennes</w:t>
      </w:r>
      <w:r w:rsidRPr="00A4769E">
        <w:rPr>
          <w:szCs w:val="20"/>
        </w:rPr>
        <w:t>.</w:t>
      </w:r>
    </w:p>
    <w:p w14:paraId="6B7771FE" w14:textId="77777777" w:rsidR="00716FB6" w:rsidRDefault="00462692" w:rsidP="001B73FA">
      <w:pPr>
        <w:rPr>
          <w:szCs w:val="20"/>
        </w:rPr>
      </w:pPr>
      <w:r w:rsidRPr="00A4769E">
        <w:rPr>
          <w:szCs w:val="20"/>
        </w:rPr>
        <w:t>— </w:t>
      </w:r>
      <w:r w:rsidR="001B73FA" w:rsidRPr="001B73FA">
        <w:rPr>
          <w:szCs w:val="20"/>
        </w:rPr>
        <w:t>Je n</w:t>
      </w:r>
      <w:r w:rsidRPr="00A4769E">
        <w:rPr>
          <w:szCs w:val="20"/>
        </w:rPr>
        <w:t>’</w:t>
      </w:r>
      <w:r w:rsidR="001B73FA" w:rsidRPr="001B73FA">
        <w:rPr>
          <w:szCs w:val="20"/>
        </w:rPr>
        <w:t>ignore rien</w:t>
      </w:r>
      <w:r w:rsidRPr="00A4769E">
        <w:rPr>
          <w:szCs w:val="20"/>
        </w:rPr>
        <w:t xml:space="preserve">, </w:t>
      </w:r>
      <w:r w:rsidR="001B73FA" w:rsidRPr="001B73FA">
        <w:rPr>
          <w:szCs w:val="20"/>
        </w:rPr>
        <w:t>dit le vicaire général</w:t>
      </w:r>
      <w:r w:rsidRPr="00A4769E">
        <w:rPr>
          <w:szCs w:val="20"/>
        </w:rPr>
        <w:t xml:space="preserve">, </w:t>
      </w:r>
      <w:r w:rsidR="001B73FA" w:rsidRPr="001B73FA">
        <w:rPr>
          <w:szCs w:val="20"/>
        </w:rPr>
        <w:t>et reconnaissez que je ne vous ai pas laissé ignorer non plus que je n</w:t>
      </w:r>
      <w:r w:rsidRPr="00A4769E">
        <w:rPr>
          <w:szCs w:val="20"/>
        </w:rPr>
        <w:t>’</w:t>
      </w:r>
      <w:r w:rsidR="001B73FA" w:rsidRPr="001B73FA">
        <w:rPr>
          <w:szCs w:val="20"/>
        </w:rPr>
        <w:t>approuve ni vos méthodes de combat ni vos plans de bataille</w:t>
      </w:r>
      <w:r w:rsidRPr="00A4769E">
        <w:rPr>
          <w:szCs w:val="20"/>
        </w:rPr>
        <w:t>.</w:t>
      </w:r>
    </w:p>
    <w:p w14:paraId="0E6BC43C" w14:textId="57A837F4" w:rsidR="00462692" w:rsidRPr="00A4769E" w:rsidRDefault="00C12BE0" w:rsidP="001B73FA">
      <w:pPr>
        <w:rPr>
          <w:szCs w:val="20"/>
        </w:rPr>
      </w:pPr>
      <w:r>
        <w:rPr>
          <w:szCs w:val="20"/>
        </w:rPr>
        <w:t>— </w:t>
      </w:r>
      <w:r w:rsidR="001B73FA" w:rsidRPr="001B73FA">
        <w:rPr>
          <w:szCs w:val="20"/>
        </w:rPr>
        <w:t>Nous ne sommes pas obligés d</w:t>
      </w:r>
      <w:r w:rsidR="00462692" w:rsidRPr="00A4769E">
        <w:rPr>
          <w:szCs w:val="20"/>
        </w:rPr>
        <w:t>’</w:t>
      </w:r>
      <w:r w:rsidR="001B73FA" w:rsidRPr="001B73FA">
        <w:rPr>
          <w:szCs w:val="20"/>
        </w:rPr>
        <w:t>être d</w:t>
      </w:r>
      <w:r w:rsidR="00462692" w:rsidRPr="00A4769E">
        <w:rPr>
          <w:szCs w:val="20"/>
        </w:rPr>
        <w:t>’</w:t>
      </w:r>
      <w:r w:rsidR="001B73FA" w:rsidRPr="001B73FA">
        <w:rPr>
          <w:szCs w:val="20"/>
        </w:rPr>
        <w:t>accord</w:t>
      </w:r>
      <w:r w:rsidR="00462692" w:rsidRPr="00A4769E">
        <w:rPr>
          <w:szCs w:val="20"/>
        </w:rPr>
        <w:t xml:space="preserve">, </w:t>
      </w:r>
      <w:r w:rsidR="001B73FA" w:rsidRPr="001B73FA">
        <w:rPr>
          <w:szCs w:val="20"/>
        </w:rPr>
        <w:t>dit le Marquis</w:t>
      </w:r>
      <w:r w:rsidR="00462692" w:rsidRPr="00A4769E">
        <w:rPr>
          <w:szCs w:val="20"/>
        </w:rPr>
        <w:t>.</w:t>
      </w:r>
    </w:p>
    <w:p w14:paraId="5753E01A" w14:textId="5C0ED885" w:rsidR="00462692" w:rsidRPr="00A4769E" w:rsidRDefault="00462692" w:rsidP="001B73FA">
      <w:pPr>
        <w:rPr>
          <w:szCs w:val="20"/>
        </w:rPr>
      </w:pPr>
      <w:r w:rsidRPr="00A4769E">
        <w:rPr>
          <w:szCs w:val="20"/>
        </w:rPr>
        <w:t>— </w:t>
      </w:r>
      <w:r w:rsidR="001B73FA" w:rsidRPr="001B73FA">
        <w:rPr>
          <w:szCs w:val="20"/>
        </w:rPr>
        <w:t>Pas obligés</w:t>
      </w:r>
      <w:r w:rsidRPr="00A4769E">
        <w:rPr>
          <w:szCs w:val="20"/>
        </w:rPr>
        <w:t xml:space="preserve">, </w:t>
      </w:r>
      <w:r w:rsidR="001B73FA" w:rsidRPr="001B73FA">
        <w:rPr>
          <w:szCs w:val="20"/>
        </w:rPr>
        <w:t>certes non</w:t>
      </w:r>
      <w:r w:rsidRPr="00A4769E">
        <w:rPr>
          <w:szCs w:val="20"/>
        </w:rPr>
        <w:t xml:space="preserve">, </w:t>
      </w:r>
      <w:r w:rsidR="001B73FA" w:rsidRPr="001B73FA">
        <w:rPr>
          <w:szCs w:val="20"/>
        </w:rPr>
        <w:t>mais tout irait mieux si nous l</w:t>
      </w:r>
      <w:r w:rsidRPr="00A4769E">
        <w:rPr>
          <w:szCs w:val="20"/>
        </w:rPr>
        <w:t>’</w:t>
      </w:r>
      <w:r w:rsidR="001B73FA" w:rsidRPr="001B73FA">
        <w:rPr>
          <w:szCs w:val="20"/>
        </w:rPr>
        <w:t>étions</w:t>
      </w:r>
      <w:r w:rsidRPr="00A4769E">
        <w:rPr>
          <w:szCs w:val="20"/>
        </w:rPr>
        <w:t>.</w:t>
      </w:r>
    </w:p>
    <w:p w14:paraId="47C92906" w14:textId="46129458" w:rsidR="00462692" w:rsidRPr="00A4769E" w:rsidRDefault="00462692" w:rsidP="001B73FA">
      <w:pPr>
        <w:rPr>
          <w:szCs w:val="20"/>
        </w:rPr>
      </w:pPr>
      <w:r w:rsidRPr="00A4769E">
        <w:rPr>
          <w:szCs w:val="20"/>
        </w:rPr>
        <w:t>— </w:t>
      </w:r>
      <w:r w:rsidR="001B73FA" w:rsidRPr="001B73FA">
        <w:rPr>
          <w:szCs w:val="20"/>
        </w:rPr>
        <w:t>Je ne vois pas en quoi tout irait mieux</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De toute façon</w:t>
      </w:r>
      <w:r w:rsidRPr="00A4769E">
        <w:rPr>
          <w:szCs w:val="20"/>
        </w:rPr>
        <w:t xml:space="preserve">, </w:t>
      </w:r>
      <w:r w:rsidR="001B73FA" w:rsidRPr="001B73FA">
        <w:rPr>
          <w:szCs w:val="20"/>
        </w:rPr>
        <w:t>ai-je été choisi par le conseil</w:t>
      </w:r>
      <w:r w:rsidRPr="00A4769E">
        <w:rPr>
          <w:szCs w:val="20"/>
        </w:rPr>
        <w:t xml:space="preserve"> ? </w:t>
      </w:r>
      <w:r w:rsidR="001B73FA" w:rsidRPr="001B73FA">
        <w:rPr>
          <w:szCs w:val="20"/>
        </w:rPr>
        <w:t>Je réponds</w:t>
      </w:r>
      <w:r w:rsidRPr="00A4769E">
        <w:rPr>
          <w:szCs w:val="20"/>
        </w:rPr>
        <w:t xml:space="preserve"> : </w:t>
      </w:r>
      <w:r w:rsidR="001B73FA" w:rsidRPr="001B73FA">
        <w:rPr>
          <w:szCs w:val="20"/>
        </w:rPr>
        <w:t>oui</w:t>
      </w:r>
      <w:r w:rsidRPr="00A4769E">
        <w:rPr>
          <w:szCs w:val="20"/>
        </w:rPr>
        <w:t>.</w:t>
      </w:r>
    </w:p>
    <w:p w14:paraId="0C5F6934" w14:textId="77777777" w:rsidR="00716FB6" w:rsidRDefault="00462692" w:rsidP="001B73FA">
      <w:pPr>
        <w:rPr>
          <w:szCs w:val="20"/>
        </w:rPr>
      </w:pPr>
      <w:r w:rsidRPr="00A4769E">
        <w:rPr>
          <w:szCs w:val="20"/>
        </w:rPr>
        <w:lastRenderedPageBreak/>
        <w:t>— </w:t>
      </w:r>
      <w:r w:rsidR="001B73FA" w:rsidRPr="001B73FA">
        <w:rPr>
          <w:szCs w:val="20"/>
        </w:rPr>
        <w:t>Moi aussi</w:t>
      </w:r>
      <w:r w:rsidRPr="00A4769E">
        <w:rPr>
          <w:szCs w:val="20"/>
        </w:rPr>
        <w:t xml:space="preserve">, </w:t>
      </w:r>
      <w:r w:rsidR="001B73FA" w:rsidRPr="001B73FA">
        <w:rPr>
          <w:szCs w:val="20"/>
        </w:rPr>
        <w:t>dit le vicaire général</w:t>
      </w:r>
      <w:r w:rsidRPr="00A4769E">
        <w:rPr>
          <w:szCs w:val="20"/>
        </w:rPr>
        <w:t>.</w:t>
      </w:r>
    </w:p>
    <w:p w14:paraId="0B37B462" w14:textId="020EC9C6" w:rsidR="00462692" w:rsidRPr="00A4769E" w:rsidRDefault="00C12BE0" w:rsidP="001B73FA">
      <w:pPr>
        <w:rPr>
          <w:szCs w:val="20"/>
        </w:rPr>
      </w:pPr>
      <w:r>
        <w:rPr>
          <w:szCs w:val="20"/>
        </w:rPr>
        <w:t>— </w:t>
      </w:r>
      <w:r w:rsidR="001B73FA" w:rsidRPr="001B73FA">
        <w:rPr>
          <w:szCs w:val="20"/>
        </w:rPr>
        <w:t>Il était entendu que</w:t>
      </w:r>
      <w:r w:rsidR="00462692" w:rsidRPr="00A4769E">
        <w:rPr>
          <w:szCs w:val="20"/>
        </w:rPr>
        <w:t xml:space="preserve">, </w:t>
      </w:r>
      <w:r w:rsidR="001B73FA" w:rsidRPr="001B73FA">
        <w:rPr>
          <w:szCs w:val="20"/>
        </w:rPr>
        <w:t>seuls</w:t>
      </w:r>
      <w:r w:rsidR="00462692" w:rsidRPr="00A4769E">
        <w:rPr>
          <w:szCs w:val="20"/>
        </w:rPr>
        <w:t xml:space="preserve">, </w:t>
      </w:r>
      <w:r w:rsidR="001B73FA" w:rsidRPr="001B73FA">
        <w:rPr>
          <w:szCs w:val="20"/>
        </w:rPr>
        <w:t>les résultats compteraient</w:t>
      </w:r>
      <w:r w:rsidR="00462692" w:rsidRPr="00A4769E">
        <w:rPr>
          <w:szCs w:val="20"/>
        </w:rPr>
        <w:t xml:space="preserve">. </w:t>
      </w:r>
      <w:r w:rsidR="001B73FA" w:rsidRPr="001B73FA">
        <w:rPr>
          <w:szCs w:val="20"/>
        </w:rPr>
        <w:t>Je suis à mon poste de commandement depuis deux ans</w:t>
      </w:r>
      <w:r w:rsidR="00462692" w:rsidRPr="00A4769E">
        <w:rPr>
          <w:szCs w:val="20"/>
        </w:rPr>
        <w:t xml:space="preserve">. </w:t>
      </w:r>
      <w:r w:rsidR="001B73FA" w:rsidRPr="001B73FA">
        <w:rPr>
          <w:szCs w:val="20"/>
        </w:rPr>
        <w:t>J</w:t>
      </w:r>
      <w:r w:rsidR="00462692" w:rsidRPr="00A4769E">
        <w:rPr>
          <w:szCs w:val="20"/>
        </w:rPr>
        <w:t>’</w:t>
      </w:r>
      <w:r w:rsidR="001B73FA" w:rsidRPr="001B73FA">
        <w:rPr>
          <w:szCs w:val="20"/>
        </w:rPr>
        <w:t>ai créé tout seul la machine qui</w:t>
      </w:r>
      <w:r w:rsidR="00462692" w:rsidRPr="00A4769E">
        <w:rPr>
          <w:szCs w:val="20"/>
        </w:rPr>
        <w:t xml:space="preserve">, </w:t>
      </w:r>
      <w:r w:rsidR="001B73FA" w:rsidRPr="001B73FA">
        <w:rPr>
          <w:szCs w:val="20"/>
        </w:rPr>
        <w:t>en un an et demi</w:t>
      </w:r>
      <w:r w:rsidR="00462692" w:rsidRPr="00A4769E">
        <w:rPr>
          <w:szCs w:val="20"/>
        </w:rPr>
        <w:t xml:space="preserve">, </w:t>
      </w:r>
      <w:r w:rsidR="001B73FA" w:rsidRPr="001B73FA">
        <w:rPr>
          <w:szCs w:val="20"/>
        </w:rPr>
        <w:t>vous a apporté un million sept cent mille francs</w:t>
      </w:r>
      <w:r w:rsidR="00462692" w:rsidRPr="00A4769E">
        <w:rPr>
          <w:szCs w:val="20"/>
        </w:rPr>
        <w:t xml:space="preserve">. </w:t>
      </w:r>
      <w:r w:rsidR="001B73FA" w:rsidRPr="001B73FA">
        <w:rPr>
          <w:szCs w:val="20"/>
        </w:rPr>
        <w:t>Un million la première année</w:t>
      </w:r>
      <w:r w:rsidR="00462692" w:rsidRPr="00A4769E">
        <w:rPr>
          <w:szCs w:val="20"/>
        </w:rPr>
        <w:t xml:space="preserve">, </w:t>
      </w:r>
      <w:r w:rsidR="001B73FA" w:rsidRPr="001B73FA">
        <w:rPr>
          <w:szCs w:val="20"/>
        </w:rPr>
        <w:t>et sept cent mille francs en six mois</w:t>
      </w:r>
      <w:r w:rsidR="00462692" w:rsidRPr="00A4769E">
        <w:rPr>
          <w:szCs w:val="20"/>
        </w:rPr>
        <w:t xml:space="preserve">… </w:t>
      </w:r>
      <w:r w:rsidR="001B73FA" w:rsidRPr="001B73FA">
        <w:rPr>
          <w:szCs w:val="20"/>
        </w:rPr>
        <w:t>Sans risques</w:t>
      </w:r>
      <w:r w:rsidR="00462692" w:rsidRPr="00A4769E">
        <w:rPr>
          <w:szCs w:val="20"/>
        </w:rPr>
        <w:t xml:space="preserve">, </w:t>
      </w:r>
      <w:r w:rsidR="001B73FA" w:rsidRPr="001B73FA">
        <w:rPr>
          <w:szCs w:val="20"/>
        </w:rPr>
        <w:t>pour vous tout au moins</w:t>
      </w:r>
      <w:r w:rsidR="00462692" w:rsidRPr="00A4769E">
        <w:rPr>
          <w:szCs w:val="20"/>
        </w:rPr>
        <w:t xml:space="preserve">, </w:t>
      </w:r>
      <w:r w:rsidR="001B73FA" w:rsidRPr="001B73FA">
        <w:rPr>
          <w:szCs w:val="20"/>
        </w:rPr>
        <w:t>car je les prends tous sur ma tête</w:t>
      </w:r>
      <w:r w:rsidR="00462692" w:rsidRPr="00A4769E">
        <w:rPr>
          <w:szCs w:val="20"/>
        </w:rPr>
        <w:t xml:space="preserve">. </w:t>
      </w:r>
      <w:r w:rsidR="001B73FA" w:rsidRPr="001B73FA">
        <w:rPr>
          <w:szCs w:val="20"/>
        </w:rPr>
        <w:t>Cette nuit encore</w:t>
      </w:r>
      <w:r w:rsidR="00462692" w:rsidRPr="00A4769E">
        <w:rPr>
          <w:szCs w:val="20"/>
        </w:rPr>
        <w:t xml:space="preserve">, </w:t>
      </w:r>
      <w:r w:rsidR="001B73FA" w:rsidRPr="001B73FA">
        <w:rPr>
          <w:szCs w:val="20"/>
        </w:rPr>
        <w:t>j</w:t>
      </w:r>
      <w:r w:rsidR="00462692" w:rsidRPr="00A4769E">
        <w:rPr>
          <w:szCs w:val="20"/>
        </w:rPr>
        <w:t>’</w:t>
      </w:r>
      <w:r w:rsidR="001B73FA" w:rsidRPr="001B73FA">
        <w:rPr>
          <w:szCs w:val="20"/>
        </w:rPr>
        <w:t>ai apporté cent cinquante mille écus</w:t>
      </w:r>
      <w:r w:rsidR="00462692" w:rsidRPr="00A4769E">
        <w:rPr>
          <w:szCs w:val="20"/>
        </w:rPr>
        <w:t>.</w:t>
      </w:r>
    </w:p>
    <w:p w14:paraId="730FC7F9" w14:textId="6B40C16E" w:rsidR="00462692" w:rsidRPr="00A4769E" w:rsidRDefault="00462692" w:rsidP="001B73FA">
      <w:pPr>
        <w:rPr>
          <w:szCs w:val="20"/>
        </w:rPr>
      </w:pPr>
      <w:r w:rsidRPr="00A4769E">
        <w:rPr>
          <w:szCs w:val="20"/>
        </w:rPr>
        <w:t>— </w:t>
      </w:r>
      <w:r w:rsidR="001B73FA" w:rsidRPr="001B73FA">
        <w:rPr>
          <w:szCs w:val="20"/>
        </w:rPr>
        <w:t>Cette nuit</w:t>
      </w:r>
      <w:r w:rsidRPr="00A4769E">
        <w:rPr>
          <w:szCs w:val="20"/>
        </w:rPr>
        <w:t xml:space="preserve"> ? </w:t>
      </w:r>
      <w:r w:rsidR="001B73FA" w:rsidRPr="001B73FA">
        <w:rPr>
          <w:szCs w:val="20"/>
        </w:rPr>
        <w:t>dit le vicaire général</w:t>
      </w:r>
      <w:r w:rsidRPr="00A4769E">
        <w:rPr>
          <w:szCs w:val="20"/>
        </w:rPr>
        <w:t xml:space="preserve">. </w:t>
      </w:r>
      <w:r w:rsidR="001B73FA" w:rsidRPr="001B73FA">
        <w:rPr>
          <w:szCs w:val="20"/>
        </w:rPr>
        <w:t>De quel côté avez-vous donc travaillé</w:t>
      </w:r>
      <w:r w:rsidRPr="00A4769E">
        <w:rPr>
          <w:szCs w:val="20"/>
        </w:rPr>
        <w:t xml:space="preserve"> ? </w:t>
      </w:r>
      <w:r w:rsidR="001B73FA" w:rsidRPr="001B73FA">
        <w:rPr>
          <w:szCs w:val="20"/>
        </w:rPr>
        <w:t>N</w:t>
      </w:r>
      <w:r w:rsidRPr="00A4769E">
        <w:rPr>
          <w:szCs w:val="20"/>
        </w:rPr>
        <w:t>’</w:t>
      </w:r>
      <w:r w:rsidR="001B73FA" w:rsidRPr="001B73FA">
        <w:rPr>
          <w:szCs w:val="20"/>
        </w:rPr>
        <w:t>ont-ils pas prévu un système d</w:t>
      </w:r>
      <w:r w:rsidRPr="00A4769E">
        <w:rPr>
          <w:szCs w:val="20"/>
        </w:rPr>
        <w:t>’</w:t>
      </w:r>
      <w:r w:rsidR="001B73FA" w:rsidRPr="001B73FA">
        <w:rPr>
          <w:szCs w:val="20"/>
        </w:rPr>
        <w:t>escorte à cheval</w:t>
      </w:r>
      <w:r w:rsidRPr="00A4769E">
        <w:rPr>
          <w:szCs w:val="20"/>
        </w:rPr>
        <w:t xml:space="preserve"> ? </w:t>
      </w:r>
      <w:r w:rsidR="001B73FA" w:rsidRPr="001B73FA">
        <w:rPr>
          <w:szCs w:val="20"/>
        </w:rPr>
        <w:t>Le colonel de gendarmerie m</w:t>
      </w:r>
      <w:r w:rsidRPr="00A4769E">
        <w:rPr>
          <w:szCs w:val="20"/>
        </w:rPr>
        <w:t>’</w:t>
      </w:r>
      <w:r w:rsidR="001B73FA" w:rsidRPr="001B73FA">
        <w:rPr>
          <w:szCs w:val="20"/>
        </w:rPr>
        <w:t>a parlé</w:t>
      </w:r>
      <w:r w:rsidRPr="00A4769E">
        <w:rPr>
          <w:szCs w:val="20"/>
        </w:rPr>
        <w:t xml:space="preserve">, </w:t>
      </w:r>
      <w:r w:rsidR="001B73FA" w:rsidRPr="001B73FA">
        <w:rPr>
          <w:szCs w:val="20"/>
        </w:rPr>
        <w:t>sous le sceau du secret</w:t>
      </w:r>
      <w:r w:rsidRPr="00A4769E">
        <w:rPr>
          <w:szCs w:val="20"/>
        </w:rPr>
        <w:t xml:space="preserve">, </w:t>
      </w:r>
      <w:r w:rsidR="001B73FA" w:rsidRPr="001B73FA">
        <w:rPr>
          <w:szCs w:val="20"/>
        </w:rPr>
        <w:t>d</w:t>
      </w:r>
      <w:r w:rsidRPr="00A4769E">
        <w:rPr>
          <w:szCs w:val="20"/>
        </w:rPr>
        <w:t>’</w:t>
      </w:r>
      <w:r w:rsidR="001B73FA" w:rsidRPr="001B73FA">
        <w:rPr>
          <w:szCs w:val="20"/>
        </w:rPr>
        <w:t>une combinaison de patrouilles volantes et de je ne sais combien de postes fixes</w:t>
      </w:r>
      <w:r w:rsidRPr="00A4769E">
        <w:rPr>
          <w:szCs w:val="20"/>
        </w:rPr>
        <w:t xml:space="preserve">, </w:t>
      </w:r>
      <w:r w:rsidR="001B73FA" w:rsidRPr="001B73FA">
        <w:rPr>
          <w:szCs w:val="20"/>
        </w:rPr>
        <w:t>dont il serait d</w:t>
      </w:r>
      <w:r w:rsidRPr="00A4769E">
        <w:rPr>
          <w:szCs w:val="20"/>
        </w:rPr>
        <w:t>’</w:t>
      </w:r>
      <w:r w:rsidR="001B73FA" w:rsidRPr="001B73FA">
        <w:rPr>
          <w:szCs w:val="20"/>
        </w:rPr>
        <w:t>ailleurs facile de vous préciser les points exacts où ils se trouvent</w:t>
      </w:r>
      <w:r w:rsidRPr="00A4769E">
        <w:rPr>
          <w:szCs w:val="20"/>
        </w:rPr>
        <w:t xml:space="preserve">, </w:t>
      </w:r>
      <w:r w:rsidR="001B73FA" w:rsidRPr="001B73FA">
        <w:rPr>
          <w:szCs w:val="20"/>
        </w:rPr>
        <w:t>pour peu que cela vous soit utile</w:t>
      </w:r>
      <w:r w:rsidRPr="00A4769E">
        <w:rPr>
          <w:szCs w:val="20"/>
        </w:rPr>
        <w:t>.</w:t>
      </w:r>
    </w:p>
    <w:p w14:paraId="3F779A63" w14:textId="191C043F" w:rsidR="00462692" w:rsidRPr="00A4769E" w:rsidRDefault="00462692" w:rsidP="001B73FA">
      <w:pPr>
        <w:rPr>
          <w:szCs w:val="20"/>
        </w:rPr>
      </w:pPr>
      <w:r w:rsidRPr="00A4769E">
        <w:rPr>
          <w:szCs w:val="20"/>
        </w:rPr>
        <w:t>— </w:t>
      </w:r>
      <w:r w:rsidR="001B73FA" w:rsidRPr="001B73FA">
        <w:rPr>
          <w:szCs w:val="20"/>
        </w:rPr>
        <w:t>Ne vous occupez pas des combinaisons de la gendarmerie</w:t>
      </w:r>
      <w:r w:rsidRPr="00A4769E">
        <w:rPr>
          <w:szCs w:val="20"/>
        </w:rPr>
        <w:t xml:space="preserve">, </w:t>
      </w:r>
      <w:r w:rsidR="001B73FA" w:rsidRPr="001B73FA">
        <w:rPr>
          <w:szCs w:val="20"/>
        </w:rPr>
        <w:t>coupa le Marquis</w:t>
      </w:r>
      <w:r w:rsidRPr="00A4769E">
        <w:rPr>
          <w:szCs w:val="20"/>
        </w:rPr>
        <w:t xml:space="preserve">, </w:t>
      </w:r>
      <w:r w:rsidR="001B73FA" w:rsidRPr="001B73FA">
        <w:rPr>
          <w:szCs w:val="20"/>
        </w:rPr>
        <w:t>ni des côtés où je travaille</w:t>
      </w:r>
      <w:r w:rsidR="00D045B2">
        <w:rPr>
          <w:szCs w:val="20"/>
        </w:rPr>
        <w:t>,</w:t>
      </w:r>
      <w:r w:rsidR="001B73FA" w:rsidRPr="001B73FA">
        <w:rPr>
          <w:szCs w:val="20"/>
        </w:rPr>
        <w:t xml:space="preserve"> ni de mes façons de travailler</w:t>
      </w:r>
      <w:r w:rsidRPr="00A4769E">
        <w:rPr>
          <w:szCs w:val="20"/>
        </w:rPr>
        <w:t xml:space="preserve">. </w:t>
      </w:r>
      <w:r w:rsidR="001B73FA" w:rsidRPr="001B73FA">
        <w:rPr>
          <w:szCs w:val="20"/>
        </w:rPr>
        <w:t>Comptez les millions</w:t>
      </w:r>
      <w:r w:rsidRPr="00A4769E">
        <w:rPr>
          <w:szCs w:val="20"/>
        </w:rPr>
        <w:t xml:space="preserve">, </w:t>
      </w:r>
      <w:r w:rsidR="001B73FA" w:rsidRPr="001B73FA">
        <w:rPr>
          <w:szCs w:val="20"/>
        </w:rPr>
        <w:t>c</w:t>
      </w:r>
      <w:r w:rsidRPr="00A4769E">
        <w:rPr>
          <w:szCs w:val="20"/>
        </w:rPr>
        <w:t>’</w:t>
      </w:r>
      <w:r w:rsidR="001B73FA" w:rsidRPr="001B73FA">
        <w:rPr>
          <w:szCs w:val="20"/>
        </w:rPr>
        <w:t>est tout ce que je vous demande</w:t>
      </w:r>
      <w:r w:rsidRPr="00A4769E">
        <w:rPr>
          <w:szCs w:val="20"/>
        </w:rPr>
        <w:t xml:space="preserve">. </w:t>
      </w:r>
      <w:r w:rsidR="001B73FA" w:rsidRPr="001B73FA">
        <w:rPr>
          <w:szCs w:val="20"/>
        </w:rPr>
        <w:t>Vous ne pouvez pas prétendre que votre rôle est difficile</w:t>
      </w:r>
      <w:r w:rsidRPr="00A4769E">
        <w:rPr>
          <w:szCs w:val="20"/>
        </w:rPr>
        <w:t xml:space="preserve">. </w:t>
      </w:r>
      <w:r w:rsidR="001B73FA" w:rsidRPr="001B73FA">
        <w:rPr>
          <w:szCs w:val="20"/>
        </w:rPr>
        <w:t>Je me suis toujours laissé dire que le clergé avait des dons particuliers pour la gérance des fortunes</w:t>
      </w:r>
      <w:r w:rsidRPr="00A4769E">
        <w:rPr>
          <w:szCs w:val="20"/>
        </w:rPr>
        <w:t xml:space="preserve">. </w:t>
      </w:r>
      <w:r w:rsidR="001B73FA" w:rsidRPr="001B73FA">
        <w:rPr>
          <w:szCs w:val="20"/>
        </w:rPr>
        <w:t>Gérez celle que je vous apporte</w:t>
      </w:r>
      <w:r w:rsidRPr="00A4769E">
        <w:rPr>
          <w:szCs w:val="20"/>
        </w:rPr>
        <w:t xml:space="preserve">. </w:t>
      </w:r>
      <w:r w:rsidR="001B73FA" w:rsidRPr="001B73FA">
        <w:rPr>
          <w:szCs w:val="20"/>
        </w:rPr>
        <w:t>Vous êtes à votre place et moi à la mienne</w:t>
      </w:r>
      <w:r w:rsidRPr="00A4769E">
        <w:rPr>
          <w:szCs w:val="20"/>
        </w:rPr>
        <w:t xml:space="preserve">. </w:t>
      </w:r>
      <w:r w:rsidR="001B73FA" w:rsidRPr="001B73FA">
        <w:rPr>
          <w:szCs w:val="20"/>
        </w:rPr>
        <w:t>Mais</w:t>
      </w:r>
      <w:r w:rsidRPr="00A4769E">
        <w:rPr>
          <w:szCs w:val="20"/>
        </w:rPr>
        <w:t xml:space="preserve">, </w:t>
      </w:r>
      <w:r w:rsidR="001B73FA" w:rsidRPr="001B73FA">
        <w:rPr>
          <w:szCs w:val="20"/>
        </w:rPr>
        <w:t>quand j</w:t>
      </w:r>
      <w:r w:rsidRPr="00A4769E">
        <w:rPr>
          <w:szCs w:val="20"/>
        </w:rPr>
        <w:t>’</w:t>
      </w:r>
      <w:r w:rsidR="001B73FA" w:rsidRPr="001B73FA">
        <w:rPr>
          <w:szCs w:val="20"/>
        </w:rPr>
        <w:t>arrive avec l</w:t>
      </w:r>
      <w:r w:rsidRPr="00A4769E">
        <w:rPr>
          <w:szCs w:val="20"/>
        </w:rPr>
        <w:t>’</w:t>
      </w:r>
      <w:r w:rsidR="001B73FA" w:rsidRPr="001B73FA">
        <w:rPr>
          <w:szCs w:val="20"/>
        </w:rPr>
        <w:t>intention d</w:t>
      </w:r>
      <w:r w:rsidRPr="00A4769E">
        <w:rPr>
          <w:szCs w:val="20"/>
        </w:rPr>
        <w:t>’</w:t>
      </w:r>
      <w:r w:rsidR="001B73FA" w:rsidRPr="001B73FA">
        <w:rPr>
          <w:szCs w:val="20"/>
        </w:rPr>
        <w:t>enlever mes bottes pendant cinq minutes</w:t>
      </w:r>
      <w:r w:rsidRPr="00A4769E">
        <w:rPr>
          <w:szCs w:val="20"/>
        </w:rPr>
        <w:t xml:space="preserve">, </w:t>
      </w:r>
      <w:r w:rsidR="001B73FA" w:rsidRPr="001B73FA">
        <w:rPr>
          <w:szCs w:val="20"/>
        </w:rPr>
        <w:t>je ne voudrais pas être obligé de lutter de finesse</w:t>
      </w:r>
      <w:r w:rsidRPr="00A4769E">
        <w:rPr>
          <w:szCs w:val="20"/>
        </w:rPr>
        <w:t xml:space="preserve">, </w:t>
      </w:r>
      <w:r w:rsidR="001B73FA" w:rsidRPr="001B73FA">
        <w:rPr>
          <w:szCs w:val="20"/>
        </w:rPr>
        <w:t>pendant des heures</w:t>
      </w:r>
      <w:r w:rsidRPr="00A4769E">
        <w:rPr>
          <w:szCs w:val="20"/>
        </w:rPr>
        <w:t xml:space="preserve">, </w:t>
      </w:r>
      <w:r w:rsidR="001B73FA" w:rsidRPr="001B73FA">
        <w:rPr>
          <w:szCs w:val="20"/>
        </w:rPr>
        <w:t>avec un prélat qui se sert de sa goutte comme moi de mes pistolets</w:t>
      </w:r>
      <w:r w:rsidRPr="00A4769E">
        <w:rPr>
          <w:szCs w:val="20"/>
        </w:rPr>
        <w:t>.</w:t>
      </w:r>
    </w:p>
    <w:p w14:paraId="6A6A966A" w14:textId="65F89B91" w:rsidR="00462692" w:rsidRPr="00A4769E" w:rsidRDefault="00462692" w:rsidP="001B73FA">
      <w:pPr>
        <w:rPr>
          <w:szCs w:val="20"/>
        </w:rPr>
      </w:pPr>
      <w:r w:rsidRPr="00A4769E">
        <w:rPr>
          <w:szCs w:val="20"/>
        </w:rPr>
        <w:t>— </w:t>
      </w:r>
      <w:r w:rsidR="001B73FA" w:rsidRPr="001B73FA">
        <w:rPr>
          <w:szCs w:val="20"/>
        </w:rPr>
        <w:t>Des heures</w:t>
      </w:r>
      <w:r w:rsidRPr="00A4769E">
        <w:rPr>
          <w:szCs w:val="20"/>
        </w:rPr>
        <w:t xml:space="preserve">, </w:t>
      </w:r>
      <w:r w:rsidR="001B73FA" w:rsidRPr="001B73FA">
        <w:rPr>
          <w:szCs w:val="20"/>
        </w:rPr>
        <w:t>dit le vicaire général</w:t>
      </w:r>
      <w:r w:rsidRPr="00A4769E">
        <w:rPr>
          <w:szCs w:val="20"/>
        </w:rPr>
        <w:t xml:space="preserve">, </w:t>
      </w:r>
      <w:r w:rsidR="001B73FA" w:rsidRPr="001B73FA">
        <w:rPr>
          <w:szCs w:val="20"/>
        </w:rPr>
        <w:t>quel maladroit</w:t>
      </w:r>
      <w:r w:rsidRPr="00A4769E">
        <w:rPr>
          <w:szCs w:val="20"/>
        </w:rPr>
        <w:t xml:space="preserve"> ! </w:t>
      </w:r>
      <w:r w:rsidR="001B73FA" w:rsidRPr="001B73FA">
        <w:rPr>
          <w:szCs w:val="20"/>
        </w:rPr>
        <w:t>Je vous plains bien sincèrement</w:t>
      </w:r>
      <w:r w:rsidRPr="00A4769E">
        <w:rPr>
          <w:szCs w:val="20"/>
        </w:rPr>
        <w:t xml:space="preserve">. </w:t>
      </w:r>
      <w:r w:rsidR="001B73FA" w:rsidRPr="001B73FA">
        <w:rPr>
          <w:szCs w:val="20"/>
        </w:rPr>
        <w:t xml:space="preserve">Tirez donc vos bottes en toute </w:t>
      </w:r>
      <w:r w:rsidR="001B73FA" w:rsidRPr="001B73FA">
        <w:rPr>
          <w:szCs w:val="20"/>
        </w:rPr>
        <w:lastRenderedPageBreak/>
        <w:t>sécurité ici même</w:t>
      </w:r>
      <w:r w:rsidRPr="00A4769E">
        <w:rPr>
          <w:szCs w:val="20"/>
        </w:rPr>
        <w:t xml:space="preserve">, </w:t>
      </w:r>
      <w:r w:rsidR="001B73FA" w:rsidRPr="001B73FA">
        <w:rPr>
          <w:szCs w:val="20"/>
        </w:rPr>
        <w:t>cher ami</w:t>
      </w:r>
      <w:r w:rsidRPr="00A4769E">
        <w:rPr>
          <w:szCs w:val="20"/>
        </w:rPr>
        <w:t xml:space="preserve">, </w:t>
      </w:r>
      <w:r w:rsidR="001B73FA" w:rsidRPr="001B73FA">
        <w:rPr>
          <w:szCs w:val="20"/>
        </w:rPr>
        <w:t>je trouverai bien une paire de pantoufles à vous prêter</w:t>
      </w:r>
      <w:r w:rsidRPr="00A4769E">
        <w:rPr>
          <w:szCs w:val="20"/>
        </w:rPr>
        <w:t>.</w:t>
      </w:r>
    </w:p>
    <w:p w14:paraId="1619412B" w14:textId="65559DA3" w:rsidR="00462692" w:rsidRPr="00A4769E" w:rsidRDefault="00462692" w:rsidP="001B73FA">
      <w:pPr>
        <w:rPr>
          <w:szCs w:val="20"/>
        </w:rPr>
      </w:pPr>
      <w:r w:rsidRPr="00A4769E">
        <w:rPr>
          <w:szCs w:val="20"/>
        </w:rPr>
        <w:t>— </w:t>
      </w:r>
      <w:r w:rsidR="001B73FA" w:rsidRPr="001B73FA">
        <w:rPr>
          <w:szCs w:val="20"/>
        </w:rPr>
        <w:t>J</w:t>
      </w:r>
      <w:r w:rsidRPr="00A4769E">
        <w:rPr>
          <w:szCs w:val="20"/>
        </w:rPr>
        <w:t>’</w:t>
      </w:r>
      <w:r w:rsidR="001B73FA" w:rsidRPr="001B73FA">
        <w:rPr>
          <w:szCs w:val="20"/>
        </w:rPr>
        <w:t>ai gardé pendant trois mois</w:t>
      </w:r>
      <w:r w:rsidRPr="00A4769E">
        <w:rPr>
          <w:szCs w:val="20"/>
        </w:rPr>
        <w:t xml:space="preserve">, </w:t>
      </w:r>
      <w:r w:rsidR="001B73FA" w:rsidRPr="001B73FA">
        <w:rPr>
          <w:szCs w:val="20"/>
        </w:rPr>
        <w:t>cet été</w:t>
      </w:r>
      <w:r w:rsidRPr="00A4769E">
        <w:rPr>
          <w:szCs w:val="20"/>
        </w:rPr>
        <w:t xml:space="preserve">, </w:t>
      </w:r>
      <w:r w:rsidR="001B73FA" w:rsidRPr="001B73FA">
        <w:rPr>
          <w:szCs w:val="20"/>
        </w:rPr>
        <w:t>votre évêque syrien qui ne dissimulait pas sa qualité d</w:t>
      </w:r>
      <w:r w:rsidRPr="00A4769E">
        <w:rPr>
          <w:szCs w:val="20"/>
        </w:rPr>
        <w:t>’</w:t>
      </w:r>
      <w:r w:rsidR="001B73FA" w:rsidRPr="001B73FA">
        <w:rPr>
          <w:szCs w:val="20"/>
        </w:rPr>
        <w:t>observateur</w:t>
      </w:r>
      <w:r w:rsidRPr="00A4769E">
        <w:rPr>
          <w:szCs w:val="20"/>
        </w:rPr>
        <w:t xml:space="preserve">, </w:t>
      </w:r>
      <w:r w:rsidR="001B73FA" w:rsidRPr="001B73FA">
        <w:rPr>
          <w:szCs w:val="20"/>
        </w:rPr>
        <w:t>poursuivit le Marquis</w:t>
      </w:r>
      <w:r w:rsidRPr="00A4769E">
        <w:rPr>
          <w:szCs w:val="20"/>
        </w:rPr>
        <w:t xml:space="preserve">. </w:t>
      </w:r>
      <w:r w:rsidR="001B73FA" w:rsidRPr="001B73FA">
        <w:rPr>
          <w:szCs w:val="20"/>
        </w:rPr>
        <w:t>Je vous l</w:t>
      </w:r>
      <w:r w:rsidRPr="00A4769E">
        <w:rPr>
          <w:szCs w:val="20"/>
        </w:rPr>
        <w:t>’</w:t>
      </w:r>
      <w:r w:rsidR="001B73FA" w:rsidRPr="001B73FA">
        <w:rPr>
          <w:szCs w:val="20"/>
        </w:rPr>
        <w:t>ai rendu</w:t>
      </w:r>
      <w:r w:rsidRPr="00A4769E">
        <w:rPr>
          <w:szCs w:val="20"/>
        </w:rPr>
        <w:t xml:space="preserve">. </w:t>
      </w:r>
      <w:r w:rsidR="001B73FA" w:rsidRPr="001B73FA">
        <w:rPr>
          <w:szCs w:val="20"/>
        </w:rPr>
        <w:t>Envoyez-le donc faire des quêtes sous les cèdres du Liban</w:t>
      </w:r>
      <w:r w:rsidRPr="00A4769E">
        <w:rPr>
          <w:szCs w:val="20"/>
        </w:rPr>
        <w:t xml:space="preserve">. </w:t>
      </w:r>
      <w:r w:rsidR="001B73FA" w:rsidRPr="001B73FA">
        <w:rPr>
          <w:szCs w:val="20"/>
        </w:rPr>
        <w:t>C</w:t>
      </w:r>
      <w:r w:rsidRPr="00A4769E">
        <w:rPr>
          <w:szCs w:val="20"/>
        </w:rPr>
        <w:t>’</w:t>
      </w:r>
      <w:r w:rsidR="001B73FA" w:rsidRPr="001B73FA">
        <w:rPr>
          <w:szCs w:val="20"/>
        </w:rPr>
        <w:t>est tout ce qu</w:t>
      </w:r>
      <w:r w:rsidRPr="00A4769E">
        <w:rPr>
          <w:szCs w:val="20"/>
        </w:rPr>
        <w:t>’</w:t>
      </w:r>
      <w:r w:rsidR="001B73FA" w:rsidRPr="001B73FA">
        <w:rPr>
          <w:szCs w:val="20"/>
        </w:rPr>
        <w:t>il peut faire</w:t>
      </w:r>
      <w:r w:rsidRPr="00A4769E">
        <w:rPr>
          <w:szCs w:val="20"/>
        </w:rPr>
        <w:t xml:space="preserve"> ; </w:t>
      </w:r>
      <w:r w:rsidR="001B73FA" w:rsidRPr="001B73FA">
        <w:rPr>
          <w:szCs w:val="20"/>
        </w:rPr>
        <w:t>et je vous préviens que si jamais il trouve une pièce d</w:t>
      </w:r>
      <w:r w:rsidRPr="00A4769E">
        <w:rPr>
          <w:szCs w:val="20"/>
        </w:rPr>
        <w:t>’</w:t>
      </w:r>
      <w:r w:rsidR="001B73FA" w:rsidRPr="001B73FA">
        <w:rPr>
          <w:szCs w:val="20"/>
        </w:rPr>
        <w:t>or dans son plateau il tombera à genoux dans la poussière</w:t>
      </w:r>
      <w:r w:rsidRPr="00A4769E">
        <w:rPr>
          <w:szCs w:val="20"/>
        </w:rPr>
        <w:t xml:space="preserve">. </w:t>
      </w:r>
      <w:r w:rsidR="001B73FA" w:rsidRPr="001B73FA">
        <w:rPr>
          <w:szCs w:val="20"/>
        </w:rPr>
        <w:t>Il n</w:t>
      </w:r>
      <w:r w:rsidRPr="00A4769E">
        <w:rPr>
          <w:szCs w:val="20"/>
        </w:rPr>
        <w:t>’</w:t>
      </w:r>
      <w:r w:rsidR="001B73FA" w:rsidRPr="001B73FA">
        <w:rPr>
          <w:szCs w:val="20"/>
        </w:rPr>
        <w:t>est pas fait pour les entreprises qui demandent du sang-froid</w:t>
      </w:r>
      <w:r w:rsidRPr="00A4769E">
        <w:rPr>
          <w:szCs w:val="20"/>
        </w:rPr>
        <w:t xml:space="preserve">. </w:t>
      </w:r>
      <w:r w:rsidR="001B73FA" w:rsidRPr="001B73FA">
        <w:rPr>
          <w:szCs w:val="20"/>
        </w:rPr>
        <w:t>Il a failli m</w:t>
      </w:r>
      <w:r w:rsidRPr="00A4769E">
        <w:rPr>
          <w:szCs w:val="20"/>
        </w:rPr>
        <w:t>’</w:t>
      </w:r>
      <w:r w:rsidR="001B73FA" w:rsidRPr="001B73FA">
        <w:rPr>
          <w:szCs w:val="20"/>
        </w:rPr>
        <w:t>attirer des inconvénients dans l</w:t>
      </w:r>
      <w:r w:rsidRPr="00A4769E">
        <w:rPr>
          <w:szCs w:val="20"/>
        </w:rPr>
        <w:t>’</w:t>
      </w:r>
      <w:r w:rsidR="001B73FA" w:rsidRPr="001B73FA">
        <w:rPr>
          <w:szCs w:val="20"/>
        </w:rPr>
        <w:t>affaire de Peyrolles</w:t>
      </w:r>
      <w:r w:rsidRPr="00A4769E">
        <w:rPr>
          <w:szCs w:val="20"/>
        </w:rPr>
        <w:t xml:space="preserve">. </w:t>
      </w:r>
      <w:r w:rsidR="001B73FA" w:rsidRPr="001B73FA">
        <w:rPr>
          <w:szCs w:val="20"/>
        </w:rPr>
        <w:t>Et maintenant</w:t>
      </w:r>
      <w:r w:rsidRPr="00A4769E">
        <w:rPr>
          <w:szCs w:val="20"/>
        </w:rPr>
        <w:t xml:space="preserve">, </w:t>
      </w:r>
      <w:r w:rsidR="001B73FA" w:rsidRPr="001B73FA">
        <w:rPr>
          <w:szCs w:val="20"/>
        </w:rPr>
        <w:t>vous me parlez d</w:t>
      </w:r>
      <w:r w:rsidRPr="00A4769E">
        <w:rPr>
          <w:szCs w:val="20"/>
        </w:rPr>
        <w:t>’</w:t>
      </w:r>
      <w:r w:rsidR="001B73FA" w:rsidRPr="001B73FA">
        <w:rPr>
          <w:szCs w:val="20"/>
        </w:rPr>
        <w:t>un jeune homme</w:t>
      </w:r>
      <w:r w:rsidRPr="00A4769E">
        <w:rPr>
          <w:szCs w:val="20"/>
        </w:rPr>
        <w:t>.</w:t>
      </w:r>
    </w:p>
    <w:p w14:paraId="61E5CE3C" w14:textId="4E883058" w:rsidR="00462692" w:rsidRPr="00A4769E" w:rsidRDefault="00462692" w:rsidP="001B73FA">
      <w:pPr>
        <w:rPr>
          <w:szCs w:val="20"/>
        </w:rPr>
      </w:pPr>
      <w:r w:rsidRPr="00A4769E">
        <w:rPr>
          <w:szCs w:val="20"/>
        </w:rPr>
        <w:t>— </w:t>
      </w:r>
      <w:r w:rsidR="001B73FA" w:rsidRPr="001B73FA">
        <w:rPr>
          <w:szCs w:val="20"/>
        </w:rPr>
        <w:t>Ne me chargez pas des péchés d</w:t>
      </w:r>
      <w:r w:rsidRPr="00A4769E">
        <w:rPr>
          <w:szCs w:val="20"/>
        </w:rPr>
        <w:t>’</w:t>
      </w:r>
      <w:r w:rsidR="001B73FA" w:rsidRPr="001B73FA">
        <w:rPr>
          <w:szCs w:val="20"/>
        </w:rPr>
        <w:t>Israël</w:t>
      </w:r>
      <w:r w:rsidRPr="00A4769E">
        <w:rPr>
          <w:szCs w:val="20"/>
        </w:rPr>
        <w:t xml:space="preserve">, </w:t>
      </w:r>
      <w:r w:rsidR="001B73FA" w:rsidRPr="001B73FA">
        <w:rPr>
          <w:szCs w:val="20"/>
        </w:rPr>
        <w:t>dit le vicaire général qui se poudrait les joues</w:t>
      </w:r>
      <w:r w:rsidRPr="00A4769E">
        <w:rPr>
          <w:szCs w:val="20"/>
        </w:rPr>
        <w:t xml:space="preserve">. </w:t>
      </w:r>
      <w:r w:rsidR="001B73FA" w:rsidRPr="001B73FA">
        <w:rPr>
          <w:szCs w:val="20"/>
        </w:rPr>
        <w:t>Je ne vous ai parlé de rien</w:t>
      </w:r>
      <w:r w:rsidRPr="00A4769E">
        <w:rPr>
          <w:szCs w:val="20"/>
        </w:rPr>
        <w:t xml:space="preserve">, </w:t>
      </w:r>
      <w:r w:rsidR="001B73FA" w:rsidRPr="001B73FA">
        <w:rPr>
          <w:szCs w:val="20"/>
        </w:rPr>
        <w:t>moi-même</w:t>
      </w:r>
      <w:r w:rsidRPr="00A4769E">
        <w:rPr>
          <w:szCs w:val="20"/>
        </w:rPr>
        <w:t>.</w:t>
      </w:r>
    </w:p>
    <w:p w14:paraId="4825B5CE" w14:textId="47A2E375" w:rsidR="00462692" w:rsidRPr="00A4769E" w:rsidRDefault="00462692" w:rsidP="001B73FA">
      <w:pPr>
        <w:rPr>
          <w:szCs w:val="20"/>
        </w:rPr>
      </w:pPr>
      <w:r w:rsidRPr="00A4769E">
        <w:rPr>
          <w:szCs w:val="20"/>
        </w:rPr>
        <w:t>— </w:t>
      </w:r>
      <w:r w:rsidR="001B73FA" w:rsidRPr="001B73FA">
        <w:rPr>
          <w:szCs w:val="20"/>
        </w:rPr>
        <w:t>À qui ferez-vous croire</w:t>
      </w:r>
      <w:r w:rsidRPr="00A4769E">
        <w:rPr>
          <w:szCs w:val="20"/>
        </w:rPr>
        <w:t xml:space="preserve">, </w:t>
      </w:r>
      <w:r w:rsidR="001B73FA" w:rsidRPr="001B73FA">
        <w:rPr>
          <w:szCs w:val="20"/>
        </w:rPr>
        <w:t>dit froidement le Marquis</w:t>
      </w:r>
      <w:r w:rsidRPr="00A4769E">
        <w:rPr>
          <w:szCs w:val="20"/>
        </w:rPr>
        <w:t xml:space="preserve">, </w:t>
      </w:r>
      <w:r w:rsidR="001B73FA" w:rsidRPr="001B73FA">
        <w:rPr>
          <w:szCs w:val="20"/>
        </w:rPr>
        <w:t>que Monseigneur a des idées personnelles</w:t>
      </w:r>
      <w:r w:rsidRPr="00A4769E">
        <w:rPr>
          <w:szCs w:val="20"/>
        </w:rPr>
        <w:t> ?</w:t>
      </w:r>
    </w:p>
    <w:p w14:paraId="69BC69CA" w14:textId="1C5D835C" w:rsidR="00462692" w:rsidRPr="00A4769E" w:rsidRDefault="00462692" w:rsidP="001B73FA">
      <w:pPr>
        <w:rPr>
          <w:szCs w:val="20"/>
        </w:rPr>
      </w:pPr>
      <w:r w:rsidRPr="00A4769E">
        <w:rPr>
          <w:szCs w:val="20"/>
        </w:rPr>
        <w:t>— </w:t>
      </w:r>
      <w:r w:rsidR="001B73FA" w:rsidRPr="001B73FA">
        <w:rPr>
          <w:szCs w:val="20"/>
        </w:rPr>
        <w:t>À personne</w:t>
      </w:r>
      <w:r w:rsidRPr="00A4769E">
        <w:rPr>
          <w:szCs w:val="20"/>
        </w:rPr>
        <w:t xml:space="preserve">, </w:t>
      </w:r>
      <w:r w:rsidR="001B73FA" w:rsidRPr="001B73FA">
        <w:rPr>
          <w:szCs w:val="20"/>
        </w:rPr>
        <w:t>si j</w:t>
      </w:r>
      <w:r w:rsidRPr="00A4769E">
        <w:rPr>
          <w:szCs w:val="20"/>
        </w:rPr>
        <w:t>’</w:t>
      </w:r>
      <w:r w:rsidR="001B73FA" w:rsidRPr="001B73FA">
        <w:rPr>
          <w:szCs w:val="20"/>
        </w:rPr>
        <w:t>en juge par l</w:t>
      </w:r>
      <w:r w:rsidRPr="00A4769E">
        <w:rPr>
          <w:szCs w:val="20"/>
        </w:rPr>
        <w:t>’</w:t>
      </w:r>
      <w:r w:rsidR="001B73FA" w:rsidRPr="001B73FA">
        <w:rPr>
          <w:szCs w:val="20"/>
        </w:rPr>
        <w:t>opinion courante</w:t>
      </w:r>
      <w:r w:rsidRPr="00A4769E">
        <w:rPr>
          <w:szCs w:val="20"/>
        </w:rPr>
        <w:t xml:space="preserve">, </w:t>
      </w:r>
      <w:r w:rsidR="001B73FA" w:rsidRPr="001B73FA">
        <w:rPr>
          <w:szCs w:val="20"/>
        </w:rPr>
        <w:t>dit le vicaire général</w:t>
      </w:r>
      <w:r w:rsidRPr="00A4769E">
        <w:rPr>
          <w:szCs w:val="20"/>
        </w:rPr>
        <w:t xml:space="preserve">. </w:t>
      </w:r>
      <w:r w:rsidR="001B73FA" w:rsidRPr="001B73FA">
        <w:rPr>
          <w:szCs w:val="20"/>
        </w:rPr>
        <w:t>Mais vous vous êtes aperçu qu</w:t>
      </w:r>
      <w:r w:rsidRPr="00A4769E">
        <w:rPr>
          <w:szCs w:val="20"/>
        </w:rPr>
        <w:t>’</w:t>
      </w:r>
      <w:r w:rsidR="001B73FA" w:rsidRPr="001B73FA">
        <w:rPr>
          <w:szCs w:val="20"/>
        </w:rPr>
        <w:t>il sait se servir de sa goutte avec une habileté manifeste</w:t>
      </w:r>
      <w:r w:rsidRPr="00A4769E">
        <w:rPr>
          <w:szCs w:val="20"/>
        </w:rPr>
        <w:t xml:space="preserve">. </w:t>
      </w:r>
      <w:r w:rsidR="001B73FA" w:rsidRPr="001B73FA">
        <w:rPr>
          <w:szCs w:val="20"/>
        </w:rPr>
        <w:t>Reconnaissez que sa maladie lui donne un certain caractère</w:t>
      </w:r>
      <w:r w:rsidRPr="00A4769E">
        <w:rPr>
          <w:szCs w:val="20"/>
        </w:rPr>
        <w:t xml:space="preserve">. </w:t>
      </w:r>
      <w:r w:rsidR="001B73FA" w:rsidRPr="001B73FA">
        <w:rPr>
          <w:szCs w:val="20"/>
        </w:rPr>
        <w:t>Je n</w:t>
      </w:r>
      <w:r w:rsidRPr="00A4769E">
        <w:rPr>
          <w:szCs w:val="20"/>
        </w:rPr>
        <w:t>’</w:t>
      </w:r>
      <w:r w:rsidR="001B73FA" w:rsidRPr="001B73FA">
        <w:rPr>
          <w:szCs w:val="20"/>
        </w:rPr>
        <w:t>ai pas besoin de suggérer dans ces occasions-là</w:t>
      </w:r>
      <w:r w:rsidRPr="00A4769E">
        <w:rPr>
          <w:szCs w:val="20"/>
        </w:rPr>
        <w:t>.</w:t>
      </w:r>
    </w:p>
    <w:p w14:paraId="7C334EEF" w14:textId="1CBC6420" w:rsidR="00462692" w:rsidRPr="00A4769E" w:rsidRDefault="00462692" w:rsidP="001B73FA">
      <w:pPr>
        <w:rPr>
          <w:szCs w:val="20"/>
        </w:rPr>
      </w:pPr>
      <w:r w:rsidRPr="00A4769E">
        <w:rPr>
          <w:szCs w:val="20"/>
        </w:rPr>
        <w:t>— </w:t>
      </w:r>
      <w:r w:rsidR="001B73FA" w:rsidRPr="001B73FA">
        <w:rPr>
          <w:szCs w:val="20"/>
        </w:rPr>
        <w:t>L</w:t>
      </w:r>
      <w:r w:rsidRPr="00A4769E">
        <w:rPr>
          <w:szCs w:val="20"/>
        </w:rPr>
        <w:t>’</w:t>
      </w:r>
      <w:r w:rsidR="001B73FA" w:rsidRPr="001B73FA">
        <w:rPr>
          <w:szCs w:val="20"/>
        </w:rPr>
        <w:t>auriez-vous fait malgré tout</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et simplement pour vous conformer à l</w:t>
      </w:r>
      <w:r w:rsidRPr="00A4769E">
        <w:rPr>
          <w:szCs w:val="20"/>
        </w:rPr>
        <w:t>’</w:t>
      </w:r>
      <w:r w:rsidR="001B73FA" w:rsidRPr="001B73FA">
        <w:rPr>
          <w:szCs w:val="20"/>
        </w:rPr>
        <w:t>usage</w:t>
      </w:r>
      <w:r w:rsidRPr="00A4769E">
        <w:rPr>
          <w:szCs w:val="20"/>
        </w:rPr>
        <w:t xml:space="preserve">, </w:t>
      </w:r>
      <w:r w:rsidR="001B73FA" w:rsidRPr="001B73FA">
        <w:rPr>
          <w:szCs w:val="20"/>
        </w:rPr>
        <w:t>qu</w:t>
      </w:r>
      <w:r w:rsidRPr="00A4769E">
        <w:rPr>
          <w:szCs w:val="20"/>
        </w:rPr>
        <w:t>’</w:t>
      </w:r>
      <w:r w:rsidR="001B73FA" w:rsidRPr="001B73FA">
        <w:rPr>
          <w:szCs w:val="20"/>
        </w:rPr>
        <w:t>il eût été ravi</w:t>
      </w:r>
      <w:r w:rsidRPr="00A4769E">
        <w:rPr>
          <w:szCs w:val="20"/>
        </w:rPr>
        <w:t xml:space="preserve">, </w:t>
      </w:r>
      <w:r w:rsidR="001B73FA" w:rsidRPr="001B73FA">
        <w:rPr>
          <w:szCs w:val="20"/>
        </w:rPr>
        <w:t>j</w:t>
      </w:r>
      <w:r w:rsidRPr="00A4769E">
        <w:rPr>
          <w:szCs w:val="20"/>
        </w:rPr>
        <w:t>’</w:t>
      </w:r>
      <w:r w:rsidR="001B73FA" w:rsidRPr="001B73FA">
        <w:rPr>
          <w:szCs w:val="20"/>
        </w:rPr>
        <w:t>imagine</w:t>
      </w:r>
      <w:r w:rsidRPr="00A4769E">
        <w:rPr>
          <w:szCs w:val="20"/>
        </w:rPr>
        <w:t xml:space="preserve">, </w:t>
      </w:r>
      <w:r w:rsidR="001B73FA" w:rsidRPr="001B73FA">
        <w:rPr>
          <w:szCs w:val="20"/>
        </w:rPr>
        <w:t>de trouver sous sa main</w:t>
      </w:r>
      <w:r w:rsidRPr="00A4769E">
        <w:rPr>
          <w:szCs w:val="20"/>
        </w:rPr>
        <w:t xml:space="preserve">, </w:t>
      </w:r>
      <w:r w:rsidR="001B73FA" w:rsidRPr="001B73FA">
        <w:rPr>
          <w:szCs w:val="20"/>
        </w:rPr>
        <w:t>comme d</w:t>
      </w:r>
      <w:r w:rsidRPr="00A4769E">
        <w:rPr>
          <w:szCs w:val="20"/>
        </w:rPr>
        <w:t>’</w:t>
      </w:r>
      <w:r w:rsidR="001B73FA" w:rsidRPr="001B73FA">
        <w:rPr>
          <w:szCs w:val="20"/>
        </w:rPr>
        <w:t>habitude</w:t>
      </w:r>
      <w:r w:rsidRPr="00A4769E">
        <w:rPr>
          <w:szCs w:val="20"/>
        </w:rPr>
        <w:t xml:space="preserve">, </w:t>
      </w:r>
      <w:r w:rsidR="001B73FA" w:rsidRPr="001B73FA">
        <w:rPr>
          <w:szCs w:val="20"/>
        </w:rPr>
        <w:t>une idée toute prête</w:t>
      </w:r>
      <w:r w:rsidRPr="00A4769E">
        <w:rPr>
          <w:szCs w:val="20"/>
        </w:rPr>
        <w:t xml:space="preserve"> ? </w:t>
      </w:r>
      <w:r w:rsidR="001B73FA" w:rsidRPr="001B73FA">
        <w:rPr>
          <w:szCs w:val="20"/>
        </w:rPr>
        <w:t>C</w:t>
      </w:r>
      <w:r w:rsidRPr="00A4769E">
        <w:rPr>
          <w:szCs w:val="20"/>
        </w:rPr>
        <w:t>’</w:t>
      </w:r>
      <w:r w:rsidR="001B73FA" w:rsidRPr="001B73FA">
        <w:rPr>
          <w:szCs w:val="20"/>
        </w:rPr>
        <w:t>est ce que j</w:t>
      </w:r>
      <w:r w:rsidRPr="00A4769E">
        <w:rPr>
          <w:szCs w:val="20"/>
        </w:rPr>
        <w:t>’</w:t>
      </w:r>
      <w:r w:rsidR="001B73FA" w:rsidRPr="001B73FA">
        <w:rPr>
          <w:szCs w:val="20"/>
        </w:rPr>
        <w:t>ai pensé à tout hasard</w:t>
      </w:r>
      <w:r w:rsidRPr="00A4769E">
        <w:rPr>
          <w:szCs w:val="20"/>
        </w:rPr>
        <w:t>.</w:t>
      </w:r>
    </w:p>
    <w:p w14:paraId="57681DE2" w14:textId="0FCD0AC4" w:rsidR="00462692" w:rsidRPr="00A4769E" w:rsidRDefault="00462692" w:rsidP="001B73FA">
      <w:pPr>
        <w:rPr>
          <w:szCs w:val="20"/>
        </w:rPr>
      </w:pPr>
      <w:r w:rsidRPr="00A4769E">
        <w:rPr>
          <w:szCs w:val="20"/>
        </w:rPr>
        <w:t>— </w:t>
      </w:r>
      <w:r w:rsidR="00926FB8">
        <w:rPr>
          <w:szCs w:val="20"/>
        </w:rPr>
        <w:t xml:space="preserve">Et c’est ce qui vous trompe, dit le vicaire général. </w:t>
      </w:r>
      <w:r w:rsidR="001B73FA" w:rsidRPr="001B73FA">
        <w:rPr>
          <w:szCs w:val="20"/>
        </w:rPr>
        <w:t>À votre tour</w:t>
      </w:r>
      <w:r w:rsidRPr="00A4769E">
        <w:rPr>
          <w:szCs w:val="20"/>
        </w:rPr>
        <w:t xml:space="preserve">, </w:t>
      </w:r>
      <w:r w:rsidR="001B73FA" w:rsidRPr="001B73FA">
        <w:rPr>
          <w:szCs w:val="20"/>
        </w:rPr>
        <w:t>à qui ferez-vous croire que le hasard préside à vos entreprises nocturnes</w:t>
      </w:r>
      <w:r w:rsidRPr="00A4769E">
        <w:rPr>
          <w:szCs w:val="20"/>
        </w:rPr>
        <w:t xml:space="preserve"> ? </w:t>
      </w:r>
      <w:r w:rsidR="001B73FA" w:rsidRPr="001B73FA">
        <w:rPr>
          <w:szCs w:val="20"/>
        </w:rPr>
        <w:t>Elles sont trop parfaites pour qu</w:t>
      </w:r>
      <w:r w:rsidRPr="00A4769E">
        <w:rPr>
          <w:szCs w:val="20"/>
        </w:rPr>
        <w:t>’</w:t>
      </w:r>
      <w:r w:rsidR="001B73FA" w:rsidRPr="001B73FA">
        <w:rPr>
          <w:szCs w:val="20"/>
        </w:rPr>
        <w:t>elles ne soient pas solidement pensées</w:t>
      </w:r>
      <w:r w:rsidRPr="00A4769E">
        <w:rPr>
          <w:szCs w:val="20"/>
        </w:rPr>
        <w:t xml:space="preserve">. </w:t>
      </w:r>
      <w:r w:rsidR="001B73FA" w:rsidRPr="001B73FA">
        <w:rPr>
          <w:szCs w:val="20"/>
        </w:rPr>
        <w:t>Employez ici la même logique</w:t>
      </w:r>
      <w:r w:rsidRPr="00A4769E">
        <w:rPr>
          <w:szCs w:val="20"/>
        </w:rPr>
        <w:t xml:space="preserve">. </w:t>
      </w:r>
      <w:r w:rsidR="001B73FA" w:rsidRPr="001B73FA">
        <w:rPr>
          <w:szCs w:val="20"/>
        </w:rPr>
        <w:t>Quoique</w:t>
      </w:r>
      <w:r w:rsidRPr="00A4769E">
        <w:rPr>
          <w:szCs w:val="20"/>
        </w:rPr>
        <w:t xml:space="preserve">, </w:t>
      </w:r>
      <w:r w:rsidR="001B73FA" w:rsidRPr="001B73FA">
        <w:rPr>
          <w:szCs w:val="20"/>
        </w:rPr>
        <w:t>je le reconnais</w:t>
      </w:r>
      <w:r w:rsidRPr="00A4769E">
        <w:rPr>
          <w:szCs w:val="20"/>
        </w:rPr>
        <w:t xml:space="preserve">, </w:t>
      </w:r>
      <w:r w:rsidR="001B73FA" w:rsidRPr="001B73FA">
        <w:rPr>
          <w:szCs w:val="20"/>
        </w:rPr>
        <w:t xml:space="preserve">la chose confine au </w:t>
      </w:r>
      <w:r w:rsidR="001B73FA" w:rsidRPr="001B73FA">
        <w:rPr>
          <w:szCs w:val="20"/>
        </w:rPr>
        <w:lastRenderedPageBreak/>
        <w:t>miracle</w:t>
      </w:r>
      <w:r w:rsidRPr="00A4769E">
        <w:rPr>
          <w:szCs w:val="20"/>
        </w:rPr>
        <w:t xml:space="preserve">, </w:t>
      </w:r>
      <w:r w:rsidR="001B73FA" w:rsidRPr="001B73FA">
        <w:rPr>
          <w:szCs w:val="20"/>
        </w:rPr>
        <w:t>Monseigneur a parfois des idées personnelles</w:t>
      </w:r>
      <w:r w:rsidRPr="00A4769E">
        <w:rPr>
          <w:szCs w:val="20"/>
        </w:rPr>
        <w:t xml:space="preserve">. </w:t>
      </w:r>
      <w:r w:rsidR="001B73FA" w:rsidRPr="001B73FA">
        <w:rPr>
          <w:szCs w:val="20"/>
        </w:rPr>
        <w:t>Croyez bien</w:t>
      </w:r>
      <w:r w:rsidRPr="00A4769E">
        <w:rPr>
          <w:szCs w:val="20"/>
        </w:rPr>
        <w:t xml:space="preserve">, </w:t>
      </w:r>
      <w:r w:rsidR="001B73FA" w:rsidRPr="001B73FA">
        <w:rPr>
          <w:szCs w:val="20"/>
        </w:rPr>
        <w:t>dit-il en riant</w:t>
      </w:r>
      <w:r w:rsidRPr="00A4769E">
        <w:rPr>
          <w:szCs w:val="20"/>
        </w:rPr>
        <w:t xml:space="preserve">, </w:t>
      </w:r>
      <w:r w:rsidR="001B73FA" w:rsidRPr="001B73FA">
        <w:rPr>
          <w:szCs w:val="20"/>
        </w:rPr>
        <w:t>que je suis le premier à le regretter</w:t>
      </w:r>
      <w:r w:rsidRPr="00A4769E">
        <w:rPr>
          <w:szCs w:val="20"/>
        </w:rPr>
        <w:t xml:space="preserve">. </w:t>
      </w:r>
      <w:r w:rsidR="001B73FA" w:rsidRPr="001B73FA">
        <w:rPr>
          <w:szCs w:val="20"/>
        </w:rPr>
        <w:t>Je sens que je ne vous persuade pas</w:t>
      </w:r>
      <w:r w:rsidRPr="00A4769E">
        <w:rPr>
          <w:szCs w:val="20"/>
        </w:rPr>
        <w:t xml:space="preserve">, </w:t>
      </w:r>
      <w:r w:rsidR="001B73FA" w:rsidRPr="001B73FA">
        <w:rPr>
          <w:szCs w:val="20"/>
        </w:rPr>
        <w:t>poursuivit-il en ouvrant un petit placard et en prenant deux tasses</w:t>
      </w:r>
      <w:r w:rsidRPr="00A4769E">
        <w:rPr>
          <w:szCs w:val="20"/>
        </w:rPr>
        <w:t>.</w:t>
      </w:r>
    </w:p>
    <w:p w14:paraId="504F5911" w14:textId="78ABFE76" w:rsidR="00462692" w:rsidRPr="00A4769E" w:rsidRDefault="00462692" w:rsidP="001B73FA">
      <w:pPr>
        <w:rPr>
          <w:szCs w:val="20"/>
        </w:rPr>
      </w:pPr>
      <w:r w:rsidRPr="00A4769E">
        <w:rPr>
          <w:szCs w:val="20"/>
        </w:rPr>
        <w:t>— </w:t>
      </w:r>
      <w:r w:rsidR="001B73FA" w:rsidRPr="001B73FA">
        <w:rPr>
          <w:szCs w:val="20"/>
        </w:rPr>
        <w:t>J</w:t>
      </w:r>
      <w:r w:rsidRPr="00A4769E">
        <w:rPr>
          <w:szCs w:val="20"/>
        </w:rPr>
        <w:t>’</w:t>
      </w:r>
      <w:r w:rsidR="001B73FA" w:rsidRPr="001B73FA">
        <w:rPr>
          <w:szCs w:val="20"/>
        </w:rPr>
        <w:t>ai déjà joué au plus fin avec l</w:t>
      </w:r>
      <w:r w:rsidRPr="00A4769E">
        <w:rPr>
          <w:szCs w:val="20"/>
        </w:rPr>
        <w:t>’</w:t>
      </w:r>
      <w:r w:rsidR="001B73FA" w:rsidRPr="001B73FA">
        <w:rPr>
          <w:szCs w:val="20"/>
        </w:rPr>
        <w:t>archevêque</w:t>
      </w:r>
      <w:r w:rsidRPr="00A4769E">
        <w:rPr>
          <w:szCs w:val="20"/>
        </w:rPr>
        <w:t xml:space="preserve">, </w:t>
      </w:r>
      <w:r w:rsidR="001B73FA" w:rsidRPr="001B73FA">
        <w:rPr>
          <w:szCs w:val="20"/>
        </w:rPr>
        <w:t>dit négligemment le Marquis</w:t>
      </w:r>
      <w:r w:rsidRPr="00A4769E">
        <w:rPr>
          <w:szCs w:val="20"/>
        </w:rPr>
        <w:t xml:space="preserve">. </w:t>
      </w:r>
      <w:r w:rsidR="001B73FA" w:rsidRPr="001B73FA">
        <w:rPr>
          <w:szCs w:val="20"/>
        </w:rPr>
        <w:t>J</w:t>
      </w:r>
      <w:r w:rsidRPr="00A4769E">
        <w:rPr>
          <w:szCs w:val="20"/>
        </w:rPr>
        <w:t>’</w:t>
      </w:r>
      <w:r w:rsidR="001B73FA" w:rsidRPr="001B73FA">
        <w:rPr>
          <w:szCs w:val="20"/>
        </w:rPr>
        <w:t>espérais que nous nous ferions ici l</w:t>
      </w:r>
      <w:r w:rsidRPr="00A4769E">
        <w:rPr>
          <w:szCs w:val="20"/>
        </w:rPr>
        <w:t>’</w:t>
      </w:r>
      <w:r w:rsidR="001B73FA" w:rsidRPr="001B73FA">
        <w:rPr>
          <w:szCs w:val="20"/>
        </w:rPr>
        <w:t>honneur réciproque d</w:t>
      </w:r>
      <w:r w:rsidRPr="00A4769E">
        <w:rPr>
          <w:szCs w:val="20"/>
        </w:rPr>
        <w:t>’</w:t>
      </w:r>
      <w:r w:rsidR="001B73FA" w:rsidRPr="001B73FA">
        <w:rPr>
          <w:szCs w:val="20"/>
        </w:rPr>
        <w:t>un peu de brutalité</w:t>
      </w:r>
      <w:r w:rsidRPr="00A4769E">
        <w:rPr>
          <w:szCs w:val="20"/>
        </w:rPr>
        <w:t>.</w:t>
      </w:r>
    </w:p>
    <w:p w14:paraId="0F18C595" w14:textId="0245F9B1" w:rsidR="00462692" w:rsidRPr="00A4769E" w:rsidRDefault="00462692" w:rsidP="001B73FA">
      <w:pPr>
        <w:rPr>
          <w:szCs w:val="20"/>
        </w:rPr>
      </w:pPr>
      <w:r w:rsidRPr="00A4769E">
        <w:rPr>
          <w:szCs w:val="20"/>
        </w:rPr>
        <w:t>— </w:t>
      </w:r>
      <w:r w:rsidR="001B73FA" w:rsidRPr="001B73FA">
        <w:rPr>
          <w:szCs w:val="20"/>
        </w:rPr>
        <w:t>Vous avez parlé d</w:t>
      </w:r>
      <w:r w:rsidRPr="00A4769E">
        <w:rPr>
          <w:szCs w:val="20"/>
        </w:rPr>
        <w:t>’</w:t>
      </w:r>
      <w:r w:rsidR="001B73FA" w:rsidRPr="001B73FA">
        <w:rPr>
          <w:szCs w:val="20"/>
        </w:rPr>
        <w:t>un jeune homme</w:t>
      </w:r>
      <w:r w:rsidRPr="00A4769E">
        <w:rPr>
          <w:szCs w:val="20"/>
        </w:rPr>
        <w:t xml:space="preserve">, </w:t>
      </w:r>
      <w:r w:rsidR="001B73FA" w:rsidRPr="001B73FA">
        <w:rPr>
          <w:szCs w:val="20"/>
        </w:rPr>
        <w:t>dit le vicaire général</w:t>
      </w:r>
      <w:r w:rsidRPr="00A4769E">
        <w:rPr>
          <w:szCs w:val="20"/>
        </w:rPr>
        <w:t xml:space="preserve">, </w:t>
      </w:r>
      <w:r w:rsidR="001B73FA" w:rsidRPr="001B73FA">
        <w:rPr>
          <w:szCs w:val="20"/>
        </w:rPr>
        <w:t>tout en disposant les tasses sur la table</w:t>
      </w:r>
      <w:r w:rsidRPr="00A4769E">
        <w:rPr>
          <w:szCs w:val="20"/>
        </w:rPr>
        <w:t xml:space="preserve">. </w:t>
      </w:r>
      <w:r w:rsidR="001B73FA" w:rsidRPr="001B73FA">
        <w:rPr>
          <w:szCs w:val="20"/>
        </w:rPr>
        <w:t>Si c</w:t>
      </w:r>
      <w:r w:rsidRPr="00A4769E">
        <w:rPr>
          <w:szCs w:val="20"/>
        </w:rPr>
        <w:t>’</w:t>
      </w:r>
      <w:r w:rsidR="001B73FA" w:rsidRPr="001B73FA">
        <w:rPr>
          <w:szCs w:val="20"/>
        </w:rPr>
        <w:t>est le jeune homme que je crois</w:t>
      </w:r>
      <w:r w:rsidRPr="00A4769E">
        <w:rPr>
          <w:szCs w:val="20"/>
        </w:rPr>
        <w:t xml:space="preserve">, </w:t>
      </w:r>
      <w:r w:rsidR="001B73FA" w:rsidRPr="001B73FA">
        <w:rPr>
          <w:szCs w:val="20"/>
        </w:rPr>
        <w:t>vous le connaissez</w:t>
      </w:r>
      <w:r w:rsidRPr="00A4769E">
        <w:rPr>
          <w:szCs w:val="20"/>
        </w:rPr>
        <w:t xml:space="preserve">. </w:t>
      </w:r>
      <w:r w:rsidR="001B73FA" w:rsidRPr="001B73FA">
        <w:rPr>
          <w:szCs w:val="20"/>
        </w:rPr>
        <w:t>Non seulement vous le connaissez</w:t>
      </w:r>
      <w:r w:rsidRPr="00A4769E">
        <w:rPr>
          <w:szCs w:val="20"/>
        </w:rPr>
        <w:t xml:space="preserve">, </w:t>
      </w:r>
      <w:r w:rsidR="001B73FA" w:rsidRPr="001B73FA">
        <w:rPr>
          <w:szCs w:val="20"/>
        </w:rPr>
        <w:t>mais vous l</w:t>
      </w:r>
      <w:r w:rsidRPr="00A4769E">
        <w:rPr>
          <w:szCs w:val="20"/>
        </w:rPr>
        <w:t>’</w:t>
      </w:r>
      <w:r w:rsidR="001B73FA" w:rsidRPr="001B73FA">
        <w:rPr>
          <w:szCs w:val="20"/>
        </w:rPr>
        <w:t>avez déjà choisi</w:t>
      </w:r>
      <w:r w:rsidRPr="00A4769E">
        <w:rPr>
          <w:szCs w:val="20"/>
        </w:rPr>
        <w:t>.</w:t>
      </w:r>
    </w:p>
    <w:p w14:paraId="4460A7E4" w14:textId="26AA9876" w:rsidR="00462692" w:rsidRPr="00A4769E" w:rsidRDefault="00462692" w:rsidP="001B73FA">
      <w:pPr>
        <w:rPr>
          <w:szCs w:val="20"/>
        </w:rPr>
      </w:pPr>
      <w:r w:rsidRPr="00A4769E">
        <w:rPr>
          <w:szCs w:val="20"/>
        </w:rPr>
        <w:t>— </w:t>
      </w:r>
      <w:r w:rsidR="001B73FA" w:rsidRPr="001B73FA">
        <w:rPr>
          <w:szCs w:val="20"/>
        </w:rPr>
        <w:t>Pour quoi faire</w:t>
      </w:r>
      <w:r w:rsidRPr="00A4769E">
        <w:rPr>
          <w:szCs w:val="20"/>
        </w:rPr>
        <w:t> ?</w:t>
      </w:r>
    </w:p>
    <w:p w14:paraId="4B15A999" w14:textId="43226A3A" w:rsidR="00462692" w:rsidRPr="00A4769E" w:rsidRDefault="00462692" w:rsidP="001B73FA">
      <w:pPr>
        <w:rPr>
          <w:szCs w:val="20"/>
        </w:rPr>
      </w:pPr>
      <w:r w:rsidRPr="00A4769E">
        <w:rPr>
          <w:szCs w:val="20"/>
        </w:rPr>
        <w:t>— </w:t>
      </w:r>
      <w:r w:rsidR="001B73FA" w:rsidRPr="001B73FA">
        <w:rPr>
          <w:szCs w:val="20"/>
        </w:rPr>
        <w:t>Accomplir une mission qui ne demandait que beaucoup de naïveté</w:t>
      </w:r>
      <w:r w:rsidRPr="00A4769E">
        <w:rPr>
          <w:szCs w:val="20"/>
        </w:rPr>
        <w:t xml:space="preserve">. </w:t>
      </w:r>
      <w:r w:rsidR="001B73FA" w:rsidRPr="001B73FA">
        <w:rPr>
          <w:szCs w:val="20"/>
        </w:rPr>
        <w:t>C</w:t>
      </w:r>
      <w:r w:rsidRPr="00A4769E">
        <w:rPr>
          <w:szCs w:val="20"/>
        </w:rPr>
        <w:t>’</w:t>
      </w:r>
      <w:r w:rsidR="001B73FA" w:rsidRPr="001B73FA">
        <w:rPr>
          <w:szCs w:val="20"/>
        </w:rPr>
        <w:t>est vous dire si c</w:t>
      </w:r>
      <w:r w:rsidRPr="00A4769E">
        <w:rPr>
          <w:szCs w:val="20"/>
        </w:rPr>
        <w:t>’</w:t>
      </w:r>
      <w:r w:rsidR="001B73FA" w:rsidRPr="001B73FA">
        <w:rPr>
          <w:szCs w:val="20"/>
        </w:rPr>
        <w:t>est un oiseau rare</w:t>
      </w:r>
      <w:r w:rsidRPr="00A4769E">
        <w:rPr>
          <w:szCs w:val="20"/>
        </w:rPr>
        <w:t>.</w:t>
      </w:r>
    </w:p>
    <w:p w14:paraId="19182F45" w14:textId="5167C064" w:rsidR="00462692" w:rsidRPr="00A4769E" w:rsidRDefault="00462692" w:rsidP="001B73FA">
      <w:pPr>
        <w:rPr>
          <w:szCs w:val="20"/>
        </w:rPr>
      </w:pPr>
      <w:r w:rsidRPr="00A4769E">
        <w:rPr>
          <w:szCs w:val="20"/>
        </w:rPr>
        <w:t>— </w:t>
      </w:r>
      <w:r w:rsidR="001B73FA" w:rsidRPr="001B73FA">
        <w:rPr>
          <w:szCs w:val="20"/>
        </w:rPr>
        <w:t>Je ne connais pas de naïfs</w:t>
      </w:r>
      <w:r w:rsidRPr="00A4769E">
        <w:rPr>
          <w:szCs w:val="20"/>
        </w:rPr>
        <w:t>.</w:t>
      </w:r>
    </w:p>
    <w:p w14:paraId="4FDA37FE" w14:textId="58EEAC2C" w:rsidR="00462692" w:rsidRPr="00A4769E" w:rsidRDefault="00462692" w:rsidP="001B73FA">
      <w:pPr>
        <w:rPr>
          <w:szCs w:val="20"/>
        </w:rPr>
      </w:pPr>
      <w:r w:rsidRPr="00A4769E">
        <w:rPr>
          <w:szCs w:val="20"/>
        </w:rPr>
        <w:t>— </w:t>
      </w:r>
      <w:r w:rsidR="001B73FA" w:rsidRPr="001B73FA">
        <w:rPr>
          <w:szCs w:val="20"/>
        </w:rPr>
        <w:t>Bonne occasion d</w:t>
      </w:r>
      <w:r w:rsidRPr="00A4769E">
        <w:rPr>
          <w:szCs w:val="20"/>
        </w:rPr>
        <w:t>’</w:t>
      </w:r>
      <w:r w:rsidR="001B73FA" w:rsidRPr="001B73FA">
        <w:rPr>
          <w:szCs w:val="20"/>
        </w:rPr>
        <w:t>en connaître un</w:t>
      </w:r>
      <w:r w:rsidRPr="00A4769E">
        <w:rPr>
          <w:szCs w:val="20"/>
        </w:rPr>
        <w:t xml:space="preserve">, </w:t>
      </w:r>
      <w:r w:rsidR="001B73FA" w:rsidRPr="001B73FA">
        <w:rPr>
          <w:szCs w:val="20"/>
        </w:rPr>
        <w:t>et qui ne se reproduira plus dans ce monde-ci</w:t>
      </w:r>
      <w:r w:rsidRPr="00A4769E">
        <w:rPr>
          <w:szCs w:val="20"/>
        </w:rPr>
        <w:t xml:space="preserve">, </w:t>
      </w:r>
      <w:r w:rsidR="001B73FA" w:rsidRPr="001B73FA">
        <w:rPr>
          <w:szCs w:val="20"/>
        </w:rPr>
        <w:t>dit le vicaire général</w:t>
      </w:r>
      <w:r w:rsidRPr="00A4769E">
        <w:rPr>
          <w:szCs w:val="20"/>
        </w:rPr>
        <w:t xml:space="preserve">, </w:t>
      </w:r>
      <w:r w:rsidR="001B73FA" w:rsidRPr="001B73FA">
        <w:rPr>
          <w:szCs w:val="20"/>
        </w:rPr>
        <w:t>surtout si nos entreprises réussissent</w:t>
      </w:r>
      <w:r w:rsidRPr="00A4769E">
        <w:rPr>
          <w:szCs w:val="20"/>
        </w:rPr>
        <w:t xml:space="preserve">. </w:t>
      </w:r>
      <w:r w:rsidR="001B73FA" w:rsidRPr="001B73FA">
        <w:rPr>
          <w:szCs w:val="20"/>
        </w:rPr>
        <w:t>Profitez-en</w:t>
      </w:r>
      <w:r w:rsidRPr="00A4769E">
        <w:rPr>
          <w:szCs w:val="20"/>
        </w:rPr>
        <w:t xml:space="preserve">. </w:t>
      </w:r>
      <w:r w:rsidR="001B73FA" w:rsidRPr="001B73FA">
        <w:rPr>
          <w:szCs w:val="20"/>
        </w:rPr>
        <w:t>Mais</w:t>
      </w:r>
      <w:r w:rsidRPr="00A4769E">
        <w:rPr>
          <w:szCs w:val="20"/>
        </w:rPr>
        <w:t xml:space="preserve">, </w:t>
      </w:r>
      <w:r w:rsidR="001B73FA" w:rsidRPr="001B73FA">
        <w:rPr>
          <w:szCs w:val="20"/>
        </w:rPr>
        <w:t>je vous répète</w:t>
      </w:r>
      <w:r w:rsidRPr="00A4769E">
        <w:rPr>
          <w:szCs w:val="20"/>
        </w:rPr>
        <w:t xml:space="preserve">, </w:t>
      </w:r>
      <w:r w:rsidR="001B73FA" w:rsidRPr="001B73FA">
        <w:rPr>
          <w:szCs w:val="20"/>
        </w:rPr>
        <w:t>vous en avez déjà profité</w:t>
      </w:r>
      <w:r w:rsidRPr="00A4769E">
        <w:rPr>
          <w:szCs w:val="20"/>
        </w:rPr>
        <w:t>.</w:t>
      </w:r>
    </w:p>
    <w:p w14:paraId="01A2E185" w14:textId="3055C33A" w:rsidR="00462692" w:rsidRPr="00A4769E" w:rsidRDefault="00462692" w:rsidP="001B73FA">
      <w:pPr>
        <w:rPr>
          <w:szCs w:val="20"/>
        </w:rPr>
      </w:pPr>
      <w:r w:rsidRPr="00A4769E">
        <w:rPr>
          <w:szCs w:val="20"/>
        </w:rPr>
        <w:t>— </w:t>
      </w:r>
      <w:r w:rsidR="001B73FA" w:rsidRPr="001B73FA">
        <w:rPr>
          <w:szCs w:val="20"/>
        </w:rPr>
        <w:t>Je ne me souviens pas d</w:t>
      </w:r>
      <w:r w:rsidRPr="00A4769E">
        <w:rPr>
          <w:szCs w:val="20"/>
        </w:rPr>
        <w:t>’</w:t>
      </w:r>
      <w:r w:rsidR="001B73FA" w:rsidRPr="001B73FA">
        <w:rPr>
          <w:szCs w:val="20"/>
        </w:rPr>
        <w:t>avoir jamais profité d</w:t>
      </w:r>
      <w:r w:rsidRPr="00A4769E">
        <w:rPr>
          <w:szCs w:val="20"/>
        </w:rPr>
        <w:t>’</w:t>
      </w:r>
      <w:r w:rsidR="001B73FA" w:rsidRPr="001B73FA">
        <w:rPr>
          <w:szCs w:val="20"/>
        </w:rPr>
        <w:t>un naïf</w:t>
      </w:r>
      <w:r w:rsidRPr="00A4769E">
        <w:rPr>
          <w:szCs w:val="20"/>
        </w:rPr>
        <w:t>.</w:t>
      </w:r>
    </w:p>
    <w:p w14:paraId="60B2616A" w14:textId="57CF09FF" w:rsidR="00462692" w:rsidRPr="00A4769E" w:rsidRDefault="00462692" w:rsidP="001B73FA">
      <w:pPr>
        <w:rPr>
          <w:szCs w:val="20"/>
        </w:rPr>
      </w:pPr>
      <w:r w:rsidRPr="00A4769E">
        <w:rPr>
          <w:szCs w:val="20"/>
        </w:rPr>
        <w:t>— </w:t>
      </w:r>
      <w:r w:rsidR="001B73FA" w:rsidRPr="001B73FA">
        <w:rPr>
          <w:szCs w:val="20"/>
        </w:rPr>
        <w:t>Pas sans grandeur</w:t>
      </w:r>
      <w:r w:rsidRPr="00A4769E">
        <w:rPr>
          <w:szCs w:val="20"/>
        </w:rPr>
        <w:t xml:space="preserve">, </w:t>
      </w:r>
      <w:r w:rsidR="001B73FA" w:rsidRPr="001B73FA">
        <w:rPr>
          <w:szCs w:val="20"/>
        </w:rPr>
        <w:t>je le reconnais</w:t>
      </w:r>
      <w:r w:rsidRPr="00A4769E">
        <w:rPr>
          <w:szCs w:val="20"/>
        </w:rPr>
        <w:t xml:space="preserve">, </w:t>
      </w:r>
      <w:r w:rsidR="001B73FA" w:rsidRPr="001B73FA">
        <w:rPr>
          <w:szCs w:val="20"/>
        </w:rPr>
        <w:t>dit le vicaire général en versant du café dans les tasses</w:t>
      </w:r>
      <w:r w:rsidRPr="00A4769E">
        <w:rPr>
          <w:szCs w:val="20"/>
        </w:rPr>
        <w:t xml:space="preserve">. </w:t>
      </w:r>
      <w:r w:rsidR="001B73FA" w:rsidRPr="001B73FA">
        <w:rPr>
          <w:szCs w:val="20"/>
        </w:rPr>
        <w:t>Remontons à quelques mois</w:t>
      </w:r>
      <w:r w:rsidRPr="00A4769E">
        <w:rPr>
          <w:szCs w:val="20"/>
        </w:rPr>
        <w:t xml:space="preserve">, </w:t>
      </w:r>
      <w:r w:rsidR="001B73FA" w:rsidRPr="001B73FA">
        <w:rPr>
          <w:szCs w:val="20"/>
        </w:rPr>
        <w:t>voulez-vous</w:t>
      </w:r>
      <w:r w:rsidRPr="00A4769E">
        <w:rPr>
          <w:szCs w:val="20"/>
        </w:rPr>
        <w:t xml:space="preserve"> ? </w:t>
      </w:r>
      <w:r w:rsidR="001B73FA" w:rsidRPr="001B73FA">
        <w:rPr>
          <w:szCs w:val="20"/>
        </w:rPr>
        <w:t>Et jusqu</w:t>
      </w:r>
      <w:r w:rsidRPr="00A4769E">
        <w:rPr>
          <w:szCs w:val="20"/>
        </w:rPr>
        <w:t>’</w:t>
      </w:r>
      <w:r w:rsidR="001B73FA" w:rsidRPr="001B73FA">
        <w:rPr>
          <w:szCs w:val="20"/>
        </w:rPr>
        <w:t>à cette affaire de Peyrolles</w:t>
      </w:r>
      <w:r w:rsidRPr="00A4769E">
        <w:rPr>
          <w:szCs w:val="20"/>
        </w:rPr>
        <w:t xml:space="preserve">, </w:t>
      </w:r>
      <w:r w:rsidR="001B73FA" w:rsidRPr="001B73FA">
        <w:rPr>
          <w:szCs w:val="20"/>
        </w:rPr>
        <w:t>dont vous parliez tout à l</w:t>
      </w:r>
      <w:r w:rsidRPr="00A4769E">
        <w:rPr>
          <w:szCs w:val="20"/>
        </w:rPr>
        <w:t>’</w:t>
      </w:r>
      <w:r w:rsidR="001B73FA" w:rsidRPr="001B73FA">
        <w:rPr>
          <w:szCs w:val="20"/>
        </w:rPr>
        <w:t>heure précisément</w:t>
      </w:r>
      <w:r w:rsidRPr="00A4769E">
        <w:rPr>
          <w:szCs w:val="20"/>
        </w:rPr>
        <w:t xml:space="preserve">. </w:t>
      </w:r>
      <w:r w:rsidR="001B73FA" w:rsidRPr="001B73FA">
        <w:rPr>
          <w:szCs w:val="20"/>
        </w:rPr>
        <w:t>Souvenez-vous combien j</w:t>
      </w:r>
      <w:r w:rsidRPr="00A4769E">
        <w:rPr>
          <w:szCs w:val="20"/>
        </w:rPr>
        <w:t>’</w:t>
      </w:r>
      <w:r w:rsidR="001B73FA" w:rsidRPr="001B73FA">
        <w:rPr>
          <w:szCs w:val="20"/>
        </w:rPr>
        <w:t>étais inquiet pour la réussite de cette affaire-là qui me paraissait mal engagée</w:t>
      </w:r>
      <w:r w:rsidRPr="00A4769E">
        <w:rPr>
          <w:szCs w:val="20"/>
        </w:rPr>
        <w:t xml:space="preserve">. </w:t>
      </w:r>
      <w:r w:rsidR="001B73FA" w:rsidRPr="001B73FA">
        <w:rPr>
          <w:szCs w:val="20"/>
        </w:rPr>
        <w:t>À un point que j</w:t>
      </w:r>
      <w:r w:rsidRPr="00A4769E">
        <w:rPr>
          <w:szCs w:val="20"/>
        </w:rPr>
        <w:t>’</w:t>
      </w:r>
      <w:r w:rsidR="001B73FA" w:rsidRPr="001B73FA">
        <w:rPr>
          <w:szCs w:val="20"/>
        </w:rPr>
        <w:t>avais osé critiquer vos méthodes et proposer un changement radical au conseil secret</w:t>
      </w:r>
      <w:r w:rsidRPr="00A4769E">
        <w:rPr>
          <w:szCs w:val="20"/>
        </w:rPr>
        <w:t>.</w:t>
      </w:r>
    </w:p>
    <w:p w14:paraId="364FFEE5" w14:textId="3FF03D27" w:rsidR="00462692" w:rsidRPr="00A4769E" w:rsidRDefault="00462692" w:rsidP="001B73FA">
      <w:pPr>
        <w:rPr>
          <w:szCs w:val="20"/>
        </w:rPr>
      </w:pPr>
      <w:r w:rsidRPr="00A4769E">
        <w:rPr>
          <w:szCs w:val="20"/>
        </w:rPr>
        <w:lastRenderedPageBreak/>
        <w:t>— </w:t>
      </w:r>
      <w:r w:rsidR="001B73FA" w:rsidRPr="001B73FA">
        <w:rPr>
          <w:szCs w:val="20"/>
        </w:rPr>
        <w:t>Vous n</w:t>
      </w:r>
      <w:r w:rsidRPr="00A4769E">
        <w:rPr>
          <w:szCs w:val="20"/>
        </w:rPr>
        <w:t>’</w:t>
      </w:r>
      <w:r w:rsidR="001B73FA" w:rsidRPr="001B73FA">
        <w:rPr>
          <w:szCs w:val="20"/>
        </w:rPr>
        <w:t>avez retardé mon action que d</w:t>
      </w:r>
      <w:r w:rsidRPr="00A4769E">
        <w:rPr>
          <w:szCs w:val="20"/>
        </w:rPr>
        <w:t>’</w:t>
      </w:r>
      <w:r w:rsidR="001B73FA" w:rsidRPr="001B73FA">
        <w:rPr>
          <w:szCs w:val="20"/>
        </w:rPr>
        <w:t>une heure</w:t>
      </w:r>
      <w:r w:rsidRPr="00A4769E">
        <w:rPr>
          <w:szCs w:val="20"/>
        </w:rPr>
        <w:t xml:space="preserve">, </w:t>
      </w:r>
      <w:r w:rsidR="001B73FA" w:rsidRPr="001B73FA">
        <w:rPr>
          <w:szCs w:val="20"/>
        </w:rPr>
        <w:t>dit le Marquis</w:t>
      </w:r>
      <w:r w:rsidRPr="00A4769E">
        <w:rPr>
          <w:szCs w:val="20"/>
        </w:rPr>
        <w:t>.</w:t>
      </w:r>
    </w:p>
    <w:p w14:paraId="35F25EE6" w14:textId="4C633429" w:rsidR="00462692" w:rsidRPr="00A4769E" w:rsidRDefault="00462692" w:rsidP="001B73FA">
      <w:pPr>
        <w:rPr>
          <w:szCs w:val="20"/>
        </w:rPr>
      </w:pPr>
      <w:r w:rsidRPr="00A4769E">
        <w:rPr>
          <w:szCs w:val="20"/>
        </w:rPr>
        <w:t>— </w:t>
      </w:r>
      <w:r w:rsidR="001B73FA" w:rsidRPr="001B73FA">
        <w:rPr>
          <w:szCs w:val="20"/>
        </w:rPr>
        <w:t>Et vous m</w:t>
      </w:r>
      <w:r w:rsidRPr="00A4769E">
        <w:rPr>
          <w:szCs w:val="20"/>
        </w:rPr>
        <w:t>’</w:t>
      </w:r>
      <w:r w:rsidR="001B73FA" w:rsidRPr="001B73FA">
        <w:rPr>
          <w:szCs w:val="20"/>
        </w:rPr>
        <w:t>avez fait prévenir de votre réussite par un jeune homme habillé de velours blanc</w:t>
      </w:r>
      <w:r w:rsidRPr="00A4769E">
        <w:rPr>
          <w:szCs w:val="20"/>
        </w:rPr>
        <w:t>.</w:t>
      </w:r>
    </w:p>
    <w:p w14:paraId="2E2F70E0" w14:textId="27A2CA4D" w:rsidR="00462692" w:rsidRPr="00A4769E" w:rsidRDefault="00462692" w:rsidP="001B73FA">
      <w:pPr>
        <w:rPr>
          <w:szCs w:val="20"/>
        </w:rPr>
      </w:pPr>
      <w:r w:rsidRPr="00A4769E">
        <w:rPr>
          <w:szCs w:val="20"/>
        </w:rPr>
        <w:t>— </w:t>
      </w:r>
      <w:r w:rsidR="001B73FA" w:rsidRPr="001B73FA">
        <w:rPr>
          <w:szCs w:val="20"/>
        </w:rPr>
        <w:t>Est-ce de celui-là qu</w:t>
      </w:r>
      <w:r w:rsidRPr="00A4769E">
        <w:rPr>
          <w:szCs w:val="20"/>
        </w:rPr>
        <w:t>’</w:t>
      </w:r>
      <w:r w:rsidR="001B73FA" w:rsidRPr="001B73FA">
        <w:rPr>
          <w:szCs w:val="20"/>
        </w:rPr>
        <w:t>il s</w:t>
      </w:r>
      <w:r w:rsidRPr="00A4769E">
        <w:rPr>
          <w:szCs w:val="20"/>
        </w:rPr>
        <w:t>’</w:t>
      </w:r>
      <w:r w:rsidR="001B73FA" w:rsidRPr="001B73FA">
        <w:rPr>
          <w:szCs w:val="20"/>
        </w:rPr>
        <w:t>agit</w:t>
      </w:r>
      <w:r w:rsidRPr="00A4769E">
        <w:rPr>
          <w:szCs w:val="20"/>
        </w:rPr>
        <w:t> ?</w:t>
      </w:r>
    </w:p>
    <w:p w14:paraId="6D0A1A9D" w14:textId="6FBBA836" w:rsidR="00462692" w:rsidRPr="00A4769E" w:rsidRDefault="00462692" w:rsidP="001B73FA">
      <w:pPr>
        <w:rPr>
          <w:szCs w:val="20"/>
        </w:rPr>
      </w:pPr>
      <w:r w:rsidRPr="00A4769E">
        <w:rPr>
          <w:szCs w:val="20"/>
        </w:rPr>
        <w:t>— </w:t>
      </w:r>
      <w:r w:rsidR="001B73FA" w:rsidRPr="001B73FA">
        <w:rPr>
          <w:szCs w:val="20"/>
        </w:rPr>
        <w:t>Je le suppose</w:t>
      </w:r>
      <w:r w:rsidRPr="00A4769E">
        <w:rPr>
          <w:szCs w:val="20"/>
        </w:rPr>
        <w:t xml:space="preserve">, </w:t>
      </w:r>
      <w:r w:rsidR="001B73FA" w:rsidRPr="001B73FA">
        <w:rPr>
          <w:szCs w:val="20"/>
        </w:rPr>
        <w:t>dit le vicaire général</w:t>
      </w:r>
      <w:r w:rsidRPr="00A4769E">
        <w:rPr>
          <w:szCs w:val="20"/>
        </w:rPr>
        <w:t>.</w:t>
      </w:r>
    </w:p>
    <w:p w14:paraId="37ABDFB0" w14:textId="72834386" w:rsidR="00462692" w:rsidRPr="00A4769E" w:rsidRDefault="00462692" w:rsidP="001B73FA">
      <w:pPr>
        <w:rPr>
          <w:szCs w:val="20"/>
        </w:rPr>
      </w:pPr>
      <w:r w:rsidRPr="00A4769E">
        <w:rPr>
          <w:szCs w:val="20"/>
        </w:rPr>
        <w:t>— </w:t>
      </w:r>
      <w:r w:rsidR="001B73FA" w:rsidRPr="001B73FA">
        <w:rPr>
          <w:szCs w:val="20"/>
        </w:rPr>
        <w:t>J</w:t>
      </w:r>
      <w:r w:rsidRPr="00A4769E">
        <w:rPr>
          <w:szCs w:val="20"/>
        </w:rPr>
        <w:t>’</w:t>
      </w:r>
      <w:r w:rsidR="001B73FA" w:rsidRPr="001B73FA">
        <w:rPr>
          <w:szCs w:val="20"/>
        </w:rPr>
        <w:t>aime décidément mieux jouer le jeu avec vous qu</w:t>
      </w:r>
      <w:r w:rsidRPr="00A4769E">
        <w:rPr>
          <w:szCs w:val="20"/>
        </w:rPr>
        <w:t>’</w:t>
      </w:r>
      <w:r w:rsidR="001B73FA" w:rsidRPr="001B73FA">
        <w:rPr>
          <w:szCs w:val="20"/>
        </w:rPr>
        <w:t>avec l</w:t>
      </w:r>
      <w:r w:rsidRPr="00A4769E">
        <w:rPr>
          <w:szCs w:val="20"/>
        </w:rPr>
        <w:t>’</w:t>
      </w:r>
      <w:r w:rsidR="001B73FA" w:rsidRPr="001B73FA">
        <w:rPr>
          <w:szCs w:val="20"/>
        </w:rPr>
        <w:t>archevêque</w:t>
      </w:r>
      <w:r w:rsidR="00A4769E" w:rsidRPr="00A4769E">
        <w:rPr>
          <w:szCs w:val="20"/>
        </w:rPr>
        <w:t>,</w:t>
      </w:r>
      <w:r w:rsidR="009C5D78">
        <w:rPr>
          <w:szCs w:val="20"/>
        </w:rPr>
        <w:t xml:space="preserve"> </w:t>
      </w:r>
      <w:r w:rsidR="001B73FA" w:rsidRPr="001B73FA">
        <w:rPr>
          <w:szCs w:val="20"/>
        </w:rPr>
        <w:t>dit le Marquis en prenant sa tasse de café</w:t>
      </w:r>
      <w:r w:rsidRPr="00A4769E">
        <w:rPr>
          <w:szCs w:val="20"/>
        </w:rPr>
        <w:t xml:space="preserve">. </w:t>
      </w:r>
      <w:r w:rsidR="001B73FA" w:rsidRPr="001B73FA">
        <w:rPr>
          <w:szCs w:val="20"/>
        </w:rPr>
        <w:t>Vous me connaissez comme si vous m</w:t>
      </w:r>
      <w:r w:rsidRPr="00A4769E">
        <w:rPr>
          <w:szCs w:val="20"/>
        </w:rPr>
        <w:t>’</w:t>
      </w:r>
      <w:r w:rsidR="001B73FA" w:rsidRPr="001B73FA">
        <w:rPr>
          <w:szCs w:val="20"/>
        </w:rPr>
        <w:t>aviez fait</w:t>
      </w:r>
      <w:r w:rsidRPr="00A4769E">
        <w:rPr>
          <w:szCs w:val="20"/>
        </w:rPr>
        <w:t xml:space="preserve">. </w:t>
      </w:r>
      <w:r w:rsidR="001B73FA" w:rsidRPr="001B73FA">
        <w:rPr>
          <w:szCs w:val="20"/>
        </w:rPr>
        <w:t>Vos malices s</w:t>
      </w:r>
      <w:r w:rsidRPr="00A4769E">
        <w:rPr>
          <w:szCs w:val="20"/>
        </w:rPr>
        <w:t>’</w:t>
      </w:r>
      <w:r w:rsidR="001B73FA" w:rsidRPr="001B73FA">
        <w:rPr>
          <w:szCs w:val="20"/>
        </w:rPr>
        <w:t>adressent toujours à une de mes qualités</w:t>
      </w:r>
      <w:r w:rsidRPr="00A4769E">
        <w:rPr>
          <w:szCs w:val="20"/>
        </w:rPr>
        <w:t xml:space="preserve">. </w:t>
      </w:r>
      <w:r w:rsidR="001B73FA" w:rsidRPr="001B73FA">
        <w:rPr>
          <w:szCs w:val="20"/>
        </w:rPr>
        <w:t>Il est évident qu</w:t>
      </w:r>
      <w:r w:rsidRPr="00A4769E">
        <w:rPr>
          <w:szCs w:val="20"/>
        </w:rPr>
        <w:t>’</w:t>
      </w:r>
      <w:r w:rsidR="001B73FA" w:rsidRPr="001B73FA">
        <w:rPr>
          <w:szCs w:val="20"/>
        </w:rPr>
        <w:t>ici il y a une économie de moyens qui me touche</w:t>
      </w:r>
      <w:r w:rsidRPr="00A4769E">
        <w:rPr>
          <w:szCs w:val="20"/>
        </w:rPr>
        <w:t xml:space="preserve">. </w:t>
      </w:r>
      <w:r w:rsidR="001B73FA" w:rsidRPr="001B73FA">
        <w:rPr>
          <w:szCs w:val="20"/>
        </w:rPr>
        <w:t>Je me sers par hasard d</w:t>
      </w:r>
      <w:r w:rsidRPr="00A4769E">
        <w:rPr>
          <w:szCs w:val="20"/>
        </w:rPr>
        <w:t>’</w:t>
      </w:r>
      <w:r w:rsidR="001B73FA" w:rsidRPr="001B73FA">
        <w:rPr>
          <w:szCs w:val="20"/>
        </w:rPr>
        <w:t>un garçon</w:t>
      </w:r>
      <w:r w:rsidRPr="00A4769E">
        <w:rPr>
          <w:szCs w:val="20"/>
        </w:rPr>
        <w:t xml:space="preserve"> : </w:t>
      </w:r>
      <w:r w:rsidR="001B73FA" w:rsidRPr="001B73FA">
        <w:rPr>
          <w:szCs w:val="20"/>
        </w:rPr>
        <w:t>c</w:t>
      </w:r>
      <w:r w:rsidRPr="00A4769E">
        <w:rPr>
          <w:szCs w:val="20"/>
        </w:rPr>
        <w:t>’</w:t>
      </w:r>
      <w:r w:rsidR="001B73FA" w:rsidRPr="001B73FA">
        <w:rPr>
          <w:szCs w:val="20"/>
        </w:rPr>
        <w:t>est le même que vous me retournez</w:t>
      </w:r>
      <w:r w:rsidRPr="00A4769E">
        <w:rPr>
          <w:szCs w:val="20"/>
        </w:rPr>
        <w:t xml:space="preserve">. </w:t>
      </w:r>
      <w:r w:rsidR="001B73FA" w:rsidRPr="001B73FA">
        <w:rPr>
          <w:szCs w:val="20"/>
        </w:rPr>
        <w:t>Je ne vais pas pouvoir résister au plaisir d</w:t>
      </w:r>
      <w:r w:rsidRPr="00A4769E">
        <w:rPr>
          <w:szCs w:val="20"/>
        </w:rPr>
        <w:t>’</w:t>
      </w:r>
      <w:r w:rsidR="001B73FA" w:rsidRPr="001B73FA">
        <w:rPr>
          <w:szCs w:val="20"/>
        </w:rPr>
        <w:t>entrer dans votre jeu</w:t>
      </w:r>
      <w:r w:rsidRPr="00A4769E">
        <w:rPr>
          <w:szCs w:val="20"/>
        </w:rPr>
        <w:t xml:space="preserve">. </w:t>
      </w:r>
      <w:r w:rsidR="001B73FA" w:rsidRPr="001B73FA">
        <w:rPr>
          <w:szCs w:val="20"/>
        </w:rPr>
        <w:t>Et vous saviez que je ne pourrais pas résister</w:t>
      </w:r>
      <w:r w:rsidRPr="00A4769E">
        <w:rPr>
          <w:szCs w:val="20"/>
        </w:rPr>
        <w:t>.</w:t>
      </w:r>
    </w:p>
    <w:p w14:paraId="57B13715" w14:textId="37B97163" w:rsidR="00462692" w:rsidRPr="00A4769E" w:rsidRDefault="00462692" w:rsidP="001B73FA">
      <w:pPr>
        <w:rPr>
          <w:szCs w:val="20"/>
        </w:rPr>
      </w:pPr>
      <w:r w:rsidRPr="00A4769E">
        <w:rPr>
          <w:szCs w:val="20"/>
        </w:rPr>
        <w:t>— </w:t>
      </w:r>
      <w:r w:rsidR="001B73FA" w:rsidRPr="001B73FA">
        <w:rPr>
          <w:szCs w:val="20"/>
        </w:rPr>
        <w:t>Il y a plaisir à parler à un homme d</w:t>
      </w:r>
      <w:r w:rsidRPr="00A4769E">
        <w:rPr>
          <w:szCs w:val="20"/>
        </w:rPr>
        <w:t>’</w:t>
      </w:r>
      <w:r w:rsidR="001B73FA" w:rsidRPr="001B73FA">
        <w:rPr>
          <w:szCs w:val="20"/>
        </w:rPr>
        <w:t>esprit</w:t>
      </w:r>
      <w:r w:rsidRPr="00A4769E">
        <w:rPr>
          <w:szCs w:val="20"/>
        </w:rPr>
        <w:t xml:space="preserve">, </w:t>
      </w:r>
      <w:r w:rsidR="001B73FA" w:rsidRPr="001B73FA">
        <w:rPr>
          <w:szCs w:val="20"/>
        </w:rPr>
        <w:t>dit le vicaire général</w:t>
      </w:r>
      <w:r w:rsidRPr="00A4769E">
        <w:rPr>
          <w:szCs w:val="20"/>
        </w:rPr>
        <w:t>.</w:t>
      </w:r>
    </w:p>
    <w:p w14:paraId="449AF9CB" w14:textId="58A6F549" w:rsidR="00462692" w:rsidRPr="00A4769E" w:rsidRDefault="00462692" w:rsidP="001B73FA">
      <w:pPr>
        <w:rPr>
          <w:szCs w:val="20"/>
        </w:rPr>
      </w:pPr>
      <w:r w:rsidRPr="00A4769E">
        <w:rPr>
          <w:szCs w:val="20"/>
        </w:rPr>
        <w:t>— </w:t>
      </w:r>
      <w:r w:rsidR="001B73FA" w:rsidRPr="001B73FA">
        <w:rPr>
          <w:szCs w:val="20"/>
        </w:rPr>
        <w:t>C</w:t>
      </w:r>
      <w:r w:rsidRPr="00A4769E">
        <w:rPr>
          <w:szCs w:val="20"/>
        </w:rPr>
        <w:t>’</w:t>
      </w:r>
      <w:r w:rsidR="001B73FA" w:rsidRPr="001B73FA">
        <w:rPr>
          <w:szCs w:val="20"/>
        </w:rPr>
        <w:t>est d</w:t>
      </w:r>
      <w:r w:rsidRPr="00A4769E">
        <w:rPr>
          <w:szCs w:val="20"/>
        </w:rPr>
        <w:t>’</w:t>
      </w:r>
      <w:r w:rsidR="001B73FA" w:rsidRPr="001B73FA">
        <w:rPr>
          <w:szCs w:val="20"/>
        </w:rPr>
        <w:t>accord</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On ne fait jamais appel en vain à mon goût pour les choses parfaites et difficiles</w:t>
      </w:r>
      <w:r w:rsidRPr="00A4769E">
        <w:rPr>
          <w:szCs w:val="20"/>
        </w:rPr>
        <w:t xml:space="preserve">. </w:t>
      </w:r>
      <w:r w:rsidR="001B73FA" w:rsidRPr="001B73FA">
        <w:rPr>
          <w:szCs w:val="20"/>
        </w:rPr>
        <w:t>Je prends le garçon</w:t>
      </w:r>
      <w:r w:rsidRPr="00A4769E">
        <w:rPr>
          <w:szCs w:val="20"/>
        </w:rPr>
        <w:t>.</w:t>
      </w:r>
    </w:p>
    <w:p w14:paraId="086DC06F" w14:textId="3646FB1B" w:rsidR="00462692" w:rsidRPr="00A4769E" w:rsidRDefault="00462692" w:rsidP="001B73FA">
      <w:pPr>
        <w:rPr>
          <w:szCs w:val="20"/>
        </w:rPr>
      </w:pPr>
      <w:r w:rsidRPr="00A4769E">
        <w:rPr>
          <w:szCs w:val="20"/>
        </w:rPr>
        <w:t>— </w:t>
      </w:r>
      <w:r w:rsidR="001B73FA" w:rsidRPr="001B73FA">
        <w:rPr>
          <w:szCs w:val="20"/>
        </w:rPr>
        <w:t>Je parie que Monseigneur avait essayé de vous en persuader avec un millier de mensonges minuscules</w:t>
      </w:r>
      <w:r w:rsidRPr="00A4769E">
        <w:rPr>
          <w:szCs w:val="20"/>
        </w:rPr>
        <w:t xml:space="preserve">, </w:t>
      </w:r>
      <w:r w:rsidR="001B73FA" w:rsidRPr="001B73FA">
        <w:rPr>
          <w:szCs w:val="20"/>
        </w:rPr>
        <w:t>dit le vicaire général</w:t>
      </w:r>
      <w:r w:rsidRPr="00A4769E">
        <w:rPr>
          <w:szCs w:val="20"/>
        </w:rPr>
        <w:t>.</w:t>
      </w:r>
    </w:p>
    <w:p w14:paraId="757C1413" w14:textId="63E83DDE" w:rsidR="00462692" w:rsidRPr="00A4769E" w:rsidRDefault="00462692" w:rsidP="001B73FA">
      <w:pPr>
        <w:rPr>
          <w:szCs w:val="20"/>
        </w:rPr>
      </w:pPr>
      <w:r w:rsidRPr="00A4769E">
        <w:rPr>
          <w:szCs w:val="20"/>
        </w:rPr>
        <w:t>— </w:t>
      </w:r>
      <w:r w:rsidR="001B73FA" w:rsidRPr="001B73FA">
        <w:rPr>
          <w:szCs w:val="20"/>
        </w:rPr>
        <w:t>Il n</w:t>
      </w:r>
      <w:r w:rsidRPr="00A4769E">
        <w:rPr>
          <w:szCs w:val="20"/>
        </w:rPr>
        <w:t>’</w:t>
      </w:r>
      <w:r w:rsidR="001B73FA" w:rsidRPr="001B73FA">
        <w:rPr>
          <w:szCs w:val="20"/>
        </w:rPr>
        <w:t>a évidemment pas votre élégance</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Alors je refuse de discuter avec lui</w:t>
      </w:r>
      <w:r w:rsidRPr="00A4769E">
        <w:rPr>
          <w:szCs w:val="20"/>
        </w:rPr>
        <w:t xml:space="preserve">. </w:t>
      </w:r>
      <w:r w:rsidR="001B73FA" w:rsidRPr="001B73FA">
        <w:rPr>
          <w:szCs w:val="20"/>
        </w:rPr>
        <w:t>Ce que je refuse</w:t>
      </w:r>
      <w:r w:rsidRPr="00A4769E">
        <w:rPr>
          <w:szCs w:val="20"/>
        </w:rPr>
        <w:t xml:space="preserve">, </w:t>
      </w:r>
      <w:r w:rsidR="001B73FA" w:rsidRPr="001B73FA">
        <w:rPr>
          <w:szCs w:val="20"/>
        </w:rPr>
        <w:t>d</w:t>
      </w:r>
      <w:r w:rsidRPr="00A4769E">
        <w:rPr>
          <w:szCs w:val="20"/>
        </w:rPr>
        <w:t>’</w:t>
      </w:r>
      <w:r w:rsidR="001B73FA" w:rsidRPr="001B73FA">
        <w:rPr>
          <w:szCs w:val="20"/>
        </w:rPr>
        <w:t>ailleurs</w:t>
      </w:r>
      <w:r w:rsidRPr="00A4769E">
        <w:rPr>
          <w:szCs w:val="20"/>
        </w:rPr>
        <w:t xml:space="preserve">, </w:t>
      </w:r>
      <w:r w:rsidR="001B73FA" w:rsidRPr="001B73FA">
        <w:rPr>
          <w:szCs w:val="20"/>
        </w:rPr>
        <w:t>est moins ce qu</w:t>
      </w:r>
      <w:r w:rsidRPr="00A4769E">
        <w:rPr>
          <w:szCs w:val="20"/>
        </w:rPr>
        <w:t>’</w:t>
      </w:r>
      <w:r w:rsidR="001B73FA" w:rsidRPr="001B73FA">
        <w:rPr>
          <w:szCs w:val="20"/>
        </w:rPr>
        <w:t>il me propose que le combat proprement dit</w:t>
      </w:r>
      <w:r w:rsidRPr="00A4769E">
        <w:rPr>
          <w:szCs w:val="20"/>
        </w:rPr>
        <w:t xml:space="preserve">, </w:t>
      </w:r>
      <w:r w:rsidR="001B73FA" w:rsidRPr="001B73FA">
        <w:rPr>
          <w:szCs w:val="20"/>
        </w:rPr>
        <w:t>mais il n</w:t>
      </w:r>
      <w:r w:rsidRPr="00A4769E">
        <w:rPr>
          <w:szCs w:val="20"/>
        </w:rPr>
        <w:t>’</w:t>
      </w:r>
      <w:r w:rsidR="001B73FA" w:rsidRPr="001B73FA">
        <w:rPr>
          <w:szCs w:val="20"/>
        </w:rPr>
        <w:t>a même pas la malice de s</w:t>
      </w:r>
      <w:r w:rsidRPr="00A4769E">
        <w:rPr>
          <w:szCs w:val="20"/>
        </w:rPr>
        <w:t>’</w:t>
      </w:r>
      <w:r w:rsidR="001B73FA" w:rsidRPr="001B73FA">
        <w:rPr>
          <w:szCs w:val="20"/>
        </w:rPr>
        <w:t>en rendre compte et de savoir qu</w:t>
      </w:r>
      <w:r w:rsidRPr="00A4769E">
        <w:rPr>
          <w:szCs w:val="20"/>
        </w:rPr>
        <w:t>’</w:t>
      </w:r>
      <w:r w:rsidR="001B73FA" w:rsidRPr="001B73FA">
        <w:rPr>
          <w:szCs w:val="20"/>
        </w:rPr>
        <w:t>à la longue il obtiendrait ce qu</w:t>
      </w:r>
      <w:r w:rsidRPr="00A4769E">
        <w:rPr>
          <w:szCs w:val="20"/>
        </w:rPr>
        <w:t>’</w:t>
      </w:r>
      <w:r w:rsidR="001B73FA" w:rsidRPr="001B73FA">
        <w:rPr>
          <w:szCs w:val="20"/>
        </w:rPr>
        <w:t>il désire par le dégoût</w:t>
      </w:r>
      <w:r w:rsidRPr="00A4769E">
        <w:rPr>
          <w:szCs w:val="20"/>
        </w:rPr>
        <w:t xml:space="preserve">. </w:t>
      </w:r>
      <w:r w:rsidR="001B73FA" w:rsidRPr="001B73FA">
        <w:rPr>
          <w:szCs w:val="20"/>
        </w:rPr>
        <w:t>Je finirais par lui dire oui</w:t>
      </w:r>
      <w:r w:rsidRPr="00A4769E">
        <w:rPr>
          <w:szCs w:val="20"/>
        </w:rPr>
        <w:t xml:space="preserve">. </w:t>
      </w:r>
      <w:r w:rsidR="001B73FA" w:rsidRPr="001B73FA">
        <w:rPr>
          <w:szCs w:val="20"/>
        </w:rPr>
        <w:t xml:space="preserve">Vous savez bien </w:t>
      </w:r>
      <w:r w:rsidR="001B73FA" w:rsidRPr="001B73FA">
        <w:rPr>
          <w:szCs w:val="20"/>
        </w:rPr>
        <w:lastRenderedPageBreak/>
        <w:t>que je suis trop joueur pour ne pas accepter tous les jeux</w:t>
      </w:r>
      <w:r w:rsidRPr="00A4769E">
        <w:rPr>
          <w:szCs w:val="20"/>
        </w:rPr>
        <w:t xml:space="preserve">. </w:t>
      </w:r>
      <w:r w:rsidR="001B73FA" w:rsidRPr="001B73FA">
        <w:rPr>
          <w:szCs w:val="20"/>
        </w:rPr>
        <w:t>Mais sans plaisir</w:t>
      </w:r>
      <w:r w:rsidRPr="00A4769E">
        <w:rPr>
          <w:szCs w:val="20"/>
        </w:rPr>
        <w:t xml:space="preserve">. </w:t>
      </w:r>
      <w:r w:rsidR="001B73FA" w:rsidRPr="001B73FA">
        <w:rPr>
          <w:szCs w:val="20"/>
        </w:rPr>
        <w:t>Tandis qu</w:t>
      </w:r>
      <w:r w:rsidRPr="00A4769E">
        <w:rPr>
          <w:szCs w:val="20"/>
        </w:rPr>
        <w:t>’</w:t>
      </w:r>
      <w:r w:rsidR="001B73FA" w:rsidRPr="001B73FA">
        <w:rPr>
          <w:szCs w:val="20"/>
        </w:rPr>
        <w:t>avec vous</w:t>
      </w:r>
      <w:r w:rsidRPr="00A4769E">
        <w:rPr>
          <w:szCs w:val="20"/>
        </w:rPr>
        <w:t xml:space="preserve">, </w:t>
      </w:r>
      <w:r w:rsidR="001B73FA" w:rsidRPr="001B73FA">
        <w:rPr>
          <w:szCs w:val="20"/>
        </w:rPr>
        <w:t>je jouis</w:t>
      </w:r>
      <w:r w:rsidRPr="00A4769E">
        <w:rPr>
          <w:szCs w:val="20"/>
        </w:rPr>
        <w:t>.</w:t>
      </w:r>
    </w:p>
    <w:p w14:paraId="341B0E1F" w14:textId="568C684A" w:rsidR="00462692" w:rsidRPr="00A4769E" w:rsidRDefault="00462692" w:rsidP="001B73FA">
      <w:pPr>
        <w:rPr>
          <w:szCs w:val="20"/>
        </w:rPr>
      </w:pPr>
      <w:r w:rsidRPr="00A4769E">
        <w:rPr>
          <w:szCs w:val="20"/>
        </w:rPr>
        <w:t>— </w:t>
      </w:r>
      <w:r w:rsidR="001B73FA" w:rsidRPr="001B73FA">
        <w:rPr>
          <w:szCs w:val="20"/>
        </w:rPr>
        <w:t>Oui</w:t>
      </w:r>
      <w:r w:rsidRPr="00A4769E">
        <w:rPr>
          <w:szCs w:val="20"/>
        </w:rPr>
        <w:t xml:space="preserve">, </w:t>
      </w:r>
      <w:r w:rsidR="001B73FA" w:rsidRPr="001B73FA">
        <w:rPr>
          <w:szCs w:val="20"/>
        </w:rPr>
        <w:t>dit le grand vicaire</w:t>
      </w:r>
      <w:r w:rsidRPr="00A4769E">
        <w:rPr>
          <w:szCs w:val="20"/>
        </w:rPr>
        <w:t xml:space="preserve">, </w:t>
      </w:r>
      <w:r w:rsidR="001B73FA" w:rsidRPr="001B73FA">
        <w:rPr>
          <w:szCs w:val="20"/>
        </w:rPr>
        <w:t>il y a des diagonales sur lesquelles je ne pouvais pas jouer</w:t>
      </w:r>
      <w:r w:rsidRPr="00A4769E">
        <w:rPr>
          <w:szCs w:val="20"/>
        </w:rPr>
        <w:t xml:space="preserve">. </w:t>
      </w:r>
      <w:r w:rsidR="001B73FA" w:rsidRPr="001B73FA">
        <w:rPr>
          <w:szCs w:val="20"/>
        </w:rPr>
        <w:t>Vous m</w:t>
      </w:r>
      <w:r w:rsidRPr="00A4769E">
        <w:rPr>
          <w:szCs w:val="20"/>
        </w:rPr>
        <w:t>’</w:t>
      </w:r>
      <w:r w:rsidR="001B73FA" w:rsidRPr="001B73FA">
        <w:rPr>
          <w:szCs w:val="20"/>
        </w:rPr>
        <w:t>avez donné un fou</w:t>
      </w:r>
      <w:r w:rsidRPr="00A4769E">
        <w:rPr>
          <w:szCs w:val="20"/>
        </w:rPr>
        <w:t xml:space="preserve"> : </w:t>
      </w:r>
      <w:r w:rsidR="001B73FA" w:rsidRPr="001B73FA">
        <w:rPr>
          <w:szCs w:val="20"/>
        </w:rPr>
        <w:t>pourquoi ne le déplacerais-je pas</w:t>
      </w:r>
      <w:r w:rsidRPr="00A4769E">
        <w:rPr>
          <w:szCs w:val="20"/>
        </w:rPr>
        <w:t> ?</w:t>
      </w:r>
    </w:p>
    <w:p w14:paraId="0CF9806D" w14:textId="7F82FB26" w:rsidR="00462692" w:rsidRPr="00A4769E" w:rsidRDefault="00462692" w:rsidP="001B73FA">
      <w:pPr>
        <w:rPr>
          <w:szCs w:val="20"/>
        </w:rPr>
      </w:pPr>
      <w:r w:rsidRPr="00A4769E">
        <w:rPr>
          <w:szCs w:val="20"/>
        </w:rPr>
        <w:t>— </w:t>
      </w:r>
      <w:r w:rsidR="001B73FA" w:rsidRPr="001B73FA">
        <w:rPr>
          <w:szCs w:val="20"/>
        </w:rPr>
        <w:t>Il me reste donc à vous le reprendre</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Un fou et des cavaliers peuvent parfaitement donner l</w:t>
      </w:r>
      <w:r w:rsidRPr="00A4769E">
        <w:rPr>
          <w:szCs w:val="20"/>
        </w:rPr>
        <w:t>’</w:t>
      </w:r>
      <w:r w:rsidR="001B73FA" w:rsidRPr="001B73FA">
        <w:rPr>
          <w:szCs w:val="20"/>
        </w:rPr>
        <w:t>échec</w:t>
      </w:r>
      <w:r w:rsidRPr="00A4769E">
        <w:rPr>
          <w:szCs w:val="20"/>
        </w:rPr>
        <w:t>.</w:t>
      </w:r>
    </w:p>
    <w:p w14:paraId="5AC07BCF" w14:textId="2AF53EE7" w:rsidR="00462692" w:rsidRPr="00A4769E" w:rsidRDefault="00462692" w:rsidP="001B73FA">
      <w:pPr>
        <w:rPr>
          <w:szCs w:val="20"/>
        </w:rPr>
      </w:pPr>
      <w:r w:rsidRPr="00A4769E">
        <w:rPr>
          <w:szCs w:val="20"/>
        </w:rPr>
        <w:t>— </w:t>
      </w:r>
      <w:r w:rsidR="001B73FA" w:rsidRPr="001B73FA">
        <w:rPr>
          <w:szCs w:val="20"/>
        </w:rPr>
        <w:t>Il vous donnera surtout beaucoup de plaisir</w:t>
      </w:r>
      <w:r w:rsidRPr="00A4769E">
        <w:rPr>
          <w:szCs w:val="20"/>
        </w:rPr>
        <w:t xml:space="preserve">, </w:t>
      </w:r>
      <w:r w:rsidR="001B73FA" w:rsidRPr="001B73FA">
        <w:rPr>
          <w:szCs w:val="20"/>
        </w:rPr>
        <w:t>dit le vicaire général</w:t>
      </w:r>
      <w:r w:rsidRPr="00A4769E">
        <w:rPr>
          <w:szCs w:val="20"/>
        </w:rPr>
        <w:t xml:space="preserve">. </w:t>
      </w:r>
      <w:r w:rsidR="001B73FA" w:rsidRPr="001B73FA">
        <w:rPr>
          <w:szCs w:val="20"/>
        </w:rPr>
        <w:t>Il est maintenant parfaitement habillé</w:t>
      </w:r>
      <w:r w:rsidRPr="00A4769E">
        <w:rPr>
          <w:szCs w:val="20"/>
        </w:rPr>
        <w:t xml:space="preserve"> ; </w:t>
      </w:r>
      <w:r w:rsidR="001B73FA" w:rsidRPr="001B73FA">
        <w:rPr>
          <w:szCs w:val="20"/>
        </w:rPr>
        <w:t>il est de première force à l</w:t>
      </w:r>
      <w:r w:rsidRPr="00A4769E">
        <w:rPr>
          <w:szCs w:val="20"/>
        </w:rPr>
        <w:t>’</w:t>
      </w:r>
      <w:r w:rsidR="001B73FA" w:rsidRPr="001B73FA">
        <w:rPr>
          <w:szCs w:val="20"/>
        </w:rPr>
        <w:t>escrime</w:t>
      </w:r>
      <w:r w:rsidRPr="00A4769E">
        <w:rPr>
          <w:szCs w:val="20"/>
        </w:rPr>
        <w:t xml:space="preserve">, </w:t>
      </w:r>
      <w:r w:rsidR="001B73FA" w:rsidRPr="001B73FA">
        <w:rPr>
          <w:szCs w:val="20"/>
        </w:rPr>
        <w:t>au sabre</w:t>
      </w:r>
      <w:r w:rsidRPr="00A4769E">
        <w:rPr>
          <w:szCs w:val="20"/>
        </w:rPr>
        <w:t xml:space="preserve">, </w:t>
      </w:r>
      <w:r w:rsidR="001B73FA" w:rsidRPr="001B73FA">
        <w:rPr>
          <w:szCs w:val="20"/>
        </w:rPr>
        <w:t>et il met tant de générosité dans l</w:t>
      </w:r>
      <w:r w:rsidRPr="00A4769E">
        <w:rPr>
          <w:szCs w:val="20"/>
        </w:rPr>
        <w:t>’</w:t>
      </w:r>
      <w:r w:rsidR="001B73FA" w:rsidRPr="001B73FA">
        <w:rPr>
          <w:szCs w:val="20"/>
        </w:rPr>
        <w:t>intrigue qu</w:t>
      </w:r>
      <w:r w:rsidRPr="00A4769E">
        <w:rPr>
          <w:szCs w:val="20"/>
        </w:rPr>
        <w:t>’</w:t>
      </w:r>
      <w:r w:rsidR="001B73FA" w:rsidRPr="001B73FA">
        <w:rPr>
          <w:szCs w:val="20"/>
        </w:rPr>
        <w:t>il est</w:t>
      </w:r>
      <w:r w:rsidRPr="00A4769E">
        <w:rPr>
          <w:szCs w:val="20"/>
        </w:rPr>
        <w:t xml:space="preserve">, </w:t>
      </w:r>
      <w:r w:rsidR="001B73FA" w:rsidRPr="001B73FA">
        <w:rPr>
          <w:szCs w:val="20"/>
        </w:rPr>
        <w:t>pour les yeux avertis</w:t>
      </w:r>
      <w:r w:rsidRPr="00A4769E">
        <w:rPr>
          <w:szCs w:val="20"/>
        </w:rPr>
        <w:t xml:space="preserve">, </w:t>
      </w:r>
      <w:r w:rsidR="001B73FA" w:rsidRPr="001B73FA">
        <w:rPr>
          <w:szCs w:val="20"/>
        </w:rPr>
        <w:t>un spectacle fort savoureux</w:t>
      </w:r>
      <w:r w:rsidRPr="00A4769E">
        <w:rPr>
          <w:szCs w:val="20"/>
        </w:rPr>
        <w:t>.</w:t>
      </w:r>
    </w:p>
    <w:p w14:paraId="255AA678" w14:textId="77777777" w:rsidR="001B73FA" w:rsidRPr="001B73FA" w:rsidRDefault="001B73FA" w:rsidP="001B73FA">
      <w:pPr>
        <w:rPr>
          <w:szCs w:val="20"/>
        </w:rPr>
      </w:pPr>
      <w:r w:rsidRPr="001B73FA">
        <w:rPr>
          <w:szCs w:val="20"/>
        </w:rPr>
        <w:t>Dès que le Marquis fut parti</w:t>
      </w:r>
      <w:r w:rsidR="00462692" w:rsidRPr="00A4769E">
        <w:rPr>
          <w:szCs w:val="20"/>
        </w:rPr>
        <w:t xml:space="preserve">, </w:t>
      </w:r>
      <w:r w:rsidRPr="001B73FA">
        <w:rPr>
          <w:szCs w:val="20"/>
        </w:rPr>
        <w:t>le vicaire général entra dans la chambre de Rosette</w:t>
      </w:r>
      <w:r w:rsidR="00462692" w:rsidRPr="00A4769E">
        <w:rPr>
          <w:szCs w:val="20"/>
        </w:rPr>
        <w:t>. « </w:t>
      </w:r>
      <w:r w:rsidRPr="001B73FA">
        <w:rPr>
          <w:szCs w:val="20"/>
        </w:rPr>
        <w:t>Il ne s</w:t>
      </w:r>
      <w:r w:rsidR="00462692" w:rsidRPr="00A4769E">
        <w:rPr>
          <w:szCs w:val="20"/>
        </w:rPr>
        <w:t>’</w:t>
      </w:r>
      <w:r w:rsidRPr="001B73FA">
        <w:rPr>
          <w:szCs w:val="20"/>
        </w:rPr>
        <w:t>agit plus de grasse matinée</w:t>
      </w:r>
      <w:r w:rsidR="00462692" w:rsidRPr="00A4769E">
        <w:rPr>
          <w:szCs w:val="20"/>
        </w:rPr>
        <w:t xml:space="preserve">, </w:t>
      </w:r>
      <w:r w:rsidRPr="001B73FA">
        <w:rPr>
          <w:szCs w:val="20"/>
        </w:rPr>
        <w:t>dit-il en s</w:t>
      </w:r>
      <w:r w:rsidR="00462692" w:rsidRPr="00A4769E">
        <w:rPr>
          <w:szCs w:val="20"/>
        </w:rPr>
        <w:t>’</w:t>
      </w:r>
      <w:r w:rsidRPr="001B73FA">
        <w:rPr>
          <w:szCs w:val="20"/>
        </w:rPr>
        <w:t>asseyant dans un fauteuil de satin blanc</w:t>
      </w:r>
      <w:r w:rsidR="00462692" w:rsidRPr="00A4769E">
        <w:rPr>
          <w:szCs w:val="20"/>
        </w:rPr>
        <w:t xml:space="preserve">, </w:t>
      </w:r>
      <w:r w:rsidRPr="001B73FA">
        <w:rPr>
          <w:szCs w:val="20"/>
        </w:rPr>
        <w:t>lève-toi et cours chez ta mère</w:t>
      </w:r>
      <w:r w:rsidR="00462692" w:rsidRPr="00A4769E">
        <w:rPr>
          <w:szCs w:val="20"/>
        </w:rPr>
        <w:t xml:space="preserve"> : </w:t>
      </w:r>
      <w:r w:rsidRPr="001B73FA">
        <w:rPr>
          <w:szCs w:val="20"/>
        </w:rPr>
        <w:t>il me faut le petit colonel</w:t>
      </w:r>
      <w:r w:rsidR="00462692" w:rsidRPr="00A4769E">
        <w:rPr>
          <w:szCs w:val="20"/>
        </w:rPr>
        <w:t>.</w:t>
      </w:r>
      <w:r w:rsidR="00462692" w:rsidRPr="00A4769E">
        <w:rPr>
          <w:szCs w:val="20"/>
        </w:rPr>
        <w:t> »</w:t>
      </w:r>
    </w:p>
    <w:p w14:paraId="21B0FD26" w14:textId="77777777" w:rsidR="00462692" w:rsidRPr="00A4769E" w:rsidRDefault="00462692" w:rsidP="001B73FA">
      <w:pPr>
        <w:rPr>
          <w:szCs w:val="20"/>
        </w:rPr>
      </w:pPr>
    </w:p>
    <w:p w14:paraId="1DEC4D15" w14:textId="77777777" w:rsidR="00462692" w:rsidRPr="00A4769E" w:rsidRDefault="001B73FA" w:rsidP="001B73FA">
      <w:pPr>
        <w:rPr>
          <w:szCs w:val="20"/>
        </w:rPr>
      </w:pPr>
      <w:r w:rsidRPr="001B73FA">
        <w:rPr>
          <w:szCs w:val="20"/>
        </w:rPr>
        <w:t>Angelo n</w:t>
      </w:r>
      <w:r w:rsidR="00462692" w:rsidRPr="00A4769E">
        <w:rPr>
          <w:szCs w:val="20"/>
        </w:rPr>
        <w:t>’</w:t>
      </w:r>
      <w:r w:rsidRPr="001B73FA">
        <w:rPr>
          <w:szCs w:val="20"/>
        </w:rPr>
        <w:t>arriva chez le vicaire général qu</w:t>
      </w:r>
      <w:r w:rsidR="00462692" w:rsidRPr="00A4769E">
        <w:rPr>
          <w:szCs w:val="20"/>
        </w:rPr>
        <w:t>’</w:t>
      </w:r>
      <w:r w:rsidRPr="001B73FA">
        <w:rPr>
          <w:szCs w:val="20"/>
        </w:rPr>
        <w:t>à la nuit close</w:t>
      </w:r>
      <w:r w:rsidR="00462692" w:rsidRPr="00A4769E">
        <w:rPr>
          <w:szCs w:val="20"/>
        </w:rPr>
        <w:t>. « </w:t>
      </w:r>
      <w:r w:rsidRPr="001B73FA">
        <w:rPr>
          <w:szCs w:val="20"/>
        </w:rPr>
        <w:t>Vous êtes ma vie à un point que vous n</w:t>
      </w:r>
      <w:r w:rsidR="00462692" w:rsidRPr="00A4769E">
        <w:rPr>
          <w:szCs w:val="20"/>
        </w:rPr>
        <w:t>’</w:t>
      </w:r>
      <w:r w:rsidRPr="001B73FA">
        <w:rPr>
          <w:szCs w:val="20"/>
        </w:rPr>
        <w:t>imaginez pas</w:t>
      </w:r>
      <w:r w:rsidR="00462692" w:rsidRPr="00A4769E">
        <w:rPr>
          <w:szCs w:val="20"/>
        </w:rPr>
        <w:t xml:space="preserve">, </w:t>
      </w:r>
      <w:r w:rsidRPr="001B73FA">
        <w:rPr>
          <w:szCs w:val="20"/>
        </w:rPr>
        <w:t>lui dit ce dernier</w:t>
      </w:r>
      <w:r w:rsidR="00462692" w:rsidRPr="00A4769E">
        <w:rPr>
          <w:szCs w:val="20"/>
        </w:rPr>
        <w:t xml:space="preserve">. </w:t>
      </w:r>
      <w:r w:rsidRPr="001B73FA">
        <w:rPr>
          <w:szCs w:val="20"/>
        </w:rPr>
        <w:t>Je vous ai fait chercher à trois reprises</w:t>
      </w:r>
      <w:r w:rsidR="00462692" w:rsidRPr="00A4769E">
        <w:rPr>
          <w:szCs w:val="20"/>
        </w:rPr>
        <w:t xml:space="preserve">, </w:t>
      </w:r>
      <w:r w:rsidRPr="001B73FA">
        <w:rPr>
          <w:szCs w:val="20"/>
        </w:rPr>
        <w:t>et maintenant je commençais à désespérer</w:t>
      </w:r>
      <w:r w:rsidR="00462692" w:rsidRPr="00A4769E">
        <w:rPr>
          <w:szCs w:val="20"/>
        </w:rPr>
        <w:t xml:space="preserve">. </w:t>
      </w:r>
      <w:r w:rsidRPr="001B73FA">
        <w:rPr>
          <w:szCs w:val="20"/>
        </w:rPr>
        <w:t>Qu</w:t>
      </w:r>
      <w:r w:rsidR="00462692" w:rsidRPr="00A4769E">
        <w:rPr>
          <w:szCs w:val="20"/>
        </w:rPr>
        <w:t>’</w:t>
      </w:r>
      <w:r w:rsidRPr="001B73FA">
        <w:rPr>
          <w:szCs w:val="20"/>
        </w:rPr>
        <w:t>êtes-vous allé faire à Marseille</w:t>
      </w:r>
      <w:r w:rsidR="00462692" w:rsidRPr="00A4769E">
        <w:rPr>
          <w:szCs w:val="20"/>
        </w:rPr>
        <w:t xml:space="preserve"> ? </w:t>
      </w:r>
      <w:r w:rsidRPr="001B73FA">
        <w:rPr>
          <w:szCs w:val="20"/>
        </w:rPr>
        <w:t>Ne voyez dans ma question que l</w:t>
      </w:r>
      <w:r w:rsidR="00462692" w:rsidRPr="00A4769E">
        <w:rPr>
          <w:szCs w:val="20"/>
        </w:rPr>
        <w:t>’</w:t>
      </w:r>
      <w:r w:rsidRPr="001B73FA">
        <w:rPr>
          <w:szCs w:val="20"/>
        </w:rPr>
        <w:t>extrême de ma tendresse</w:t>
      </w:r>
      <w:r w:rsidR="00462692" w:rsidRPr="00A4769E">
        <w:rPr>
          <w:szCs w:val="20"/>
        </w:rPr>
        <w:t>. »« </w:t>
      </w:r>
      <w:r w:rsidRPr="001B73FA">
        <w:rPr>
          <w:szCs w:val="20"/>
        </w:rPr>
        <w:t>Lui parlerai-je de ma mère</w:t>
      </w:r>
      <w:r w:rsidR="00462692" w:rsidRPr="00A4769E">
        <w:rPr>
          <w:szCs w:val="20"/>
        </w:rPr>
        <w:t xml:space="preserve"> ? </w:t>
      </w:r>
      <w:r w:rsidRPr="001B73FA">
        <w:rPr>
          <w:szCs w:val="20"/>
        </w:rPr>
        <w:t>se dit Angelo</w:t>
      </w:r>
      <w:r w:rsidR="00462692" w:rsidRPr="00A4769E">
        <w:rPr>
          <w:szCs w:val="20"/>
        </w:rPr>
        <w:t xml:space="preserve">. </w:t>
      </w:r>
      <w:r w:rsidRPr="001B73FA">
        <w:rPr>
          <w:szCs w:val="20"/>
        </w:rPr>
        <w:t>Bah</w:t>
      </w:r>
      <w:r w:rsidR="00462692" w:rsidRPr="00A4769E">
        <w:rPr>
          <w:szCs w:val="20"/>
        </w:rPr>
        <w:t xml:space="preserve"> ! </w:t>
      </w:r>
      <w:r w:rsidRPr="001B73FA">
        <w:rPr>
          <w:szCs w:val="20"/>
        </w:rPr>
        <w:t>pourquoi pas</w:t>
      </w:r>
      <w:r w:rsidR="00462692" w:rsidRPr="00A4769E">
        <w:rPr>
          <w:szCs w:val="20"/>
        </w:rPr>
        <w:t xml:space="preserve"> ? </w:t>
      </w:r>
      <w:r w:rsidRPr="001B73FA">
        <w:rPr>
          <w:szCs w:val="20"/>
        </w:rPr>
        <w:t>Voilà bien une folie</w:t>
      </w:r>
      <w:r w:rsidR="00462692" w:rsidRPr="00A4769E">
        <w:rPr>
          <w:szCs w:val="20"/>
        </w:rPr>
        <w:t xml:space="preserve">, </w:t>
      </w:r>
      <w:r w:rsidRPr="001B73FA">
        <w:rPr>
          <w:szCs w:val="20"/>
        </w:rPr>
        <w:t>comme elle le désirerait</w:t>
      </w:r>
      <w:r w:rsidR="00462692" w:rsidRPr="00A4769E">
        <w:rPr>
          <w:szCs w:val="20"/>
        </w:rPr>
        <w:t xml:space="preserve">, </w:t>
      </w:r>
      <w:r w:rsidRPr="001B73FA">
        <w:rPr>
          <w:szCs w:val="20"/>
        </w:rPr>
        <w:t>de dire la vérité à un homme qui me fait surveiller et a oublié de compter avec le fait que je peux toujours aller me perdre dans les trois cent mille habitants d</w:t>
      </w:r>
      <w:r w:rsidR="00462692" w:rsidRPr="00A4769E">
        <w:rPr>
          <w:szCs w:val="20"/>
        </w:rPr>
        <w:t>’</w:t>
      </w:r>
      <w:r w:rsidRPr="001B73FA">
        <w:rPr>
          <w:szCs w:val="20"/>
        </w:rPr>
        <w:t>un port qui n</w:t>
      </w:r>
      <w:r w:rsidR="00462692" w:rsidRPr="00A4769E">
        <w:rPr>
          <w:szCs w:val="20"/>
        </w:rPr>
        <w:t>’</w:t>
      </w:r>
      <w:r w:rsidRPr="001B73FA">
        <w:rPr>
          <w:szCs w:val="20"/>
        </w:rPr>
        <w:t>est qu</w:t>
      </w:r>
      <w:r w:rsidR="00462692" w:rsidRPr="00A4769E">
        <w:rPr>
          <w:szCs w:val="20"/>
        </w:rPr>
        <w:t>’</w:t>
      </w:r>
      <w:r w:rsidRPr="001B73FA">
        <w:rPr>
          <w:szCs w:val="20"/>
        </w:rPr>
        <w:t>à huit lieues d</w:t>
      </w:r>
      <w:r w:rsidR="00462692" w:rsidRPr="00A4769E">
        <w:rPr>
          <w:szCs w:val="20"/>
        </w:rPr>
        <w:t>’</w:t>
      </w:r>
      <w:r w:rsidRPr="001B73FA">
        <w:rPr>
          <w:szCs w:val="20"/>
        </w:rPr>
        <w:t>ici</w:t>
      </w:r>
      <w:r w:rsidR="00462692" w:rsidRPr="00A4769E">
        <w:rPr>
          <w:szCs w:val="20"/>
        </w:rPr>
        <w:t xml:space="preserve">. </w:t>
      </w:r>
      <w:r w:rsidRPr="001B73FA">
        <w:rPr>
          <w:szCs w:val="20"/>
        </w:rPr>
        <w:t>Mais motus sur le matelot</w:t>
      </w:r>
      <w:r w:rsidR="00462692" w:rsidRPr="00A4769E">
        <w:rPr>
          <w:szCs w:val="20"/>
        </w:rPr>
        <w:t xml:space="preserve">. </w:t>
      </w:r>
      <w:r w:rsidRPr="001B73FA">
        <w:rPr>
          <w:szCs w:val="20"/>
        </w:rPr>
        <w:t>Il serait capable de le faire arrêter</w:t>
      </w:r>
      <w:r w:rsidR="00462692" w:rsidRPr="00A4769E">
        <w:rPr>
          <w:szCs w:val="20"/>
        </w:rPr>
        <w:t>. »« </w:t>
      </w:r>
      <w:r w:rsidRPr="001B73FA">
        <w:rPr>
          <w:szCs w:val="20"/>
        </w:rPr>
        <w:t xml:space="preserve">Vous me voyez touché </w:t>
      </w:r>
      <w:r w:rsidRPr="001B73FA">
        <w:rPr>
          <w:szCs w:val="20"/>
        </w:rPr>
        <w:lastRenderedPageBreak/>
        <w:t>plus que je ne saurais le dire</w:t>
      </w:r>
      <w:r w:rsidR="00462692" w:rsidRPr="00A4769E">
        <w:rPr>
          <w:szCs w:val="20"/>
        </w:rPr>
        <w:t xml:space="preserve">, </w:t>
      </w:r>
      <w:r w:rsidRPr="001B73FA">
        <w:rPr>
          <w:szCs w:val="20"/>
        </w:rPr>
        <w:t>répondit Angelo</w:t>
      </w:r>
      <w:r w:rsidR="00462692" w:rsidRPr="00A4769E">
        <w:rPr>
          <w:szCs w:val="20"/>
        </w:rPr>
        <w:t xml:space="preserve">. </w:t>
      </w:r>
      <w:r w:rsidRPr="001B73FA">
        <w:rPr>
          <w:szCs w:val="20"/>
        </w:rPr>
        <w:t>J</w:t>
      </w:r>
      <w:r w:rsidR="00462692" w:rsidRPr="00A4769E">
        <w:rPr>
          <w:szCs w:val="20"/>
        </w:rPr>
        <w:t>’</w:t>
      </w:r>
      <w:r w:rsidRPr="001B73FA">
        <w:rPr>
          <w:szCs w:val="20"/>
        </w:rPr>
        <w:t>avais écrit à ma mère</w:t>
      </w:r>
      <w:r w:rsidR="00462692" w:rsidRPr="00A4769E">
        <w:rPr>
          <w:szCs w:val="20"/>
        </w:rPr>
        <w:t>…</w:t>
      </w:r>
    </w:p>
    <w:p w14:paraId="0D55F3E7" w14:textId="49DED330" w:rsidR="00462692" w:rsidRPr="00A4769E" w:rsidRDefault="00462692" w:rsidP="001B73FA">
      <w:pPr>
        <w:rPr>
          <w:szCs w:val="20"/>
        </w:rPr>
      </w:pPr>
      <w:r w:rsidRPr="00A4769E">
        <w:rPr>
          <w:szCs w:val="20"/>
        </w:rPr>
        <w:t>— </w:t>
      </w:r>
      <w:r w:rsidR="001B73FA" w:rsidRPr="001B73FA">
        <w:rPr>
          <w:szCs w:val="20"/>
        </w:rPr>
        <w:t>Par la poste</w:t>
      </w:r>
      <w:r w:rsidRPr="00A4769E">
        <w:rPr>
          <w:szCs w:val="20"/>
        </w:rPr>
        <w:t xml:space="preserve"> ! </w:t>
      </w:r>
      <w:r w:rsidR="001B73FA" w:rsidRPr="001B73FA">
        <w:rPr>
          <w:szCs w:val="20"/>
        </w:rPr>
        <w:t>s</w:t>
      </w:r>
      <w:r w:rsidRPr="00A4769E">
        <w:rPr>
          <w:szCs w:val="20"/>
        </w:rPr>
        <w:t>’</w:t>
      </w:r>
      <w:r w:rsidR="001B73FA" w:rsidRPr="001B73FA">
        <w:rPr>
          <w:szCs w:val="20"/>
        </w:rPr>
        <w:t>exclama le grand vicaire</w:t>
      </w:r>
      <w:r w:rsidRPr="00A4769E">
        <w:rPr>
          <w:szCs w:val="20"/>
        </w:rPr>
        <w:t>.</w:t>
      </w:r>
    </w:p>
    <w:p w14:paraId="357A8D28" w14:textId="6A0CB1AF" w:rsidR="00462692" w:rsidRPr="00A4769E" w:rsidRDefault="00462692" w:rsidP="001B73FA">
      <w:pPr>
        <w:rPr>
          <w:szCs w:val="20"/>
        </w:rPr>
      </w:pPr>
      <w:r w:rsidRPr="00A4769E">
        <w:rPr>
          <w:szCs w:val="20"/>
        </w:rPr>
        <w:t>— </w:t>
      </w:r>
      <w:r w:rsidR="001B73FA" w:rsidRPr="001B73FA">
        <w:rPr>
          <w:szCs w:val="20"/>
        </w:rPr>
        <w:t>Pourquoi pas</w:t>
      </w:r>
      <w:r w:rsidRPr="00A4769E">
        <w:rPr>
          <w:szCs w:val="20"/>
        </w:rPr>
        <w:t xml:space="preserve"> ? </w:t>
      </w:r>
      <w:r w:rsidR="001B73FA" w:rsidRPr="001B73FA">
        <w:rPr>
          <w:szCs w:val="20"/>
        </w:rPr>
        <w:t>répondit Angelo</w:t>
      </w:r>
      <w:r w:rsidRPr="00A4769E">
        <w:rPr>
          <w:szCs w:val="20"/>
        </w:rPr>
        <w:t xml:space="preserve">, </w:t>
      </w:r>
      <w:r w:rsidR="001B73FA" w:rsidRPr="001B73FA">
        <w:rPr>
          <w:szCs w:val="20"/>
        </w:rPr>
        <w:t>je n</w:t>
      </w:r>
      <w:r w:rsidRPr="00A4769E">
        <w:rPr>
          <w:szCs w:val="20"/>
        </w:rPr>
        <w:t>’</w:t>
      </w:r>
      <w:r w:rsidR="001B73FA" w:rsidRPr="001B73FA">
        <w:rPr>
          <w:szCs w:val="20"/>
        </w:rPr>
        <w:t>ai rien à cacher</w:t>
      </w:r>
      <w:r w:rsidRPr="00A4769E">
        <w:rPr>
          <w:szCs w:val="20"/>
        </w:rPr>
        <w:t xml:space="preserve">. </w:t>
      </w:r>
      <w:r w:rsidR="001B73FA" w:rsidRPr="001B73FA">
        <w:rPr>
          <w:szCs w:val="20"/>
        </w:rPr>
        <w:t>J</w:t>
      </w:r>
      <w:r w:rsidRPr="00A4769E">
        <w:rPr>
          <w:szCs w:val="20"/>
        </w:rPr>
        <w:t>’</w:t>
      </w:r>
      <w:r w:rsidR="001B73FA" w:rsidRPr="001B73FA">
        <w:rPr>
          <w:szCs w:val="20"/>
        </w:rPr>
        <w:t>ai seulement pris la précaution de lui demander une réponse à Marseille à bureau restant</w:t>
      </w:r>
      <w:r w:rsidRPr="00A4769E">
        <w:rPr>
          <w:szCs w:val="20"/>
        </w:rPr>
        <w:t xml:space="preserve">, </w:t>
      </w:r>
      <w:r w:rsidR="001B73FA" w:rsidRPr="001B73FA">
        <w:rPr>
          <w:szCs w:val="20"/>
        </w:rPr>
        <w:t>comme cela se pratique dans les ports</w:t>
      </w:r>
      <w:r w:rsidRPr="00A4769E">
        <w:rPr>
          <w:szCs w:val="20"/>
        </w:rPr>
        <w:t xml:space="preserve">. </w:t>
      </w:r>
      <w:r w:rsidR="001B73FA" w:rsidRPr="001B73FA">
        <w:rPr>
          <w:szCs w:val="20"/>
        </w:rPr>
        <w:t>Une lettre venant de Piémont aurait attiré l</w:t>
      </w:r>
      <w:r w:rsidRPr="00A4769E">
        <w:rPr>
          <w:szCs w:val="20"/>
        </w:rPr>
        <w:t>’</w:t>
      </w:r>
      <w:r w:rsidR="001B73FA" w:rsidRPr="001B73FA">
        <w:rPr>
          <w:szCs w:val="20"/>
        </w:rPr>
        <w:t>attention à Aix</w:t>
      </w:r>
      <w:r w:rsidRPr="00A4769E">
        <w:rPr>
          <w:szCs w:val="20"/>
        </w:rPr>
        <w:t xml:space="preserve">. </w:t>
      </w:r>
      <w:r w:rsidR="001B73FA" w:rsidRPr="001B73FA">
        <w:rPr>
          <w:szCs w:val="20"/>
        </w:rPr>
        <w:t>Voilà ce que j</w:t>
      </w:r>
      <w:r w:rsidRPr="00A4769E">
        <w:rPr>
          <w:szCs w:val="20"/>
        </w:rPr>
        <w:t>’</w:t>
      </w:r>
      <w:r w:rsidR="001B73FA" w:rsidRPr="001B73FA">
        <w:rPr>
          <w:szCs w:val="20"/>
        </w:rPr>
        <w:t>allais chercher</w:t>
      </w:r>
      <w:r w:rsidRPr="00A4769E">
        <w:rPr>
          <w:szCs w:val="20"/>
        </w:rPr>
        <w:t>.</w:t>
      </w:r>
    </w:p>
    <w:p w14:paraId="3985FFC3" w14:textId="187A6ADA" w:rsidR="00462692" w:rsidRPr="00A4769E" w:rsidRDefault="00462692" w:rsidP="001B73FA">
      <w:pPr>
        <w:rPr>
          <w:szCs w:val="20"/>
        </w:rPr>
      </w:pPr>
      <w:r w:rsidRPr="00A4769E">
        <w:rPr>
          <w:szCs w:val="20"/>
        </w:rPr>
        <w:t>— </w:t>
      </w:r>
      <w:r w:rsidR="001B73FA" w:rsidRPr="001B73FA">
        <w:rPr>
          <w:szCs w:val="20"/>
        </w:rPr>
        <w:t>Je vous admire</w:t>
      </w:r>
      <w:r w:rsidRPr="00A4769E">
        <w:rPr>
          <w:szCs w:val="20"/>
        </w:rPr>
        <w:t xml:space="preserve">, </w:t>
      </w:r>
      <w:r w:rsidR="001B73FA" w:rsidRPr="001B73FA">
        <w:rPr>
          <w:szCs w:val="20"/>
        </w:rPr>
        <w:t>dit le grand vicaire</w:t>
      </w:r>
      <w:r w:rsidRPr="00A4769E">
        <w:rPr>
          <w:szCs w:val="20"/>
        </w:rPr>
        <w:t xml:space="preserve">, </w:t>
      </w:r>
      <w:r w:rsidR="001B73FA" w:rsidRPr="001B73FA">
        <w:rPr>
          <w:szCs w:val="20"/>
        </w:rPr>
        <w:t>vous savez vraiment vous débrouiller dans toutes les occasions</w:t>
      </w:r>
      <w:r w:rsidRPr="00A4769E">
        <w:rPr>
          <w:szCs w:val="20"/>
        </w:rPr>
        <w:t xml:space="preserve">. </w:t>
      </w:r>
      <w:r w:rsidR="001B73FA" w:rsidRPr="001B73FA">
        <w:rPr>
          <w:szCs w:val="20"/>
        </w:rPr>
        <w:t>Voilà des précautions fort sages</w:t>
      </w:r>
      <w:r w:rsidRPr="00A4769E">
        <w:rPr>
          <w:szCs w:val="20"/>
        </w:rPr>
        <w:t xml:space="preserve">. </w:t>
      </w:r>
      <w:r w:rsidR="001B73FA" w:rsidRPr="001B73FA">
        <w:rPr>
          <w:szCs w:val="20"/>
        </w:rPr>
        <w:t>Et</w:t>
      </w:r>
      <w:r w:rsidRPr="00A4769E">
        <w:rPr>
          <w:szCs w:val="20"/>
        </w:rPr>
        <w:t xml:space="preserve">… </w:t>
      </w:r>
      <w:r w:rsidR="001B73FA" w:rsidRPr="001B73FA">
        <w:rPr>
          <w:szCs w:val="20"/>
        </w:rPr>
        <w:t>avez-vous eu la réponse</w:t>
      </w:r>
      <w:r w:rsidRPr="00A4769E">
        <w:rPr>
          <w:szCs w:val="20"/>
        </w:rPr>
        <w:t> ?</w:t>
      </w:r>
    </w:p>
    <w:p w14:paraId="64B1B993" w14:textId="6804D1AF" w:rsidR="00462692" w:rsidRPr="00A4769E" w:rsidRDefault="00462692" w:rsidP="001B73FA">
      <w:pPr>
        <w:rPr>
          <w:szCs w:val="20"/>
        </w:rPr>
      </w:pPr>
      <w:r w:rsidRPr="00A4769E">
        <w:rPr>
          <w:szCs w:val="20"/>
        </w:rPr>
        <w:t>— </w:t>
      </w:r>
      <w:r w:rsidR="001B73FA" w:rsidRPr="001B73FA">
        <w:rPr>
          <w:szCs w:val="20"/>
        </w:rPr>
        <w:t>Non</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Il n</w:t>
      </w:r>
      <w:r w:rsidRPr="00A4769E">
        <w:rPr>
          <w:szCs w:val="20"/>
        </w:rPr>
        <w:t>’</w:t>
      </w:r>
      <w:r w:rsidR="001B73FA" w:rsidRPr="001B73FA">
        <w:rPr>
          <w:szCs w:val="20"/>
        </w:rPr>
        <w:t>y a qu</w:t>
      </w:r>
      <w:r w:rsidRPr="00A4769E">
        <w:rPr>
          <w:szCs w:val="20"/>
        </w:rPr>
        <w:t>’</w:t>
      </w:r>
      <w:r w:rsidR="001B73FA" w:rsidRPr="001B73FA">
        <w:rPr>
          <w:szCs w:val="20"/>
        </w:rPr>
        <w:t>un mois que j</w:t>
      </w:r>
      <w:r w:rsidRPr="00A4769E">
        <w:rPr>
          <w:szCs w:val="20"/>
        </w:rPr>
        <w:t>’</w:t>
      </w:r>
      <w:r w:rsidR="001B73FA" w:rsidRPr="001B73FA">
        <w:rPr>
          <w:szCs w:val="20"/>
        </w:rPr>
        <w:t>ai écrit et si j</w:t>
      </w:r>
      <w:r w:rsidRPr="00A4769E">
        <w:rPr>
          <w:szCs w:val="20"/>
        </w:rPr>
        <w:t>’</w:t>
      </w:r>
      <w:r w:rsidR="001B73FA" w:rsidRPr="001B73FA">
        <w:rPr>
          <w:szCs w:val="20"/>
        </w:rPr>
        <w:t>avais moins de passion</w:t>
      </w:r>
      <w:r w:rsidRPr="00A4769E">
        <w:rPr>
          <w:szCs w:val="20"/>
        </w:rPr>
        <w:t xml:space="preserve">, </w:t>
      </w:r>
      <w:r w:rsidR="001B73FA" w:rsidRPr="001B73FA">
        <w:rPr>
          <w:szCs w:val="20"/>
        </w:rPr>
        <w:t>j</w:t>
      </w:r>
      <w:r w:rsidRPr="00A4769E">
        <w:rPr>
          <w:szCs w:val="20"/>
        </w:rPr>
        <w:t>’</w:t>
      </w:r>
      <w:r w:rsidR="001B73FA" w:rsidRPr="001B73FA">
        <w:rPr>
          <w:szCs w:val="20"/>
        </w:rPr>
        <w:t>aurais mieux fait mon compte du temps qu</w:t>
      </w:r>
      <w:r w:rsidRPr="00A4769E">
        <w:rPr>
          <w:szCs w:val="20"/>
        </w:rPr>
        <w:t>’</w:t>
      </w:r>
      <w:r w:rsidR="001B73FA" w:rsidRPr="001B73FA">
        <w:rPr>
          <w:szCs w:val="20"/>
        </w:rPr>
        <w:t>il faut pour que la réponse arrive</w:t>
      </w:r>
      <w:r w:rsidRPr="00A4769E">
        <w:rPr>
          <w:szCs w:val="20"/>
        </w:rPr>
        <w:t xml:space="preserve">. </w:t>
      </w:r>
      <w:r w:rsidR="001B73FA" w:rsidRPr="001B73FA">
        <w:rPr>
          <w:szCs w:val="20"/>
        </w:rPr>
        <w:t>Surtout en cette saison où le mauvais temps peut facilement retarder les bateaux</w:t>
      </w:r>
      <w:r w:rsidRPr="00A4769E">
        <w:rPr>
          <w:szCs w:val="20"/>
        </w:rPr>
        <w:t xml:space="preserve">. </w:t>
      </w:r>
      <w:r w:rsidR="001B73FA" w:rsidRPr="001B73FA">
        <w:rPr>
          <w:szCs w:val="20"/>
        </w:rPr>
        <w:t>J</w:t>
      </w:r>
      <w:r w:rsidRPr="00A4769E">
        <w:rPr>
          <w:szCs w:val="20"/>
        </w:rPr>
        <w:t>’</w:t>
      </w:r>
      <w:r w:rsidR="001B73FA" w:rsidRPr="001B73FA">
        <w:rPr>
          <w:szCs w:val="20"/>
        </w:rPr>
        <w:t>en serai quitte pour y retourner quelques jours avant la Noël</w:t>
      </w:r>
      <w:r w:rsidRPr="00A4769E">
        <w:rPr>
          <w:szCs w:val="20"/>
        </w:rPr>
        <w:t>.</w:t>
      </w:r>
    </w:p>
    <w:p w14:paraId="11291F29" w14:textId="2BEFCEEC" w:rsidR="00462692" w:rsidRPr="00A4769E" w:rsidRDefault="00462692" w:rsidP="001B73FA">
      <w:pPr>
        <w:rPr>
          <w:szCs w:val="20"/>
        </w:rPr>
      </w:pPr>
      <w:r w:rsidRPr="00A4769E">
        <w:rPr>
          <w:szCs w:val="20"/>
        </w:rPr>
        <w:t>— </w:t>
      </w:r>
      <w:r w:rsidR="001B73FA" w:rsidRPr="001B73FA">
        <w:rPr>
          <w:szCs w:val="20"/>
        </w:rPr>
        <w:t>Ce sera peut-être difficile</w:t>
      </w:r>
      <w:r w:rsidRPr="00A4769E">
        <w:rPr>
          <w:szCs w:val="20"/>
        </w:rPr>
        <w:t xml:space="preserve">, </w:t>
      </w:r>
      <w:r w:rsidR="001B73FA" w:rsidRPr="001B73FA">
        <w:rPr>
          <w:szCs w:val="20"/>
        </w:rPr>
        <w:t>dit le vicaire général</w:t>
      </w:r>
      <w:r w:rsidRPr="00A4769E">
        <w:rPr>
          <w:szCs w:val="20"/>
        </w:rPr>
        <w:t xml:space="preserve">, </w:t>
      </w:r>
      <w:r w:rsidR="001B73FA" w:rsidRPr="001B73FA">
        <w:rPr>
          <w:szCs w:val="20"/>
        </w:rPr>
        <w:t>car j</w:t>
      </w:r>
      <w:r w:rsidRPr="00A4769E">
        <w:rPr>
          <w:szCs w:val="20"/>
        </w:rPr>
        <w:t>’</w:t>
      </w:r>
      <w:r w:rsidR="001B73FA" w:rsidRPr="001B73FA">
        <w:rPr>
          <w:szCs w:val="20"/>
        </w:rPr>
        <w:t>ai un service à vous demander</w:t>
      </w:r>
      <w:r w:rsidRPr="00A4769E">
        <w:rPr>
          <w:szCs w:val="20"/>
        </w:rPr>
        <w:t xml:space="preserve">. </w:t>
      </w:r>
      <w:r w:rsidR="001B73FA" w:rsidRPr="001B73FA">
        <w:rPr>
          <w:szCs w:val="20"/>
        </w:rPr>
        <w:t>Ce sera d</w:t>
      </w:r>
      <w:r w:rsidRPr="00A4769E">
        <w:rPr>
          <w:szCs w:val="20"/>
        </w:rPr>
        <w:t>’</w:t>
      </w:r>
      <w:r w:rsidR="001B73FA" w:rsidRPr="001B73FA">
        <w:rPr>
          <w:szCs w:val="20"/>
        </w:rPr>
        <w:t>ailleurs un service agréable</w:t>
      </w:r>
      <w:r w:rsidRPr="00A4769E">
        <w:rPr>
          <w:szCs w:val="20"/>
        </w:rPr>
        <w:t xml:space="preserve">, </w:t>
      </w:r>
      <w:r w:rsidR="001B73FA" w:rsidRPr="001B73FA">
        <w:rPr>
          <w:szCs w:val="20"/>
        </w:rPr>
        <w:t>mais il faudra que vous quittiez Aix demain</w:t>
      </w:r>
      <w:r w:rsidRPr="00A4769E">
        <w:rPr>
          <w:szCs w:val="20"/>
        </w:rPr>
        <w:t>. »« </w:t>
      </w:r>
      <w:r w:rsidR="001B73FA" w:rsidRPr="001B73FA">
        <w:rPr>
          <w:szCs w:val="20"/>
        </w:rPr>
        <w:t>Ne réponds rien</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c</w:t>
      </w:r>
      <w:r w:rsidRPr="00A4769E">
        <w:rPr>
          <w:szCs w:val="20"/>
        </w:rPr>
        <w:t>’</w:t>
      </w:r>
      <w:r w:rsidR="001B73FA" w:rsidRPr="001B73FA">
        <w:rPr>
          <w:szCs w:val="20"/>
        </w:rPr>
        <w:t>est peut-être ici que va se trouver une chose tout à fait agréable à ma mère</w:t>
      </w:r>
      <w:r w:rsidRPr="00A4769E">
        <w:rPr>
          <w:szCs w:val="20"/>
        </w:rPr>
        <w:t>. »« </w:t>
      </w:r>
      <w:r w:rsidR="001B73FA" w:rsidRPr="001B73FA">
        <w:rPr>
          <w:szCs w:val="20"/>
        </w:rPr>
        <w:t>Vous souvenez-vous du château de La Valette</w:t>
      </w:r>
      <w:r w:rsidRPr="00A4769E">
        <w:rPr>
          <w:szCs w:val="20"/>
        </w:rPr>
        <w:t xml:space="preserve"> ? </w:t>
      </w:r>
      <w:r w:rsidR="001B73FA" w:rsidRPr="001B73FA">
        <w:rPr>
          <w:szCs w:val="20"/>
        </w:rPr>
        <w:t>poursuivit le vicaire général après avoir soupesé le petit silence d</w:t>
      </w:r>
      <w:r w:rsidRPr="00A4769E">
        <w:rPr>
          <w:szCs w:val="20"/>
        </w:rPr>
        <w:t>’</w:t>
      </w:r>
      <w:r w:rsidR="001B73FA" w:rsidRPr="001B73FA">
        <w:rPr>
          <w:szCs w:val="20"/>
        </w:rPr>
        <w:t>Angelo</w:t>
      </w:r>
      <w:r w:rsidRPr="00A4769E">
        <w:rPr>
          <w:szCs w:val="20"/>
        </w:rPr>
        <w:t>.</w:t>
      </w:r>
    </w:p>
    <w:p w14:paraId="719D2ACE" w14:textId="3DC01FEA" w:rsidR="00462692" w:rsidRPr="00A4769E" w:rsidRDefault="00462692" w:rsidP="001B73FA">
      <w:pPr>
        <w:rPr>
          <w:szCs w:val="20"/>
        </w:rPr>
      </w:pPr>
      <w:r w:rsidRPr="00A4769E">
        <w:rPr>
          <w:szCs w:val="20"/>
        </w:rPr>
        <w:t>— </w:t>
      </w:r>
      <w:r w:rsidR="001B73FA" w:rsidRPr="001B73FA">
        <w:rPr>
          <w:szCs w:val="20"/>
        </w:rPr>
        <w:t>Fort bien</w:t>
      </w:r>
      <w:r w:rsidRPr="00A4769E">
        <w:rPr>
          <w:szCs w:val="20"/>
        </w:rPr>
        <w:t xml:space="preserve">, </w:t>
      </w:r>
      <w:r w:rsidR="001B73FA" w:rsidRPr="001B73FA">
        <w:rPr>
          <w:szCs w:val="20"/>
        </w:rPr>
        <w:t>dit celui-ci</w:t>
      </w:r>
      <w:r w:rsidRPr="00A4769E">
        <w:rPr>
          <w:szCs w:val="20"/>
        </w:rPr>
        <w:t>.</w:t>
      </w:r>
    </w:p>
    <w:p w14:paraId="3580028B" w14:textId="2A215823" w:rsidR="00462692" w:rsidRPr="00A4769E" w:rsidRDefault="00462692" w:rsidP="001B73FA">
      <w:pPr>
        <w:rPr>
          <w:szCs w:val="20"/>
        </w:rPr>
      </w:pPr>
      <w:r w:rsidRPr="00A4769E">
        <w:rPr>
          <w:szCs w:val="20"/>
        </w:rPr>
        <w:t>— </w:t>
      </w:r>
      <w:r w:rsidR="001B73FA" w:rsidRPr="001B73FA">
        <w:rPr>
          <w:szCs w:val="20"/>
        </w:rPr>
        <w:t>Il s</w:t>
      </w:r>
      <w:r w:rsidRPr="00A4769E">
        <w:rPr>
          <w:szCs w:val="20"/>
        </w:rPr>
        <w:t>’</w:t>
      </w:r>
      <w:r w:rsidR="001B73FA" w:rsidRPr="001B73FA">
        <w:rPr>
          <w:szCs w:val="20"/>
        </w:rPr>
        <w:t>agirait d</w:t>
      </w:r>
      <w:r w:rsidRPr="00A4769E">
        <w:rPr>
          <w:szCs w:val="20"/>
        </w:rPr>
        <w:t>’</w:t>
      </w:r>
      <w:r w:rsidR="001B73FA" w:rsidRPr="001B73FA">
        <w:rPr>
          <w:szCs w:val="20"/>
        </w:rPr>
        <w:t>aller y passer quelque temps</w:t>
      </w:r>
      <w:r w:rsidRPr="00A4769E">
        <w:rPr>
          <w:szCs w:val="20"/>
        </w:rPr>
        <w:t xml:space="preserve">. </w:t>
      </w:r>
      <w:r w:rsidR="001B73FA" w:rsidRPr="001B73FA">
        <w:rPr>
          <w:szCs w:val="20"/>
        </w:rPr>
        <w:t>Le Marquis vous invite</w:t>
      </w:r>
      <w:r w:rsidRPr="00A4769E">
        <w:rPr>
          <w:szCs w:val="20"/>
        </w:rPr>
        <w:t xml:space="preserve">, </w:t>
      </w:r>
      <w:r w:rsidR="001B73FA" w:rsidRPr="001B73FA">
        <w:rPr>
          <w:szCs w:val="20"/>
        </w:rPr>
        <w:t>d</w:t>
      </w:r>
      <w:r w:rsidRPr="00A4769E">
        <w:rPr>
          <w:szCs w:val="20"/>
        </w:rPr>
        <w:t>’</w:t>
      </w:r>
      <w:r w:rsidR="001B73FA" w:rsidRPr="001B73FA">
        <w:rPr>
          <w:szCs w:val="20"/>
        </w:rPr>
        <w:t>ailleurs</w:t>
      </w:r>
      <w:r w:rsidRPr="00A4769E">
        <w:rPr>
          <w:szCs w:val="20"/>
        </w:rPr>
        <w:t>.</w:t>
      </w:r>
    </w:p>
    <w:p w14:paraId="0AEE62F2" w14:textId="23666175" w:rsidR="00462692" w:rsidRPr="00A4769E" w:rsidRDefault="00462692" w:rsidP="001B73FA">
      <w:pPr>
        <w:rPr>
          <w:szCs w:val="20"/>
        </w:rPr>
      </w:pPr>
      <w:r w:rsidRPr="00A4769E">
        <w:rPr>
          <w:szCs w:val="20"/>
        </w:rPr>
        <w:t>— </w:t>
      </w:r>
      <w:r w:rsidR="001B73FA" w:rsidRPr="001B73FA">
        <w:rPr>
          <w:szCs w:val="20"/>
        </w:rPr>
        <w:t>Longtemps</w:t>
      </w:r>
      <w:r w:rsidRPr="00A4769E">
        <w:rPr>
          <w:szCs w:val="20"/>
        </w:rPr>
        <w:t> ?</w:t>
      </w:r>
    </w:p>
    <w:p w14:paraId="76568639" w14:textId="5D70651B" w:rsidR="00462692" w:rsidRPr="00A4769E" w:rsidRDefault="00462692" w:rsidP="001B73FA">
      <w:pPr>
        <w:rPr>
          <w:szCs w:val="20"/>
        </w:rPr>
      </w:pPr>
      <w:r w:rsidRPr="00A4769E">
        <w:rPr>
          <w:szCs w:val="20"/>
        </w:rPr>
        <w:lastRenderedPageBreak/>
        <w:t>— </w:t>
      </w:r>
      <w:r w:rsidR="001B73FA" w:rsidRPr="001B73FA">
        <w:rPr>
          <w:szCs w:val="20"/>
        </w:rPr>
        <w:t>Cela dépendra</w:t>
      </w:r>
      <w:r w:rsidRPr="00A4769E">
        <w:rPr>
          <w:szCs w:val="20"/>
        </w:rPr>
        <w:t xml:space="preserve">. </w:t>
      </w:r>
      <w:r w:rsidR="001B73FA" w:rsidRPr="001B73FA">
        <w:rPr>
          <w:szCs w:val="20"/>
        </w:rPr>
        <w:t>Avez-vous une objection contre un séjour prolongé</w:t>
      </w:r>
      <w:r w:rsidRPr="00A4769E">
        <w:rPr>
          <w:szCs w:val="20"/>
        </w:rPr>
        <w:t> ?</w:t>
      </w:r>
    </w:p>
    <w:p w14:paraId="70682E44" w14:textId="4AC7E786" w:rsidR="00462692" w:rsidRPr="00A4769E" w:rsidRDefault="00462692" w:rsidP="001B73FA">
      <w:pPr>
        <w:rPr>
          <w:szCs w:val="20"/>
        </w:rPr>
      </w:pPr>
      <w:r w:rsidRPr="00A4769E">
        <w:rPr>
          <w:szCs w:val="20"/>
        </w:rPr>
        <w:t>— </w:t>
      </w:r>
      <w:r w:rsidR="001B73FA" w:rsidRPr="001B73FA">
        <w:rPr>
          <w:szCs w:val="20"/>
        </w:rPr>
        <w:t>Pas le moins du monde</w:t>
      </w:r>
      <w:r w:rsidRPr="00A4769E">
        <w:rPr>
          <w:szCs w:val="20"/>
        </w:rPr>
        <w:t xml:space="preserve">. </w:t>
      </w:r>
      <w:r w:rsidR="001B73FA" w:rsidRPr="001B73FA">
        <w:rPr>
          <w:szCs w:val="20"/>
        </w:rPr>
        <w:t>J</w:t>
      </w:r>
      <w:r w:rsidRPr="00A4769E">
        <w:rPr>
          <w:szCs w:val="20"/>
        </w:rPr>
        <w:t>’</w:t>
      </w:r>
      <w:r w:rsidR="001B73FA" w:rsidRPr="001B73FA">
        <w:rPr>
          <w:szCs w:val="20"/>
        </w:rPr>
        <w:t>avais apprécié le pittoresque de l</w:t>
      </w:r>
      <w:r w:rsidRPr="00A4769E">
        <w:rPr>
          <w:szCs w:val="20"/>
        </w:rPr>
        <w:t>’</w:t>
      </w:r>
      <w:r w:rsidR="001B73FA" w:rsidRPr="001B73FA">
        <w:rPr>
          <w:szCs w:val="20"/>
        </w:rPr>
        <w:t>endroit</w:t>
      </w:r>
      <w:r w:rsidRPr="00A4769E">
        <w:rPr>
          <w:szCs w:val="20"/>
        </w:rPr>
        <w:t xml:space="preserve">, </w:t>
      </w:r>
      <w:r w:rsidR="001B73FA" w:rsidRPr="001B73FA">
        <w:rPr>
          <w:szCs w:val="20"/>
        </w:rPr>
        <w:t>les grandes frondaisons</w:t>
      </w:r>
      <w:r w:rsidRPr="00A4769E">
        <w:rPr>
          <w:szCs w:val="20"/>
        </w:rPr>
        <w:t xml:space="preserve">, </w:t>
      </w:r>
      <w:r w:rsidR="001B73FA" w:rsidRPr="001B73FA">
        <w:rPr>
          <w:szCs w:val="20"/>
        </w:rPr>
        <w:t>les solitudes du parc et j</w:t>
      </w:r>
      <w:r w:rsidRPr="00A4769E">
        <w:rPr>
          <w:szCs w:val="20"/>
        </w:rPr>
        <w:t>’</w:t>
      </w:r>
      <w:r w:rsidR="001B73FA" w:rsidRPr="001B73FA">
        <w:rPr>
          <w:szCs w:val="20"/>
        </w:rPr>
        <w:t>aimais particulièrement un étang</w:t>
      </w:r>
      <w:r w:rsidRPr="00A4769E">
        <w:rPr>
          <w:szCs w:val="20"/>
        </w:rPr>
        <w:t>.</w:t>
      </w:r>
    </w:p>
    <w:p w14:paraId="67C3E6C1" w14:textId="01760CCD" w:rsidR="00462692" w:rsidRPr="00A4769E" w:rsidRDefault="00462692" w:rsidP="001B73FA">
      <w:pPr>
        <w:rPr>
          <w:szCs w:val="20"/>
        </w:rPr>
      </w:pPr>
      <w:r w:rsidRPr="00A4769E">
        <w:rPr>
          <w:szCs w:val="20"/>
        </w:rPr>
        <w:t>— </w:t>
      </w:r>
      <w:r w:rsidR="001B73FA" w:rsidRPr="001B73FA">
        <w:rPr>
          <w:szCs w:val="20"/>
        </w:rPr>
        <w:t>Il est de fait</w:t>
      </w:r>
      <w:r w:rsidRPr="00A4769E">
        <w:rPr>
          <w:szCs w:val="20"/>
        </w:rPr>
        <w:t xml:space="preserve">, </w:t>
      </w:r>
      <w:r w:rsidR="001B73FA" w:rsidRPr="001B73FA">
        <w:rPr>
          <w:szCs w:val="20"/>
        </w:rPr>
        <w:t>cependant</w:t>
      </w:r>
      <w:r w:rsidRPr="00A4769E">
        <w:rPr>
          <w:szCs w:val="20"/>
        </w:rPr>
        <w:t xml:space="preserve">, </w:t>
      </w:r>
      <w:r w:rsidR="001B73FA" w:rsidRPr="001B73FA">
        <w:rPr>
          <w:szCs w:val="20"/>
        </w:rPr>
        <w:t>ajouta le vicaire général</w:t>
      </w:r>
      <w:r w:rsidRPr="00A4769E">
        <w:rPr>
          <w:szCs w:val="20"/>
        </w:rPr>
        <w:t xml:space="preserve">, </w:t>
      </w:r>
      <w:r w:rsidR="001B73FA" w:rsidRPr="001B73FA">
        <w:rPr>
          <w:szCs w:val="20"/>
        </w:rPr>
        <w:t>que l</w:t>
      </w:r>
      <w:r w:rsidRPr="00A4769E">
        <w:rPr>
          <w:szCs w:val="20"/>
        </w:rPr>
        <w:t>’</w:t>
      </w:r>
      <w:r w:rsidR="001B73FA" w:rsidRPr="001B73FA">
        <w:rPr>
          <w:szCs w:val="20"/>
        </w:rPr>
        <w:t>hiver doit y être assez mélancolique</w:t>
      </w:r>
      <w:r w:rsidRPr="00A4769E">
        <w:rPr>
          <w:szCs w:val="20"/>
        </w:rPr>
        <w:t>.</w:t>
      </w:r>
    </w:p>
    <w:p w14:paraId="61786449" w14:textId="372B2127" w:rsidR="00462692" w:rsidRPr="00A4769E" w:rsidRDefault="00462692" w:rsidP="001B73FA">
      <w:pPr>
        <w:rPr>
          <w:szCs w:val="20"/>
        </w:rPr>
      </w:pPr>
      <w:r w:rsidRPr="00A4769E">
        <w:rPr>
          <w:szCs w:val="20"/>
        </w:rPr>
        <w:t>— </w:t>
      </w:r>
      <w:r w:rsidR="001B73FA" w:rsidRPr="001B73FA">
        <w:rPr>
          <w:szCs w:val="20"/>
        </w:rPr>
        <w:t>Je ne crains pas la mélancolie</w:t>
      </w:r>
      <w:r w:rsidRPr="00A4769E">
        <w:rPr>
          <w:szCs w:val="20"/>
        </w:rPr>
        <w:t xml:space="preserve">, </w:t>
      </w:r>
      <w:r w:rsidR="001B73FA" w:rsidRPr="001B73FA">
        <w:rPr>
          <w:szCs w:val="20"/>
        </w:rPr>
        <w:t>dit Angelo</w:t>
      </w:r>
      <w:r w:rsidRPr="00A4769E">
        <w:rPr>
          <w:szCs w:val="20"/>
        </w:rPr>
        <w:t>.</w:t>
      </w:r>
    </w:p>
    <w:p w14:paraId="62AC2D1E" w14:textId="229A289B" w:rsidR="00462692" w:rsidRPr="00A4769E" w:rsidRDefault="00462692" w:rsidP="001B73FA">
      <w:pPr>
        <w:rPr>
          <w:szCs w:val="20"/>
        </w:rPr>
      </w:pPr>
      <w:r w:rsidRPr="00A4769E">
        <w:rPr>
          <w:szCs w:val="20"/>
        </w:rPr>
        <w:t>— </w:t>
      </w:r>
      <w:r w:rsidR="001B73FA" w:rsidRPr="001B73FA">
        <w:rPr>
          <w:szCs w:val="20"/>
        </w:rPr>
        <w:t>Figurez-vous</w:t>
      </w:r>
      <w:r w:rsidRPr="00A4769E">
        <w:rPr>
          <w:szCs w:val="20"/>
        </w:rPr>
        <w:t xml:space="preserve">, </w:t>
      </w:r>
      <w:r w:rsidR="001B73FA" w:rsidRPr="001B73FA">
        <w:rPr>
          <w:szCs w:val="20"/>
        </w:rPr>
        <w:t>dit le vicaire général en souriant</w:t>
      </w:r>
      <w:r w:rsidRPr="00A4769E">
        <w:rPr>
          <w:szCs w:val="20"/>
        </w:rPr>
        <w:t xml:space="preserve">, </w:t>
      </w:r>
      <w:r w:rsidR="001B73FA" w:rsidRPr="001B73FA">
        <w:rPr>
          <w:szCs w:val="20"/>
        </w:rPr>
        <w:t>que je l</w:t>
      </w:r>
      <w:r w:rsidRPr="00A4769E">
        <w:rPr>
          <w:szCs w:val="20"/>
        </w:rPr>
        <w:t>’</w:t>
      </w:r>
      <w:r w:rsidR="001B73FA" w:rsidRPr="001B73FA">
        <w:rPr>
          <w:szCs w:val="20"/>
        </w:rPr>
        <w:t>avais remarqué</w:t>
      </w:r>
      <w:r w:rsidRPr="00A4769E">
        <w:rPr>
          <w:szCs w:val="20"/>
        </w:rPr>
        <w:t>.</w:t>
      </w:r>
    </w:p>
    <w:p w14:paraId="024BC79F" w14:textId="76D87626" w:rsidR="00462692" w:rsidRPr="00A4769E" w:rsidRDefault="00462692" w:rsidP="001B73FA">
      <w:pPr>
        <w:rPr>
          <w:szCs w:val="20"/>
        </w:rPr>
      </w:pPr>
      <w:r w:rsidRPr="00A4769E">
        <w:rPr>
          <w:szCs w:val="20"/>
        </w:rPr>
        <w:t>— </w:t>
      </w:r>
      <w:r w:rsidR="001B73FA" w:rsidRPr="001B73FA">
        <w:rPr>
          <w:szCs w:val="20"/>
        </w:rPr>
        <w:t>Et que vais-je faire à La Valette</w:t>
      </w:r>
      <w:r w:rsidRPr="00A4769E">
        <w:rPr>
          <w:szCs w:val="20"/>
        </w:rPr>
        <w:t> ?</w:t>
      </w:r>
    </w:p>
    <w:p w14:paraId="3035CB92" w14:textId="028F8E09" w:rsidR="00462692" w:rsidRPr="00A4769E" w:rsidRDefault="00462692" w:rsidP="001B73FA">
      <w:pPr>
        <w:rPr>
          <w:szCs w:val="20"/>
        </w:rPr>
      </w:pPr>
      <w:r w:rsidRPr="00A4769E">
        <w:rPr>
          <w:szCs w:val="20"/>
        </w:rPr>
        <w:t>— </w:t>
      </w:r>
      <w:r w:rsidR="001B73FA" w:rsidRPr="001B73FA">
        <w:rPr>
          <w:szCs w:val="20"/>
        </w:rPr>
        <w:t>Vous y comporter comme un hôte ordinaire</w:t>
      </w:r>
      <w:r w:rsidRPr="00A4769E">
        <w:rPr>
          <w:szCs w:val="20"/>
        </w:rPr>
        <w:t xml:space="preserve">, </w:t>
      </w:r>
      <w:r w:rsidR="001B73FA" w:rsidRPr="001B73FA">
        <w:rPr>
          <w:szCs w:val="20"/>
        </w:rPr>
        <w:t>un point c</w:t>
      </w:r>
      <w:r w:rsidRPr="00A4769E">
        <w:rPr>
          <w:szCs w:val="20"/>
        </w:rPr>
        <w:t>’</w:t>
      </w:r>
      <w:r w:rsidR="001B73FA" w:rsidRPr="001B73FA">
        <w:rPr>
          <w:szCs w:val="20"/>
        </w:rPr>
        <w:t>est tout</w:t>
      </w:r>
      <w:r w:rsidRPr="00A4769E">
        <w:rPr>
          <w:szCs w:val="20"/>
        </w:rPr>
        <w:t xml:space="preserve">, </w:t>
      </w:r>
      <w:r w:rsidR="001B73FA" w:rsidRPr="001B73FA">
        <w:rPr>
          <w:szCs w:val="20"/>
        </w:rPr>
        <w:t>dit le vicaire général</w:t>
      </w:r>
      <w:r w:rsidRPr="00A4769E">
        <w:rPr>
          <w:szCs w:val="20"/>
        </w:rPr>
        <w:t xml:space="preserve">. </w:t>
      </w:r>
      <w:r w:rsidR="001B73FA" w:rsidRPr="001B73FA">
        <w:rPr>
          <w:szCs w:val="20"/>
        </w:rPr>
        <w:t>Aviez-vous cru qu</w:t>
      </w:r>
      <w:r w:rsidRPr="00A4769E">
        <w:rPr>
          <w:szCs w:val="20"/>
        </w:rPr>
        <w:t>’</w:t>
      </w:r>
      <w:r w:rsidR="001B73FA" w:rsidRPr="001B73FA">
        <w:rPr>
          <w:szCs w:val="20"/>
        </w:rPr>
        <w:t>il s</w:t>
      </w:r>
      <w:r w:rsidRPr="00A4769E">
        <w:rPr>
          <w:szCs w:val="20"/>
        </w:rPr>
        <w:t>’</w:t>
      </w:r>
      <w:r w:rsidR="001B73FA" w:rsidRPr="001B73FA">
        <w:rPr>
          <w:szCs w:val="20"/>
        </w:rPr>
        <w:t>agissait d</w:t>
      </w:r>
      <w:r w:rsidRPr="00A4769E">
        <w:rPr>
          <w:szCs w:val="20"/>
        </w:rPr>
        <w:t>’</w:t>
      </w:r>
      <w:r w:rsidR="001B73FA" w:rsidRPr="001B73FA">
        <w:rPr>
          <w:szCs w:val="20"/>
        </w:rPr>
        <w:t>autre chose</w:t>
      </w:r>
      <w:r w:rsidRPr="00A4769E">
        <w:rPr>
          <w:szCs w:val="20"/>
        </w:rPr>
        <w:t> ?</w:t>
      </w:r>
    </w:p>
    <w:p w14:paraId="1ACF6B59" w14:textId="1BEEDF15" w:rsidR="00462692" w:rsidRPr="00A4769E" w:rsidRDefault="00462692" w:rsidP="001B73FA">
      <w:pPr>
        <w:rPr>
          <w:szCs w:val="20"/>
        </w:rPr>
      </w:pPr>
      <w:r w:rsidRPr="00A4769E">
        <w:rPr>
          <w:szCs w:val="20"/>
        </w:rPr>
        <w:t>— </w:t>
      </w:r>
      <w:r w:rsidR="001B73FA" w:rsidRPr="001B73FA">
        <w:rPr>
          <w:szCs w:val="20"/>
        </w:rPr>
        <w:t>Vous aviez parlé d</w:t>
      </w:r>
      <w:r w:rsidRPr="00A4769E">
        <w:rPr>
          <w:szCs w:val="20"/>
        </w:rPr>
        <w:t>’</w:t>
      </w:r>
      <w:r w:rsidR="001B73FA" w:rsidRPr="001B73FA">
        <w:rPr>
          <w:szCs w:val="20"/>
        </w:rPr>
        <w:t>un service à vous rendre</w:t>
      </w:r>
      <w:r w:rsidRPr="00A4769E">
        <w:rPr>
          <w:szCs w:val="20"/>
        </w:rPr>
        <w:t>.</w:t>
      </w:r>
    </w:p>
    <w:p w14:paraId="2255EE81" w14:textId="6308D0E8" w:rsidR="00462692" w:rsidRPr="00A4769E" w:rsidRDefault="00462692" w:rsidP="001B73FA">
      <w:pPr>
        <w:rPr>
          <w:szCs w:val="20"/>
        </w:rPr>
      </w:pPr>
      <w:r w:rsidRPr="00A4769E">
        <w:rPr>
          <w:szCs w:val="20"/>
        </w:rPr>
        <w:t>— </w:t>
      </w:r>
      <w:r w:rsidR="001B73FA" w:rsidRPr="001B73FA">
        <w:rPr>
          <w:szCs w:val="20"/>
        </w:rPr>
        <w:t>Vous ne m</w:t>
      </w:r>
      <w:r w:rsidRPr="00A4769E">
        <w:rPr>
          <w:szCs w:val="20"/>
        </w:rPr>
        <w:t>’</w:t>
      </w:r>
      <w:r w:rsidR="001B73FA" w:rsidRPr="001B73FA">
        <w:rPr>
          <w:szCs w:val="20"/>
        </w:rPr>
        <w:t>aimez pas</w:t>
      </w:r>
      <w:r w:rsidRPr="00A4769E">
        <w:rPr>
          <w:szCs w:val="20"/>
        </w:rPr>
        <w:t xml:space="preserve">, </w:t>
      </w:r>
      <w:r w:rsidR="001B73FA" w:rsidRPr="001B73FA">
        <w:rPr>
          <w:szCs w:val="20"/>
        </w:rPr>
        <w:t>dit le vicaire général</w:t>
      </w:r>
      <w:r w:rsidRPr="00A4769E">
        <w:rPr>
          <w:szCs w:val="20"/>
        </w:rPr>
        <w:t xml:space="preserve">, </w:t>
      </w:r>
      <w:r w:rsidR="001B73FA" w:rsidRPr="001B73FA">
        <w:rPr>
          <w:szCs w:val="20"/>
        </w:rPr>
        <w:t>sans quoi vous comprendriez les soucis de l</w:t>
      </w:r>
      <w:r w:rsidRPr="00A4769E">
        <w:rPr>
          <w:szCs w:val="20"/>
        </w:rPr>
        <w:t>’</w:t>
      </w:r>
      <w:r w:rsidR="001B73FA" w:rsidRPr="001B73FA">
        <w:rPr>
          <w:szCs w:val="20"/>
        </w:rPr>
        <w:t>amour</w:t>
      </w:r>
      <w:r w:rsidRPr="00A4769E">
        <w:rPr>
          <w:szCs w:val="20"/>
        </w:rPr>
        <w:t xml:space="preserve">. </w:t>
      </w:r>
      <w:r w:rsidR="001B73FA" w:rsidRPr="001B73FA">
        <w:rPr>
          <w:szCs w:val="20"/>
        </w:rPr>
        <w:t>Je vous vois gaspiller une âme généreuse avec de petites gens</w:t>
      </w:r>
      <w:r w:rsidRPr="00A4769E">
        <w:rPr>
          <w:szCs w:val="20"/>
        </w:rPr>
        <w:t xml:space="preserve">. </w:t>
      </w:r>
      <w:r w:rsidR="001B73FA" w:rsidRPr="001B73FA">
        <w:rPr>
          <w:szCs w:val="20"/>
        </w:rPr>
        <w:t>Vous habitez une rue triste</w:t>
      </w:r>
      <w:r w:rsidRPr="00A4769E">
        <w:rPr>
          <w:szCs w:val="20"/>
        </w:rPr>
        <w:t xml:space="preserve">. </w:t>
      </w:r>
      <w:r w:rsidR="001B73FA" w:rsidRPr="001B73FA">
        <w:rPr>
          <w:szCs w:val="20"/>
        </w:rPr>
        <w:t>Malgré tous les efforts d</w:t>
      </w:r>
      <w:r w:rsidRPr="00A4769E">
        <w:rPr>
          <w:szCs w:val="20"/>
        </w:rPr>
        <w:t>’</w:t>
      </w:r>
      <w:r w:rsidR="001B73FA" w:rsidRPr="001B73FA">
        <w:rPr>
          <w:szCs w:val="20"/>
        </w:rPr>
        <w:t>un c</w:t>
      </w:r>
      <w:r w:rsidRPr="00A4769E">
        <w:rPr>
          <w:szCs w:val="20"/>
        </w:rPr>
        <w:t>œ</w:t>
      </w:r>
      <w:r w:rsidR="001B73FA" w:rsidRPr="001B73FA">
        <w:rPr>
          <w:szCs w:val="20"/>
        </w:rPr>
        <w:t>ur qui mériterait mieux</w:t>
      </w:r>
      <w:r w:rsidRPr="00A4769E">
        <w:rPr>
          <w:szCs w:val="20"/>
        </w:rPr>
        <w:t xml:space="preserve">, </w:t>
      </w:r>
      <w:r w:rsidR="001B73FA" w:rsidRPr="001B73FA">
        <w:rPr>
          <w:szCs w:val="20"/>
        </w:rPr>
        <w:t>vous n</w:t>
      </w:r>
      <w:r w:rsidRPr="00A4769E">
        <w:rPr>
          <w:szCs w:val="20"/>
        </w:rPr>
        <w:t>’</w:t>
      </w:r>
      <w:r w:rsidR="001B73FA" w:rsidRPr="001B73FA">
        <w:rPr>
          <w:szCs w:val="20"/>
        </w:rPr>
        <w:t xml:space="preserve">avez comme amis que quelques vulgaires </w:t>
      </w:r>
      <w:r w:rsidR="00025926">
        <w:rPr>
          <w:szCs w:val="20"/>
        </w:rPr>
        <w:t>traineurs</w:t>
      </w:r>
      <w:r w:rsidR="00025926" w:rsidRPr="001B73FA">
        <w:rPr>
          <w:szCs w:val="20"/>
        </w:rPr>
        <w:t xml:space="preserve"> </w:t>
      </w:r>
      <w:r w:rsidR="001B73FA" w:rsidRPr="001B73FA">
        <w:rPr>
          <w:szCs w:val="20"/>
        </w:rPr>
        <w:t>de sabres</w:t>
      </w:r>
      <w:r w:rsidRPr="00A4769E">
        <w:rPr>
          <w:szCs w:val="20"/>
        </w:rPr>
        <w:t xml:space="preserve"> ; </w:t>
      </w:r>
      <w:r w:rsidR="001B73FA" w:rsidRPr="001B73FA">
        <w:rPr>
          <w:szCs w:val="20"/>
        </w:rPr>
        <w:t>et</w:t>
      </w:r>
      <w:r w:rsidRPr="00A4769E">
        <w:rPr>
          <w:szCs w:val="20"/>
        </w:rPr>
        <w:t xml:space="preserve">, </w:t>
      </w:r>
      <w:r w:rsidR="001B73FA" w:rsidRPr="001B73FA">
        <w:rPr>
          <w:szCs w:val="20"/>
        </w:rPr>
        <w:t>si nous les qualifions d</w:t>
      </w:r>
      <w:r w:rsidRPr="00A4769E">
        <w:rPr>
          <w:szCs w:val="20"/>
        </w:rPr>
        <w:t>’</w:t>
      </w:r>
      <w:r w:rsidR="001B73FA" w:rsidRPr="001B73FA">
        <w:rPr>
          <w:szCs w:val="20"/>
        </w:rPr>
        <w:t>amis</w:t>
      </w:r>
      <w:r w:rsidRPr="00A4769E">
        <w:rPr>
          <w:szCs w:val="20"/>
        </w:rPr>
        <w:t xml:space="preserve">, </w:t>
      </w:r>
      <w:r w:rsidR="001B73FA" w:rsidRPr="001B73FA">
        <w:rPr>
          <w:szCs w:val="20"/>
        </w:rPr>
        <w:t>c</w:t>
      </w:r>
      <w:r w:rsidRPr="00A4769E">
        <w:rPr>
          <w:szCs w:val="20"/>
        </w:rPr>
        <w:t>’</w:t>
      </w:r>
      <w:r w:rsidR="001B73FA" w:rsidRPr="001B73FA">
        <w:rPr>
          <w:szCs w:val="20"/>
        </w:rPr>
        <w:t>est à cause d</w:t>
      </w:r>
      <w:r w:rsidRPr="00A4769E">
        <w:rPr>
          <w:szCs w:val="20"/>
        </w:rPr>
        <w:t>’</w:t>
      </w:r>
      <w:r w:rsidR="001B73FA" w:rsidRPr="001B73FA">
        <w:rPr>
          <w:szCs w:val="20"/>
        </w:rPr>
        <w:t>une pauvreté de ressources à laquelle nous oblige cette ville bourgeoise alternativement couverte de boue et de poussière</w:t>
      </w:r>
      <w:r w:rsidRPr="00A4769E">
        <w:rPr>
          <w:szCs w:val="20"/>
        </w:rPr>
        <w:t xml:space="preserve">. </w:t>
      </w:r>
      <w:r w:rsidR="001B73FA" w:rsidRPr="001B73FA">
        <w:rPr>
          <w:szCs w:val="20"/>
        </w:rPr>
        <w:t>Vos amours mêmes</w:t>
      </w:r>
      <w:r w:rsidRPr="00A4769E">
        <w:rPr>
          <w:szCs w:val="20"/>
        </w:rPr>
        <w:t xml:space="preserve">… </w:t>
      </w:r>
      <w:r w:rsidR="001B73FA" w:rsidRPr="001B73FA">
        <w:rPr>
          <w:szCs w:val="20"/>
        </w:rPr>
        <w:t>J</w:t>
      </w:r>
      <w:r w:rsidRPr="00A4769E">
        <w:rPr>
          <w:szCs w:val="20"/>
        </w:rPr>
        <w:t>’</w:t>
      </w:r>
      <w:r w:rsidR="001B73FA" w:rsidRPr="001B73FA">
        <w:rPr>
          <w:szCs w:val="20"/>
        </w:rPr>
        <w:t>ai rêvé pour vos qualités d</w:t>
      </w:r>
      <w:r w:rsidRPr="00A4769E">
        <w:rPr>
          <w:szCs w:val="20"/>
        </w:rPr>
        <w:t>’</w:t>
      </w:r>
      <w:r w:rsidR="001B73FA" w:rsidRPr="001B73FA">
        <w:rPr>
          <w:szCs w:val="20"/>
        </w:rPr>
        <w:t>un théâtre plus brillant</w:t>
      </w:r>
      <w:r w:rsidRPr="00A4769E">
        <w:rPr>
          <w:szCs w:val="20"/>
        </w:rPr>
        <w:t xml:space="preserve">. </w:t>
      </w:r>
      <w:r w:rsidR="001B73FA" w:rsidRPr="001B73FA">
        <w:rPr>
          <w:szCs w:val="20"/>
        </w:rPr>
        <w:t>Non pas le monde</w:t>
      </w:r>
      <w:r w:rsidRPr="00A4769E">
        <w:rPr>
          <w:szCs w:val="20"/>
        </w:rPr>
        <w:t xml:space="preserve">, </w:t>
      </w:r>
      <w:r w:rsidR="001B73FA" w:rsidRPr="001B73FA">
        <w:rPr>
          <w:szCs w:val="20"/>
        </w:rPr>
        <w:t>avec ses tentations vulgaires et</w:t>
      </w:r>
      <w:r w:rsidRPr="00A4769E">
        <w:rPr>
          <w:szCs w:val="20"/>
        </w:rPr>
        <w:t xml:space="preserve">, </w:t>
      </w:r>
      <w:r w:rsidR="001B73FA" w:rsidRPr="001B73FA">
        <w:rPr>
          <w:szCs w:val="20"/>
        </w:rPr>
        <w:t>au bout du compte</w:t>
      </w:r>
      <w:r w:rsidRPr="00A4769E">
        <w:rPr>
          <w:szCs w:val="20"/>
        </w:rPr>
        <w:t xml:space="preserve">, </w:t>
      </w:r>
      <w:r w:rsidR="001B73FA" w:rsidRPr="001B73FA">
        <w:rPr>
          <w:szCs w:val="20"/>
        </w:rPr>
        <w:t>la même pauvreté recouverte d</w:t>
      </w:r>
      <w:r w:rsidRPr="00A4769E">
        <w:rPr>
          <w:szCs w:val="20"/>
        </w:rPr>
        <w:t>’</w:t>
      </w:r>
      <w:r w:rsidR="001B73FA" w:rsidRPr="001B73FA">
        <w:rPr>
          <w:szCs w:val="20"/>
        </w:rPr>
        <w:t>un peu de dorure</w:t>
      </w:r>
      <w:r w:rsidRPr="00A4769E">
        <w:rPr>
          <w:szCs w:val="20"/>
        </w:rPr>
        <w:t xml:space="preserve">, </w:t>
      </w:r>
      <w:r w:rsidR="001B73FA" w:rsidRPr="001B73FA">
        <w:rPr>
          <w:szCs w:val="20"/>
        </w:rPr>
        <w:t>mais la noblesse dans ce qu</w:t>
      </w:r>
      <w:r w:rsidRPr="00A4769E">
        <w:rPr>
          <w:szCs w:val="20"/>
        </w:rPr>
        <w:t>’</w:t>
      </w:r>
      <w:r w:rsidR="001B73FA" w:rsidRPr="001B73FA">
        <w:rPr>
          <w:szCs w:val="20"/>
        </w:rPr>
        <w:t>elle a fait de plus pur</w:t>
      </w:r>
      <w:r w:rsidRPr="00A4769E">
        <w:rPr>
          <w:szCs w:val="20"/>
        </w:rPr>
        <w:t xml:space="preserve">. </w:t>
      </w:r>
      <w:r w:rsidR="001B73FA" w:rsidRPr="001B73FA">
        <w:rPr>
          <w:szCs w:val="20"/>
        </w:rPr>
        <w:t>Ne m</w:t>
      </w:r>
      <w:r w:rsidRPr="00A4769E">
        <w:rPr>
          <w:szCs w:val="20"/>
        </w:rPr>
        <w:t>’</w:t>
      </w:r>
      <w:r w:rsidR="001B73FA" w:rsidRPr="001B73FA">
        <w:rPr>
          <w:szCs w:val="20"/>
        </w:rPr>
        <w:t>avez-vous pas dit l</w:t>
      </w:r>
      <w:r w:rsidRPr="00A4769E">
        <w:rPr>
          <w:szCs w:val="20"/>
        </w:rPr>
        <w:t>’</w:t>
      </w:r>
      <w:r w:rsidR="001B73FA" w:rsidRPr="001B73FA">
        <w:rPr>
          <w:szCs w:val="20"/>
        </w:rPr>
        <w:t xml:space="preserve">émotion qui vous prit à simplement vous confronter avec la façade </w:t>
      </w:r>
      <w:r w:rsidR="001B73FA" w:rsidRPr="001B73FA">
        <w:rPr>
          <w:szCs w:val="20"/>
        </w:rPr>
        <w:lastRenderedPageBreak/>
        <w:t>du château de La Valette</w:t>
      </w:r>
      <w:r w:rsidRPr="00A4769E">
        <w:rPr>
          <w:szCs w:val="20"/>
        </w:rPr>
        <w:t xml:space="preserve"> ? </w:t>
      </w:r>
      <w:r w:rsidR="001B73FA" w:rsidRPr="001B73FA">
        <w:rPr>
          <w:szCs w:val="20"/>
        </w:rPr>
        <w:t>J</w:t>
      </w:r>
      <w:r w:rsidRPr="00A4769E">
        <w:rPr>
          <w:szCs w:val="20"/>
        </w:rPr>
        <w:t>’</w:t>
      </w:r>
      <w:r w:rsidR="001B73FA" w:rsidRPr="001B73FA">
        <w:rPr>
          <w:szCs w:val="20"/>
        </w:rPr>
        <w:t>ai voulu vous donner comme compagnons les esprits qui inspirèrent l</w:t>
      </w:r>
      <w:r w:rsidRPr="00A4769E">
        <w:rPr>
          <w:szCs w:val="20"/>
        </w:rPr>
        <w:t>’</w:t>
      </w:r>
      <w:r w:rsidR="001B73FA" w:rsidRPr="001B73FA">
        <w:rPr>
          <w:szCs w:val="20"/>
        </w:rPr>
        <w:t xml:space="preserve">ordre créateur de ces </w:t>
      </w:r>
      <w:r w:rsidRPr="00A4769E">
        <w:rPr>
          <w:szCs w:val="20"/>
        </w:rPr>
        <w:t>œ</w:t>
      </w:r>
      <w:r w:rsidR="001B73FA" w:rsidRPr="001B73FA">
        <w:rPr>
          <w:szCs w:val="20"/>
        </w:rPr>
        <w:t>uvres nobles</w:t>
      </w:r>
      <w:r w:rsidRPr="00A4769E">
        <w:rPr>
          <w:szCs w:val="20"/>
        </w:rPr>
        <w:t xml:space="preserve">. </w:t>
      </w:r>
      <w:r w:rsidR="001B73FA" w:rsidRPr="001B73FA">
        <w:rPr>
          <w:szCs w:val="20"/>
        </w:rPr>
        <w:t>Vous êtes un homme sublime</w:t>
      </w:r>
      <w:r w:rsidRPr="00A4769E">
        <w:rPr>
          <w:szCs w:val="20"/>
        </w:rPr>
        <w:t xml:space="preserve">, </w:t>
      </w:r>
      <w:r w:rsidR="001B73FA" w:rsidRPr="001B73FA">
        <w:rPr>
          <w:szCs w:val="20"/>
        </w:rPr>
        <w:t>mon enfant</w:t>
      </w:r>
      <w:r w:rsidRPr="00A4769E">
        <w:rPr>
          <w:szCs w:val="20"/>
        </w:rPr>
        <w:t xml:space="preserve">, </w:t>
      </w:r>
      <w:r w:rsidR="001B73FA" w:rsidRPr="001B73FA">
        <w:rPr>
          <w:szCs w:val="20"/>
        </w:rPr>
        <w:t>et si je comprends parfaitement l</w:t>
      </w:r>
      <w:r w:rsidRPr="00A4769E">
        <w:rPr>
          <w:szCs w:val="20"/>
        </w:rPr>
        <w:t>’</w:t>
      </w:r>
      <w:r w:rsidR="001B73FA" w:rsidRPr="001B73FA">
        <w:rPr>
          <w:szCs w:val="20"/>
        </w:rPr>
        <w:t>intérêt prodigieux que peuvent avoir pour vous le spectacle et les bruits des parcs d</w:t>
      </w:r>
      <w:r w:rsidRPr="00A4769E">
        <w:rPr>
          <w:szCs w:val="20"/>
        </w:rPr>
        <w:t>’</w:t>
      </w:r>
      <w:r w:rsidR="001B73FA" w:rsidRPr="001B73FA">
        <w:rPr>
          <w:szCs w:val="20"/>
        </w:rPr>
        <w:t>hiver que traverse le vent du nord</w:t>
      </w:r>
      <w:r w:rsidRPr="00A4769E">
        <w:rPr>
          <w:szCs w:val="20"/>
        </w:rPr>
        <w:t xml:space="preserve">, </w:t>
      </w:r>
      <w:r w:rsidR="001B73FA" w:rsidRPr="001B73FA">
        <w:rPr>
          <w:szCs w:val="20"/>
        </w:rPr>
        <w:t>je m</w:t>
      </w:r>
      <w:r w:rsidRPr="00A4769E">
        <w:rPr>
          <w:szCs w:val="20"/>
        </w:rPr>
        <w:t>’</w:t>
      </w:r>
      <w:r w:rsidR="001B73FA" w:rsidRPr="001B73FA">
        <w:rPr>
          <w:szCs w:val="20"/>
        </w:rPr>
        <w:t>inquiète au contraire de tout l</w:t>
      </w:r>
      <w:r w:rsidRPr="00A4769E">
        <w:rPr>
          <w:szCs w:val="20"/>
        </w:rPr>
        <w:t>’</w:t>
      </w:r>
      <w:r w:rsidR="001B73FA" w:rsidRPr="001B73FA">
        <w:rPr>
          <w:szCs w:val="20"/>
        </w:rPr>
        <w:t>appareil mesquin qui peut</w:t>
      </w:r>
      <w:r w:rsidRPr="00A4769E">
        <w:rPr>
          <w:szCs w:val="20"/>
        </w:rPr>
        <w:t xml:space="preserve">, </w:t>
      </w:r>
      <w:r w:rsidR="001B73FA" w:rsidRPr="001B73FA">
        <w:rPr>
          <w:szCs w:val="20"/>
        </w:rPr>
        <w:t>à force de petites blessures</w:t>
      </w:r>
      <w:r w:rsidRPr="00A4769E">
        <w:rPr>
          <w:szCs w:val="20"/>
        </w:rPr>
        <w:t xml:space="preserve">, </w:t>
      </w:r>
      <w:r w:rsidR="001B73FA" w:rsidRPr="001B73FA">
        <w:rPr>
          <w:szCs w:val="20"/>
        </w:rPr>
        <w:t>anémier votre âme où bouillonne un sang chevaleresque</w:t>
      </w:r>
      <w:r w:rsidRPr="00A4769E">
        <w:rPr>
          <w:szCs w:val="20"/>
        </w:rPr>
        <w:t xml:space="preserve">. </w:t>
      </w:r>
      <w:r w:rsidR="001B73FA" w:rsidRPr="001B73FA">
        <w:rPr>
          <w:szCs w:val="20"/>
        </w:rPr>
        <w:t>Nous avons</w:t>
      </w:r>
      <w:r w:rsidRPr="00A4769E">
        <w:rPr>
          <w:szCs w:val="20"/>
        </w:rPr>
        <w:t xml:space="preserve">, </w:t>
      </w:r>
      <w:r w:rsidR="001B73FA" w:rsidRPr="001B73FA">
        <w:rPr>
          <w:szCs w:val="20"/>
        </w:rPr>
        <w:t>le Marquis et moi</w:t>
      </w:r>
      <w:r w:rsidRPr="00A4769E">
        <w:rPr>
          <w:szCs w:val="20"/>
        </w:rPr>
        <w:t xml:space="preserve">, </w:t>
      </w:r>
      <w:r w:rsidR="001B73FA" w:rsidRPr="001B73FA">
        <w:rPr>
          <w:szCs w:val="20"/>
        </w:rPr>
        <w:t>des intérêts communs dans une grande cause à laquelle je vous demande de rester étranger</w:t>
      </w:r>
      <w:r w:rsidRPr="00A4769E">
        <w:rPr>
          <w:szCs w:val="20"/>
        </w:rPr>
        <w:t xml:space="preserve">. </w:t>
      </w:r>
      <w:r w:rsidR="001B73FA" w:rsidRPr="001B73FA">
        <w:rPr>
          <w:szCs w:val="20"/>
        </w:rPr>
        <w:t>Mais ce sont des hommes de cette qualité qui doivent être vos compagnons pour vous préparer un destin exceptionnel</w:t>
      </w:r>
      <w:r w:rsidRPr="00A4769E">
        <w:rPr>
          <w:szCs w:val="20"/>
        </w:rPr>
        <w:t xml:space="preserve">. </w:t>
      </w:r>
      <w:r w:rsidR="001B73FA" w:rsidRPr="001B73FA">
        <w:rPr>
          <w:szCs w:val="20"/>
        </w:rPr>
        <w:t>Voilà</w:t>
      </w:r>
      <w:r w:rsidRPr="00A4769E">
        <w:rPr>
          <w:szCs w:val="20"/>
        </w:rPr>
        <w:t xml:space="preserve">, </w:t>
      </w:r>
      <w:r w:rsidR="001B73FA" w:rsidRPr="001B73FA">
        <w:rPr>
          <w:szCs w:val="20"/>
        </w:rPr>
        <w:t>mon enfant</w:t>
      </w:r>
      <w:r w:rsidRPr="00A4769E">
        <w:rPr>
          <w:szCs w:val="20"/>
        </w:rPr>
        <w:t xml:space="preserve">, </w:t>
      </w:r>
      <w:r w:rsidR="001B73FA" w:rsidRPr="001B73FA">
        <w:rPr>
          <w:szCs w:val="20"/>
        </w:rPr>
        <w:t>le service que je vous demande</w:t>
      </w:r>
      <w:r w:rsidRPr="00A4769E">
        <w:rPr>
          <w:szCs w:val="20"/>
        </w:rPr>
        <w:t xml:space="preserve"> : </w:t>
      </w:r>
      <w:r w:rsidR="001B73FA" w:rsidRPr="001B73FA">
        <w:rPr>
          <w:szCs w:val="20"/>
        </w:rPr>
        <w:t>me permettre de vous aider à devenir ce que vous devez être</w:t>
      </w:r>
      <w:r w:rsidRPr="00A4769E">
        <w:rPr>
          <w:szCs w:val="20"/>
        </w:rPr>
        <w:t xml:space="preserve">. </w:t>
      </w:r>
      <w:r w:rsidR="001B73FA" w:rsidRPr="001B73FA">
        <w:rPr>
          <w:szCs w:val="20"/>
        </w:rPr>
        <w:t>Je ne vous demanderai jamais d</w:t>
      </w:r>
      <w:r w:rsidRPr="00A4769E">
        <w:rPr>
          <w:szCs w:val="20"/>
        </w:rPr>
        <w:t>’</w:t>
      </w:r>
      <w:r w:rsidR="001B73FA" w:rsidRPr="001B73FA">
        <w:rPr>
          <w:szCs w:val="20"/>
        </w:rPr>
        <w:t>autre service</w:t>
      </w:r>
      <w:r w:rsidRPr="00A4769E">
        <w:rPr>
          <w:szCs w:val="20"/>
        </w:rPr>
        <w:t xml:space="preserve">. </w:t>
      </w:r>
      <w:r w:rsidR="001B73FA" w:rsidRPr="001B73FA">
        <w:rPr>
          <w:szCs w:val="20"/>
        </w:rPr>
        <w:t>Soyez-en persuadé</w:t>
      </w:r>
      <w:r w:rsidRPr="00A4769E">
        <w:rPr>
          <w:szCs w:val="20"/>
        </w:rPr>
        <w:t>. »</w:t>
      </w:r>
      <w:r w:rsidR="001B73FA" w:rsidRPr="001B73FA">
        <w:rPr>
          <w:szCs w:val="20"/>
        </w:rPr>
        <w:t xml:space="preserve"> Angelo était au comble de la confusion</w:t>
      </w:r>
      <w:r w:rsidRPr="00A4769E">
        <w:rPr>
          <w:szCs w:val="20"/>
        </w:rPr>
        <w:t>. « </w:t>
      </w:r>
      <w:r w:rsidR="001B73FA" w:rsidRPr="001B73FA">
        <w:rPr>
          <w:szCs w:val="20"/>
        </w:rPr>
        <w:t>Quelle sincérité dans ses yeux</w:t>
      </w:r>
      <w:r w:rsidRPr="00A4769E">
        <w:rPr>
          <w:szCs w:val="20"/>
        </w:rPr>
        <w:t xml:space="preserve"> ! </w:t>
      </w:r>
      <w:r w:rsidR="001B73FA" w:rsidRPr="001B73FA">
        <w:rPr>
          <w:szCs w:val="20"/>
        </w:rPr>
        <w:t>se disait-il</w:t>
      </w:r>
      <w:r w:rsidRPr="00A4769E">
        <w:rPr>
          <w:szCs w:val="20"/>
        </w:rPr>
        <w:t xml:space="preserve">. </w:t>
      </w:r>
      <w:r w:rsidR="001B73FA" w:rsidRPr="001B73FA">
        <w:rPr>
          <w:szCs w:val="20"/>
        </w:rPr>
        <w:t>Tout ce qu</w:t>
      </w:r>
      <w:r w:rsidRPr="00A4769E">
        <w:rPr>
          <w:szCs w:val="20"/>
        </w:rPr>
        <w:t>’</w:t>
      </w:r>
      <w:r w:rsidR="001B73FA" w:rsidRPr="001B73FA">
        <w:rPr>
          <w:szCs w:val="20"/>
        </w:rPr>
        <w:t>il dit part directement de son c</w:t>
      </w:r>
      <w:r w:rsidRPr="00A4769E">
        <w:rPr>
          <w:szCs w:val="20"/>
        </w:rPr>
        <w:t>œ</w:t>
      </w:r>
      <w:r w:rsidR="001B73FA" w:rsidRPr="001B73FA">
        <w:rPr>
          <w:szCs w:val="20"/>
        </w:rPr>
        <w:t>ur</w:t>
      </w:r>
      <w:r w:rsidRPr="00A4769E">
        <w:rPr>
          <w:szCs w:val="20"/>
        </w:rPr>
        <w:t xml:space="preserve">. </w:t>
      </w:r>
      <w:r w:rsidR="001B73FA" w:rsidRPr="001B73FA">
        <w:rPr>
          <w:szCs w:val="20"/>
        </w:rPr>
        <w:t>C</w:t>
      </w:r>
      <w:r w:rsidRPr="00A4769E">
        <w:rPr>
          <w:szCs w:val="20"/>
        </w:rPr>
        <w:t>’</w:t>
      </w:r>
      <w:r w:rsidR="001B73FA" w:rsidRPr="001B73FA">
        <w:rPr>
          <w:szCs w:val="20"/>
        </w:rPr>
        <w:t>est le saint le plus blanc que tu aies jamais rencontré</w:t>
      </w:r>
      <w:r w:rsidRPr="00A4769E">
        <w:rPr>
          <w:szCs w:val="20"/>
        </w:rPr>
        <w:t xml:space="preserve">. </w:t>
      </w:r>
      <w:r w:rsidR="001B73FA" w:rsidRPr="001B73FA">
        <w:rPr>
          <w:szCs w:val="20"/>
        </w:rPr>
        <w:t>Et c</w:t>
      </w:r>
      <w:r w:rsidRPr="00A4769E">
        <w:rPr>
          <w:szCs w:val="20"/>
        </w:rPr>
        <w:t>’</w:t>
      </w:r>
      <w:r w:rsidR="001B73FA" w:rsidRPr="001B73FA">
        <w:rPr>
          <w:szCs w:val="20"/>
        </w:rPr>
        <w:t>est celui-là que tu trompes</w:t>
      </w:r>
      <w:r w:rsidRPr="00A4769E">
        <w:rPr>
          <w:szCs w:val="20"/>
        </w:rPr>
        <w:t xml:space="preserve"> ? </w:t>
      </w:r>
      <w:r w:rsidR="001B73FA" w:rsidRPr="001B73FA">
        <w:rPr>
          <w:szCs w:val="20"/>
        </w:rPr>
        <w:t>Non</w:t>
      </w:r>
      <w:r w:rsidRPr="00A4769E">
        <w:rPr>
          <w:szCs w:val="20"/>
        </w:rPr>
        <w:t xml:space="preserve">, </w:t>
      </w:r>
      <w:r w:rsidR="001B73FA" w:rsidRPr="001B73FA">
        <w:rPr>
          <w:szCs w:val="20"/>
        </w:rPr>
        <w:t>tu ne seras pas un ingrat</w:t>
      </w:r>
      <w:r w:rsidRPr="00A4769E">
        <w:rPr>
          <w:szCs w:val="20"/>
        </w:rPr>
        <w:t>. »« </w:t>
      </w:r>
      <w:r w:rsidR="001B73FA" w:rsidRPr="001B73FA">
        <w:rPr>
          <w:szCs w:val="20"/>
        </w:rPr>
        <w:t>Je vous ai menti</w:t>
      </w:r>
      <w:r w:rsidRPr="00A4769E">
        <w:rPr>
          <w:szCs w:val="20"/>
        </w:rPr>
        <w:t xml:space="preserve">, </w:t>
      </w:r>
      <w:r w:rsidR="001B73FA" w:rsidRPr="001B73FA">
        <w:rPr>
          <w:szCs w:val="20"/>
        </w:rPr>
        <w:t>tout à l</w:t>
      </w:r>
      <w:r w:rsidRPr="00A4769E">
        <w:rPr>
          <w:szCs w:val="20"/>
        </w:rPr>
        <w:t>’</w:t>
      </w:r>
      <w:r w:rsidR="001B73FA" w:rsidRPr="001B73FA">
        <w:rPr>
          <w:szCs w:val="20"/>
        </w:rPr>
        <w:t>heure</w:t>
      </w:r>
      <w:r w:rsidRPr="00A4769E">
        <w:rPr>
          <w:szCs w:val="20"/>
        </w:rPr>
        <w:t xml:space="preserve"> », </w:t>
      </w:r>
      <w:r w:rsidR="001B73FA" w:rsidRPr="001B73FA">
        <w:rPr>
          <w:szCs w:val="20"/>
        </w:rPr>
        <w:t>dit-il</w:t>
      </w:r>
      <w:r w:rsidRPr="00A4769E">
        <w:rPr>
          <w:szCs w:val="20"/>
        </w:rPr>
        <w:t xml:space="preserve">. </w:t>
      </w:r>
      <w:r w:rsidR="001B73FA" w:rsidRPr="001B73FA">
        <w:rPr>
          <w:szCs w:val="20"/>
        </w:rPr>
        <w:t>Il raconta le voyage à Marseille tel qu</w:t>
      </w:r>
      <w:r w:rsidRPr="00A4769E">
        <w:rPr>
          <w:szCs w:val="20"/>
        </w:rPr>
        <w:t>’</w:t>
      </w:r>
      <w:r w:rsidR="001B73FA" w:rsidRPr="001B73FA">
        <w:rPr>
          <w:szCs w:val="20"/>
        </w:rPr>
        <w:t>il s</w:t>
      </w:r>
      <w:r w:rsidRPr="00A4769E">
        <w:rPr>
          <w:szCs w:val="20"/>
        </w:rPr>
        <w:t>’</w:t>
      </w:r>
      <w:r w:rsidR="001B73FA" w:rsidRPr="001B73FA">
        <w:rPr>
          <w:szCs w:val="20"/>
        </w:rPr>
        <w:t>était passé</w:t>
      </w:r>
      <w:r w:rsidRPr="00A4769E">
        <w:rPr>
          <w:szCs w:val="20"/>
        </w:rPr>
        <w:t xml:space="preserve">. </w:t>
      </w:r>
      <w:r w:rsidR="001B73FA" w:rsidRPr="001B73FA">
        <w:rPr>
          <w:szCs w:val="20"/>
        </w:rPr>
        <w:t>Il parla du matelot génois</w:t>
      </w:r>
      <w:r w:rsidRPr="00A4769E">
        <w:rPr>
          <w:szCs w:val="20"/>
        </w:rPr>
        <w:t xml:space="preserve">. </w:t>
      </w:r>
      <w:r w:rsidR="001B73FA" w:rsidRPr="001B73FA">
        <w:rPr>
          <w:szCs w:val="20"/>
        </w:rPr>
        <w:t xml:space="preserve">Il tira la lettre de sa mère de son portefeuille et il la donna à lire au vicaire général </w:t>
      </w:r>
      <w:r w:rsidRPr="00A4769E">
        <w:rPr>
          <w:szCs w:val="20"/>
        </w:rPr>
        <w:t>« </w:t>
      </w:r>
      <w:r w:rsidR="001B73FA" w:rsidRPr="001B73FA">
        <w:rPr>
          <w:szCs w:val="20"/>
        </w:rPr>
        <w:t>Ne faites pas votre péché plus grand qu</w:t>
      </w:r>
      <w:r w:rsidRPr="00A4769E">
        <w:rPr>
          <w:szCs w:val="20"/>
        </w:rPr>
        <w:t>’</w:t>
      </w:r>
      <w:r w:rsidR="001B73FA" w:rsidRPr="001B73FA">
        <w:rPr>
          <w:szCs w:val="20"/>
        </w:rPr>
        <w:t>il n</w:t>
      </w:r>
      <w:r w:rsidRPr="00A4769E">
        <w:rPr>
          <w:szCs w:val="20"/>
        </w:rPr>
        <w:t>’</w:t>
      </w:r>
      <w:r w:rsidR="001B73FA" w:rsidRPr="001B73FA">
        <w:rPr>
          <w:szCs w:val="20"/>
        </w:rPr>
        <w:t>est</w:t>
      </w:r>
      <w:r w:rsidRPr="00A4769E">
        <w:rPr>
          <w:szCs w:val="20"/>
        </w:rPr>
        <w:t xml:space="preserve">, </w:t>
      </w:r>
      <w:r w:rsidR="001B73FA" w:rsidRPr="001B73FA">
        <w:rPr>
          <w:szCs w:val="20"/>
        </w:rPr>
        <w:t>dit cet homme généreux</w:t>
      </w:r>
      <w:r w:rsidRPr="00A4769E">
        <w:rPr>
          <w:szCs w:val="20"/>
        </w:rPr>
        <w:t xml:space="preserve"> ; </w:t>
      </w:r>
      <w:r w:rsidR="001B73FA" w:rsidRPr="001B73FA">
        <w:rPr>
          <w:szCs w:val="20"/>
        </w:rPr>
        <w:t>vous aviez bien le droit de me dissimuler quelque chose et</w:t>
      </w:r>
      <w:r w:rsidRPr="00A4769E">
        <w:rPr>
          <w:szCs w:val="20"/>
        </w:rPr>
        <w:t xml:space="preserve">, </w:t>
      </w:r>
      <w:r w:rsidR="001B73FA" w:rsidRPr="001B73FA">
        <w:rPr>
          <w:szCs w:val="20"/>
        </w:rPr>
        <w:t>quand ce sont les rapports d</w:t>
      </w:r>
      <w:r w:rsidRPr="00A4769E">
        <w:rPr>
          <w:szCs w:val="20"/>
        </w:rPr>
        <w:t>’</w:t>
      </w:r>
      <w:r w:rsidR="001B73FA" w:rsidRPr="001B73FA">
        <w:rPr>
          <w:szCs w:val="20"/>
        </w:rPr>
        <w:t>une mère et d</w:t>
      </w:r>
      <w:r w:rsidRPr="00A4769E">
        <w:rPr>
          <w:szCs w:val="20"/>
        </w:rPr>
        <w:t>’</w:t>
      </w:r>
      <w:r w:rsidR="001B73FA" w:rsidRPr="001B73FA">
        <w:rPr>
          <w:szCs w:val="20"/>
        </w:rPr>
        <w:t>un fils</w:t>
      </w:r>
      <w:r w:rsidRPr="00A4769E">
        <w:rPr>
          <w:szCs w:val="20"/>
        </w:rPr>
        <w:t xml:space="preserve">, </w:t>
      </w:r>
      <w:r w:rsidR="001B73FA" w:rsidRPr="001B73FA">
        <w:rPr>
          <w:szCs w:val="20"/>
        </w:rPr>
        <w:t>je ne vois pas qui pourrait vous accuser</w:t>
      </w:r>
      <w:r w:rsidRPr="00A4769E">
        <w:rPr>
          <w:szCs w:val="20"/>
        </w:rPr>
        <w:t xml:space="preserve">. </w:t>
      </w:r>
      <w:r w:rsidR="001B73FA" w:rsidRPr="001B73FA">
        <w:rPr>
          <w:szCs w:val="20"/>
        </w:rPr>
        <w:t>Admettons que vous n</w:t>
      </w:r>
      <w:r w:rsidRPr="00A4769E">
        <w:rPr>
          <w:szCs w:val="20"/>
        </w:rPr>
        <w:t>’</w:t>
      </w:r>
      <w:r w:rsidR="001B73FA" w:rsidRPr="001B73FA">
        <w:rPr>
          <w:szCs w:val="20"/>
        </w:rPr>
        <w:t>aviez pas à inventer cette histoire de bureau restant et de tempêtes</w:t>
      </w:r>
      <w:r w:rsidRPr="00A4769E">
        <w:rPr>
          <w:szCs w:val="20"/>
        </w:rPr>
        <w:t xml:space="preserve">, </w:t>
      </w:r>
      <w:r w:rsidR="001B73FA" w:rsidRPr="001B73FA">
        <w:rPr>
          <w:szCs w:val="20"/>
        </w:rPr>
        <w:t>mais</w:t>
      </w:r>
      <w:r w:rsidRPr="00A4769E">
        <w:rPr>
          <w:szCs w:val="20"/>
        </w:rPr>
        <w:t xml:space="preserve">, </w:t>
      </w:r>
      <w:r w:rsidR="001B73FA" w:rsidRPr="001B73FA">
        <w:rPr>
          <w:szCs w:val="20"/>
        </w:rPr>
        <w:t>quand nous l</w:t>
      </w:r>
      <w:r w:rsidRPr="00A4769E">
        <w:rPr>
          <w:szCs w:val="20"/>
        </w:rPr>
        <w:t>’</w:t>
      </w:r>
      <w:r w:rsidR="001B73FA" w:rsidRPr="001B73FA">
        <w:rPr>
          <w:szCs w:val="20"/>
        </w:rPr>
        <w:t>aurons appelée intempérance d</w:t>
      </w:r>
      <w:r w:rsidRPr="00A4769E">
        <w:rPr>
          <w:szCs w:val="20"/>
        </w:rPr>
        <w:t>’</w:t>
      </w:r>
      <w:r w:rsidR="001B73FA" w:rsidRPr="001B73FA">
        <w:rPr>
          <w:szCs w:val="20"/>
        </w:rPr>
        <w:t>imagination</w:t>
      </w:r>
      <w:r w:rsidRPr="00A4769E">
        <w:rPr>
          <w:szCs w:val="20"/>
        </w:rPr>
        <w:t xml:space="preserve">, </w:t>
      </w:r>
      <w:r w:rsidR="001B73FA" w:rsidRPr="001B73FA">
        <w:rPr>
          <w:szCs w:val="20"/>
        </w:rPr>
        <w:t>ne croyez-vous pas que c</w:t>
      </w:r>
      <w:r w:rsidRPr="00A4769E">
        <w:rPr>
          <w:szCs w:val="20"/>
        </w:rPr>
        <w:t>’</w:t>
      </w:r>
      <w:r w:rsidR="001B73FA" w:rsidRPr="001B73FA">
        <w:rPr>
          <w:szCs w:val="20"/>
        </w:rPr>
        <w:t>est le bout du monde</w:t>
      </w:r>
      <w:r w:rsidRPr="00A4769E">
        <w:rPr>
          <w:szCs w:val="20"/>
        </w:rPr>
        <w:t> ? »</w:t>
      </w:r>
      <w:r w:rsidR="001B73FA" w:rsidRPr="001B73FA">
        <w:rPr>
          <w:szCs w:val="20"/>
        </w:rPr>
        <w:t xml:space="preserve"> Il avait cependant ajusté ses lunettes et il lut fort attentivement la lettre de la Duchesse</w:t>
      </w:r>
      <w:r w:rsidRPr="00A4769E">
        <w:rPr>
          <w:szCs w:val="20"/>
        </w:rPr>
        <w:t>. « </w:t>
      </w:r>
      <w:r w:rsidR="001B73FA" w:rsidRPr="001B73FA">
        <w:rPr>
          <w:szCs w:val="20"/>
        </w:rPr>
        <w:t>On prétend d</w:t>
      </w:r>
      <w:r w:rsidRPr="00A4769E">
        <w:rPr>
          <w:szCs w:val="20"/>
        </w:rPr>
        <w:t>’</w:t>
      </w:r>
      <w:r w:rsidR="001B73FA" w:rsidRPr="001B73FA">
        <w:rPr>
          <w:szCs w:val="20"/>
        </w:rPr>
        <w:t>ordinaire</w:t>
      </w:r>
      <w:r w:rsidRPr="00A4769E">
        <w:rPr>
          <w:szCs w:val="20"/>
        </w:rPr>
        <w:t xml:space="preserve">, </w:t>
      </w:r>
      <w:r w:rsidR="001B73FA" w:rsidRPr="001B73FA">
        <w:rPr>
          <w:szCs w:val="20"/>
        </w:rPr>
        <w:t>dit-il en rendant la lettre à Angelo</w:t>
      </w:r>
      <w:r w:rsidRPr="00A4769E">
        <w:rPr>
          <w:szCs w:val="20"/>
        </w:rPr>
        <w:t xml:space="preserve">, </w:t>
      </w:r>
      <w:r w:rsidR="001B73FA" w:rsidRPr="001B73FA">
        <w:rPr>
          <w:szCs w:val="20"/>
        </w:rPr>
        <w:lastRenderedPageBreak/>
        <w:t>que les enfants sont dignes de leurs parents</w:t>
      </w:r>
      <w:r w:rsidRPr="00A4769E">
        <w:rPr>
          <w:szCs w:val="20"/>
        </w:rPr>
        <w:t xml:space="preserve"> ; </w:t>
      </w:r>
      <w:r w:rsidR="001B73FA" w:rsidRPr="001B73FA">
        <w:rPr>
          <w:szCs w:val="20"/>
        </w:rPr>
        <w:t>laissez-moi vous dire ici que votre mère est digne de vous</w:t>
      </w:r>
      <w:r w:rsidRPr="00A4769E">
        <w:rPr>
          <w:szCs w:val="20"/>
        </w:rPr>
        <w:t xml:space="preserve">. </w:t>
      </w:r>
      <w:r w:rsidR="001B73FA" w:rsidRPr="001B73FA">
        <w:rPr>
          <w:szCs w:val="20"/>
        </w:rPr>
        <w:t>Quelle passion</w:t>
      </w:r>
      <w:r w:rsidRPr="00A4769E">
        <w:rPr>
          <w:szCs w:val="20"/>
        </w:rPr>
        <w:t xml:space="preserve">, </w:t>
      </w:r>
      <w:r w:rsidR="001B73FA" w:rsidRPr="001B73FA">
        <w:rPr>
          <w:szCs w:val="20"/>
        </w:rPr>
        <w:t>quelle sagesse</w:t>
      </w:r>
      <w:r w:rsidRPr="00A4769E">
        <w:rPr>
          <w:szCs w:val="20"/>
        </w:rPr>
        <w:t xml:space="preserve"> ! </w:t>
      </w:r>
      <w:r w:rsidR="001B73FA" w:rsidRPr="001B73FA">
        <w:rPr>
          <w:szCs w:val="20"/>
        </w:rPr>
        <w:t>Comment est-elle</w:t>
      </w:r>
      <w:r w:rsidRPr="00A4769E">
        <w:rPr>
          <w:szCs w:val="20"/>
        </w:rPr>
        <w:t xml:space="preserve"> ? </w:t>
      </w:r>
      <w:r w:rsidR="001B73FA" w:rsidRPr="001B73FA">
        <w:rPr>
          <w:szCs w:val="20"/>
        </w:rPr>
        <w:t>Blonde ou brune</w:t>
      </w:r>
      <w:r w:rsidRPr="00A4769E">
        <w:rPr>
          <w:szCs w:val="20"/>
        </w:rPr>
        <w:t> ?</w:t>
      </w:r>
    </w:p>
    <w:p w14:paraId="55AB950B" w14:textId="2DCD8106" w:rsidR="00462692" w:rsidRPr="00A4769E" w:rsidRDefault="00462692" w:rsidP="001B73FA">
      <w:pPr>
        <w:rPr>
          <w:szCs w:val="20"/>
        </w:rPr>
      </w:pPr>
      <w:r w:rsidRPr="00A4769E">
        <w:rPr>
          <w:szCs w:val="20"/>
        </w:rPr>
        <w:t>— </w:t>
      </w:r>
      <w:r w:rsidR="001B73FA" w:rsidRPr="001B73FA">
        <w:rPr>
          <w:szCs w:val="20"/>
        </w:rPr>
        <w:t>Blonde</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c</w:t>
      </w:r>
      <w:r w:rsidRPr="00A4769E">
        <w:rPr>
          <w:szCs w:val="20"/>
        </w:rPr>
        <w:t>’</w:t>
      </w:r>
      <w:r w:rsidR="001B73FA" w:rsidRPr="001B73FA">
        <w:rPr>
          <w:szCs w:val="20"/>
        </w:rPr>
        <w:t>est une Piémontaise du Nord</w:t>
      </w:r>
      <w:r w:rsidRPr="00A4769E">
        <w:rPr>
          <w:szCs w:val="20"/>
        </w:rPr>
        <w:t>.</w:t>
      </w:r>
    </w:p>
    <w:p w14:paraId="32819A18" w14:textId="2C420F15" w:rsidR="001B73FA" w:rsidRPr="001B73FA" w:rsidRDefault="00462692" w:rsidP="001B73FA">
      <w:pPr>
        <w:rPr>
          <w:szCs w:val="20"/>
        </w:rPr>
      </w:pPr>
      <w:r w:rsidRPr="00A4769E">
        <w:rPr>
          <w:szCs w:val="20"/>
        </w:rPr>
        <w:t>— </w:t>
      </w:r>
      <w:r w:rsidR="001B73FA" w:rsidRPr="001B73FA">
        <w:rPr>
          <w:szCs w:val="20"/>
        </w:rPr>
        <w:t>J</w:t>
      </w:r>
      <w:r w:rsidRPr="00A4769E">
        <w:rPr>
          <w:szCs w:val="20"/>
        </w:rPr>
        <w:t>’</w:t>
      </w:r>
      <w:r w:rsidR="001B73FA" w:rsidRPr="001B73FA">
        <w:rPr>
          <w:szCs w:val="20"/>
        </w:rPr>
        <w:t>aime</w:t>
      </w:r>
      <w:r w:rsidRPr="00A4769E">
        <w:rPr>
          <w:szCs w:val="20"/>
        </w:rPr>
        <w:t xml:space="preserve">, </w:t>
      </w:r>
      <w:r w:rsidR="001B73FA" w:rsidRPr="001B73FA">
        <w:rPr>
          <w:szCs w:val="20"/>
        </w:rPr>
        <w:t>dit le vicaire général</w:t>
      </w:r>
      <w:r w:rsidRPr="00A4769E">
        <w:rPr>
          <w:szCs w:val="20"/>
        </w:rPr>
        <w:t xml:space="preserve">, </w:t>
      </w:r>
      <w:r w:rsidR="001B73FA" w:rsidRPr="001B73FA">
        <w:rPr>
          <w:szCs w:val="20"/>
        </w:rPr>
        <w:t>ces femmes qui ont une connaissance profonde des sentiments</w:t>
      </w:r>
      <w:r w:rsidRPr="00A4769E">
        <w:rPr>
          <w:szCs w:val="20"/>
        </w:rPr>
        <w:t xml:space="preserve">, </w:t>
      </w:r>
      <w:r w:rsidR="001B73FA" w:rsidRPr="001B73FA">
        <w:rPr>
          <w:szCs w:val="20"/>
        </w:rPr>
        <w:t>mais s</w:t>
      </w:r>
      <w:r w:rsidRPr="00A4769E">
        <w:rPr>
          <w:szCs w:val="20"/>
        </w:rPr>
        <w:t>’</w:t>
      </w:r>
      <w:r w:rsidR="001B73FA" w:rsidRPr="001B73FA">
        <w:rPr>
          <w:szCs w:val="20"/>
        </w:rPr>
        <w:t>y abandonnent et préfèrent courir le risque d</w:t>
      </w:r>
      <w:r w:rsidRPr="00A4769E">
        <w:rPr>
          <w:szCs w:val="20"/>
        </w:rPr>
        <w:t>’</w:t>
      </w:r>
      <w:r w:rsidR="001B73FA" w:rsidRPr="001B73FA">
        <w:rPr>
          <w:szCs w:val="20"/>
        </w:rPr>
        <w:t>être dupes plutôt que de se dessécher</w:t>
      </w:r>
      <w:r w:rsidRPr="00A4769E">
        <w:rPr>
          <w:szCs w:val="20"/>
        </w:rPr>
        <w:t xml:space="preserve">. </w:t>
      </w:r>
      <w:r w:rsidR="001B73FA" w:rsidRPr="001B73FA">
        <w:rPr>
          <w:szCs w:val="20"/>
        </w:rPr>
        <w:t>Il est incontestable que le plus grand bonheur qu</w:t>
      </w:r>
      <w:r w:rsidRPr="00A4769E">
        <w:rPr>
          <w:szCs w:val="20"/>
        </w:rPr>
        <w:t>’</w:t>
      </w:r>
      <w:r w:rsidR="001B73FA" w:rsidRPr="001B73FA">
        <w:rPr>
          <w:szCs w:val="20"/>
        </w:rPr>
        <w:t>on puisse atteindre sur cette terre</w:t>
      </w:r>
      <w:r w:rsidRPr="00A4769E">
        <w:rPr>
          <w:szCs w:val="20"/>
        </w:rPr>
        <w:t xml:space="preserve">, </w:t>
      </w:r>
      <w:r w:rsidR="001B73FA" w:rsidRPr="001B73FA">
        <w:rPr>
          <w:szCs w:val="20"/>
        </w:rPr>
        <w:t>c</w:t>
      </w:r>
      <w:r w:rsidRPr="00A4769E">
        <w:rPr>
          <w:szCs w:val="20"/>
        </w:rPr>
        <w:t>’</w:t>
      </w:r>
      <w:r w:rsidR="001B73FA" w:rsidRPr="001B73FA">
        <w:rPr>
          <w:szCs w:val="20"/>
        </w:rPr>
        <w:t>est de rester jeune</w:t>
      </w:r>
      <w:r w:rsidRPr="00A4769E">
        <w:rPr>
          <w:szCs w:val="20"/>
        </w:rPr>
        <w:t xml:space="preserve">. </w:t>
      </w:r>
      <w:r w:rsidR="001B73FA" w:rsidRPr="001B73FA">
        <w:rPr>
          <w:szCs w:val="20"/>
        </w:rPr>
        <w:t>Rien ne peut remplacer la faculté d</w:t>
      </w:r>
      <w:r w:rsidRPr="00A4769E">
        <w:rPr>
          <w:szCs w:val="20"/>
        </w:rPr>
        <w:t>’</w:t>
      </w:r>
      <w:r w:rsidR="001B73FA" w:rsidRPr="001B73FA">
        <w:rPr>
          <w:szCs w:val="20"/>
        </w:rPr>
        <w:t>enthousiasme</w:t>
      </w:r>
      <w:r w:rsidRPr="00A4769E">
        <w:rPr>
          <w:szCs w:val="20"/>
        </w:rPr>
        <w:t xml:space="preserve">. </w:t>
      </w:r>
      <w:r w:rsidR="001B73FA" w:rsidRPr="001B73FA">
        <w:rPr>
          <w:szCs w:val="20"/>
        </w:rPr>
        <w:t xml:space="preserve">Entre celui qui connaît et hésite et celui qui ignore et </w:t>
      </w:r>
      <w:r w:rsidR="004B2955">
        <w:rPr>
          <w:szCs w:val="20"/>
        </w:rPr>
        <w:t>s</w:t>
      </w:r>
      <w:r w:rsidR="004B2955" w:rsidRPr="001B73FA">
        <w:rPr>
          <w:szCs w:val="20"/>
        </w:rPr>
        <w:t xml:space="preserve">e </w:t>
      </w:r>
      <w:r w:rsidR="001B73FA" w:rsidRPr="001B73FA">
        <w:rPr>
          <w:szCs w:val="20"/>
        </w:rPr>
        <w:t>donne</w:t>
      </w:r>
      <w:r w:rsidRPr="00A4769E">
        <w:rPr>
          <w:szCs w:val="20"/>
        </w:rPr>
        <w:t xml:space="preserve">, </w:t>
      </w:r>
      <w:r w:rsidR="001B73FA" w:rsidRPr="001B73FA">
        <w:rPr>
          <w:szCs w:val="20"/>
        </w:rPr>
        <w:t>je m</w:t>
      </w:r>
      <w:r w:rsidRPr="00A4769E">
        <w:rPr>
          <w:szCs w:val="20"/>
        </w:rPr>
        <w:t>’</w:t>
      </w:r>
      <w:r w:rsidR="001B73FA" w:rsidRPr="001B73FA">
        <w:rPr>
          <w:szCs w:val="20"/>
        </w:rPr>
        <w:t>efforce toujours d</w:t>
      </w:r>
      <w:r w:rsidRPr="00A4769E">
        <w:rPr>
          <w:szCs w:val="20"/>
        </w:rPr>
        <w:t>’</w:t>
      </w:r>
      <w:r w:rsidR="001B73FA" w:rsidRPr="001B73FA">
        <w:rPr>
          <w:szCs w:val="20"/>
        </w:rPr>
        <w:t>être ce dernier</w:t>
      </w:r>
      <w:r w:rsidRPr="00A4769E">
        <w:rPr>
          <w:szCs w:val="20"/>
        </w:rPr>
        <w:t xml:space="preserve">. </w:t>
      </w:r>
      <w:r w:rsidR="001B73FA" w:rsidRPr="001B73FA">
        <w:rPr>
          <w:szCs w:val="20"/>
        </w:rPr>
        <w:t>Je n</w:t>
      </w:r>
      <w:r w:rsidRPr="00A4769E">
        <w:rPr>
          <w:szCs w:val="20"/>
        </w:rPr>
        <w:t>’</w:t>
      </w:r>
      <w:r w:rsidR="001B73FA" w:rsidRPr="001B73FA">
        <w:rPr>
          <w:szCs w:val="20"/>
        </w:rPr>
        <w:t>y réussis pas toujours</w:t>
      </w:r>
      <w:r w:rsidRPr="00A4769E">
        <w:rPr>
          <w:szCs w:val="20"/>
        </w:rPr>
        <w:t xml:space="preserve">, </w:t>
      </w:r>
      <w:r w:rsidR="001B73FA" w:rsidRPr="001B73FA">
        <w:rPr>
          <w:szCs w:val="20"/>
        </w:rPr>
        <w:t>presque jamais</w:t>
      </w:r>
      <w:r w:rsidRPr="00A4769E">
        <w:rPr>
          <w:szCs w:val="20"/>
        </w:rPr>
        <w:t xml:space="preserve">, </w:t>
      </w:r>
      <w:r w:rsidR="001B73FA" w:rsidRPr="001B73FA">
        <w:rPr>
          <w:szCs w:val="20"/>
        </w:rPr>
        <w:t>dois-je dire</w:t>
      </w:r>
      <w:r w:rsidRPr="00A4769E">
        <w:rPr>
          <w:szCs w:val="20"/>
        </w:rPr>
        <w:t xml:space="preserve">, </w:t>
      </w:r>
      <w:r w:rsidR="001B73FA" w:rsidRPr="001B73FA">
        <w:rPr>
          <w:szCs w:val="20"/>
        </w:rPr>
        <w:t>sauf en ce qui vous concerne</w:t>
      </w:r>
      <w:r w:rsidRPr="00A4769E">
        <w:rPr>
          <w:szCs w:val="20"/>
        </w:rPr>
        <w:t xml:space="preserve">. </w:t>
      </w:r>
      <w:r w:rsidR="001B73FA" w:rsidRPr="001B73FA">
        <w:rPr>
          <w:szCs w:val="20"/>
        </w:rPr>
        <w:t>J</w:t>
      </w:r>
      <w:r w:rsidRPr="00A4769E">
        <w:rPr>
          <w:szCs w:val="20"/>
        </w:rPr>
        <w:t>’</w:t>
      </w:r>
      <w:r w:rsidR="001B73FA" w:rsidRPr="001B73FA">
        <w:rPr>
          <w:szCs w:val="20"/>
        </w:rPr>
        <w:t>ai été emporté par vos qualités qui sont si rares</w:t>
      </w:r>
      <w:r w:rsidRPr="00A4769E">
        <w:rPr>
          <w:szCs w:val="20"/>
        </w:rPr>
        <w:t xml:space="preserve">. </w:t>
      </w:r>
      <w:r w:rsidR="001B73FA" w:rsidRPr="001B73FA">
        <w:rPr>
          <w:szCs w:val="20"/>
        </w:rPr>
        <w:t>Vous êtes ma jeunesse</w:t>
      </w:r>
      <w:r w:rsidRPr="00A4769E">
        <w:rPr>
          <w:szCs w:val="20"/>
        </w:rPr>
        <w:t xml:space="preserve">. </w:t>
      </w:r>
      <w:r w:rsidR="001B73FA" w:rsidRPr="001B73FA">
        <w:rPr>
          <w:szCs w:val="20"/>
        </w:rPr>
        <w:t>Voilà ce qu</w:t>
      </w:r>
      <w:r w:rsidRPr="00A4769E">
        <w:rPr>
          <w:szCs w:val="20"/>
        </w:rPr>
        <w:t>’</w:t>
      </w:r>
      <w:r w:rsidR="001B73FA" w:rsidRPr="001B73FA">
        <w:rPr>
          <w:szCs w:val="20"/>
        </w:rPr>
        <w:t>il faudrait dire s</w:t>
      </w:r>
      <w:r w:rsidRPr="00A4769E">
        <w:rPr>
          <w:szCs w:val="20"/>
        </w:rPr>
        <w:t>’</w:t>
      </w:r>
      <w:r w:rsidR="001B73FA" w:rsidRPr="001B73FA">
        <w:rPr>
          <w:szCs w:val="20"/>
        </w:rPr>
        <w:t>il était nécessaire de chercher des raisons à mon affection</w:t>
      </w:r>
      <w:r w:rsidRPr="00A4769E">
        <w:rPr>
          <w:szCs w:val="20"/>
        </w:rPr>
        <w:t xml:space="preserve">. </w:t>
      </w:r>
      <w:r w:rsidR="001B73FA" w:rsidRPr="001B73FA">
        <w:rPr>
          <w:szCs w:val="20"/>
        </w:rPr>
        <w:t>Je vous parle comme votre mère et je souhaite</w:t>
      </w:r>
      <w:r w:rsidRPr="00A4769E">
        <w:rPr>
          <w:szCs w:val="20"/>
        </w:rPr>
        <w:t xml:space="preserve">, </w:t>
      </w:r>
      <w:r w:rsidR="001B73FA" w:rsidRPr="001B73FA">
        <w:rPr>
          <w:szCs w:val="20"/>
        </w:rPr>
        <w:t>moi aussi</w:t>
      </w:r>
      <w:r w:rsidRPr="00A4769E">
        <w:rPr>
          <w:szCs w:val="20"/>
        </w:rPr>
        <w:t xml:space="preserve">, </w:t>
      </w:r>
      <w:r w:rsidR="001B73FA" w:rsidRPr="001B73FA">
        <w:rPr>
          <w:szCs w:val="20"/>
        </w:rPr>
        <w:t>que Dieu soit votre ami</w:t>
      </w:r>
      <w:r w:rsidRPr="00A4769E">
        <w:rPr>
          <w:szCs w:val="20"/>
        </w:rPr>
        <w:t xml:space="preserve">. </w:t>
      </w:r>
      <w:r w:rsidR="001B73FA" w:rsidRPr="001B73FA">
        <w:rPr>
          <w:szCs w:val="20"/>
        </w:rPr>
        <w:t>Je lui demande</w:t>
      </w:r>
      <w:r w:rsidRPr="00A4769E">
        <w:rPr>
          <w:szCs w:val="20"/>
        </w:rPr>
        <w:t xml:space="preserve">, </w:t>
      </w:r>
      <w:r w:rsidR="001B73FA" w:rsidRPr="001B73FA">
        <w:rPr>
          <w:szCs w:val="20"/>
        </w:rPr>
        <w:t>moi aussi</w:t>
      </w:r>
      <w:r w:rsidRPr="00A4769E">
        <w:rPr>
          <w:szCs w:val="20"/>
        </w:rPr>
        <w:t xml:space="preserve">, </w:t>
      </w:r>
      <w:r w:rsidR="001B73FA" w:rsidRPr="001B73FA">
        <w:rPr>
          <w:szCs w:val="20"/>
        </w:rPr>
        <w:t>de faire entrer vos grands pas dans le désert de l</w:t>
      </w:r>
      <w:r w:rsidRPr="00A4769E">
        <w:rPr>
          <w:szCs w:val="20"/>
        </w:rPr>
        <w:t>’</w:t>
      </w:r>
      <w:r w:rsidR="001B73FA" w:rsidRPr="001B73FA">
        <w:rPr>
          <w:szCs w:val="20"/>
        </w:rPr>
        <w:t>amour</w:t>
      </w:r>
      <w:r w:rsidRPr="00A4769E">
        <w:rPr>
          <w:szCs w:val="20"/>
        </w:rPr>
        <w:t>. (</w:t>
      </w:r>
      <w:r w:rsidR="001B73FA" w:rsidRPr="001B73FA">
        <w:rPr>
          <w:szCs w:val="20"/>
        </w:rPr>
        <w:t>“</w:t>
      </w:r>
      <w:r w:rsidR="001B73FA" w:rsidRPr="001B73FA">
        <w:rPr>
          <w:szCs w:val="20"/>
        </w:rPr>
        <w:t>Donnez-moi une femme</w:t>
      </w:r>
      <w:r w:rsidRPr="00A4769E">
        <w:rPr>
          <w:szCs w:val="20"/>
        </w:rPr>
        <w:t xml:space="preserve">, </w:t>
      </w:r>
      <w:r w:rsidR="001B73FA" w:rsidRPr="001B73FA">
        <w:rPr>
          <w:szCs w:val="20"/>
        </w:rPr>
        <w:t>dit le psalmiste</w:t>
      </w:r>
      <w:r w:rsidRPr="00A4769E">
        <w:rPr>
          <w:szCs w:val="20"/>
        </w:rPr>
        <w:t xml:space="preserve">, </w:t>
      </w:r>
      <w:r w:rsidR="001B73FA" w:rsidRPr="001B73FA">
        <w:rPr>
          <w:szCs w:val="20"/>
        </w:rPr>
        <w:t>ou je boute le feu</w:t>
      </w:r>
      <w:r w:rsidRPr="00A4769E">
        <w:rPr>
          <w:szCs w:val="20"/>
        </w:rPr>
        <w:t xml:space="preserve">, </w:t>
      </w:r>
      <w:r w:rsidR="001B73FA" w:rsidRPr="001B73FA">
        <w:rPr>
          <w:szCs w:val="20"/>
        </w:rPr>
        <w:t>m</w:t>
      </w:r>
      <w:r w:rsidRPr="00A4769E">
        <w:rPr>
          <w:szCs w:val="20"/>
        </w:rPr>
        <w:t>’</w:t>
      </w:r>
      <w:r w:rsidR="001B73FA" w:rsidRPr="001B73FA">
        <w:rPr>
          <w:szCs w:val="20"/>
        </w:rPr>
        <w:t>y jette et y reste</w:t>
      </w:r>
      <w:r w:rsidRPr="00A4769E">
        <w:rPr>
          <w:szCs w:val="20"/>
        </w:rPr>
        <w:t>.</w:t>
      </w:r>
      <w:r w:rsidRPr="00A4769E">
        <w:rPr>
          <w:szCs w:val="20"/>
        </w:rPr>
        <w:t>”</w:t>
      </w:r>
      <w:r w:rsidRPr="00A4769E">
        <w:rPr>
          <w:szCs w:val="20"/>
        </w:rPr>
        <w:t xml:space="preserve">) </w:t>
      </w:r>
      <w:r w:rsidR="001B73FA" w:rsidRPr="001B73FA">
        <w:rPr>
          <w:szCs w:val="20"/>
        </w:rPr>
        <w:t>Comme votre mère a su trouver le mot juste</w:t>
      </w:r>
      <w:r w:rsidRPr="00A4769E">
        <w:rPr>
          <w:szCs w:val="20"/>
        </w:rPr>
        <w:t xml:space="preserve"> ! </w:t>
      </w:r>
      <w:r w:rsidR="001B73FA" w:rsidRPr="001B73FA">
        <w:rPr>
          <w:szCs w:val="20"/>
        </w:rPr>
        <w:t>Je comprends très bien que les âmes sublimes puissent être fatiguées de l</w:t>
      </w:r>
      <w:r w:rsidRPr="00A4769E">
        <w:rPr>
          <w:szCs w:val="20"/>
        </w:rPr>
        <w:t>’</w:t>
      </w:r>
      <w:r w:rsidR="001B73FA" w:rsidRPr="001B73FA">
        <w:rPr>
          <w:szCs w:val="20"/>
        </w:rPr>
        <w:t>usage qu</w:t>
      </w:r>
      <w:r w:rsidRPr="00A4769E">
        <w:rPr>
          <w:szCs w:val="20"/>
        </w:rPr>
        <w:t>’</w:t>
      </w:r>
      <w:r w:rsidR="001B73FA" w:rsidRPr="001B73FA">
        <w:rPr>
          <w:szCs w:val="20"/>
        </w:rPr>
        <w:t>elles paraissent être obligées de faire de la création divine</w:t>
      </w:r>
      <w:r w:rsidRPr="00A4769E">
        <w:rPr>
          <w:szCs w:val="20"/>
        </w:rPr>
        <w:t xml:space="preserve">. </w:t>
      </w:r>
      <w:r w:rsidR="001B73FA" w:rsidRPr="001B73FA">
        <w:rPr>
          <w:szCs w:val="20"/>
        </w:rPr>
        <w:t>Je le comprends</w:t>
      </w:r>
      <w:r w:rsidRPr="00A4769E">
        <w:rPr>
          <w:szCs w:val="20"/>
        </w:rPr>
        <w:t xml:space="preserve">, </w:t>
      </w:r>
      <w:r w:rsidR="001B73FA" w:rsidRPr="001B73FA">
        <w:rPr>
          <w:szCs w:val="20"/>
        </w:rPr>
        <w:t>car Dieu</w:t>
      </w:r>
      <w:r w:rsidRPr="00A4769E">
        <w:rPr>
          <w:szCs w:val="20"/>
        </w:rPr>
        <w:t xml:space="preserve">, </w:t>
      </w:r>
      <w:r w:rsidR="001B73FA" w:rsidRPr="001B73FA">
        <w:rPr>
          <w:szCs w:val="20"/>
        </w:rPr>
        <w:t>dans sa bonté infinie</w:t>
      </w:r>
      <w:r w:rsidRPr="00A4769E">
        <w:rPr>
          <w:szCs w:val="20"/>
        </w:rPr>
        <w:t xml:space="preserve">, </w:t>
      </w:r>
      <w:r w:rsidR="001B73FA" w:rsidRPr="001B73FA">
        <w:rPr>
          <w:szCs w:val="20"/>
        </w:rPr>
        <w:t>l</w:t>
      </w:r>
      <w:r w:rsidRPr="00A4769E">
        <w:rPr>
          <w:szCs w:val="20"/>
        </w:rPr>
        <w:t>’</w:t>
      </w:r>
      <w:r w:rsidR="001B73FA" w:rsidRPr="001B73FA">
        <w:rPr>
          <w:szCs w:val="20"/>
        </w:rPr>
        <w:t>a compris le premier</w:t>
      </w:r>
      <w:r w:rsidRPr="00A4769E">
        <w:rPr>
          <w:szCs w:val="20"/>
        </w:rPr>
        <w:t xml:space="preserve">, </w:t>
      </w:r>
      <w:r w:rsidR="001B73FA" w:rsidRPr="001B73FA">
        <w:rPr>
          <w:szCs w:val="20"/>
        </w:rPr>
        <w:t xml:space="preserve">et </w:t>
      </w:r>
      <w:r w:rsidR="00971BA2" w:rsidRPr="001B73FA">
        <w:rPr>
          <w:szCs w:val="20"/>
        </w:rPr>
        <w:t>qu</w:t>
      </w:r>
      <w:r w:rsidR="00971BA2" w:rsidRPr="00A4769E">
        <w:rPr>
          <w:szCs w:val="20"/>
        </w:rPr>
        <w:t>’</w:t>
      </w:r>
      <w:r w:rsidR="00971BA2">
        <w:rPr>
          <w:szCs w:val="20"/>
        </w:rPr>
        <w:t>I</w:t>
      </w:r>
      <w:r w:rsidR="00971BA2" w:rsidRPr="001B73FA">
        <w:rPr>
          <w:szCs w:val="20"/>
        </w:rPr>
        <w:t xml:space="preserve">l </w:t>
      </w:r>
      <w:r w:rsidR="001B73FA" w:rsidRPr="001B73FA">
        <w:rPr>
          <w:szCs w:val="20"/>
        </w:rPr>
        <w:t>avait créé des âmes auxquelles le spectacle commun</w:t>
      </w:r>
      <w:r w:rsidRPr="00A4769E">
        <w:rPr>
          <w:szCs w:val="20"/>
        </w:rPr>
        <w:t xml:space="preserve">, </w:t>
      </w:r>
      <w:r w:rsidR="001B73FA" w:rsidRPr="001B73FA">
        <w:rPr>
          <w:szCs w:val="20"/>
        </w:rPr>
        <w:t>l</w:t>
      </w:r>
      <w:r w:rsidRPr="00A4769E">
        <w:rPr>
          <w:szCs w:val="20"/>
        </w:rPr>
        <w:t>’</w:t>
      </w:r>
      <w:r w:rsidR="001B73FA" w:rsidRPr="001B73FA">
        <w:rPr>
          <w:szCs w:val="20"/>
        </w:rPr>
        <w:t>usage des biens communs ne suffiraient pas</w:t>
      </w:r>
      <w:r w:rsidRPr="00A4769E">
        <w:rPr>
          <w:szCs w:val="20"/>
        </w:rPr>
        <w:t xml:space="preserve">. </w:t>
      </w:r>
      <w:r w:rsidR="001B73FA" w:rsidRPr="001B73FA">
        <w:rPr>
          <w:szCs w:val="20"/>
        </w:rPr>
        <w:t>C</w:t>
      </w:r>
      <w:r w:rsidRPr="00A4769E">
        <w:rPr>
          <w:szCs w:val="20"/>
        </w:rPr>
        <w:t>’</w:t>
      </w:r>
      <w:r w:rsidR="001B73FA" w:rsidRPr="001B73FA">
        <w:rPr>
          <w:szCs w:val="20"/>
        </w:rPr>
        <w:t>est pourquoi il a permis</w:t>
      </w:r>
      <w:r w:rsidRPr="00A4769E">
        <w:rPr>
          <w:szCs w:val="20"/>
        </w:rPr>
        <w:t xml:space="preserve">, </w:t>
      </w:r>
      <w:r w:rsidR="001B73FA" w:rsidRPr="001B73FA">
        <w:rPr>
          <w:szCs w:val="20"/>
        </w:rPr>
        <w:t>dans son intelligence parfaite des choses</w:t>
      </w:r>
      <w:r w:rsidRPr="00A4769E">
        <w:rPr>
          <w:szCs w:val="20"/>
        </w:rPr>
        <w:t xml:space="preserve">, </w:t>
      </w:r>
      <w:r w:rsidR="001B73FA" w:rsidRPr="001B73FA">
        <w:rPr>
          <w:szCs w:val="20"/>
        </w:rPr>
        <w:t>aux hommes de votre qualité</w:t>
      </w:r>
      <w:r w:rsidRPr="00A4769E">
        <w:rPr>
          <w:szCs w:val="20"/>
        </w:rPr>
        <w:t xml:space="preserve">, </w:t>
      </w:r>
      <w:r w:rsidR="001B73FA" w:rsidRPr="001B73FA">
        <w:rPr>
          <w:szCs w:val="20"/>
        </w:rPr>
        <w:t>l</w:t>
      </w:r>
      <w:r w:rsidRPr="00A4769E">
        <w:rPr>
          <w:szCs w:val="20"/>
        </w:rPr>
        <w:t>’</w:t>
      </w:r>
      <w:r w:rsidR="001B73FA" w:rsidRPr="001B73FA">
        <w:rPr>
          <w:szCs w:val="20"/>
        </w:rPr>
        <w:t>accès de l</w:t>
      </w:r>
      <w:r w:rsidRPr="00A4769E">
        <w:rPr>
          <w:szCs w:val="20"/>
        </w:rPr>
        <w:t>’</w:t>
      </w:r>
      <w:r w:rsidR="001B73FA" w:rsidRPr="001B73FA">
        <w:rPr>
          <w:szCs w:val="20"/>
        </w:rPr>
        <w:t>amour</w:t>
      </w:r>
      <w:r w:rsidRPr="00A4769E">
        <w:rPr>
          <w:szCs w:val="20"/>
        </w:rPr>
        <w:t xml:space="preserve">, </w:t>
      </w:r>
      <w:r w:rsidR="001B73FA" w:rsidRPr="001B73FA">
        <w:rPr>
          <w:szCs w:val="20"/>
        </w:rPr>
        <w:t>le désert</w:t>
      </w:r>
      <w:r w:rsidRPr="00A4769E">
        <w:rPr>
          <w:szCs w:val="20"/>
        </w:rPr>
        <w:t xml:space="preserve">, </w:t>
      </w:r>
      <w:r w:rsidR="001B73FA" w:rsidRPr="001B73FA">
        <w:rPr>
          <w:szCs w:val="20"/>
        </w:rPr>
        <w:t>la solitude infinie</w:t>
      </w:r>
      <w:r w:rsidRPr="00A4769E">
        <w:rPr>
          <w:szCs w:val="20"/>
        </w:rPr>
        <w:t xml:space="preserve">, </w:t>
      </w:r>
      <w:r w:rsidR="001B73FA" w:rsidRPr="001B73FA">
        <w:rPr>
          <w:szCs w:val="20"/>
        </w:rPr>
        <w:t>où</w:t>
      </w:r>
      <w:r w:rsidRPr="00A4769E">
        <w:rPr>
          <w:szCs w:val="20"/>
        </w:rPr>
        <w:t xml:space="preserve">, </w:t>
      </w:r>
      <w:r w:rsidR="001B73FA" w:rsidRPr="001B73FA">
        <w:rPr>
          <w:szCs w:val="20"/>
        </w:rPr>
        <w:t>sous l</w:t>
      </w:r>
      <w:r w:rsidRPr="00A4769E">
        <w:rPr>
          <w:szCs w:val="20"/>
        </w:rPr>
        <w:t>’</w:t>
      </w:r>
      <w:r w:rsidR="001B73FA" w:rsidRPr="001B73FA">
        <w:rPr>
          <w:szCs w:val="20"/>
        </w:rPr>
        <w:t>enflammement éperdu du ciel</w:t>
      </w:r>
      <w:r w:rsidRPr="00A4769E">
        <w:rPr>
          <w:szCs w:val="20"/>
        </w:rPr>
        <w:t xml:space="preserve">, </w:t>
      </w:r>
      <w:r w:rsidR="001B73FA" w:rsidRPr="001B73FA">
        <w:rPr>
          <w:szCs w:val="20"/>
        </w:rPr>
        <w:t>vous pouvez dresser vos mirages et vivre dans votre création personnelle</w:t>
      </w:r>
      <w:r w:rsidRPr="00A4769E">
        <w:rPr>
          <w:szCs w:val="20"/>
        </w:rPr>
        <w:t xml:space="preserve">. </w:t>
      </w:r>
      <w:r w:rsidR="001B73FA" w:rsidRPr="001B73FA">
        <w:rPr>
          <w:szCs w:val="20"/>
        </w:rPr>
        <w:t>Mais je me laisse entraîner dans une homélie inutile</w:t>
      </w:r>
      <w:r w:rsidRPr="00A4769E">
        <w:rPr>
          <w:szCs w:val="20"/>
        </w:rPr>
        <w:t xml:space="preserve">. </w:t>
      </w:r>
      <w:r w:rsidR="001B73FA" w:rsidRPr="001B73FA">
        <w:rPr>
          <w:szCs w:val="20"/>
        </w:rPr>
        <w:t xml:space="preserve">Parlons de </w:t>
      </w:r>
      <w:r w:rsidR="001B73FA" w:rsidRPr="001B73FA">
        <w:rPr>
          <w:szCs w:val="20"/>
        </w:rPr>
        <w:lastRenderedPageBreak/>
        <w:t>choses terrestres</w:t>
      </w:r>
      <w:r w:rsidRPr="00A4769E">
        <w:rPr>
          <w:szCs w:val="20"/>
        </w:rPr>
        <w:t xml:space="preserve">. </w:t>
      </w:r>
      <w:r w:rsidR="001B73FA" w:rsidRPr="001B73FA">
        <w:rPr>
          <w:szCs w:val="20"/>
        </w:rPr>
        <w:t>Il vous fait partir demain</w:t>
      </w:r>
      <w:r w:rsidRPr="00A4769E">
        <w:rPr>
          <w:szCs w:val="20"/>
        </w:rPr>
        <w:t xml:space="preserve">, </w:t>
      </w:r>
      <w:r w:rsidR="001B73FA" w:rsidRPr="001B73FA">
        <w:rPr>
          <w:szCs w:val="20"/>
        </w:rPr>
        <w:t>dès la première heure</w:t>
      </w:r>
      <w:r w:rsidRPr="00A4769E">
        <w:rPr>
          <w:szCs w:val="20"/>
        </w:rPr>
        <w:t xml:space="preserve">. </w:t>
      </w:r>
      <w:r w:rsidR="001B73FA" w:rsidRPr="001B73FA">
        <w:rPr>
          <w:szCs w:val="20"/>
        </w:rPr>
        <w:t>Le Marquis vous attend demain soir</w:t>
      </w:r>
      <w:r w:rsidRPr="00A4769E">
        <w:rPr>
          <w:szCs w:val="20"/>
        </w:rPr>
        <w:t>.</w:t>
      </w:r>
      <w:r w:rsidRPr="00A4769E">
        <w:rPr>
          <w:szCs w:val="20"/>
        </w:rPr>
        <w:t> »</w:t>
      </w:r>
    </w:p>
    <w:p w14:paraId="31014F0E" w14:textId="77777777" w:rsidR="001B73FA" w:rsidRPr="001B73FA" w:rsidRDefault="001B73FA" w:rsidP="001B73FA">
      <w:pPr>
        <w:rPr>
          <w:szCs w:val="20"/>
        </w:rPr>
      </w:pPr>
      <w:r w:rsidRPr="001B73FA">
        <w:rPr>
          <w:szCs w:val="20"/>
        </w:rPr>
        <w:t>Angelo rentra chez lui</w:t>
      </w:r>
      <w:r w:rsidR="00462692" w:rsidRPr="00A4769E">
        <w:rPr>
          <w:szCs w:val="20"/>
        </w:rPr>
        <w:t xml:space="preserve">, </w:t>
      </w:r>
      <w:r w:rsidRPr="001B73FA">
        <w:rPr>
          <w:szCs w:val="20"/>
        </w:rPr>
        <w:t>bouleversé et frémissant</w:t>
      </w:r>
      <w:r w:rsidR="00462692" w:rsidRPr="00A4769E">
        <w:rPr>
          <w:szCs w:val="20"/>
        </w:rPr>
        <w:t xml:space="preserve">. </w:t>
      </w:r>
      <w:r w:rsidRPr="001B73FA">
        <w:rPr>
          <w:szCs w:val="20"/>
        </w:rPr>
        <w:t>Il lui paraissait étrange d</w:t>
      </w:r>
      <w:r w:rsidR="00462692" w:rsidRPr="00A4769E">
        <w:rPr>
          <w:szCs w:val="20"/>
        </w:rPr>
        <w:t>’</w:t>
      </w:r>
      <w:r w:rsidRPr="001B73FA">
        <w:rPr>
          <w:szCs w:val="20"/>
        </w:rPr>
        <w:t>avoir pu vivre à Aix pendant de si longs mois</w:t>
      </w:r>
      <w:r w:rsidR="00462692" w:rsidRPr="00A4769E">
        <w:rPr>
          <w:szCs w:val="20"/>
        </w:rPr>
        <w:t>. « </w:t>
      </w:r>
      <w:r w:rsidRPr="001B73FA">
        <w:rPr>
          <w:szCs w:val="20"/>
        </w:rPr>
        <w:t>Il a raison</w:t>
      </w:r>
      <w:r w:rsidR="00462692" w:rsidRPr="00A4769E">
        <w:rPr>
          <w:szCs w:val="20"/>
        </w:rPr>
        <w:t xml:space="preserve">, </w:t>
      </w:r>
      <w:r w:rsidRPr="001B73FA">
        <w:rPr>
          <w:szCs w:val="20"/>
        </w:rPr>
        <w:t>se disait-il</w:t>
      </w:r>
      <w:r w:rsidR="00462692" w:rsidRPr="00A4769E">
        <w:rPr>
          <w:szCs w:val="20"/>
        </w:rPr>
        <w:t xml:space="preserve">, </w:t>
      </w:r>
      <w:r w:rsidRPr="001B73FA">
        <w:rPr>
          <w:szCs w:val="20"/>
        </w:rPr>
        <w:t>qu</w:t>
      </w:r>
      <w:r w:rsidR="00462692" w:rsidRPr="00A4769E">
        <w:rPr>
          <w:szCs w:val="20"/>
        </w:rPr>
        <w:t>’</w:t>
      </w:r>
      <w:r w:rsidRPr="001B73FA">
        <w:rPr>
          <w:szCs w:val="20"/>
        </w:rPr>
        <w:t>ai-je fait jusqu</w:t>
      </w:r>
      <w:r w:rsidR="00462692" w:rsidRPr="00A4769E">
        <w:rPr>
          <w:szCs w:val="20"/>
        </w:rPr>
        <w:t>’</w:t>
      </w:r>
      <w:r w:rsidRPr="001B73FA">
        <w:rPr>
          <w:szCs w:val="20"/>
        </w:rPr>
        <w:t>à présent</w:t>
      </w:r>
      <w:r w:rsidR="00462692" w:rsidRPr="00A4769E">
        <w:rPr>
          <w:szCs w:val="20"/>
        </w:rPr>
        <w:t xml:space="preserve"> ? </w:t>
      </w:r>
      <w:r w:rsidRPr="001B73FA">
        <w:rPr>
          <w:szCs w:val="20"/>
        </w:rPr>
        <w:t>De l</w:t>
      </w:r>
      <w:r w:rsidR="00462692" w:rsidRPr="00A4769E">
        <w:rPr>
          <w:szCs w:val="20"/>
        </w:rPr>
        <w:t>’</w:t>
      </w:r>
      <w:r w:rsidRPr="001B73FA">
        <w:rPr>
          <w:szCs w:val="20"/>
        </w:rPr>
        <w:t>escrime au sabre</w:t>
      </w:r>
      <w:r w:rsidR="00462692" w:rsidRPr="00A4769E">
        <w:rPr>
          <w:szCs w:val="20"/>
        </w:rPr>
        <w:t xml:space="preserve">, </w:t>
      </w:r>
      <w:r w:rsidRPr="001B73FA">
        <w:rPr>
          <w:szCs w:val="20"/>
        </w:rPr>
        <w:t>et un petit amour de confection auquel il a fallu que je me force et où je ne me suis jamais donné</w:t>
      </w:r>
      <w:r w:rsidR="00462692" w:rsidRPr="00A4769E">
        <w:rPr>
          <w:szCs w:val="20"/>
        </w:rPr>
        <w:t xml:space="preserve">. </w:t>
      </w:r>
      <w:r w:rsidRPr="001B73FA">
        <w:rPr>
          <w:szCs w:val="20"/>
        </w:rPr>
        <w:t>Tout est mesquin et vulgaire</w:t>
      </w:r>
      <w:r w:rsidR="00462692" w:rsidRPr="00A4769E">
        <w:rPr>
          <w:szCs w:val="20"/>
        </w:rPr>
        <w:t xml:space="preserve">. </w:t>
      </w:r>
      <w:r w:rsidRPr="001B73FA">
        <w:rPr>
          <w:szCs w:val="20"/>
        </w:rPr>
        <w:t>Sans cet homme admirable</w:t>
      </w:r>
      <w:r w:rsidR="00462692" w:rsidRPr="00A4769E">
        <w:rPr>
          <w:szCs w:val="20"/>
        </w:rPr>
        <w:t xml:space="preserve">, </w:t>
      </w:r>
      <w:r w:rsidRPr="001B73FA">
        <w:rPr>
          <w:szCs w:val="20"/>
        </w:rPr>
        <w:t>je courrais le risque d</w:t>
      </w:r>
      <w:r w:rsidR="00462692" w:rsidRPr="00A4769E">
        <w:rPr>
          <w:szCs w:val="20"/>
        </w:rPr>
        <w:t>’</w:t>
      </w:r>
      <w:r w:rsidRPr="001B73FA">
        <w:rPr>
          <w:szCs w:val="20"/>
        </w:rPr>
        <w:t>ici quelque temps d</w:t>
      </w:r>
      <w:r w:rsidR="00462692" w:rsidRPr="00A4769E">
        <w:rPr>
          <w:szCs w:val="20"/>
        </w:rPr>
        <w:t>’</w:t>
      </w:r>
      <w:r w:rsidRPr="001B73FA">
        <w:rPr>
          <w:szCs w:val="20"/>
        </w:rPr>
        <w:t xml:space="preserve">avoir mon râtelier de pipes au café des </w:t>
      </w:r>
      <w:r w:rsidRPr="001B73FA">
        <w:rPr>
          <w:i/>
          <w:iCs/>
          <w:szCs w:val="20"/>
        </w:rPr>
        <w:t>Deux Garçons</w:t>
      </w:r>
      <w:r w:rsidRPr="001B73FA">
        <w:rPr>
          <w:szCs w:val="20"/>
        </w:rPr>
        <w:t xml:space="preserve"> et de prendre du ventre malgré tous les appels de pied de l</w:t>
      </w:r>
      <w:r w:rsidR="00462692" w:rsidRPr="00A4769E">
        <w:rPr>
          <w:szCs w:val="20"/>
        </w:rPr>
        <w:t>’</w:t>
      </w:r>
      <w:r w:rsidRPr="001B73FA">
        <w:rPr>
          <w:szCs w:val="20"/>
        </w:rPr>
        <w:t>univers</w:t>
      </w:r>
      <w:r w:rsidR="00462692" w:rsidRPr="00A4769E">
        <w:rPr>
          <w:szCs w:val="20"/>
        </w:rPr>
        <w:t xml:space="preserve">. </w:t>
      </w:r>
      <w:r w:rsidRPr="001B73FA">
        <w:rPr>
          <w:szCs w:val="20"/>
        </w:rPr>
        <w:t>Je n</w:t>
      </w:r>
      <w:r w:rsidR="00462692" w:rsidRPr="00A4769E">
        <w:rPr>
          <w:szCs w:val="20"/>
        </w:rPr>
        <w:t>’</w:t>
      </w:r>
      <w:r w:rsidRPr="001B73FA">
        <w:rPr>
          <w:szCs w:val="20"/>
        </w:rPr>
        <w:t>ai pas de goût pour être contremaître chez les terrassiers</w:t>
      </w:r>
      <w:r w:rsidR="00462692" w:rsidRPr="00A4769E">
        <w:rPr>
          <w:szCs w:val="20"/>
        </w:rPr>
        <w:t xml:space="preserve">, </w:t>
      </w:r>
      <w:r w:rsidRPr="001B73FA">
        <w:rPr>
          <w:szCs w:val="20"/>
        </w:rPr>
        <w:t>et c</w:t>
      </w:r>
      <w:r w:rsidR="00462692" w:rsidRPr="00A4769E">
        <w:rPr>
          <w:szCs w:val="20"/>
        </w:rPr>
        <w:t>’</w:t>
      </w:r>
      <w:r w:rsidRPr="001B73FA">
        <w:rPr>
          <w:szCs w:val="20"/>
        </w:rPr>
        <w:t>était le seul endroit où je pusse donner un peu de mon c</w:t>
      </w:r>
      <w:r w:rsidR="00462692" w:rsidRPr="00A4769E">
        <w:rPr>
          <w:szCs w:val="20"/>
        </w:rPr>
        <w:t>œ</w:t>
      </w:r>
      <w:r w:rsidRPr="001B73FA">
        <w:rPr>
          <w:szCs w:val="20"/>
        </w:rPr>
        <w:t>ur</w:t>
      </w:r>
      <w:r w:rsidR="00462692" w:rsidRPr="00A4769E">
        <w:rPr>
          <w:szCs w:val="20"/>
        </w:rPr>
        <w:t>. »</w:t>
      </w:r>
    </w:p>
    <w:p w14:paraId="1A4298BD" w14:textId="77777777" w:rsidR="00462692" w:rsidRPr="00A4769E" w:rsidRDefault="001B73FA" w:rsidP="001B73FA">
      <w:pPr>
        <w:rPr>
          <w:szCs w:val="20"/>
        </w:rPr>
      </w:pPr>
      <w:r w:rsidRPr="001B73FA">
        <w:rPr>
          <w:szCs w:val="20"/>
        </w:rPr>
        <w:t>Avant de faire ses bagages</w:t>
      </w:r>
      <w:r w:rsidR="00462692" w:rsidRPr="00A4769E">
        <w:rPr>
          <w:szCs w:val="20"/>
        </w:rPr>
        <w:t xml:space="preserve">, </w:t>
      </w:r>
      <w:r w:rsidRPr="001B73FA">
        <w:rPr>
          <w:szCs w:val="20"/>
        </w:rPr>
        <w:t>il ferma sa porte à clef et il éteignit ses bougies</w:t>
      </w:r>
      <w:r w:rsidR="00462692" w:rsidRPr="00A4769E">
        <w:rPr>
          <w:szCs w:val="20"/>
        </w:rPr>
        <w:t xml:space="preserve">. </w:t>
      </w:r>
      <w:r w:rsidRPr="001B73FA">
        <w:rPr>
          <w:szCs w:val="20"/>
        </w:rPr>
        <w:t>Il n</w:t>
      </w:r>
      <w:r w:rsidR="00462692" w:rsidRPr="00A4769E">
        <w:rPr>
          <w:szCs w:val="20"/>
        </w:rPr>
        <w:t>’</w:t>
      </w:r>
      <w:r w:rsidRPr="001B73FA">
        <w:rPr>
          <w:szCs w:val="20"/>
        </w:rPr>
        <w:t>avait plus ouvert depuis longtemps le petit scapulaire de cuir où il gardait le mouchoir parfumé</w:t>
      </w:r>
      <w:r w:rsidR="00462692" w:rsidRPr="00A4769E">
        <w:rPr>
          <w:szCs w:val="20"/>
        </w:rPr>
        <w:t xml:space="preserve">. </w:t>
      </w:r>
      <w:r w:rsidRPr="001B73FA">
        <w:rPr>
          <w:szCs w:val="20"/>
        </w:rPr>
        <w:t>La nuit était très noire et il pleuvait dans un vent assez violent qui faisait crépiter les vitres</w:t>
      </w:r>
      <w:r w:rsidR="00462692" w:rsidRPr="00A4769E">
        <w:rPr>
          <w:szCs w:val="20"/>
        </w:rPr>
        <w:t xml:space="preserve">. </w:t>
      </w:r>
      <w:r w:rsidRPr="001B73FA">
        <w:rPr>
          <w:szCs w:val="20"/>
        </w:rPr>
        <w:t>Il trouva néanmoins les lacets du sachet et il se permit de longs moments de délices avec l</w:t>
      </w:r>
      <w:r w:rsidR="00462692" w:rsidRPr="00A4769E">
        <w:rPr>
          <w:szCs w:val="20"/>
        </w:rPr>
        <w:t>’</w:t>
      </w:r>
      <w:r w:rsidRPr="001B73FA">
        <w:rPr>
          <w:szCs w:val="20"/>
        </w:rPr>
        <w:t>odeur si belle</w:t>
      </w:r>
      <w:r w:rsidR="00462692" w:rsidRPr="00A4769E">
        <w:rPr>
          <w:szCs w:val="20"/>
        </w:rPr>
        <w:t>.</w:t>
      </w:r>
    </w:p>
    <w:p w14:paraId="07EA5D89" w14:textId="77777777" w:rsidR="001B73FA" w:rsidRPr="001B73FA" w:rsidRDefault="001B73FA" w:rsidP="001B73FA">
      <w:pPr>
        <w:rPr>
          <w:szCs w:val="20"/>
        </w:rPr>
      </w:pPr>
      <w:r w:rsidRPr="001B73FA">
        <w:rPr>
          <w:szCs w:val="20"/>
        </w:rPr>
        <w:t>Il se leva avant l</w:t>
      </w:r>
      <w:r w:rsidR="00462692" w:rsidRPr="00A4769E">
        <w:rPr>
          <w:szCs w:val="20"/>
        </w:rPr>
        <w:t>’</w:t>
      </w:r>
      <w:r w:rsidRPr="001B73FA">
        <w:rPr>
          <w:szCs w:val="20"/>
        </w:rPr>
        <w:t>aube et courut chez le maître de poste pour louer un cabriolet</w:t>
      </w:r>
      <w:r w:rsidR="00462692" w:rsidRPr="00A4769E">
        <w:rPr>
          <w:szCs w:val="20"/>
        </w:rPr>
        <w:t>. « </w:t>
      </w:r>
      <w:r w:rsidRPr="001B73FA">
        <w:rPr>
          <w:szCs w:val="20"/>
        </w:rPr>
        <w:t>Quinze lieues par un temps pareil ne sont pas une plaisanterie</w:t>
      </w:r>
      <w:r w:rsidR="00462692" w:rsidRPr="00A4769E">
        <w:rPr>
          <w:szCs w:val="20"/>
        </w:rPr>
        <w:t xml:space="preserve">, </w:t>
      </w:r>
      <w:r w:rsidRPr="001B73FA">
        <w:rPr>
          <w:szCs w:val="20"/>
        </w:rPr>
        <w:t>monsieur</w:t>
      </w:r>
      <w:r w:rsidR="00462692" w:rsidRPr="00A4769E">
        <w:rPr>
          <w:szCs w:val="20"/>
        </w:rPr>
        <w:t xml:space="preserve">, </w:t>
      </w:r>
      <w:r w:rsidRPr="001B73FA">
        <w:rPr>
          <w:szCs w:val="20"/>
        </w:rPr>
        <w:t>lui dit le chef d</w:t>
      </w:r>
      <w:r w:rsidR="00462692" w:rsidRPr="00A4769E">
        <w:rPr>
          <w:szCs w:val="20"/>
        </w:rPr>
        <w:t>’</w:t>
      </w:r>
      <w:r w:rsidRPr="001B73FA">
        <w:rPr>
          <w:szCs w:val="20"/>
        </w:rPr>
        <w:t>écurie</w:t>
      </w:r>
      <w:r w:rsidR="00462692" w:rsidRPr="00A4769E">
        <w:rPr>
          <w:szCs w:val="20"/>
        </w:rPr>
        <w:t xml:space="preserve">. </w:t>
      </w:r>
      <w:r w:rsidRPr="001B73FA">
        <w:rPr>
          <w:szCs w:val="20"/>
        </w:rPr>
        <w:t>Surtout sur les routes du Var</w:t>
      </w:r>
      <w:r w:rsidR="00462692" w:rsidRPr="00A4769E">
        <w:rPr>
          <w:szCs w:val="20"/>
        </w:rPr>
        <w:t xml:space="preserve">. </w:t>
      </w:r>
      <w:r w:rsidRPr="001B73FA">
        <w:rPr>
          <w:szCs w:val="20"/>
        </w:rPr>
        <w:t>Je connais ces endroits-là comme ma poche</w:t>
      </w:r>
      <w:r w:rsidR="00462692" w:rsidRPr="00A4769E">
        <w:rPr>
          <w:szCs w:val="20"/>
        </w:rPr>
        <w:t xml:space="preserve">. </w:t>
      </w:r>
      <w:r w:rsidRPr="001B73FA">
        <w:rPr>
          <w:szCs w:val="20"/>
        </w:rPr>
        <w:t>Il vous faudra passer à gué plus de cent ravins qui</w:t>
      </w:r>
      <w:r w:rsidR="00462692" w:rsidRPr="00A4769E">
        <w:rPr>
          <w:szCs w:val="20"/>
        </w:rPr>
        <w:t xml:space="preserve">, </w:t>
      </w:r>
      <w:r w:rsidRPr="001B73FA">
        <w:rPr>
          <w:szCs w:val="20"/>
        </w:rPr>
        <w:t>en cette saison et avec ce qu</w:t>
      </w:r>
      <w:r w:rsidR="00462692" w:rsidRPr="00A4769E">
        <w:rPr>
          <w:szCs w:val="20"/>
        </w:rPr>
        <w:t>’</w:t>
      </w:r>
      <w:r w:rsidRPr="001B73FA">
        <w:rPr>
          <w:szCs w:val="20"/>
        </w:rPr>
        <w:t>il tombe depuis trois jours</w:t>
      </w:r>
      <w:r w:rsidR="00462692" w:rsidRPr="00A4769E">
        <w:rPr>
          <w:szCs w:val="20"/>
        </w:rPr>
        <w:t xml:space="preserve">, </w:t>
      </w:r>
      <w:r w:rsidRPr="001B73FA">
        <w:rPr>
          <w:szCs w:val="20"/>
        </w:rPr>
        <w:t>seront plus mauvais que la Durance</w:t>
      </w:r>
      <w:r w:rsidR="00462692" w:rsidRPr="00A4769E">
        <w:rPr>
          <w:szCs w:val="20"/>
        </w:rPr>
        <w:t xml:space="preserve">. </w:t>
      </w:r>
      <w:r w:rsidRPr="001B73FA">
        <w:rPr>
          <w:szCs w:val="20"/>
        </w:rPr>
        <w:t>Je ne vois pas du tout un cabriolet dans cette histoire</w:t>
      </w:r>
      <w:r w:rsidR="00462692" w:rsidRPr="00A4769E">
        <w:rPr>
          <w:szCs w:val="20"/>
        </w:rPr>
        <w:t xml:space="preserve">. </w:t>
      </w:r>
      <w:r w:rsidRPr="001B73FA">
        <w:rPr>
          <w:szCs w:val="20"/>
        </w:rPr>
        <w:t>Je comprends fort bien vos raisons</w:t>
      </w:r>
      <w:r w:rsidR="00462692" w:rsidRPr="00A4769E">
        <w:rPr>
          <w:szCs w:val="20"/>
        </w:rPr>
        <w:t xml:space="preserve"> : </w:t>
      </w:r>
      <w:r w:rsidRPr="001B73FA">
        <w:rPr>
          <w:szCs w:val="20"/>
        </w:rPr>
        <w:t>vous voulez voyager vite</w:t>
      </w:r>
      <w:r w:rsidR="00462692" w:rsidRPr="00A4769E">
        <w:rPr>
          <w:szCs w:val="20"/>
        </w:rPr>
        <w:t xml:space="preserve">, </w:t>
      </w:r>
      <w:r w:rsidRPr="001B73FA">
        <w:rPr>
          <w:szCs w:val="20"/>
        </w:rPr>
        <w:t>vous êtes tous pareils</w:t>
      </w:r>
      <w:r w:rsidR="00462692" w:rsidRPr="00A4769E">
        <w:rPr>
          <w:szCs w:val="20"/>
        </w:rPr>
        <w:t xml:space="preserve">. </w:t>
      </w:r>
      <w:r w:rsidRPr="001B73FA">
        <w:rPr>
          <w:szCs w:val="20"/>
        </w:rPr>
        <w:t>À votre place</w:t>
      </w:r>
      <w:r w:rsidR="00462692" w:rsidRPr="00A4769E">
        <w:rPr>
          <w:szCs w:val="20"/>
        </w:rPr>
        <w:t xml:space="preserve">, </w:t>
      </w:r>
      <w:r w:rsidRPr="001B73FA">
        <w:rPr>
          <w:szCs w:val="20"/>
        </w:rPr>
        <w:t>je prendrais un brougham at</w:t>
      </w:r>
      <w:r w:rsidRPr="001B73FA">
        <w:rPr>
          <w:szCs w:val="20"/>
        </w:rPr>
        <w:lastRenderedPageBreak/>
        <w:t>telé de deux bons chevaux</w:t>
      </w:r>
      <w:r w:rsidR="00462692" w:rsidRPr="00A4769E">
        <w:rPr>
          <w:szCs w:val="20"/>
        </w:rPr>
        <w:t xml:space="preserve">. </w:t>
      </w:r>
      <w:r w:rsidRPr="001B73FA">
        <w:rPr>
          <w:szCs w:val="20"/>
        </w:rPr>
        <w:t>De toute façon</w:t>
      </w:r>
      <w:r w:rsidR="00462692" w:rsidRPr="00A4769E">
        <w:rPr>
          <w:szCs w:val="20"/>
        </w:rPr>
        <w:t xml:space="preserve">, </w:t>
      </w:r>
      <w:r w:rsidRPr="001B73FA">
        <w:rPr>
          <w:szCs w:val="20"/>
        </w:rPr>
        <w:t>puisque vous ne retournerez pas</w:t>
      </w:r>
      <w:r w:rsidR="00462692" w:rsidRPr="00A4769E">
        <w:rPr>
          <w:szCs w:val="20"/>
        </w:rPr>
        <w:t xml:space="preserve">, </w:t>
      </w:r>
      <w:r w:rsidRPr="001B73FA">
        <w:rPr>
          <w:szCs w:val="20"/>
        </w:rPr>
        <w:t>il vous faut un cocher</w:t>
      </w:r>
      <w:r w:rsidR="00462692" w:rsidRPr="00A4769E">
        <w:rPr>
          <w:szCs w:val="20"/>
        </w:rPr>
        <w:t xml:space="preserve">. </w:t>
      </w:r>
      <w:r w:rsidRPr="001B73FA">
        <w:rPr>
          <w:szCs w:val="20"/>
        </w:rPr>
        <w:t>Les chevaux et l</w:t>
      </w:r>
      <w:r w:rsidR="00462692" w:rsidRPr="00A4769E">
        <w:rPr>
          <w:szCs w:val="20"/>
        </w:rPr>
        <w:t>’</w:t>
      </w:r>
      <w:r w:rsidRPr="001B73FA">
        <w:rPr>
          <w:szCs w:val="20"/>
        </w:rPr>
        <w:t>homme que je vous donnerai sont capables de vous sortir de tous les mauvais pas</w:t>
      </w:r>
      <w:r w:rsidR="00462692" w:rsidRPr="00A4769E">
        <w:rPr>
          <w:szCs w:val="20"/>
        </w:rPr>
        <w:t xml:space="preserve">, </w:t>
      </w:r>
      <w:r w:rsidRPr="001B73FA">
        <w:rPr>
          <w:szCs w:val="20"/>
        </w:rPr>
        <w:t>l</w:t>
      </w:r>
      <w:r w:rsidR="00462692" w:rsidRPr="00A4769E">
        <w:rPr>
          <w:szCs w:val="20"/>
        </w:rPr>
        <w:t>’</w:t>
      </w:r>
      <w:r w:rsidRPr="001B73FA">
        <w:rPr>
          <w:szCs w:val="20"/>
        </w:rPr>
        <w:t>essieu est assez haut pour passer tous les gués</w:t>
      </w:r>
      <w:r w:rsidR="00462692" w:rsidRPr="00A4769E">
        <w:rPr>
          <w:szCs w:val="20"/>
        </w:rPr>
        <w:t xml:space="preserve">, </w:t>
      </w:r>
      <w:r w:rsidRPr="001B73FA">
        <w:rPr>
          <w:szCs w:val="20"/>
        </w:rPr>
        <w:t>et dites-moi donc si vous n</w:t>
      </w:r>
      <w:r w:rsidR="00462692" w:rsidRPr="00A4769E">
        <w:rPr>
          <w:szCs w:val="20"/>
        </w:rPr>
        <w:t>’</w:t>
      </w:r>
      <w:r w:rsidRPr="001B73FA">
        <w:rPr>
          <w:szCs w:val="20"/>
        </w:rPr>
        <w:t>avez jamais perdu</w:t>
      </w:r>
      <w:r w:rsidR="00462692" w:rsidRPr="00A4769E">
        <w:rPr>
          <w:szCs w:val="20"/>
        </w:rPr>
        <w:t xml:space="preserve">, </w:t>
      </w:r>
      <w:r w:rsidRPr="001B73FA">
        <w:rPr>
          <w:szCs w:val="20"/>
        </w:rPr>
        <w:t>pour de plus mauvaises raisons</w:t>
      </w:r>
      <w:r w:rsidR="00462692" w:rsidRPr="00A4769E">
        <w:rPr>
          <w:szCs w:val="20"/>
        </w:rPr>
        <w:t xml:space="preserve">, </w:t>
      </w:r>
      <w:r w:rsidRPr="001B73FA">
        <w:rPr>
          <w:szCs w:val="20"/>
        </w:rPr>
        <w:t>les trois heures de plus que vous mettrez à faire le voyage</w:t>
      </w:r>
      <w:r w:rsidR="00462692" w:rsidRPr="00A4769E">
        <w:rPr>
          <w:szCs w:val="20"/>
        </w:rPr>
        <w:t xml:space="preserve"> ? </w:t>
      </w:r>
      <w:r w:rsidRPr="001B73FA">
        <w:rPr>
          <w:szCs w:val="20"/>
        </w:rPr>
        <w:t>Voyez donc si ceci est un temps à fantaisie</w:t>
      </w:r>
      <w:r w:rsidR="00462692" w:rsidRPr="00A4769E">
        <w:rPr>
          <w:szCs w:val="20"/>
        </w:rPr>
        <w:t> ? »</w:t>
      </w:r>
    </w:p>
    <w:p w14:paraId="45130033" w14:textId="77777777" w:rsidR="001B73FA" w:rsidRPr="001B73FA" w:rsidRDefault="001B73FA" w:rsidP="001B73FA">
      <w:pPr>
        <w:rPr>
          <w:szCs w:val="20"/>
        </w:rPr>
      </w:pPr>
      <w:r w:rsidRPr="001B73FA">
        <w:rPr>
          <w:szCs w:val="20"/>
        </w:rPr>
        <w:t>Le vent et la pluie avaient</w:t>
      </w:r>
      <w:r w:rsidR="00462692" w:rsidRPr="00A4769E">
        <w:rPr>
          <w:szCs w:val="20"/>
        </w:rPr>
        <w:t xml:space="preserve">, </w:t>
      </w:r>
      <w:r w:rsidRPr="001B73FA">
        <w:rPr>
          <w:szCs w:val="20"/>
        </w:rPr>
        <w:t>en effet</w:t>
      </w:r>
      <w:r w:rsidR="00462692" w:rsidRPr="00A4769E">
        <w:rPr>
          <w:szCs w:val="20"/>
        </w:rPr>
        <w:t xml:space="preserve">, </w:t>
      </w:r>
      <w:r w:rsidRPr="001B73FA">
        <w:rPr>
          <w:szCs w:val="20"/>
        </w:rPr>
        <w:t>redoublé pendant la nuit</w:t>
      </w:r>
      <w:r w:rsidR="00462692" w:rsidRPr="00A4769E">
        <w:rPr>
          <w:szCs w:val="20"/>
        </w:rPr>
        <w:t xml:space="preserve">. </w:t>
      </w:r>
      <w:r w:rsidRPr="001B73FA">
        <w:rPr>
          <w:szCs w:val="20"/>
        </w:rPr>
        <w:t>Ils ferraillaient si rudement les vieux ormes du boulevard qu</w:t>
      </w:r>
      <w:r w:rsidR="00462692" w:rsidRPr="00A4769E">
        <w:rPr>
          <w:szCs w:val="20"/>
        </w:rPr>
        <w:t>’</w:t>
      </w:r>
      <w:r w:rsidRPr="001B73FA">
        <w:rPr>
          <w:szCs w:val="20"/>
        </w:rPr>
        <w:t>une grosse branche s</w:t>
      </w:r>
      <w:r w:rsidR="00462692" w:rsidRPr="00A4769E">
        <w:rPr>
          <w:szCs w:val="20"/>
        </w:rPr>
        <w:t>’</w:t>
      </w:r>
      <w:r w:rsidRPr="001B73FA">
        <w:rPr>
          <w:szCs w:val="20"/>
        </w:rPr>
        <w:t>arracha et tomba à grand fracas en écorchant la façade de la maison</w:t>
      </w:r>
      <w:r w:rsidR="00462692" w:rsidRPr="00A4769E">
        <w:rPr>
          <w:szCs w:val="20"/>
        </w:rPr>
        <w:t>. « </w:t>
      </w:r>
      <w:r w:rsidRPr="001B73FA">
        <w:rPr>
          <w:szCs w:val="20"/>
        </w:rPr>
        <w:t>Votre cabriolet serait propre s</w:t>
      </w:r>
      <w:r w:rsidR="00462692" w:rsidRPr="00A4769E">
        <w:rPr>
          <w:szCs w:val="20"/>
        </w:rPr>
        <w:t>’</w:t>
      </w:r>
      <w:r w:rsidRPr="001B73FA">
        <w:rPr>
          <w:szCs w:val="20"/>
        </w:rPr>
        <w:t>il vous arrivait de semblables accidents dans les forêts du Var</w:t>
      </w:r>
      <w:r w:rsidR="00462692" w:rsidRPr="00A4769E">
        <w:rPr>
          <w:szCs w:val="20"/>
        </w:rPr>
        <w:t xml:space="preserve">. </w:t>
      </w:r>
      <w:r w:rsidRPr="001B73FA">
        <w:rPr>
          <w:szCs w:val="20"/>
        </w:rPr>
        <w:t>Croyez-moi</w:t>
      </w:r>
      <w:r w:rsidR="00462692" w:rsidRPr="00A4769E">
        <w:rPr>
          <w:szCs w:val="20"/>
        </w:rPr>
        <w:t xml:space="preserve">, </w:t>
      </w:r>
      <w:r w:rsidRPr="001B73FA">
        <w:rPr>
          <w:szCs w:val="20"/>
        </w:rPr>
        <w:t>monsieur</w:t>
      </w:r>
      <w:r w:rsidR="00462692" w:rsidRPr="00A4769E">
        <w:rPr>
          <w:szCs w:val="20"/>
        </w:rPr>
        <w:t xml:space="preserve">, </w:t>
      </w:r>
      <w:r w:rsidRPr="001B73FA">
        <w:rPr>
          <w:szCs w:val="20"/>
        </w:rPr>
        <w:t>le brougham est moins représentatif</w:t>
      </w:r>
      <w:r w:rsidR="00462692" w:rsidRPr="00A4769E">
        <w:rPr>
          <w:szCs w:val="20"/>
        </w:rPr>
        <w:t xml:space="preserve"> (</w:t>
      </w:r>
      <w:r w:rsidRPr="001B73FA">
        <w:rPr>
          <w:szCs w:val="20"/>
        </w:rPr>
        <w:t>vous voyez que je comprends toutes vos raisons</w:t>
      </w:r>
      <w:r w:rsidR="00462692" w:rsidRPr="00A4769E">
        <w:rPr>
          <w:szCs w:val="20"/>
        </w:rPr>
        <w:t xml:space="preserve">), </w:t>
      </w:r>
      <w:r w:rsidRPr="001B73FA">
        <w:rPr>
          <w:szCs w:val="20"/>
        </w:rPr>
        <w:t>mais il est plus sûr</w:t>
      </w:r>
      <w:r w:rsidR="00462692" w:rsidRPr="00A4769E">
        <w:rPr>
          <w:szCs w:val="20"/>
        </w:rPr>
        <w:t>.</w:t>
      </w:r>
      <w:r w:rsidR="00462692" w:rsidRPr="00A4769E">
        <w:rPr>
          <w:szCs w:val="20"/>
        </w:rPr>
        <w:t> »</w:t>
      </w:r>
    </w:p>
    <w:p w14:paraId="04FB7D8C" w14:textId="77777777" w:rsidR="00462692" w:rsidRPr="00A4769E" w:rsidRDefault="001B73FA" w:rsidP="001B73FA">
      <w:pPr>
        <w:rPr>
          <w:szCs w:val="20"/>
        </w:rPr>
      </w:pPr>
      <w:r w:rsidRPr="001B73FA">
        <w:rPr>
          <w:szCs w:val="20"/>
        </w:rPr>
        <w:t>Finalement</w:t>
      </w:r>
      <w:r w:rsidR="00462692" w:rsidRPr="00A4769E">
        <w:rPr>
          <w:szCs w:val="20"/>
        </w:rPr>
        <w:t xml:space="preserve">, </w:t>
      </w:r>
      <w:r w:rsidRPr="001B73FA">
        <w:rPr>
          <w:szCs w:val="20"/>
        </w:rPr>
        <w:t>Angelo se rendit</w:t>
      </w:r>
      <w:r w:rsidR="00462692" w:rsidRPr="00A4769E">
        <w:rPr>
          <w:szCs w:val="20"/>
        </w:rPr>
        <w:t xml:space="preserve">, </w:t>
      </w:r>
      <w:r w:rsidRPr="001B73FA">
        <w:rPr>
          <w:szCs w:val="20"/>
        </w:rPr>
        <w:t>à condition que la voiture serait devant chez lui avant une heure pour charger les bagages</w:t>
      </w:r>
      <w:r w:rsidR="00462692" w:rsidRPr="00A4769E">
        <w:rPr>
          <w:szCs w:val="20"/>
        </w:rPr>
        <w:t>.</w:t>
      </w:r>
    </w:p>
    <w:p w14:paraId="3F0C0F3E" w14:textId="79E8D907" w:rsidR="00462692" w:rsidRPr="00A4769E" w:rsidRDefault="00462692" w:rsidP="001B73FA">
      <w:pPr>
        <w:rPr>
          <w:szCs w:val="20"/>
        </w:rPr>
      </w:pPr>
      <w:r w:rsidRPr="00A4769E">
        <w:rPr>
          <w:szCs w:val="20"/>
        </w:rPr>
        <w:t>M</w:t>
      </w:r>
      <w:r w:rsidRPr="00A4769E">
        <w:rPr>
          <w:szCs w:val="20"/>
          <w:vertAlign w:val="superscript"/>
        </w:rPr>
        <w:t>me</w:t>
      </w:r>
      <w:r w:rsidRPr="00A4769E">
        <w:rPr>
          <w:szCs w:val="20"/>
        </w:rPr>
        <w:t> </w:t>
      </w:r>
      <w:r w:rsidR="001B73FA" w:rsidRPr="001B73FA">
        <w:rPr>
          <w:szCs w:val="20"/>
        </w:rPr>
        <w:t>Hortense donnait l</w:t>
      </w:r>
      <w:r w:rsidRPr="00A4769E">
        <w:rPr>
          <w:szCs w:val="20"/>
        </w:rPr>
        <w:t>’</w:t>
      </w:r>
      <w:r w:rsidR="001B73FA" w:rsidRPr="001B73FA">
        <w:rPr>
          <w:szCs w:val="20"/>
        </w:rPr>
        <w:t>impression d</w:t>
      </w:r>
      <w:r w:rsidRPr="00A4769E">
        <w:rPr>
          <w:szCs w:val="20"/>
        </w:rPr>
        <w:t>’</w:t>
      </w:r>
      <w:r w:rsidR="001B73FA" w:rsidRPr="001B73FA">
        <w:rPr>
          <w:szCs w:val="20"/>
        </w:rPr>
        <w:t>avoir passé toute la nuit à faire sa toilette</w:t>
      </w:r>
      <w:r w:rsidRPr="00A4769E">
        <w:rPr>
          <w:szCs w:val="20"/>
        </w:rPr>
        <w:t xml:space="preserve">. </w:t>
      </w:r>
      <w:r w:rsidR="001B73FA" w:rsidRPr="001B73FA">
        <w:rPr>
          <w:szCs w:val="20"/>
        </w:rPr>
        <w:t>Malgré l</w:t>
      </w:r>
      <w:r w:rsidRPr="00A4769E">
        <w:rPr>
          <w:szCs w:val="20"/>
        </w:rPr>
        <w:t>’</w:t>
      </w:r>
      <w:r w:rsidR="001B73FA" w:rsidRPr="001B73FA">
        <w:rPr>
          <w:szCs w:val="20"/>
        </w:rPr>
        <w:t>heure très matinale</w:t>
      </w:r>
      <w:r w:rsidRPr="00A4769E">
        <w:rPr>
          <w:szCs w:val="20"/>
        </w:rPr>
        <w:t xml:space="preserve"> </w:t>
      </w:r>
      <w:r w:rsidR="009C1F92">
        <w:rPr>
          <w:szCs w:val="20"/>
        </w:rPr>
        <w:t>— </w:t>
      </w:r>
      <w:r w:rsidR="001B73FA" w:rsidRPr="001B73FA">
        <w:rPr>
          <w:szCs w:val="20"/>
        </w:rPr>
        <w:t>le jour ne paraissait toujours pas dans le ciel dont on commençait à voir le noir à faire peur</w:t>
      </w:r>
      <w:r w:rsidR="007575A1">
        <w:rPr>
          <w:szCs w:val="20"/>
        </w:rPr>
        <w:t> </w:t>
      </w:r>
      <w:r w:rsidR="009C1F92">
        <w:rPr>
          <w:szCs w:val="20"/>
        </w:rPr>
        <w:t>—</w:t>
      </w:r>
      <w:r w:rsidR="007575A1">
        <w:rPr>
          <w:szCs w:val="20"/>
        </w:rPr>
        <w:t xml:space="preserve"> </w:t>
      </w:r>
      <w:r w:rsidR="001B73FA" w:rsidRPr="001B73FA">
        <w:rPr>
          <w:szCs w:val="20"/>
        </w:rPr>
        <w:t>elle était admirablement coiffée</w:t>
      </w:r>
      <w:r w:rsidRPr="00A4769E">
        <w:rPr>
          <w:szCs w:val="20"/>
        </w:rPr>
        <w:t xml:space="preserve">, </w:t>
      </w:r>
      <w:r w:rsidR="001B73FA" w:rsidRPr="001B73FA">
        <w:rPr>
          <w:szCs w:val="20"/>
        </w:rPr>
        <w:t>poudrée</w:t>
      </w:r>
      <w:r w:rsidRPr="00A4769E">
        <w:rPr>
          <w:szCs w:val="20"/>
        </w:rPr>
        <w:t xml:space="preserve">, </w:t>
      </w:r>
      <w:r w:rsidR="001B73FA" w:rsidRPr="001B73FA">
        <w:rPr>
          <w:szCs w:val="20"/>
        </w:rPr>
        <w:t>parfumée et son petit col de dentelle blanche était d</w:t>
      </w:r>
      <w:r w:rsidRPr="00A4769E">
        <w:rPr>
          <w:szCs w:val="20"/>
        </w:rPr>
        <w:t>’</w:t>
      </w:r>
      <w:r w:rsidR="001B73FA" w:rsidRPr="001B73FA">
        <w:rPr>
          <w:szCs w:val="20"/>
        </w:rPr>
        <w:t>un amidon sans défaut</w:t>
      </w:r>
      <w:r w:rsidRPr="00A4769E">
        <w:rPr>
          <w:szCs w:val="20"/>
        </w:rPr>
        <w:t xml:space="preserve">. </w:t>
      </w:r>
      <w:r w:rsidR="001B73FA" w:rsidRPr="001B73FA">
        <w:rPr>
          <w:szCs w:val="20"/>
        </w:rPr>
        <w:t>Elle donnait tous les signes d</w:t>
      </w:r>
      <w:r w:rsidRPr="00A4769E">
        <w:rPr>
          <w:szCs w:val="20"/>
        </w:rPr>
        <w:t>’</w:t>
      </w:r>
      <w:r w:rsidR="001B73FA" w:rsidRPr="001B73FA">
        <w:rPr>
          <w:szCs w:val="20"/>
        </w:rPr>
        <w:t>une extrême émotion au milieu desquels elle n</w:t>
      </w:r>
      <w:r w:rsidRPr="00A4769E">
        <w:rPr>
          <w:szCs w:val="20"/>
        </w:rPr>
        <w:t>’</w:t>
      </w:r>
      <w:r w:rsidR="001B73FA" w:rsidRPr="001B73FA">
        <w:rPr>
          <w:szCs w:val="20"/>
        </w:rPr>
        <w:t>oubliait pas cependant de soulever</w:t>
      </w:r>
      <w:r w:rsidRPr="00A4769E">
        <w:rPr>
          <w:szCs w:val="20"/>
        </w:rPr>
        <w:t xml:space="preserve">, </w:t>
      </w:r>
      <w:r w:rsidR="001B73FA" w:rsidRPr="001B73FA">
        <w:rPr>
          <w:szCs w:val="20"/>
        </w:rPr>
        <w:t>de temps en temps</w:t>
      </w:r>
      <w:r w:rsidRPr="00A4769E">
        <w:rPr>
          <w:szCs w:val="20"/>
        </w:rPr>
        <w:t xml:space="preserve">, </w:t>
      </w:r>
      <w:r w:rsidR="001B73FA" w:rsidRPr="001B73FA">
        <w:rPr>
          <w:szCs w:val="20"/>
        </w:rPr>
        <w:t>le couvercle de la cafetière pour empêcher l</w:t>
      </w:r>
      <w:r w:rsidRPr="00A4769E">
        <w:rPr>
          <w:szCs w:val="20"/>
        </w:rPr>
        <w:t>’</w:t>
      </w:r>
      <w:r w:rsidR="001B73FA" w:rsidRPr="001B73FA">
        <w:rPr>
          <w:szCs w:val="20"/>
        </w:rPr>
        <w:t>ébullition de son café</w:t>
      </w:r>
      <w:r w:rsidRPr="00A4769E">
        <w:rPr>
          <w:szCs w:val="20"/>
        </w:rPr>
        <w:t>. « </w:t>
      </w:r>
      <w:r w:rsidR="001B73FA" w:rsidRPr="001B73FA">
        <w:rPr>
          <w:szCs w:val="20"/>
        </w:rPr>
        <w:t>Je vais languir</w:t>
      </w:r>
      <w:r w:rsidRPr="00A4769E">
        <w:rPr>
          <w:szCs w:val="20"/>
        </w:rPr>
        <w:t xml:space="preserve">, </w:t>
      </w:r>
      <w:r w:rsidR="001B73FA" w:rsidRPr="001B73FA">
        <w:rPr>
          <w:szCs w:val="20"/>
        </w:rPr>
        <w:t>dit-elle</w:t>
      </w:r>
      <w:r w:rsidRPr="00A4769E">
        <w:rPr>
          <w:szCs w:val="20"/>
        </w:rPr>
        <w:t xml:space="preserve">, </w:t>
      </w:r>
      <w:r w:rsidR="001B73FA" w:rsidRPr="001B73FA">
        <w:rPr>
          <w:szCs w:val="20"/>
        </w:rPr>
        <w:t>et c</w:t>
      </w:r>
      <w:r w:rsidRPr="00A4769E">
        <w:rPr>
          <w:szCs w:val="20"/>
        </w:rPr>
        <w:t>’</w:t>
      </w:r>
      <w:r w:rsidR="001B73FA" w:rsidRPr="001B73FA">
        <w:rPr>
          <w:szCs w:val="20"/>
        </w:rPr>
        <w:t>est un crève-c</w:t>
      </w:r>
      <w:r w:rsidRPr="00A4769E">
        <w:rPr>
          <w:szCs w:val="20"/>
        </w:rPr>
        <w:t>œ</w:t>
      </w:r>
      <w:r w:rsidR="001B73FA" w:rsidRPr="001B73FA">
        <w:rPr>
          <w:szCs w:val="20"/>
        </w:rPr>
        <w:t>ur de vous voir emporter tous vos bagages</w:t>
      </w:r>
      <w:r w:rsidRPr="00A4769E">
        <w:rPr>
          <w:szCs w:val="20"/>
        </w:rPr>
        <w:t xml:space="preserve">. </w:t>
      </w:r>
      <w:r w:rsidR="001B73FA" w:rsidRPr="001B73FA">
        <w:rPr>
          <w:szCs w:val="20"/>
        </w:rPr>
        <w:t>Je m</w:t>
      </w:r>
      <w:r w:rsidRPr="00A4769E">
        <w:rPr>
          <w:szCs w:val="20"/>
        </w:rPr>
        <w:t>’</w:t>
      </w:r>
      <w:r w:rsidR="001B73FA" w:rsidRPr="001B73FA">
        <w:rPr>
          <w:szCs w:val="20"/>
        </w:rPr>
        <w:t>étais habituée à vous</w:t>
      </w:r>
      <w:r w:rsidRPr="00A4769E">
        <w:rPr>
          <w:szCs w:val="20"/>
        </w:rPr>
        <w:t xml:space="preserve">. </w:t>
      </w:r>
      <w:r w:rsidR="001B73FA" w:rsidRPr="001B73FA">
        <w:rPr>
          <w:szCs w:val="20"/>
        </w:rPr>
        <w:t>Pour la première fois depuis longtemps</w:t>
      </w:r>
      <w:r w:rsidRPr="00A4769E">
        <w:rPr>
          <w:szCs w:val="20"/>
        </w:rPr>
        <w:t xml:space="preserve">, </w:t>
      </w:r>
      <w:r w:rsidR="001B73FA" w:rsidRPr="001B73FA">
        <w:rPr>
          <w:szCs w:val="20"/>
        </w:rPr>
        <w:t>j</w:t>
      </w:r>
      <w:r w:rsidRPr="00A4769E">
        <w:rPr>
          <w:szCs w:val="20"/>
        </w:rPr>
        <w:t>’</w:t>
      </w:r>
      <w:r w:rsidR="001B73FA" w:rsidRPr="001B73FA">
        <w:rPr>
          <w:szCs w:val="20"/>
        </w:rPr>
        <w:t xml:space="preserve">avais de </w:t>
      </w:r>
      <w:r w:rsidR="001B73FA" w:rsidRPr="001B73FA">
        <w:rPr>
          <w:szCs w:val="20"/>
        </w:rPr>
        <w:lastRenderedPageBreak/>
        <w:t>l</w:t>
      </w:r>
      <w:r w:rsidRPr="00A4769E">
        <w:rPr>
          <w:szCs w:val="20"/>
        </w:rPr>
        <w:t>’</w:t>
      </w:r>
      <w:r w:rsidR="001B73FA" w:rsidRPr="001B73FA">
        <w:rPr>
          <w:szCs w:val="20"/>
        </w:rPr>
        <w:t>estime et peut-être même quelque chose de plus pour quelqu</w:t>
      </w:r>
      <w:r w:rsidRPr="00A4769E">
        <w:rPr>
          <w:szCs w:val="20"/>
        </w:rPr>
        <w:t>’</w:t>
      </w:r>
      <w:r w:rsidR="001B73FA" w:rsidRPr="001B73FA">
        <w:rPr>
          <w:szCs w:val="20"/>
        </w:rPr>
        <w:t>un habitant sous mon toit</w:t>
      </w:r>
      <w:r w:rsidRPr="00A4769E">
        <w:rPr>
          <w:szCs w:val="20"/>
        </w:rPr>
        <w:t xml:space="preserve">. </w:t>
      </w:r>
      <w:r w:rsidR="001B73FA" w:rsidRPr="001B73FA">
        <w:rPr>
          <w:szCs w:val="20"/>
        </w:rPr>
        <w:t>Je garderai vos appartements tels qu</w:t>
      </w:r>
      <w:r w:rsidRPr="00A4769E">
        <w:rPr>
          <w:szCs w:val="20"/>
        </w:rPr>
        <w:t>’</w:t>
      </w:r>
      <w:r w:rsidR="001B73FA" w:rsidRPr="001B73FA">
        <w:rPr>
          <w:szCs w:val="20"/>
        </w:rPr>
        <w:t>ils sont</w:t>
      </w:r>
      <w:r w:rsidRPr="00A4769E">
        <w:rPr>
          <w:szCs w:val="20"/>
        </w:rPr>
        <w:t xml:space="preserve">, </w:t>
      </w:r>
      <w:r w:rsidR="001B73FA" w:rsidRPr="001B73FA">
        <w:rPr>
          <w:szCs w:val="20"/>
        </w:rPr>
        <w:t>j</w:t>
      </w:r>
      <w:r w:rsidRPr="00A4769E">
        <w:rPr>
          <w:szCs w:val="20"/>
        </w:rPr>
        <w:t>’</w:t>
      </w:r>
      <w:r w:rsidR="001B73FA" w:rsidRPr="001B73FA">
        <w:rPr>
          <w:szCs w:val="20"/>
        </w:rPr>
        <w:t>irai les fleurir deux fois par semaine et je mettrai des draps propres au lit</w:t>
      </w:r>
      <w:r w:rsidRPr="00A4769E">
        <w:rPr>
          <w:szCs w:val="20"/>
        </w:rPr>
        <w:t xml:space="preserve">. </w:t>
      </w:r>
      <w:r w:rsidR="001B73FA" w:rsidRPr="001B73FA">
        <w:rPr>
          <w:szCs w:val="20"/>
        </w:rPr>
        <w:t>Souvenez-vous de la petite porte du jardin et que</w:t>
      </w:r>
      <w:r w:rsidRPr="00A4769E">
        <w:rPr>
          <w:szCs w:val="20"/>
        </w:rPr>
        <w:t xml:space="preserve">, </w:t>
      </w:r>
      <w:r w:rsidR="001B73FA" w:rsidRPr="001B73FA">
        <w:rPr>
          <w:szCs w:val="20"/>
        </w:rPr>
        <w:t>d</w:t>
      </w:r>
      <w:r w:rsidRPr="00A4769E">
        <w:rPr>
          <w:szCs w:val="20"/>
        </w:rPr>
        <w:t>’</w:t>
      </w:r>
      <w:r w:rsidR="001B73FA" w:rsidRPr="001B73FA">
        <w:rPr>
          <w:szCs w:val="20"/>
        </w:rPr>
        <w:t>autre part</w:t>
      </w:r>
      <w:r w:rsidRPr="00A4769E">
        <w:rPr>
          <w:szCs w:val="20"/>
        </w:rPr>
        <w:t xml:space="preserve">, </w:t>
      </w:r>
      <w:r w:rsidR="001B73FA" w:rsidRPr="001B73FA">
        <w:rPr>
          <w:szCs w:val="20"/>
        </w:rPr>
        <w:t>je suis sourde</w:t>
      </w:r>
      <w:r w:rsidRPr="00A4769E">
        <w:rPr>
          <w:szCs w:val="20"/>
        </w:rPr>
        <w:t xml:space="preserve">, </w:t>
      </w:r>
      <w:r w:rsidR="001B73FA" w:rsidRPr="001B73FA">
        <w:rPr>
          <w:szCs w:val="20"/>
        </w:rPr>
        <w:t>muette et aveugle</w:t>
      </w:r>
      <w:r w:rsidRPr="00A4769E">
        <w:rPr>
          <w:szCs w:val="20"/>
        </w:rPr>
        <w:t xml:space="preserve">. </w:t>
      </w:r>
      <w:r w:rsidR="001B73FA" w:rsidRPr="001B73FA">
        <w:rPr>
          <w:szCs w:val="20"/>
        </w:rPr>
        <w:t>Je mets tout mon bonheur à vous garder un nid douillet et secret</w:t>
      </w:r>
      <w:r w:rsidRPr="00A4769E">
        <w:rPr>
          <w:szCs w:val="20"/>
        </w:rPr>
        <w:t>. »</w:t>
      </w:r>
      <w:r w:rsidR="001B73FA" w:rsidRPr="001B73FA">
        <w:rPr>
          <w:szCs w:val="20"/>
        </w:rPr>
        <w:t xml:space="preserve"> La sorte de regard qu</w:t>
      </w:r>
      <w:r w:rsidRPr="00A4769E">
        <w:rPr>
          <w:szCs w:val="20"/>
        </w:rPr>
        <w:t>’</w:t>
      </w:r>
      <w:r w:rsidR="001B73FA" w:rsidRPr="001B73FA">
        <w:rPr>
          <w:szCs w:val="20"/>
        </w:rPr>
        <w:t>elle avait en prononçant ces mots ne plut pas à Angelo</w:t>
      </w:r>
      <w:r w:rsidRPr="00A4769E">
        <w:rPr>
          <w:szCs w:val="20"/>
        </w:rPr>
        <w:t xml:space="preserve">. </w:t>
      </w:r>
      <w:r w:rsidR="001B73FA" w:rsidRPr="001B73FA">
        <w:rPr>
          <w:szCs w:val="20"/>
        </w:rPr>
        <w:t>Toutefois</w:t>
      </w:r>
      <w:r w:rsidRPr="00A4769E">
        <w:rPr>
          <w:szCs w:val="20"/>
        </w:rPr>
        <w:t xml:space="preserve">, </w:t>
      </w:r>
      <w:r w:rsidR="001B73FA" w:rsidRPr="001B73FA">
        <w:rPr>
          <w:szCs w:val="20"/>
        </w:rPr>
        <w:t>en la remerciant</w:t>
      </w:r>
      <w:r w:rsidRPr="00A4769E">
        <w:rPr>
          <w:szCs w:val="20"/>
        </w:rPr>
        <w:t xml:space="preserve">, </w:t>
      </w:r>
      <w:r w:rsidR="001B73FA" w:rsidRPr="001B73FA">
        <w:rPr>
          <w:szCs w:val="20"/>
        </w:rPr>
        <w:t>il osa la familiarité de lui flatter l</w:t>
      </w:r>
      <w:r w:rsidRPr="00A4769E">
        <w:rPr>
          <w:szCs w:val="20"/>
        </w:rPr>
        <w:t>’</w:t>
      </w:r>
      <w:r w:rsidR="001B73FA" w:rsidRPr="001B73FA">
        <w:rPr>
          <w:szCs w:val="20"/>
        </w:rPr>
        <w:t>épaule</w:t>
      </w:r>
      <w:r w:rsidRPr="00A4769E">
        <w:rPr>
          <w:szCs w:val="20"/>
        </w:rPr>
        <w:t>.</w:t>
      </w:r>
    </w:p>
    <w:p w14:paraId="4CB19DE1" w14:textId="77777777" w:rsidR="00462692" w:rsidRPr="00A4769E" w:rsidRDefault="001B73FA" w:rsidP="001B73FA">
      <w:pPr>
        <w:rPr>
          <w:szCs w:val="20"/>
        </w:rPr>
      </w:pPr>
      <w:r w:rsidRPr="001B73FA">
        <w:rPr>
          <w:szCs w:val="20"/>
        </w:rPr>
        <w:t>Le cocher n</w:t>
      </w:r>
      <w:r w:rsidR="00462692" w:rsidRPr="00A4769E">
        <w:rPr>
          <w:szCs w:val="20"/>
        </w:rPr>
        <w:t>’</w:t>
      </w:r>
      <w:r w:rsidRPr="001B73FA">
        <w:rPr>
          <w:szCs w:val="20"/>
        </w:rPr>
        <w:t>eut pas plus d</w:t>
      </w:r>
      <w:r w:rsidR="00462692" w:rsidRPr="00A4769E">
        <w:rPr>
          <w:szCs w:val="20"/>
        </w:rPr>
        <w:t>’</w:t>
      </w:r>
      <w:r w:rsidRPr="001B73FA">
        <w:rPr>
          <w:szCs w:val="20"/>
        </w:rPr>
        <w:t>une demi-heure de retard</w:t>
      </w:r>
      <w:r w:rsidR="00462692" w:rsidRPr="00A4769E">
        <w:rPr>
          <w:szCs w:val="20"/>
        </w:rPr>
        <w:t xml:space="preserve">. </w:t>
      </w:r>
      <w:r w:rsidRPr="001B73FA">
        <w:rPr>
          <w:szCs w:val="20"/>
        </w:rPr>
        <w:t>Avant de charger les bagages</w:t>
      </w:r>
      <w:r w:rsidR="00462692" w:rsidRPr="00A4769E">
        <w:rPr>
          <w:szCs w:val="20"/>
        </w:rPr>
        <w:t xml:space="preserve">, </w:t>
      </w:r>
      <w:r w:rsidRPr="001B73FA">
        <w:rPr>
          <w:szCs w:val="20"/>
        </w:rPr>
        <w:t>il regarda de tous les côtés</w:t>
      </w:r>
      <w:r w:rsidR="00462692" w:rsidRPr="00A4769E">
        <w:rPr>
          <w:szCs w:val="20"/>
        </w:rPr>
        <w:t>. « </w:t>
      </w:r>
      <w:r w:rsidRPr="001B73FA">
        <w:rPr>
          <w:szCs w:val="20"/>
        </w:rPr>
        <w:t>Je vous connais très bien</w:t>
      </w:r>
      <w:r w:rsidR="00462692" w:rsidRPr="00A4769E">
        <w:rPr>
          <w:szCs w:val="20"/>
        </w:rPr>
        <w:t xml:space="preserve">, </w:t>
      </w:r>
      <w:r w:rsidRPr="001B73FA">
        <w:rPr>
          <w:szCs w:val="20"/>
        </w:rPr>
        <w:t>monsieur</w:t>
      </w:r>
      <w:r w:rsidR="00462692" w:rsidRPr="00A4769E">
        <w:rPr>
          <w:szCs w:val="20"/>
        </w:rPr>
        <w:t xml:space="preserve">, </w:t>
      </w:r>
      <w:r w:rsidRPr="001B73FA">
        <w:rPr>
          <w:szCs w:val="20"/>
        </w:rPr>
        <w:t>dit-il</w:t>
      </w:r>
      <w:r w:rsidR="00462692" w:rsidRPr="00A4769E">
        <w:rPr>
          <w:szCs w:val="20"/>
        </w:rPr>
        <w:t xml:space="preserve">, </w:t>
      </w:r>
      <w:r w:rsidRPr="001B73FA">
        <w:rPr>
          <w:szCs w:val="20"/>
        </w:rPr>
        <w:t>et je sais que vous êtes courageux</w:t>
      </w:r>
      <w:r w:rsidR="00462692" w:rsidRPr="00A4769E">
        <w:rPr>
          <w:szCs w:val="20"/>
        </w:rPr>
        <w:t xml:space="preserve">. </w:t>
      </w:r>
      <w:r w:rsidRPr="001B73FA">
        <w:rPr>
          <w:szCs w:val="20"/>
        </w:rPr>
        <w:t>C</w:t>
      </w:r>
      <w:r w:rsidR="00462692" w:rsidRPr="00A4769E">
        <w:rPr>
          <w:szCs w:val="20"/>
        </w:rPr>
        <w:t>’</w:t>
      </w:r>
      <w:r w:rsidRPr="001B73FA">
        <w:rPr>
          <w:szCs w:val="20"/>
        </w:rPr>
        <w:t>est pourquoi j</w:t>
      </w:r>
      <w:r w:rsidR="00462692" w:rsidRPr="00A4769E">
        <w:rPr>
          <w:szCs w:val="20"/>
        </w:rPr>
        <w:t>’</w:t>
      </w:r>
      <w:r w:rsidRPr="001B73FA">
        <w:rPr>
          <w:szCs w:val="20"/>
        </w:rPr>
        <w:t>ai accepté de vous conduire</w:t>
      </w:r>
      <w:r w:rsidR="00462692" w:rsidRPr="00A4769E">
        <w:rPr>
          <w:szCs w:val="20"/>
        </w:rPr>
        <w:t xml:space="preserve">. </w:t>
      </w:r>
      <w:r w:rsidRPr="001B73FA">
        <w:rPr>
          <w:szCs w:val="20"/>
        </w:rPr>
        <w:t>Mais où sont vos pistolets</w:t>
      </w:r>
      <w:r w:rsidR="00462692" w:rsidRPr="00A4769E">
        <w:rPr>
          <w:szCs w:val="20"/>
        </w:rPr>
        <w:t xml:space="preserve"> ? </w:t>
      </w:r>
      <w:r w:rsidRPr="001B73FA">
        <w:rPr>
          <w:szCs w:val="20"/>
        </w:rPr>
        <w:t>Ou tout au moins votre sabre</w:t>
      </w:r>
      <w:r w:rsidR="00462692" w:rsidRPr="00A4769E">
        <w:rPr>
          <w:szCs w:val="20"/>
        </w:rPr>
        <w:t xml:space="preserve"> ? </w:t>
      </w:r>
      <w:r w:rsidRPr="001B73FA">
        <w:rPr>
          <w:szCs w:val="20"/>
        </w:rPr>
        <w:t>Les pays où nous allons ne sont pas extrêmement catholiques</w:t>
      </w:r>
      <w:r w:rsidR="00462692" w:rsidRPr="00A4769E">
        <w:rPr>
          <w:szCs w:val="20"/>
        </w:rPr>
        <w:t xml:space="preserve">. </w:t>
      </w:r>
      <w:r w:rsidRPr="001B73FA">
        <w:rPr>
          <w:szCs w:val="20"/>
        </w:rPr>
        <w:t>On y arrête souvent les voyageurs</w:t>
      </w:r>
      <w:r w:rsidR="00462692" w:rsidRPr="00A4769E">
        <w:rPr>
          <w:szCs w:val="20"/>
        </w:rPr>
        <w:t>.</w:t>
      </w:r>
    </w:p>
    <w:p w14:paraId="5502B134" w14:textId="55440862" w:rsidR="00462692" w:rsidRPr="00A4769E" w:rsidRDefault="00462692" w:rsidP="001B73FA">
      <w:pPr>
        <w:rPr>
          <w:szCs w:val="20"/>
        </w:rPr>
      </w:pPr>
      <w:r w:rsidRPr="00A4769E">
        <w:rPr>
          <w:szCs w:val="20"/>
        </w:rPr>
        <w:t>— </w:t>
      </w:r>
      <w:r w:rsidR="001B73FA" w:rsidRPr="001B73FA">
        <w:rPr>
          <w:szCs w:val="20"/>
        </w:rPr>
        <w:t>Ne vous inquiétez pas</w:t>
      </w:r>
      <w:r w:rsidRPr="00A4769E">
        <w:rPr>
          <w:szCs w:val="20"/>
        </w:rPr>
        <w:t xml:space="preserve"> », </w:t>
      </w:r>
      <w:r w:rsidR="001B73FA" w:rsidRPr="001B73FA">
        <w:rPr>
          <w:szCs w:val="20"/>
        </w:rPr>
        <w:t>dit Angelo</w:t>
      </w:r>
      <w:r w:rsidRPr="00A4769E">
        <w:rPr>
          <w:szCs w:val="20"/>
        </w:rPr>
        <w:t xml:space="preserve">. </w:t>
      </w:r>
      <w:r w:rsidR="001B73FA" w:rsidRPr="001B73FA">
        <w:rPr>
          <w:szCs w:val="20"/>
        </w:rPr>
        <w:t>Il commençait à prendre beaucoup de plaisir aux rugissements du vent et les précautions du cocher l</w:t>
      </w:r>
      <w:r w:rsidRPr="00A4769E">
        <w:rPr>
          <w:szCs w:val="20"/>
        </w:rPr>
        <w:t>’</w:t>
      </w:r>
      <w:r w:rsidR="001B73FA" w:rsidRPr="001B73FA">
        <w:rPr>
          <w:szCs w:val="20"/>
        </w:rPr>
        <w:t>enchantaient</w:t>
      </w:r>
      <w:r w:rsidRPr="00A4769E">
        <w:rPr>
          <w:szCs w:val="20"/>
        </w:rPr>
        <w:t>. « </w:t>
      </w:r>
      <w:r w:rsidR="001B73FA" w:rsidRPr="001B73FA">
        <w:rPr>
          <w:szCs w:val="20"/>
        </w:rPr>
        <w:t>Comment ai-je pu rester si longtemps enfermé dans cette chambre de curé</w:t>
      </w:r>
      <w:r w:rsidRPr="00A4769E">
        <w:rPr>
          <w:szCs w:val="20"/>
        </w:rPr>
        <w:t> ? »</w:t>
      </w:r>
      <w:r w:rsidR="001B73FA" w:rsidRPr="001B73FA">
        <w:rPr>
          <w:szCs w:val="20"/>
        </w:rPr>
        <w:t xml:space="preserve"> se disait-il</w:t>
      </w:r>
      <w:r w:rsidRPr="00A4769E">
        <w:rPr>
          <w:szCs w:val="20"/>
        </w:rPr>
        <w:t xml:space="preserve">. </w:t>
      </w:r>
      <w:r w:rsidR="001B73FA" w:rsidRPr="001B73FA">
        <w:rPr>
          <w:szCs w:val="20"/>
        </w:rPr>
        <w:t>Il respirait avec joie l</w:t>
      </w:r>
      <w:r w:rsidRPr="00A4769E">
        <w:rPr>
          <w:szCs w:val="20"/>
        </w:rPr>
        <w:t>’</w:t>
      </w:r>
      <w:r w:rsidR="001B73FA" w:rsidRPr="001B73FA">
        <w:rPr>
          <w:szCs w:val="20"/>
        </w:rPr>
        <w:t>humidité glacée de l</w:t>
      </w:r>
      <w:r w:rsidRPr="00A4769E">
        <w:rPr>
          <w:szCs w:val="20"/>
        </w:rPr>
        <w:t>’</w:t>
      </w:r>
      <w:r w:rsidR="001B73FA" w:rsidRPr="001B73FA">
        <w:rPr>
          <w:szCs w:val="20"/>
        </w:rPr>
        <w:t>aube</w:t>
      </w:r>
      <w:r w:rsidRPr="00A4769E">
        <w:rPr>
          <w:szCs w:val="20"/>
        </w:rPr>
        <w:t>. « </w:t>
      </w:r>
      <w:r w:rsidR="001B73FA" w:rsidRPr="001B73FA">
        <w:rPr>
          <w:szCs w:val="20"/>
        </w:rPr>
        <w:t>Cela suffit</w:t>
      </w:r>
      <w:r w:rsidRPr="00A4769E">
        <w:rPr>
          <w:szCs w:val="20"/>
        </w:rPr>
        <w:t xml:space="preserve">, </w:t>
      </w:r>
      <w:r w:rsidR="001B73FA" w:rsidRPr="001B73FA">
        <w:rPr>
          <w:szCs w:val="20"/>
        </w:rPr>
        <w:t>dit le cocher</w:t>
      </w:r>
      <w:r w:rsidRPr="00A4769E">
        <w:rPr>
          <w:szCs w:val="20"/>
        </w:rPr>
        <w:t xml:space="preserve">, </w:t>
      </w:r>
      <w:r w:rsidR="001B73FA" w:rsidRPr="001B73FA">
        <w:rPr>
          <w:szCs w:val="20"/>
        </w:rPr>
        <w:t>avec un homme comme vous j</w:t>
      </w:r>
      <w:r w:rsidRPr="00A4769E">
        <w:rPr>
          <w:szCs w:val="20"/>
        </w:rPr>
        <w:t>’</w:t>
      </w:r>
      <w:r w:rsidR="001B73FA" w:rsidRPr="001B73FA">
        <w:rPr>
          <w:szCs w:val="20"/>
        </w:rPr>
        <w:t>irais au bout du monde</w:t>
      </w:r>
      <w:r w:rsidRPr="00A4769E">
        <w:rPr>
          <w:szCs w:val="20"/>
        </w:rPr>
        <w:t xml:space="preserve">. </w:t>
      </w:r>
      <w:r w:rsidR="001B73FA" w:rsidRPr="001B73FA">
        <w:rPr>
          <w:szCs w:val="20"/>
        </w:rPr>
        <w:t>Mais comment ferai-je au retour</w:t>
      </w:r>
      <w:r w:rsidRPr="00A4769E">
        <w:rPr>
          <w:szCs w:val="20"/>
        </w:rPr>
        <w:t> ?</w:t>
      </w:r>
    </w:p>
    <w:p w14:paraId="63550A61" w14:textId="4FD9C3FF" w:rsidR="00462692" w:rsidRPr="00A4769E" w:rsidRDefault="00462692" w:rsidP="001B73FA">
      <w:pPr>
        <w:rPr>
          <w:szCs w:val="20"/>
        </w:rPr>
      </w:pPr>
      <w:r w:rsidRPr="00A4769E">
        <w:rPr>
          <w:szCs w:val="20"/>
        </w:rPr>
        <w:t>— </w:t>
      </w:r>
      <w:r w:rsidR="001B73FA" w:rsidRPr="001B73FA">
        <w:rPr>
          <w:szCs w:val="20"/>
        </w:rPr>
        <w:t>Tu t</w:t>
      </w:r>
      <w:r w:rsidRPr="00A4769E">
        <w:rPr>
          <w:szCs w:val="20"/>
        </w:rPr>
        <w:t>’</w:t>
      </w:r>
      <w:r w:rsidR="001B73FA" w:rsidRPr="001B73FA">
        <w:rPr>
          <w:szCs w:val="20"/>
        </w:rPr>
        <w:t>arrangeras avec deux écus de pourboire que je te donnerai</w:t>
      </w:r>
      <w:r w:rsidRPr="00A4769E">
        <w:rPr>
          <w:szCs w:val="20"/>
        </w:rPr>
        <w:t xml:space="preserve">, </w:t>
      </w:r>
      <w:r w:rsidR="001B73FA" w:rsidRPr="001B73FA">
        <w:rPr>
          <w:szCs w:val="20"/>
        </w:rPr>
        <w:t>dit Angelo</w:t>
      </w:r>
      <w:r w:rsidRPr="00A4769E">
        <w:rPr>
          <w:szCs w:val="20"/>
        </w:rPr>
        <w:t>.</w:t>
      </w:r>
    </w:p>
    <w:p w14:paraId="507C1A0E" w14:textId="5991F5CB" w:rsidR="00462692" w:rsidRPr="00A4769E" w:rsidRDefault="00462692" w:rsidP="001B73FA">
      <w:pPr>
        <w:rPr>
          <w:szCs w:val="20"/>
        </w:rPr>
      </w:pPr>
      <w:r w:rsidRPr="00A4769E">
        <w:rPr>
          <w:szCs w:val="20"/>
        </w:rPr>
        <w:t>— </w:t>
      </w:r>
      <w:r w:rsidR="001B73FA" w:rsidRPr="001B73FA">
        <w:rPr>
          <w:szCs w:val="20"/>
        </w:rPr>
        <w:t>Voilà ce qui s</w:t>
      </w:r>
      <w:r w:rsidRPr="00A4769E">
        <w:rPr>
          <w:szCs w:val="20"/>
        </w:rPr>
        <w:t>’</w:t>
      </w:r>
      <w:r w:rsidR="001B73FA" w:rsidRPr="001B73FA">
        <w:rPr>
          <w:szCs w:val="20"/>
        </w:rPr>
        <w:t>appelle parler</w:t>
      </w:r>
      <w:r w:rsidRPr="00A4769E">
        <w:rPr>
          <w:szCs w:val="20"/>
        </w:rPr>
        <w:t xml:space="preserve">, </w:t>
      </w:r>
      <w:r w:rsidR="001B73FA" w:rsidRPr="001B73FA">
        <w:rPr>
          <w:szCs w:val="20"/>
        </w:rPr>
        <w:t>dit le cocher</w:t>
      </w:r>
      <w:r w:rsidRPr="00A4769E">
        <w:rPr>
          <w:szCs w:val="20"/>
        </w:rPr>
        <w:t xml:space="preserve">. </w:t>
      </w:r>
      <w:r w:rsidR="001B73FA" w:rsidRPr="001B73FA">
        <w:rPr>
          <w:szCs w:val="20"/>
        </w:rPr>
        <w:t>Alors</w:t>
      </w:r>
      <w:r w:rsidRPr="00A4769E">
        <w:rPr>
          <w:szCs w:val="20"/>
        </w:rPr>
        <w:t xml:space="preserve">, </w:t>
      </w:r>
      <w:r w:rsidR="001B73FA" w:rsidRPr="001B73FA">
        <w:rPr>
          <w:szCs w:val="20"/>
        </w:rPr>
        <w:t>en route</w:t>
      </w:r>
      <w:r w:rsidRPr="00A4769E">
        <w:rPr>
          <w:szCs w:val="20"/>
        </w:rPr>
        <w:t>.</w:t>
      </w:r>
    </w:p>
    <w:p w14:paraId="44007DBA" w14:textId="72E9AC75" w:rsidR="00462692" w:rsidRPr="00A4769E" w:rsidRDefault="00462692" w:rsidP="001B73FA">
      <w:pPr>
        <w:rPr>
          <w:szCs w:val="20"/>
        </w:rPr>
      </w:pPr>
      <w:r w:rsidRPr="00A4769E">
        <w:rPr>
          <w:szCs w:val="20"/>
        </w:rPr>
        <w:t>— </w:t>
      </w:r>
      <w:r w:rsidR="001B73FA" w:rsidRPr="001B73FA">
        <w:rPr>
          <w:szCs w:val="20"/>
        </w:rPr>
        <w:t>Songez que vous avez ici une maison et des amis discrets</w:t>
      </w:r>
      <w:r w:rsidRPr="00A4769E">
        <w:rPr>
          <w:szCs w:val="20"/>
        </w:rPr>
        <w:t xml:space="preserve"> », </w:t>
      </w:r>
      <w:r w:rsidR="001B73FA" w:rsidRPr="001B73FA">
        <w:rPr>
          <w:szCs w:val="20"/>
        </w:rPr>
        <w:t xml:space="preserve">répéta </w:t>
      </w:r>
      <w:r w:rsidRPr="00A4769E">
        <w:rPr>
          <w:szCs w:val="20"/>
        </w:rPr>
        <w:t>M</w:t>
      </w:r>
      <w:r w:rsidRPr="00A4769E">
        <w:rPr>
          <w:szCs w:val="20"/>
          <w:vertAlign w:val="superscript"/>
        </w:rPr>
        <w:t>me</w:t>
      </w:r>
      <w:r w:rsidRPr="00A4769E">
        <w:rPr>
          <w:szCs w:val="20"/>
        </w:rPr>
        <w:t> </w:t>
      </w:r>
      <w:r w:rsidR="001B73FA" w:rsidRPr="001B73FA">
        <w:rPr>
          <w:szCs w:val="20"/>
        </w:rPr>
        <w:t>Hortense avec un affreux sourire</w:t>
      </w:r>
      <w:r w:rsidRPr="00A4769E">
        <w:rPr>
          <w:szCs w:val="20"/>
        </w:rPr>
        <w:t xml:space="preserve">, </w:t>
      </w:r>
      <w:r w:rsidR="001B73FA" w:rsidRPr="001B73FA">
        <w:rPr>
          <w:szCs w:val="20"/>
        </w:rPr>
        <w:t>au moment où la voiture s</w:t>
      </w:r>
      <w:r w:rsidRPr="00A4769E">
        <w:rPr>
          <w:szCs w:val="20"/>
        </w:rPr>
        <w:t>’</w:t>
      </w:r>
      <w:r w:rsidR="001B73FA" w:rsidRPr="001B73FA">
        <w:rPr>
          <w:szCs w:val="20"/>
        </w:rPr>
        <w:t>ébranlait</w:t>
      </w:r>
      <w:r w:rsidRPr="00A4769E">
        <w:rPr>
          <w:szCs w:val="20"/>
        </w:rPr>
        <w:t>.</w:t>
      </w:r>
    </w:p>
    <w:p w14:paraId="61E41EF6" w14:textId="77777777" w:rsidR="00462692" w:rsidRPr="00A4769E" w:rsidRDefault="001B73FA" w:rsidP="001B73FA">
      <w:pPr>
        <w:rPr>
          <w:szCs w:val="20"/>
        </w:rPr>
      </w:pPr>
      <w:r w:rsidRPr="001B73FA">
        <w:rPr>
          <w:szCs w:val="20"/>
        </w:rPr>
        <w:lastRenderedPageBreak/>
        <w:t>Angelo arriva à La Valette à dix heures du soir après un voyage très ordinaire qui n</w:t>
      </w:r>
      <w:r w:rsidR="00462692" w:rsidRPr="00A4769E">
        <w:rPr>
          <w:szCs w:val="20"/>
        </w:rPr>
        <w:t>’</w:t>
      </w:r>
      <w:r w:rsidRPr="001B73FA">
        <w:rPr>
          <w:szCs w:val="20"/>
        </w:rPr>
        <w:t>eut d</w:t>
      </w:r>
      <w:r w:rsidR="00462692" w:rsidRPr="00A4769E">
        <w:rPr>
          <w:szCs w:val="20"/>
        </w:rPr>
        <w:t>’</w:t>
      </w:r>
      <w:r w:rsidRPr="001B73FA">
        <w:rPr>
          <w:szCs w:val="20"/>
        </w:rPr>
        <w:t>exceptionnel que sa lenteur</w:t>
      </w:r>
      <w:r w:rsidR="00462692" w:rsidRPr="00A4769E">
        <w:rPr>
          <w:szCs w:val="20"/>
        </w:rPr>
        <w:t xml:space="preserve">. </w:t>
      </w:r>
      <w:r w:rsidRPr="001B73FA">
        <w:rPr>
          <w:szCs w:val="20"/>
        </w:rPr>
        <w:t>Dès l</w:t>
      </w:r>
      <w:r w:rsidR="00462692" w:rsidRPr="00A4769E">
        <w:rPr>
          <w:szCs w:val="20"/>
        </w:rPr>
        <w:t>’</w:t>
      </w:r>
      <w:r w:rsidRPr="001B73FA">
        <w:rPr>
          <w:szCs w:val="20"/>
        </w:rPr>
        <w:t>aube</w:t>
      </w:r>
      <w:r w:rsidR="00462692" w:rsidRPr="00A4769E">
        <w:rPr>
          <w:szCs w:val="20"/>
        </w:rPr>
        <w:t xml:space="preserve">, </w:t>
      </w:r>
      <w:r w:rsidRPr="001B73FA">
        <w:rPr>
          <w:szCs w:val="20"/>
        </w:rPr>
        <w:t>d</w:t>
      </w:r>
      <w:r w:rsidR="00462692" w:rsidRPr="00A4769E">
        <w:rPr>
          <w:szCs w:val="20"/>
        </w:rPr>
        <w:t>’</w:t>
      </w:r>
      <w:r w:rsidRPr="001B73FA">
        <w:rPr>
          <w:szCs w:val="20"/>
        </w:rPr>
        <w:t>ailleurs</w:t>
      </w:r>
      <w:r w:rsidR="00462692" w:rsidRPr="00A4769E">
        <w:rPr>
          <w:szCs w:val="20"/>
        </w:rPr>
        <w:t xml:space="preserve">, </w:t>
      </w:r>
      <w:r w:rsidRPr="001B73FA">
        <w:rPr>
          <w:szCs w:val="20"/>
        </w:rPr>
        <w:t>le vent et la pluie avaient perdu leur véhémence et il fit</w:t>
      </w:r>
      <w:r w:rsidR="00462692" w:rsidRPr="00A4769E">
        <w:rPr>
          <w:szCs w:val="20"/>
        </w:rPr>
        <w:t xml:space="preserve">, </w:t>
      </w:r>
      <w:r w:rsidRPr="001B73FA">
        <w:rPr>
          <w:szCs w:val="20"/>
        </w:rPr>
        <w:t>durant tout le jour</w:t>
      </w:r>
      <w:r w:rsidR="00462692" w:rsidRPr="00A4769E">
        <w:rPr>
          <w:szCs w:val="20"/>
        </w:rPr>
        <w:t xml:space="preserve">, </w:t>
      </w:r>
      <w:r w:rsidRPr="001B73FA">
        <w:rPr>
          <w:szCs w:val="20"/>
        </w:rPr>
        <w:t>un simple petit mauvais temps d</w:t>
      </w:r>
      <w:r w:rsidR="00462692" w:rsidRPr="00A4769E">
        <w:rPr>
          <w:szCs w:val="20"/>
        </w:rPr>
        <w:t>’</w:t>
      </w:r>
      <w:r w:rsidRPr="001B73FA">
        <w:rPr>
          <w:szCs w:val="20"/>
        </w:rPr>
        <w:t>hiver</w:t>
      </w:r>
      <w:r w:rsidR="00462692" w:rsidRPr="00A4769E">
        <w:rPr>
          <w:szCs w:val="20"/>
        </w:rPr>
        <w:t xml:space="preserve">. </w:t>
      </w:r>
      <w:r w:rsidRPr="001B73FA">
        <w:rPr>
          <w:szCs w:val="20"/>
        </w:rPr>
        <w:t>Les fameux ravins dont avait parlé le chef d</w:t>
      </w:r>
      <w:r w:rsidR="00462692" w:rsidRPr="00A4769E">
        <w:rPr>
          <w:szCs w:val="20"/>
        </w:rPr>
        <w:t>’</w:t>
      </w:r>
      <w:r w:rsidRPr="001B73FA">
        <w:rPr>
          <w:szCs w:val="20"/>
        </w:rPr>
        <w:t>écurie se révélèrent être des ruisseaux boueux dont l</w:t>
      </w:r>
      <w:r w:rsidR="00462692" w:rsidRPr="00A4769E">
        <w:rPr>
          <w:szCs w:val="20"/>
        </w:rPr>
        <w:t>’</w:t>
      </w:r>
      <w:r w:rsidRPr="001B73FA">
        <w:rPr>
          <w:szCs w:val="20"/>
        </w:rPr>
        <w:t>eau n</w:t>
      </w:r>
      <w:r w:rsidR="00462692" w:rsidRPr="00A4769E">
        <w:rPr>
          <w:szCs w:val="20"/>
        </w:rPr>
        <w:t>’</w:t>
      </w:r>
      <w:r w:rsidRPr="001B73FA">
        <w:rPr>
          <w:szCs w:val="20"/>
        </w:rPr>
        <w:t>atteignait même pas le jarret des chevaux</w:t>
      </w:r>
      <w:r w:rsidR="00462692" w:rsidRPr="00A4769E">
        <w:rPr>
          <w:szCs w:val="20"/>
        </w:rPr>
        <w:t>. « </w:t>
      </w:r>
      <w:r w:rsidRPr="001B73FA">
        <w:rPr>
          <w:szCs w:val="20"/>
        </w:rPr>
        <w:t>Vous m</w:t>
      </w:r>
      <w:r w:rsidR="00462692" w:rsidRPr="00A4769E">
        <w:rPr>
          <w:szCs w:val="20"/>
        </w:rPr>
        <w:t>’</w:t>
      </w:r>
      <w:r w:rsidRPr="001B73FA">
        <w:rPr>
          <w:szCs w:val="20"/>
        </w:rPr>
        <w:t>avez roulé</w:t>
      </w:r>
      <w:r w:rsidR="00462692" w:rsidRPr="00A4769E">
        <w:rPr>
          <w:szCs w:val="20"/>
        </w:rPr>
        <w:t xml:space="preserve">, </w:t>
      </w:r>
      <w:r w:rsidRPr="001B73FA">
        <w:rPr>
          <w:szCs w:val="20"/>
        </w:rPr>
        <w:t>dit Angelo au cocher</w:t>
      </w:r>
      <w:r w:rsidR="00462692" w:rsidRPr="00A4769E">
        <w:rPr>
          <w:szCs w:val="20"/>
        </w:rPr>
        <w:t xml:space="preserve">. </w:t>
      </w:r>
      <w:r w:rsidRPr="001B73FA">
        <w:rPr>
          <w:szCs w:val="20"/>
        </w:rPr>
        <w:t>Je pouvais fort bien passer avec un cabriolet</w:t>
      </w:r>
      <w:r w:rsidR="00462692" w:rsidRPr="00A4769E">
        <w:rPr>
          <w:szCs w:val="20"/>
        </w:rPr>
        <w:t>.</w:t>
      </w:r>
    </w:p>
    <w:p w14:paraId="0784ADC5" w14:textId="4017C258" w:rsidR="001B73FA" w:rsidRPr="001B73FA" w:rsidRDefault="00462692" w:rsidP="001B73FA">
      <w:pPr>
        <w:rPr>
          <w:szCs w:val="20"/>
        </w:rPr>
      </w:pPr>
      <w:r w:rsidRPr="00A4769E">
        <w:rPr>
          <w:szCs w:val="20"/>
        </w:rPr>
        <w:t>— </w:t>
      </w:r>
      <w:r w:rsidR="001B73FA" w:rsidRPr="001B73FA">
        <w:rPr>
          <w:szCs w:val="20"/>
        </w:rPr>
        <w:t>Le fait est</w:t>
      </w:r>
      <w:r w:rsidRPr="00A4769E">
        <w:rPr>
          <w:szCs w:val="20"/>
        </w:rPr>
        <w:t xml:space="preserve">, </w:t>
      </w:r>
      <w:r w:rsidR="001B73FA" w:rsidRPr="001B73FA">
        <w:rPr>
          <w:szCs w:val="20"/>
        </w:rPr>
        <w:t>dit le cocher</w:t>
      </w:r>
      <w:r w:rsidRPr="00A4769E">
        <w:rPr>
          <w:szCs w:val="20"/>
        </w:rPr>
        <w:t xml:space="preserve">, </w:t>
      </w:r>
      <w:r w:rsidR="001B73FA" w:rsidRPr="001B73FA">
        <w:rPr>
          <w:szCs w:val="20"/>
        </w:rPr>
        <w:t>que</w:t>
      </w:r>
      <w:r w:rsidRPr="00A4769E">
        <w:rPr>
          <w:szCs w:val="20"/>
        </w:rPr>
        <w:t xml:space="preserve">, </w:t>
      </w:r>
      <w:r w:rsidR="001B73FA" w:rsidRPr="001B73FA">
        <w:rPr>
          <w:szCs w:val="20"/>
        </w:rPr>
        <w:t>depuis longtemps</w:t>
      </w:r>
      <w:r w:rsidRPr="00A4769E">
        <w:rPr>
          <w:szCs w:val="20"/>
        </w:rPr>
        <w:t xml:space="preserve">, </w:t>
      </w:r>
      <w:r w:rsidR="001B73FA" w:rsidRPr="001B73FA">
        <w:rPr>
          <w:szCs w:val="20"/>
        </w:rPr>
        <w:t>on n</w:t>
      </w:r>
      <w:r w:rsidRPr="00A4769E">
        <w:rPr>
          <w:szCs w:val="20"/>
        </w:rPr>
        <w:t>’</w:t>
      </w:r>
      <w:r w:rsidR="001B73FA" w:rsidRPr="001B73FA">
        <w:rPr>
          <w:szCs w:val="20"/>
        </w:rPr>
        <w:t>avait pas loué le brougham et que Pierrot en a profité</w:t>
      </w:r>
      <w:r w:rsidRPr="00A4769E">
        <w:rPr>
          <w:szCs w:val="20"/>
        </w:rPr>
        <w:t xml:space="preserve">. </w:t>
      </w:r>
      <w:r w:rsidR="001B73FA" w:rsidRPr="001B73FA">
        <w:rPr>
          <w:szCs w:val="20"/>
        </w:rPr>
        <w:t>Il a une ristourne sur le nombre de roues</w:t>
      </w:r>
      <w:r w:rsidRPr="00A4769E">
        <w:rPr>
          <w:szCs w:val="20"/>
        </w:rPr>
        <w:t xml:space="preserve">, </w:t>
      </w:r>
      <w:r w:rsidR="001B73FA" w:rsidRPr="001B73FA">
        <w:rPr>
          <w:szCs w:val="20"/>
        </w:rPr>
        <w:t>et moi</w:t>
      </w:r>
      <w:r w:rsidRPr="00A4769E">
        <w:rPr>
          <w:szCs w:val="20"/>
        </w:rPr>
        <w:t xml:space="preserve">, </w:t>
      </w:r>
      <w:r w:rsidR="001B73FA" w:rsidRPr="001B73FA">
        <w:rPr>
          <w:szCs w:val="20"/>
        </w:rPr>
        <w:t>en plus des deux écus que vous m</w:t>
      </w:r>
      <w:r w:rsidRPr="00A4769E">
        <w:rPr>
          <w:szCs w:val="20"/>
        </w:rPr>
        <w:t>’</w:t>
      </w:r>
      <w:r w:rsidR="001B73FA" w:rsidRPr="001B73FA">
        <w:rPr>
          <w:szCs w:val="20"/>
        </w:rPr>
        <w:t>avez promis</w:t>
      </w:r>
      <w:r w:rsidRPr="00A4769E">
        <w:rPr>
          <w:szCs w:val="20"/>
        </w:rPr>
        <w:t xml:space="preserve">, </w:t>
      </w:r>
      <w:r w:rsidR="001B73FA" w:rsidRPr="001B73FA">
        <w:rPr>
          <w:szCs w:val="20"/>
        </w:rPr>
        <w:t>j</w:t>
      </w:r>
      <w:r w:rsidRPr="00A4769E">
        <w:rPr>
          <w:szCs w:val="20"/>
        </w:rPr>
        <w:t>’</w:t>
      </w:r>
      <w:r w:rsidR="001B73FA" w:rsidRPr="001B73FA">
        <w:rPr>
          <w:szCs w:val="20"/>
        </w:rPr>
        <w:t>ai plus de chance de sortir mon compte avec l</w:t>
      </w:r>
      <w:r w:rsidRPr="00A4769E">
        <w:rPr>
          <w:szCs w:val="20"/>
        </w:rPr>
        <w:t>’</w:t>
      </w:r>
      <w:r w:rsidR="001B73FA" w:rsidRPr="001B73FA">
        <w:rPr>
          <w:szCs w:val="20"/>
        </w:rPr>
        <w:t>avoine de deux chevaux</w:t>
      </w:r>
      <w:r w:rsidRPr="00A4769E">
        <w:rPr>
          <w:szCs w:val="20"/>
        </w:rPr>
        <w:t xml:space="preserve">. </w:t>
      </w:r>
      <w:r w:rsidR="001B73FA" w:rsidRPr="001B73FA">
        <w:rPr>
          <w:szCs w:val="20"/>
        </w:rPr>
        <w:t>Ne faites pas la mauvaise tête</w:t>
      </w:r>
      <w:r w:rsidRPr="00A4769E">
        <w:rPr>
          <w:szCs w:val="20"/>
        </w:rPr>
        <w:t xml:space="preserve">, </w:t>
      </w:r>
      <w:r w:rsidR="001B73FA" w:rsidRPr="001B73FA">
        <w:rPr>
          <w:szCs w:val="20"/>
        </w:rPr>
        <w:t>monsieur</w:t>
      </w:r>
      <w:r w:rsidRPr="00A4769E">
        <w:rPr>
          <w:szCs w:val="20"/>
        </w:rPr>
        <w:t xml:space="preserve">, </w:t>
      </w:r>
      <w:r w:rsidR="001B73FA" w:rsidRPr="001B73FA">
        <w:rPr>
          <w:szCs w:val="20"/>
        </w:rPr>
        <w:t>il faut bien que tout le monde vive</w:t>
      </w:r>
      <w:r w:rsidRPr="00A4769E">
        <w:rPr>
          <w:szCs w:val="20"/>
        </w:rPr>
        <w:t>.</w:t>
      </w:r>
      <w:r w:rsidRPr="00A4769E">
        <w:rPr>
          <w:szCs w:val="20"/>
        </w:rPr>
        <w:t> »</w:t>
      </w:r>
    </w:p>
    <w:p w14:paraId="080B0F59" w14:textId="77777777" w:rsidR="00462692" w:rsidRPr="00A4769E" w:rsidRDefault="001B73FA" w:rsidP="001B73FA">
      <w:pPr>
        <w:rPr>
          <w:szCs w:val="20"/>
        </w:rPr>
      </w:pPr>
      <w:r w:rsidRPr="001B73FA">
        <w:rPr>
          <w:szCs w:val="20"/>
        </w:rPr>
        <w:t>Pendant qu</w:t>
      </w:r>
      <w:r w:rsidR="00462692" w:rsidRPr="00A4769E">
        <w:rPr>
          <w:szCs w:val="20"/>
        </w:rPr>
        <w:t>’</w:t>
      </w:r>
      <w:r w:rsidRPr="001B73FA">
        <w:rPr>
          <w:szCs w:val="20"/>
        </w:rPr>
        <w:t>ils traversaient le moutonnement infini des collines</w:t>
      </w:r>
      <w:r w:rsidR="00462692" w:rsidRPr="00A4769E">
        <w:rPr>
          <w:szCs w:val="20"/>
        </w:rPr>
        <w:t xml:space="preserve">, </w:t>
      </w:r>
      <w:r w:rsidRPr="001B73FA">
        <w:rPr>
          <w:szCs w:val="20"/>
        </w:rPr>
        <w:t>le cocher montra à Angelo quelques gros genévriers qui émergeaient du maquis</w:t>
      </w:r>
      <w:r w:rsidR="00462692" w:rsidRPr="00A4769E">
        <w:rPr>
          <w:szCs w:val="20"/>
        </w:rPr>
        <w:t>. « </w:t>
      </w:r>
      <w:r w:rsidRPr="001B73FA">
        <w:rPr>
          <w:szCs w:val="20"/>
        </w:rPr>
        <w:t>Ce que je vous ai raconté des brigands</w:t>
      </w:r>
      <w:r w:rsidR="00462692" w:rsidRPr="00A4769E">
        <w:rPr>
          <w:szCs w:val="20"/>
        </w:rPr>
        <w:t xml:space="preserve">, </w:t>
      </w:r>
      <w:r w:rsidRPr="001B73FA">
        <w:rPr>
          <w:szCs w:val="20"/>
        </w:rPr>
        <w:t>dit-il</w:t>
      </w:r>
      <w:r w:rsidR="00462692" w:rsidRPr="00A4769E">
        <w:rPr>
          <w:szCs w:val="20"/>
        </w:rPr>
        <w:t xml:space="preserve">, </w:t>
      </w:r>
      <w:r w:rsidRPr="001B73FA">
        <w:rPr>
          <w:szCs w:val="20"/>
        </w:rPr>
        <w:t>est cependant la triste vérité</w:t>
      </w:r>
      <w:r w:rsidR="00462692" w:rsidRPr="00A4769E">
        <w:rPr>
          <w:szCs w:val="20"/>
        </w:rPr>
        <w:t xml:space="preserve">. </w:t>
      </w:r>
      <w:r w:rsidRPr="001B73FA">
        <w:rPr>
          <w:szCs w:val="20"/>
        </w:rPr>
        <w:t>C</w:t>
      </w:r>
      <w:r w:rsidR="00462692" w:rsidRPr="00A4769E">
        <w:rPr>
          <w:szCs w:val="20"/>
        </w:rPr>
        <w:t>’</w:t>
      </w:r>
      <w:r w:rsidRPr="001B73FA">
        <w:rPr>
          <w:szCs w:val="20"/>
        </w:rPr>
        <w:t>est sous ces arbres qu</w:t>
      </w:r>
      <w:r w:rsidR="00462692" w:rsidRPr="00A4769E">
        <w:rPr>
          <w:szCs w:val="20"/>
        </w:rPr>
        <w:t>’</w:t>
      </w:r>
      <w:r w:rsidRPr="001B73FA">
        <w:rPr>
          <w:szCs w:val="20"/>
        </w:rPr>
        <w:t>ils mettent des sentinelles</w:t>
      </w:r>
      <w:r w:rsidR="00462692" w:rsidRPr="00A4769E">
        <w:rPr>
          <w:szCs w:val="20"/>
        </w:rPr>
        <w:t xml:space="preserve">, </w:t>
      </w:r>
      <w:r w:rsidRPr="001B73FA">
        <w:rPr>
          <w:szCs w:val="20"/>
        </w:rPr>
        <w:t>d</w:t>
      </w:r>
      <w:r w:rsidR="00462692" w:rsidRPr="00A4769E">
        <w:rPr>
          <w:szCs w:val="20"/>
        </w:rPr>
        <w:t>’</w:t>
      </w:r>
      <w:r w:rsidRPr="001B73FA">
        <w:rPr>
          <w:szCs w:val="20"/>
        </w:rPr>
        <w:t>habitude</w:t>
      </w:r>
      <w:r w:rsidR="00462692" w:rsidRPr="00A4769E">
        <w:rPr>
          <w:szCs w:val="20"/>
        </w:rPr>
        <w:t xml:space="preserve">. </w:t>
      </w:r>
      <w:r w:rsidRPr="001B73FA">
        <w:rPr>
          <w:szCs w:val="20"/>
        </w:rPr>
        <w:t>Rien ne les gêne ici pour faire leur commerce en plein jour</w:t>
      </w:r>
      <w:r w:rsidR="00462692" w:rsidRPr="00A4769E">
        <w:rPr>
          <w:szCs w:val="20"/>
        </w:rPr>
        <w:t>. »</w:t>
      </w:r>
      <w:r w:rsidRPr="001B73FA">
        <w:rPr>
          <w:szCs w:val="20"/>
        </w:rPr>
        <w:t xml:space="preserve"> En effet</w:t>
      </w:r>
      <w:r w:rsidR="00462692" w:rsidRPr="00A4769E">
        <w:rPr>
          <w:szCs w:val="20"/>
        </w:rPr>
        <w:t xml:space="preserve">, </w:t>
      </w:r>
      <w:r w:rsidRPr="001B73FA">
        <w:rPr>
          <w:szCs w:val="20"/>
        </w:rPr>
        <w:t>le pays était désert aussi loin qu</w:t>
      </w:r>
      <w:r w:rsidR="00462692" w:rsidRPr="00A4769E">
        <w:rPr>
          <w:szCs w:val="20"/>
        </w:rPr>
        <w:t>’</w:t>
      </w:r>
      <w:r w:rsidRPr="001B73FA">
        <w:rPr>
          <w:szCs w:val="20"/>
        </w:rPr>
        <w:t>on pouvait voir</w:t>
      </w:r>
      <w:r w:rsidR="00462692" w:rsidRPr="00A4769E">
        <w:rPr>
          <w:szCs w:val="20"/>
        </w:rPr>
        <w:t>. « </w:t>
      </w:r>
      <w:r w:rsidRPr="001B73FA">
        <w:rPr>
          <w:szCs w:val="20"/>
        </w:rPr>
        <w:t>Et que pourrions-nous faire s</w:t>
      </w:r>
      <w:r w:rsidR="00462692" w:rsidRPr="00A4769E">
        <w:rPr>
          <w:szCs w:val="20"/>
        </w:rPr>
        <w:t>’</w:t>
      </w:r>
      <w:r w:rsidRPr="001B73FA">
        <w:rPr>
          <w:szCs w:val="20"/>
        </w:rPr>
        <w:t>ils nous tombaient dessus</w:t>
      </w:r>
      <w:r w:rsidR="00462692" w:rsidRPr="00A4769E">
        <w:rPr>
          <w:szCs w:val="20"/>
        </w:rPr>
        <w:t> ?</w:t>
      </w:r>
    </w:p>
    <w:p w14:paraId="2B588653" w14:textId="1722E420" w:rsidR="00462692" w:rsidRPr="00A4769E" w:rsidRDefault="00462692" w:rsidP="001B73FA">
      <w:pPr>
        <w:rPr>
          <w:szCs w:val="20"/>
        </w:rPr>
      </w:pPr>
      <w:r w:rsidRPr="00A4769E">
        <w:rPr>
          <w:szCs w:val="20"/>
        </w:rPr>
        <w:t>— </w:t>
      </w:r>
      <w:r w:rsidR="001B73FA" w:rsidRPr="001B73FA">
        <w:rPr>
          <w:szCs w:val="20"/>
        </w:rPr>
        <w:t>Nous battre</w:t>
      </w:r>
      <w:r w:rsidRPr="00A4769E">
        <w:rPr>
          <w:szCs w:val="20"/>
        </w:rPr>
        <w:t xml:space="preserve">, </w:t>
      </w:r>
      <w:r w:rsidR="001B73FA" w:rsidRPr="001B73FA">
        <w:rPr>
          <w:szCs w:val="20"/>
        </w:rPr>
        <w:t>dit Angelo</w:t>
      </w:r>
      <w:r w:rsidRPr="00A4769E">
        <w:rPr>
          <w:szCs w:val="20"/>
        </w:rPr>
        <w:t>.</w:t>
      </w:r>
    </w:p>
    <w:p w14:paraId="7E25F271" w14:textId="67EC784D" w:rsidR="00462692" w:rsidRPr="00A4769E" w:rsidRDefault="00462692" w:rsidP="001B73FA">
      <w:pPr>
        <w:rPr>
          <w:szCs w:val="20"/>
        </w:rPr>
      </w:pPr>
      <w:r w:rsidRPr="00A4769E">
        <w:rPr>
          <w:szCs w:val="20"/>
        </w:rPr>
        <w:t>— </w:t>
      </w:r>
      <w:r w:rsidR="001B73FA" w:rsidRPr="001B73FA">
        <w:rPr>
          <w:szCs w:val="20"/>
        </w:rPr>
        <w:t>Parlez pour vous</w:t>
      </w:r>
      <w:r w:rsidRPr="00A4769E">
        <w:rPr>
          <w:szCs w:val="20"/>
        </w:rPr>
        <w:t xml:space="preserve">, </w:t>
      </w:r>
      <w:r w:rsidR="001B73FA" w:rsidRPr="001B73FA">
        <w:rPr>
          <w:szCs w:val="20"/>
        </w:rPr>
        <w:t>dit le cocher</w:t>
      </w:r>
      <w:r w:rsidRPr="00A4769E">
        <w:rPr>
          <w:szCs w:val="20"/>
        </w:rPr>
        <w:t xml:space="preserve">, </w:t>
      </w:r>
      <w:r w:rsidR="001B73FA" w:rsidRPr="001B73FA">
        <w:rPr>
          <w:szCs w:val="20"/>
        </w:rPr>
        <w:t>moi je suis père de famille</w:t>
      </w:r>
      <w:r w:rsidRPr="00A4769E">
        <w:rPr>
          <w:szCs w:val="20"/>
        </w:rPr>
        <w:t xml:space="preserve">. </w:t>
      </w:r>
      <w:r w:rsidR="001B73FA" w:rsidRPr="001B73FA">
        <w:rPr>
          <w:szCs w:val="20"/>
        </w:rPr>
        <w:t>Les deux écus que vous m</w:t>
      </w:r>
      <w:r w:rsidRPr="00A4769E">
        <w:rPr>
          <w:szCs w:val="20"/>
        </w:rPr>
        <w:t>’</w:t>
      </w:r>
      <w:r w:rsidR="001B73FA" w:rsidRPr="001B73FA">
        <w:rPr>
          <w:szCs w:val="20"/>
        </w:rPr>
        <w:t>avez promis sont encore dans votre poche</w:t>
      </w:r>
      <w:r w:rsidRPr="00A4769E">
        <w:rPr>
          <w:szCs w:val="20"/>
        </w:rPr>
        <w:t>.</w:t>
      </w:r>
    </w:p>
    <w:p w14:paraId="10D2E685" w14:textId="0FDCB90D" w:rsidR="00462692" w:rsidRPr="00A4769E" w:rsidRDefault="00462692" w:rsidP="001B73FA">
      <w:pPr>
        <w:rPr>
          <w:szCs w:val="20"/>
        </w:rPr>
      </w:pPr>
      <w:r w:rsidRPr="00A4769E">
        <w:rPr>
          <w:szCs w:val="20"/>
        </w:rPr>
        <w:t>— </w:t>
      </w:r>
      <w:r w:rsidR="001B73FA" w:rsidRPr="001B73FA">
        <w:rPr>
          <w:szCs w:val="20"/>
        </w:rPr>
        <w:t>Et ils y resteront si tu n</w:t>
      </w:r>
      <w:r w:rsidRPr="00A4769E">
        <w:rPr>
          <w:szCs w:val="20"/>
        </w:rPr>
        <w:t>’</w:t>
      </w:r>
      <w:r w:rsidR="001B73FA" w:rsidRPr="001B73FA">
        <w:rPr>
          <w:szCs w:val="20"/>
        </w:rPr>
        <w:t>asticotes pas un peu tes chevaux qui s</w:t>
      </w:r>
      <w:r w:rsidRPr="00A4769E">
        <w:rPr>
          <w:szCs w:val="20"/>
        </w:rPr>
        <w:t>’</w:t>
      </w:r>
      <w:r w:rsidR="001B73FA" w:rsidRPr="001B73FA">
        <w:rPr>
          <w:szCs w:val="20"/>
        </w:rPr>
        <w:t>endorment</w:t>
      </w:r>
      <w:r w:rsidRPr="00A4769E">
        <w:rPr>
          <w:szCs w:val="20"/>
        </w:rPr>
        <w:t>.</w:t>
      </w:r>
    </w:p>
    <w:p w14:paraId="05E22D66" w14:textId="2CFB2B61" w:rsidR="00462692" w:rsidRPr="00A4769E" w:rsidRDefault="00462692" w:rsidP="001B73FA">
      <w:pPr>
        <w:rPr>
          <w:szCs w:val="20"/>
        </w:rPr>
      </w:pPr>
      <w:r w:rsidRPr="00A4769E">
        <w:rPr>
          <w:szCs w:val="20"/>
        </w:rPr>
        <w:lastRenderedPageBreak/>
        <w:t>— </w:t>
      </w:r>
      <w:r w:rsidR="001B73FA" w:rsidRPr="001B73FA">
        <w:rPr>
          <w:szCs w:val="20"/>
        </w:rPr>
        <w:t>Tenez</w:t>
      </w:r>
      <w:r w:rsidRPr="00A4769E">
        <w:rPr>
          <w:szCs w:val="20"/>
        </w:rPr>
        <w:t xml:space="preserve">, </w:t>
      </w:r>
      <w:r w:rsidR="001B73FA" w:rsidRPr="001B73FA">
        <w:rPr>
          <w:szCs w:val="20"/>
        </w:rPr>
        <w:t>monsieur</w:t>
      </w:r>
      <w:r w:rsidRPr="00A4769E">
        <w:rPr>
          <w:szCs w:val="20"/>
        </w:rPr>
        <w:t xml:space="preserve">, </w:t>
      </w:r>
      <w:r w:rsidR="001B73FA" w:rsidRPr="001B73FA">
        <w:rPr>
          <w:szCs w:val="20"/>
        </w:rPr>
        <w:t>regardez là-bas</w:t>
      </w:r>
      <w:r w:rsidRPr="00A4769E">
        <w:rPr>
          <w:szCs w:val="20"/>
        </w:rPr>
        <w:t xml:space="preserve">, </w:t>
      </w:r>
      <w:r w:rsidR="001B73FA" w:rsidRPr="001B73FA">
        <w:rPr>
          <w:szCs w:val="20"/>
        </w:rPr>
        <w:t>sous le genévrier</w:t>
      </w:r>
      <w:r w:rsidRPr="00A4769E">
        <w:rPr>
          <w:szCs w:val="20"/>
        </w:rPr>
        <w:t xml:space="preserve"> : </w:t>
      </w:r>
      <w:r w:rsidR="001B73FA" w:rsidRPr="001B73FA">
        <w:rPr>
          <w:szCs w:val="20"/>
        </w:rPr>
        <w:t>si ce n</w:t>
      </w:r>
      <w:r w:rsidRPr="00A4769E">
        <w:rPr>
          <w:szCs w:val="20"/>
        </w:rPr>
        <w:t>’</w:t>
      </w:r>
      <w:r w:rsidR="001B73FA" w:rsidRPr="001B73FA">
        <w:rPr>
          <w:szCs w:val="20"/>
        </w:rPr>
        <w:t>est pas un cavalier</w:t>
      </w:r>
      <w:r w:rsidRPr="00A4769E">
        <w:rPr>
          <w:szCs w:val="20"/>
        </w:rPr>
        <w:t xml:space="preserve">, </w:t>
      </w:r>
      <w:r w:rsidR="001B73FA" w:rsidRPr="001B73FA">
        <w:rPr>
          <w:szCs w:val="20"/>
        </w:rPr>
        <w:t>je veux perdre mon nom</w:t>
      </w:r>
      <w:r w:rsidRPr="00A4769E">
        <w:rPr>
          <w:szCs w:val="20"/>
        </w:rPr>
        <w:t xml:space="preserve">. </w:t>
      </w:r>
      <w:r w:rsidR="001B73FA" w:rsidRPr="001B73FA">
        <w:rPr>
          <w:szCs w:val="20"/>
        </w:rPr>
        <w:t>Quand on parle du loup</w:t>
      </w:r>
      <w:r w:rsidRPr="00A4769E">
        <w:rPr>
          <w:szCs w:val="20"/>
        </w:rPr>
        <w:t xml:space="preserve">… </w:t>
      </w:r>
      <w:r w:rsidR="001B73FA" w:rsidRPr="001B73FA">
        <w:rPr>
          <w:szCs w:val="20"/>
        </w:rPr>
        <w:t>Halte</w:t>
      </w:r>
      <w:r w:rsidRPr="00A4769E">
        <w:rPr>
          <w:szCs w:val="20"/>
        </w:rPr>
        <w:t xml:space="preserve"> ! </w:t>
      </w:r>
      <w:r w:rsidR="001B73FA" w:rsidRPr="001B73FA">
        <w:rPr>
          <w:szCs w:val="20"/>
        </w:rPr>
        <w:t>Et sortez donc les canons de vos poches</w:t>
      </w:r>
      <w:r w:rsidRPr="00A4769E">
        <w:rPr>
          <w:szCs w:val="20"/>
        </w:rPr>
        <w:t>.</w:t>
      </w:r>
    </w:p>
    <w:p w14:paraId="50F4548E" w14:textId="41B68FD9" w:rsidR="001B73FA" w:rsidRPr="001B73FA" w:rsidRDefault="00462692" w:rsidP="001B73FA">
      <w:pPr>
        <w:rPr>
          <w:szCs w:val="20"/>
        </w:rPr>
      </w:pPr>
      <w:r w:rsidRPr="00A4769E">
        <w:rPr>
          <w:szCs w:val="20"/>
        </w:rPr>
        <w:t>— </w:t>
      </w:r>
      <w:r w:rsidR="001B73FA" w:rsidRPr="001B73FA">
        <w:rPr>
          <w:szCs w:val="20"/>
        </w:rPr>
        <w:t>N</w:t>
      </w:r>
      <w:r w:rsidRPr="00A4769E">
        <w:rPr>
          <w:szCs w:val="20"/>
        </w:rPr>
        <w:t>’</w:t>
      </w:r>
      <w:r w:rsidR="001B73FA" w:rsidRPr="001B73FA">
        <w:rPr>
          <w:szCs w:val="20"/>
        </w:rPr>
        <w:t>essaie pas de me faire encore prendre un brougham pour un cabriolet</w:t>
      </w:r>
      <w:r w:rsidRPr="00A4769E">
        <w:rPr>
          <w:szCs w:val="20"/>
        </w:rPr>
        <w:t xml:space="preserve">. </w:t>
      </w:r>
      <w:r w:rsidR="001B73FA" w:rsidRPr="001B73FA">
        <w:rPr>
          <w:szCs w:val="20"/>
        </w:rPr>
        <w:t>Marche</w:t>
      </w:r>
      <w:r w:rsidRPr="00A4769E">
        <w:rPr>
          <w:szCs w:val="20"/>
        </w:rPr>
        <w:t xml:space="preserve">. </w:t>
      </w:r>
      <w:r w:rsidR="001B73FA" w:rsidRPr="001B73FA">
        <w:rPr>
          <w:szCs w:val="20"/>
        </w:rPr>
        <w:t>C</w:t>
      </w:r>
      <w:r w:rsidRPr="00A4769E">
        <w:rPr>
          <w:szCs w:val="20"/>
        </w:rPr>
        <w:t>’</w:t>
      </w:r>
      <w:r w:rsidR="001B73FA" w:rsidRPr="001B73FA">
        <w:rPr>
          <w:szCs w:val="20"/>
        </w:rPr>
        <w:t>est un cavalier</w:t>
      </w:r>
      <w:r w:rsidRPr="00A4769E">
        <w:rPr>
          <w:szCs w:val="20"/>
        </w:rPr>
        <w:t xml:space="preserve">, </w:t>
      </w:r>
      <w:r w:rsidR="001B73FA" w:rsidRPr="001B73FA">
        <w:rPr>
          <w:szCs w:val="20"/>
        </w:rPr>
        <w:t>mais il n</w:t>
      </w:r>
      <w:r w:rsidRPr="00A4769E">
        <w:rPr>
          <w:szCs w:val="20"/>
        </w:rPr>
        <w:t>’</w:t>
      </w:r>
      <w:r w:rsidR="001B73FA" w:rsidRPr="001B73FA">
        <w:rPr>
          <w:szCs w:val="20"/>
        </w:rPr>
        <w:t>y a aucune raison pour que ce soit un brigand</w:t>
      </w:r>
      <w:r w:rsidRPr="00A4769E">
        <w:rPr>
          <w:szCs w:val="20"/>
        </w:rPr>
        <w:t>.</w:t>
      </w:r>
      <w:r w:rsidRPr="00A4769E">
        <w:rPr>
          <w:szCs w:val="20"/>
        </w:rPr>
        <w:t> »</w:t>
      </w:r>
    </w:p>
    <w:p w14:paraId="485CB5C2" w14:textId="77777777" w:rsidR="00462692" w:rsidRPr="00A4769E" w:rsidRDefault="001B73FA" w:rsidP="001B73FA">
      <w:pPr>
        <w:rPr>
          <w:szCs w:val="20"/>
        </w:rPr>
      </w:pPr>
      <w:r w:rsidRPr="001B73FA">
        <w:rPr>
          <w:szCs w:val="20"/>
        </w:rPr>
        <w:t>À différentes reprises</w:t>
      </w:r>
      <w:r w:rsidR="00462692" w:rsidRPr="00A4769E">
        <w:rPr>
          <w:szCs w:val="20"/>
        </w:rPr>
        <w:t xml:space="preserve">, </w:t>
      </w:r>
      <w:r w:rsidRPr="001B73FA">
        <w:rPr>
          <w:szCs w:val="20"/>
        </w:rPr>
        <w:t>tout le long du voyage</w:t>
      </w:r>
      <w:r w:rsidR="00462692" w:rsidRPr="00A4769E">
        <w:rPr>
          <w:szCs w:val="20"/>
        </w:rPr>
        <w:t xml:space="preserve">, </w:t>
      </w:r>
      <w:r w:rsidRPr="001B73FA">
        <w:rPr>
          <w:szCs w:val="20"/>
        </w:rPr>
        <w:t>ils aperçurent des cavaliers solitaires qui semblaient</w:t>
      </w:r>
      <w:r w:rsidR="00462692" w:rsidRPr="00A4769E">
        <w:rPr>
          <w:szCs w:val="20"/>
        </w:rPr>
        <w:t xml:space="preserve">, </w:t>
      </w:r>
      <w:r w:rsidRPr="001B73FA">
        <w:rPr>
          <w:szCs w:val="20"/>
        </w:rPr>
        <w:t>en effet</w:t>
      </w:r>
      <w:r w:rsidR="00462692" w:rsidRPr="00A4769E">
        <w:rPr>
          <w:szCs w:val="20"/>
        </w:rPr>
        <w:t xml:space="preserve">, </w:t>
      </w:r>
      <w:r w:rsidRPr="001B73FA">
        <w:rPr>
          <w:szCs w:val="20"/>
        </w:rPr>
        <w:t>faire sentinelle à l</w:t>
      </w:r>
      <w:r w:rsidR="00462692" w:rsidRPr="00A4769E">
        <w:rPr>
          <w:szCs w:val="20"/>
        </w:rPr>
        <w:t>’</w:t>
      </w:r>
      <w:r w:rsidRPr="001B73FA">
        <w:rPr>
          <w:szCs w:val="20"/>
        </w:rPr>
        <w:t>abri d</w:t>
      </w:r>
      <w:r w:rsidR="00462692" w:rsidRPr="00A4769E">
        <w:rPr>
          <w:szCs w:val="20"/>
        </w:rPr>
        <w:t>’</w:t>
      </w:r>
      <w:r w:rsidRPr="001B73FA">
        <w:rPr>
          <w:szCs w:val="20"/>
        </w:rPr>
        <w:t>énormes genévriers</w:t>
      </w:r>
      <w:r w:rsidR="00462692" w:rsidRPr="00A4769E">
        <w:rPr>
          <w:szCs w:val="20"/>
        </w:rPr>
        <w:t xml:space="preserve">. </w:t>
      </w:r>
      <w:r w:rsidRPr="001B73FA">
        <w:rPr>
          <w:szCs w:val="20"/>
        </w:rPr>
        <w:t>Le dernier qu</w:t>
      </w:r>
      <w:r w:rsidR="00462692" w:rsidRPr="00A4769E">
        <w:rPr>
          <w:szCs w:val="20"/>
        </w:rPr>
        <w:t>’</w:t>
      </w:r>
      <w:r w:rsidRPr="001B73FA">
        <w:rPr>
          <w:szCs w:val="20"/>
        </w:rPr>
        <w:t>ils croisèrent au crépuscule était au bord de la route</w:t>
      </w:r>
      <w:r w:rsidR="00462692" w:rsidRPr="00A4769E">
        <w:rPr>
          <w:szCs w:val="20"/>
        </w:rPr>
        <w:t xml:space="preserve">. </w:t>
      </w:r>
      <w:r w:rsidRPr="001B73FA">
        <w:rPr>
          <w:szCs w:val="20"/>
        </w:rPr>
        <w:t>Il avait mauvaise mine</w:t>
      </w:r>
      <w:r w:rsidR="00462692" w:rsidRPr="00A4769E">
        <w:rPr>
          <w:szCs w:val="20"/>
        </w:rPr>
        <w:t xml:space="preserve">, </w:t>
      </w:r>
      <w:r w:rsidRPr="001B73FA">
        <w:rPr>
          <w:szCs w:val="20"/>
        </w:rPr>
        <w:t>mais il était indifférent</w:t>
      </w:r>
      <w:r w:rsidR="00462692" w:rsidRPr="00A4769E">
        <w:rPr>
          <w:szCs w:val="20"/>
        </w:rPr>
        <w:t xml:space="preserve">. </w:t>
      </w:r>
      <w:r w:rsidRPr="001B73FA">
        <w:rPr>
          <w:szCs w:val="20"/>
        </w:rPr>
        <w:t>Il se contenta de les suivre pendant un quart de lieue</w:t>
      </w:r>
      <w:r w:rsidR="00462692" w:rsidRPr="00A4769E">
        <w:rPr>
          <w:szCs w:val="20"/>
        </w:rPr>
        <w:t xml:space="preserve">, </w:t>
      </w:r>
      <w:r w:rsidRPr="001B73FA">
        <w:rPr>
          <w:szCs w:val="20"/>
        </w:rPr>
        <w:t>à plus de cent pas derrière</w:t>
      </w:r>
      <w:r w:rsidR="00462692" w:rsidRPr="00A4769E">
        <w:rPr>
          <w:szCs w:val="20"/>
        </w:rPr>
        <w:t xml:space="preserve">, </w:t>
      </w:r>
      <w:r w:rsidRPr="001B73FA">
        <w:rPr>
          <w:szCs w:val="20"/>
        </w:rPr>
        <w:t>puis il prit une traverse</w:t>
      </w:r>
      <w:r w:rsidR="00462692" w:rsidRPr="00A4769E">
        <w:rPr>
          <w:szCs w:val="20"/>
        </w:rPr>
        <w:t xml:space="preserve">, </w:t>
      </w:r>
      <w:r w:rsidRPr="001B73FA">
        <w:rPr>
          <w:szCs w:val="20"/>
        </w:rPr>
        <w:t>dans laquelle ils le virent trotter et disparaître</w:t>
      </w:r>
      <w:r w:rsidR="00462692" w:rsidRPr="00A4769E">
        <w:rPr>
          <w:szCs w:val="20"/>
        </w:rPr>
        <w:t xml:space="preserve">. </w:t>
      </w:r>
      <w:r w:rsidRPr="001B73FA">
        <w:rPr>
          <w:szCs w:val="20"/>
        </w:rPr>
        <w:t>La nuit tomba</w:t>
      </w:r>
      <w:r w:rsidR="00462692" w:rsidRPr="00A4769E">
        <w:rPr>
          <w:szCs w:val="20"/>
        </w:rPr>
        <w:t xml:space="preserve">. </w:t>
      </w:r>
      <w:r w:rsidRPr="001B73FA">
        <w:rPr>
          <w:szCs w:val="20"/>
        </w:rPr>
        <w:t>Longtemps après</w:t>
      </w:r>
      <w:r w:rsidR="00462692" w:rsidRPr="00A4769E">
        <w:rPr>
          <w:szCs w:val="20"/>
        </w:rPr>
        <w:t xml:space="preserve">, </w:t>
      </w:r>
      <w:r w:rsidRPr="001B73FA">
        <w:rPr>
          <w:szCs w:val="20"/>
        </w:rPr>
        <w:t>le brasillement du château de La Valette</w:t>
      </w:r>
      <w:r w:rsidR="00462692" w:rsidRPr="00A4769E">
        <w:rPr>
          <w:szCs w:val="20"/>
        </w:rPr>
        <w:t xml:space="preserve">, </w:t>
      </w:r>
      <w:r w:rsidRPr="001B73FA">
        <w:rPr>
          <w:szCs w:val="20"/>
        </w:rPr>
        <w:t>avec de grandes fenêtres éclairées</w:t>
      </w:r>
      <w:r w:rsidR="00462692" w:rsidRPr="00A4769E">
        <w:rPr>
          <w:szCs w:val="20"/>
        </w:rPr>
        <w:t xml:space="preserve">, </w:t>
      </w:r>
      <w:r w:rsidRPr="001B73FA">
        <w:rPr>
          <w:szCs w:val="20"/>
        </w:rPr>
        <w:t>apparut sur la colline en face</w:t>
      </w:r>
      <w:r w:rsidR="00462692" w:rsidRPr="00A4769E">
        <w:rPr>
          <w:szCs w:val="20"/>
        </w:rPr>
        <w:t xml:space="preserve">. </w:t>
      </w:r>
      <w:r w:rsidRPr="001B73FA">
        <w:rPr>
          <w:szCs w:val="20"/>
        </w:rPr>
        <w:t>Mais il fallut encore tourner dans les maquis du plateau et de son ubac avant d</w:t>
      </w:r>
      <w:r w:rsidR="00462692" w:rsidRPr="00A4769E">
        <w:rPr>
          <w:szCs w:val="20"/>
        </w:rPr>
        <w:t>’</w:t>
      </w:r>
      <w:r w:rsidRPr="001B73FA">
        <w:rPr>
          <w:szCs w:val="20"/>
        </w:rPr>
        <w:t>arriver</w:t>
      </w:r>
      <w:r w:rsidR="00462692" w:rsidRPr="00A4769E">
        <w:rPr>
          <w:szCs w:val="20"/>
        </w:rPr>
        <w:t>.</w:t>
      </w:r>
    </w:p>
    <w:p w14:paraId="27B5BC14" w14:textId="487F6B0D" w:rsidR="00462692" w:rsidRPr="00A4769E" w:rsidRDefault="00462692" w:rsidP="001B73FA">
      <w:pPr>
        <w:rPr>
          <w:szCs w:val="20"/>
        </w:rPr>
      </w:pPr>
      <w:r w:rsidRPr="00A4769E">
        <w:rPr>
          <w:szCs w:val="20"/>
        </w:rPr>
        <w:t>« </w:t>
      </w:r>
      <w:r w:rsidR="001B73FA" w:rsidRPr="001B73FA">
        <w:rPr>
          <w:szCs w:val="20"/>
        </w:rPr>
        <w:t>J</w:t>
      </w:r>
      <w:r w:rsidRPr="00A4769E">
        <w:rPr>
          <w:szCs w:val="20"/>
        </w:rPr>
        <w:t>’</w:t>
      </w:r>
      <w:r w:rsidR="001B73FA" w:rsidRPr="001B73FA">
        <w:rPr>
          <w:szCs w:val="20"/>
        </w:rPr>
        <w:t>ai allumé les salons d</w:t>
      </w:r>
      <w:r w:rsidRPr="00A4769E">
        <w:rPr>
          <w:szCs w:val="20"/>
        </w:rPr>
        <w:t>’</w:t>
      </w:r>
      <w:r w:rsidR="001B73FA" w:rsidRPr="001B73FA">
        <w:rPr>
          <w:szCs w:val="20"/>
        </w:rPr>
        <w:t>apparat</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Je voulais que</w:t>
      </w:r>
      <w:r w:rsidRPr="00A4769E">
        <w:rPr>
          <w:szCs w:val="20"/>
        </w:rPr>
        <w:t xml:space="preserve">, </w:t>
      </w:r>
      <w:r w:rsidR="001B73FA" w:rsidRPr="001B73FA">
        <w:rPr>
          <w:szCs w:val="20"/>
        </w:rPr>
        <w:t>même de loin</w:t>
      </w:r>
      <w:r w:rsidRPr="00A4769E">
        <w:rPr>
          <w:szCs w:val="20"/>
        </w:rPr>
        <w:t xml:space="preserve">, </w:t>
      </w:r>
      <w:r w:rsidR="001B73FA" w:rsidRPr="001B73FA">
        <w:rPr>
          <w:szCs w:val="20"/>
        </w:rPr>
        <w:t>nous vous apparaissions un peu en or</w:t>
      </w:r>
      <w:r w:rsidRPr="00A4769E">
        <w:rPr>
          <w:szCs w:val="20"/>
        </w:rPr>
        <w:t xml:space="preserve">. </w:t>
      </w:r>
      <w:r w:rsidR="001B73FA" w:rsidRPr="001B73FA">
        <w:rPr>
          <w:szCs w:val="20"/>
        </w:rPr>
        <w:t>Hélas</w:t>
      </w:r>
      <w:r w:rsidRPr="00A4769E">
        <w:rPr>
          <w:szCs w:val="20"/>
        </w:rPr>
        <w:t xml:space="preserve"> ! </w:t>
      </w:r>
      <w:r w:rsidR="001B73FA" w:rsidRPr="001B73FA">
        <w:rPr>
          <w:szCs w:val="20"/>
        </w:rPr>
        <w:t>ils sont vides pour ce soir</w:t>
      </w:r>
      <w:r w:rsidRPr="00A4769E">
        <w:rPr>
          <w:szCs w:val="20"/>
        </w:rPr>
        <w:t xml:space="preserve"> : </w:t>
      </w:r>
      <w:r w:rsidR="001B73FA" w:rsidRPr="001B73FA">
        <w:rPr>
          <w:szCs w:val="20"/>
        </w:rPr>
        <w:t>ma s</w:t>
      </w:r>
      <w:r w:rsidRPr="00A4769E">
        <w:rPr>
          <w:szCs w:val="20"/>
        </w:rPr>
        <w:t>œ</w:t>
      </w:r>
      <w:r w:rsidR="001B73FA" w:rsidRPr="001B73FA">
        <w:rPr>
          <w:szCs w:val="20"/>
        </w:rPr>
        <w:t>ur nous a quittés et la Marquise n</w:t>
      </w:r>
      <w:r w:rsidRPr="00A4769E">
        <w:rPr>
          <w:szCs w:val="20"/>
        </w:rPr>
        <w:t>’</w:t>
      </w:r>
      <w:r w:rsidR="001B73FA" w:rsidRPr="001B73FA">
        <w:rPr>
          <w:szCs w:val="20"/>
        </w:rPr>
        <w:t>a pu résister au sommeil</w:t>
      </w:r>
      <w:r w:rsidRPr="00A4769E">
        <w:rPr>
          <w:szCs w:val="20"/>
        </w:rPr>
        <w:t xml:space="preserve">. </w:t>
      </w:r>
      <w:r w:rsidR="001B73FA" w:rsidRPr="001B73FA">
        <w:rPr>
          <w:szCs w:val="20"/>
        </w:rPr>
        <w:t>C</w:t>
      </w:r>
      <w:r w:rsidRPr="00A4769E">
        <w:rPr>
          <w:szCs w:val="20"/>
        </w:rPr>
        <w:t>’</w:t>
      </w:r>
      <w:r w:rsidR="001B73FA" w:rsidRPr="001B73FA">
        <w:rPr>
          <w:szCs w:val="20"/>
        </w:rPr>
        <w:t>est une enfant</w:t>
      </w:r>
      <w:r w:rsidRPr="00A4769E">
        <w:rPr>
          <w:szCs w:val="20"/>
        </w:rPr>
        <w:t xml:space="preserve">. </w:t>
      </w:r>
      <w:r w:rsidR="001B73FA" w:rsidRPr="001B73FA">
        <w:rPr>
          <w:szCs w:val="20"/>
        </w:rPr>
        <w:t>Elle s</w:t>
      </w:r>
      <w:r w:rsidRPr="00A4769E">
        <w:rPr>
          <w:szCs w:val="20"/>
        </w:rPr>
        <w:t>’</w:t>
      </w:r>
      <w:r w:rsidR="001B73FA" w:rsidRPr="001B73FA">
        <w:rPr>
          <w:szCs w:val="20"/>
        </w:rPr>
        <w:t>endormait sur le bras de son fauteuil</w:t>
      </w:r>
      <w:r w:rsidRPr="00A4769E">
        <w:rPr>
          <w:szCs w:val="20"/>
        </w:rPr>
        <w:t xml:space="preserve">. </w:t>
      </w:r>
      <w:r w:rsidR="001B73FA" w:rsidRPr="001B73FA">
        <w:rPr>
          <w:szCs w:val="20"/>
        </w:rPr>
        <w:t>Je lui ai dit</w:t>
      </w:r>
      <w:r w:rsidRPr="00A4769E">
        <w:rPr>
          <w:szCs w:val="20"/>
        </w:rPr>
        <w:t xml:space="preserve"> : </w:t>
      </w:r>
      <w:r w:rsidR="001B73FA" w:rsidRPr="001B73FA">
        <w:rPr>
          <w:szCs w:val="20"/>
        </w:rPr>
        <w:t>“</w:t>
      </w:r>
      <w:r w:rsidR="001B73FA" w:rsidRPr="001B73FA">
        <w:rPr>
          <w:szCs w:val="20"/>
        </w:rPr>
        <w:t>Va te coucher</w:t>
      </w:r>
      <w:r w:rsidRPr="00A4769E">
        <w:rPr>
          <w:szCs w:val="20"/>
        </w:rPr>
        <w:t xml:space="preserve">. </w:t>
      </w:r>
      <w:r w:rsidR="001B73FA" w:rsidRPr="001B73FA">
        <w:rPr>
          <w:szCs w:val="20"/>
        </w:rPr>
        <w:t>Tu le verras demain</w:t>
      </w:r>
      <w:r w:rsidRPr="00A4769E">
        <w:rPr>
          <w:szCs w:val="20"/>
        </w:rPr>
        <w:t xml:space="preserve">. </w:t>
      </w:r>
      <w:r w:rsidR="001B73FA" w:rsidRPr="001B73FA">
        <w:rPr>
          <w:szCs w:val="20"/>
        </w:rPr>
        <w:t>C</w:t>
      </w:r>
      <w:r w:rsidRPr="00A4769E">
        <w:rPr>
          <w:szCs w:val="20"/>
        </w:rPr>
        <w:t>’</w:t>
      </w:r>
      <w:r w:rsidR="001B73FA" w:rsidRPr="001B73FA">
        <w:rPr>
          <w:szCs w:val="20"/>
        </w:rPr>
        <w:t>est un excellent jeune homme qui te pardonnera volontiers</w:t>
      </w:r>
      <w:r w:rsidRPr="00A4769E">
        <w:rPr>
          <w:szCs w:val="20"/>
        </w:rPr>
        <w:t>.</w:t>
      </w:r>
      <w:r w:rsidRPr="00A4769E">
        <w:rPr>
          <w:szCs w:val="20"/>
        </w:rPr>
        <w:t>”</w:t>
      </w:r>
      <w:r w:rsidR="001B73FA" w:rsidRPr="001B73FA">
        <w:rPr>
          <w:szCs w:val="20"/>
        </w:rPr>
        <w:t xml:space="preserve"> </w:t>
      </w:r>
      <w:r w:rsidR="001B73FA" w:rsidRPr="001B73FA">
        <w:rPr>
          <w:szCs w:val="20"/>
        </w:rPr>
        <w:t>Excusez-moi de n</w:t>
      </w:r>
      <w:r w:rsidRPr="00A4769E">
        <w:rPr>
          <w:szCs w:val="20"/>
        </w:rPr>
        <w:t>’</w:t>
      </w:r>
      <w:r w:rsidR="001B73FA" w:rsidRPr="001B73FA">
        <w:rPr>
          <w:szCs w:val="20"/>
        </w:rPr>
        <w:t>avoir pas fait toilette</w:t>
      </w:r>
      <w:r w:rsidRPr="00A4769E">
        <w:rPr>
          <w:szCs w:val="20"/>
        </w:rPr>
        <w:t>. »</w:t>
      </w:r>
      <w:r w:rsidR="001B73FA" w:rsidRPr="001B73FA">
        <w:rPr>
          <w:szCs w:val="20"/>
        </w:rPr>
        <w:t xml:space="preserve"> Il était en culotte de cuir</w:t>
      </w:r>
      <w:r w:rsidRPr="00A4769E">
        <w:rPr>
          <w:szCs w:val="20"/>
        </w:rPr>
        <w:t xml:space="preserve">, </w:t>
      </w:r>
      <w:r w:rsidR="001B73FA" w:rsidRPr="001B73FA">
        <w:rPr>
          <w:szCs w:val="20"/>
        </w:rPr>
        <w:t>bottes et blouson de daim</w:t>
      </w:r>
      <w:r w:rsidRPr="00A4769E">
        <w:rPr>
          <w:szCs w:val="20"/>
        </w:rPr>
        <w:t>. « </w:t>
      </w:r>
      <w:r w:rsidR="001B73FA" w:rsidRPr="001B73FA">
        <w:rPr>
          <w:szCs w:val="20"/>
        </w:rPr>
        <w:t>Excusez-moi surtout de m</w:t>
      </w:r>
      <w:r w:rsidRPr="00A4769E">
        <w:rPr>
          <w:szCs w:val="20"/>
        </w:rPr>
        <w:t>’</w:t>
      </w:r>
      <w:r w:rsidR="001B73FA" w:rsidRPr="001B73FA">
        <w:rPr>
          <w:szCs w:val="20"/>
        </w:rPr>
        <w:t>excuser de cette façon si bourgeoise</w:t>
      </w:r>
      <w:r w:rsidRPr="00A4769E">
        <w:rPr>
          <w:szCs w:val="20"/>
        </w:rPr>
        <w:t xml:space="preserve">. </w:t>
      </w:r>
      <w:r w:rsidR="001B73FA" w:rsidRPr="001B73FA">
        <w:rPr>
          <w:szCs w:val="20"/>
        </w:rPr>
        <w:t>J</w:t>
      </w:r>
      <w:r w:rsidRPr="00A4769E">
        <w:rPr>
          <w:szCs w:val="20"/>
        </w:rPr>
        <w:t>’</w:t>
      </w:r>
      <w:r w:rsidR="001B73FA" w:rsidRPr="001B73FA">
        <w:rPr>
          <w:szCs w:val="20"/>
        </w:rPr>
        <w:t>ai gardé de vous le souvenir d</w:t>
      </w:r>
      <w:r w:rsidRPr="00A4769E">
        <w:rPr>
          <w:szCs w:val="20"/>
        </w:rPr>
        <w:t>’</w:t>
      </w:r>
      <w:r w:rsidR="001B73FA" w:rsidRPr="001B73FA">
        <w:rPr>
          <w:szCs w:val="20"/>
        </w:rPr>
        <w:t>un homme semblable à un cerf</w:t>
      </w:r>
      <w:r w:rsidRPr="00A4769E">
        <w:rPr>
          <w:szCs w:val="20"/>
        </w:rPr>
        <w:t xml:space="preserve">. </w:t>
      </w:r>
      <w:r w:rsidR="001B73FA" w:rsidRPr="001B73FA">
        <w:rPr>
          <w:szCs w:val="20"/>
        </w:rPr>
        <w:t>Vous avez toujours votre regard de forestier rêveur et hautain</w:t>
      </w:r>
      <w:r w:rsidRPr="00A4769E">
        <w:rPr>
          <w:szCs w:val="20"/>
        </w:rPr>
        <w:t xml:space="preserve">. </w:t>
      </w:r>
      <w:r w:rsidR="001B73FA" w:rsidRPr="001B73FA">
        <w:rPr>
          <w:szCs w:val="20"/>
        </w:rPr>
        <w:t>Je ne dois pas apparaître de</w:t>
      </w:r>
      <w:r w:rsidR="001B73FA" w:rsidRPr="001B73FA">
        <w:rPr>
          <w:szCs w:val="20"/>
        </w:rPr>
        <w:lastRenderedPageBreak/>
        <w:t>vant ce regard-là en linge amidonné et en drap d</w:t>
      </w:r>
      <w:r w:rsidRPr="00A4769E">
        <w:rPr>
          <w:szCs w:val="20"/>
        </w:rPr>
        <w:t>’</w:t>
      </w:r>
      <w:r w:rsidR="001B73FA" w:rsidRPr="001B73FA">
        <w:rPr>
          <w:szCs w:val="20"/>
        </w:rPr>
        <w:t>Elbeuf</w:t>
      </w:r>
      <w:r w:rsidRPr="00A4769E">
        <w:rPr>
          <w:szCs w:val="20"/>
        </w:rPr>
        <w:t xml:space="preserve">, </w:t>
      </w:r>
      <w:r w:rsidR="001B73FA" w:rsidRPr="001B73FA">
        <w:rPr>
          <w:szCs w:val="20"/>
        </w:rPr>
        <w:t>mais comme un roi des collines que je suis</w:t>
      </w:r>
      <w:r w:rsidRPr="00A4769E">
        <w:rPr>
          <w:szCs w:val="20"/>
        </w:rPr>
        <w:t>.</w:t>
      </w:r>
    </w:p>
    <w:p w14:paraId="01FD14A0" w14:textId="07505018" w:rsidR="001B73FA" w:rsidRPr="001B73FA" w:rsidRDefault="00462692" w:rsidP="001B73FA">
      <w:pPr>
        <w:rPr>
          <w:szCs w:val="20"/>
        </w:rPr>
      </w:pPr>
      <w:r w:rsidRPr="00A4769E">
        <w:rPr>
          <w:szCs w:val="20"/>
        </w:rPr>
        <w:t>— </w:t>
      </w:r>
      <w:r w:rsidR="001B73FA" w:rsidRPr="001B73FA">
        <w:rPr>
          <w:szCs w:val="20"/>
        </w:rPr>
        <w:t>Je suis moi-même en costume de route</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 xml:space="preserve">et je bénis le ciel que </w:t>
      </w:r>
      <w:r w:rsidRPr="00A4769E">
        <w:rPr>
          <w:szCs w:val="20"/>
        </w:rPr>
        <w:t>M</w:t>
      </w:r>
      <w:r w:rsidRPr="00A4769E">
        <w:rPr>
          <w:szCs w:val="20"/>
          <w:vertAlign w:val="superscript"/>
        </w:rPr>
        <w:t>me</w:t>
      </w:r>
      <w:r w:rsidRPr="00A4769E">
        <w:rPr>
          <w:szCs w:val="20"/>
        </w:rPr>
        <w:t> </w:t>
      </w:r>
      <w:r w:rsidR="001B73FA" w:rsidRPr="001B73FA">
        <w:rPr>
          <w:szCs w:val="20"/>
        </w:rPr>
        <w:t>la Marquise ait eu sommeil</w:t>
      </w:r>
      <w:r w:rsidRPr="00A4769E">
        <w:rPr>
          <w:szCs w:val="20"/>
        </w:rPr>
        <w:t xml:space="preserve">, </w:t>
      </w:r>
      <w:r w:rsidR="001B73FA" w:rsidRPr="001B73FA">
        <w:rPr>
          <w:szCs w:val="20"/>
        </w:rPr>
        <w:t>j</w:t>
      </w:r>
      <w:r w:rsidRPr="00A4769E">
        <w:rPr>
          <w:szCs w:val="20"/>
        </w:rPr>
        <w:t>’</w:t>
      </w:r>
      <w:r w:rsidR="001B73FA" w:rsidRPr="001B73FA">
        <w:rPr>
          <w:szCs w:val="20"/>
        </w:rPr>
        <w:t>aurais été navré de me présenter devant elle en cet équipage</w:t>
      </w:r>
      <w:r w:rsidRPr="00A4769E">
        <w:rPr>
          <w:szCs w:val="20"/>
        </w:rPr>
        <w:t>. »« </w:t>
      </w:r>
      <w:r w:rsidR="001B73FA" w:rsidRPr="001B73FA">
        <w:rPr>
          <w:szCs w:val="20"/>
        </w:rPr>
        <w:t>Voilà qui n</w:t>
      </w:r>
      <w:r w:rsidRPr="00A4769E">
        <w:rPr>
          <w:szCs w:val="20"/>
        </w:rPr>
        <w:t>’</w:t>
      </w:r>
      <w:r w:rsidR="001B73FA" w:rsidRPr="001B73FA">
        <w:rPr>
          <w:szCs w:val="20"/>
        </w:rPr>
        <w:t>a plus du tout le ton de notre première rencontre</w:t>
      </w:r>
      <w:r w:rsidRPr="00A4769E">
        <w:rPr>
          <w:szCs w:val="20"/>
        </w:rPr>
        <w:t xml:space="preserve"> », </w:t>
      </w:r>
      <w:r w:rsidR="001B73FA" w:rsidRPr="001B73FA">
        <w:rPr>
          <w:szCs w:val="20"/>
        </w:rPr>
        <w:t>se disait Angelo</w:t>
      </w:r>
      <w:r w:rsidRPr="00A4769E">
        <w:rPr>
          <w:szCs w:val="20"/>
        </w:rPr>
        <w:t xml:space="preserve">, </w:t>
      </w:r>
      <w:r w:rsidR="001B73FA" w:rsidRPr="001B73FA">
        <w:rPr>
          <w:szCs w:val="20"/>
        </w:rPr>
        <w:t>étonné</w:t>
      </w:r>
      <w:r w:rsidRPr="00A4769E">
        <w:rPr>
          <w:szCs w:val="20"/>
        </w:rPr>
        <w:t>. « </w:t>
      </w:r>
      <w:r w:rsidR="001B73FA" w:rsidRPr="001B73FA">
        <w:rPr>
          <w:szCs w:val="20"/>
        </w:rPr>
        <w:t>Vous n</w:t>
      </w:r>
      <w:r w:rsidRPr="00A4769E">
        <w:rPr>
          <w:szCs w:val="20"/>
        </w:rPr>
        <w:t>’</w:t>
      </w:r>
      <w:r w:rsidR="001B73FA" w:rsidRPr="001B73FA">
        <w:rPr>
          <w:szCs w:val="20"/>
        </w:rPr>
        <w:t>imaginez pas</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la séduction que peuvent exercer sur cette femme</w:t>
      </w:r>
      <w:r w:rsidRPr="00A4769E">
        <w:rPr>
          <w:szCs w:val="20"/>
        </w:rPr>
        <w:t xml:space="preserve">, </w:t>
      </w:r>
      <w:r w:rsidR="001B73FA" w:rsidRPr="001B73FA">
        <w:rPr>
          <w:szCs w:val="20"/>
        </w:rPr>
        <w:t>sur moi-même et sur toute la maison</w:t>
      </w:r>
      <w:r w:rsidRPr="00A4769E">
        <w:rPr>
          <w:szCs w:val="20"/>
        </w:rPr>
        <w:t xml:space="preserve">, </w:t>
      </w:r>
      <w:r w:rsidR="001B73FA" w:rsidRPr="001B73FA">
        <w:rPr>
          <w:szCs w:val="20"/>
        </w:rPr>
        <w:t>la boue ou la poussière des routes et cet air écrasé que les grands voyageurs conservent dans le pliement de leur échine jusque dans le repos complet</w:t>
      </w:r>
      <w:r w:rsidRPr="00A4769E">
        <w:rPr>
          <w:szCs w:val="20"/>
        </w:rPr>
        <w:t xml:space="preserve">. </w:t>
      </w:r>
      <w:r w:rsidR="001B73FA" w:rsidRPr="001B73FA">
        <w:rPr>
          <w:szCs w:val="20"/>
        </w:rPr>
        <w:t>Je crois qu</w:t>
      </w:r>
      <w:r w:rsidRPr="00A4769E">
        <w:rPr>
          <w:szCs w:val="20"/>
        </w:rPr>
        <w:t>’</w:t>
      </w:r>
      <w:r w:rsidR="001B73FA" w:rsidRPr="001B73FA">
        <w:rPr>
          <w:szCs w:val="20"/>
        </w:rPr>
        <w:t>il faudrait faire des cercueils en arcs de cercle pour les grands voyageurs morts</w:t>
      </w:r>
      <w:r w:rsidRPr="00A4769E">
        <w:rPr>
          <w:szCs w:val="20"/>
        </w:rPr>
        <w:t xml:space="preserve">. </w:t>
      </w:r>
      <w:r w:rsidR="001B73FA" w:rsidRPr="001B73FA">
        <w:rPr>
          <w:szCs w:val="20"/>
        </w:rPr>
        <w:t>On ne peut pas dire que vous ayez fait un grand voyage pour venir d</w:t>
      </w:r>
      <w:r w:rsidRPr="00A4769E">
        <w:rPr>
          <w:szCs w:val="20"/>
        </w:rPr>
        <w:t>’</w:t>
      </w:r>
      <w:r w:rsidR="001B73FA" w:rsidRPr="001B73FA">
        <w:rPr>
          <w:szCs w:val="20"/>
        </w:rPr>
        <w:t>Aix jusqu</w:t>
      </w:r>
      <w:r w:rsidRPr="00A4769E">
        <w:rPr>
          <w:szCs w:val="20"/>
        </w:rPr>
        <w:t>’</w:t>
      </w:r>
      <w:r w:rsidR="001B73FA" w:rsidRPr="001B73FA">
        <w:rPr>
          <w:szCs w:val="20"/>
        </w:rPr>
        <w:t>ici</w:t>
      </w:r>
      <w:r w:rsidRPr="00A4769E">
        <w:rPr>
          <w:szCs w:val="20"/>
        </w:rPr>
        <w:t xml:space="preserve">. </w:t>
      </w:r>
      <w:r w:rsidR="001B73FA" w:rsidRPr="001B73FA">
        <w:rPr>
          <w:szCs w:val="20"/>
        </w:rPr>
        <w:t>En ce qui vous concerne</w:t>
      </w:r>
      <w:r w:rsidRPr="00A4769E">
        <w:rPr>
          <w:szCs w:val="20"/>
        </w:rPr>
        <w:t xml:space="preserve">, </w:t>
      </w:r>
      <w:r w:rsidR="001B73FA" w:rsidRPr="001B73FA">
        <w:rPr>
          <w:szCs w:val="20"/>
        </w:rPr>
        <w:t>ce n</w:t>
      </w:r>
      <w:r w:rsidRPr="00A4769E">
        <w:rPr>
          <w:szCs w:val="20"/>
        </w:rPr>
        <w:t>’</w:t>
      </w:r>
      <w:r w:rsidR="001B73FA" w:rsidRPr="001B73FA">
        <w:rPr>
          <w:szCs w:val="20"/>
        </w:rPr>
        <w:t>est pas de celui-là que je parle</w:t>
      </w:r>
      <w:r w:rsidRPr="00A4769E">
        <w:rPr>
          <w:szCs w:val="20"/>
        </w:rPr>
        <w:t xml:space="preserve"> ; </w:t>
      </w:r>
      <w:r w:rsidR="001B73FA" w:rsidRPr="001B73FA">
        <w:rPr>
          <w:szCs w:val="20"/>
        </w:rPr>
        <w:t>je parle de ce très long voyage commencé depuis peut-être bien avant votre naissance et qui a créé les formes de votre corps d</w:t>
      </w:r>
      <w:r w:rsidRPr="00A4769E">
        <w:rPr>
          <w:szCs w:val="20"/>
        </w:rPr>
        <w:t>’</w:t>
      </w:r>
      <w:r w:rsidR="001B73FA" w:rsidRPr="001B73FA">
        <w:rPr>
          <w:szCs w:val="20"/>
        </w:rPr>
        <w:t>une façon aussi évidente que cet immense voyage préhistorique dont le vent a modelé la tête des chevaux</w:t>
      </w:r>
      <w:r w:rsidRPr="00A4769E">
        <w:rPr>
          <w:szCs w:val="20"/>
        </w:rPr>
        <w:t>. »</w:t>
      </w:r>
    </w:p>
    <w:p w14:paraId="650CEAEE" w14:textId="77777777" w:rsidR="00462692" w:rsidRPr="00A4769E" w:rsidRDefault="001B73FA" w:rsidP="001B73FA">
      <w:pPr>
        <w:rPr>
          <w:szCs w:val="20"/>
        </w:rPr>
      </w:pPr>
      <w:r w:rsidRPr="001B73FA">
        <w:rPr>
          <w:szCs w:val="20"/>
        </w:rPr>
        <w:t>Le Marquis avait annoncé à Angelo qu</w:t>
      </w:r>
      <w:r w:rsidR="00462692" w:rsidRPr="00A4769E">
        <w:rPr>
          <w:szCs w:val="20"/>
        </w:rPr>
        <w:t>’</w:t>
      </w:r>
      <w:r w:rsidRPr="001B73FA">
        <w:rPr>
          <w:szCs w:val="20"/>
        </w:rPr>
        <w:t>on allait lui servir à souper et</w:t>
      </w:r>
      <w:r w:rsidR="00462692" w:rsidRPr="00A4769E">
        <w:rPr>
          <w:szCs w:val="20"/>
        </w:rPr>
        <w:t xml:space="preserve">, </w:t>
      </w:r>
      <w:r w:rsidRPr="001B73FA">
        <w:rPr>
          <w:szCs w:val="20"/>
        </w:rPr>
        <w:t>en attendant</w:t>
      </w:r>
      <w:r w:rsidR="00462692" w:rsidRPr="00A4769E">
        <w:rPr>
          <w:szCs w:val="20"/>
        </w:rPr>
        <w:t xml:space="preserve">, </w:t>
      </w:r>
      <w:r w:rsidRPr="001B73FA">
        <w:rPr>
          <w:szCs w:val="20"/>
        </w:rPr>
        <w:t>ils se promenaient côte à côte sur les tapis des grands salons</w:t>
      </w:r>
      <w:r w:rsidR="00462692" w:rsidRPr="00A4769E">
        <w:rPr>
          <w:szCs w:val="20"/>
        </w:rPr>
        <w:t>.</w:t>
      </w:r>
    </w:p>
    <w:p w14:paraId="3B9D9E21" w14:textId="77777777" w:rsidR="001B73FA" w:rsidRPr="001B73FA" w:rsidRDefault="00462692" w:rsidP="001B73FA">
      <w:pPr>
        <w:rPr>
          <w:szCs w:val="20"/>
        </w:rPr>
      </w:pPr>
      <w:r w:rsidRPr="00A4769E">
        <w:rPr>
          <w:szCs w:val="20"/>
        </w:rPr>
        <w:t>« </w:t>
      </w:r>
      <w:r w:rsidR="001B73FA" w:rsidRPr="001B73FA">
        <w:rPr>
          <w:szCs w:val="20"/>
        </w:rPr>
        <w:t>Ce qui me donne</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un grand avantage sur beaucoup de gens</w:t>
      </w:r>
      <w:r w:rsidRPr="00A4769E">
        <w:rPr>
          <w:szCs w:val="20"/>
        </w:rPr>
        <w:t xml:space="preserve">, </w:t>
      </w:r>
      <w:r w:rsidR="001B73FA" w:rsidRPr="001B73FA">
        <w:rPr>
          <w:szCs w:val="20"/>
        </w:rPr>
        <w:t>et notamment sur ceux qui calculent</w:t>
      </w:r>
      <w:r w:rsidRPr="00A4769E">
        <w:rPr>
          <w:szCs w:val="20"/>
        </w:rPr>
        <w:t xml:space="preserve">, </w:t>
      </w:r>
      <w:r w:rsidR="001B73FA" w:rsidRPr="001B73FA">
        <w:rPr>
          <w:szCs w:val="20"/>
        </w:rPr>
        <w:t>vous entendez bien ce que je veux dire</w:t>
      </w:r>
      <w:r w:rsidRPr="00A4769E">
        <w:rPr>
          <w:szCs w:val="20"/>
        </w:rPr>
        <w:t xml:space="preserve"> ? </w:t>
      </w:r>
      <w:r w:rsidR="001B73FA" w:rsidRPr="001B73FA">
        <w:rPr>
          <w:szCs w:val="20"/>
        </w:rPr>
        <w:t>sur ceux qui prévoient</w:t>
      </w:r>
      <w:r w:rsidRPr="00A4769E">
        <w:rPr>
          <w:szCs w:val="20"/>
        </w:rPr>
        <w:t xml:space="preserve">, </w:t>
      </w:r>
      <w:r w:rsidR="001B73FA" w:rsidRPr="001B73FA">
        <w:rPr>
          <w:szCs w:val="20"/>
        </w:rPr>
        <w:t>organisent</w:t>
      </w:r>
      <w:r w:rsidRPr="00A4769E">
        <w:rPr>
          <w:szCs w:val="20"/>
        </w:rPr>
        <w:t xml:space="preserve">, </w:t>
      </w:r>
      <w:r w:rsidR="001B73FA" w:rsidRPr="001B73FA">
        <w:rPr>
          <w:szCs w:val="20"/>
        </w:rPr>
        <w:t>s</w:t>
      </w:r>
      <w:r w:rsidRPr="00A4769E">
        <w:rPr>
          <w:szCs w:val="20"/>
        </w:rPr>
        <w:t>’</w:t>
      </w:r>
      <w:r w:rsidR="001B73FA" w:rsidRPr="001B73FA">
        <w:rPr>
          <w:szCs w:val="20"/>
        </w:rPr>
        <w:t>entourent des sécurités de leur intelligence comme d</w:t>
      </w:r>
      <w:r w:rsidRPr="00A4769E">
        <w:rPr>
          <w:szCs w:val="20"/>
        </w:rPr>
        <w:t>’</w:t>
      </w:r>
      <w:r w:rsidR="001B73FA" w:rsidRPr="001B73FA">
        <w:rPr>
          <w:szCs w:val="20"/>
        </w:rPr>
        <w:t>une fortification</w:t>
      </w:r>
      <w:r w:rsidRPr="00A4769E">
        <w:rPr>
          <w:szCs w:val="20"/>
        </w:rPr>
        <w:t xml:space="preserve">, </w:t>
      </w:r>
      <w:r w:rsidR="001B73FA" w:rsidRPr="001B73FA">
        <w:rPr>
          <w:szCs w:val="20"/>
        </w:rPr>
        <w:t>c</w:t>
      </w:r>
      <w:r w:rsidRPr="00A4769E">
        <w:rPr>
          <w:szCs w:val="20"/>
        </w:rPr>
        <w:t>’</w:t>
      </w:r>
      <w:r w:rsidR="001B73FA" w:rsidRPr="001B73FA">
        <w:rPr>
          <w:szCs w:val="20"/>
        </w:rPr>
        <w:t>est que je suis un homme de grand chemin</w:t>
      </w:r>
      <w:r w:rsidRPr="00A4769E">
        <w:rPr>
          <w:szCs w:val="20"/>
        </w:rPr>
        <w:t xml:space="preserve">. </w:t>
      </w:r>
      <w:r w:rsidR="001B73FA" w:rsidRPr="001B73FA">
        <w:rPr>
          <w:szCs w:val="20"/>
        </w:rPr>
        <w:t>J</w:t>
      </w:r>
      <w:r w:rsidRPr="00A4769E">
        <w:rPr>
          <w:szCs w:val="20"/>
        </w:rPr>
        <w:t>’</w:t>
      </w:r>
      <w:r w:rsidR="001B73FA" w:rsidRPr="001B73FA">
        <w:rPr>
          <w:szCs w:val="20"/>
        </w:rPr>
        <w:t>ai reconnu en vous cette même volonté d</w:t>
      </w:r>
      <w:r w:rsidRPr="00A4769E">
        <w:rPr>
          <w:szCs w:val="20"/>
        </w:rPr>
        <w:t>’</w:t>
      </w:r>
      <w:r w:rsidR="001B73FA" w:rsidRPr="001B73FA">
        <w:rPr>
          <w:szCs w:val="20"/>
        </w:rPr>
        <w:t>explosion</w:t>
      </w:r>
      <w:r w:rsidRPr="00A4769E">
        <w:rPr>
          <w:szCs w:val="20"/>
        </w:rPr>
        <w:t xml:space="preserve">. </w:t>
      </w:r>
      <w:r w:rsidR="001B73FA" w:rsidRPr="001B73FA">
        <w:rPr>
          <w:szCs w:val="20"/>
        </w:rPr>
        <w:t>Nous abordons tout comme des ondes</w:t>
      </w:r>
      <w:r w:rsidRPr="00A4769E">
        <w:rPr>
          <w:szCs w:val="20"/>
        </w:rPr>
        <w:t xml:space="preserve">. </w:t>
      </w:r>
      <w:r w:rsidR="001B73FA" w:rsidRPr="001B73FA">
        <w:rPr>
          <w:szCs w:val="20"/>
        </w:rPr>
        <w:t>Nous ne trouons pas</w:t>
      </w:r>
      <w:r w:rsidRPr="00A4769E">
        <w:rPr>
          <w:szCs w:val="20"/>
        </w:rPr>
        <w:t xml:space="preserve">, </w:t>
      </w:r>
      <w:r w:rsidR="001B73FA" w:rsidRPr="001B73FA">
        <w:rPr>
          <w:szCs w:val="20"/>
        </w:rPr>
        <w:t>nous entourons</w:t>
      </w:r>
      <w:r w:rsidRPr="00A4769E">
        <w:rPr>
          <w:szCs w:val="20"/>
        </w:rPr>
        <w:t xml:space="preserve">. </w:t>
      </w:r>
      <w:r w:rsidR="001B73FA" w:rsidRPr="001B73FA">
        <w:rPr>
          <w:szCs w:val="20"/>
        </w:rPr>
        <w:t xml:space="preserve">Nous sommes centrifuges </w:t>
      </w:r>
      <w:r w:rsidR="001B73FA" w:rsidRPr="001B73FA">
        <w:rPr>
          <w:szCs w:val="20"/>
        </w:rPr>
        <w:lastRenderedPageBreak/>
        <w:t>comme les frémissements d</w:t>
      </w:r>
      <w:r w:rsidRPr="00A4769E">
        <w:rPr>
          <w:szCs w:val="20"/>
        </w:rPr>
        <w:t>’</w:t>
      </w:r>
      <w:r w:rsidR="001B73FA" w:rsidRPr="001B73FA">
        <w:rPr>
          <w:szCs w:val="20"/>
        </w:rPr>
        <w:t>un coup de pierre dans l</w:t>
      </w:r>
      <w:r w:rsidRPr="00A4769E">
        <w:rPr>
          <w:szCs w:val="20"/>
        </w:rPr>
        <w:t>’</w:t>
      </w:r>
      <w:r w:rsidR="001B73FA" w:rsidRPr="001B73FA">
        <w:rPr>
          <w:szCs w:val="20"/>
        </w:rPr>
        <w:t>eau</w:t>
      </w:r>
      <w:r w:rsidRPr="00A4769E">
        <w:rPr>
          <w:szCs w:val="20"/>
        </w:rPr>
        <w:t xml:space="preserve">. </w:t>
      </w:r>
      <w:r w:rsidR="001B73FA" w:rsidRPr="001B73FA">
        <w:rPr>
          <w:szCs w:val="20"/>
        </w:rPr>
        <w:t>C</w:t>
      </w:r>
      <w:r w:rsidRPr="00A4769E">
        <w:rPr>
          <w:szCs w:val="20"/>
        </w:rPr>
        <w:t>’</w:t>
      </w:r>
      <w:r w:rsidR="001B73FA" w:rsidRPr="001B73FA">
        <w:rPr>
          <w:szCs w:val="20"/>
        </w:rPr>
        <w:t>est ce que j</w:t>
      </w:r>
      <w:r w:rsidRPr="00A4769E">
        <w:rPr>
          <w:szCs w:val="20"/>
        </w:rPr>
        <w:t>’</w:t>
      </w:r>
      <w:r w:rsidR="001B73FA" w:rsidRPr="001B73FA">
        <w:rPr>
          <w:szCs w:val="20"/>
        </w:rPr>
        <w:t>appelle être de grand chemin</w:t>
      </w:r>
      <w:r w:rsidRPr="00A4769E">
        <w:rPr>
          <w:szCs w:val="20"/>
        </w:rPr>
        <w:t xml:space="preserve">. </w:t>
      </w:r>
      <w:r w:rsidR="001B73FA" w:rsidRPr="001B73FA">
        <w:rPr>
          <w:szCs w:val="20"/>
        </w:rPr>
        <w:t>Il y a le bandit de grand chemin</w:t>
      </w:r>
      <w:r w:rsidRPr="00A4769E">
        <w:rPr>
          <w:szCs w:val="20"/>
        </w:rPr>
        <w:t xml:space="preserve"> : </w:t>
      </w:r>
      <w:r w:rsidR="001B73FA" w:rsidRPr="001B73FA">
        <w:rPr>
          <w:szCs w:val="20"/>
        </w:rPr>
        <w:t>pourquoi ne serions-nous pas l</w:t>
      </w:r>
      <w:r w:rsidRPr="00A4769E">
        <w:rPr>
          <w:szCs w:val="20"/>
        </w:rPr>
        <w:t>’</w:t>
      </w:r>
      <w:r w:rsidR="001B73FA" w:rsidRPr="001B73FA">
        <w:rPr>
          <w:szCs w:val="20"/>
        </w:rPr>
        <w:t>honnête homme de grand chemin</w:t>
      </w:r>
      <w:r w:rsidRPr="00A4769E">
        <w:rPr>
          <w:szCs w:val="20"/>
        </w:rPr>
        <w:t xml:space="preserve"> ? </w:t>
      </w:r>
      <w:r w:rsidR="001B73FA" w:rsidRPr="001B73FA">
        <w:rPr>
          <w:szCs w:val="20"/>
        </w:rPr>
        <w:t>La seule difficulté</w:t>
      </w:r>
      <w:r w:rsidRPr="00A4769E">
        <w:rPr>
          <w:szCs w:val="20"/>
        </w:rPr>
        <w:t xml:space="preserve">, </w:t>
      </w:r>
      <w:r w:rsidR="001B73FA" w:rsidRPr="001B73FA">
        <w:rPr>
          <w:szCs w:val="20"/>
        </w:rPr>
        <w:t>c</w:t>
      </w:r>
      <w:r w:rsidRPr="00A4769E">
        <w:rPr>
          <w:szCs w:val="20"/>
        </w:rPr>
        <w:t>’</w:t>
      </w:r>
      <w:r w:rsidR="001B73FA" w:rsidRPr="001B73FA">
        <w:rPr>
          <w:szCs w:val="20"/>
        </w:rPr>
        <w:t>est qu</w:t>
      </w:r>
      <w:r w:rsidRPr="00A4769E">
        <w:rPr>
          <w:szCs w:val="20"/>
        </w:rPr>
        <w:t>’</w:t>
      </w:r>
      <w:r w:rsidR="001B73FA" w:rsidRPr="001B73FA">
        <w:rPr>
          <w:szCs w:val="20"/>
        </w:rPr>
        <w:t>avec cette épithète on est plus habitué à employer le mot bandit que les mots honnête homme</w:t>
      </w:r>
      <w:r w:rsidRPr="00A4769E">
        <w:rPr>
          <w:szCs w:val="20"/>
        </w:rPr>
        <w:t xml:space="preserve">, </w:t>
      </w:r>
      <w:r w:rsidR="001B73FA" w:rsidRPr="001B73FA">
        <w:rPr>
          <w:szCs w:val="20"/>
        </w:rPr>
        <w:t>et c</w:t>
      </w:r>
      <w:r w:rsidRPr="00A4769E">
        <w:rPr>
          <w:szCs w:val="20"/>
        </w:rPr>
        <w:t>’</w:t>
      </w:r>
      <w:r w:rsidR="001B73FA" w:rsidRPr="001B73FA">
        <w:rPr>
          <w:szCs w:val="20"/>
        </w:rPr>
        <w:t>est très difficile d</w:t>
      </w:r>
      <w:r w:rsidRPr="00A4769E">
        <w:rPr>
          <w:szCs w:val="20"/>
        </w:rPr>
        <w:t>’</w:t>
      </w:r>
      <w:r w:rsidR="001B73FA" w:rsidRPr="001B73FA">
        <w:rPr>
          <w:szCs w:val="20"/>
        </w:rPr>
        <w:t>aller contre l</w:t>
      </w:r>
      <w:r w:rsidRPr="00A4769E">
        <w:rPr>
          <w:szCs w:val="20"/>
        </w:rPr>
        <w:t>’</w:t>
      </w:r>
      <w:r w:rsidR="001B73FA" w:rsidRPr="001B73FA">
        <w:rPr>
          <w:szCs w:val="20"/>
        </w:rPr>
        <w:t>habitude</w:t>
      </w:r>
      <w:r w:rsidRPr="00A4769E">
        <w:rPr>
          <w:szCs w:val="20"/>
        </w:rPr>
        <w:t xml:space="preserve">. </w:t>
      </w:r>
      <w:r w:rsidR="001B73FA" w:rsidRPr="001B73FA">
        <w:rPr>
          <w:szCs w:val="20"/>
        </w:rPr>
        <w:t>Eh bien</w:t>
      </w:r>
      <w:r w:rsidRPr="00A4769E">
        <w:rPr>
          <w:szCs w:val="20"/>
        </w:rPr>
        <w:t xml:space="preserve">, </w:t>
      </w:r>
      <w:r w:rsidR="001B73FA" w:rsidRPr="001B73FA">
        <w:rPr>
          <w:szCs w:val="20"/>
        </w:rPr>
        <w:t>acceptons qu</w:t>
      </w:r>
      <w:r w:rsidRPr="00A4769E">
        <w:rPr>
          <w:szCs w:val="20"/>
        </w:rPr>
        <w:t>’</w:t>
      </w:r>
      <w:r w:rsidR="001B73FA" w:rsidRPr="001B73FA">
        <w:rPr>
          <w:szCs w:val="20"/>
        </w:rPr>
        <w:t>on nous appelle comme on voudra en l</w:t>
      </w:r>
      <w:r w:rsidRPr="00A4769E">
        <w:rPr>
          <w:szCs w:val="20"/>
        </w:rPr>
        <w:t>’</w:t>
      </w:r>
      <w:r w:rsidR="001B73FA" w:rsidRPr="001B73FA">
        <w:rPr>
          <w:szCs w:val="20"/>
        </w:rPr>
        <w:t>honneur de l</w:t>
      </w:r>
      <w:r w:rsidRPr="00A4769E">
        <w:rPr>
          <w:szCs w:val="20"/>
        </w:rPr>
        <w:t>’</w:t>
      </w:r>
      <w:r w:rsidR="001B73FA" w:rsidRPr="001B73FA">
        <w:rPr>
          <w:szCs w:val="20"/>
        </w:rPr>
        <w:t>amour du large et des vastes entreprises</w:t>
      </w:r>
      <w:r w:rsidRPr="00A4769E">
        <w:rPr>
          <w:szCs w:val="20"/>
        </w:rPr>
        <w:t>. »</w:t>
      </w:r>
    </w:p>
    <w:p w14:paraId="28C83786" w14:textId="77777777" w:rsidR="001B73FA" w:rsidRPr="001B73FA" w:rsidRDefault="001B73FA" w:rsidP="001B73FA">
      <w:pPr>
        <w:rPr>
          <w:szCs w:val="20"/>
        </w:rPr>
      </w:pPr>
      <w:r w:rsidRPr="001B73FA">
        <w:rPr>
          <w:szCs w:val="20"/>
        </w:rPr>
        <w:t>On annonça que le souper était servi et ils entrèrent dans la salle à manger où un seul couvert était mis au haut bout d</w:t>
      </w:r>
      <w:r w:rsidR="00462692" w:rsidRPr="00A4769E">
        <w:rPr>
          <w:szCs w:val="20"/>
        </w:rPr>
        <w:t>’</w:t>
      </w:r>
      <w:r w:rsidRPr="001B73FA">
        <w:rPr>
          <w:szCs w:val="20"/>
        </w:rPr>
        <w:t>une immense table entièrement habillée de ses damas et de ses cristaux</w:t>
      </w:r>
      <w:r w:rsidR="00462692" w:rsidRPr="00A4769E">
        <w:rPr>
          <w:szCs w:val="20"/>
        </w:rPr>
        <w:t xml:space="preserve">. </w:t>
      </w:r>
      <w:r w:rsidRPr="001B73FA">
        <w:rPr>
          <w:szCs w:val="20"/>
        </w:rPr>
        <w:t>Comme Angelo montrait sa confusion devant tout cet appareil qui lui était destiné</w:t>
      </w:r>
      <w:r w:rsidR="00462692" w:rsidRPr="00A4769E">
        <w:rPr>
          <w:szCs w:val="20"/>
        </w:rPr>
        <w:t xml:space="preserve">, </w:t>
      </w:r>
      <w:r w:rsidRPr="001B73FA">
        <w:rPr>
          <w:szCs w:val="20"/>
        </w:rPr>
        <w:t>le Marquis</w:t>
      </w:r>
      <w:r w:rsidR="00462692" w:rsidRPr="00A4769E">
        <w:rPr>
          <w:szCs w:val="20"/>
        </w:rPr>
        <w:t xml:space="preserve">, </w:t>
      </w:r>
      <w:r w:rsidRPr="001B73FA">
        <w:rPr>
          <w:szCs w:val="20"/>
        </w:rPr>
        <w:t>lui prenant le bras pour le conduire à sa place</w:t>
      </w:r>
      <w:r w:rsidR="00462692" w:rsidRPr="00A4769E">
        <w:rPr>
          <w:szCs w:val="20"/>
        </w:rPr>
        <w:t xml:space="preserve">, </w:t>
      </w:r>
      <w:r w:rsidRPr="001B73FA">
        <w:rPr>
          <w:szCs w:val="20"/>
        </w:rPr>
        <w:t>lui dit</w:t>
      </w:r>
      <w:r w:rsidR="00462692" w:rsidRPr="00A4769E">
        <w:rPr>
          <w:szCs w:val="20"/>
        </w:rPr>
        <w:t> : « </w:t>
      </w:r>
      <w:r w:rsidRPr="001B73FA">
        <w:rPr>
          <w:szCs w:val="20"/>
        </w:rPr>
        <w:t>S</w:t>
      </w:r>
      <w:r w:rsidR="00462692" w:rsidRPr="00A4769E">
        <w:rPr>
          <w:szCs w:val="20"/>
        </w:rPr>
        <w:t>’</w:t>
      </w:r>
      <w:r w:rsidRPr="001B73FA">
        <w:rPr>
          <w:szCs w:val="20"/>
        </w:rPr>
        <w:t>il n</w:t>
      </w:r>
      <w:r w:rsidR="00462692" w:rsidRPr="00A4769E">
        <w:rPr>
          <w:szCs w:val="20"/>
        </w:rPr>
        <w:t>’</w:t>
      </w:r>
      <w:r w:rsidRPr="001B73FA">
        <w:rPr>
          <w:szCs w:val="20"/>
        </w:rPr>
        <w:t>y avait pas déjà votre qualité et la rareté d</w:t>
      </w:r>
      <w:r w:rsidR="00462692" w:rsidRPr="00A4769E">
        <w:rPr>
          <w:szCs w:val="20"/>
        </w:rPr>
        <w:t>’</w:t>
      </w:r>
      <w:r w:rsidRPr="001B73FA">
        <w:rPr>
          <w:szCs w:val="20"/>
        </w:rPr>
        <w:t>un être tel que vous</w:t>
      </w:r>
      <w:r w:rsidR="00462692" w:rsidRPr="00A4769E">
        <w:rPr>
          <w:szCs w:val="20"/>
        </w:rPr>
        <w:t xml:space="preserve">, </w:t>
      </w:r>
      <w:r w:rsidRPr="001B73FA">
        <w:rPr>
          <w:szCs w:val="20"/>
        </w:rPr>
        <w:t>il y aurait encore que vous êtes l</w:t>
      </w:r>
      <w:r w:rsidR="00462692" w:rsidRPr="00A4769E">
        <w:rPr>
          <w:szCs w:val="20"/>
        </w:rPr>
        <w:t>’</w:t>
      </w:r>
      <w:r w:rsidRPr="001B73FA">
        <w:rPr>
          <w:szCs w:val="20"/>
        </w:rPr>
        <w:t>ami de cet homme aimable qui remplit les fonctions de vicaire général auprès de l</w:t>
      </w:r>
      <w:r w:rsidR="00462692" w:rsidRPr="00A4769E">
        <w:rPr>
          <w:szCs w:val="20"/>
        </w:rPr>
        <w:t>’</w:t>
      </w:r>
      <w:r w:rsidRPr="001B73FA">
        <w:rPr>
          <w:szCs w:val="20"/>
        </w:rPr>
        <w:t>archevêque</w:t>
      </w:r>
      <w:r w:rsidR="00462692" w:rsidRPr="00A4769E">
        <w:rPr>
          <w:szCs w:val="20"/>
        </w:rPr>
        <w:t xml:space="preserve">. </w:t>
      </w:r>
      <w:r w:rsidRPr="001B73FA">
        <w:rPr>
          <w:szCs w:val="20"/>
        </w:rPr>
        <w:t>Ce dernier</w:t>
      </w:r>
      <w:r w:rsidR="00462692" w:rsidRPr="00A4769E">
        <w:rPr>
          <w:szCs w:val="20"/>
        </w:rPr>
        <w:t xml:space="preserve">, </w:t>
      </w:r>
      <w:r w:rsidRPr="001B73FA">
        <w:rPr>
          <w:szCs w:val="20"/>
        </w:rPr>
        <w:t>par surcroît</w:t>
      </w:r>
      <w:r w:rsidR="00462692" w:rsidRPr="00A4769E">
        <w:rPr>
          <w:szCs w:val="20"/>
        </w:rPr>
        <w:t xml:space="preserve">, </w:t>
      </w:r>
      <w:r w:rsidRPr="001B73FA">
        <w:rPr>
          <w:szCs w:val="20"/>
        </w:rPr>
        <w:t>vous a chaleureusement recommandé</w:t>
      </w:r>
      <w:r w:rsidR="00462692" w:rsidRPr="00A4769E">
        <w:rPr>
          <w:szCs w:val="20"/>
        </w:rPr>
        <w:t xml:space="preserve">. </w:t>
      </w:r>
      <w:r w:rsidRPr="001B73FA">
        <w:rPr>
          <w:szCs w:val="20"/>
        </w:rPr>
        <w:t>Je n</w:t>
      </w:r>
      <w:r w:rsidR="00462692" w:rsidRPr="00A4769E">
        <w:rPr>
          <w:szCs w:val="20"/>
        </w:rPr>
        <w:t>’</w:t>
      </w:r>
      <w:r w:rsidRPr="001B73FA">
        <w:rPr>
          <w:szCs w:val="20"/>
        </w:rPr>
        <w:t>ai pas l</w:t>
      </w:r>
      <w:r w:rsidR="00462692" w:rsidRPr="00A4769E">
        <w:rPr>
          <w:szCs w:val="20"/>
        </w:rPr>
        <w:t>’</w:t>
      </w:r>
      <w:r w:rsidRPr="001B73FA">
        <w:rPr>
          <w:szCs w:val="20"/>
        </w:rPr>
        <w:t>intention de vous garder sous le boisseau</w:t>
      </w:r>
      <w:r w:rsidR="00462692" w:rsidRPr="00A4769E">
        <w:rPr>
          <w:szCs w:val="20"/>
        </w:rPr>
        <w:t xml:space="preserve">. </w:t>
      </w:r>
      <w:r w:rsidRPr="001B73FA">
        <w:rPr>
          <w:szCs w:val="20"/>
        </w:rPr>
        <w:t>Ce que j</w:t>
      </w:r>
      <w:r w:rsidR="00462692" w:rsidRPr="00A4769E">
        <w:rPr>
          <w:szCs w:val="20"/>
        </w:rPr>
        <w:t>’</w:t>
      </w:r>
      <w:r w:rsidRPr="001B73FA">
        <w:rPr>
          <w:szCs w:val="20"/>
        </w:rPr>
        <w:t>ai tenu à vous dire dès votre arrivée vous montre bien mon intention de vous faire entrer de plain-pied dans notre vie des collines</w:t>
      </w:r>
      <w:r w:rsidR="00462692" w:rsidRPr="00A4769E">
        <w:rPr>
          <w:szCs w:val="20"/>
        </w:rPr>
        <w:t xml:space="preserve">. </w:t>
      </w:r>
      <w:r w:rsidRPr="001B73FA">
        <w:rPr>
          <w:szCs w:val="20"/>
        </w:rPr>
        <w:t>Il y a des splendeurs qui mériteront mieux votre étonnement que cette pauvre petite richesse</w:t>
      </w:r>
      <w:r w:rsidR="00462692" w:rsidRPr="00A4769E">
        <w:rPr>
          <w:szCs w:val="20"/>
        </w:rPr>
        <w:t xml:space="preserve">. </w:t>
      </w:r>
      <w:r w:rsidRPr="001B73FA">
        <w:rPr>
          <w:szCs w:val="20"/>
        </w:rPr>
        <w:t>Il n</w:t>
      </w:r>
      <w:r w:rsidR="00462692" w:rsidRPr="00A4769E">
        <w:rPr>
          <w:szCs w:val="20"/>
        </w:rPr>
        <w:t>’</w:t>
      </w:r>
      <w:r w:rsidRPr="001B73FA">
        <w:rPr>
          <w:szCs w:val="20"/>
        </w:rPr>
        <w:t>y a pas ici de ville et de jeux de société</w:t>
      </w:r>
      <w:r w:rsidR="00462692" w:rsidRPr="00A4769E">
        <w:rPr>
          <w:szCs w:val="20"/>
        </w:rPr>
        <w:t xml:space="preserve">. </w:t>
      </w:r>
      <w:r w:rsidRPr="001B73FA">
        <w:rPr>
          <w:szCs w:val="20"/>
        </w:rPr>
        <w:t>Nous vivons dans des alternances de silences et de tumultes</w:t>
      </w:r>
      <w:r w:rsidR="00462692" w:rsidRPr="00A4769E">
        <w:rPr>
          <w:szCs w:val="20"/>
        </w:rPr>
        <w:t xml:space="preserve">. </w:t>
      </w:r>
      <w:r w:rsidRPr="001B73FA">
        <w:rPr>
          <w:szCs w:val="20"/>
        </w:rPr>
        <w:t>Pour vous permettre de goûter les premiers</w:t>
      </w:r>
      <w:r w:rsidR="00462692" w:rsidRPr="00A4769E">
        <w:rPr>
          <w:szCs w:val="20"/>
        </w:rPr>
        <w:t xml:space="preserve">, </w:t>
      </w:r>
      <w:r w:rsidRPr="001B73FA">
        <w:rPr>
          <w:szCs w:val="20"/>
        </w:rPr>
        <w:t>je vous ai fait meubler le petit pavillon où vous avez passé la nuit la première fois que j</w:t>
      </w:r>
      <w:r w:rsidR="00462692" w:rsidRPr="00A4769E">
        <w:rPr>
          <w:szCs w:val="20"/>
        </w:rPr>
        <w:t>’</w:t>
      </w:r>
      <w:r w:rsidRPr="001B73FA">
        <w:rPr>
          <w:szCs w:val="20"/>
        </w:rPr>
        <w:t>ai eu l</w:t>
      </w:r>
      <w:r w:rsidR="00462692" w:rsidRPr="00A4769E">
        <w:rPr>
          <w:szCs w:val="20"/>
        </w:rPr>
        <w:t>’</w:t>
      </w:r>
      <w:r w:rsidRPr="001B73FA">
        <w:rPr>
          <w:szCs w:val="20"/>
        </w:rPr>
        <w:t>honneur de votre visite</w:t>
      </w:r>
      <w:r w:rsidR="00462692" w:rsidRPr="00A4769E">
        <w:rPr>
          <w:szCs w:val="20"/>
        </w:rPr>
        <w:t xml:space="preserve">. </w:t>
      </w:r>
      <w:r w:rsidRPr="001B73FA">
        <w:rPr>
          <w:szCs w:val="20"/>
        </w:rPr>
        <w:t>Je ne veux pas vous fatiguer par la nécessité d</w:t>
      </w:r>
      <w:r w:rsidR="00462692" w:rsidRPr="00A4769E">
        <w:rPr>
          <w:szCs w:val="20"/>
        </w:rPr>
        <w:t>’</w:t>
      </w:r>
      <w:r w:rsidRPr="001B73FA">
        <w:rPr>
          <w:szCs w:val="20"/>
        </w:rPr>
        <w:t>être notre hôte quotidien</w:t>
      </w:r>
      <w:r w:rsidR="00462692" w:rsidRPr="00A4769E">
        <w:rPr>
          <w:szCs w:val="20"/>
        </w:rPr>
        <w:t xml:space="preserve">. </w:t>
      </w:r>
      <w:r w:rsidRPr="001B73FA">
        <w:rPr>
          <w:szCs w:val="20"/>
        </w:rPr>
        <w:t>Vous y pourrez rester solitaire à votre gré</w:t>
      </w:r>
      <w:r w:rsidR="00462692" w:rsidRPr="00A4769E">
        <w:rPr>
          <w:szCs w:val="20"/>
        </w:rPr>
        <w:t xml:space="preserve">. </w:t>
      </w:r>
      <w:r w:rsidRPr="001B73FA">
        <w:rPr>
          <w:szCs w:val="20"/>
        </w:rPr>
        <w:t>Les silences d</w:t>
      </w:r>
      <w:r w:rsidR="00462692" w:rsidRPr="00A4769E">
        <w:rPr>
          <w:szCs w:val="20"/>
        </w:rPr>
        <w:t>’</w:t>
      </w:r>
      <w:r w:rsidRPr="001B73FA">
        <w:rPr>
          <w:szCs w:val="20"/>
        </w:rPr>
        <w:t>ici sont les plus merveilleux qu</w:t>
      </w:r>
      <w:r w:rsidR="00462692" w:rsidRPr="00A4769E">
        <w:rPr>
          <w:szCs w:val="20"/>
        </w:rPr>
        <w:t>’</w:t>
      </w:r>
      <w:r w:rsidRPr="001B73FA">
        <w:rPr>
          <w:szCs w:val="20"/>
        </w:rPr>
        <w:t>on puisse imaginer</w:t>
      </w:r>
      <w:r w:rsidR="00462692" w:rsidRPr="00A4769E">
        <w:rPr>
          <w:szCs w:val="20"/>
        </w:rPr>
        <w:t xml:space="preserve">. </w:t>
      </w:r>
      <w:r w:rsidRPr="001B73FA">
        <w:rPr>
          <w:szCs w:val="20"/>
        </w:rPr>
        <w:t>J</w:t>
      </w:r>
      <w:r w:rsidR="00462692" w:rsidRPr="00A4769E">
        <w:rPr>
          <w:szCs w:val="20"/>
        </w:rPr>
        <w:t>’</w:t>
      </w:r>
      <w:r w:rsidRPr="001B73FA">
        <w:rPr>
          <w:szCs w:val="20"/>
        </w:rPr>
        <w:t>entends précisément qu</w:t>
      </w:r>
      <w:r w:rsidR="00462692" w:rsidRPr="00A4769E">
        <w:rPr>
          <w:szCs w:val="20"/>
        </w:rPr>
        <w:t>’</w:t>
      </w:r>
      <w:r w:rsidRPr="001B73FA">
        <w:rPr>
          <w:szCs w:val="20"/>
        </w:rPr>
        <w:t>ils sont bondés de merveilles</w:t>
      </w:r>
      <w:r w:rsidR="00462692" w:rsidRPr="00A4769E">
        <w:rPr>
          <w:szCs w:val="20"/>
        </w:rPr>
        <w:t xml:space="preserve">. </w:t>
      </w:r>
      <w:r w:rsidRPr="001B73FA">
        <w:rPr>
          <w:szCs w:val="20"/>
        </w:rPr>
        <w:t xml:space="preserve">On </w:t>
      </w:r>
      <w:r w:rsidRPr="001B73FA">
        <w:rPr>
          <w:szCs w:val="20"/>
        </w:rPr>
        <w:lastRenderedPageBreak/>
        <w:t>n</w:t>
      </w:r>
      <w:r w:rsidR="00462692" w:rsidRPr="00A4769E">
        <w:rPr>
          <w:szCs w:val="20"/>
        </w:rPr>
        <w:t>’</w:t>
      </w:r>
      <w:r w:rsidRPr="001B73FA">
        <w:rPr>
          <w:szCs w:val="20"/>
        </w:rPr>
        <w:t>est pas toujours disposé à faire entendre</w:t>
      </w:r>
      <w:r w:rsidR="00462692" w:rsidRPr="00A4769E">
        <w:rPr>
          <w:szCs w:val="20"/>
        </w:rPr>
        <w:t xml:space="preserve">, </w:t>
      </w:r>
      <w:r w:rsidRPr="001B73FA">
        <w:rPr>
          <w:szCs w:val="20"/>
        </w:rPr>
        <w:t>serait-ce à l</w:t>
      </w:r>
      <w:r w:rsidR="00462692" w:rsidRPr="00A4769E">
        <w:rPr>
          <w:szCs w:val="20"/>
        </w:rPr>
        <w:t>’</w:t>
      </w:r>
      <w:r w:rsidRPr="001B73FA">
        <w:rPr>
          <w:szCs w:val="20"/>
        </w:rPr>
        <w:t>être qu</w:t>
      </w:r>
      <w:r w:rsidR="00462692" w:rsidRPr="00A4769E">
        <w:rPr>
          <w:szCs w:val="20"/>
        </w:rPr>
        <w:t>’</w:t>
      </w:r>
      <w:r w:rsidRPr="001B73FA">
        <w:rPr>
          <w:szCs w:val="20"/>
        </w:rPr>
        <w:t>on aime le plus</w:t>
      </w:r>
      <w:r w:rsidR="00462692" w:rsidRPr="00A4769E">
        <w:rPr>
          <w:szCs w:val="20"/>
        </w:rPr>
        <w:t xml:space="preserve">, </w:t>
      </w:r>
      <w:r w:rsidRPr="001B73FA">
        <w:rPr>
          <w:szCs w:val="20"/>
        </w:rPr>
        <w:t>tout ce que peut vous dire de personnel le vent qui présage la neige</w:t>
      </w:r>
      <w:r w:rsidR="00462692" w:rsidRPr="00A4769E">
        <w:rPr>
          <w:szCs w:val="20"/>
        </w:rPr>
        <w:t xml:space="preserve">, </w:t>
      </w:r>
      <w:r w:rsidRPr="001B73FA">
        <w:rPr>
          <w:szCs w:val="20"/>
        </w:rPr>
        <w:t>ou le passage silencieux d</w:t>
      </w:r>
      <w:r w:rsidR="00462692" w:rsidRPr="00A4769E">
        <w:rPr>
          <w:szCs w:val="20"/>
        </w:rPr>
        <w:t>’</w:t>
      </w:r>
      <w:r w:rsidRPr="001B73FA">
        <w:rPr>
          <w:szCs w:val="20"/>
        </w:rPr>
        <w:t>une escadre d</w:t>
      </w:r>
      <w:r w:rsidR="00462692" w:rsidRPr="00A4769E">
        <w:rPr>
          <w:szCs w:val="20"/>
        </w:rPr>
        <w:t>’</w:t>
      </w:r>
      <w:r w:rsidRPr="001B73FA">
        <w:rPr>
          <w:szCs w:val="20"/>
        </w:rPr>
        <w:t>oies sauvages dans une plaque de ciel vert</w:t>
      </w:r>
      <w:r w:rsidR="00462692" w:rsidRPr="00A4769E">
        <w:rPr>
          <w:szCs w:val="20"/>
        </w:rPr>
        <w:t xml:space="preserve">. </w:t>
      </w:r>
      <w:r w:rsidRPr="001B73FA">
        <w:rPr>
          <w:szCs w:val="20"/>
        </w:rPr>
        <w:t>Quant aux tumultes</w:t>
      </w:r>
      <w:r w:rsidR="00462692" w:rsidRPr="00A4769E">
        <w:rPr>
          <w:szCs w:val="20"/>
        </w:rPr>
        <w:t xml:space="preserve">, </w:t>
      </w:r>
      <w:r w:rsidRPr="001B73FA">
        <w:rPr>
          <w:szCs w:val="20"/>
        </w:rPr>
        <w:t>tout ce que je peux vous en dire</w:t>
      </w:r>
      <w:r w:rsidR="00462692" w:rsidRPr="00A4769E">
        <w:rPr>
          <w:szCs w:val="20"/>
        </w:rPr>
        <w:t xml:space="preserve">, </w:t>
      </w:r>
      <w:r w:rsidRPr="001B73FA">
        <w:rPr>
          <w:szCs w:val="20"/>
        </w:rPr>
        <w:t>c</w:t>
      </w:r>
      <w:r w:rsidR="00462692" w:rsidRPr="00A4769E">
        <w:rPr>
          <w:szCs w:val="20"/>
        </w:rPr>
        <w:t>’</w:t>
      </w:r>
      <w:r w:rsidRPr="001B73FA">
        <w:rPr>
          <w:szCs w:val="20"/>
        </w:rPr>
        <w:t>est qu</w:t>
      </w:r>
      <w:r w:rsidR="00462692" w:rsidRPr="00A4769E">
        <w:rPr>
          <w:szCs w:val="20"/>
        </w:rPr>
        <w:t>’</w:t>
      </w:r>
      <w:r w:rsidRPr="001B73FA">
        <w:rPr>
          <w:szCs w:val="20"/>
        </w:rPr>
        <w:t>ils seront de votre goût</w:t>
      </w:r>
      <w:r w:rsidR="00462692" w:rsidRPr="00A4769E">
        <w:rPr>
          <w:szCs w:val="20"/>
        </w:rPr>
        <w:t xml:space="preserve">. </w:t>
      </w:r>
      <w:r w:rsidRPr="001B73FA">
        <w:rPr>
          <w:szCs w:val="20"/>
        </w:rPr>
        <w:t>Et si je vous l</w:t>
      </w:r>
      <w:r w:rsidR="00462692" w:rsidRPr="00A4769E">
        <w:rPr>
          <w:szCs w:val="20"/>
        </w:rPr>
        <w:t>’</w:t>
      </w:r>
      <w:r w:rsidRPr="001B73FA">
        <w:rPr>
          <w:szCs w:val="20"/>
        </w:rPr>
        <w:t>affirme</w:t>
      </w:r>
      <w:r w:rsidR="00462692" w:rsidRPr="00A4769E">
        <w:rPr>
          <w:szCs w:val="20"/>
        </w:rPr>
        <w:t xml:space="preserve">, </w:t>
      </w:r>
      <w:r w:rsidRPr="001B73FA">
        <w:rPr>
          <w:szCs w:val="20"/>
        </w:rPr>
        <w:t>croyez-moi</w:t>
      </w:r>
      <w:r w:rsidR="00462692" w:rsidRPr="00A4769E">
        <w:rPr>
          <w:szCs w:val="20"/>
        </w:rPr>
        <w:t xml:space="preserve">. </w:t>
      </w:r>
      <w:r w:rsidRPr="001B73FA">
        <w:rPr>
          <w:szCs w:val="20"/>
        </w:rPr>
        <w:t>Mangez de cette hure froide de sanglier</w:t>
      </w:r>
      <w:r w:rsidR="00462692" w:rsidRPr="00A4769E">
        <w:rPr>
          <w:szCs w:val="20"/>
        </w:rPr>
        <w:t xml:space="preserve">, </w:t>
      </w:r>
      <w:r w:rsidRPr="001B73FA">
        <w:rPr>
          <w:szCs w:val="20"/>
        </w:rPr>
        <w:t>mais réservez votre appétit</w:t>
      </w:r>
      <w:r w:rsidR="00462692" w:rsidRPr="00A4769E">
        <w:rPr>
          <w:szCs w:val="20"/>
        </w:rPr>
        <w:t xml:space="preserve">, </w:t>
      </w:r>
      <w:r w:rsidRPr="001B73FA">
        <w:rPr>
          <w:szCs w:val="20"/>
        </w:rPr>
        <w:t>on vous a fait un petit chapelet de grives qui sont ici</w:t>
      </w:r>
      <w:r w:rsidR="00462692" w:rsidRPr="00A4769E">
        <w:rPr>
          <w:szCs w:val="20"/>
        </w:rPr>
        <w:t xml:space="preserve">, </w:t>
      </w:r>
      <w:r w:rsidRPr="001B73FA">
        <w:rPr>
          <w:szCs w:val="20"/>
        </w:rPr>
        <w:t>pourrait-on dire</w:t>
      </w:r>
      <w:r w:rsidR="00462692" w:rsidRPr="00A4769E">
        <w:rPr>
          <w:szCs w:val="20"/>
        </w:rPr>
        <w:t xml:space="preserve">, </w:t>
      </w:r>
      <w:r w:rsidRPr="001B73FA">
        <w:rPr>
          <w:szCs w:val="20"/>
        </w:rPr>
        <w:t>notre gibier national</w:t>
      </w:r>
      <w:r w:rsidR="00462692" w:rsidRPr="00A4769E">
        <w:rPr>
          <w:szCs w:val="20"/>
        </w:rPr>
        <w:t xml:space="preserve">. </w:t>
      </w:r>
      <w:r w:rsidRPr="001B73FA">
        <w:rPr>
          <w:szCs w:val="20"/>
        </w:rPr>
        <w:t>Buvez de ce vin</w:t>
      </w:r>
      <w:r w:rsidR="00462692" w:rsidRPr="00A4769E">
        <w:rPr>
          <w:szCs w:val="20"/>
        </w:rPr>
        <w:t xml:space="preserve">, </w:t>
      </w:r>
      <w:r w:rsidRPr="001B73FA">
        <w:rPr>
          <w:szCs w:val="20"/>
        </w:rPr>
        <w:t>il est du Var</w:t>
      </w:r>
      <w:r w:rsidR="00462692" w:rsidRPr="00A4769E">
        <w:rPr>
          <w:szCs w:val="20"/>
        </w:rPr>
        <w:t xml:space="preserve">. </w:t>
      </w:r>
      <w:r w:rsidRPr="001B73FA">
        <w:rPr>
          <w:szCs w:val="20"/>
        </w:rPr>
        <w:t>C</w:t>
      </w:r>
      <w:r w:rsidR="00462692" w:rsidRPr="00A4769E">
        <w:rPr>
          <w:szCs w:val="20"/>
        </w:rPr>
        <w:t>’</w:t>
      </w:r>
      <w:r w:rsidRPr="001B73FA">
        <w:rPr>
          <w:szCs w:val="20"/>
        </w:rPr>
        <w:t>est un ami de mon beau-frère qui le fait exprès pour ma femme</w:t>
      </w:r>
      <w:r w:rsidR="00462692" w:rsidRPr="00A4769E">
        <w:rPr>
          <w:szCs w:val="20"/>
        </w:rPr>
        <w:t xml:space="preserve">. </w:t>
      </w:r>
      <w:r w:rsidRPr="001B73FA">
        <w:rPr>
          <w:szCs w:val="20"/>
        </w:rPr>
        <w:t>Et c</w:t>
      </w:r>
      <w:r w:rsidR="00462692" w:rsidRPr="00A4769E">
        <w:rPr>
          <w:szCs w:val="20"/>
        </w:rPr>
        <w:t>’</w:t>
      </w:r>
      <w:r w:rsidRPr="001B73FA">
        <w:rPr>
          <w:szCs w:val="20"/>
        </w:rPr>
        <w:t>est elle-même qui l</w:t>
      </w:r>
      <w:r w:rsidR="00462692" w:rsidRPr="00A4769E">
        <w:rPr>
          <w:szCs w:val="20"/>
        </w:rPr>
        <w:t>’</w:t>
      </w:r>
      <w:r w:rsidRPr="001B73FA">
        <w:rPr>
          <w:szCs w:val="20"/>
        </w:rPr>
        <w:t>a décanté pour vous ce soir à six heures</w:t>
      </w:r>
      <w:r w:rsidR="00462692" w:rsidRPr="00A4769E">
        <w:rPr>
          <w:szCs w:val="20"/>
        </w:rPr>
        <w:t xml:space="preserve">, </w:t>
      </w:r>
      <w:r w:rsidRPr="001B73FA">
        <w:rPr>
          <w:szCs w:val="20"/>
        </w:rPr>
        <w:t>quand on a su que vous arriveriez tard</w:t>
      </w:r>
      <w:r w:rsidR="00462692" w:rsidRPr="00A4769E">
        <w:rPr>
          <w:szCs w:val="20"/>
        </w:rPr>
        <w:t>.</w:t>
      </w:r>
      <w:r w:rsidR="00462692" w:rsidRPr="00A4769E">
        <w:rPr>
          <w:szCs w:val="20"/>
        </w:rPr>
        <w:t> »</w:t>
      </w:r>
    </w:p>
    <w:p w14:paraId="2406D9DC" w14:textId="77777777" w:rsidR="00462692" w:rsidRPr="00A4769E" w:rsidRDefault="001B73FA" w:rsidP="001B73FA">
      <w:pPr>
        <w:rPr>
          <w:szCs w:val="20"/>
        </w:rPr>
      </w:pPr>
      <w:r w:rsidRPr="001B73FA">
        <w:rPr>
          <w:szCs w:val="20"/>
        </w:rPr>
        <w:t>Angelo avait trop de sentiment pour répondre par autre chose que par de banales phrases de politesse</w:t>
      </w:r>
      <w:r w:rsidR="00462692" w:rsidRPr="00A4769E">
        <w:rPr>
          <w:szCs w:val="20"/>
        </w:rPr>
        <w:t xml:space="preserve">. </w:t>
      </w:r>
      <w:r w:rsidRPr="001B73FA">
        <w:rPr>
          <w:szCs w:val="20"/>
        </w:rPr>
        <w:t>Il était débordant d</w:t>
      </w:r>
      <w:r w:rsidR="00462692" w:rsidRPr="00A4769E">
        <w:rPr>
          <w:szCs w:val="20"/>
        </w:rPr>
        <w:t>’</w:t>
      </w:r>
      <w:r w:rsidRPr="001B73FA">
        <w:rPr>
          <w:szCs w:val="20"/>
        </w:rPr>
        <w:t>images et de phrases folles</w:t>
      </w:r>
      <w:r w:rsidR="00462692" w:rsidRPr="00A4769E">
        <w:rPr>
          <w:szCs w:val="20"/>
        </w:rPr>
        <w:t>. « </w:t>
      </w:r>
      <w:r w:rsidRPr="001B73FA">
        <w:rPr>
          <w:szCs w:val="20"/>
        </w:rPr>
        <w:t>Mais</w:t>
      </w:r>
      <w:r w:rsidR="00462692" w:rsidRPr="00A4769E">
        <w:rPr>
          <w:szCs w:val="20"/>
        </w:rPr>
        <w:t xml:space="preserve">, </w:t>
      </w:r>
      <w:r w:rsidRPr="001B73FA">
        <w:rPr>
          <w:szCs w:val="20"/>
        </w:rPr>
        <w:t>se disait-il</w:t>
      </w:r>
      <w:r w:rsidR="00462692" w:rsidRPr="00A4769E">
        <w:rPr>
          <w:szCs w:val="20"/>
        </w:rPr>
        <w:t xml:space="preserve">, </w:t>
      </w:r>
      <w:r w:rsidRPr="001B73FA">
        <w:rPr>
          <w:szCs w:val="20"/>
        </w:rPr>
        <w:t>rien de ce que je veux dire ne peut se dire en français</w:t>
      </w:r>
      <w:r w:rsidR="00462692" w:rsidRPr="00A4769E">
        <w:rPr>
          <w:szCs w:val="20"/>
        </w:rPr>
        <w:t xml:space="preserve">, </w:t>
      </w:r>
      <w:r w:rsidRPr="001B73FA">
        <w:rPr>
          <w:szCs w:val="20"/>
        </w:rPr>
        <w:t>il faudrait que j</w:t>
      </w:r>
      <w:r w:rsidR="00462692" w:rsidRPr="00A4769E">
        <w:rPr>
          <w:szCs w:val="20"/>
        </w:rPr>
        <w:t>’</w:t>
      </w:r>
      <w:r w:rsidRPr="001B73FA">
        <w:rPr>
          <w:szCs w:val="20"/>
        </w:rPr>
        <w:t>emploie le patois de Cunéo où la Thérésa me menait en vacances</w:t>
      </w:r>
      <w:r w:rsidR="00462692" w:rsidRPr="00A4769E">
        <w:rPr>
          <w:szCs w:val="20"/>
        </w:rPr>
        <w:t xml:space="preserve">, </w:t>
      </w:r>
      <w:r w:rsidRPr="001B73FA">
        <w:rPr>
          <w:szCs w:val="20"/>
        </w:rPr>
        <w:t>l</w:t>
      </w:r>
      <w:r w:rsidR="00462692" w:rsidRPr="00A4769E">
        <w:rPr>
          <w:szCs w:val="20"/>
        </w:rPr>
        <w:t>’</w:t>
      </w:r>
      <w:r w:rsidRPr="001B73FA">
        <w:rPr>
          <w:szCs w:val="20"/>
        </w:rPr>
        <w:t>été</w:t>
      </w:r>
      <w:r w:rsidR="00462692" w:rsidRPr="00A4769E">
        <w:rPr>
          <w:szCs w:val="20"/>
        </w:rPr>
        <w:t xml:space="preserve">, </w:t>
      </w:r>
      <w:r w:rsidRPr="001B73FA">
        <w:rPr>
          <w:szCs w:val="20"/>
        </w:rPr>
        <w:t>quand j</w:t>
      </w:r>
      <w:r w:rsidR="00462692" w:rsidRPr="00A4769E">
        <w:rPr>
          <w:szCs w:val="20"/>
        </w:rPr>
        <w:t>’</w:t>
      </w:r>
      <w:r w:rsidRPr="001B73FA">
        <w:rPr>
          <w:szCs w:val="20"/>
        </w:rPr>
        <w:t>avais sept ans</w:t>
      </w:r>
      <w:r w:rsidR="00462692" w:rsidRPr="00A4769E">
        <w:rPr>
          <w:szCs w:val="20"/>
        </w:rPr>
        <w:t xml:space="preserve">. </w:t>
      </w:r>
      <w:r w:rsidRPr="001B73FA">
        <w:rPr>
          <w:szCs w:val="20"/>
        </w:rPr>
        <w:t>Là</w:t>
      </w:r>
      <w:r w:rsidR="00462692" w:rsidRPr="00A4769E">
        <w:rPr>
          <w:szCs w:val="20"/>
        </w:rPr>
        <w:t xml:space="preserve">, </w:t>
      </w:r>
      <w:r w:rsidRPr="001B73FA">
        <w:rPr>
          <w:szCs w:val="20"/>
        </w:rPr>
        <w:t>j</w:t>
      </w:r>
      <w:r w:rsidR="00462692" w:rsidRPr="00A4769E">
        <w:rPr>
          <w:szCs w:val="20"/>
        </w:rPr>
        <w:t>’</w:t>
      </w:r>
      <w:r w:rsidRPr="001B73FA">
        <w:rPr>
          <w:szCs w:val="20"/>
        </w:rPr>
        <w:t>ai déjà vu des oies sauvages</w:t>
      </w:r>
      <w:r w:rsidR="00462692" w:rsidRPr="00A4769E">
        <w:rPr>
          <w:szCs w:val="20"/>
        </w:rPr>
        <w:t>. »</w:t>
      </w:r>
      <w:r w:rsidRPr="001B73FA">
        <w:rPr>
          <w:szCs w:val="20"/>
        </w:rPr>
        <w:t xml:space="preserve"> Enfin</w:t>
      </w:r>
      <w:r w:rsidR="00462692" w:rsidRPr="00A4769E">
        <w:rPr>
          <w:szCs w:val="20"/>
        </w:rPr>
        <w:t xml:space="preserve">, </w:t>
      </w:r>
      <w:r w:rsidRPr="001B73FA">
        <w:rPr>
          <w:szCs w:val="20"/>
        </w:rPr>
        <w:t>après s</w:t>
      </w:r>
      <w:r w:rsidR="00462692" w:rsidRPr="00A4769E">
        <w:rPr>
          <w:szCs w:val="20"/>
        </w:rPr>
        <w:t>’</w:t>
      </w:r>
      <w:r w:rsidRPr="001B73FA">
        <w:rPr>
          <w:szCs w:val="20"/>
        </w:rPr>
        <w:t>être fait tous les reproches imaginables et dans la terreur de paraître bête et surtout avare de lui-même</w:t>
      </w:r>
      <w:r w:rsidR="00462692" w:rsidRPr="00A4769E">
        <w:rPr>
          <w:szCs w:val="20"/>
        </w:rPr>
        <w:t xml:space="preserve">, </w:t>
      </w:r>
      <w:r w:rsidRPr="001B73FA">
        <w:rPr>
          <w:szCs w:val="20"/>
        </w:rPr>
        <w:t>il réussit à dire</w:t>
      </w:r>
      <w:r w:rsidR="00462692" w:rsidRPr="00A4769E">
        <w:rPr>
          <w:szCs w:val="20"/>
        </w:rPr>
        <w:t> : « </w:t>
      </w:r>
      <w:r w:rsidRPr="001B73FA">
        <w:rPr>
          <w:szCs w:val="20"/>
        </w:rPr>
        <w:t>J</w:t>
      </w:r>
      <w:r w:rsidR="00462692" w:rsidRPr="00A4769E">
        <w:rPr>
          <w:szCs w:val="20"/>
        </w:rPr>
        <w:t>’</w:t>
      </w:r>
      <w:r w:rsidRPr="001B73FA">
        <w:rPr>
          <w:szCs w:val="20"/>
        </w:rPr>
        <w:t>étais en exil dans ma propre patrie</w:t>
      </w:r>
      <w:r w:rsidR="00462692" w:rsidRPr="00A4769E">
        <w:rPr>
          <w:szCs w:val="20"/>
        </w:rPr>
        <w:t xml:space="preserve">, </w:t>
      </w:r>
      <w:r w:rsidRPr="001B73FA">
        <w:rPr>
          <w:szCs w:val="20"/>
        </w:rPr>
        <w:t>sauf dans le palais de ma mère</w:t>
      </w:r>
      <w:r w:rsidR="00462692" w:rsidRPr="00A4769E">
        <w:rPr>
          <w:szCs w:val="20"/>
        </w:rPr>
        <w:t xml:space="preserve">, </w:t>
      </w:r>
      <w:r w:rsidRPr="001B73FA">
        <w:rPr>
          <w:szCs w:val="20"/>
        </w:rPr>
        <w:t>et je n</w:t>
      </w:r>
      <w:r w:rsidR="00462692" w:rsidRPr="00A4769E">
        <w:rPr>
          <w:szCs w:val="20"/>
        </w:rPr>
        <w:t>’</w:t>
      </w:r>
      <w:r w:rsidRPr="001B73FA">
        <w:rPr>
          <w:szCs w:val="20"/>
        </w:rPr>
        <w:t>ai vécu à Aix que par des moyens de fortune qui m</w:t>
      </w:r>
      <w:r w:rsidR="00462692" w:rsidRPr="00A4769E">
        <w:rPr>
          <w:szCs w:val="20"/>
        </w:rPr>
        <w:t>’</w:t>
      </w:r>
      <w:r w:rsidRPr="001B73FA">
        <w:rPr>
          <w:szCs w:val="20"/>
        </w:rPr>
        <w:t>auraient rapidement conduit au désespoir puis au râtelier de pipes</w:t>
      </w:r>
      <w:r w:rsidR="00462692" w:rsidRPr="00A4769E">
        <w:rPr>
          <w:szCs w:val="20"/>
        </w:rPr>
        <w:t xml:space="preserve">. </w:t>
      </w:r>
      <w:r w:rsidRPr="001B73FA">
        <w:rPr>
          <w:szCs w:val="20"/>
        </w:rPr>
        <w:t>Je suis à peine arrivé ici que non seulement vous me promettez le bonheur</w:t>
      </w:r>
      <w:r w:rsidR="00462692" w:rsidRPr="00A4769E">
        <w:rPr>
          <w:szCs w:val="20"/>
        </w:rPr>
        <w:t xml:space="preserve">, </w:t>
      </w:r>
      <w:r w:rsidRPr="001B73FA">
        <w:rPr>
          <w:szCs w:val="20"/>
        </w:rPr>
        <w:t>mais le vent qui traverse votre parc m</w:t>
      </w:r>
      <w:r w:rsidR="00462692" w:rsidRPr="00A4769E">
        <w:rPr>
          <w:szCs w:val="20"/>
        </w:rPr>
        <w:t>’</w:t>
      </w:r>
      <w:r w:rsidRPr="001B73FA">
        <w:rPr>
          <w:szCs w:val="20"/>
        </w:rPr>
        <w:t>affirme que vous me promettez beaucoup moins que ce qu</w:t>
      </w:r>
      <w:r w:rsidR="00462692" w:rsidRPr="00A4769E">
        <w:rPr>
          <w:szCs w:val="20"/>
        </w:rPr>
        <w:t>’</w:t>
      </w:r>
      <w:r w:rsidRPr="001B73FA">
        <w:rPr>
          <w:szCs w:val="20"/>
        </w:rPr>
        <w:t>en réalité vous allez me donner</w:t>
      </w:r>
      <w:r w:rsidR="00462692" w:rsidRPr="00A4769E">
        <w:rPr>
          <w:szCs w:val="20"/>
        </w:rPr>
        <w:t xml:space="preserve">. </w:t>
      </w:r>
      <w:r w:rsidRPr="001B73FA">
        <w:rPr>
          <w:szCs w:val="20"/>
        </w:rPr>
        <w:t>Pourrai-je jamais vous être de quelque service</w:t>
      </w:r>
      <w:r w:rsidR="00462692" w:rsidRPr="00A4769E">
        <w:rPr>
          <w:szCs w:val="20"/>
        </w:rPr>
        <w:t> ?</w:t>
      </w:r>
    </w:p>
    <w:p w14:paraId="35E0A005" w14:textId="385D010F" w:rsidR="001B73FA" w:rsidRPr="001B73FA" w:rsidRDefault="00462692" w:rsidP="001B73FA">
      <w:pPr>
        <w:rPr>
          <w:szCs w:val="20"/>
        </w:rPr>
      </w:pPr>
      <w:r w:rsidRPr="00A4769E">
        <w:rPr>
          <w:szCs w:val="20"/>
        </w:rPr>
        <w:t>— </w:t>
      </w:r>
      <w:r w:rsidR="001B73FA" w:rsidRPr="001B73FA">
        <w:rPr>
          <w:szCs w:val="20"/>
        </w:rPr>
        <w:t xml:space="preserve">Entendons-nous à </w:t>
      </w:r>
      <w:r w:rsidR="001B73FA" w:rsidRPr="001B73FA">
        <w:rPr>
          <w:i/>
          <w:iCs/>
          <w:szCs w:val="20"/>
        </w:rPr>
        <w:t>ce</w:t>
      </w:r>
      <w:r w:rsidR="001B73FA" w:rsidRPr="001B73FA">
        <w:rPr>
          <w:szCs w:val="20"/>
        </w:rPr>
        <w:t xml:space="preserve"> sujet</w:t>
      </w:r>
      <w:r w:rsidRPr="00A4769E">
        <w:rPr>
          <w:szCs w:val="20"/>
        </w:rPr>
        <w:t xml:space="preserve">, </w:t>
      </w:r>
      <w:r w:rsidR="001B73FA" w:rsidRPr="001B73FA">
        <w:rPr>
          <w:szCs w:val="20"/>
        </w:rPr>
        <w:t>dit très rondement le Marquis</w:t>
      </w:r>
      <w:r w:rsidRPr="00A4769E">
        <w:rPr>
          <w:szCs w:val="20"/>
        </w:rPr>
        <w:t xml:space="preserve">, </w:t>
      </w:r>
      <w:r w:rsidR="001B73FA" w:rsidRPr="001B73FA">
        <w:rPr>
          <w:szCs w:val="20"/>
        </w:rPr>
        <w:t>et le remords ne vous gênera plus</w:t>
      </w:r>
      <w:r w:rsidRPr="00A4769E">
        <w:rPr>
          <w:szCs w:val="20"/>
        </w:rPr>
        <w:t xml:space="preserve">. </w:t>
      </w:r>
      <w:r w:rsidR="001B73FA" w:rsidRPr="001B73FA">
        <w:rPr>
          <w:szCs w:val="20"/>
        </w:rPr>
        <w:t xml:space="preserve">Je suis assez </w:t>
      </w:r>
      <w:r w:rsidR="001B73FA" w:rsidRPr="001B73FA">
        <w:rPr>
          <w:szCs w:val="20"/>
        </w:rPr>
        <w:lastRenderedPageBreak/>
        <w:t>grand garçon pour ne pas avoir de vergogne à parler le premier en ce cas-là</w:t>
      </w:r>
      <w:r w:rsidRPr="00A4769E">
        <w:rPr>
          <w:szCs w:val="20"/>
        </w:rPr>
        <w:t>. »</w:t>
      </w:r>
    </w:p>
    <w:p w14:paraId="0567A428" w14:textId="77777777" w:rsidR="001B73FA" w:rsidRPr="001B73FA" w:rsidRDefault="001B73FA" w:rsidP="001B73FA">
      <w:pPr>
        <w:rPr>
          <w:szCs w:val="20"/>
        </w:rPr>
      </w:pPr>
      <w:r w:rsidRPr="001B73FA">
        <w:rPr>
          <w:szCs w:val="20"/>
        </w:rPr>
        <w:t>Minuit sonna à une grosse horloge et on alluma les lanternes pour conduire les bagages et le voyageur jusqu</w:t>
      </w:r>
      <w:r w:rsidR="00462692" w:rsidRPr="00A4769E">
        <w:rPr>
          <w:szCs w:val="20"/>
        </w:rPr>
        <w:t>’</w:t>
      </w:r>
      <w:r w:rsidRPr="001B73FA">
        <w:rPr>
          <w:szCs w:val="20"/>
        </w:rPr>
        <w:t>au pavillon</w:t>
      </w:r>
      <w:r w:rsidR="00462692" w:rsidRPr="00A4769E">
        <w:rPr>
          <w:szCs w:val="20"/>
        </w:rPr>
        <w:t xml:space="preserve">. </w:t>
      </w:r>
      <w:r w:rsidRPr="001B73FA">
        <w:rPr>
          <w:szCs w:val="20"/>
        </w:rPr>
        <w:t>En passant dans le grand couloir glacial</w:t>
      </w:r>
      <w:r w:rsidR="00462692" w:rsidRPr="00A4769E">
        <w:rPr>
          <w:szCs w:val="20"/>
        </w:rPr>
        <w:t xml:space="preserve">, </w:t>
      </w:r>
      <w:r w:rsidRPr="001B73FA">
        <w:rPr>
          <w:szCs w:val="20"/>
        </w:rPr>
        <w:t>Angelo frissonna et il sentit sur sa peau le grattement du sachet de cuir</w:t>
      </w:r>
      <w:r w:rsidR="00462692" w:rsidRPr="00A4769E">
        <w:rPr>
          <w:szCs w:val="20"/>
        </w:rPr>
        <w:t>. « </w:t>
      </w:r>
      <w:r w:rsidRPr="001B73FA">
        <w:rPr>
          <w:szCs w:val="20"/>
        </w:rPr>
        <w:t>C</w:t>
      </w:r>
      <w:r w:rsidR="00462692" w:rsidRPr="00A4769E">
        <w:rPr>
          <w:szCs w:val="20"/>
        </w:rPr>
        <w:t>’</w:t>
      </w:r>
      <w:r w:rsidRPr="001B73FA">
        <w:rPr>
          <w:szCs w:val="20"/>
        </w:rPr>
        <w:t>est ici</w:t>
      </w:r>
      <w:r w:rsidR="00462692" w:rsidRPr="00A4769E">
        <w:rPr>
          <w:szCs w:val="20"/>
        </w:rPr>
        <w:t xml:space="preserve">, </w:t>
      </w:r>
      <w:r w:rsidRPr="001B73FA">
        <w:rPr>
          <w:szCs w:val="20"/>
        </w:rPr>
        <w:t>se dit-il</w:t>
      </w:r>
      <w:r w:rsidR="00462692" w:rsidRPr="00A4769E">
        <w:rPr>
          <w:szCs w:val="20"/>
        </w:rPr>
        <w:t xml:space="preserve">, </w:t>
      </w:r>
      <w:r w:rsidRPr="001B73FA">
        <w:rPr>
          <w:szCs w:val="20"/>
        </w:rPr>
        <w:t>que j</w:t>
      </w:r>
      <w:r w:rsidR="00462692" w:rsidRPr="00A4769E">
        <w:rPr>
          <w:szCs w:val="20"/>
        </w:rPr>
        <w:t>’</w:t>
      </w:r>
      <w:r w:rsidRPr="001B73FA">
        <w:rPr>
          <w:szCs w:val="20"/>
        </w:rPr>
        <w:t>ai commencé à sentir l</w:t>
      </w:r>
      <w:r w:rsidR="00462692" w:rsidRPr="00A4769E">
        <w:rPr>
          <w:szCs w:val="20"/>
        </w:rPr>
        <w:t>’</w:t>
      </w:r>
      <w:r w:rsidRPr="001B73FA">
        <w:rPr>
          <w:szCs w:val="20"/>
        </w:rPr>
        <w:t>odeur si belle</w:t>
      </w:r>
      <w:r w:rsidR="00462692" w:rsidRPr="00A4769E">
        <w:rPr>
          <w:szCs w:val="20"/>
        </w:rPr>
        <w:t>.</w:t>
      </w:r>
      <w:r w:rsidR="00462692" w:rsidRPr="00A4769E">
        <w:rPr>
          <w:szCs w:val="20"/>
        </w:rPr>
        <w:t> »</w:t>
      </w:r>
    </w:p>
    <w:p w14:paraId="741138D1" w14:textId="77777777" w:rsidR="00C443EF" w:rsidRPr="00A4769E" w:rsidRDefault="00C443EF" w:rsidP="00462692">
      <w:pPr>
        <w:pStyle w:val="Titre1"/>
      </w:pPr>
      <w:bookmarkStart w:id="9" w:name="_Toc195026591"/>
      <w:r w:rsidRPr="00A4769E">
        <w:lastRenderedPageBreak/>
        <w:t>X</w:t>
      </w:r>
      <w:bookmarkEnd w:id="9"/>
    </w:p>
    <w:p w14:paraId="53BDA329" w14:textId="77777777" w:rsidR="00462692" w:rsidRPr="00A4769E" w:rsidRDefault="001B73FA" w:rsidP="001B73FA">
      <w:pPr>
        <w:rPr>
          <w:szCs w:val="20"/>
        </w:rPr>
      </w:pPr>
      <w:r w:rsidRPr="001B73FA">
        <w:rPr>
          <w:szCs w:val="20"/>
        </w:rPr>
        <w:t>Angelo retrouva la chambre du pavillon avec une agitation extrême</w:t>
      </w:r>
      <w:r w:rsidR="00462692" w:rsidRPr="00A4769E">
        <w:rPr>
          <w:szCs w:val="20"/>
        </w:rPr>
        <w:t xml:space="preserve">. </w:t>
      </w:r>
      <w:r w:rsidRPr="001B73FA">
        <w:rPr>
          <w:szCs w:val="20"/>
        </w:rPr>
        <w:t xml:space="preserve">On avait remplacé le petit secrétaire et les bibliothèques par une grande table </w:t>
      </w:r>
      <w:r w:rsidR="00462692" w:rsidRPr="001B73FA">
        <w:rPr>
          <w:szCs w:val="20"/>
        </w:rPr>
        <w:t>Henri</w:t>
      </w:r>
      <w:r w:rsidR="00462692" w:rsidRPr="00A4769E">
        <w:rPr>
          <w:szCs w:val="20"/>
        </w:rPr>
        <w:t> </w:t>
      </w:r>
      <w:r w:rsidR="00462692" w:rsidRPr="001B73FA">
        <w:rPr>
          <w:szCs w:val="20"/>
        </w:rPr>
        <w:t>II</w:t>
      </w:r>
      <w:r w:rsidRPr="001B73FA">
        <w:rPr>
          <w:szCs w:val="20"/>
        </w:rPr>
        <w:t xml:space="preserve"> et des fauteuils très confortables</w:t>
      </w:r>
      <w:r w:rsidR="00462692" w:rsidRPr="00A4769E">
        <w:rPr>
          <w:szCs w:val="20"/>
        </w:rPr>
        <w:t xml:space="preserve">. </w:t>
      </w:r>
      <w:r w:rsidRPr="001B73FA">
        <w:rPr>
          <w:szCs w:val="20"/>
        </w:rPr>
        <w:t>Angelo se promena de long en large avant de retrouver le calme</w:t>
      </w:r>
      <w:r w:rsidR="00462692" w:rsidRPr="00A4769E">
        <w:rPr>
          <w:szCs w:val="20"/>
        </w:rPr>
        <w:t xml:space="preserve">. </w:t>
      </w:r>
      <w:r w:rsidRPr="001B73FA">
        <w:rPr>
          <w:szCs w:val="20"/>
        </w:rPr>
        <w:t>Il n</w:t>
      </w:r>
      <w:r w:rsidR="00462692" w:rsidRPr="00A4769E">
        <w:rPr>
          <w:szCs w:val="20"/>
        </w:rPr>
        <w:t>’</w:t>
      </w:r>
      <w:r w:rsidRPr="001B73FA">
        <w:rPr>
          <w:szCs w:val="20"/>
        </w:rPr>
        <w:t>y avait plus trace de parfum</w:t>
      </w:r>
      <w:r w:rsidR="00462692" w:rsidRPr="00A4769E">
        <w:rPr>
          <w:szCs w:val="20"/>
        </w:rPr>
        <w:t>. « </w:t>
      </w:r>
      <w:r w:rsidRPr="001B73FA">
        <w:rPr>
          <w:szCs w:val="20"/>
        </w:rPr>
        <w:t>C</w:t>
      </w:r>
      <w:r w:rsidR="00462692" w:rsidRPr="00A4769E">
        <w:rPr>
          <w:szCs w:val="20"/>
        </w:rPr>
        <w:t>’</w:t>
      </w:r>
      <w:r w:rsidRPr="001B73FA">
        <w:rPr>
          <w:szCs w:val="20"/>
        </w:rPr>
        <w:t>est ici</w:t>
      </w:r>
      <w:r w:rsidR="00462692" w:rsidRPr="00A4769E">
        <w:rPr>
          <w:szCs w:val="20"/>
        </w:rPr>
        <w:t xml:space="preserve">, </w:t>
      </w:r>
      <w:r w:rsidRPr="001B73FA">
        <w:rPr>
          <w:szCs w:val="20"/>
        </w:rPr>
        <w:t>se disait-il</w:t>
      </w:r>
      <w:r w:rsidR="00462692" w:rsidRPr="00A4769E">
        <w:rPr>
          <w:szCs w:val="20"/>
        </w:rPr>
        <w:t xml:space="preserve">, </w:t>
      </w:r>
      <w:r w:rsidRPr="001B73FA">
        <w:rPr>
          <w:szCs w:val="20"/>
        </w:rPr>
        <w:t>sur j</w:t>
      </w:r>
      <w:r w:rsidR="00462692" w:rsidRPr="00A4769E">
        <w:rPr>
          <w:szCs w:val="20"/>
        </w:rPr>
        <w:t>’</w:t>
      </w:r>
      <w:r w:rsidRPr="001B73FA">
        <w:rPr>
          <w:szCs w:val="20"/>
        </w:rPr>
        <w:t>ai appris à choisir</w:t>
      </w:r>
      <w:r w:rsidR="00462692" w:rsidRPr="00A4769E">
        <w:rPr>
          <w:szCs w:val="20"/>
        </w:rPr>
        <w:t xml:space="preserve">. </w:t>
      </w:r>
      <w:r w:rsidRPr="001B73FA">
        <w:rPr>
          <w:szCs w:val="20"/>
        </w:rPr>
        <w:t>Que je suis devenu exigeant sur la qualité et</w:t>
      </w:r>
      <w:r w:rsidR="00462692" w:rsidRPr="00A4769E">
        <w:rPr>
          <w:szCs w:val="20"/>
        </w:rPr>
        <w:t xml:space="preserve">, </w:t>
      </w:r>
      <w:r w:rsidRPr="001B73FA">
        <w:rPr>
          <w:szCs w:val="20"/>
        </w:rPr>
        <w:t>partant</w:t>
      </w:r>
      <w:r w:rsidR="00462692" w:rsidRPr="00A4769E">
        <w:rPr>
          <w:szCs w:val="20"/>
        </w:rPr>
        <w:t xml:space="preserve">, </w:t>
      </w:r>
      <w:r w:rsidRPr="001B73FA">
        <w:rPr>
          <w:szCs w:val="20"/>
        </w:rPr>
        <w:t>me suis sans doute voué à une vie solitaire</w:t>
      </w:r>
      <w:r w:rsidR="00462692" w:rsidRPr="00A4769E">
        <w:rPr>
          <w:szCs w:val="20"/>
        </w:rPr>
        <w:t>. »</w:t>
      </w:r>
      <w:r w:rsidRPr="001B73FA">
        <w:rPr>
          <w:szCs w:val="20"/>
        </w:rPr>
        <w:t xml:space="preserve"> Son c</w:t>
      </w:r>
      <w:r w:rsidR="00462692" w:rsidRPr="00A4769E">
        <w:rPr>
          <w:szCs w:val="20"/>
        </w:rPr>
        <w:t>œ</w:t>
      </w:r>
      <w:r w:rsidRPr="001B73FA">
        <w:rPr>
          <w:szCs w:val="20"/>
        </w:rPr>
        <w:t>ur fabriqua sur-le-champ une énorme quantité d</w:t>
      </w:r>
      <w:r w:rsidR="00462692" w:rsidRPr="00A4769E">
        <w:rPr>
          <w:szCs w:val="20"/>
        </w:rPr>
        <w:t>’</w:t>
      </w:r>
      <w:r w:rsidRPr="001B73FA">
        <w:rPr>
          <w:szCs w:val="20"/>
        </w:rPr>
        <w:t>héroïsme et il eut grand plaisir à imaginer tout un avenir mélancolique</w:t>
      </w:r>
      <w:r w:rsidR="00462692" w:rsidRPr="00A4769E">
        <w:rPr>
          <w:szCs w:val="20"/>
        </w:rPr>
        <w:t xml:space="preserve">. </w:t>
      </w:r>
      <w:r w:rsidRPr="001B73FA">
        <w:rPr>
          <w:szCs w:val="20"/>
        </w:rPr>
        <w:t>Pour rien au monde</w:t>
      </w:r>
      <w:r w:rsidR="00462692" w:rsidRPr="00A4769E">
        <w:rPr>
          <w:szCs w:val="20"/>
        </w:rPr>
        <w:t xml:space="preserve">, </w:t>
      </w:r>
      <w:r w:rsidRPr="001B73FA">
        <w:rPr>
          <w:szCs w:val="20"/>
        </w:rPr>
        <w:t>il n</w:t>
      </w:r>
      <w:r w:rsidR="00462692" w:rsidRPr="00A4769E">
        <w:rPr>
          <w:szCs w:val="20"/>
        </w:rPr>
        <w:t>’</w:t>
      </w:r>
      <w:r w:rsidRPr="001B73FA">
        <w:rPr>
          <w:szCs w:val="20"/>
        </w:rPr>
        <w:t>aurait voulu retrouver les satisfactions physiques qu</w:t>
      </w:r>
      <w:r w:rsidR="00462692" w:rsidRPr="00A4769E">
        <w:rPr>
          <w:szCs w:val="20"/>
        </w:rPr>
        <w:t>’</w:t>
      </w:r>
      <w:r w:rsidRPr="001B73FA">
        <w:rPr>
          <w:szCs w:val="20"/>
        </w:rPr>
        <w:t xml:space="preserve">il avait eues quelquefois avec </w:t>
      </w:r>
      <w:r w:rsidR="00462692" w:rsidRPr="00A4769E">
        <w:rPr>
          <w:szCs w:val="20"/>
        </w:rPr>
        <w:t>M</w:t>
      </w:r>
      <w:r w:rsidR="00462692" w:rsidRPr="00A4769E">
        <w:rPr>
          <w:szCs w:val="20"/>
          <w:vertAlign w:val="superscript"/>
        </w:rPr>
        <w:t>me</w:t>
      </w:r>
      <w:r w:rsidR="00462692" w:rsidRPr="00A4769E">
        <w:rPr>
          <w:szCs w:val="20"/>
        </w:rPr>
        <w:t> </w:t>
      </w:r>
      <w:r w:rsidRPr="001B73FA">
        <w:rPr>
          <w:szCs w:val="20"/>
        </w:rPr>
        <w:t>Clèves</w:t>
      </w:r>
      <w:r w:rsidR="00462692" w:rsidRPr="00A4769E">
        <w:rPr>
          <w:szCs w:val="20"/>
        </w:rPr>
        <w:t>.</w:t>
      </w:r>
    </w:p>
    <w:p w14:paraId="2D2931D7" w14:textId="77777777" w:rsidR="001B73FA" w:rsidRPr="001B73FA" w:rsidRDefault="001B73FA" w:rsidP="001B73FA">
      <w:pPr>
        <w:rPr>
          <w:szCs w:val="20"/>
        </w:rPr>
      </w:pPr>
      <w:r w:rsidRPr="001B73FA">
        <w:rPr>
          <w:szCs w:val="20"/>
        </w:rPr>
        <w:t>Avant de commencer le petit ménage de célibataire que devaient organiser deux domestiques au pavillon où l</w:t>
      </w:r>
      <w:r w:rsidR="00462692" w:rsidRPr="00A4769E">
        <w:rPr>
          <w:szCs w:val="20"/>
        </w:rPr>
        <w:t>’</w:t>
      </w:r>
      <w:r w:rsidRPr="001B73FA">
        <w:rPr>
          <w:szCs w:val="20"/>
        </w:rPr>
        <w:t>on avait préparé tout ce qu</w:t>
      </w:r>
      <w:r w:rsidR="00462692" w:rsidRPr="00A4769E">
        <w:rPr>
          <w:szCs w:val="20"/>
        </w:rPr>
        <w:t>’</w:t>
      </w:r>
      <w:r w:rsidRPr="001B73FA">
        <w:rPr>
          <w:szCs w:val="20"/>
        </w:rPr>
        <w:t>il fallait et même une petite cuisine</w:t>
      </w:r>
      <w:r w:rsidR="00462692" w:rsidRPr="00A4769E">
        <w:rPr>
          <w:szCs w:val="20"/>
        </w:rPr>
        <w:t xml:space="preserve">, </w:t>
      </w:r>
      <w:r w:rsidRPr="001B73FA">
        <w:rPr>
          <w:szCs w:val="20"/>
        </w:rPr>
        <w:t>Angelo fut invité au château</w:t>
      </w:r>
      <w:r w:rsidR="00462692" w:rsidRPr="00A4769E">
        <w:rPr>
          <w:szCs w:val="20"/>
        </w:rPr>
        <w:t xml:space="preserve">. </w:t>
      </w:r>
      <w:r w:rsidRPr="001B73FA">
        <w:rPr>
          <w:szCs w:val="20"/>
        </w:rPr>
        <w:t>Il rencontra la jeune Marquise</w:t>
      </w:r>
      <w:r w:rsidR="00462692" w:rsidRPr="00A4769E">
        <w:rPr>
          <w:szCs w:val="20"/>
        </w:rPr>
        <w:t xml:space="preserve">. </w:t>
      </w:r>
      <w:r w:rsidRPr="001B73FA">
        <w:rPr>
          <w:szCs w:val="20"/>
        </w:rPr>
        <w:t>Il remarqua surtout ses magnifiques cheveux noirs</w:t>
      </w:r>
      <w:r w:rsidR="00462692" w:rsidRPr="00A4769E">
        <w:rPr>
          <w:szCs w:val="20"/>
        </w:rPr>
        <w:t xml:space="preserve">. </w:t>
      </w:r>
      <w:r w:rsidRPr="001B73FA">
        <w:rPr>
          <w:szCs w:val="20"/>
        </w:rPr>
        <w:t>Il n</w:t>
      </w:r>
      <w:r w:rsidR="00462692" w:rsidRPr="00A4769E">
        <w:rPr>
          <w:szCs w:val="20"/>
        </w:rPr>
        <w:t>’</w:t>
      </w:r>
      <w:r w:rsidRPr="001B73FA">
        <w:rPr>
          <w:szCs w:val="20"/>
        </w:rPr>
        <w:t>aima pas ses immenses yeux verts</w:t>
      </w:r>
      <w:r w:rsidR="00462692" w:rsidRPr="00A4769E">
        <w:rPr>
          <w:szCs w:val="20"/>
        </w:rPr>
        <w:t xml:space="preserve">, </w:t>
      </w:r>
      <w:r w:rsidRPr="001B73FA">
        <w:rPr>
          <w:szCs w:val="20"/>
        </w:rPr>
        <w:t>que l</w:t>
      </w:r>
      <w:r w:rsidR="00462692" w:rsidRPr="00A4769E">
        <w:rPr>
          <w:szCs w:val="20"/>
        </w:rPr>
        <w:t>’</w:t>
      </w:r>
      <w:r w:rsidRPr="001B73FA">
        <w:rPr>
          <w:szCs w:val="20"/>
        </w:rPr>
        <w:t>attention rendait immobiles et froids</w:t>
      </w:r>
      <w:r w:rsidR="00462692" w:rsidRPr="00A4769E">
        <w:rPr>
          <w:szCs w:val="20"/>
        </w:rPr>
        <w:t xml:space="preserve">. </w:t>
      </w:r>
      <w:r w:rsidRPr="001B73FA">
        <w:rPr>
          <w:szCs w:val="20"/>
        </w:rPr>
        <w:t>Son teint pâle et une très belle toilette de grande dame la vieillissaient</w:t>
      </w:r>
      <w:r w:rsidR="00462692" w:rsidRPr="00A4769E">
        <w:rPr>
          <w:szCs w:val="20"/>
        </w:rPr>
        <w:t xml:space="preserve">. </w:t>
      </w:r>
      <w:r w:rsidRPr="001B73FA">
        <w:rPr>
          <w:szCs w:val="20"/>
        </w:rPr>
        <w:t>Vers la fin du repas</w:t>
      </w:r>
      <w:r w:rsidR="00462692" w:rsidRPr="00A4769E">
        <w:rPr>
          <w:szCs w:val="20"/>
        </w:rPr>
        <w:t xml:space="preserve">, </w:t>
      </w:r>
      <w:r w:rsidRPr="001B73FA">
        <w:rPr>
          <w:szCs w:val="20"/>
        </w:rPr>
        <w:t>et comme elle venait de parler de façon très surprenante d</w:t>
      </w:r>
      <w:r w:rsidR="00462692" w:rsidRPr="00A4769E">
        <w:rPr>
          <w:szCs w:val="20"/>
        </w:rPr>
        <w:t>’</w:t>
      </w:r>
      <w:r w:rsidRPr="001B73FA">
        <w:rPr>
          <w:szCs w:val="20"/>
        </w:rPr>
        <w:t>un vallon perdu dans les bois</w:t>
      </w:r>
      <w:r w:rsidR="00462692" w:rsidRPr="00A4769E">
        <w:rPr>
          <w:szCs w:val="20"/>
        </w:rPr>
        <w:t xml:space="preserve">, </w:t>
      </w:r>
      <w:r w:rsidRPr="001B73FA">
        <w:rPr>
          <w:szCs w:val="20"/>
        </w:rPr>
        <w:t>il vit sa bouche</w:t>
      </w:r>
      <w:r w:rsidR="00462692" w:rsidRPr="00A4769E">
        <w:rPr>
          <w:szCs w:val="20"/>
        </w:rPr>
        <w:t xml:space="preserve">, </w:t>
      </w:r>
      <w:r w:rsidRPr="001B73FA">
        <w:rPr>
          <w:szCs w:val="20"/>
        </w:rPr>
        <w:t>qui était large et sinueuse</w:t>
      </w:r>
      <w:r w:rsidR="00462692" w:rsidRPr="00A4769E">
        <w:rPr>
          <w:szCs w:val="20"/>
        </w:rPr>
        <w:t>. « </w:t>
      </w:r>
      <w:r w:rsidRPr="001B73FA">
        <w:rPr>
          <w:szCs w:val="20"/>
        </w:rPr>
        <w:t>Tout son visage tiendrait dans mes mains</w:t>
      </w:r>
      <w:r w:rsidR="00462692" w:rsidRPr="00A4769E">
        <w:rPr>
          <w:szCs w:val="20"/>
        </w:rPr>
        <w:t xml:space="preserve">, </w:t>
      </w:r>
      <w:r w:rsidRPr="001B73FA">
        <w:rPr>
          <w:szCs w:val="20"/>
        </w:rPr>
        <w:t>se dit-il</w:t>
      </w:r>
      <w:r w:rsidR="00462692" w:rsidRPr="00A4769E">
        <w:rPr>
          <w:szCs w:val="20"/>
        </w:rPr>
        <w:t xml:space="preserve">, </w:t>
      </w:r>
      <w:r w:rsidRPr="001B73FA">
        <w:rPr>
          <w:szCs w:val="20"/>
        </w:rPr>
        <w:t>on dirait un petit fer de lance</w:t>
      </w:r>
      <w:r w:rsidR="00462692" w:rsidRPr="00A4769E">
        <w:rPr>
          <w:szCs w:val="20"/>
        </w:rPr>
        <w:t>.</w:t>
      </w:r>
      <w:r w:rsidR="00462692" w:rsidRPr="00A4769E">
        <w:rPr>
          <w:szCs w:val="20"/>
        </w:rPr>
        <w:t> »</w:t>
      </w:r>
    </w:p>
    <w:p w14:paraId="2069C5B2" w14:textId="77777777" w:rsidR="00462692" w:rsidRPr="00A4769E" w:rsidRDefault="001B73FA" w:rsidP="001B73FA">
      <w:pPr>
        <w:rPr>
          <w:szCs w:val="20"/>
        </w:rPr>
      </w:pPr>
      <w:r w:rsidRPr="001B73FA">
        <w:rPr>
          <w:szCs w:val="20"/>
        </w:rPr>
        <w:t>Il ne vit aucune différence d</w:t>
      </w:r>
      <w:r w:rsidR="00462692" w:rsidRPr="00A4769E">
        <w:rPr>
          <w:szCs w:val="20"/>
        </w:rPr>
        <w:t>’</w:t>
      </w:r>
      <w:r w:rsidRPr="001B73FA">
        <w:rPr>
          <w:szCs w:val="20"/>
        </w:rPr>
        <w:t>âge entre elle et le Marquis</w:t>
      </w:r>
      <w:r w:rsidR="00462692" w:rsidRPr="00A4769E">
        <w:rPr>
          <w:szCs w:val="20"/>
        </w:rPr>
        <w:t xml:space="preserve">. </w:t>
      </w:r>
      <w:r w:rsidRPr="001B73FA">
        <w:rPr>
          <w:szCs w:val="20"/>
        </w:rPr>
        <w:t>Le Marquis l</w:t>
      </w:r>
      <w:r w:rsidR="00462692" w:rsidRPr="00A4769E">
        <w:rPr>
          <w:szCs w:val="20"/>
        </w:rPr>
        <w:t>’</w:t>
      </w:r>
      <w:r w:rsidRPr="001B73FA">
        <w:rPr>
          <w:szCs w:val="20"/>
        </w:rPr>
        <w:t>étonna</w:t>
      </w:r>
      <w:r w:rsidR="00462692" w:rsidRPr="00A4769E">
        <w:rPr>
          <w:szCs w:val="20"/>
        </w:rPr>
        <w:t xml:space="preserve">. </w:t>
      </w:r>
      <w:r w:rsidRPr="001B73FA">
        <w:rPr>
          <w:szCs w:val="20"/>
        </w:rPr>
        <w:t>Il revêtait parfois une sorte de pelisse courte en peau de mouton</w:t>
      </w:r>
      <w:r w:rsidR="00462692" w:rsidRPr="00A4769E">
        <w:rPr>
          <w:szCs w:val="20"/>
        </w:rPr>
        <w:t xml:space="preserve">, </w:t>
      </w:r>
      <w:r w:rsidRPr="001B73FA">
        <w:rPr>
          <w:szCs w:val="20"/>
        </w:rPr>
        <w:t>serrée par une ceinture et qui fai</w:t>
      </w:r>
      <w:r w:rsidRPr="001B73FA">
        <w:rPr>
          <w:szCs w:val="20"/>
        </w:rPr>
        <w:lastRenderedPageBreak/>
        <w:t>sait ressortir sa taille fine et ses larges épaules</w:t>
      </w:r>
      <w:r w:rsidR="00462692" w:rsidRPr="00A4769E">
        <w:rPr>
          <w:szCs w:val="20"/>
        </w:rPr>
        <w:t xml:space="preserve">. </w:t>
      </w:r>
      <w:r w:rsidRPr="001B73FA">
        <w:rPr>
          <w:szCs w:val="20"/>
        </w:rPr>
        <w:t>Il montait à cheval avec une si grande souplesse qu</w:t>
      </w:r>
      <w:r w:rsidR="00462692" w:rsidRPr="00A4769E">
        <w:rPr>
          <w:szCs w:val="20"/>
        </w:rPr>
        <w:t>’</w:t>
      </w:r>
      <w:r w:rsidRPr="001B73FA">
        <w:rPr>
          <w:szCs w:val="20"/>
        </w:rPr>
        <w:t>Angelo se mettait à la fenêtre chaque fois qu</w:t>
      </w:r>
      <w:r w:rsidR="00462692" w:rsidRPr="00A4769E">
        <w:rPr>
          <w:szCs w:val="20"/>
        </w:rPr>
        <w:t>’</w:t>
      </w:r>
      <w:r w:rsidRPr="001B73FA">
        <w:rPr>
          <w:szCs w:val="20"/>
        </w:rPr>
        <w:t>il l</w:t>
      </w:r>
      <w:r w:rsidR="00462692" w:rsidRPr="00A4769E">
        <w:rPr>
          <w:szCs w:val="20"/>
        </w:rPr>
        <w:t>’</w:t>
      </w:r>
      <w:r w:rsidRPr="001B73FA">
        <w:rPr>
          <w:szCs w:val="20"/>
        </w:rPr>
        <w:t>entendait galoper sur les pelouses du parc</w:t>
      </w:r>
      <w:r w:rsidR="00462692" w:rsidRPr="00A4769E">
        <w:rPr>
          <w:szCs w:val="20"/>
        </w:rPr>
        <w:t xml:space="preserve">. </w:t>
      </w:r>
      <w:r w:rsidRPr="001B73FA">
        <w:rPr>
          <w:szCs w:val="20"/>
        </w:rPr>
        <w:t>Le Marquis revenait de ce vallon dont la Marquise avait parlé d</w:t>
      </w:r>
      <w:r w:rsidR="00462692" w:rsidRPr="00A4769E">
        <w:rPr>
          <w:szCs w:val="20"/>
        </w:rPr>
        <w:t>’</w:t>
      </w:r>
      <w:r w:rsidRPr="001B73FA">
        <w:rPr>
          <w:szCs w:val="20"/>
        </w:rPr>
        <w:t>une façon si surprenante</w:t>
      </w:r>
      <w:r w:rsidR="00462692" w:rsidRPr="00A4769E">
        <w:rPr>
          <w:szCs w:val="20"/>
        </w:rPr>
        <w:t xml:space="preserve">, </w:t>
      </w:r>
      <w:r w:rsidRPr="001B73FA">
        <w:rPr>
          <w:szCs w:val="20"/>
        </w:rPr>
        <w:t>et où il y avait une grande bergerie et vingt bergers qu</w:t>
      </w:r>
      <w:r w:rsidR="00462692" w:rsidRPr="00A4769E">
        <w:rPr>
          <w:szCs w:val="20"/>
        </w:rPr>
        <w:t>’</w:t>
      </w:r>
      <w:r w:rsidRPr="001B73FA">
        <w:rPr>
          <w:szCs w:val="20"/>
        </w:rPr>
        <w:t>Angelo se promettait toujours d</w:t>
      </w:r>
      <w:r w:rsidR="00462692" w:rsidRPr="00A4769E">
        <w:rPr>
          <w:szCs w:val="20"/>
        </w:rPr>
        <w:t>’</w:t>
      </w:r>
      <w:r w:rsidRPr="001B73FA">
        <w:rPr>
          <w:szCs w:val="20"/>
        </w:rPr>
        <w:t>aller voir</w:t>
      </w:r>
      <w:r w:rsidR="00462692" w:rsidRPr="00A4769E">
        <w:rPr>
          <w:szCs w:val="20"/>
        </w:rPr>
        <w:t xml:space="preserve">. </w:t>
      </w:r>
      <w:r w:rsidRPr="001B73FA">
        <w:rPr>
          <w:szCs w:val="20"/>
        </w:rPr>
        <w:t>Le Marquis galopait par jeu et traversait l</w:t>
      </w:r>
      <w:r w:rsidR="00462692" w:rsidRPr="00A4769E">
        <w:rPr>
          <w:szCs w:val="20"/>
        </w:rPr>
        <w:t>’</w:t>
      </w:r>
      <w:r w:rsidRPr="001B73FA">
        <w:rPr>
          <w:szCs w:val="20"/>
        </w:rPr>
        <w:t>immense pelouse devant les fenêtres du pavillon</w:t>
      </w:r>
      <w:r w:rsidR="00462692" w:rsidRPr="00A4769E">
        <w:rPr>
          <w:szCs w:val="20"/>
        </w:rPr>
        <w:t xml:space="preserve">. </w:t>
      </w:r>
      <w:r w:rsidRPr="001B73FA">
        <w:rPr>
          <w:szCs w:val="20"/>
        </w:rPr>
        <w:t>Les mouvements un peu lents du cheval qui sautait très haut entraient dans le corps du Marquis par les bottes et venaient frémir</w:t>
      </w:r>
      <w:r w:rsidR="00462692" w:rsidRPr="00A4769E">
        <w:rPr>
          <w:szCs w:val="20"/>
        </w:rPr>
        <w:t xml:space="preserve">, </w:t>
      </w:r>
      <w:r w:rsidRPr="001B73FA">
        <w:rPr>
          <w:szCs w:val="20"/>
        </w:rPr>
        <w:t>comme sur une lame d</w:t>
      </w:r>
      <w:r w:rsidR="00462692" w:rsidRPr="00A4769E">
        <w:rPr>
          <w:szCs w:val="20"/>
        </w:rPr>
        <w:t>’</w:t>
      </w:r>
      <w:r w:rsidRPr="001B73FA">
        <w:rPr>
          <w:szCs w:val="20"/>
        </w:rPr>
        <w:t>acier</w:t>
      </w:r>
      <w:r w:rsidR="00462692" w:rsidRPr="00A4769E">
        <w:rPr>
          <w:szCs w:val="20"/>
        </w:rPr>
        <w:t xml:space="preserve">, </w:t>
      </w:r>
      <w:r w:rsidRPr="001B73FA">
        <w:rPr>
          <w:szCs w:val="20"/>
        </w:rPr>
        <w:t>dans le torse dont l</w:t>
      </w:r>
      <w:r w:rsidR="00462692" w:rsidRPr="00A4769E">
        <w:rPr>
          <w:szCs w:val="20"/>
        </w:rPr>
        <w:t>’</w:t>
      </w:r>
      <w:r w:rsidRPr="001B73FA">
        <w:rPr>
          <w:szCs w:val="20"/>
        </w:rPr>
        <w:t>ondulation était alors fascinante</w:t>
      </w:r>
      <w:r w:rsidR="00462692" w:rsidRPr="00A4769E">
        <w:rPr>
          <w:szCs w:val="20"/>
        </w:rPr>
        <w:t xml:space="preserve">. </w:t>
      </w:r>
      <w:r w:rsidRPr="001B73FA">
        <w:rPr>
          <w:szCs w:val="20"/>
        </w:rPr>
        <w:t>Angelo</w:t>
      </w:r>
      <w:r w:rsidR="00462692" w:rsidRPr="00A4769E">
        <w:rPr>
          <w:szCs w:val="20"/>
        </w:rPr>
        <w:t xml:space="preserve">, </w:t>
      </w:r>
      <w:r w:rsidRPr="001B73FA">
        <w:rPr>
          <w:szCs w:val="20"/>
        </w:rPr>
        <w:t>qui connaissait toutes les façons de s</w:t>
      </w:r>
      <w:r w:rsidR="00462692" w:rsidRPr="00A4769E">
        <w:rPr>
          <w:szCs w:val="20"/>
        </w:rPr>
        <w:t>’</w:t>
      </w:r>
      <w:r w:rsidRPr="001B73FA">
        <w:rPr>
          <w:szCs w:val="20"/>
        </w:rPr>
        <w:t>entendre avec un cheval</w:t>
      </w:r>
      <w:r w:rsidR="00462692" w:rsidRPr="00A4769E">
        <w:rPr>
          <w:szCs w:val="20"/>
        </w:rPr>
        <w:t xml:space="preserve">, </w:t>
      </w:r>
      <w:r w:rsidRPr="001B73FA">
        <w:rPr>
          <w:szCs w:val="20"/>
        </w:rPr>
        <w:t>admirait l</w:t>
      </w:r>
      <w:r w:rsidR="00462692" w:rsidRPr="00A4769E">
        <w:rPr>
          <w:szCs w:val="20"/>
        </w:rPr>
        <w:t>’</w:t>
      </w:r>
      <w:r w:rsidRPr="001B73FA">
        <w:rPr>
          <w:szCs w:val="20"/>
        </w:rPr>
        <w:t>homme qui pouvait obtenir des jeux si parfaits</w:t>
      </w:r>
      <w:r w:rsidR="00462692" w:rsidRPr="00A4769E">
        <w:rPr>
          <w:szCs w:val="20"/>
        </w:rPr>
        <w:t>.</w:t>
      </w:r>
    </w:p>
    <w:p w14:paraId="14D2072C" w14:textId="77777777" w:rsidR="001B73FA" w:rsidRPr="001B73FA" w:rsidRDefault="00462692" w:rsidP="001B73FA">
      <w:pPr>
        <w:rPr>
          <w:szCs w:val="20"/>
        </w:rPr>
      </w:pPr>
      <w:r w:rsidRPr="00A4769E">
        <w:rPr>
          <w:szCs w:val="20"/>
        </w:rPr>
        <w:t>« </w:t>
      </w:r>
      <w:r w:rsidR="001B73FA" w:rsidRPr="001B73FA">
        <w:rPr>
          <w:szCs w:val="20"/>
        </w:rPr>
        <w:t>Si vous voulez une veste en peau de mouton comme la mienne</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c</w:t>
      </w:r>
      <w:r w:rsidRPr="00A4769E">
        <w:rPr>
          <w:szCs w:val="20"/>
        </w:rPr>
        <w:t>’</w:t>
      </w:r>
      <w:r w:rsidR="001B73FA" w:rsidRPr="001B73FA">
        <w:rPr>
          <w:szCs w:val="20"/>
        </w:rPr>
        <w:t>est facile</w:t>
      </w:r>
      <w:r w:rsidRPr="00A4769E">
        <w:rPr>
          <w:szCs w:val="20"/>
        </w:rPr>
        <w:t xml:space="preserve">. </w:t>
      </w:r>
      <w:r w:rsidR="001B73FA" w:rsidRPr="001B73FA">
        <w:rPr>
          <w:szCs w:val="20"/>
        </w:rPr>
        <w:t>Vous avez sur place la matière première et l</w:t>
      </w:r>
      <w:r w:rsidRPr="00A4769E">
        <w:rPr>
          <w:szCs w:val="20"/>
        </w:rPr>
        <w:t>’</w:t>
      </w:r>
      <w:r w:rsidR="001B73FA" w:rsidRPr="001B73FA">
        <w:rPr>
          <w:szCs w:val="20"/>
        </w:rPr>
        <w:t>artiste</w:t>
      </w:r>
      <w:r w:rsidRPr="00A4769E">
        <w:rPr>
          <w:szCs w:val="20"/>
        </w:rPr>
        <w:t xml:space="preserve">. </w:t>
      </w:r>
      <w:r w:rsidR="001B73FA" w:rsidRPr="001B73FA">
        <w:rPr>
          <w:szCs w:val="20"/>
        </w:rPr>
        <w:t>Il y a des peaux toutes tannées</w:t>
      </w:r>
      <w:r w:rsidRPr="00A4769E">
        <w:rPr>
          <w:szCs w:val="20"/>
        </w:rPr>
        <w:t xml:space="preserve">, </w:t>
      </w:r>
      <w:r w:rsidR="001B73FA" w:rsidRPr="001B73FA">
        <w:rPr>
          <w:szCs w:val="20"/>
        </w:rPr>
        <w:t>et apprêtées à la ferme et c</w:t>
      </w:r>
      <w:r w:rsidRPr="00A4769E">
        <w:rPr>
          <w:szCs w:val="20"/>
        </w:rPr>
        <w:t>’</w:t>
      </w:r>
      <w:r w:rsidR="001B73FA" w:rsidRPr="001B73FA">
        <w:rPr>
          <w:szCs w:val="20"/>
        </w:rPr>
        <w:t>est ma femme qui fait</w:t>
      </w:r>
      <w:r w:rsidRPr="00A4769E">
        <w:rPr>
          <w:szCs w:val="20"/>
        </w:rPr>
        <w:t xml:space="preserve">, </w:t>
      </w:r>
      <w:r w:rsidR="001B73FA" w:rsidRPr="001B73FA">
        <w:rPr>
          <w:szCs w:val="20"/>
        </w:rPr>
        <w:t>avec beaucoup d</w:t>
      </w:r>
      <w:r w:rsidRPr="00A4769E">
        <w:rPr>
          <w:szCs w:val="20"/>
        </w:rPr>
        <w:t>’</w:t>
      </w:r>
      <w:r w:rsidR="001B73FA" w:rsidRPr="001B73FA">
        <w:rPr>
          <w:szCs w:val="20"/>
        </w:rPr>
        <w:t>habileté</w:t>
      </w:r>
      <w:r w:rsidRPr="00A4769E">
        <w:rPr>
          <w:szCs w:val="20"/>
        </w:rPr>
        <w:t xml:space="preserve">, </w:t>
      </w:r>
      <w:r w:rsidR="001B73FA" w:rsidRPr="001B73FA">
        <w:rPr>
          <w:szCs w:val="20"/>
        </w:rPr>
        <w:t>un patron en papier d</w:t>
      </w:r>
      <w:r w:rsidRPr="00A4769E">
        <w:rPr>
          <w:szCs w:val="20"/>
        </w:rPr>
        <w:t>’</w:t>
      </w:r>
      <w:r w:rsidR="001B73FA" w:rsidRPr="001B73FA">
        <w:rPr>
          <w:szCs w:val="20"/>
        </w:rPr>
        <w:t>après lequel le bourrelier du village les coupe et les assemble</w:t>
      </w:r>
      <w:r w:rsidRPr="00A4769E">
        <w:rPr>
          <w:szCs w:val="20"/>
        </w:rPr>
        <w:t xml:space="preserve">. </w:t>
      </w:r>
      <w:r w:rsidR="001B73FA" w:rsidRPr="001B73FA">
        <w:rPr>
          <w:szCs w:val="20"/>
        </w:rPr>
        <w:t>Faites-vous prendre vos mesures par elle</w:t>
      </w:r>
      <w:r w:rsidRPr="00A4769E">
        <w:rPr>
          <w:szCs w:val="20"/>
        </w:rPr>
        <w:t xml:space="preserve">. </w:t>
      </w:r>
      <w:r w:rsidR="001B73FA" w:rsidRPr="001B73FA">
        <w:rPr>
          <w:szCs w:val="20"/>
        </w:rPr>
        <w:t>L</w:t>
      </w:r>
      <w:r w:rsidRPr="00A4769E">
        <w:rPr>
          <w:szCs w:val="20"/>
        </w:rPr>
        <w:t>’</w:t>
      </w:r>
      <w:r w:rsidR="001B73FA" w:rsidRPr="001B73FA">
        <w:rPr>
          <w:szCs w:val="20"/>
        </w:rPr>
        <w:t>hiver n</w:t>
      </w:r>
      <w:r w:rsidRPr="00A4769E">
        <w:rPr>
          <w:szCs w:val="20"/>
        </w:rPr>
        <w:t>’</w:t>
      </w:r>
      <w:r w:rsidR="001B73FA" w:rsidRPr="001B73FA">
        <w:rPr>
          <w:szCs w:val="20"/>
        </w:rPr>
        <w:t>est pas fini et ici</w:t>
      </w:r>
      <w:r w:rsidRPr="00A4769E">
        <w:rPr>
          <w:szCs w:val="20"/>
        </w:rPr>
        <w:t xml:space="preserve">, </w:t>
      </w:r>
      <w:r w:rsidR="001B73FA" w:rsidRPr="001B73FA">
        <w:rPr>
          <w:szCs w:val="20"/>
        </w:rPr>
        <w:t>d</w:t>
      </w:r>
      <w:r w:rsidRPr="00A4769E">
        <w:rPr>
          <w:szCs w:val="20"/>
        </w:rPr>
        <w:t>’</w:t>
      </w:r>
      <w:r w:rsidR="001B73FA" w:rsidRPr="001B73FA">
        <w:rPr>
          <w:szCs w:val="20"/>
        </w:rPr>
        <w:t>ailleurs</w:t>
      </w:r>
      <w:r w:rsidRPr="00A4769E">
        <w:rPr>
          <w:szCs w:val="20"/>
        </w:rPr>
        <w:t xml:space="preserve">, </w:t>
      </w:r>
      <w:r w:rsidR="001B73FA" w:rsidRPr="001B73FA">
        <w:rPr>
          <w:szCs w:val="20"/>
        </w:rPr>
        <w:t>le printemps est très souvent bien plus mauvais que l</w:t>
      </w:r>
      <w:r w:rsidRPr="00A4769E">
        <w:rPr>
          <w:szCs w:val="20"/>
        </w:rPr>
        <w:t>’</w:t>
      </w:r>
      <w:r w:rsidR="001B73FA" w:rsidRPr="001B73FA">
        <w:rPr>
          <w:szCs w:val="20"/>
        </w:rPr>
        <w:t>hiver</w:t>
      </w:r>
      <w:r w:rsidRPr="00A4769E">
        <w:rPr>
          <w:szCs w:val="20"/>
        </w:rPr>
        <w:t>. »</w:t>
      </w:r>
    </w:p>
    <w:p w14:paraId="5869DDBA" w14:textId="77777777" w:rsidR="001B73FA" w:rsidRPr="001B73FA" w:rsidRDefault="001B73FA" w:rsidP="001B73FA">
      <w:pPr>
        <w:rPr>
          <w:szCs w:val="20"/>
        </w:rPr>
      </w:pPr>
      <w:r w:rsidRPr="001B73FA">
        <w:rPr>
          <w:szCs w:val="20"/>
        </w:rPr>
        <w:t>Angelo se fit annoncer chez la Marquise</w:t>
      </w:r>
      <w:r w:rsidR="00462692" w:rsidRPr="00A4769E">
        <w:rPr>
          <w:szCs w:val="20"/>
        </w:rPr>
        <w:t>. « </w:t>
      </w:r>
      <w:r w:rsidRPr="001B73FA">
        <w:rPr>
          <w:szCs w:val="20"/>
        </w:rPr>
        <w:t>J</w:t>
      </w:r>
      <w:r w:rsidR="00462692" w:rsidRPr="00A4769E">
        <w:rPr>
          <w:szCs w:val="20"/>
        </w:rPr>
        <w:t>’</w:t>
      </w:r>
      <w:r w:rsidRPr="001B73FA">
        <w:rPr>
          <w:szCs w:val="20"/>
        </w:rPr>
        <w:t>ai préparé pour vous un très beau papier bleu</w:t>
      </w:r>
      <w:r w:rsidR="00462692" w:rsidRPr="00A4769E">
        <w:rPr>
          <w:szCs w:val="20"/>
        </w:rPr>
        <w:t xml:space="preserve">, </w:t>
      </w:r>
      <w:r w:rsidRPr="001B73FA">
        <w:rPr>
          <w:szCs w:val="20"/>
        </w:rPr>
        <w:t>dit-elle</w:t>
      </w:r>
      <w:r w:rsidR="00462692" w:rsidRPr="00A4769E">
        <w:rPr>
          <w:szCs w:val="20"/>
        </w:rPr>
        <w:t xml:space="preserve">. </w:t>
      </w:r>
      <w:r w:rsidRPr="001B73FA">
        <w:rPr>
          <w:szCs w:val="20"/>
        </w:rPr>
        <w:t>Je suis seule</w:t>
      </w:r>
      <w:r w:rsidR="00462692" w:rsidRPr="00A4769E">
        <w:rPr>
          <w:szCs w:val="20"/>
        </w:rPr>
        <w:t xml:space="preserve">. </w:t>
      </w:r>
      <w:r w:rsidRPr="001B73FA">
        <w:rPr>
          <w:szCs w:val="20"/>
        </w:rPr>
        <w:t>Laurent est parti pour le vallon des bergeries</w:t>
      </w:r>
      <w:r w:rsidR="00462692" w:rsidRPr="00A4769E">
        <w:rPr>
          <w:szCs w:val="20"/>
        </w:rPr>
        <w:t xml:space="preserve">. </w:t>
      </w:r>
      <w:r w:rsidRPr="001B73FA">
        <w:rPr>
          <w:szCs w:val="20"/>
        </w:rPr>
        <w:t>Mettez-vous devant le feu et enlevez votre redingote</w:t>
      </w:r>
      <w:r w:rsidR="00462692" w:rsidRPr="00A4769E">
        <w:rPr>
          <w:szCs w:val="20"/>
        </w:rPr>
        <w:t xml:space="preserve">. </w:t>
      </w:r>
      <w:r w:rsidRPr="001B73FA">
        <w:rPr>
          <w:szCs w:val="20"/>
        </w:rPr>
        <w:t>Elle est très jolie</w:t>
      </w:r>
      <w:r w:rsidR="00462692" w:rsidRPr="00A4769E">
        <w:rPr>
          <w:szCs w:val="20"/>
        </w:rPr>
        <w:t xml:space="preserve">. </w:t>
      </w:r>
      <w:r w:rsidRPr="001B73FA">
        <w:rPr>
          <w:szCs w:val="20"/>
        </w:rPr>
        <w:t>Mais c</w:t>
      </w:r>
      <w:r w:rsidR="00462692" w:rsidRPr="00A4769E">
        <w:rPr>
          <w:szCs w:val="20"/>
        </w:rPr>
        <w:t>’</w:t>
      </w:r>
      <w:r w:rsidRPr="001B73FA">
        <w:rPr>
          <w:szCs w:val="20"/>
        </w:rPr>
        <w:t>est trop fin pour ici</w:t>
      </w:r>
      <w:r w:rsidR="00462692" w:rsidRPr="00A4769E">
        <w:rPr>
          <w:szCs w:val="20"/>
        </w:rPr>
        <w:t xml:space="preserve">. </w:t>
      </w:r>
      <w:r w:rsidRPr="001B73FA">
        <w:rPr>
          <w:szCs w:val="20"/>
        </w:rPr>
        <w:t>Il y a d</w:t>
      </w:r>
      <w:r w:rsidR="00462692" w:rsidRPr="00A4769E">
        <w:rPr>
          <w:szCs w:val="20"/>
        </w:rPr>
        <w:t>’</w:t>
      </w:r>
      <w:r w:rsidRPr="001B73FA">
        <w:rPr>
          <w:szCs w:val="20"/>
        </w:rPr>
        <w:t>ailleurs une sorte d</w:t>
      </w:r>
      <w:r w:rsidR="00462692" w:rsidRPr="00A4769E">
        <w:rPr>
          <w:szCs w:val="20"/>
        </w:rPr>
        <w:t>’</w:t>
      </w:r>
      <w:r w:rsidRPr="001B73FA">
        <w:rPr>
          <w:szCs w:val="20"/>
        </w:rPr>
        <w:t>accord avec le maquis d</w:t>
      </w:r>
      <w:r w:rsidR="00462692" w:rsidRPr="00A4769E">
        <w:rPr>
          <w:szCs w:val="20"/>
        </w:rPr>
        <w:t>’</w:t>
      </w:r>
      <w:r w:rsidRPr="001B73FA">
        <w:rPr>
          <w:szCs w:val="20"/>
        </w:rPr>
        <w:t>hiver</w:t>
      </w:r>
      <w:r w:rsidR="00462692" w:rsidRPr="00A4769E">
        <w:rPr>
          <w:szCs w:val="20"/>
        </w:rPr>
        <w:t xml:space="preserve">, </w:t>
      </w:r>
      <w:r w:rsidRPr="001B73FA">
        <w:rPr>
          <w:szCs w:val="20"/>
        </w:rPr>
        <w:t>qu</w:t>
      </w:r>
      <w:r w:rsidR="00462692" w:rsidRPr="00A4769E">
        <w:rPr>
          <w:szCs w:val="20"/>
        </w:rPr>
        <w:t>’</w:t>
      </w:r>
      <w:r w:rsidRPr="001B73FA">
        <w:rPr>
          <w:szCs w:val="20"/>
        </w:rPr>
        <w:t>on est tenu de garder si on veut être pleinement à son aise</w:t>
      </w:r>
      <w:r w:rsidR="00462692" w:rsidRPr="00A4769E">
        <w:rPr>
          <w:szCs w:val="20"/>
        </w:rPr>
        <w:t xml:space="preserve">. </w:t>
      </w:r>
      <w:r w:rsidRPr="001B73FA">
        <w:rPr>
          <w:szCs w:val="20"/>
        </w:rPr>
        <w:t>Êtes-vous comme moi</w:t>
      </w:r>
      <w:r w:rsidR="00462692" w:rsidRPr="00A4769E">
        <w:rPr>
          <w:szCs w:val="20"/>
        </w:rPr>
        <w:t xml:space="preserve"> ? </w:t>
      </w:r>
      <w:r w:rsidRPr="001B73FA">
        <w:rPr>
          <w:szCs w:val="20"/>
        </w:rPr>
        <w:t>J</w:t>
      </w:r>
      <w:r w:rsidR="00462692" w:rsidRPr="00A4769E">
        <w:rPr>
          <w:szCs w:val="20"/>
        </w:rPr>
        <w:t>’</w:t>
      </w:r>
      <w:r w:rsidRPr="001B73FA">
        <w:rPr>
          <w:szCs w:val="20"/>
        </w:rPr>
        <w:t>attache une très grande importance à l</w:t>
      </w:r>
      <w:r w:rsidR="00462692" w:rsidRPr="00A4769E">
        <w:rPr>
          <w:szCs w:val="20"/>
        </w:rPr>
        <w:t>’</w:t>
      </w:r>
      <w:r w:rsidRPr="001B73FA">
        <w:rPr>
          <w:szCs w:val="20"/>
        </w:rPr>
        <w:t>accord que l</w:t>
      </w:r>
      <w:r w:rsidR="00462692" w:rsidRPr="00A4769E">
        <w:rPr>
          <w:szCs w:val="20"/>
        </w:rPr>
        <w:t>’</w:t>
      </w:r>
      <w:r w:rsidRPr="001B73FA">
        <w:rPr>
          <w:szCs w:val="20"/>
        </w:rPr>
        <w:t>on fait avec les choses</w:t>
      </w:r>
      <w:r w:rsidR="00462692" w:rsidRPr="00A4769E">
        <w:rPr>
          <w:szCs w:val="20"/>
        </w:rPr>
        <w:t xml:space="preserve">. </w:t>
      </w:r>
      <w:r w:rsidRPr="001B73FA">
        <w:rPr>
          <w:szCs w:val="20"/>
        </w:rPr>
        <w:t>Cela commence toujours par l</w:t>
      </w:r>
      <w:r w:rsidR="00462692" w:rsidRPr="00A4769E">
        <w:rPr>
          <w:szCs w:val="20"/>
        </w:rPr>
        <w:t>’</w:t>
      </w:r>
      <w:r w:rsidRPr="001B73FA">
        <w:rPr>
          <w:szCs w:val="20"/>
        </w:rPr>
        <w:t>extérieur</w:t>
      </w:r>
      <w:r w:rsidR="00462692" w:rsidRPr="00A4769E">
        <w:rPr>
          <w:szCs w:val="20"/>
        </w:rPr>
        <w:t xml:space="preserve">. </w:t>
      </w:r>
      <w:r w:rsidRPr="001B73FA">
        <w:rPr>
          <w:szCs w:val="20"/>
        </w:rPr>
        <w:lastRenderedPageBreak/>
        <w:t>C</w:t>
      </w:r>
      <w:r w:rsidR="00462692" w:rsidRPr="00A4769E">
        <w:rPr>
          <w:szCs w:val="20"/>
        </w:rPr>
        <w:t>’</w:t>
      </w:r>
      <w:r w:rsidRPr="001B73FA">
        <w:rPr>
          <w:szCs w:val="20"/>
        </w:rPr>
        <w:t>est moi qui ai eu l</w:t>
      </w:r>
      <w:r w:rsidR="00462692" w:rsidRPr="00A4769E">
        <w:rPr>
          <w:szCs w:val="20"/>
        </w:rPr>
        <w:t>’</w:t>
      </w:r>
      <w:r w:rsidRPr="001B73FA">
        <w:rPr>
          <w:szCs w:val="20"/>
        </w:rPr>
        <w:t>idée de ces vestes en peau de mouton</w:t>
      </w:r>
      <w:r w:rsidR="00462692" w:rsidRPr="00A4769E">
        <w:rPr>
          <w:szCs w:val="20"/>
        </w:rPr>
        <w:t xml:space="preserve">. </w:t>
      </w:r>
      <w:r w:rsidRPr="001B73FA">
        <w:rPr>
          <w:szCs w:val="20"/>
        </w:rPr>
        <w:t>Vous verrez</w:t>
      </w:r>
      <w:r w:rsidR="00462692" w:rsidRPr="00A4769E">
        <w:rPr>
          <w:szCs w:val="20"/>
        </w:rPr>
        <w:t xml:space="preserve">, </w:t>
      </w:r>
      <w:r w:rsidRPr="001B73FA">
        <w:rPr>
          <w:szCs w:val="20"/>
        </w:rPr>
        <w:t>dès qu</w:t>
      </w:r>
      <w:r w:rsidR="00462692" w:rsidRPr="00A4769E">
        <w:rPr>
          <w:szCs w:val="20"/>
        </w:rPr>
        <w:t>’</w:t>
      </w:r>
      <w:r w:rsidRPr="001B73FA">
        <w:rPr>
          <w:szCs w:val="20"/>
        </w:rPr>
        <w:t>on les a</w:t>
      </w:r>
      <w:r w:rsidR="00462692" w:rsidRPr="00A4769E">
        <w:rPr>
          <w:szCs w:val="20"/>
        </w:rPr>
        <w:t xml:space="preserve">, </w:t>
      </w:r>
      <w:r w:rsidRPr="001B73FA">
        <w:rPr>
          <w:szCs w:val="20"/>
        </w:rPr>
        <w:t>on comprend mieux ce pays</w:t>
      </w:r>
      <w:r w:rsidR="00462692" w:rsidRPr="00A4769E">
        <w:rPr>
          <w:szCs w:val="20"/>
        </w:rPr>
        <w:t xml:space="preserve">. </w:t>
      </w:r>
      <w:r w:rsidRPr="001B73FA">
        <w:rPr>
          <w:szCs w:val="20"/>
        </w:rPr>
        <w:t>Vous avez le ventre un peu plus plat que Laurent</w:t>
      </w:r>
      <w:r w:rsidR="00462692" w:rsidRPr="00A4769E">
        <w:rPr>
          <w:szCs w:val="20"/>
        </w:rPr>
        <w:t xml:space="preserve">. </w:t>
      </w:r>
      <w:r w:rsidRPr="001B73FA">
        <w:rPr>
          <w:szCs w:val="20"/>
        </w:rPr>
        <w:t>Un centimètre</w:t>
      </w:r>
      <w:r w:rsidR="00462692" w:rsidRPr="00A4769E">
        <w:rPr>
          <w:szCs w:val="20"/>
        </w:rPr>
        <w:t xml:space="preserve">. </w:t>
      </w:r>
      <w:r w:rsidRPr="001B73FA">
        <w:rPr>
          <w:szCs w:val="20"/>
        </w:rPr>
        <w:t>Les épaules</w:t>
      </w:r>
      <w:r w:rsidR="00462692" w:rsidRPr="00A4769E">
        <w:rPr>
          <w:szCs w:val="20"/>
        </w:rPr>
        <w:t xml:space="preserve">, </w:t>
      </w:r>
      <w:r w:rsidRPr="001B73FA">
        <w:rPr>
          <w:szCs w:val="20"/>
        </w:rPr>
        <w:t>ah</w:t>
      </w:r>
      <w:r w:rsidR="00462692" w:rsidRPr="00A4769E">
        <w:rPr>
          <w:szCs w:val="20"/>
        </w:rPr>
        <w:t xml:space="preserve"> ! </w:t>
      </w:r>
      <w:r w:rsidRPr="001B73FA">
        <w:rPr>
          <w:szCs w:val="20"/>
        </w:rPr>
        <w:t>trois centimètres de plus</w:t>
      </w:r>
      <w:r w:rsidR="00462692" w:rsidRPr="00A4769E">
        <w:rPr>
          <w:szCs w:val="20"/>
        </w:rPr>
        <w:t xml:space="preserve">. </w:t>
      </w:r>
      <w:r w:rsidRPr="001B73FA">
        <w:rPr>
          <w:szCs w:val="20"/>
        </w:rPr>
        <w:t>Je ne voudrais pas vous désobliger</w:t>
      </w:r>
      <w:r w:rsidR="00462692" w:rsidRPr="00A4769E">
        <w:rPr>
          <w:szCs w:val="20"/>
        </w:rPr>
        <w:t xml:space="preserve">, </w:t>
      </w:r>
      <w:r w:rsidRPr="001B73FA">
        <w:rPr>
          <w:szCs w:val="20"/>
        </w:rPr>
        <w:t>mais votre épaule droite est bien plus grosse que votre épaule gauche</w:t>
      </w:r>
      <w:r w:rsidR="00462692" w:rsidRPr="00A4769E">
        <w:rPr>
          <w:szCs w:val="20"/>
        </w:rPr>
        <w:t xml:space="preserve">. </w:t>
      </w:r>
      <w:r w:rsidRPr="001B73FA">
        <w:rPr>
          <w:szCs w:val="20"/>
        </w:rPr>
        <w:t>Il paraît que vous êtes un monstre d</w:t>
      </w:r>
      <w:r w:rsidR="00462692" w:rsidRPr="00A4769E">
        <w:rPr>
          <w:szCs w:val="20"/>
        </w:rPr>
        <w:t>’</w:t>
      </w:r>
      <w:r w:rsidRPr="001B73FA">
        <w:rPr>
          <w:szCs w:val="20"/>
        </w:rPr>
        <w:t>habileté au sabre</w:t>
      </w:r>
      <w:r w:rsidR="00462692" w:rsidRPr="00A4769E">
        <w:rPr>
          <w:szCs w:val="20"/>
        </w:rPr>
        <w:t>. »</w:t>
      </w:r>
    </w:p>
    <w:p w14:paraId="706C11FE" w14:textId="77777777" w:rsidR="00462692" w:rsidRPr="00A4769E" w:rsidRDefault="00462692" w:rsidP="001B73FA">
      <w:pPr>
        <w:rPr>
          <w:szCs w:val="20"/>
        </w:rPr>
      </w:pPr>
      <w:r w:rsidRPr="00A4769E">
        <w:rPr>
          <w:szCs w:val="20"/>
        </w:rPr>
        <w:t>« </w:t>
      </w:r>
      <w:r w:rsidR="001B73FA" w:rsidRPr="001B73FA">
        <w:rPr>
          <w:szCs w:val="20"/>
        </w:rPr>
        <w:t>Son sourire est très beau</w:t>
      </w:r>
      <w:r w:rsidRPr="00A4769E">
        <w:rPr>
          <w:szCs w:val="20"/>
        </w:rPr>
        <w:t xml:space="preserve">, </w:t>
      </w:r>
      <w:r w:rsidR="001B73FA" w:rsidRPr="001B73FA">
        <w:rPr>
          <w:szCs w:val="20"/>
        </w:rPr>
        <w:t>se disait Angelo</w:t>
      </w:r>
      <w:r w:rsidRPr="00A4769E">
        <w:rPr>
          <w:szCs w:val="20"/>
        </w:rPr>
        <w:t xml:space="preserve">. </w:t>
      </w:r>
      <w:r w:rsidR="001B73FA" w:rsidRPr="001B73FA">
        <w:rPr>
          <w:szCs w:val="20"/>
        </w:rPr>
        <w:t xml:space="preserve">On dirait le sourire du </w:t>
      </w:r>
      <w:r w:rsidR="001B73FA" w:rsidRPr="001B73FA">
        <w:rPr>
          <w:i/>
          <w:iCs/>
          <w:szCs w:val="20"/>
        </w:rPr>
        <w:t>Saint Jean-Baptiste</w:t>
      </w:r>
      <w:r w:rsidRPr="00A4769E">
        <w:rPr>
          <w:szCs w:val="20"/>
        </w:rPr>
        <w:t xml:space="preserve">, </w:t>
      </w:r>
      <w:r w:rsidR="001B73FA" w:rsidRPr="001B73FA">
        <w:rPr>
          <w:szCs w:val="20"/>
        </w:rPr>
        <w:t>de Léonard de Vinci</w:t>
      </w:r>
      <w:r w:rsidRPr="00A4769E">
        <w:rPr>
          <w:szCs w:val="20"/>
        </w:rPr>
        <w:t>. »« </w:t>
      </w:r>
      <w:r w:rsidR="001B73FA" w:rsidRPr="001B73FA">
        <w:rPr>
          <w:szCs w:val="20"/>
        </w:rPr>
        <w:t>Vous ne me désobligez pas</w:t>
      </w:r>
      <w:r w:rsidRPr="00A4769E">
        <w:rPr>
          <w:szCs w:val="20"/>
        </w:rPr>
        <w:t xml:space="preserve">, </w:t>
      </w:r>
      <w:r w:rsidR="001B73FA" w:rsidRPr="001B73FA">
        <w:rPr>
          <w:szCs w:val="20"/>
        </w:rPr>
        <w:t>dit-il</w:t>
      </w:r>
      <w:r w:rsidRPr="00A4769E">
        <w:rPr>
          <w:szCs w:val="20"/>
        </w:rPr>
        <w:t xml:space="preserve">. </w:t>
      </w:r>
      <w:r w:rsidR="001B73FA" w:rsidRPr="001B73FA">
        <w:rPr>
          <w:szCs w:val="20"/>
        </w:rPr>
        <w:t>Certaines personnes ont des hypertrophies du c</w:t>
      </w:r>
      <w:r w:rsidRPr="00A4769E">
        <w:rPr>
          <w:szCs w:val="20"/>
        </w:rPr>
        <w:t>œ</w:t>
      </w:r>
      <w:r w:rsidR="001B73FA" w:rsidRPr="001B73FA">
        <w:rPr>
          <w:szCs w:val="20"/>
        </w:rPr>
        <w:t>ur</w:t>
      </w:r>
      <w:r w:rsidRPr="00A4769E">
        <w:rPr>
          <w:szCs w:val="20"/>
        </w:rPr>
        <w:t xml:space="preserve">. </w:t>
      </w:r>
      <w:r w:rsidR="001B73FA" w:rsidRPr="001B73FA">
        <w:rPr>
          <w:szCs w:val="20"/>
        </w:rPr>
        <w:t>Moi</w:t>
      </w:r>
      <w:r w:rsidRPr="00A4769E">
        <w:rPr>
          <w:szCs w:val="20"/>
        </w:rPr>
        <w:t xml:space="preserve">, </w:t>
      </w:r>
      <w:r w:rsidR="001B73FA" w:rsidRPr="001B73FA">
        <w:rPr>
          <w:szCs w:val="20"/>
        </w:rPr>
        <w:t>j</w:t>
      </w:r>
      <w:r w:rsidRPr="00A4769E">
        <w:rPr>
          <w:szCs w:val="20"/>
        </w:rPr>
        <w:t>’</w:t>
      </w:r>
      <w:r w:rsidR="001B73FA" w:rsidRPr="001B73FA">
        <w:rPr>
          <w:szCs w:val="20"/>
        </w:rPr>
        <w:t>ai une hypertrophie de l</w:t>
      </w:r>
      <w:r w:rsidRPr="00A4769E">
        <w:rPr>
          <w:szCs w:val="20"/>
        </w:rPr>
        <w:t>’</w:t>
      </w:r>
      <w:r w:rsidR="001B73FA" w:rsidRPr="001B73FA">
        <w:rPr>
          <w:szCs w:val="20"/>
        </w:rPr>
        <w:t>épaule droite</w:t>
      </w:r>
      <w:r w:rsidRPr="00A4769E">
        <w:rPr>
          <w:szCs w:val="20"/>
        </w:rPr>
        <w:t xml:space="preserve"> ; </w:t>
      </w:r>
      <w:r w:rsidR="001B73FA" w:rsidRPr="001B73FA">
        <w:rPr>
          <w:szCs w:val="20"/>
        </w:rPr>
        <w:t>c</w:t>
      </w:r>
      <w:r w:rsidRPr="00A4769E">
        <w:rPr>
          <w:szCs w:val="20"/>
        </w:rPr>
        <w:t>’</w:t>
      </w:r>
      <w:r w:rsidR="001B73FA" w:rsidRPr="001B73FA">
        <w:rPr>
          <w:szCs w:val="20"/>
        </w:rPr>
        <w:t>est en effet celle qui manie le sabre</w:t>
      </w:r>
      <w:r w:rsidRPr="00A4769E">
        <w:rPr>
          <w:szCs w:val="20"/>
        </w:rPr>
        <w:t>.</w:t>
      </w:r>
    </w:p>
    <w:p w14:paraId="7CFB2CEA" w14:textId="409DA350" w:rsidR="00462692" w:rsidRPr="00A4769E" w:rsidRDefault="00462692" w:rsidP="001B73FA">
      <w:pPr>
        <w:rPr>
          <w:szCs w:val="20"/>
        </w:rPr>
      </w:pPr>
      <w:r w:rsidRPr="00A4769E">
        <w:rPr>
          <w:szCs w:val="20"/>
        </w:rPr>
        <w:t>— </w:t>
      </w:r>
      <w:r w:rsidR="001B73FA" w:rsidRPr="001B73FA">
        <w:rPr>
          <w:szCs w:val="20"/>
        </w:rPr>
        <w:t>Travaillerai-je donc en vain</w:t>
      </w:r>
      <w:r w:rsidRPr="00A4769E">
        <w:rPr>
          <w:szCs w:val="20"/>
        </w:rPr>
        <w:t xml:space="preserve"> ? </w:t>
      </w:r>
      <w:r w:rsidR="001B73FA" w:rsidRPr="001B73FA">
        <w:rPr>
          <w:szCs w:val="20"/>
        </w:rPr>
        <w:t>dit Pauline</w:t>
      </w:r>
      <w:r w:rsidRPr="00A4769E">
        <w:rPr>
          <w:szCs w:val="20"/>
        </w:rPr>
        <w:t xml:space="preserve">. </w:t>
      </w:r>
      <w:r w:rsidR="001B73FA" w:rsidRPr="001B73FA">
        <w:rPr>
          <w:szCs w:val="20"/>
        </w:rPr>
        <w:t>Ce que je vais vous tailler est un habit pour le c</w:t>
      </w:r>
      <w:r w:rsidRPr="00A4769E">
        <w:rPr>
          <w:szCs w:val="20"/>
        </w:rPr>
        <w:t>œ</w:t>
      </w:r>
      <w:r w:rsidR="001B73FA" w:rsidRPr="001B73FA">
        <w:rPr>
          <w:szCs w:val="20"/>
        </w:rPr>
        <w:t>ur</w:t>
      </w:r>
      <w:r w:rsidRPr="00A4769E">
        <w:rPr>
          <w:szCs w:val="20"/>
        </w:rPr>
        <w:t xml:space="preserve">, </w:t>
      </w:r>
      <w:r w:rsidR="001B73FA" w:rsidRPr="001B73FA">
        <w:rPr>
          <w:szCs w:val="20"/>
        </w:rPr>
        <w:t>non pas pour le sabre</w:t>
      </w:r>
      <w:r w:rsidRPr="00A4769E">
        <w:rPr>
          <w:szCs w:val="20"/>
        </w:rPr>
        <w:t xml:space="preserve">. </w:t>
      </w:r>
      <w:r w:rsidR="001B73FA" w:rsidRPr="001B73FA">
        <w:rPr>
          <w:szCs w:val="20"/>
        </w:rPr>
        <w:t>Vous avez le bras fameusement long</w:t>
      </w:r>
      <w:r w:rsidRPr="00A4769E">
        <w:rPr>
          <w:szCs w:val="20"/>
        </w:rPr>
        <w:t xml:space="preserve">, </w:t>
      </w:r>
      <w:r w:rsidR="001B73FA" w:rsidRPr="001B73FA">
        <w:rPr>
          <w:szCs w:val="20"/>
        </w:rPr>
        <w:t>monsieur</w:t>
      </w:r>
      <w:r w:rsidRPr="00A4769E">
        <w:rPr>
          <w:szCs w:val="20"/>
        </w:rPr>
        <w:t xml:space="preserve"> ; </w:t>
      </w:r>
      <w:r w:rsidR="001B73FA" w:rsidRPr="001B73FA">
        <w:rPr>
          <w:szCs w:val="20"/>
        </w:rPr>
        <w:t>je parie que</w:t>
      </w:r>
      <w:r w:rsidRPr="00A4769E">
        <w:rPr>
          <w:szCs w:val="20"/>
        </w:rPr>
        <w:t xml:space="preserve">, </w:t>
      </w:r>
      <w:r w:rsidR="001B73FA" w:rsidRPr="001B73FA">
        <w:rPr>
          <w:szCs w:val="20"/>
        </w:rPr>
        <w:t>sans vous pencher</w:t>
      </w:r>
      <w:r w:rsidRPr="00A4769E">
        <w:rPr>
          <w:szCs w:val="20"/>
        </w:rPr>
        <w:t xml:space="preserve">, </w:t>
      </w:r>
      <w:r w:rsidR="001B73FA" w:rsidRPr="001B73FA">
        <w:rPr>
          <w:szCs w:val="20"/>
        </w:rPr>
        <w:t>vous pourriez sabrer un homme étendu aux pieds de votre cheval</w:t>
      </w:r>
      <w:r w:rsidRPr="00A4769E">
        <w:rPr>
          <w:szCs w:val="20"/>
        </w:rPr>
        <w:t>.</w:t>
      </w:r>
    </w:p>
    <w:p w14:paraId="4AF6FFB9" w14:textId="70D12D16" w:rsidR="00462692" w:rsidRPr="00A4769E" w:rsidRDefault="00462692" w:rsidP="001B73FA">
      <w:pPr>
        <w:rPr>
          <w:szCs w:val="20"/>
        </w:rPr>
      </w:pPr>
      <w:r w:rsidRPr="00A4769E">
        <w:rPr>
          <w:szCs w:val="20"/>
        </w:rPr>
        <w:t>—</w:t>
      </w:r>
      <w:r w:rsidRPr="00A4769E">
        <w:rPr>
          <w:szCs w:val="20"/>
        </w:rPr>
        <w:t> </w:t>
      </w:r>
      <w:r w:rsidR="001B73FA" w:rsidRPr="001B73FA">
        <w:rPr>
          <w:szCs w:val="20"/>
        </w:rPr>
        <w:t>Je le pourrais</w:t>
      </w:r>
      <w:r w:rsidRPr="00A4769E">
        <w:rPr>
          <w:szCs w:val="20"/>
        </w:rPr>
        <w:t xml:space="preserve">, </w:t>
      </w:r>
      <w:r w:rsidR="001B73FA" w:rsidRPr="001B73FA">
        <w:rPr>
          <w:szCs w:val="20"/>
        </w:rPr>
        <w:t>sans aucun doute</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mais quelle nécessité y aurait-il de sabrer un homme déjà abattu</w:t>
      </w:r>
      <w:r w:rsidRPr="00A4769E">
        <w:rPr>
          <w:szCs w:val="20"/>
        </w:rPr>
        <w:t> ?</w:t>
      </w:r>
    </w:p>
    <w:p w14:paraId="00BD39A6" w14:textId="6BD203E1" w:rsidR="00462692" w:rsidRPr="00A4769E" w:rsidRDefault="00462692" w:rsidP="001B73FA">
      <w:pPr>
        <w:rPr>
          <w:szCs w:val="20"/>
        </w:rPr>
      </w:pPr>
      <w:r w:rsidRPr="00A4769E">
        <w:rPr>
          <w:szCs w:val="20"/>
        </w:rPr>
        <w:t>— </w:t>
      </w:r>
      <w:r w:rsidR="001B73FA" w:rsidRPr="001B73FA">
        <w:rPr>
          <w:szCs w:val="20"/>
        </w:rPr>
        <w:t>Vous savez bien la valeur de l</w:t>
      </w:r>
      <w:r w:rsidRPr="00A4769E">
        <w:rPr>
          <w:szCs w:val="20"/>
        </w:rPr>
        <w:t>’</w:t>
      </w:r>
      <w:r w:rsidR="001B73FA" w:rsidRPr="001B73FA">
        <w:rPr>
          <w:szCs w:val="20"/>
        </w:rPr>
        <w:t>insistance</w:t>
      </w:r>
      <w:r w:rsidRPr="00A4769E">
        <w:rPr>
          <w:szCs w:val="20"/>
        </w:rPr>
        <w:t xml:space="preserve">, </w:t>
      </w:r>
      <w:r w:rsidR="001B73FA" w:rsidRPr="001B73FA">
        <w:rPr>
          <w:szCs w:val="20"/>
        </w:rPr>
        <w:t>dit Pauline</w:t>
      </w:r>
      <w:r w:rsidRPr="00A4769E">
        <w:rPr>
          <w:szCs w:val="20"/>
        </w:rPr>
        <w:t xml:space="preserve">. </w:t>
      </w:r>
      <w:r w:rsidR="001B73FA" w:rsidRPr="001B73FA">
        <w:rPr>
          <w:szCs w:val="20"/>
        </w:rPr>
        <w:t>On répète des litanies même à Dieu</w:t>
      </w:r>
      <w:r w:rsidRPr="00A4769E">
        <w:rPr>
          <w:szCs w:val="20"/>
        </w:rPr>
        <w:t xml:space="preserve">, </w:t>
      </w:r>
      <w:r w:rsidR="001B73FA" w:rsidRPr="001B73FA">
        <w:rPr>
          <w:szCs w:val="20"/>
        </w:rPr>
        <w:t>comment voulez-vous que le diable y soit insensible</w:t>
      </w:r>
      <w:r w:rsidRPr="00A4769E">
        <w:rPr>
          <w:szCs w:val="20"/>
        </w:rPr>
        <w:t xml:space="preserve"> ? </w:t>
      </w:r>
      <w:r w:rsidR="001B73FA" w:rsidRPr="001B73FA">
        <w:rPr>
          <w:szCs w:val="20"/>
        </w:rPr>
        <w:t>La certitude d</w:t>
      </w:r>
      <w:r w:rsidRPr="00A4769E">
        <w:rPr>
          <w:szCs w:val="20"/>
        </w:rPr>
        <w:t>’</w:t>
      </w:r>
      <w:r w:rsidR="001B73FA" w:rsidRPr="001B73FA">
        <w:rPr>
          <w:szCs w:val="20"/>
        </w:rPr>
        <w:t>être exaucé est un besoin fort impérieux</w:t>
      </w:r>
      <w:r w:rsidRPr="00A4769E">
        <w:rPr>
          <w:szCs w:val="20"/>
        </w:rPr>
        <w:t xml:space="preserve">. </w:t>
      </w:r>
      <w:r w:rsidR="001B73FA" w:rsidRPr="001B73FA">
        <w:rPr>
          <w:szCs w:val="20"/>
        </w:rPr>
        <w:t>J</w:t>
      </w:r>
      <w:r w:rsidRPr="00A4769E">
        <w:rPr>
          <w:szCs w:val="20"/>
        </w:rPr>
        <w:t>’</w:t>
      </w:r>
      <w:r w:rsidR="001B73FA" w:rsidRPr="001B73FA">
        <w:rPr>
          <w:szCs w:val="20"/>
        </w:rPr>
        <w:t>imagine qu</w:t>
      </w:r>
      <w:r w:rsidRPr="00A4769E">
        <w:rPr>
          <w:szCs w:val="20"/>
        </w:rPr>
        <w:t>’</w:t>
      </w:r>
      <w:r w:rsidR="001B73FA" w:rsidRPr="001B73FA">
        <w:rPr>
          <w:szCs w:val="20"/>
        </w:rPr>
        <w:t>elle a l</w:t>
      </w:r>
      <w:r w:rsidRPr="00A4769E">
        <w:rPr>
          <w:szCs w:val="20"/>
        </w:rPr>
        <w:t>’</w:t>
      </w:r>
      <w:r w:rsidR="001B73FA" w:rsidRPr="001B73FA">
        <w:rPr>
          <w:szCs w:val="20"/>
        </w:rPr>
        <w:t>instinct du remède le plus simple</w:t>
      </w:r>
      <w:r w:rsidRPr="00A4769E">
        <w:rPr>
          <w:szCs w:val="20"/>
        </w:rPr>
        <w:t xml:space="preserve">. </w:t>
      </w:r>
      <w:r w:rsidR="001B73FA" w:rsidRPr="001B73FA">
        <w:rPr>
          <w:szCs w:val="20"/>
        </w:rPr>
        <w:t>Le plus naturel est toujours le plus efficace</w:t>
      </w:r>
      <w:r w:rsidRPr="00A4769E">
        <w:rPr>
          <w:szCs w:val="20"/>
        </w:rPr>
        <w:t xml:space="preserve">. </w:t>
      </w:r>
      <w:r w:rsidR="001B73FA" w:rsidRPr="001B73FA">
        <w:rPr>
          <w:szCs w:val="20"/>
        </w:rPr>
        <w:t>J</w:t>
      </w:r>
      <w:r w:rsidRPr="00A4769E">
        <w:rPr>
          <w:szCs w:val="20"/>
        </w:rPr>
        <w:t>’</w:t>
      </w:r>
      <w:r w:rsidR="001B73FA" w:rsidRPr="001B73FA">
        <w:rPr>
          <w:szCs w:val="20"/>
        </w:rPr>
        <w:t>aime autant vous dire tout de suite que</w:t>
      </w:r>
      <w:r w:rsidRPr="00A4769E">
        <w:rPr>
          <w:szCs w:val="20"/>
        </w:rPr>
        <w:t xml:space="preserve">, </w:t>
      </w:r>
      <w:r w:rsidR="001B73FA" w:rsidRPr="001B73FA">
        <w:rPr>
          <w:szCs w:val="20"/>
        </w:rPr>
        <w:t>une fois dans ma veste</w:t>
      </w:r>
      <w:r w:rsidRPr="00A4769E">
        <w:rPr>
          <w:szCs w:val="20"/>
        </w:rPr>
        <w:t xml:space="preserve">, </w:t>
      </w:r>
      <w:r w:rsidR="001B73FA" w:rsidRPr="001B73FA">
        <w:rPr>
          <w:szCs w:val="20"/>
        </w:rPr>
        <w:t>les gestes larges vous seront totalement défendus</w:t>
      </w:r>
      <w:r w:rsidRPr="00A4769E">
        <w:rPr>
          <w:szCs w:val="20"/>
        </w:rPr>
        <w:t xml:space="preserve">. </w:t>
      </w:r>
      <w:r w:rsidR="001B73FA" w:rsidRPr="001B73FA">
        <w:rPr>
          <w:szCs w:val="20"/>
        </w:rPr>
        <w:t>Ce sont des sortes de douillettes pour hommes d</w:t>
      </w:r>
      <w:r w:rsidRPr="00A4769E">
        <w:rPr>
          <w:szCs w:val="20"/>
        </w:rPr>
        <w:t>’</w:t>
      </w:r>
      <w:r w:rsidR="001B73FA" w:rsidRPr="001B73FA">
        <w:rPr>
          <w:szCs w:val="20"/>
        </w:rPr>
        <w:t>action que je fais</w:t>
      </w:r>
      <w:r w:rsidRPr="00A4769E">
        <w:rPr>
          <w:szCs w:val="20"/>
        </w:rPr>
        <w:t xml:space="preserve">, </w:t>
      </w:r>
      <w:r w:rsidR="001B73FA" w:rsidRPr="001B73FA">
        <w:rPr>
          <w:szCs w:val="20"/>
        </w:rPr>
        <w:t>des camisoles de persuasion pour chevaliers</w:t>
      </w:r>
      <w:r w:rsidRPr="00A4769E">
        <w:rPr>
          <w:szCs w:val="20"/>
        </w:rPr>
        <w:t xml:space="preserve">. </w:t>
      </w:r>
      <w:r w:rsidR="001B73FA" w:rsidRPr="001B73FA">
        <w:rPr>
          <w:szCs w:val="20"/>
        </w:rPr>
        <w:t>Elles permettent sans douleur la transition entre la selle et le fauteuil</w:t>
      </w:r>
      <w:r w:rsidRPr="00A4769E">
        <w:rPr>
          <w:szCs w:val="20"/>
        </w:rPr>
        <w:t xml:space="preserve">, </w:t>
      </w:r>
      <w:r w:rsidR="001B73FA" w:rsidRPr="001B73FA">
        <w:rPr>
          <w:szCs w:val="20"/>
        </w:rPr>
        <w:t>entre le sabreur et le découpeur de silhouettes</w:t>
      </w:r>
      <w:r w:rsidRPr="00A4769E">
        <w:rPr>
          <w:szCs w:val="20"/>
        </w:rPr>
        <w:t xml:space="preserve"> ; </w:t>
      </w:r>
      <w:r w:rsidR="001B73FA" w:rsidRPr="001B73FA">
        <w:rPr>
          <w:szCs w:val="20"/>
        </w:rPr>
        <w:lastRenderedPageBreak/>
        <w:t>cela vous permettra tout juste le maniement des ciseaux que vous tiendrez entre le pouce et l</w:t>
      </w:r>
      <w:r w:rsidRPr="00A4769E">
        <w:rPr>
          <w:szCs w:val="20"/>
        </w:rPr>
        <w:t>’</w:t>
      </w:r>
      <w:r w:rsidR="001B73FA" w:rsidRPr="001B73FA">
        <w:rPr>
          <w:szCs w:val="20"/>
        </w:rPr>
        <w:t>index</w:t>
      </w:r>
      <w:r w:rsidRPr="00A4769E">
        <w:rPr>
          <w:szCs w:val="20"/>
        </w:rPr>
        <w:t>.</w:t>
      </w:r>
    </w:p>
    <w:p w14:paraId="765935D2" w14:textId="7B060F0B" w:rsidR="00462692" w:rsidRPr="00A4769E" w:rsidRDefault="00462692" w:rsidP="001B73FA">
      <w:pPr>
        <w:rPr>
          <w:szCs w:val="20"/>
        </w:rPr>
      </w:pPr>
      <w:r w:rsidRPr="00A4769E">
        <w:rPr>
          <w:szCs w:val="20"/>
        </w:rPr>
        <w:t>— </w:t>
      </w:r>
      <w:r w:rsidR="001B73FA" w:rsidRPr="001B73FA">
        <w:rPr>
          <w:szCs w:val="20"/>
        </w:rPr>
        <w:t>Elle n</w:t>
      </w:r>
      <w:r w:rsidRPr="00A4769E">
        <w:rPr>
          <w:szCs w:val="20"/>
        </w:rPr>
        <w:t>’</w:t>
      </w:r>
      <w:r w:rsidR="001B73FA" w:rsidRPr="001B73FA">
        <w:rPr>
          <w:szCs w:val="20"/>
        </w:rPr>
        <w:t xml:space="preserve">empêche pas toutefois </w:t>
      </w:r>
      <w:r w:rsidRPr="00A4769E">
        <w:rPr>
          <w:szCs w:val="20"/>
        </w:rPr>
        <w:t>M. </w:t>
      </w:r>
      <w:r w:rsidR="001B73FA" w:rsidRPr="001B73FA">
        <w:rPr>
          <w:szCs w:val="20"/>
        </w:rPr>
        <w:t>le Marquis de composer dans la pelouse des galops de fantaisie que j</w:t>
      </w:r>
      <w:r w:rsidRPr="00A4769E">
        <w:rPr>
          <w:szCs w:val="20"/>
        </w:rPr>
        <w:t>’</w:t>
      </w:r>
      <w:r w:rsidR="001B73FA" w:rsidRPr="001B73FA">
        <w:rPr>
          <w:szCs w:val="20"/>
        </w:rPr>
        <w:t>admire chaque matin</w:t>
      </w:r>
      <w:r w:rsidRPr="00A4769E">
        <w:rPr>
          <w:szCs w:val="20"/>
        </w:rPr>
        <w:t xml:space="preserve">, </w:t>
      </w:r>
      <w:r w:rsidR="001B73FA" w:rsidRPr="001B73FA">
        <w:rPr>
          <w:szCs w:val="20"/>
        </w:rPr>
        <w:t>dit Angelo</w:t>
      </w:r>
      <w:r w:rsidRPr="00A4769E">
        <w:rPr>
          <w:szCs w:val="20"/>
        </w:rPr>
        <w:t>.</w:t>
      </w:r>
    </w:p>
    <w:p w14:paraId="5772B30C" w14:textId="5BF93241" w:rsidR="00462692" w:rsidRPr="00A4769E" w:rsidRDefault="00462692" w:rsidP="001B73FA">
      <w:pPr>
        <w:rPr>
          <w:szCs w:val="20"/>
        </w:rPr>
      </w:pPr>
      <w:r w:rsidRPr="00A4769E">
        <w:rPr>
          <w:szCs w:val="20"/>
        </w:rPr>
        <w:t>— </w:t>
      </w:r>
      <w:r w:rsidR="001B73FA" w:rsidRPr="001B73FA">
        <w:rPr>
          <w:szCs w:val="20"/>
        </w:rPr>
        <w:t>Il est très beau</w:t>
      </w:r>
      <w:r w:rsidRPr="00A4769E">
        <w:rPr>
          <w:szCs w:val="20"/>
        </w:rPr>
        <w:t xml:space="preserve">, </w:t>
      </w:r>
      <w:r w:rsidR="001B73FA" w:rsidRPr="001B73FA">
        <w:rPr>
          <w:szCs w:val="20"/>
        </w:rPr>
        <w:t>en effet</w:t>
      </w:r>
      <w:r w:rsidRPr="00A4769E">
        <w:rPr>
          <w:szCs w:val="20"/>
        </w:rPr>
        <w:t xml:space="preserve">, </w:t>
      </w:r>
      <w:r w:rsidR="001B73FA" w:rsidRPr="001B73FA">
        <w:rPr>
          <w:szCs w:val="20"/>
        </w:rPr>
        <w:t>dit Pauline</w:t>
      </w:r>
      <w:r w:rsidRPr="00A4769E">
        <w:rPr>
          <w:szCs w:val="20"/>
        </w:rPr>
        <w:t xml:space="preserve">, </w:t>
      </w:r>
      <w:r w:rsidR="001B73FA" w:rsidRPr="001B73FA">
        <w:rPr>
          <w:szCs w:val="20"/>
        </w:rPr>
        <w:t>et vous serez également très beau</w:t>
      </w:r>
      <w:r w:rsidRPr="00A4769E">
        <w:rPr>
          <w:szCs w:val="20"/>
        </w:rPr>
        <w:t xml:space="preserve">. </w:t>
      </w:r>
      <w:r w:rsidR="001B73FA" w:rsidRPr="001B73FA">
        <w:rPr>
          <w:szCs w:val="20"/>
        </w:rPr>
        <w:t>Cela permet</w:t>
      </w:r>
      <w:r w:rsidRPr="00A4769E">
        <w:rPr>
          <w:szCs w:val="20"/>
        </w:rPr>
        <w:t xml:space="preserve">, </w:t>
      </w:r>
      <w:r w:rsidR="001B73FA" w:rsidRPr="001B73FA">
        <w:rPr>
          <w:szCs w:val="20"/>
        </w:rPr>
        <w:t>en fin de compte</w:t>
      </w:r>
      <w:r w:rsidRPr="00A4769E">
        <w:rPr>
          <w:szCs w:val="20"/>
        </w:rPr>
        <w:t xml:space="preserve">, </w:t>
      </w:r>
      <w:r w:rsidR="001B73FA" w:rsidRPr="001B73FA">
        <w:rPr>
          <w:szCs w:val="20"/>
        </w:rPr>
        <w:t>beaucoup de choses</w:t>
      </w:r>
      <w:r w:rsidRPr="00A4769E">
        <w:rPr>
          <w:szCs w:val="20"/>
        </w:rPr>
        <w:t>.</w:t>
      </w:r>
    </w:p>
    <w:p w14:paraId="664BBF2E" w14:textId="46775AB9" w:rsidR="00462692" w:rsidRPr="00A4769E" w:rsidRDefault="00462692" w:rsidP="001B73FA">
      <w:pPr>
        <w:rPr>
          <w:szCs w:val="20"/>
        </w:rPr>
      </w:pPr>
      <w:r w:rsidRPr="00A4769E">
        <w:rPr>
          <w:szCs w:val="20"/>
        </w:rPr>
        <w:t>— </w:t>
      </w:r>
      <w:r w:rsidR="001B73FA" w:rsidRPr="001B73FA">
        <w:rPr>
          <w:szCs w:val="20"/>
        </w:rPr>
        <w:t>Grâce à votre science</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Vous avez une habileté infinie pour donner à ces palatines des formes qui amincissent les hanches et développent les épaules</w:t>
      </w:r>
      <w:r w:rsidRPr="00A4769E">
        <w:rPr>
          <w:szCs w:val="20"/>
        </w:rPr>
        <w:t>. M. </w:t>
      </w:r>
      <w:r w:rsidR="001B73FA" w:rsidRPr="001B73FA">
        <w:rPr>
          <w:szCs w:val="20"/>
        </w:rPr>
        <w:t>le Marquis passe à travers les bois semblable à Médor</w:t>
      </w:r>
      <w:r w:rsidRPr="00A4769E">
        <w:rPr>
          <w:szCs w:val="20"/>
        </w:rPr>
        <w:t>.</w:t>
      </w:r>
    </w:p>
    <w:p w14:paraId="02F2302A" w14:textId="29D3F02E" w:rsidR="00462692" w:rsidRPr="00A4769E" w:rsidRDefault="00462692" w:rsidP="001B73FA">
      <w:pPr>
        <w:rPr>
          <w:szCs w:val="20"/>
        </w:rPr>
      </w:pPr>
      <w:r w:rsidRPr="00A4769E">
        <w:rPr>
          <w:szCs w:val="20"/>
        </w:rPr>
        <w:t>— </w:t>
      </w:r>
      <w:r w:rsidR="001B73FA" w:rsidRPr="001B73FA">
        <w:rPr>
          <w:szCs w:val="20"/>
        </w:rPr>
        <w:t>Vous serez exactement comme lui</w:t>
      </w:r>
      <w:r w:rsidRPr="00A4769E">
        <w:rPr>
          <w:szCs w:val="20"/>
        </w:rPr>
        <w:t xml:space="preserve">, </w:t>
      </w:r>
      <w:r w:rsidR="001B73FA" w:rsidRPr="001B73FA">
        <w:rPr>
          <w:szCs w:val="20"/>
        </w:rPr>
        <w:t>dit Pauline</w:t>
      </w:r>
      <w:r w:rsidRPr="00A4769E">
        <w:rPr>
          <w:szCs w:val="20"/>
        </w:rPr>
        <w:t xml:space="preserve">, </w:t>
      </w:r>
      <w:r w:rsidR="001B73FA" w:rsidRPr="001B73FA">
        <w:rPr>
          <w:szCs w:val="20"/>
        </w:rPr>
        <w:t>et cela provient de cette demi-lune que je taille ici dans le dos</w:t>
      </w:r>
      <w:r w:rsidRPr="00A4769E">
        <w:rPr>
          <w:szCs w:val="20"/>
        </w:rPr>
        <w:t>.</w:t>
      </w:r>
    </w:p>
    <w:p w14:paraId="202E76AE" w14:textId="792E1D07" w:rsidR="00462692" w:rsidRPr="00A4769E" w:rsidRDefault="00462692" w:rsidP="001B73FA">
      <w:pPr>
        <w:rPr>
          <w:szCs w:val="20"/>
        </w:rPr>
      </w:pPr>
      <w:r w:rsidRPr="00A4769E">
        <w:rPr>
          <w:szCs w:val="20"/>
        </w:rPr>
        <w:t>— </w:t>
      </w:r>
      <w:r w:rsidR="001B73FA" w:rsidRPr="001B73FA">
        <w:rPr>
          <w:szCs w:val="20"/>
        </w:rPr>
        <w:t>Où prenez-vous l</w:t>
      </w:r>
      <w:r w:rsidRPr="00A4769E">
        <w:rPr>
          <w:szCs w:val="20"/>
        </w:rPr>
        <w:t>’</w:t>
      </w:r>
      <w:r w:rsidR="001B73FA" w:rsidRPr="001B73FA">
        <w:rPr>
          <w:szCs w:val="20"/>
        </w:rPr>
        <w:t>invention de ces formes</w:t>
      </w:r>
      <w:r w:rsidRPr="00A4769E">
        <w:rPr>
          <w:szCs w:val="20"/>
        </w:rPr>
        <w:t xml:space="preserve"> ? </w:t>
      </w:r>
      <w:r w:rsidR="001B73FA" w:rsidRPr="001B73FA">
        <w:rPr>
          <w:szCs w:val="20"/>
        </w:rPr>
        <w:t>dit Angelo</w:t>
      </w:r>
      <w:r w:rsidRPr="00A4769E">
        <w:rPr>
          <w:szCs w:val="20"/>
        </w:rPr>
        <w:t>.</w:t>
      </w:r>
    </w:p>
    <w:p w14:paraId="318BA644" w14:textId="5C3E803D" w:rsidR="001B73FA" w:rsidRPr="001B73FA" w:rsidRDefault="00462692" w:rsidP="001B73FA">
      <w:pPr>
        <w:rPr>
          <w:szCs w:val="20"/>
        </w:rPr>
      </w:pPr>
      <w:r w:rsidRPr="00A4769E">
        <w:rPr>
          <w:szCs w:val="20"/>
        </w:rPr>
        <w:t>— </w:t>
      </w:r>
      <w:r w:rsidR="001B73FA" w:rsidRPr="001B73FA">
        <w:rPr>
          <w:szCs w:val="20"/>
        </w:rPr>
        <w:t>Dans mes désirs</w:t>
      </w:r>
      <w:r w:rsidRPr="00A4769E">
        <w:rPr>
          <w:szCs w:val="20"/>
        </w:rPr>
        <w:t xml:space="preserve">, </w:t>
      </w:r>
      <w:r w:rsidR="001B73FA" w:rsidRPr="001B73FA">
        <w:rPr>
          <w:szCs w:val="20"/>
        </w:rPr>
        <w:t>dit Pauline</w:t>
      </w:r>
      <w:r w:rsidRPr="00A4769E">
        <w:rPr>
          <w:szCs w:val="20"/>
        </w:rPr>
        <w:t xml:space="preserve">. </w:t>
      </w:r>
      <w:r w:rsidR="001B73FA" w:rsidRPr="001B73FA">
        <w:rPr>
          <w:szCs w:val="20"/>
        </w:rPr>
        <w:t>Les consacrerai-je enfin à ma propre gloire</w:t>
      </w:r>
      <w:r w:rsidRPr="00A4769E">
        <w:rPr>
          <w:szCs w:val="20"/>
        </w:rPr>
        <w:t xml:space="preserve"> ? </w:t>
      </w:r>
      <w:r w:rsidR="001B73FA" w:rsidRPr="001B73FA">
        <w:rPr>
          <w:szCs w:val="20"/>
        </w:rPr>
        <w:t>dit-elle au bout d</w:t>
      </w:r>
      <w:r w:rsidRPr="00A4769E">
        <w:rPr>
          <w:szCs w:val="20"/>
        </w:rPr>
        <w:t>’</w:t>
      </w:r>
      <w:r w:rsidR="001B73FA" w:rsidRPr="001B73FA">
        <w:rPr>
          <w:szCs w:val="20"/>
        </w:rPr>
        <w:t>un moment</w:t>
      </w:r>
      <w:r w:rsidRPr="00A4769E">
        <w:rPr>
          <w:szCs w:val="20"/>
        </w:rPr>
        <w:t xml:space="preserve">. </w:t>
      </w:r>
      <w:r w:rsidR="001B73FA" w:rsidRPr="001B73FA">
        <w:rPr>
          <w:szCs w:val="20"/>
        </w:rPr>
        <w:t>Il y a bien longtemps que j</w:t>
      </w:r>
      <w:r w:rsidRPr="00A4769E">
        <w:rPr>
          <w:szCs w:val="20"/>
        </w:rPr>
        <w:t>’</w:t>
      </w:r>
      <w:r w:rsidR="001B73FA" w:rsidRPr="001B73FA">
        <w:rPr>
          <w:szCs w:val="20"/>
        </w:rPr>
        <w:t>en ai envie</w:t>
      </w:r>
      <w:r w:rsidRPr="00A4769E">
        <w:rPr>
          <w:szCs w:val="20"/>
        </w:rPr>
        <w:t xml:space="preserve">. </w:t>
      </w:r>
      <w:r w:rsidR="001B73FA" w:rsidRPr="001B73FA">
        <w:rPr>
          <w:szCs w:val="20"/>
        </w:rPr>
        <w:t>Vous m</w:t>
      </w:r>
      <w:r w:rsidRPr="00A4769E">
        <w:rPr>
          <w:szCs w:val="20"/>
        </w:rPr>
        <w:t>’</w:t>
      </w:r>
      <w:r w:rsidR="001B73FA" w:rsidRPr="001B73FA">
        <w:rPr>
          <w:szCs w:val="20"/>
        </w:rPr>
        <w:t>avez accablée de tant de compliments qu</w:t>
      </w:r>
      <w:r w:rsidRPr="00A4769E">
        <w:rPr>
          <w:szCs w:val="20"/>
        </w:rPr>
        <w:t>’</w:t>
      </w:r>
      <w:r w:rsidR="001B73FA" w:rsidRPr="001B73FA">
        <w:rPr>
          <w:szCs w:val="20"/>
        </w:rPr>
        <w:t>aujourd</w:t>
      </w:r>
      <w:r w:rsidRPr="00A4769E">
        <w:rPr>
          <w:szCs w:val="20"/>
        </w:rPr>
        <w:t>’</w:t>
      </w:r>
      <w:r w:rsidR="001B73FA" w:rsidRPr="001B73FA">
        <w:rPr>
          <w:szCs w:val="20"/>
        </w:rPr>
        <w:t>hui je m</w:t>
      </w:r>
      <w:r w:rsidRPr="00A4769E">
        <w:rPr>
          <w:szCs w:val="20"/>
        </w:rPr>
        <w:t>’</w:t>
      </w:r>
      <w:r w:rsidR="001B73FA" w:rsidRPr="001B73FA">
        <w:rPr>
          <w:szCs w:val="20"/>
        </w:rPr>
        <w:t>y décide</w:t>
      </w:r>
      <w:r w:rsidRPr="00A4769E">
        <w:rPr>
          <w:szCs w:val="20"/>
        </w:rPr>
        <w:t xml:space="preserve">. </w:t>
      </w:r>
      <w:r w:rsidR="001B73FA" w:rsidRPr="001B73FA">
        <w:rPr>
          <w:szCs w:val="20"/>
        </w:rPr>
        <w:t>C</w:t>
      </w:r>
      <w:r w:rsidRPr="00A4769E">
        <w:rPr>
          <w:szCs w:val="20"/>
        </w:rPr>
        <w:t>’</w:t>
      </w:r>
      <w:r w:rsidR="001B73FA" w:rsidRPr="001B73FA">
        <w:rPr>
          <w:szCs w:val="20"/>
        </w:rPr>
        <w:t>est bien le moins si Laurent ne me trouve pas quatre peaux d</w:t>
      </w:r>
      <w:r w:rsidRPr="00A4769E">
        <w:rPr>
          <w:szCs w:val="20"/>
        </w:rPr>
        <w:t>’</w:t>
      </w:r>
      <w:r w:rsidR="001B73FA" w:rsidRPr="001B73FA">
        <w:rPr>
          <w:szCs w:val="20"/>
        </w:rPr>
        <w:t>agneaux qui feront très bien mon affaire</w:t>
      </w:r>
      <w:r w:rsidRPr="00A4769E">
        <w:rPr>
          <w:szCs w:val="20"/>
        </w:rPr>
        <w:t xml:space="preserve">. </w:t>
      </w:r>
      <w:r w:rsidR="001B73FA" w:rsidRPr="001B73FA">
        <w:rPr>
          <w:szCs w:val="20"/>
        </w:rPr>
        <w:t>Tous ces Médor ont besoin d</w:t>
      </w:r>
      <w:r w:rsidRPr="00A4769E">
        <w:rPr>
          <w:szCs w:val="20"/>
        </w:rPr>
        <w:t>’</w:t>
      </w:r>
      <w:r w:rsidR="001B73FA" w:rsidRPr="001B73FA">
        <w:rPr>
          <w:szCs w:val="20"/>
        </w:rPr>
        <w:t>une Angélique</w:t>
      </w:r>
      <w:r w:rsidRPr="00A4769E">
        <w:rPr>
          <w:szCs w:val="20"/>
        </w:rPr>
        <w:t xml:space="preserve">. </w:t>
      </w:r>
      <w:r w:rsidR="001B73FA" w:rsidRPr="001B73FA">
        <w:rPr>
          <w:szCs w:val="20"/>
        </w:rPr>
        <w:t>Il y a assez de papier bleu pour vous et pour moi</w:t>
      </w:r>
      <w:r w:rsidRPr="00A4769E">
        <w:rPr>
          <w:szCs w:val="20"/>
        </w:rPr>
        <w:t xml:space="preserve">. </w:t>
      </w:r>
      <w:r w:rsidR="001B73FA" w:rsidRPr="001B73FA">
        <w:rPr>
          <w:szCs w:val="20"/>
        </w:rPr>
        <w:t>À votre tour</w:t>
      </w:r>
      <w:r w:rsidRPr="00A4769E">
        <w:rPr>
          <w:szCs w:val="20"/>
        </w:rPr>
        <w:t xml:space="preserve">, </w:t>
      </w:r>
      <w:r w:rsidR="001B73FA" w:rsidRPr="001B73FA">
        <w:rPr>
          <w:szCs w:val="20"/>
        </w:rPr>
        <w:t>monsieur</w:t>
      </w:r>
      <w:r w:rsidRPr="00A4769E">
        <w:rPr>
          <w:szCs w:val="20"/>
        </w:rPr>
        <w:t xml:space="preserve">, </w:t>
      </w:r>
      <w:r w:rsidR="001B73FA" w:rsidRPr="001B73FA">
        <w:rPr>
          <w:szCs w:val="20"/>
        </w:rPr>
        <w:t>rendez-moi le service de prendre mes propres mesures</w:t>
      </w:r>
      <w:r w:rsidRPr="00A4769E">
        <w:rPr>
          <w:szCs w:val="20"/>
        </w:rPr>
        <w:t>. »</w:t>
      </w:r>
    </w:p>
    <w:p w14:paraId="557639E5" w14:textId="77777777" w:rsidR="001B73FA" w:rsidRPr="001B73FA" w:rsidRDefault="001B73FA" w:rsidP="001B73FA">
      <w:pPr>
        <w:rPr>
          <w:szCs w:val="20"/>
        </w:rPr>
      </w:pPr>
      <w:r w:rsidRPr="001B73FA">
        <w:rPr>
          <w:szCs w:val="20"/>
        </w:rPr>
        <w:t>Angelo était très gêné d</w:t>
      </w:r>
      <w:r w:rsidR="00462692" w:rsidRPr="00A4769E">
        <w:rPr>
          <w:szCs w:val="20"/>
        </w:rPr>
        <w:t>’</w:t>
      </w:r>
      <w:r w:rsidRPr="001B73FA">
        <w:rPr>
          <w:szCs w:val="20"/>
        </w:rPr>
        <w:t>être obligé de la toucher</w:t>
      </w:r>
      <w:r w:rsidR="00462692" w:rsidRPr="00A4769E">
        <w:rPr>
          <w:szCs w:val="20"/>
        </w:rPr>
        <w:t>. « </w:t>
      </w:r>
      <w:r w:rsidRPr="001B73FA">
        <w:rPr>
          <w:szCs w:val="20"/>
        </w:rPr>
        <w:t>Pas d</w:t>
      </w:r>
      <w:r w:rsidR="00462692" w:rsidRPr="00A4769E">
        <w:rPr>
          <w:szCs w:val="20"/>
        </w:rPr>
        <w:t>’</w:t>
      </w:r>
      <w:r w:rsidRPr="001B73FA">
        <w:rPr>
          <w:szCs w:val="20"/>
        </w:rPr>
        <w:t>approximation</w:t>
      </w:r>
      <w:r w:rsidR="00A93CF6">
        <w:rPr>
          <w:szCs w:val="20"/>
        </w:rPr>
        <w:t>s</w:t>
      </w:r>
      <w:r w:rsidR="00462692" w:rsidRPr="00A4769E">
        <w:rPr>
          <w:szCs w:val="20"/>
        </w:rPr>
        <w:t xml:space="preserve">, </w:t>
      </w:r>
      <w:r w:rsidRPr="001B73FA">
        <w:rPr>
          <w:szCs w:val="20"/>
        </w:rPr>
        <w:t>lui dit-elle</w:t>
      </w:r>
      <w:r w:rsidR="00462692" w:rsidRPr="00A4769E">
        <w:rPr>
          <w:szCs w:val="20"/>
        </w:rPr>
        <w:t xml:space="preserve">, </w:t>
      </w:r>
      <w:r w:rsidRPr="001B73FA">
        <w:rPr>
          <w:szCs w:val="20"/>
        </w:rPr>
        <w:t>j</w:t>
      </w:r>
      <w:r w:rsidR="00462692" w:rsidRPr="00A4769E">
        <w:rPr>
          <w:szCs w:val="20"/>
        </w:rPr>
        <w:t>’</w:t>
      </w:r>
      <w:r w:rsidRPr="001B73FA">
        <w:rPr>
          <w:szCs w:val="20"/>
        </w:rPr>
        <w:t>ai été très consciencieuse avec vous</w:t>
      </w:r>
      <w:r w:rsidR="00462692" w:rsidRPr="00A4769E">
        <w:rPr>
          <w:szCs w:val="20"/>
        </w:rPr>
        <w:t xml:space="preserve">, </w:t>
      </w:r>
      <w:r w:rsidRPr="001B73FA">
        <w:rPr>
          <w:szCs w:val="20"/>
        </w:rPr>
        <w:t>soyez-le avec moi</w:t>
      </w:r>
      <w:r w:rsidR="00462692" w:rsidRPr="00A4769E">
        <w:rPr>
          <w:szCs w:val="20"/>
        </w:rPr>
        <w:t xml:space="preserve">. </w:t>
      </w:r>
      <w:r w:rsidRPr="001B73FA">
        <w:rPr>
          <w:szCs w:val="20"/>
        </w:rPr>
        <w:t xml:space="preserve">Appuyez carrément le ruban </w:t>
      </w:r>
      <w:r w:rsidRPr="001B73FA">
        <w:rPr>
          <w:szCs w:val="20"/>
        </w:rPr>
        <w:lastRenderedPageBreak/>
        <w:t>sur mes épaules</w:t>
      </w:r>
      <w:r w:rsidR="00462692" w:rsidRPr="00A4769E">
        <w:rPr>
          <w:szCs w:val="20"/>
        </w:rPr>
        <w:t xml:space="preserve">. </w:t>
      </w:r>
      <w:r w:rsidRPr="001B73FA">
        <w:rPr>
          <w:szCs w:val="20"/>
        </w:rPr>
        <w:t>Je tiens absolument à être aussi belle que vous deux</w:t>
      </w:r>
      <w:r w:rsidR="00462692" w:rsidRPr="00A4769E">
        <w:rPr>
          <w:szCs w:val="20"/>
        </w:rPr>
        <w:t>.</w:t>
      </w:r>
      <w:r w:rsidR="00462692" w:rsidRPr="00A4769E">
        <w:rPr>
          <w:szCs w:val="20"/>
        </w:rPr>
        <w:t> »</w:t>
      </w:r>
    </w:p>
    <w:p w14:paraId="3397F310" w14:textId="77777777" w:rsidR="00462692" w:rsidRPr="00A4769E" w:rsidRDefault="001B73FA" w:rsidP="001B73FA">
      <w:pPr>
        <w:rPr>
          <w:szCs w:val="20"/>
        </w:rPr>
      </w:pPr>
      <w:r w:rsidRPr="001B73FA">
        <w:rPr>
          <w:szCs w:val="20"/>
        </w:rPr>
        <w:t>Tout ceci était fort difficile à faire pour Angelo</w:t>
      </w:r>
      <w:r w:rsidR="00462692" w:rsidRPr="00A4769E">
        <w:rPr>
          <w:szCs w:val="20"/>
        </w:rPr>
        <w:t xml:space="preserve">. </w:t>
      </w:r>
      <w:r w:rsidRPr="001B73FA">
        <w:rPr>
          <w:szCs w:val="20"/>
        </w:rPr>
        <w:t>Enfin</w:t>
      </w:r>
      <w:r w:rsidR="00462692" w:rsidRPr="00A4769E">
        <w:rPr>
          <w:szCs w:val="20"/>
        </w:rPr>
        <w:t xml:space="preserve">, </w:t>
      </w:r>
      <w:r w:rsidRPr="001B73FA">
        <w:rPr>
          <w:szCs w:val="20"/>
        </w:rPr>
        <w:t>il osa appuyer le ruban sans pouvoir s</w:t>
      </w:r>
      <w:r w:rsidR="00462692" w:rsidRPr="00A4769E">
        <w:rPr>
          <w:szCs w:val="20"/>
        </w:rPr>
        <w:t>’</w:t>
      </w:r>
      <w:r w:rsidRPr="001B73FA">
        <w:rPr>
          <w:szCs w:val="20"/>
        </w:rPr>
        <w:t>empêcher de trembler</w:t>
      </w:r>
      <w:r w:rsidR="00462692" w:rsidRPr="00A4769E">
        <w:rPr>
          <w:szCs w:val="20"/>
        </w:rPr>
        <w:t xml:space="preserve">. </w:t>
      </w:r>
      <w:r w:rsidRPr="001B73FA">
        <w:rPr>
          <w:szCs w:val="20"/>
        </w:rPr>
        <w:t>Il sentait l</w:t>
      </w:r>
      <w:r w:rsidR="00462692" w:rsidRPr="00A4769E">
        <w:rPr>
          <w:szCs w:val="20"/>
        </w:rPr>
        <w:t>’</w:t>
      </w:r>
      <w:r w:rsidRPr="001B73FA">
        <w:rPr>
          <w:szCs w:val="20"/>
        </w:rPr>
        <w:t>odeur exquise d</w:t>
      </w:r>
      <w:r w:rsidR="00462692" w:rsidRPr="00A4769E">
        <w:rPr>
          <w:szCs w:val="20"/>
        </w:rPr>
        <w:t>’</w:t>
      </w:r>
      <w:r w:rsidRPr="001B73FA">
        <w:rPr>
          <w:szCs w:val="20"/>
        </w:rPr>
        <w:t>un épais catogan de cheveux noirs</w:t>
      </w:r>
      <w:r w:rsidR="00462692" w:rsidRPr="00A4769E">
        <w:rPr>
          <w:szCs w:val="20"/>
        </w:rPr>
        <w:t>.</w:t>
      </w:r>
    </w:p>
    <w:p w14:paraId="675483BA" w14:textId="77777777" w:rsidR="001B73FA" w:rsidRPr="001B73FA" w:rsidRDefault="00462692" w:rsidP="001B73FA">
      <w:pPr>
        <w:rPr>
          <w:szCs w:val="20"/>
        </w:rPr>
      </w:pPr>
      <w:r w:rsidRPr="00A4769E">
        <w:rPr>
          <w:szCs w:val="20"/>
        </w:rPr>
        <w:t>« </w:t>
      </w:r>
      <w:r w:rsidR="001B73FA" w:rsidRPr="001B73FA">
        <w:rPr>
          <w:szCs w:val="20"/>
        </w:rPr>
        <w:t>Combien trouvez-vous</w:t>
      </w:r>
      <w:r w:rsidRPr="00A4769E">
        <w:rPr>
          <w:szCs w:val="20"/>
        </w:rPr>
        <w:t xml:space="preserve"> ? </w:t>
      </w:r>
      <w:r w:rsidR="001B73FA" w:rsidRPr="001B73FA">
        <w:rPr>
          <w:szCs w:val="20"/>
        </w:rPr>
        <w:t>dit Pauline</w:t>
      </w:r>
      <w:r w:rsidRPr="00A4769E">
        <w:rPr>
          <w:szCs w:val="20"/>
        </w:rPr>
        <w:t xml:space="preserve">. </w:t>
      </w:r>
      <w:r w:rsidR="001B73FA" w:rsidRPr="001B73FA">
        <w:rPr>
          <w:szCs w:val="20"/>
        </w:rPr>
        <w:t>Quarante</w:t>
      </w:r>
      <w:r w:rsidRPr="00A4769E">
        <w:rPr>
          <w:szCs w:val="20"/>
        </w:rPr>
        <w:t xml:space="preserve"> ? </w:t>
      </w:r>
      <w:r w:rsidR="001B73FA" w:rsidRPr="001B73FA">
        <w:rPr>
          <w:szCs w:val="20"/>
        </w:rPr>
        <w:t>Je le crois</w:t>
      </w:r>
      <w:r w:rsidRPr="00A4769E">
        <w:rPr>
          <w:szCs w:val="20"/>
        </w:rPr>
        <w:t xml:space="preserve">. </w:t>
      </w:r>
      <w:r w:rsidR="001B73FA" w:rsidRPr="001B73FA">
        <w:rPr>
          <w:szCs w:val="20"/>
        </w:rPr>
        <w:t>Laurent me dit toujours que j</w:t>
      </w:r>
      <w:r w:rsidRPr="00A4769E">
        <w:rPr>
          <w:szCs w:val="20"/>
        </w:rPr>
        <w:t>’</w:t>
      </w:r>
      <w:r w:rsidR="001B73FA" w:rsidRPr="001B73FA">
        <w:rPr>
          <w:szCs w:val="20"/>
        </w:rPr>
        <w:t>ai des épaules de garçon</w:t>
      </w:r>
      <w:r w:rsidRPr="00A4769E">
        <w:rPr>
          <w:szCs w:val="20"/>
        </w:rPr>
        <w:t xml:space="preserve">. </w:t>
      </w:r>
      <w:r w:rsidR="001B73FA" w:rsidRPr="001B73FA">
        <w:rPr>
          <w:szCs w:val="20"/>
        </w:rPr>
        <w:t>Mesurez mon tour de taille</w:t>
      </w:r>
      <w:r w:rsidRPr="00A4769E">
        <w:rPr>
          <w:szCs w:val="20"/>
        </w:rPr>
        <w:t>. »</w:t>
      </w:r>
    </w:p>
    <w:p w14:paraId="304E6B63" w14:textId="77777777" w:rsidR="00462692" w:rsidRPr="00A4769E" w:rsidRDefault="001B73FA" w:rsidP="001B73FA">
      <w:pPr>
        <w:rPr>
          <w:szCs w:val="20"/>
        </w:rPr>
      </w:pPr>
      <w:r w:rsidRPr="001B73FA">
        <w:rPr>
          <w:szCs w:val="20"/>
        </w:rPr>
        <w:t>Ce moment-là fut affreux</w:t>
      </w:r>
      <w:r w:rsidR="00462692" w:rsidRPr="00A4769E">
        <w:rPr>
          <w:szCs w:val="20"/>
        </w:rPr>
        <w:t xml:space="preserve">. </w:t>
      </w:r>
      <w:r w:rsidRPr="001B73FA">
        <w:rPr>
          <w:szCs w:val="20"/>
        </w:rPr>
        <w:t>Angelo fut obligé de s</w:t>
      </w:r>
      <w:r w:rsidR="00462692" w:rsidRPr="00A4769E">
        <w:rPr>
          <w:szCs w:val="20"/>
        </w:rPr>
        <w:t>’</w:t>
      </w:r>
      <w:r w:rsidRPr="001B73FA">
        <w:rPr>
          <w:szCs w:val="20"/>
        </w:rPr>
        <w:t>asseoir fort incivilement sur le fauteuil qui était le plus près de lui et</w:t>
      </w:r>
      <w:r w:rsidR="00462692" w:rsidRPr="00A4769E">
        <w:rPr>
          <w:szCs w:val="20"/>
        </w:rPr>
        <w:t xml:space="preserve">, </w:t>
      </w:r>
      <w:r w:rsidRPr="001B73FA">
        <w:rPr>
          <w:szCs w:val="20"/>
        </w:rPr>
        <w:t>tendant le ruban du centimètre à Pauline</w:t>
      </w:r>
      <w:r w:rsidR="00462692" w:rsidRPr="00A4769E">
        <w:rPr>
          <w:szCs w:val="20"/>
        </w:rPr>
        <w:t> : « </w:t>
      </w:r>
      <w:r w:rsidRPr="001B73FA">
        <w:rPr>
          <w:szCs w:val="20"/>
        </w:rPr>
        <w:t>Je suis très maladroit</w:t>
      </w:r>
      <w:r w:rsidR="00462692" w:rsidRPr="00A4769E">
        <w:rPr>
          <w:szCs w:val="20"/>
        </w:rPr>
        <w:t xml:space="preserve">, </w:t>
      </w:r>
      <w:r w:rsidRPr="001B73FA">
        <w:rPr>
          <w:szCs w:val="20"/>
        </w:rPr>
        <w:t>dit-il</w:t>
      </w:r>
      <w:r w:rsidR="00462692" w:rsidRPr="00A4769E">
        <w:rPr>
          <w:szCs w:val="20"/>
        </w:rPr>
        <w:t xml:space="preserve">, </w:t>
      </w:r>
      <w:r w:rsidRPr="001B73FA">
        <w:rPr>
          <w:szCs w:val="20"/>
        </w:rPr>
        <w:t>et j</w:t>
      </w:r>
      <w:r w:rsidR="00462692" w:rsidRPr="00A4769E">
        <w:rPr>
          <w:szCs w:val="20"/>
        </w:rPr>
        <w:t>’</w:t>
      </w:r>
      <w:r w:rsidRPr="001B73FA">
        <w:rPr>
          <w:szCs w:val="20"/>
        </w:rPr>
        <w:t>aurais des remords dont je ne me consolerais jamais si je commettais quelque erreur qui pût compromettre la bonne coupe de votre veste</w:t>
      </w:r>
      <w:r w:rsidR="00462692" w:rsidRPr="00A4769E">
        <w:rPr>
          <w:szCs w:val="20"/>
        </w:rPr>
        <w:t>. »</w:t>
      </w:r>
      <w:r w:rsidRPr="001B73FA">
        <w:rPr>
          <w:szCs w:val="20"/>
        </w:rPr>
        <w:t xml:space="preserve"> Il reprenait peu à peu ses esprits en parlant</w:t>
      </w:r>
      <w:r w:rsidR="00462692" w:rsidRPr="00A4769E">
        <w:rPr>
          <w:szCs w:val="20"/>
        </w:rPr>
        <w:t xml:space="preserve">, </w:t>
      </w:r>
      <w:r w:rsidRPr="001B73FA">
        <w:rPr>
          <w:szCs w:val="20"/>
        </w:rPr>
        <w:t>malgré les immenses yeux verts immobiles qui ne le quittaient pas du regard</w:t>
      </w:r>
      <w:r w:rsidR="00462692" w:rsidRPr="00A4769E">
        <w:rPr>
          <w:szCs w:val="20"/>
        </w:rPr>
        <w:t>. « </w:t>
      </w:r>
      <w:r w:rsidRPr="001B73FA">
        <w:rPr>
          <w:szCs w:val="20"/>
        </w:rPr>
        <w:t>Votre femme de chambre prendra ces mesures avec beaucoup plus d</w:t>
      </w:r>
      <w:r w:rsidR="00462692" w:rsidRPr="00A4769E">
        <w:rPr>
          <w:szCs w:val="20"/>
        </w:rPr>
        <w:t>’</w:t>
      </w:r>
      <w:r w:rsidRPr="001B73FA">
        <w:rPr>
          <w:szCs w:val="20"/>
        </w:rPr>
        <w:t>exactitude que moi</w:t>
      </w:r>
      <w:r w:rsidR="00462692" w:rsidRPr="00A4769E">
        <w:rPr>
          <w:szCs w:val="20"/>
        </w:rPr>
        <w:t>. »</w:t>
      </w:r>
      <w:r w:rsidRPr="001B73FA">
        <w:rPr>
          <w:szCs w:val="20"/>
        </w:rPr>
        <w:t xml:space="preserve"> Il cherchait désespérément une phrase qui pût expliquer son émotion</w:t>
      </w:r>
      <w:r w:rsidR="00462692" w:rsidRPr="00A4769E">
        <w:rPr>
          <w:szCs w:val="20"/>
        </w:rPr>
        <w:t xml:space="preserve">, </w:t>
      </w:r>
      <w:r w:rsidRPr="001B73FA">
        <w:rPr>
          <w:szCs w:val="20"/>
        </w:rPr>
        <w:t>qu</w:t>
      </w:r>
      <w:r w:rsidR="00462692" w:rsidRPr="00A4769E">
        <w:rPr>
          <w:szCs w:val="20"/>
        </w:rPr>
        <w:t>’</w:t>
      </w:r>
      <w:r w:rsidRPr="001B73FA">
        <w:rPr>
          <w:szCs w:val="20"/>
        </w:rPr>
        <w:t>il trouvait ridicule</w:t>
      </w:r>
      <w:r w:rsidR="00462692" w:rsidRPr="00A4769E">
        <w:rPr>
          <w:szCs w:val="20"/>
        </w:rPr>
        <w:t xml:space="preserve"> ; </w:t>
      </w:r>
      <w:r w:rsidRPr="001B73FA">
        <w:rPr>
          <w:szCs w:val="20"/>
        </w:rPr>
        <w:t>il eut de la chance de ne pas penser qu</w:t>
      </w:r>
      <w:r w:rsidR="00462692" w:rsidRPr="00A4769E">
        <w:rPr>
          <w:szCs w:val="20"/>
        </w:rPr>
        <w:t>’</w:t>
      </w:r>
      <w:r w:rsidRPr="001B73FA">
        <w:rPr>
          <w:szCs w:val="20"/>
        </w:rPr>
        <w:t>il s</w:t>
      </w:r>
      <w:r w:rsidR="00462692" w:rsidRPr="00A4769E">
        <w:rPr>
          <w:szCs w:val="20"/>
        </w:rPr>
        <w:t>’</w:t>
      </w:r>
      <w:r w:rsidRPr="001B73FA">
        <w:rPr>
          <w:szCs w:val="20"/>
        </w:rPr>
        <w:t>agissait de pudeur</w:t>
      </w:r>
      <w:r w:rsidR="00462692" w:rsidRPr="00A4769E">
        <w:rPr>
          <w:szCs w:val="20"/>
        </w:rPr>
        <w:t>. « </w:t>
      </w:r>
      <w:r w:rsidRPr="001B73FA">
        <w:rPr>
          <w:szCs w:val="20"/>
        </w:rPr>
        <w:t>J</w:t>
      </w:r>
      <w:r w:rsidR="00462692" w:rsidRPr="00A4769E">
        <w:rPr>
          <w:szCs w:val="20"/>
        </w:rPr>
        <w:t>’</w:t>
      </w:r>
      <w:r w:rsidRPr="001B73FA">
        <w:rPr>
          <w:szCs w:val="20"/>
        </w:rPr>
        <w:t>ai vécu jusqu</w:t>
      </w:r>
      <w:r w:rsidR="00462692" w:rsidRPr="00A4769E">
        <w:rPr>
          <w:szCs w:val="20"/>
        </w:rPr>
        <w:t>’</w:t>
      </w:r>
      <w:r w:rsidRPr="001B73FA">
        <w:rPr>
          <w:szCs w:val="20"/>
        </w:rPr>
        <w:t>à présent dans des casernes</w:t>
      </w:r>
      <w:r w:rsidR="00462692" w:rsidRPr="00A4769E">
        <w:rPr>
          <w:szCs w:val="20"/>
        </w:rPr>
        <w:t xml:space="preserve">, </w:t>
      </w:r>
      <w:r w:rsidRPr="001B73FA">
        <w:rPr>
          <w:szCs w:val="20"/>
        </w:rPr>
        <w:t>dit-il très innocemment</w:t>
      </w:r>
      <w:r w:rsidR="00462692" w:rsidRPr="00A4769E">
        <w:rPr>
          <w:szCs w:val="20"/>
        </w:rPr>
        <w:t xml:space="preserve">, </w:t>
      </w:r>
      <w:r w:rsidRPr="001B73FA">
        <w:rPr>
          <w:szCs w:val="20"/>
        </w:rPr>
        <w:t>et vous ne pouvez vous imaginer comme il faut prendre l</w:t>
      </w:r>
      <w:r w:rsidR="00462692" w:rsidRPr="00A4769E">
        <w:rPr>
          <w:szCs w:val="20"/>
        </w:rPr>
        <w:t>’</w:t>
      </w:r>
      <w:r w:rsidRPr="001B73FA">
        <w:rPr>
          <w:szCs w:val="20"/>
        </w:rPr>
        <w:t>habitude d</w:t>
      </w:r>
      <w:r w:rsidR="00462692" w:rsidRPr="00A4769E">
        <w:rPr>
          <w:szCs w:val="20"/>
        </w:rPr>
        <w:t>’</w:t>
      </w:r>
      <w:r w:rsidRPr="001B73FA">
        <w:rPr>
          <w:szCs w:val="20"/>
        </w:rPr>
        <w:t>être brutal pour arriver à gouverner mille conscrits qui sont les maîtres dans leur famille ou dans leur ménage</w:t>
      </w:r>
      <w:r w:rsidR="00462692" w:rsidRPr="00A4769E">
        <w:rPr>
          <w:szCs w:val="20"/>
        </w:rPr>
        <w:t xml:space="preserve">. </w:t>
      </w:r>
      <w:r w:rsidRPr="001B73FA">
        <w:rPr>
          <w:szCs w:val="20"/>
        </w:rPr>
        <w:t>J</w:t>
      </w:r>
      <w:r w:rsidR="00462692" w:rsidRPr="00A4769E">
        <w:rPr>
          <w:szCs w:val="20"/>
        </w:rPr>
        <w:t>’</w:t>
      </w:r>
      <w:r w:rsidRPr="001B73FA">
        <w:rPr>
          <w:szCs w:val="20"/>
        </w:rPr>
        <w:t>ai peur de paraître sans délicatesse auprès d</w:t>
      </w:r>
      <w:r w:rsidR="00462692" w:rsidRPr="00A4769E">
        <w:rPr>
          <w:szCs w:val="20"/>
        </w:rPr>
        <w:t>’</w:t>
      </w:r>
      <w:r w:rsidRPr="001B73FA">
        <w:rPr>
          <w:szCs w:val="20"/>
        </w:rPr>
        <w:t>une femme aussi gracieuse que vous</w:t>
      </w:r>
      <w:r w:rsidR="00462692" w:rsidRPr="00A4769E">
        <w:rPr>
          <w:szCs w:val="20"/>
        </w:rPr>
        <w:t xml:space="preserve">. </w:t>
      </w:r>
      <w:r w:rsidRPr="001B73FA">
        <w:rPr>
          <w:szCs w:val="20"/>
        </w:rPr>
        <w:t>Ce chiffre de quarante m</w:t>
      </w:r>
      <w:r w:rsidR="00462692" w:rsidRPr="00A4769E">
        <w:rPr>
          <w:szCs w:val="20"/>
        </w:rPr>
        <w:t>’</w:t>
      </w:r>
      <w:r w:rsidRPr="001B73FA">
        <w:rPr>
          <w:szCs w:val="20"/>
        </w:rPr>
        <w:t>a paru en dehors des mesures du monde et m</w:t>
      </w:r>
      <w:r w:rsidR="00462692" w:rsidRPr="00A4769E">
        <w:rPr>
          <w:szCs w:val="20"/>
        </w:rPr>
        <w:t>’</w:t>
      </w:r>
      <w:r w:rsidRPr="001B73FA">
        <w:rPr>
          <w:szCs w:val="20"/>
        </w:rPr>
        <w:t>a donné une frayeur terrible de faire des bêtises avec mes gros doigts et ce centimètre dont je ne sais pas me servir</w:t>
      </w:r>
      <w:r w:rsidR="00462692" w:rsidRPr="00A4769E">
        <w:rPr>
          <w:szCs w:val="20"/>
        </w:rPr>
        <w:t>. »</w:t>
      </w:r>
      <w:r w:rsidRPr="001B73FA">
        <w:rPr>
          <w:szCs w:val="20"/>
        </w:rPr>
        <w:t xml:space="preserve"> Enfin</w:t>
      </w:r>
      <w:r w:rsidR="00462692" w:rsidRPr="00A4769E">
        <w:rPr>
          <w:szCs w:val="20"/>
        </w:rPr>
        <w:t xml:space="preserve">, </w:t>
      </w:r>
      <w:r w:rsidRPr="001B73FA">
        <w:rPr>
          <w:szCs w:val="20"/>
        </w:rPr>
        <w:t>peu après</w:t>
      </w:r>
      <w:r w:rsidR="00462692" w:rsidRPr="00A4769E">
        <w:rPr>
          <w:szCs w:val="20"/>
        </w:rPr>
        <w:t xml:space="preserve">, </w:t>
      </w:r>
      <w:r w:rsidRPr="001B73FA">
        <w:rPr>
          <w:szCs w:val="20"/>
        </w:rPr>
        <w:t xml:space="preserve">il put trouver un prétexte pour sortir et il alla </w:t>
      </w:r>
      <w:r w:rsidRPr="001B73FA">
        <w:rPr>
          <w:szCs w:val="20"/>
        </w:rPr>
        <w:lastRenderedPageBreak/>
        <w:t>marcher à grands pas dans l</w:t>
      </w:r>
      <w:r w:rsidR="00462692" w:rsidRPr="00A4769E">
        <w:rPr>
          <w:szCs w:val="20"/>
        </w:rPr>
        <w:t>’</w:t>
      </w:r>
      <w:r w:rsidRPr="001B73FA">
        <w:rPr>
          <w:szCs w:val="20"/>
        </w:rPr>
        <w:t>allée d</w:t>
      </w:r>
      <w:r w:rsidR="00462692" w:rsidRPr="00A4769E">
        <w:rPr>
          <w:szCs w:val="20"/>
        </w:rPr>
        <w:t>’</w:t>
      </w:r>
      <w:r w:rsidRPr="001B73FA">
        <w:rPr>
          <w:szCs w:val="20"/>
        </w:rPr>
        <w:t>ormeaux où le vent très froid lui fit beaucoup de bien</w:t>
      </w:r>
      <w:r w:rsidR="00462692" w:rsidRPr="00A4769E">
        <w:rPr>
          <w:szCs w:val="20"/>
        </w:rPr>
        <w:t>.</w:t>
      </w:r>
    </w:p>
    <w:p w14:paraId="4B7A6F42" w14:textId="77777777" w:rsidR="001B73FA" w:rsidRPr="001B73FA" w:rsidRDefault="00462692" w:rsidP="001B73FA">
      <w:pPr>
        <w:rPr>
          <w:szCs w:val="20"/>
        </w:rPr>
      </w:pPr>
      <w:r w:rsidRPr="00A4769E">
        <w:rPr>
          <w:szCs w:val="20"/>
        </w:rPr>
        <w:t>« </w:t>
      </w:r>
      <w:r w:rsidR="001B73FA" w:rsidRPr="001B73FA">
        <w:rPr>
          <w:szCs w:val="20"/>
        </w:rPr>
        <w:t>Quel garçon</w:t>
      </w:r>
      <w:r w:rsidRPr="00A4769E">
        <w:rPr>
          <w:szCs w:val="20"/>
        </w:rPr>
        <w:t xml:space="preserve"> ! </w:t>
      </w:r>
      <w:r w:rsidR="001B73FA" w:rsidRPr="001B73FA">
        <w:rPr>
          <w:szCs w:val="20"/>
        </w:rPr>
        <w:t>se dit Pauline</w:t>
      </w:r>
      <w:r w:rsidRPr="00A4769E">
        <w:rPr>
          <w:szCs w:val="20"/>
        </w:rPr>
        <w:t xml:space="preserve">. </w:t>
      </w:r>
      <w:r w:rsidR="001B73FA" w:rsidRPr="001B73FA">
        <w:rPr>
          <w:szCs w:val="20"/>
        </w:rPr>
        <w:t>Il ne faut pas oublier qu</w:t>
      </w:r>
      <w:r w:rsidRPr="00A4769E">
        <w:rPr>
          <w:szCs w:val="20"/>
        </w:rPr>
        <w:t>’</w:t>
      </w:r>
      <w:r w:rsidR="001B73FA" w:rsidRPr="001B73FA">
        <w:rPr>
          <w:szCs w:val="20"/>
        </w:rPr>
        <w:t>il est colonel</w:t>
      </w:r>
      <w:r w:rsidRPr="00A4769E">
        <w:rPr>
          <w:szCs w:val="20"/>
        </w:rPr>
        <w:t xml:space="preserve">. </w:t>
      </w:r>
      <w:r w:rsidR="001B73FA" w:rsidRPr="001B73FA">
        <w:rPr>
          <w:szCs w:val="20"/>
        </w:rPr>
        <w:t>Cela ne l</w:t>
      </w:r>
      <w:r w:rsidRPr="00A4769E">
        <w:rPr>
          <w:szCs w:val="20"/>
        </w:rPr>
        <w:t>’</w:t>
      </w:r>
      <w:r w:rsidR="001B73FA" w:rsidRPr="001B73FA">
        <w:rPr>
          <w:szCs w:val="20"/>
        </w:rPr>
        <w:t>amusait pas du tout de prendre mes mesures</w:t>
      </w:r>
      <w:r w:rsidRPr="00A4769E">
        <w:rPr>
          <w:szCs w:val="20"/>
        </w:rPr>
        <w:t xml:space="preserve">. </w:t>
      </w:r>
      <w:r w:rsidR="001B73FA" w:rsidRPr="001B73FA">
        <w:rPr>
          <w:szCs w:val="20"/>
        </w:rPr>
        <w:t>Il n</w:t>
      </w:r>
      <w:r w:rsidRPr="00A4769E">
        <w:rPr>
          <w:szCs w:val="20"/>
        </w:rPr>
        <w:t>’</w:t>
      </w:r>
      <w:r w:rsidR="001B73FA" w:rsidRPr="001B73FA">
        <w:rPr>
          <w:szCs w:val="20"/>
        </w:rPr>
        <w:t>est pas serviable</w:t>
      </w:r>
      <w:r w:rsidRPr="00A4769E">
        <w:rPr>
          <w:szCs w:val="20"/>
        </w:rPr>
        <w:t xml:space="preserve">. </w:t>
      </w:r>
      <w:r w:rsidR="001B73FA" w:rsidRPr="001B73FA">
        <w:rPr>
          <w:szCs w:val="20"/>
        </w:rPr>
        <w:t>Au moins ne l</w:t>
      </w:r>
      <w:r w:rsidRPr="00A4769E">
        <w:rPr>
          <w:szCs w:val="20"/>
        </w:rPr>
        <w:t>’</w:t>
      </w:r>
      <w:r w:rsidR="001B73FA" w:rsidRPr="001B73FA">
        <w:rPr>
          <w:szCs w:val="20"/>
        </w:rPr>
        <w:t>a-t-il pas caché</w:t>
      </w:r>
      <w:r w:rsidRPr="00A4769E">
        <w:rPr>
          <w:szCs w:val="20"/>
        </w:rPr>
        <w:t> ! »</w:t>
      </w:r>
    </w:p>
    <w:p w14:paraId="330B1CF5" w14:textId="77777777" w:rsidR="00462692" w:rsidRPr="00A4769E" w:rsidRDefault="001B73FA" w:rsidP="001B73FA">
      <w:pPr>
        <w:rPr>
          <w:szCs w:val="20"/>
        </w:rPr>
      </w:pPr>
      <w:r w:rsidRPr="001B73FA">
        <w:rPr>
          <w:szCs w:val="20"/>
        </w:rPr>
        <w:t>Angelo ne pensait à rien d</w:t>
      </w:r>
      <w:r w:rsidR="00462692" w:rsidRPr="00A4769E">
        <w:rPr>
          <w:szCs w:val="20"/>
        </w:rPr>
        <w:t>’</w:t>
      </w:r>
      <w:r w:rsidRPr="001B73FA">
        <w:rPr>
          <w:szCs w:val="20"/>
        </w:rPr>
        <w:t>autre qu</w:t>
      </w:r>
      <w:r w:rsidR="00462692" w:rsidRPr="00A4769E">
        <w:rPr>
          <w:szCs w:val="20"/>
        </w:rPr>
        <w:t>’</w:t>
      </w:r>
      <w:r w:rsidRPr="001B73FA">
        <w:rPr>
          <w:szCs w:val="20"/>
        </w:rPr>
        <w:t>à faire le plus de mouvements possible</w:t>
      </w:r>
      <w:r w:rsidR="00462692" w:rsidRPr="00A4769E">
        <w:rPr>
          <w:szCs w:val="20"/>
        </w:rPr>
        <w:t xml:space="preserve">. </w:t>
      </w:r>
      <w:r w:rsidRPr="001B73FA">
        <w:rPr>
          <w:szCs w:val="20"/>
        </w:rPr>
        <w:t>Il voulait se débarrasser de son ridicule très obscur</w:t>
      </w:r>
      <w:r w:rsidR="00462692" w:rsidRPr="00A4769E">
        <w:rPr>
          <w:szCs w:val="20"/>
        </w:rPr>
        <w:t> : « </w:t>
      </w:r>
      <w:r w:rsidRPr="001B73FA">
        <w:rPr>
          <w:szCs w:val="20"/>
        </w:rPr>
        <w:t>Il n</w:t>
      </w:r>
      <w:r w:rsidR="00462692" w:rsidRPr="00A4769E">
        <w:rPr>
          <w:szCs w:val="20"/>
        </w:rPr>
        <w:t>’</w:t>
      </w:r>
      <w:r w:rsidRPr="001B73FA">
        <w:rPr>
          <w:szCs w:val="20"/>
        </w:rPr>
        <w:t>est pas possible</w:t>
      </w:r>
      <w:r w:rsidR="00462692" w:rsidRPr="00A4769E">
        <w:rPr>
          <w:szCs w:val="20"/>
        </w:rPr>
        <w:t xml:space="preserve">, </w:t>
      </w:r>
      <w:r w:rsidRPr="001B73FA">
        <w:rPr>
          <w:szCs w:val="20"/>
        </w:rPr>
        <w:t>se disait-il</w:t>
      </w:r>
      <w:r w:rsidR="00462692" w:rsidRPr="00A4769E">
        <w:rPr>
          <w:szCs w:val="20"/>
        </w:rPr>
        <w:t xml:space="preserve">, </w:t>
      </w:r>
      <w:r w:rsidRPr="001B73FA">
        <w:rPr>
          <w:szCs w:val="20"/>
        </w:rPr>
        <w:t>que je touche le corps de cette femme</w:t>
      </w:r>
      <w:r w:rsidR="00462692" w:rsidRPr="00A4769E">
        <w:rPr>
          <w:szCs w:val="20"/>
        </w:rPr>
        <w:t xml:space="preserve">. </w:t>
      </w:r>
      <w:r w:rsidRPr="001B73FA">
        <w:rPr>
          <w:szCs w:val="20"/>
        </w:rPr>
        <w:t>Comment ne le comprend-elle pas</w:t>
      </w:r>
      <w:r w:rsidR="00462692" w:rsidRPr="00A4769E">
        <w:rPr>
          <w:szCs w:val="20"/>
        </w:rPr>
        <w:t> ? »</w:t>
      </w:r>
      <w:r w:rsidRPr="001B73FA">
        <w:rPr>
          <w:szCs w:val="20"/>
        </w:rPr>
        <w:t xml:space="preserve"> Rien n</w:t>
      </w:r>
      <w:r w:rsidR="00462692" w:rsidRPr="00A4769E">
        <w:rPr>
          <w:szCs w:val="20"/>
        </w:rPr>
        <w:t>’</w:t>
      </w:r>
      <w:r w:rsidRPr="001B73FA">
        <w:rPr>
          <w:szCs w:val="20"/>
        </w:rPr>
        <w:t>était plus propice à son état que la compagnie des grands arbres qui gémissaient avec beaucoup de sérieux</w:t>
      </w:r>
      <w:r w:rsidR="00462692" w:rsidRPr="00A4769E">
        <w:rPr>
          <w:szCs w:val="20"/>
        </w:rPr>
        <w:t xml:space="preserve">. </w:t>
      </w:r>
      <w:r w:rsidRPr="001B73FA">
        <w:rPr>
          <w:szCs w:val="20"/>
        </w:rPr>
        <w:t>Malgré le crépuscule qui tombait assez vite sous des nuages épais que la bise charriait de l</w:t>
      </w:r>
      <w:r w:rsidR="00462692" w:rsidRPr="00A4769E">
        <w:rPr>
          <w:szCs w:val="20"/>
        </w:rPr>
        <w:t>’</w:t>
      </w:r>
      <w:r w:rsidRPr="001B73FA">
        <w:rPr>
          <w:szCs w:val="20"/>
        </w:rPr>
        <w:t>ouest</w:t>
      </w:r>
      <w:r w:rsidR="00462692" w:rsidRPr="00A4769E">
        <w:rPr>
          <w:szCs w:val="20"/>
        </w:rPr>
        <w:t xml:space="preserve">, </w:t>
      </w:r>
      <w:r w:rsidRPr="001B73FA">
        <w:rPr>
          <w:szCs w:val="20"/>
        </w:rPr>
        <w:t>il poussa sa promenade bien en dehors du parc</w:t>
      </w:r>
      <w:r w:rsidR="00462692" w:rsidRPr="00A4769E">
        <w:rPr>
          <w:szCs w:val="20"/>
        </w:rPr>
        <w:t xml:space="preserve">, </w:t>
      </w:r>
      <w:r w:rsidRPr="001B73FA">
        <w:rPr>
          <w:szCs w:val="20"/>
        </w:rPr>
        <w:t>jusqu</w:t>
      </w:r>
      <w:r w:rsidR="00462692" w:rsidRPr="00A4769E">
        <w:rPr>
          <w:szCs w:val="20"/>
        </w:rPr>
        <w:t>’</w:t>
      </w:r>
      <w:r w:rsidRPr="001B73FA">
        <w:rPr>
          <w:szCs w:val="20"/>
        </w:rPr>
        <w:t>à des collines du haut desquelles il put distinguer à travers des pins les lumières qui s</w:t>
      </w:r>
      <w:r w:rsidR="00462692" w:rsidRPr="00A4769E">
        <w:rPr>
          <w:szCs w:val="20"/>
        </w:rPr>
        <w:t>’</w:t>
      </w:r>
      <w:r w:rsidRPr="001B73FA">
        <w:rPr>
          <w:szCs w:val="20"/>
        </w:rPr>
        <w:t>allumaient dans le fameux vallon de la bergerie</w:t>
      </w:r>
      <w:r w:rsidR="00462692" w:rsidRPr="00A4769E">
        <w:rPr>
          <w:szCs w:val="20"/>
        </w:rPr>
        <w:t>.</w:t>
      </w:r>
    </w:p>
    <w:p w14:paraId="4C629EA5" w14:textId="77777777" w:rsidR="00462692" w:rsidRPr="00A4769E" w:rsidRDefault="001B73FA" w:rsidP="001B73FA">
      <w:pPr>
        <w:rPr>
          <w:szCs w:val="20"/>
        </w:rPr>
      </w:pPr>
      <w:r w:rsidRPr="001B73FA">
        <w:rPr>
          <w:szCs w:val="20"/>
        </w:rPr>
        <w:t>Des cavalcades étranges sortaient parfois de ce vallon</w:t>
      </w:r>
      <w:r w:rsidR="00462692" w:rsidRPr="00A4769E">
        <w:rPr>
          <w:szCs w:val="20"/>
        </w:rPr>
        <w:t xml:space="preserve">. </w:t>
      </w:r>
      <w:r w:rsidRPr="001B73FA">
        <w:rPr>
          <w:szCs w:val="20"/>
        </w:rPr>
        <w:t>Angelo en vit une</w:t>
      </w:r>
      <w:r w:rsidR="00462692" w:rsidRPr="00A4769E">
        <w:rPr>
          <w:szCs w:val="20"/>
        </w:rPr>
        <w:t xml:space="preserve">, </w:t>
      </w:r>
      <w:r w:rsidRPr="001B73FA">
        <w:rPr>
          <w:szCs w:val="20"/>
        </w:rPr>
        <w:t>un soir</w:t>
      </w:r>
      <w:r w:rsidR="00462692" w:rsidRPr="00A4769E">
        <w:rPr>
          <w:szCs w:val="20"/>
        </w:rPr>
        <w:t xml:space="preserve">, </w:t>
      </w:r>
      <w:r w:rsidRPr="001B73FA">
        <w:rPr>
          <w:szCs w:val="20"/>
        </w:rPr>
        <w:t>qui passait en file indienne sur le couchant</w:t>
      </w:r>
      <w:r w:rsidR="00462692" w:rsidRPr="00A4769E">
        <w:rPr>
          <w:szCs w:val="20"/>
        </w:rPr>
        <w:t xml:space="preserve">. </w:t>
      </w:r>
      <w:r w:rsidRPr="001B73FA">
        <w:rPr>
          <w:szCs w:val="20"/>
        </w:rPr>
        <w:t>C</w:t>
      </w:r>
      <w:r w:rsidR="00462692" w:rsidRPr="00A4769E">
        <w:rPr>
          <w:szCs w:val="20"/>
        </w:rPr>
        <w:t>’</w:t>
      </w:r>
      <w:r w:rsidRPr="001B73FA">
        <w:rPr>
          <w:szCs w:val="20"/>
        </w:rPr>
        <w:t>était une vingtaine de cavaliers</w:t>
      </w:r>
      <w:r w:rsidR="00462692" w:rsidRPr="00A4769E">
        <w:rPr>
          <w:szCs w:val="20"/>
        </w:rPr>
        <w:t xml:space="preserve">. </w:t>
      </w:r>
      <w:r w:rsidRPr="001B73FA">
        <w:rPr>
          <w:szCs w:val="20"/>
        </w:rPr>
        <w:t>Ils débouchaient du bois</w:t>
      </w:r>
      <w:r w:rsidR="00462692" w:rsidRPr="00A4769E">
        <w:rPr>
          <w:szCs w:val="20"/>
        </w:rPr>
        <w:t xml:space="preserve">, </w:t>
      </w:r>
      <w:r w:rsidRPr="001B73FA">
        <w:rPr>
          <w:szCs w:val="20"/>
        </w:rPr>
        <w:t>traversaient le découvert et descendaient à travers les taillis</w:t>
      </w:r>
      <w:r w:rsidR="00462692" w:rsidRPr="00A4769E">
        <w:rPr>
          <w:szCs w:val="20"/>
        </w:rPr>
        <w:t xml:space="preserve">, </w:t>
      </w:r>
      <w:r w:rsidRPr="001B73FA">
        <w:rPr>
          <w:szCs w:val="20"/>
        </w:rPr>
        <w:t>du côté de la route d</w:t>
      </w:r>
      <w:r w:rsidR="00462692" w:rsidRPr="00A4769E">
        <w:rPr>
          <w:szCs w:val="20"/>
        </w:rPr>
        <w:t>’</w:t>
      </w:r>
      <w:r w:rsidRPr="001B73FA">
        <w:rPr>
          <w:szCs w:val="20"/>
        </w:rPr>
        <w:t>Aix</w:t>
      </w:r>
      <w:r w:rsidR="00462692" w:rsidRPr="00A4769E">
        <w:rPr>
          <w:szCs w:val="20"/>
        </w:rPr>
        <w:t xml:space="preserve">. </w:t>
      </w:r>
      <w:r w:rsidRPr="001B73FA">
        <w:rPr>
          <w:szCs w:val="20"/>
        </w:rPr>
        <w:t>Ils montaient tous avec une grande habileté des chevaux qui paraissaient fort beaux et de formes déliées</w:t>
      </w:r>
      <w:r w:rsidR="00462692" w:rsidRPr="00A4769E">
        <w:rPr>
          <w:szCs w:val="20"/>
        </w:rPr>
        <w:t xml:space="preserve">. </w:t>
      </w:r>
      <w:r w:rsidRPr="001B73FA">
        <w:rPr>
          <w:szCs w:val="20"/>
        </w:rPr>
        <w:t>Il les entendit revenir au galop dans le courant de la nuit</w:t>
      </w:r>
      <w:r w:rsidR="00462692" w:rsidRPr="00A4769E">
        <w:rPr>
          <w:szCs w:val="20"/>
        </w:rPr>
        <w:t>.</w:t>
      </w:r>
    </w:p>
    <w:p w14:paraId="7E6D1041" w14:textId="77777777" w:rsidR="001B73FA" w:rsidRPr="001B73FA" w:rsidRDefault="00462692" w:rsidP="001B73FA">
      <w:pPr>
        <w:rPr>
          <w:szCs w:val="20"/>
        </w:rPr>
      </w:pPr>
      <w:r w:rsidRPr="00A4769E">
        <w:rPr>
          <w:szCs w:val="20"/>
        </w:rPr>
        <w:t>« </w:t>
      </w:r>
      <w:r w:rsidR="001B73FA" w:rsidRPr="001B73FA">
        <w:rPr>
          <w:szCs w:val="20"/>
        </w:rPr>
        <w:t>Ce sont mes bergers</w:t>
      </w:r>
      <w:r w:rsidRPr="00A4769E">
        <w:rPr>
          <w:szCs w:val="20"/>
        </w:rPr>
        <w:t xml:space="preserve">, </w:t>
      </w:r>
      <w:r w:rsidR="001B73FA" w:rsidRPr="001B73FA">
        <w:rPr>
          <w:szCs w:val="20"/>
        </w:rPr>
        <w:t>lui dit le Marquis</w:t>
      </w:r>
      <w:r w:rsidRPr="00A4769E">
        <w:rPr>
          <w:szCs w:val="20"/>
        </w:rPr>
        <w:t xml:space="preserve">. </w:t>
      </w:r>
      <w:r w:rsidR="001B73FA" w:rsidRPr="001B73FA">
        <w:rPr>
          <w:szCs w:val="20"/>
        </w:rPr>
        <w:t>Ils vont quelquefois danser à des fêtes</w:t>
      </w:r>
      <w:r w:rsidRPr="00A4769E">
        <w:rPr>
          <w:szCs w:val="20"/>
        </w:rPr>
        <w:t xml:space="preserve">. </w:t>
      </w:r>
      <w:r w:rsidR="001B73FA" w:rsidRPr="001B73FA">
        <w:rPr>
          <w:szCs w:val="20"/>
        </w:rPr>
        <w:t>Allons les voir</w:t>
      </w:r>
      <w:r w:rsidRPr="00A4769E">
        <w:rPr>
          <w:szCs w:val="20"/>
        </w:rPr>
        <w:t>. »</w:t>
      </w:r>
    </w:p>
    <w:p w14:paraId="39159888" w14:textId="77777777" w:rsidR="00462692" w:rsidRPr="00A4769E" w:rsidRDefault="001B73FA" w:rsidP="001B73FA">
      <w:pPr>
        <w:rPr>
          <w:szCs w:val="20"/>
        </w:rPr>
      </w:pPr>
      <w:r w:rsidRPr="001B73FA">
        <w:rPr>
          <w:szCs w:val="20"/>
        </w:rPr>
        <w:t>Mais ce qu</w:t>
      </w:r>
      <w:r w:rsidR="00462692" w:rsidRPr="00A4769E">
        <w:rPr>
          <w:szCs w:val="20"/>
        </w:rPr>
        <w:t>’</w:t>
      </w:r>
      <w:r w:rsidRPr="001B73FA">
        <w:rPr>
          <w:szCs w:val="20"/>
        </w:rPr>
        <w:t>il trouva dans le vallon n</w:t>
      </w:r>
      <w:r w:rsidR="00462692" w:rsidRPr="00A4769E">
        <w:rPr>
          <w:szCs w:val="20"/>
        </w:rPr>
        <w:t>’</w:t>
      </w:r>
      <w:r w:rsidRPr="001B73FA">
        <w:rPr>
          <w:szCs w:val="20"/>
        </w:rPr>
        <w:t>avait pas l</w:t>
      </w:r>
      <w:r w:rsidR="00462692" w:rsidRPr="00A4769E">
        <w:rPr>
          <w:szCs w:val="20"/>
        </w:rPr>
        <w:t>’</w:t>
      </w:r>
      <w:r w:rsidRPr="001B73FA">
        <w:rPr>
          <w:szCs w:val="20"/>
        </w:rPr>
        <w:t>allure bergère</w:t>
      </w:r>
      <w:r w:rsidR="00462692" w:rsidRPr="00A4769E">
        <w:rPr>
          <w:szCs w:val="20"/>
        </w:rPr>
        <w:t xml:space="preserve">. </w:t>
      </w:r>
      <w:r w:rsidRPr="001B73FA">
        <w:rPr>
          <w:szCs w:val="20"/>
        </w:rPr>
        <w:t>La maison était une sorte de corps de garde flanqué de murailles épaisses</w:t>
      </w:r>
      <w:r w:rsidR="00462692" w:rsidRPr="00A4769E">
        <w:rPr>
          <w:szCs w:val="20"/>
        </w:rPr>
        <w:t>.</w:t>
      </w:r>
    </w:p>
    <w:p w14:paraId="0C896A42" w14:textId="77777777" w:rsidR="00462692" w:rsidRPr="00A4769E" w:rsidRDefault="00462692" w:rsidP="001B73FA">
      <w:pPr>
        <w:rPr>
          <w:szCs w:val="20"/>
        </w:rPr>
      </w:pPr>
      <w:r w:rsidRPr="00A4769E">
        <w:rPr>
          <w:szCs w:val="20"/>
        </w:rPr>
        <w:lastRenderedPageBreak/>
        <w:t>« </w:t>
      </w:r>
      <w:r w:rsidR="001B73FA" w:rsidRPr="001B73FA">
        <w:rPr>
          <w:szCs w:val="20"/>
        </w:rPr>
        <w:t>C</w:t>
      </w:r>
      <w:r w:rsidRPr="00A4769E">
        <w:rPr>
          <w:szCs w:val="20"/>
        </w:rPr>
        <w:t>’</w:t>
      </w:r>
      <w:r w:rsidR="001B73FA" w:rsidRPr="001B73FA">
        <w:rPr>
          <w:szCs w:val="20"/>
        </w:rPr>
        <w:t>est une bergerie gallo-romaine</w:t>
      </w:r>
      <w:r w:rsidRPr="00A4769E">
        <w:rPr>
          <w:szCs w:val="20"/>
        </w:rPr>
        <w:t xml:space="preserve"> », </w:t>
      </w:r>
      <w:r w:rsidR="001B73FA" w:rsidRPr="001B73FA">
        <w:rPr>
          <w:szCs w:val="20"/>
        </w:rPr>
        <w:t>dit le Marquis</w:t>
      </w:r>
      <w:r w:rsidRPr="00A4769E">
        <w:rPr>
          <w:szCs w:val="20"/>
        </w:rPr>
        <w:t>.</w:t>
      </w:r>
    </w:p>
    <w:p w14:paraId="0EBE1915" w14:textId="77777777" w:rsidR="00462692" w:rsidRPr="00A4769E" w:rsidRDefault="001B73FA" w:rsidP="001B73FA">
      <w:pPr>
        <w:rPr>
          <w:szCs w:val="20"/>
        </w:rPr>
      </w:pPr>
      <w:r w:rsidRPr="001B73FA">
        <w:rPr>
          <w:szCs w:val="20"/>
        </w:rPr>
        <w:t>Les hommes s</w:t>
      </w:r>
      <w:r w:rsidR="00462692" w:rsidRPr="00A4769E">
        <w:rPr>
          <w:szCs w:val="20"/>
        </w:rPr>
        <w:t>’</w:t>
      </w:r>
      <w:r w:rsidRPr="001B73FA">
        <w:rPr>
          <w:szCs w:val="20"/>
        </w:rPr>
        <w:t>exerçaient au tir au pistolet et à la carabine sur une cible de bouteilles vides</w:t>
      </w:r>
      <w:r w:rsidR="00462692" w:rsidRPr="00A4769E">
        <w:rPr>
          <w:szCs w:val="20"/>
        </w:rPr>
        <w:t>.</w:t>
      </w:r>
    </w:p>
    <w:p w14:paraId="2DD4E976" w14:textId="77777777" w:rsidR="001B73FA" w:rsidRPr="001B73FA" w:rsidRDefault="00462692" w:rsidP="001B73FA">
      <w:pPr>
        <w:rPr>
          <w:szCs w:val="20"/>
        </w:rPr>
      </w:pPr>
      <w:r w:rsidRPr="00A4769E">
        <w:rPr>
          <w:szCs w:val="20"/>
        </w:rPr>
        <w:t>« </w:t>
      </w:r>
      <w:r w:rsidR="001B73FA" w:rsidRPr="001B73FA">
        <w:rPr>
          <w:szCs w:val="20"/>
        </w:rPr>
        <w:t xml:space="preserve">Les temps de </w:t>
      </w:r>
      <w:r w:rsidR="001B73FA" w:rsidRPr="001B73FA">
        <w:rPr>
          <w:i/>
          <w:iCs/>
          <w:szCs w:val="20"/>
        </w:rPr>
        <w:t>L</w:t>
      </w:r>
      <w:r w:rsidRPr="00A4769E">
        <w:rPr>
          <w:i/>
          <w:iCs/>
          <w:szCs w:val="20"/>
        </w:rPr>
        <w:t>’</w:t>
      </w:r>
      <w:r w:rsidR="001B73FA" w:rsidRPr="001B73FA">
        <w:rPr>
          <w:i/>
          <w:iCs/>
          <w:szCs w:val="20"/>
        </w:rPr>
        <w:t>Astrée</w:t>
      </w:r>
      <w:r w:rsidR="001B73FA" w:rsidRPr="001B73FA">
        <w:rPr>
          <w:szCs w:val="20"/>
        </w:rPr>
        <w:t xml:space="preserve"> sont morts</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Vous avez pu vous-même vous rendre compte que le pays n</w:t>
      </w:r>
      <w:r w:rsidRPr="00A4769E">
        <w:rPr>
          <w:szCs w:val="20"/>
        </w:rPr>
        <w:t>’</w:t>
      </w:r>
      <w:r w:rsidR="001B73FA" w:rsidRPr="001B73FA">
        <w:rPr>
          <w:szCs w:val="20"/>
        </w:rPr>
        <w:t>est pas de tout repos</w:t>
      </w:r>
      <w:r w:rsidRPr="00A4769E">
        <w:rPr>
          <w:szCs w:val="20"/>
        </w:rPr>
        <w:t xml:space="preserve">. </w:t>
      </w:r>
      <w:r w:rsidR="001B73FA" w:rsidRPr="001B73FA">
        <w:rPr>
          <w:szCs w:val="20"/>
        </w:rPr>
        <w:t>Quelle poire pour le brigandage qu</w:t>
      </w:r>
      <w:r w:rsidRPr="00A4769E">
        <w:rPr>
          <w:szCs w:val="20"/>
        </w:rPr>
        <w:t>’</w:t>
      </w:r>
      <w:r w:rsidR="001B73FA" w:rsidRPr="001B73FA">
        <w:rPr>
          <w:szCs w:val="20"/>
        </w:rPr>
        <w:t>un troupeau qui ne serait gardé que par des hommes pacifiques et rêveurs</w:t>
      </w:r>
      <w:r w:rsidRPr="00A4769E">
        <w:rPr>
          <w:szCs w:val="20"/>
        </w:rPr>
        <w:t xml:space="preserve"> ! </w:t>
      </w:r>
      <w:r w:rsidR="001B73FA" w:rsidRPr="001B73FA">
        <w:rPr>
          <w:szCs w:val="20"/>
        </w:rPr>
        <w:t>Ces bergers n</w:t>
      </w:r>
      <w:r w:rsidRPr="00A4769E">
        <w:rPr>
          <w:szCs w:val="20"/>
        </w:rPr>
        <w:t>’</w:t>
      </w:r>
      <w:r w:rsidR="001B73FA" w:rsidRPr="001B73FA">
        <w:rPr>
          <w:szCs w:val="20"/>
        </w:rPr>
        <w:t>ont plus le temps de faire de l</w:t>
      </w:r>
      <w:r w:rsidRPr="00A4769E">
        <w:rPr>
          <w:szCs w:val="20"/>
        </w:rPr>
        <w:t>’</w:t>
      </w:r>
      <w:r w:rsidR="001B73FA" w:rsidRPr="001B73FA">
        <w:rPr>
          <w:szCs w:val="20"/>
        </w:rPr>
        <w:t>astronomie</w:t>
      </w:r>
      <w:r w:rsidRPr="00A4769E">
        <w:rPr>
          <w:szCs w:val="20"/>
        </w:rPr>
        <w:t>. »</w:t>
      </w:r>
    </w:p>
    <w:p w14:paraId="5C0D1B7F" w14:textId="77777777" w:rsidR="00462692" w:rsidRPr="00A4769E" w:rsidRDefault="001B73FA" w:rsidP="001B73FA">
      <w:pPr>
        <w:rPr>
          <w:szCs w:val="20"/>
        </w:rPr>
      </w:pPr>
      <w:r w:rsidRPr="001B73FA">
        <w:rPr>
          <w:szCs w:val="20"/>
        </w:rPr>
        <w:t>Dans les claies et les parcs</w:t>
      </w:r>
      <w:r w:rsidR="00462692" w:rsidRPr="00A4769E">
        <w:rPr>
          <w:szCs w:val="20"/>
        </w:rPr>
        <w:t xml:space="preserve">, </w:t>
      </w:r>
      <w:r w:rsidRPr="001B73FA">
        <w:rPr>
          <w:szCs w:val="20"/>
        </w:rPr>
        <w:t>sous les grands chênes</w:t>
      </w:r>
      <w:r w:rsidR="00462692" w:rsidRPr="00A4769E">
        <w:rPr>
          <w:szCs w:val="20"/>
        </w:rPr>
        <w:t xml:space="preserve">, </w:t>
      </w:r>
      <w:r w:rsidRPr="001B73FA">
        <w:rPr>
          <w:szCs w:val="20"/>
        </w:rPr>
        <w:t>il n</w:t>
      </w:r>
      <w:r w:rsidR="00462692" w:rsidRPr="00A4769E">
        <w:rPr>
          <w:szCs w:val="20"/>
        </w:rPr>
        <w:t>’</w:t>
      </w:r>
      <w:r w:rsidRPr="001B73FA">
        <w:rPr>
          <w:szCs w:val="20"/>
        </w:rPr>
        <w:t>y avait qu</w:t>
      </w:r>
      <w:r w:rsidR="00462692" w:rsidRPr="00A4769E">
        <w:rPr>
          <w:szCs w:val="20"/>
        </w:rPr>
        <w:t>’</w:t>
      </w:r>
      <w:r w:rsidRPr="001B73FA">
        <w:rPr>
          <w:szCs w:val="20"/>
        </w:rPr>
        <w:t>une centaine de moutons</w:t>
      </w:r>
      <w:r w:rsidR="00462692" w:rsidRPr="00A4769E">
        <w:rPr>
          <w:szCs w:val="20"/>
        </w:rPr>
        <w:t>.</w:t>
      </w:r>
    </w:p>
    <w:p w14:paraId="7DE4C9D9" w14:textId="77777777" w:rsidR="001B73FA" w:rsidRPr="001B73FA" w:rsidRDefault="00462692" w:rsidP="001B73FA">
      <w:pPr>
        <w:rPr>
          <w:szCs w:val="20"/>
        </w:rPr>
      </w:pPr>
      <w:r w:rsidRPr="00A4769E">
        <w:rPr>
          <w:szCs w:val="20"/>
        </w:rPr>
        <w:t>« </w:t>
      </w:r>
      <w:r w:rsidR="001B73FA" w:rsidRPr="001B73FA">
        <w:rPr>
          <w:szCs w:val="20"/>
        </w:rPr>
        <w:t>En cette saison</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le troupeau véritable est aux pâturages marins</w:t>
      </w:r>
      <w:r w:rsidRPr="00A4769E">
        <w:rPr>
          <w:szCs w:val="20"/>
        </w:rPr>
        <w:t xml:space="preserve">, </w:t>
      </w:r>
      <w:r w:rsidR="001B73FA" w:rsidRPr="001B73FA">
        <w:rPr>
          <w:szCs w:val="20"/>
        </w:rPr>
        <w:t>au-delà d</w:t>
      </w:r>
      <w:r w:rsidRPr="00A4769E">
        <w:rPr>
          <w:szCs w:val="20"/>
        </w:rPr>
        <w:t>’</w:t>
      </w:r>
      <w:r w:rsidR="001B73FA" w:rsidRPr="001B73FA">
        <w:rPr>
          <w:szCs w:val="20"/>
        </w:rPr>
        <w:t>Arles</w:t>
      </w:r>
      <w:r w:rsidRPr="00A4769E">
        <w:rPr>
          <w:szCs w:val="20"/>
        </w:rPr>
        <w:t>.</w:t>
      </w:r>
      <w:r w:rsidRPr="00A4769E">
        <w:rPr>
          <w:szCs w:val="20"/>
        </w:rPr>
        <w:t> »</w:t>
      </w:r>
    </w:p>
    <w:p w14:paraId="4D208D8E" w14:textId="77777777" w:rsidR="00462692" w:rsidRPr="00A4769E" w:rsidRDefault="001B73FA" w:rsidP="001B73FA">
      <w:pPr>
        <w:rPr>
          <w:szCs w:val="20"/>
        </w:rPr>
      </w:pPr>
      <w:r w:rsidRPr="001B73FA">
        <w:rPr>
          <w:szCs w:val="20"/>
        </w:rPr>
        <w:t>Pauline eut envie de tirer au pistolet</w:t>
      </w:r>
      <w:r w:rsidR="00462692" w:rsidRPr="00A4769E">
        <w:rPr>
          <w:szCs w:val="20"/>
        </w:rPr>
        <w:t xml:space="preserve">. </w:t>
      </w:r>
      <w:r w:rsidRPr="001B73FA">
        <w:rPr>
          <w:szCs w:val="20"/>
        </w:rPr>
        <w:t>On lui chargea une arme</w:t>
      </w:r>
      <w:r w:rsidR="00462692" w:rsidRPr="00A4769E">
        <w:rPr>
          <w:szCs w:val="20"/>
        </w:rPr>
        <w:t xml:space="preserve">. </w:t>
      </w:r>
      <w:r w:rsidRPr="001B73FA">
        <w:rPr>
          <w:szCs w:val="20"/>
        </w:rPr>
        <w:t>Elle fit éclater quatre bouteilles avec beaucoup d</w:t>
      </w:r>
      <w:r w:rsidR="00462692" w:rsidRPr="00A4769E">
        <w:rPr>
          <w:szCs w:val="20"/>
        </w:rPr>
        <w:t>’</w:t>
      </w:r>
      <w:r w:rsidRPr="001B73FA">
        <w:rPr>
          <w:szCs w:val="20"/>
        </w:rPr>
        <w:t>adresse</w:t>
      </w:r>
      <w:r w:rsidR="00462692" w:rsidRPr="00A4769E">
        <w:rPr>
          <w:szCs w:val="20"/>
        </w:rPr>
        <w:t>. « </w:t>
      </w:r>
      <w:r w:rsidRPr="001B73FA">
        <w:rPr>
          <w:szCs w:val="20"/>
        </w:rPr>
        <w:t>À vous</w:t>
      </w:r>
      <w:r w:rsidR="00462692" w:rsidRPr="00A4769E">
        <w:rPr>
          <w:szCs w:val="20"/>
        </w:rPr>
        <w:t xml:space="preserve">, </w:t>
      </w:r>
      <w:r w:rsidRPr="001B73FA">
        <w:rPr>
          <w:szCs w:val="20"/>
        </w:rPr>
        <w:t>dit-elle à Angelo</w:t>
      </w:r>
      <w:r w:rsidR="00462692" w:rsidRPr="00A4769E">
        <w:rPr>
          <w:szCs w:val="20"/>
        </w:rPr>
        <w:t>.</w:t>
      </w:r>
    </w:p>
    <w:p w14:paraId="74E36703" w14:textId="456B2A72" w:rsidR="00462692" w:rsidRPr="00A4769E" w:rsidRDefault="00462692" w:rsidP="001B73FA">
      <w:pPr>
        <w:rPr>
          <w:szCs w:val="20"/>
        </w:rPr>
      </w:pPr>
      <w:r w:rsidRPr="00A4769E">
        <w:rPr>
          <w:szCs w:val="20"/>
        </w:rPr>
        <w:t>— </w:t>
      </w:r>
      <w:r w:rsidR="001B73FA" w:rsidRPr="001B73FA">
        <w:rPr>
          <w:szCs w:val="20"/>
        </w:rPr>
        <w:t>Ceci n</w:t>
      </w:r>
      <w:r w:rsidRPr="00A4769E">
        <w:rPr>
          <w:szCs w:val="20"/>
        </w:rPr>
        <w:t>’</w:t>
      </w:r>
      <w:r w:rsidR="001B73FA" w:rsidRPr="001B73FA">
        <w:rPr>
          <w:szCs w:val="20"/>
        </w:rPr>
        <w:t>est pas ma spécialité</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Je casserai paisiblement des bouteilles</w:t>
      </w:r>
      <w:r w:rsidRPr="00A4769E">
        <w:rPr>
          <w:szCs w:val="20"/>
        </w:rPr>
        <w:t xml:space="preserve">, </w:t>
      </w:r>
      <w:r w:rsidR="001B73FA" w:rsidRPr="001B73FA">
        <w:rPr>
          <w:szCs w:val="20"/>
        </w:rPr>
        <w:t>mais tout le monde peut en faire autant</w:t>
      </w:r>
      <w:r w:rsidRPr="00A4769E">
        <w:rPr>
          <w:szCs w:val="20"/>
        </w:rPr>
        <w:t>.</w:t>
      </w:r>
    </w:p>
    <w:p w14:paraId="52F3C38B" w14:textId="48766C28" w:rsidR="00462692" w:rsidRPr="00A4769E" w:rsidRDefault="00462692" w:rsidP="001B73FA">
      <w:pPr>
        <w:rPr>
          <w:szCs w:val="20"/>
        </w:rPr>
      </w:pPr>
      <w:r w:rsidRPr="00A4769E">
        <w:rPr>
          <w:szCs w:val="20"/>
        </w:rPr>
        <w:t>— </w:t>
      </w:r>
      <w:r w:rsidR="001B73FA" w:rsidRPr="001B73FA">
        <w:rPr>
          <w:szCs w:val="20"/>
        </w:rPr>
        <w:t>Et quelle est la spécialité de Monsieur</w:t>
      </w:r>
      <w:r w:rsidRPr="00A4769E">
        <w:rPr>
          <w:szCs w:val="20"/>
        </w:rPr>
        <w:t xml:space="preserve"> ? </w:t>
      </w:r>
      <w:r w:rsidR="001B73FA" w:rsidRPr="001B73FA">
        <w:rPr>
          <w:szCs w:val="20"/>
        </w:rPr>
        <w:t>dit un homme à allure de sergent</w:t>
      </w:r>
      <w:r w:rsidRPr="00A4769E">
        <w:rPr>
          <w:szCs w:val="20"/>
        </w:rPr>
        <w:t>.</w:t>
      </w:r>
    </w:p>
    <w:p w14:paraId="6CA1833C" w14:textId="2544CA5B" w:rsidR="00462692" w:rsidRPr="00A4769E" w:rsidRDefault="00462692" w:rsidP="001B73FA">
      <w:pPr>
        <w:rPr>
          <w:szCs w:val="20"/>
        </w:rPr>
      </w:pPr>
      <w:r w:rsidRPr="00A4769E">
        <w:rPr>
          <w:szCs w:val="20"/>
        </w:rPr>
        <w:t>— </w:t>
      </w:r>
      <w:r w:rsidR="001B73FA" w:rsidRPr="001B73FA">
        <w:rPr>
          <w:szCs w:val="20"/>
        </w:rPr>
        <w:t>Le sabre</w:t>
      </w:r>
      <w:r w:rsidRPr="00A4769E">
        <w:rPr>
          <w:szCs w:val="20"/>
        </w:rPr>
        <w:t xml:space="preserve">, </w:t>
      </w:r>
      <w:r w:rsidR="001B73FA" w:rsidRPr="001B73FA">
        <w:rPr>
          <w:szCs w:val="20"/>
        </w:rPr>
        <w:t>dit Angelo</w:t>
      </w:r>
      <w:r w:rsidRPr="00A4769E">
        <w:rPr>
          <w:szCs w:val="20"/>
        </w:rPr>
        <w:t>.</w:t>
      </w:r>
    </w:p>
    <w:p w14:paraId="0B34898A" w14:textId="0375CC89" w:rsidR="00462692" w:rsidRPr="00A4769E" w:rsidRDefault="00462692" w:rsidP="001B73FA">
      <w:pPr>
        <w:rPr>
          <w:szCs w:val="20"/>
        </w:rPr>
      </w:pPr>
      <w:r w:rsidRPr="00A4769E">
        <w:rPr>
          <w:szCs w:val="20"/>
        </w:rPr>
        <w:t>— </w:t>
      </w:r>
      <w:r w:rsidR="001B73FA" w:rsidRPr="001B73FA">
        <w:rPr>
          <w:szCs w:val="20"/>
        </w:rPr>
        <w:t>J</w:t>
      </w:r>
      <w:r w:rsidRPr="00A4769E">
        <w:rPr>
          <w:szCs w:val="20"/>
        </w:rPr>
        <w:t>’</w:t>
      </w:r>
      <w:r w:rsidR="001B73FA" w:rsidRPr="001B73FA">
        <w:rPr>
          <w:szCs w:val="20"/>
        </w:rPr>
        <w:t>ai été moniteur au 5</w:t>
      </w:r>
      <w:r w:rsidRPr="001B73FA">
        <w:rPr>
          <w:szCs w:val="20"/>
        </w:rPr>
        <w:t>2</w:t>
      </w:r>
      <w:r w:rsidRPr="001B73FA">
        <w:rPr>
          <w:szCs w:val="20"/>
          <w:vertAlign w:val="superscript"/>
        </w:rPr>
        <w:t>e</w:t>
      </w:r>
      <w:r w:rsidR="001B73FA" w:rsidRPr="001B73FA">
        <w:rPr>
          <w:szCs w:val="20"/>
        </w:rPr>
        <w:t xml:space="preserve"> dragon</w:t>
      </w:r>
      <w:r w:rsidRPr="00A4769E">
        <w:rPr>
          <w:szCs w:val="20"/>
        </w:rPr>
        <w:t xml:space="preserve">, </w:t>
      </w:r>
      <w:r w:rsidR="001B73FA" w:rsidRPr="001B73FA">
        <w:rPr>
          <w:szCs w:val="20"/>
        </w:rPr>
        <w:t>dit l</w:t>
      </w:r>
      <w:r w:rsidRPr="00A4769E">
        <w:rPr>
          <w:szCs w:val="20"/>
        </w:rPr>
        <w:t>’</w:t>
      </w:r>
      <w:r w:rsidR="001B73FA" w:rsidRPr="001B73FA">
        <w:rPr>
          <w:szCs w:val="20"/>
        </w:rPr>
        <w:t>homme</w:t>
      </w:r>
      <w:r w:rsidRPr="00A4769E">
        <w:rPr>
          <w:szCs w:val="20"/>
        </w:rPr>
        <w:t xml:space="preserve"> (</w:t>
      </w:r>
      <w:r w:rsidR="001B73FA" w:rsidRPr="001B73FA">
        <w:rPr>
          <w:szCs w:val="20"/>
        </w:rPr>
        <w:t>il avait une tête ronde comme une boule et de fortes moustaches</w:t>
      </w:r>
      <w:r w:rsidRPr="00A4769E">
        <w:rPr>
          <w:szCs w:val="20"/>
        </w:rPr>
        <w:t xml:space="preserve">) </w:t>
      </w:r>
      <w:r w:rsidR="001B73FA" w:rsidRPr="001B73FA">
        <w:rPr>
          <w:szCs w:val="20"/>
        </w:rPr>
        <w:t>et j</w:t>
      </w:r>
      <w:r w:rsidRPr="00A4769E">
        <w:rPr>
          <w:szCs w:val="20"/>
        </w:rPr>
        <w:t>’</w:t>
      </w:r>
      <w:r w:rsidR="001B73FA" w:rsidRPr="001B73FA">
        <w:rPr>
          <w:szCs w:val="20"/>
        </w:rPr>
        <w:t>ai ici mes ustensiles</w:t>
      </w:r>
      <w:r w:rsidRPr="00A4769E">
        <w:rPr>
          <w:szCs w:val="20"/>
        </w:rPr>
        <w:t xml:space="preserve">. </w:t>
      </w:r>
      <w:r w:rsidR="001B73FA" w:rsidRPr="001B73FA">
        <w:rPr>
          <w:szCs w:val="20"/>
        </w:rPr>
        <w:t>Il y a peut-être de quoi donner du plaisir à la compagnie</w:t>
      </w:r>
      <w:r w:rsidRPr="00A4769E">
        <w:rPr>
          <w:szCs w:val="20"/>
        </w:rPr>
        <w:t>.</w:t>
      </w:r>
    </w:p>
    <w:p w14:paraId="798D269B" w14:textId="14DF04B9" w:rsidR="00462692" w:rsidRPr="00A4769E" w:rsidRDefault="00462692" w:rsidP="001B73FA">
      <w:pPr>
        <w:rPr>
          <w:szCs w:val="20"/>
        </w:rPr>
      </w:pPr>
      <w:r w:rsidRPr="00A4769E">
        <w:rPr>
          <w:szCs w:val="20"/>
        </w:rPr>
        <w:lastRenderedPageBreak/>
        <w:t>— </w:t>
      </w:r>
      <w:r w:rsidR="001B73FA" w:rsidRPr="001B73FA">
        <w:rPr>
          <w:szCs w:val="20"/>
        </w:rPr>
        <w:t>Volontiers</w:t>
      </w:r>
      <w:r w:rsidRPr="00A4769E">
        <w:rPr>
          <w:szCs w:val="20"/>
        </w:rPr>
        <w:t xml:space="preserve"> », </w:t>
      </w:r>
      <w:r w:rsidR="001B73FA" w:rsidRPr="001B73FA">
        <w:rPr>
          <w:szCs w:val="20"/>
        </w:rPr>
        <w:t>dit Angelo</w:t>
      </w:r>
      <w:r w:rsidRPr="00A4769E">
        <w:rPr>
          <w:szCs w:val="20"/>
        </w:rPr>
        <w:t>. « </w:t>
      </w:r>
      <w:r w:rsidR="001B73FA" w:rsidRPr="001B73FA">
        <w:rPr>
          <w:szCs w:val="20"/>
        </w:rPr>
        <w:t>Eh bien</w:t>
      </w:r>
      <w:r w:rsidRPr="00A4769E">
        <w:rPr>
          <w:szCs w:val="20"/>
        </w:rPr>
        <w:t xml:space="preserve"> ! </w:t>
      </w:r>
      <w:r w:rsidR="001B73FA" w:rsidRPr="001B73FA">
        <w:rPr>
          <w:szCs w:val="20"/>
        </w:rPr>
        <w:t>je vais te rosser</w:t>
      </w:r>
      <w:r w:rsidRPr="00A4769E">
        <w:rPr>
          <w:szCs w:val="20"/>
        </w:rPr>
        <w:t xml:space="preserve">, </w:t>
      </w:r>
      <w:r w:rsidR="001B73FA" w:rsidRPr="001B73FA">
        <w:rPr>
          <w:szCs w:val="20"/>
        </w:rPr>
        <w:t>se dit-il</w:t>
      </w:r>
      <w:r w:rsidRPr="00A4769E">
        <w:rPr>
          <w:szCs w:val="20"/>
        </w:rPr>
        <w:t xml:space="preserve">. </w:t>
      </w:r>
      <w:r w:rsidR="001B73FA" w:rsidRPr="001B73FA">
        <w:rPr>
          <w:szCs w:val="20"/>
        </w:rPr>
        <w:t>Je ne tomberai jamais si bas que je sois obligé pour me distraire de casser des bouteilles avec des pruneaux</w:t>
      </w:r>
      <w:r w:rsidRPr="00A4769E">
        <w:rPr>
          <w:szCs w:val="20"/>
        </w:rPr>
        <w:t xml:space="preserve">, </w:t>
      </w:r>
      <w:r w:rsidR="001B73FA" w:rsidRPr="001B73FA">
        <w:rPr>
          <w:szCs w:val="20"/>
        </w:rPr>
        <w:t>au fond d</w:t>
      </w:r>
      <w:r w:rsidRPr="00A4769E">
        <w:rPr>
          <w:szCs w:val="20"/>
        </w:rPr>
        <w:t>’</w:t>
      </w:r>
      <w:r w:rsidR="001B73FA" w:rsidRPr="001B73FA">
        <w:rPr>
          <w:szCs w:val="20"/>
        </w:rPr>
        <w:t>un vallon dont les frondaisons</w:t>
      </w:r>
      <w:r w:rsidRPr="00A4769E">
        <w:rPr>
          <w:szCs w:val="20"/>
        </w:rPr>
        <w:t xml:space="preserve">, </w:t>
      </w:r>
      <w:r w:rsidR="001B73FA" w:rsidRPr="001B73FA">
        <w:rPr>
          <w:szCs w:val="20"/>
        </w:rPr>
        <w:t>malgré l</w:t>
      </w:r>
      <w:r w:rsidRPr="00A4769E">
        <w:rPr>
          <w:szCs w:val="20"/>
        </w:rPr>
        <w:t>’</w:t>
      </w:r>
      <w:r w:rsidR="001B73FA" w:rsidRPr="001B73FA">
        <w:rPr>
          <w:szCs w:val="20"/>
        </w:rPr>
        <w:t>hiver</w:t>
      </w:r>
      <w:r w:rsidRPr="00A4769E">
        <w:rPr>
          <w:szCs w:val="20"/>
        </w:rPr>
        <w:t xml:space="preserve">, </w:t>
      </w:r>
      <w:r w:rsidR="001B73FA" w:rsidRPr="001B73FA">
        <w:rPr>
          <w:szCs w:val="20"/>
        </w:rPr>
        <w:t>sont si belles</w:t>
      </w:r>
      <w:r w:rsidRPr="00A4769E">
        <w:rPr>
          <w:szCs w:val="20"/>
        </w:rPr>
        <w:t xml:space="preserve">. </w:t>
      </w:r>
      <w:r w:rsidR="001B73FA" w:rsidRPr="001B73FA">
        <w:rPr>
          <w:szCs w:val="20"/>
        </w:rPr>
        <w:t>Mais s</w:t>
      </w:r>
      <w:r w:rsidRPr="00A4769E">
        <w:rPr>
          <w:szCs w:val="20"/>
        </w:rPr>
        <w:t>’</w:t>
      </w:r>
      <w:r w:rsidR="001B73FA" w:rsidRPr="001B73FA">
        <w:rPr>
          <w:szCs w:val="20"/>
        </w:rPr>
        <w:t>il s</w:t>
      </w:r>
      <w:r w:rsidRPr="00A4769E">
        <w:rPr>
          <w:szCs w:val="20"/>
        </w:rPr>
        <w:t>’</w:t>
      </w:r>
      <w:r w:rsidR="001B73FA" w:rsidRPr="001B73FA">
        <w:rPr>
          <w:szCs w:val="20"/>
        </w:rPr>
        <w:t>agit de se faire autour du corps un impénétrable feuillage d</w:t>
      </w:r>
      <w:r w:rsidRPr="00A4769E">
        <w:rPr>
          <w:szCs w:val="20"/>
        </w:rPr>
        <w:t>’</w:t>
      </w:r>
      <w:r w:rsidR="001B73FA" w:rsidRPr="001B73FA">
        <w:rPr>
          <w:szCs w:val="20"/>
        </w:rPr>
        <w:t>acier en se donnant chaud</w:t>
      </w:r>
      <w:r w:rsidRPr="00A4769E">
        <w:rPr>
          <w:szCs w:val="20"/>
        </w:rPr>
        <w:t xml:space="preserve">, </w:t>
      </w:r>
      <w:r w:rsidR="001B73FA" w:rsidRPr="001B73FA">
        <w:rPr>
          <w:szCs w:val="20"/>
        </w:rPr>
        <w:t>je suis votre homme</w:t>
      </w:r>
      <w:r w:rsidRPr="00A4769E">
        <w:rPr>
          <w:szCs w:val="20"/>
        </w:rPr>
        <w:t>. »</w:t>
      </w:r>
      <w:r w:rsidR="001B73FA" w:rsidRPr="001B73FA">
        <w:rPr>
          <w:szCs w:val="20"/>
        </w:rPr>
        <w:t xml:space="preserve"> Il dédaigna le plastron et garda le masque relevé dans ses cheveux comme la visière du casque d</w:t>
      </w:r>
      <w:r w:rsidRPr="00A4769E">
        <w:rPr>
          <w:szCs w:val="20"/>
        </w:rPr>
        <w:t>’</w:t>
      </w:r>
      <w:r w:rsidR="001B73FA" w:rsidRPr="001B73FA">
        <w:rPr>
          <w:szCs w:val="20"/>
        </w:rPr>
        <w:t>Achille</w:t>
      </w:r>
      <w:r w:rsidRPr="00A4769E">
        <w:rPr>
          <w:szCs w:val="20"/>
        </w:rPr>
        <w:t>. « </w:t>
      </w:r>
      <w:r w:rsidR="001B73FA" w:rsidRPr="001B73FA">
        <w:rPr>
          <w:szCs w:val="20"/>
        </w:rPr>
        <w:t>Ça coupe</w:t>
      </w:r>
      <w:r w:rsidRPr="00A4769E">
        <w:rPr>
          <w:szCs w:val="20"/>
        </w:rPr>
        <w:t xml:space="preserve">, </w:t>
      </w:r>
      <w:r w:rsidR="001B73FA" w:rsidRPr="001B73FA">
        <w:rPr>
          <w:szCs w:val="20"/>
        </w:rPr>
        <w:t>dit le sergent qui</w:t>
      </w:r>
      <w:r w:rsidRPr="00A4769E">
        <w:rPr>
          <w:szCs w:val="20"/>
        </w:rPr>
        <w:t xml:space="preserve">, </w:t>
      </w:r>
      <w:r w:rsidR="001B73FA" w:rsidRPr="001B73FA">
        <w:rPr>
          <w:szCs w:val="20"/>
        </w:rPr>
        <w:t>lui</w:t>
      </w:r>
      <w:r w:rsidRPr="00A4769E">
        <w:rPr>
          <w:szCs w:val="20"/>
        </w:rPr>
        <w:t xml:space="preserve">, </w:t>
      </w:r>
      <w:r w:rsidR="001B73FA" w:rsidRPr="001B73FA">
        <w:rPr>
          <w:szCs w:val="20"/>
        </w:rPr>
        <w:t>s</w:t>
      </w:r>
      <w:r w:rsidRPr="00A4769E">
        <w:rPr>
          <w:szCs w:val="20"/>
        </w:rPr>
        <w:t>’</w:t>
      </w:r>
      <w:r w:rsidR="001B73FA" w:rsidRPr="001B73FA">
        <w:rPr>
          <w:szCs w:val="20"/>
        </w:rPr>
        <w:t>était bardé</w:t>
      </w:r>
      <w:r w:rsidRPr="00A4769E">
        <w:rPr>
          <w:szCs w:val="20"/>
        </w:rPr>
        <w:t xml:space="preserve">. </w:t>
      </w:r>
      <w:r w:rsidR="001B73FA" w:rsidRPr="001B73FA">
        <w:rPr>
          <w:szCs w:val="20"/>
        </w:rPr>
        <w:t>Vous m</w:t>
      </w:r>
      <w:r w:rsidRPr="00A4769E">
        <w:rPr>
          <w:szCs w:val="20"/>
        </w:rPr>
        <w:t>’</w:t>
      </w:r>
      <w:r w:rsidR="001B73FA" w:rsidRPr="001B73FA">
        <w:rPr>
          <w:szCs w:val="20"/>
        </w:rPr>
        <w:t>embarrassez beaucoup</w:t>
      </w:r>
      <w:r w:rsidRPr="00A4769E">
        <w:rPr>
          <w:szCs w:val="20"/>
        </w:rPr>
        <w:t xml:space="preserve">. </w:t>
      </w:r>
      <w:r w:rsidR="001B73FA" w:rsidRPr="001B73FA">
        <w:rPr>
          <w:szCs w:val="20"/>
        </w:rPr>
        <w:t>Je n</w:t>
      </w:r>
      <w:r w:rsidRPr="00A4769E">
        <w:rPr>
          <w:szCs w:val="20"/>
        </w:rPr>
        <w:t>’</w:t>
      </w:r>
      <w:r w:rsidR="001B73FA" w:rsidRPr="001B73FA">
        <w:rPr>
          <w:szCs w:val="20"/>
        </w:rPr>
        <w:t>oserai pas tailler</w:t>
      </w:r>
      <w:r w:rsidRPr="00A4769E">
        <w:rPr>
          <w:szCs w:val="20"/>
        </w:rPr>
        <w:t>.</w:t>
      </w:r>
    </w:p>
    <w:p w14:paraId="370F0058" w14:textId="04646634" w:rsidR="00462692" w:rsidRPr="00A4769E" w:rsidRDefault="00462692" w:rsidP="001B73FA">
      <w:pPr>
        <w:rPr>
          <w:szCs w:val="20"/>
        </w:rPr>
      </w:pPr>
      <w:r w:rsidRPr="00A4769E">
        <w:rPr>
          <w:szCs w:val="20"/>
        </w:rPr>
        <w:t>— </w:t>
      </w:r>
      <w:r w:rsidR="001B73FA" w:rsidRPr="001B73FA">
        <w:rPr>
          <w:szCs w:val="20"/>
        </w:rPr>
        <w:t>Fais-le si tu peux</w:t>
      </w:r>
      <w:r w:rsidRPr="00A4769E">
        <w:rPr>
          <w:szCs w:val="20"/>
        </w:rPr>
        <w:t xml:space="preserve"> », </w:t>
      </w:r>
      <w:r w:rsidR="001B73FA" w:rsidRPr="001B73FA">
        <w:rPr>
          <w:szCs w:val="20"/>
        </w:rPr>
        <w:t>dit Angelo</w:t>
      </w:r>
      <w:r w:rsidRPr="00A4769E">
        <w:rPr>
          <w:szCs w:val="20"/>
        </w:rPr>
        <w:t xml:space="preserve">, </w:t>
      </w:r>
      <w:r w:rsidR="001B73FA" w:rsidRPr="001B73FA">
        <w:rPr>
          <w:szCs w:val="20"/>
        </w:rPr>
        <w:t>et il développa autour de lui une garde de trois moulinets à contre-centre très étincelants</w:t>
      </w:r>
      <w:r w:rsidRPr="00A4769E">
        <w:rPr>
          <w:szCs w:val="20"/>
        </w:rPr>
        <w:t xml:space="preserve">. </w:t>
      </w:r>
      <w:r w:rsidR="001B73FA" w:rsidRPr="001B73FA">
        <w:rPr>
          <w:szCs w:val="20"/>
        </w:rPr>
        <w:t>Le sergent se fit</w:t>
      </w:r>
      <w:r w:rsidRPr="00A4769E">
        <w:rPr>
          <w:szCs w:val="20"/>
        </w:rPr>
        <w:t xml:space="preserve">, </w:t>
      </w:r>
      <w:r w:rsidR="001B73FA" w:rsidRPr="001B73FA">
        <w:rPr>
          <w:szCs w:val="20"/>
        </w:rPr>
        <w:t>coup sur coup</w:t>
      </w:r>
      <w:r w:rsidRPr="00A4769E">
        <w:rPr>
          <w:szCs w:val="20"/>
        </w:rPr>
        <w:t xml:space="preserve">, </w:t>
      </w:r>
      <w:r w:rsidR="001B73FA" w:rsidRPr="001B73FA">
        <w:rPr>
          <w:szCs w:val="20"/>
        </w:rPr>
        <w:t>relever très sèchement deux ou trois fois et il mit pointe en terre</w:t>
      </w:r>
      <w:r w:rsidRPr="00A4769E">
        <w:rPr>
          <w:szCs w:val="20"/>
        </w:rPr>
        <w:t>. « </w:t>
      </w:r>
      <w:r w:rsidR="001B73FA" w:rsidRPr="001B73FA">
        <w:rPr>
          <w:szCs w:val="20"/>
        </w:rPr>
        <w:t>Suffit</w:t>
      </w:r>
      <w:r w:rsidRPr="00A4769E">
        <w:rPr>
          <w:szCs w:val="20"/>
        </w:rPr>
        <w:t xml:space="preserve">, </w:t>
      </w:r>
      <w:r w:rsidR="001B73FA" w:rsidRPr="001B73FA">
        <w:rPr>
          <w:szCs w:val="20"/>
        </w:rPr>
        <w:t>monsieur</w:t>
      </w:r>
      <w:r w:rsidRPr="00A4769E">
        <w:rPr>
          <w:szCs w:val="20"/>
        </w:rPr>
        <w:t xml:space="preserve">, </w:t>
      </w:r>
      <w:r w:rsidR="001B73FA" w:rsidRPr="001B73FA">
        <w:rPr>
          <w:szCs w:val="20"/>
        </w:rPr>
        <w:t>dit-il</w:t>
      </w:r>
      <w:r w:rsidRPr="00A4769E">
        <w:rPr>
          <w:szCs w:val="20"/>
        </w:rPr>
        <w:t xml:space="preserve">, </w:t>
      </w:r>
      <w:r w:rsidR="001B73FA" w:rsidRPr="001B73FA">
        <w:rPr>
          <w:szCs w:val="20"/>
        </w:rPr>
        <w:t>je ne suis pas de taille</w:t>
      </w:r>
      <w:r w:rsidRPr="00A4769E">
        <w:rPr>
          <w:szCs w:val="20"/>
        </w:rPr>
        <w:t xml:space="preserve">. </w:t>
      </w:r>
      <w:r w:rsidR="001B73FA" w:rsidRPr="001B73FA">
        <w:rPr>
          <w:szCs w:val="20"/>
        </w:rPr>
        <w:t>J</w:t>
      </w:r>
      <w:r w:rsidRPr="00A4769E">
        <w:rPr>
          <w:szCs w:val="20"/>
        </w:rPr>
        <w:t>’</w:t>
      </w:r>
      <w:r w:rsidR="001B73FA" w:rsidRPr="001B73FA">
        <w:rPr>
          <w:szCs w:val="20"/>
        </w:rPr>
        <w:t>ai parfaitement compris</w:t>
      </w:r>
      <w:r w:rsidRPr="00A4769E">
        <w:rPr>
          <w:szCs w:val="20"/>
        </w:rPr>
        <w:t>.</w:t>
      </w:r>
    </w:p>
    <w:p w14:paraId="558D0982" w14:textId="25724D30" w:rsidR="00462692" w:rsidRPr="00A4769E" w:rsidRDefault="00462692" w:rsidP="001B73FA">
      <w:pPr>
        <w:rPr>
          <w:szCs w:val="20"/>
        </w:rPr>
      </w:pPr>
      <w:r w:rsidRPr="00A4769E">
        <w:rPr>
          <w:szCs w:val="20"/>
        </w:rPr>
        <w:t>— </w:t>
      </w:r>
      <w:r w:rsidR="001B73FA" w:rsidRPr="001B73FA">
        <w:rPr>
          <w:szCs w:val="20"/>
        </w:rPr>
        <w:t>Éblouissant</w:t>
      </w:r>
      <w:r w:rsidRPr="00A4769E">
        <w:rPr>
          <w:szCs w:val="20"/>
        </w:rPr>
        <w:t xml:space="preserve">, </w:t>
      </w:r>
      <w:r w:rsidR="001B73FA" w:rsidRPr="001B73FA">
        <w:rPr>
          <w:szCs w:val="20"/>
        </w:rPr>
        <w:t>dit le Marquis</w:t>
      </w:r>
      <w:r w:rsidRPr="00A4769E">
        <w:rPr>
          <w:szCs w:val="20"/>
        </w:rPr>
        <w:t>.</w:t>
      </w:r>
    </w:p>
    <w:p w14:paraId="1EB29C64" w14:textId="2D3BACAA" w:rsidR="00462692" w:rsidRPr="00A4769E" w:rsidRDefault="00462692" w:rsidP="001B73FA">
      <w:pPr>
        <w:rPr>
          <w:szCs w:val="20"/>
        </w:rPr>
      </w:pPr>
      <w:r w:rsidRPr="00A4769E">
        <w:rPr>
          <w:szCs w:val="20"/>
        </w:rPr>
        <w:t>— </w:t>
      </w:r>
      <w:r w:rsidR="001B73FA" w:rsidRPr="001B73FA">
        <w:rPr>
          <w:szCs w:val="20"/>
        </w:rPr>
        <w:t>Il faudra</w:t>
      </w:r>
      <w:r w:rsidRPr="00A4769E">
        <w:rPr>
          <w:szCs w:val="20"/>
        </w:rPr>
        <w:t xml:space="preserve">, </w:t>
      </w:r>
      <w:r w:rsidR="001B73FA" w:rsidRPr="001B73FA">
        <w:rPr>
          <w:szCs w:val="20"/>
        </w:rPr>
        <w:t>dit Pauline</w:t>
      </w:r>
      <w:r w:rsidRPr="00A4769E">
        <w:rPr>
          <w:szCs w:val="20"/>
        </w:rPr>
        <w:t xml:space="preserve">, </w:t>
      </w:r>
      <w:r w:rsidR="001B73FA" w:rsidRPr="001B73FA">
        <w:rPr>
          <w:szCs w:val="20"/>
        </w:rPr>
        <w:t>que vous m</w:t>
      </w:r>
      <w:r w:rsidRPr="00A4769E">
        <w:rPr>
          <w:szCs w:val="20"/>
        </w:rPr>
        <w:t>’</w:t>
      </w:r>
      <w:r w:rsidR="001B73FA" w:rsidRPr="001B73FA">
        <w:rPr>
          <w:szCs w:val="20"/>
        </w:rPr>
        <w:t>appreniez à tenir un sabre</w:t>
      </w:r>
      <w:r w:rsidRPr="00A4769E">
        <w:rPr>
          <w:szCs w:val="20"/>
        </w:rPr>
        <w:t>. »</w:t>
      </w:r>
      <w:r w:rsidR="001B73FA" w:rsidRPr="001B73FA">
        <w:rPr>
          <w:szCs w:val="20"/>
        </w:rPr>
        <w:t xml:space="preserve"> Angelo était trop content</w:t>
      </w:r>
      <w:r w:rsidRPr="00A4769E">
        <w:rPr>
          <w:szCs w:val="20"/>
        </w:rPr>
        <w:t xml:space="preserve"> ; </w:t>
      </w:r>
      <w:r w:rsidR="001B73FA" w:rsidRPr="001B73FA">
        <w:rPr>
          <w:szCs w:val="20"/>
        </w:rPr>
        <w:t>il n</w:t>
      </w:r>
      <w:r w:rsidRPr="00A4769E">
        <w:rPr>
          <w:szCs w:val="20"/>
        </w:rPr>
        <w:t>’</w:t>
      </w:r>
      <w:r w:rsidR="001B73FA" w:rsidRPr="001B73FA">
        <w:rPr>
          <w:szCs w:val="20"/>
        </w:rPr>
        <w:t>avait pas le temps de ne pas dire la vérité</w:t>
      </w:r>
      <w:r w:rsidRPr="00A4769E">
        <w:rPr>
          <w:szCs w:val="20"/>
        </w:rPr>
        <w:t xml:space="preserve">. </w:t>
      </w:r>
      <w:r w:rsidR="001B73FA" w:rsidRPr="001B73FA">
        <w:rPr>
          <w:szCs w:val="20"/>
        </w:rPr>
        <w:t>Il voulait d</w:t>
      </w:r>
      <w:r w:rsidRPr="00A4769E">
        <w:rPr>
          <w:szCs w:val="20"/>
        </w:rPr>
        <w:t>’</w:t>
      </w:r>
      <w:r w:rsidR="001B73FA" w:rsidRPr="001B73FA">
        <w:rPr>
          <w:szCs w:val="20"/>
        </w:rPr>
        <w:t>autre part donner une satisfaction au sergent</w:t>
      </w:r>
      <w:r w:rsidRPr="00A4769E">
        <w:rPr>
          <w:szCs w:val="20"/>
        </w:rPr>
        <w:t xml:space="preserve">, </w:t>
      </w:r>
      <w:r w:rsidR="001B73FA" w:rsidRPr="001B73FA">
        <w:rPr>
          <w:szCs w:val="20"/>
        </w:rPr>
        <w:t>assez penaud</w:t>
      </w:r>
      <w:r w:rsidRPr="00A4769E">
        <w:rPr>
          <w:szCs w:val="20"/>
        </w:rPr>
        <w:t xml:space="preserve">, </w:t>
      </w:r>
      <w:r w:rsidR="001B73FA" w:rsidRPr="001B73FA">
        <w:rPr>
          <w:szCs w:val="20"/>
        </w:rPr>
        <w:t>dont il avait tiré une victoire si complète</w:t>
      </w:r>
      <w:r w:rsidRPr="00A4769E">
        <w:rPr>
          <w:szCs w:val="20"/>
        </w:rPr>
        <w:t>. « </w:t>
      </w:r>
      <w:r w:rsidR="001B73FA" w:rsidRPr="001B73FA">
        <w:rPr>
          <w:szCs w:val="20"/>
        </w:rPr>
        <w:t>S</w:t>
      </w:r>
      <w:r w:rsidRPr="00A4769E">
        <w:rPr>
          <w:szCs w:val="20"/>
        </w:rPr>
        <w:t>’</w:t>
      </w:r>
      <w:r w:rsidR="001B73FA" w:rsidRPr="001B73FA">
        <w:rPr>
          <w:szCs w:val="20"/>
        </w:rPr>
        <w:t>il ne s</w:t>
      </w:r>
      <w:r w:rsidRPr="00A4769E">
        <w:rPr>
          <w:szCs w:val="20"/>
        </w:rPr>
        <w:t>’</w:t>
      </w:r>
      <w:r w:rsidR="001B73FA" w:rsidRPr="001B73FA">
        <w:rPr>
          <w:szCs w:val="20"/>
        </w:rPr>
        <w:t>agit que de tenir le sabre</w:t>
      </w:r>
      <w:r w:rsidRPr="00A4769E">
        <w:rPr>
          <w:szCs w:val="20"/>
        </w:rPr>
        <w:t xml:space="preserve">, </w:t>
      </w:r>
      <w:r w:rsidR="001B73FA" w:rsidRPr="001B73FA">
        <w:rPr>
          <w:szCs w:val="20"/>
        </w:rPr>
        <w:t>dit-il</w:t>
      </w:r>
      <w:r w:rsidRPr="00A4769E">
        <w:rPr>
          <w:szCs w:val="20"/>
        </w:rPr>
        <w:t xml:space="preserve">, </w:t>
      </w:r>
      <w:r w:rsidR="001B73FA" w:rsidRPr="001B73FA">
        <w:rPr>
          <w:szCs w:val="20"/>
        </w:rPr>
        <w:t>c</w:t>
      </w:r>
      <w:r w:rsidRPr="00A4769E">
        <w:rPr>
          <w:szCs w:val="20"/>
        </w:rPr>
        <w:t>’</w:t>
      </w:r>
      <w:r w:rsidR="001B73FA" w:rsidRPr="001B73FA">
        <w:rPr>
          <w:szCs w:val="20"/>
        </w:rPr>
        <w:t>est facile et vous n</w:t>
      </w:r>
      <w:r w:rsidRPr="00A4769E">
        <w:rPr>
          <w:szCs w:val="20"/>
        </w:rPr>
        <w:t>’</w:t>
      </w:r>
      <w:r w:rsidR="001B73FA" w:rsidRPr="001B73FA">
        <w:rPr>
          <w:szCs w:val="20"/>
        </w:rPr>
        <w:t>avez pas besoin de moi</w:t>
      </w:r>
      <w:r w:rsidRPr="00A4769E">
        <w:rPr>
          <w:szCs w:val="20"/>
        </w:rPr>
        <w:t xml:space="preserve">. </w:t>
      </w:r>
      <w:r w:rsidR="001B73FA" w:rsidRPr="001B73FA">
        <w:rPr>
          <w:szCs w:val="20"/>
        </w:rPr>
        <w:t>Quant à le manier</w:t>
      </w:r>
      <w:r w:rsidRPr="00A4769E">
        <w:rPr>
          <w:szCs w:val="20"/>
        </w:rPr>
        <w:t xml:space="preserve">, </w:t>
      </w:r>
      <w:r w:rsidR="001B73FA" w:rsidRPr="001B73FA">
        <w:rPr>
          <w:szCs w:val="20"/>
        </w:rPr>
        <w:t>c</w:t>
      </w:r>
      <w:r w:rsidRPr="00A4769E">
        <w:rPr>
          <w:szCs w:val="20"/>
        </w:rPr>
        <w:t>’</w:t>
      </w:r>
      <w:r w:rsidR="001B73FA" w:rsidRPr="001B73FA">
        <w:rPr>
          <w:szCs w:val="20"/>
        </w:rPr>
        <w:t>est une affaire d</w:t>
      </w:r>
      <w:r w:rsidRPr="00A4769E">
        <w:rPr>
          <w:szCs w:val="20"/>
        </w:rPr>
        <w:t>’</w:t>
      </w:r>
      <w:r w:rsidR="001B73FA" w:rsidRPr="001B73FA">
        <w:rPr>
          <w:szCs w:val="20"/>
        </w:rPr>
        <w:t>homme dans laquelle je ne vous apprendrai rien si je ne vous traite pas en homme</w:t>
      </w:r>
      <w:r w:rsidRPr="00A4769E">
        <w:rPr>
          <w:szCs w:val="20"/>
        </w:rPr>
        <w:t xml:space="preserve">, </w:t>
      </w:r>
      <w:r w:rsidR="001B73FA" w:rsidRPr="001B73FA">
        <w:rPr>
          <w:szCs w:val="20"/>
        </w:rPr>
        <w:t>ce qui sera toujours parfaitement impossible</w:t>
      </w:r>
      <w:r w:rsidRPr="00A4769E">
        <w:rPr>
          <w:szCs w:val="20"/>
        </w:rPr>
        <w:t xml:space="preserve">. </w:t>
      </w:r>
      <w:r w:rsidR="001B73FA" w:rsidRPr="001B73FA">
        <w:rPr>
          <w:szCs w:val="20"/>
        </w:rPr>
        <w:t>J</w:t>
      </w:r>
      <w:r w:rsidRPr="00A4769E">
        <w:rPr>
          <w:szCs w:val="20"/>
        </w:rPr>
        <w:t>’</w:t>
      </w:r>
      <w:r w:rsidR="001B73FA" w:rsidRPr="001B73FA">
        <w:rPr>
          <w:szCs w:val="20"/>
        </w:rPr>
        <w:t>imagine</w:t>
      </w:r>
      <w:r w:rsidRPr="00A4769E">
        <w:rPr>
          <w:szCs w:val="20"/>
        </w:rPr>
        <w:t xml:space="preserve"> (</w:t>
      </w:r>
      <w:r w:rsidR="001B73FA" w:rsidRPr="001B73FA">
        <w:rPr>
          <w:szCs w:val="20"/>
        </w:rPr>
        <w:t>eut-il toutefois la chance de dire</w:t>
      </w:r>
      <w:r w:rsidRPr="00A4769E">
        <w:rPr>
          <w:szCs w:val="20"/>
        </w:rPr>
        <w:t xml:space="preserve">) </w:t>
      </w:r>
      <w:r w:rsidR="001B73FA" w:rsidRPr="001B73FA">
        <w:rPr>
          <w:szCs w:val="20"/>
        </w:rPr>
        <w:t>que vous ne désirez pas apprendre des gentillesses</w:t>
      </w:r>
      <w:r w:rsidRPr="00A4769E">
        <w:rPr>
          <w:szCs w:val="20"/>
        </w:rPr>
        <w:t xml:space="preserve">. </w:t>
      </w:r>
      <w:r w:rsidR="001B73FA" w:rsidRPr="001B73FA">
        <w:rPr>
          <w:szCs w:val="20"/>
        </w:rPr>
        <w:t>Et on n</w:t>
      </w:r>
      <w:r w:rsidRPr="00A4769E">
        <w:rPr>
          <w:szCs w:val="20"/>
        </w:rPr>
        <w:t>’</w:t>
      </w:r>
      <w:r w:rsidR="001B73FA" w:rsidRPr="001B73FA">
        <w:rPr>
          <w:szCs w:val="20"/>
        </w:rPr>
        <w:t>apprend de choses valables que dans le feu de la passion</w:t>
      </w:r>
      <w:r w:rsidRPr="00A4769E">
        <w:rPr>
          <w:szCs w:val="20"/>
        </w:rPr>
        <w:t xml:space="preserve">. </w:t>
      </w:r>
      <w:r w:rsidR="001B73FA" w:rsidRPr="001B73FA">
        <w:rPr>
          <w:szCs w:val="20"/>
        </w:rPr>
        <w:t>Or</w:t>
      </w:r>
      <w:r w:rsidRPr="00A4769E">
        <w:rPr>
          <w:szCs w:val="20"/>
        </w:rPr>
        <w:t xml:space="preserve">, </w:t>
      </w:r>
      <w:r w:rsidR="001B73FA" w:rsidRPr="001B73FA">
        <w:rPr>
          <w:szCs w:val="20"/>
        </w:rPr>
        <w:t>dans les assauts</w:t>
      </w:r>
      <w:r w:rsidRPr="00A4769E">
        <w:rPr>
          <w:szCs w:val="20"/>
        </w:rPr>
        <w:t xml:space="preserve">, </w:t>
      </w:r>
      <w:r w:rsidR="001B73FA" w:rsidRPr="001B73FA">
        <w:rPr>
          <w:szCs w:val="20"/>
        </w:rPr>
        <w:t>il faudra que je puisse vous prendre au sérieux pour me passionner et que j</w:t>
      </w:r>
      <w:r w:rsidRPr="00A4769E">
        <w:rPr>
          <w:szCs w:val="20"/>
        </w:rPr>
        <w:t>’</w:t>
      </w:r>
      <w:r w:rsidR="001B73FA" w:rsidRPr="001B73FA">
        <w:rPr>
          <w:szCs w:val="20"/>
        </w:rPr>
        <w:t>aie envie de vous tailler en pièces</w:t>
      </w:r>
      <w:r w:rsidRPr="00A4769E">
        <w:rPr>
          <w:szCs w:val="20"/>
        </w:rPr>
        <w:t xml:space="preserve">, </w:t>
      </w:r>
      <w:r w:rsidR="001B73FA" w:rsidRPr="001B73FA">
        <w:rPr>
          <w:szCs w:val="20"/>
        </w:rPr>
        <w:t>ce qui n</w:t>
      </w:r>
      <w:r w:rsidRPr="00A4769E">
        <w:rPr>
          <w:szCs w:val="20"/>
        </w:rPr>
        <w:t>’</w:t>
      </w:r>
      <w:r w:rsidR="001B73FA" w:rsidRPr="001B73FA">
        <w:rPr>
          <w:szCs w:val="20"/>
        </w:rPr>
        <w:t>arrivera jamais</w:t>
      </w:r>
      <w:r w:rsidRPr="00A4769E">
        <w:rPr>
          <w:szCs w:val="20"/>
        </w:rPr>
        <w:t>.</w:t>
      </w:r>
    </w:p>
    <w:p w14:paraId="45266BD7" w14:textId="1F9CEFA0" w:rsidR="001B73FA" w:rsidRPr="001B73FA" w:rsidRDefault="00462692" w:rsidP="001B73FA">
      <w:pPr>
        <w:rPr>
          <w:szCs w:val="20"/>
        </w:rPr>
      </w:pPr>
      <w:r w:rsidRPr="00A4769E">
        <w:rPr>
          <w:szCs w:val="20"/>
        </w:rPr>
        <w:lastRenderedPageBreak/>
        <w:t>— </w:t>
      </w:r>
      <w:r w:rsidR="001B73FA" w:rsidRPr="001B73FA">
        <w:rPr>
          <w:szCs w:val="20"/>
        </w:rPr>
        <w:t>Qui vous empêche</w:t>
      </w:r>
      <w:r w:rsidRPr="00A4769E">
        <w:rPr>
          <w:szCs w:val="20"/>
        </w:rPr>
        <w:t> ? »</w:t>
      </w:r>
      <w:r w:rsidR="001B73FA" w:rsidRPr="001B73FA">
        <w:rPr>
          <w:szCs w:val="20"/>
        </w:rPr>
        <w:t xml:space="preserve"> dit sèchement Pauline</w:t>
      </w:r>
      <w:r w:rsidRPr="00A4769E">
        <w:rPr>
          <w:szCs w:val="20"/>
        </w:rPr>
        <w:t>. « </w:t>
      </w:r>
      <w:r w:rsidR="001B73FA" w:rsidRPr="001B73FA">
        <w:rPr>
          <w:szCs w:val="20"/>
        </w:rPr>
        <w:t>Il faut convenir</w:t>
      </w:r>
      <w:r w:rsidRPr="00A4769E">
        <w:rPr>
          <w:szCs w:val="20"/>
        </w:rPr>
        <w:t xml:space="preserve">, </w:t>
      </w:r>
      <w:r w:rsidR="001B73FA" w:rsidRPr="001B73FA">
        <w:rPr>
          <w:szCs w:val="20"/>
        </w:rPr>
        <w:t>se disait-elle</w:t>
      </w:r>
      <w:r w:rsidRPr="00A4769E">
        <w:rPr>
          <w:szCs w:val="20"/>
        </w:rPr>
        <w:t xml:space="preserve">, </w:t>
      </w:r>
      <w:r w:rsidR="001B73FA" w:rsidRPr="001B73FA">
        <w:rPr>
          <w:szCs w:val="20"/>
        </w:rPr>
        <w:t>qu</w:t>
      </w:r>
      <w:r w:rsidRPr="00A4769E">
        <w:rPr>
          <w:szCs w:val="20"/>
        </w:rPr>
        <w:t>’</w:t>
      </w:r>
      <w:r w:rsidR="001B73FA" w:rsidRPr="001B73FA">
        <w:rPr>
          <w:szCs w:val="20"/>
        </w:rPr>
        <w:t>il avait grand air tout à l</w:t>
      </w:r>
      <w:r w:rsidRPr="00A4769E">
        <w:rPr>
          <w:szCs w:val="20"/>
        </w:rPr>
        <w:t>’</w:t>
      </w:r>
      <w:r w:rsidR="001B73FA" w:rsidRPr="001B73FA">
        <w:rPr>
          <w:szCs w:val="20"/>
        </w:rPr>
        <w:t>heure</w:t>
      </w:r>
      <w:r w:rsidRPr="00A4769E">
        <w:rPr>
          <w:szCs w:val="20"/>
        </w:rPr>
        <w:t xml:space="preserve">, </w:t>
      </w:r>
      <w:r w:rsidR="001B73FA" w:rsidRPr="001B73FA">
        <w:rPr>
          <w:szCs w:val="20"/>
        </w:rPr>
        <w:t>et que personne n</w:t>
      </w:r>
      <w:r w:rsidRPr="00A4769E">
        <w:rPr>
          <w:szCs w:val="20"/>
        </w:rPr>
        <w:t>’</w:t>
      </w:r>
      <w:r w:rsidR="001B73FA" w:rsidRPr="001B73FA">
        <w:rPr>
          <w:szCs w:val="20"/>
        </w:rPr>
        <w:t>aurait aimé se trouver devant lui pour une affaire sérieuse</w:t>
      </w:r>
      <w:r w:rsidRPr="00A4769E">
        <w:rPr>
          <w:szCs w:val="20"/>
        </w:rPr>
        <w:t xml:space="preserve">. </w:t>
      </w:r>
      <w:r w:rsidR="001B73FA" w:rsidRPr="001B73FA">
        <w:rPr>
          <w:szCs w:val="20"/>
        </w:rPr>
        <w:t>Ce petit homme qui a de grosses moustaches l</w:t>
      </w:r>
      <w:r w:rsidRPr="00A4769E">
        <w:rPr>
          <w:szCs w:val="20"/>
        </w:rPr>
        <w:t>’</w:t>
      </w:r>
      <w:r w:rsidR="001B73FA" w:rsidRPr="001B73FA">
        <w:rPr>
          <w:szCs w:val="20"/>
        </w:rPr>
        <w:t>a regardé avec des yeux ronds quand il s</w:t>
      </w:r>
      <w:r w:rsidRPr="00A4769E">
        <w:rPr>
          <w:szCs w:val="20"/>
        </w:rPr>
        <w:t>’</w:t>
      </w:r>
      <w:r w:rsidR="001B73FA" w:rsidRPr="001B73FA">
        <w:rPr>
          <w:szCs w:val="20"/>
        </w:rPr>
        <w:t>est mis à faire tournoyer son sabre autour de lui</w:t>
      </w:r>
      <w:r w:rsidRPr="00A4769E">
        <w:rPr>
          <w:szCs w:val="20"/>
        </w:rPr>
        <w:t xml:space="preserve">. </w:t>
      </w:r>
      <w:r w:rsidR="001B73FA" w:rsidRPr="001B73FA">
        <w:rPr>
          <w:szCs w:val="20"/>
        </w:rPr>
        <w:t>Je comprends très bien que cette arme doit fatiguer le bras et qu</w:t>
      </w:r>
      <w:r w:rsidRPr="00A4769E">
        <w:rPr>
          <w:szCs w:val="20"/>
        </w:rPr>
        <w:t>’</w:t>
      </w:r>
      <w:r w:rsidR="001B73FA" w:rsidRPr="001B73FA">
        <w:rPr>
          <w:szCs w:val="20"/>
        </w:rPr>
        <w:t>il y faut de la force physique</w:t>
      </w:r>
      <w:r w:rsidRPr="00A4769E">
        <w:rPr>
          <w:szCs w:val="20"/>
        </w:rPr>
        <w:t xml:space="preserve">. </w:t>
      </w:r>
      <w:r w:rsidR="001B73FA" w:rsidRPr="001B73FA">
        <w:rPr>
          <w:szCs w:val="20"/>
        </w:rPr>
        <w:t>Mais</w:t>
      </w:r>
      <w:r w:rsidRPr="00A4769E">
        <w:rPr>
          <w:szCs w:val="20"/>
        </w:rPr>
        <w:t xml:space="preserve">, </w:t>
      </w:r>
      <w:r w:rsidR="001B73FA" w:rsidRPr="001B73FA">
        <w:rPr>
          <w:szCs w:val="20"/>
        </w:rPr>
        <w:t>s</w:t>
      </w:r>
      <w:r w:rsidRPr="00A4769E">
        <w:rPr>
          <w:szCs w:val="20"/>
        </w:rPr>
        <w:t>’</w:t>
      </w:r>
      <w:r w:rsidR="001B73FA" w:rsidRPr="001B73FA">
        <w:rPr>
          <w:szCs w:val="20"/>
        </w:rPr>
        <w:t>il voulait se donner la peine</w:t>
      </w:r>
      <w:r w:rsidRPr="00A4769E">
        <w:rPr>
          <w:szCs w:val="20"/>
        </w:rPr>
        <w:t xml:space="preserve"> – </w:t>
      </w:r>
      <w:r w:rsidR="001B73FA" w:rsidRPr="001B73FA">
        <w:rPr>
          <w:szCs w:val="20"/>
        </w:rPr>
        <w:t>je ne demande pas à devenir une cosaque</w:t>
      </w:r>
      <w:r w:rsidRPr="00A4769E">
        <w:rPr>
          <w:szCs w:val="20"/>
        </w:rPr>
        <w:t xml:space="preserve"> –, </w:t>
      </w:r>
      <w:r w:rsidR="001B73FA" w:rsidRPr="001B73FA">
        <w:rPr>
          <w:szCs w:val="20"/>
        </w:rPr>
        <w:t>il pourrait très bien m</w:t>
      </w:r>
      <w:r w:rsidRPr="00A4769E">
        <w:rPr>
          <w:szCs w:val="20"/>
        </w:rPr>
        <w:t>’</w:t>
      </w:r>
      <w:r w:rsidR="001B73FA" w:rsidRPr="001B73FA">
        <w:rPr>
          <w:szCs w:val="20"/>
        </w:rPr>
        <w:t>apprendre</w:t>
      </w:r>
      <w:r w:rsidRPr="00A4769E">
        <w:rPr>
          <w:szCs w:val="20"/>
        </w:rPr>
        <w:t xml:space="preserve">, </w:t>
      </w:r>
      <w:r w:rsidR="001B73FA" w:rsidRPr="001B73FA">
        <w:rPr>
          <w:szCs w:val="20"/>
        </w:rPr>
        <w:t>ne serait-ce que quelques tours</w:t>
      </w:r>
      <w:r w:rsidRPr="00A4769E">
        <w:rPr>
          <w:szCs w:val="20"/>
        </w:rPr>
        <w:t xml:space="preserve">. </w:t>
      </w:r>
      <w:r w:rsidR="001B73FA" w:rsidRPr="001B73FA">
        <w:rPr>
          <w:szCs w:val="20"/>
        </w:rPr>
        <w:t>En réalité je suis sûre qu</w:t>
      </w:r>
      <w:r w:rsidRPr="00A4769E">
        <w:rPr>
          <w:szCs w:val="20"/>
        </w:rPr>
        <w:t>’</w:t>
      </w:r>
      <w:r w:rsidR="001B73FA" w:rsidRPr="001B73FA">
        <w:rPr>
          <w:szCs w:val="20"/>
        </w:rPr>
        <w:t>il prendrait du plaisir à montrer ce qu</w:t>
      </w:r>
      <w:r w:rsidRPr="00A4769E">
        <w:rPr>
          <w:szCs w:val="20"/>
        </w:rPr>
        <w:t>’</w:t>
      </w:r>
      <w:r w:rsidR="001B73FA" w:rsidRPr="001B73FA">
        <w:rPr>
          <w:szCs w:val="20"/>
        </w:rPr>
        <w:t>il sait à une femme qui l</w:t>
      </w:r>
      <w:r w:rsidRPr="00A4769E">
        <w:rPr>
          <w:szCs w:val="20"/>
        </w:rPr>
        <w:t>’</w:t>
      </w:r>
      <w:r w:rsidR="001B73FA" w:rsidRPr="001B73FA">
        <w:rPr>
          <w:szCs w:val="20"/>
        </w:rPr>
        <w:t>intéresserait</w:t>
      </w:r>
      <w:r w:rsidRPr="00A4769E">
        <w:rPr>
          <w:szCs w:val="20"/>
        </w:rPr>
        <w:t xml:space="preserve">, </w:t>
      </w:r>
      <w:r w:rsidR="001B73FA" w:rsidRPr="001B73FA">
        <w:rPr>
          <w:szCs w:val="20"/>
        </w:rPr>
        <w:t>Dieu sait s</w:t>
      </w:r>
      <w:r w:rsidRPr="00A4769E">
        <w:rPr>
          <w:szCs w:val="20"/>
        </w:rPr>
        <w:t>’</w:t>
      </w:r>
      <w:r w:rsidR="001B73FA" w:rsidRPr="001B73FA">
        <w:rPr>
          <w:szCs w:val="20"/>
        </w:rPr>
        <w:t>il m</w:t>
      </w:r>
      <w:r w:rsidRPr="00A4769E">
        <w:rPr>
          <w:szCs w:val="20"/>
        </w:rPr>
        <w:t>’</w:t>
      </w:r>
      <w:r w:rsidR="001B73FA" w:rsidRPr="001B73FA">
        <w:rPr>
          <w:szCs w:val="20"/>
        </w:rPr>
        <w:t>est égal de l</w:t>
      </w:r>
      <w:r w:rsidRPr="00A4769E">
        <w:rPr>
          <w:szCs w:val="20"/>
        </w:rPr>
        <w:t>’</w:t>
      </w:r>
      <w:r w:rsidR="001B73FA" w:rsidRPr="001B73FA">
        <w:rPr>
          <w:szCs w:val="20"/>
        </w:rPr>
        <w:t>intéresser ou pas</w:t>
      </w:r>
      <w:r w:rsidRPr="00A4769E">
        <w:rPr>
          <w:szCs w:val="20"/>
        </w:rPr>
        <w:t xml:space="preserve"> ! </w:t>
      </w:r>
      <w:r w:rsidR="001B73FA" w:rsidRPr="001B73FA">
        <w:rPr>
          <w:szCs w:val="20"/>
        </w:rPr>
        <w:t>Mais il n</w:t>
      </w:r>
      <w:r w:rsidRPr="00A4769E">
        <w:rPr>
          <w:szCs w:val="20"/>
        </w:rPr>
        <w:t>’</w:t>
      </w:r>
      <w:r w:rsidR="001B73FA" w:rsidRPr="001B73FA">
        <w:rPr>
          <w:szCs w:val="20"/>
        </w:rPr>
        <w:t>a pas besoin de mentir</w:t>
      </w:r>
      <w:r w:rsidRPr="00A4769E">
        <w:rPr>
          <w:szCs w:val="20"/>
        </w:rPr>
        <w:t>. »</w:t>
      </w:r>
      <w:r w:rsidR="001B73FA" w:rsidRPr="001B73FA">
        <w:rPr>
          <w:szCs w:val="20"/>
        </w:rPr>
        <w:t xml:space="preserve"> Elle se souvint de la phrase heureuse par laquelle Angelo avait eu l</w:t>
      </w:r>
      <w:r w:rsidRPr="00A4769E">
        <w:rPr>
          <w:szCs w:val="20"/>
        </w:rPr>
        <w:t>’</w:t>
      </w:r>
      <w:r w:rsidR="001B73FA" w:rsidRPr="001B73FA">
        <w:rPr>
          <w:szCs w:val="20"/>
        </w:rPr>
        <w:t>esprit instinctif de lui supposer du sérieux</w:t>
      </w:r>
      <w:r w:rsidRPr="00A4769E">
        <w:rPr>
          <w:szCs w:val="20"/>
        </w:rPr>
        <w:t>. « </w:t>
      </w:r>
      <w:r w:rsidR="001B73FA" w:rsidRPr="001B73FA">
        <w:rPr>
          <w:szCs w:val="20"/>
        </w:rPr>
        <w:t>En tout cas</w:t>
      </w:r>
      <w:r w:rsidRPr="00A4769E">
        <w:rPr>
          <w:szCs w:val="20"/>
        </w:rPr>
        <w:t xml:space="preserve">, </w:t>
      </w:r>
      <w:r w:rsidR="001B73FA" w:rsidRPr="001B73FA">
        <w:rPr>
          <w:szCs w:val="20"/>
        </w:rPr>
        <w:t>il faut lui rendre ce mérite qu</w:t>
      </w:r>
      <w:r w:rsidRPr="00A4769E">
        <w:rPr>
          <w:szCs w:val="20"/>
        </w:rPr>
        <w:t>’</w:t>
      </w:r>
      <w:r w:rsidR="001B73FA" w:rsidRPr="001B73FA">
        <w:rPr>
          <w:szCs w:val="20"/>
        </w:rPr>
        <w:t>il n</w:t>
      </w:r>
      <w:r w:rsidRPr="00A4769E">
        <w:rPr>
          <w:szCs w:val="20"/>
        </w:rPr>
        <w:t>’</w:t>
      </w:r>
      <w:r w:rsidR="001B73FA" w:rsidRPr="001B73FA">
        <w:rPr>
          <w:szCs w:val="20"/>
        </w:rPr>
        <w:t>a pas cru à un caprice de femme frivole</w:t>
      </w:r>
      <w:r w:rsidRPr="00A4769E">
        <w:rPr>
          <w:szCs w:val="20"/>
        </w:rPr>
        <w:t>. »</w:t>
      </w:r>
      <w:r w:rsidR="001B73FA" w:rsidRPr="001B73FA">
        <w:rPr>
          <w:szCs w:val="20"/>
        </w:rPr>
        <w:t xml:space="preserve"> Mais elle détourna aussitôt la tête en rougissant et fit quelques pas toute seule pour s</w:t>
      </w:r>
      <w:r w:rsidRPr="00A4769E">
        <w:rPr>
          <w:szCs w:val="20"/>
        </w:rPr>
        <w:t>’</w:t>
      </w:r>
      <w:r w:rsidR="001B73FA" w:rsidRPr="001B73FA">
        <w:rPr>
          <w:szCs w:val="20"/>
        </w:rPr>
        <w:t>éloigner de la compagnie</w:t>
      </w:r>
      <w:r w:rsidRPr="00A4769E">
        <w:rPr>
          <w:szCs w:val="20"/>
        </w:rPr>
        <w:t xml:space="preserve">. </w:t>
      </w:r>
      <w:r w:rsidR="001B73FA" w:rsidRPr="001B73FA">
        <w:rPr>
          <w:szCs w:val="20"/>
        </w:rPr>
        <w:t>Elle venait de se demander si Angelo n</w:t>
      </w:r>
      <w:r w:rsidRPr="00A4769E">
        <w:rPr>
          <w:szCs w:val="20"/>
        </w:rPr>
        <w:t>’</w:t>
      </w:r>
      <w:r w:rsidR="001B73FA" w:rsidRPr="001B73FA">
        <w:rPr>
          <w:szCs w:val="20"/>
        </w:rPr>
        <w:t>avait pas pu imaginer quelque avance</w:t>
      </w:r>
      <w:r w:rsidRPr="00A4769E">
        <w:rPr>
          <w:szCs w:val="20"/>
        </w:rPr>
        <w:t xml:space="preserve"> ; </w:t>
      </w:r>
      <w:r w:rsidR="001B73FA" w:rsidRPr="001B73FA">
        <w:rPr>
          <w:szCs w:val="20"/>
        </w:rPr>
        <w:t>elle se souvenait de la hâte spontanée avec laquelle elle avait tout de suite demandé ce qu</w:t>
      </w:r>
      <w:r w:rsidRPr="00A4769E">
        <w:rPr>
          <w:szCs w:val="20"/>
        </w:rPr>
        <w:t>’</w:t>
      </w:r>
      <w:r w:rsidR="001B73FA" w:rsidRPr="001B73FA">
        <w:rPr>
          <w:szCs w:val="20"/>
        </w:rPr>
        <w:t>elle désirait</w:t>
      </w:r>
      <w:r w:rsidRPr="00A4769E">
        <w:rPr>
          <w:szCs w:val="20"/>
        </w:rPr>
        <w:t xml:space="preserve">. </w:t>
      </w:r>
      <w:r w:rsidR="001B73FA" w:rsidRPr="001B73FA">
        <w:rPr>
          <w:szCs w:val="20"/>
        </w:rPr>
        <w:t>Elle crut même avoir fait un geste vers lui</w:t>
      </w:r>
      <w:r w:rsidRPr="00A4769E">
        <w:rPr>
          <w:szCs w:val="20"/>
        </w:rPr>
        <w:t xml:space="preserve">, </w:t>
      </w:r>
      <w:r w:rsidR="001B73FA" w:rsidRPr="001B73FA">
        <w:rPr>
          <w:szCs w:val="20"/>
        </w:rPr>
        <w:t>ou un semblant de geste</w:t>
      </w:r>
      <w:r w:rsidRPr="00A4769E">
        <w:rPr>
          <w:szCs w:val="20"/>
        </w:rPr>
        <w:t xml:space="preserve"> </w:t>
      </w:r>
      <w:r w:rsidR="001B73FA" w:rsidRPr="001B73FA">
        <w:rPr>
          <w:szCs w:val="20"/>
        </w:rPr>
        <w:t>et elle fut atrocement malheureuse pendant une minute</w:t>
      </w:r>
      <w:r w:rsidRPr="00A4769E">
        <w:rPr>
          <w:szCs w:val="20"/>
        </w:rPr>
        <w:t xml:space="preserve">, </w:t>
      </w:r>
      <w:r w:rsidR="001B73FA" w:rsidRPr="001B73FA">
        <w:rPr>
          <w:szCs w:val="20"/>
        </w:rPr>
        <w:t>au point de porter sa main à son c</w:t>
      </w:r>
      <w:r w:rsidRPr="00A4769E">
        <w:rPr>
          <w:szCs w:val="20"/>
        </w:rPr>
        <w:t>œ</w:t>
      </w:r>
      <w:r w:rsidR="001B73FA" w:rsidRPr="001B73FA">
        <w:rPr>
          <w:szCs w:val="20"/>
        </w:rPr>
        <w:t>ur</w:t>
      </w:r>
      <w:r w:rsidRPr="00A4769E">
        <w:rPr>
          <w:szCs w:val="20"/>
        </w:rPr>
        <w:t xml:space="preserve">. </w:t>
      </w:r>
      <w:r w:rsidR="001B73FA" w:rsidRPr="001B73FA">
        <w:rPr>
          <w:szCs w:val="20"/>
        </w:rPr>
        <w:t>Angelo et le Marquis ne faisaient pas attention à elle et ils soupesaient des pistolets en discutant du mérite des gâchettes à rouet</w:t>
      </w:r>
      <w:r w:rsidRPr="00A4769E">
        <w:rPr>
          <w:szCs w:val="20"/>
        </w:rPr>
        <w:t>. « </w:t>
      </w:r>
      <w:r w:rsidR="001B73FA" w:rsidRPr="001B73FA">
        <w:rPr>
          <w:szCs w:val="20"/>
        </w:rPr>
        <w:t>Je suis perdue</w:t>
      </w:r>
      <w:r w:rsidRPr="00A4769E">
        <w:rPr>
          <w:szCs w:val="20"/>
        </w:rPr>
        <w:t xml:space="preserve">, </w:t>
      </w:r>
      <w:r w:rsidR="001B73FA" w:rsidRPr="001B73FA">
        <w:rPr>
          <w:szCs w:val="20"/>
        </w:rPr>
        <w:t>se disait-elle</w:t>
      </w:r>
      <w:r w:rsidRPr="00A4769E">
        <w:rPr>
          <w:szCs w:val="20"/>
        </w:rPr>
        <w:t xml:space="preserve">. </w:t>
      </w:r>
      <w:r w:rsidR="001B73FA" w:rsidRPr="001B73FA">
        <w:rPr>
          <w:szCs w:val="20"/>
        </w:rPr>
        <w:t>Maudite liberté dont j</w:t>
      </w:r>
      <w:r w:rsidRPr="00A4769E">
        <w:rPr>
          <w:szCs w:val="20"/>
        </w:rPr>
        <w:t>’</w:t>
      </w:r>
      <w:r w:rsidR="001B73FA" w:rsidRPr="001B73FA">
        <w:rPr>
          <w:szCs w:val="20"/>
        </w:rPr>
        <w:t>ai l</w:t>
      </w:r>
      <w:r w:rsidRPr="00A4769E">
        <w:rPr>
          <w:szCs w:val="20"/>
        </w:rPr>
        <w:t>’</w:t>
      </w:r>
      <w:r w:rsidR="001B73FA" w:rsidRPr="001B73FA">
        <w:rPr>
          <w:szCs w:val="20"/>
        </w:rPr>
        <w:t>habitude et qui me pousse à toujours dire franchement ce dont j</w:t>
      </w:r>
      <w:r w:rsidRPr="00A4769E">
        <w:rPr>
          <w:szCs w:val="20"/>
        </w:rPr>
        <w:t>’</w:t>
      </w:r>
      <w:r w:rsidR="001B73FA" w:rsidRPr="001B73FA">
        <w:rPr>
          <w:szCs w:val="20"/>
        </w:rPr>
        <w:t>ai envie</w:t>
      </w:r>
      <w:r w:rsidRPr="00A4769E">
        <w:rPr>
          <w:szCs w:val="20"/>
        </w:rPr>
        <w:t>. »</w:t>
      </w:r>
      <w:r w:rsidR="001B73FA" w:rsidRPr="001B73FA">
        <w:rPr>
          <w:szCs w:val="20"/>
        </w:rPr>
        <w:t xml:space="preserve"> Ceci mit le comble à son malheur</w:t>
      </w:r>
      <w:r w:rsidRPr="00A4769E">
        <w:rPr>
          <w:szCs w:val="20"/>
        </w:rPr>
        <w:t>. « </w:t>
      </w:r>
      <w:r w:rsidR="001B73FA" w:rsidRPr="001B73FA">
        <w:rPr>
          <w:szCs w:val="20"/>
        </w:rPr>
        <w:t>Suis-je si vile</w:t>
      </w:r>
      <w:r w:rsidRPr="00A4769E">
        <w:rPr>
          <w:szCs w:val="20"/>
        </w:rPr>
        <w:t xml:space="preserve">, </w:t>
      </w:r>
      <w:r w:rsidR="001B73FA" w:rsidRPr="001B73FA">
        <w:rPr>
          <w:szCs w:val="20"/>
        </w:rPr>
        <w:t>se dit-elle</w:t>
      </w:r>
      <w:r w:rsidRPr="00A4769E">
        <w:rPr>
          <w:szCs w:val="20"/>
        </w:rPr>
        <w:t xml:space="preserve">, </w:t>
      </w:r>
      <w:r w:rsidR="001B73FA" w:rsidRPr="001B73FA">
        <w:rPr>
          <w:szCs w:val="20"/>
        </w:rPr>
        <w:t>ai-je si peu de qualités pour désirer si vivement qu</w:t>
      </w:r>
      <w:r w:rsidRPr="00A4769E">
        <w:rPr>
          <w:szCs w:val="20"/>
        </w:rPr>
        <w:t>’</w:t>
      </w:r>
      <w:r w:rsidR="001B73FA" w:rsidRPr="001B73FA">
        <w:rPr>
          <w:szCs w:val="20"/>
        </w:rPr>
        <w:t>un homme m</w:t>
      </w:r>
      <w:r w:rsidRPr="00A4769E">
        <w:rPr>
          <w:szCs w:val="20"/>
        </w:rPr>
        <w:t>’</w:t>
      </w:r>
      <w:r w:rsidR="001B73FA" w:rsidRPr="001B73FA">
        <w:rPr>
          <w:szCs w:val="20"/>
        </w:rPr>
        <w:t>apprenne à tirer au sabre</w:t>
      </w:r>
      <w:r w:rsidRPr="00A4769E">
        <w:rPr>
          <w:szCs w:val="20"/>
        </w:rPr>
        <w:t> ? »</w:t>
      </w:r>
      <w:r w:rsidR="001B73FA" w:rsidRPr="001B73FA">
        <w:rPr>
          <w:szCs w:val="20"/>
        </w:rPr>
        <w:t xml:space="preserve"> Elle alla jusqu</w:t>
      </w:r>
      <w:r w:rsidRPr="00A4769E">
        <w:rPr>
          <w:szCs w:val="20"/>
        </w:rPr>
        <w:t>’</w:t>
      </w:r>
      <w:r w:rsidR="001B73FA" w:rsidRPr="001B73FA">
        <w:rPr>
          <w:szCs w:val="20"/>
        </w:rPr>
        <w:t>à penser ingénument et avec beaucoup de cruauté pour elle-même</w:t>
      </w:r>
      <w:r w:rsidRPr="00A4769E">
        <w:rPr>
          <w:szCs w:val="20"/>
        </w:rPr>
        <w:t> : « </w:t>
      </w:r>
      <w:r w:rsidR="001B73FA" w:rsidRPr="001B73FA">
        <w:rPr>
          <w:szCs w:val="20"/>
        </w:rPr>
        <w:t>N</w:t>
      </w:r>
      <w:r w:rsidRPr="00A4769E">
        <w:rPr>
          <w:szCs w:val="20"/>
        </w:rPr>
        <w:t>’</w:t>
      </w:r>
      <w:r w:rsidR="001B73FA" w:rsidRPr="001B73FA">
        <w:rPr>
          <w:szCs w:val="20"/>
        </w:rPr>
        <w:t>ai-je désiré que cela</w:t>
      </w:r>
      <w:r w:rsidRPr="00A4769E">
        <w:rPr>
          <w:szCs w:val="20"/>
        </w:rPr>
        <w:t xml:space="preserve"> ? </w:t>
      </w:r>
      <w:r w:rsidR="001B73FA" w:rsidRPr="001B73FA">
        <w:rPr>
          <w:szCs w:val="20"/>
        </w:rPr>
        <w:lastRenderedPageBreak/>
        <w:t>N</w:t>
      </w:r>
      <w:r w:rsidRPr="00A4769E">
        <w:rPr>
          <w:szCs w:val="20"/>
        </w:rPr>
        <w:t>’</w:t>
      </w:r>
      <w:r w:rsidR="001B73FA" w:rsidRPr="001B73FA">
        <w:rPr>
          <w:szCs w:val="20"/>
        </w:rPr>
        <w:t>ai-je pas désiré en réalité la compagnie de cet homme</w:t>
      </w:r>
      <w:r w:rsidRPr="00A4769E">
        <w:rPr>
          <w:szCs w:val="20"/>
        </w:rPr>
        <w:t xml:space="preserve"> ? </w:t>
      </w:r>
      <w:r w:rsidR="001B73FA" w:rsidRPr="001B73FA">
        <w:rPr>
          <w:szCs w:val="20"/>
        </w:rPr>
        <w:t>N</w:t>
      </w:r>
      <w:r w:rsidRPr="00A4769E">
        <w:rPr>
          <w:szCs w:val="20"/>
        </w:rPr>
        <w:t>’</w:t>
      </w:r>
      <w:r w:rsidR="001B73FA" w:rsidRPr="001B73FA">
        <w:rPr>
          <w:szCs w:val="20"/>
        </w:rPr>
        <w:t>ai-je pas montré mon désir d</w:t>
      </w:r>
      <w:r w:rsidRPr="00A4769E">
        <w:rPr>
          <w:szCs w:val="20"/>
        </w:rPr>
        <w:t>’</w:t>
      </w:r>
      <w:r w:rsidR="001B73FA" w:rsidRPr="001B73FA">
        <w:rPr>
          <w:szCs w:val="20"/>
        </w:rPr>
        <w:t>une façon impudique</w:t>
      </w:r>
      <w:r w:rsidRPr="00A4769E">
        <w:rPr>
          <w:szCs w:val="20"/>
        </w:rPr>
        <w:t> ? »</w:t>
      </w:r>
      <w:r w:rsidR="001B73FA" w:rsidRPr="001B73FA">
        <w:rPr>
          <w:szCs w:val="20"/>
        </w:rPr>
        <w:t xml:space="preserve"> En proie à cette intolérable pensée</w:t>
      </w:r>
      <w:r w:rsidRPr="00A4769E">
        <w:rPr>
          <w:szCs w:val="20"/>
        </w:rPr>
        <w:t xml:space="preserve">, </w:t>
      </w:r>
      <w:r w:rsidR="001B73FA" w:rsidRPr="001B73FA">
        <w:rPr>
          <w:szCs w:val="20"/>
        </w:rPr>
        <w:t>elle avait continué à faire quelques pas et</w:t>
      </w:r>
      <w:r w:rsidRPr="00A4769E">
        <w:rPr>
          <w:szCs w:val="20"/>
        </w:rPr>
        <w:t xml:space="preserve">, </w:t>
      </w:r>
      <w:r w:rsidR="001B73FA" w:rsidRPr="001B73FA">
        <w:rPr>
          <w:szCs w:val="20"/>
        </w:rPr>
        <w:t>sans se rendre compte</w:t>
      </w:r>
      <w:r w:rsidRPr="00A4769E">
        <w:rPr>
          <w:szCs w:val="20"/>
        </w:rPr>
        <w:t xml:space="preserve">, </w:t>
      </w:r>
      <w:r w:rsidR="001B73FA" w:rsidRPr="001B73FA">
        <w:rPr>
          <w:szCs w:val="20"/>
        </w:rPr>
        <w:t>elle s</w:t>
      </w:r>
      <w:r w:rsidRPr="00A4769E">
        <w:rPr>
          <w:szCs w:val="20"/>
        </w:rPr>
        <w:t>’</w:t>
      </w:r>
      <w:r w:rsidR="001B73FA" w:rsidRPr="001B73FA">
        <w:rPr>
          <w:szCs w:val="20"/>
        </w:rPr>
        <w:t>approchait d</w:t>
      </w:r>
      <w:r w:rsidRPr="00A4769E">
        <w:rPr>
          <w:szCs w:val="20"/>
        </w:rPr>
        <w:t>’</w:t>
      </w:r>
      <w:r w:rsidR="001B73FA" w:rsidRPr="001B73FA">
        <w:rPr>
          <w:szCs w:val="20"/>
        </w:rPr>
        <w:t>un berger qui réparait un flanc de selle avec une longue aiguille et du fil poissé</w:t>
      </w:r>
      <w:r w:rsidRPr="00A4769E">
        <w:rPr>
          <w:szCs w:val="20"/>
        </w:rPr>
        <w:t xml:space="preserve">. </w:t>
      </w:r>
      <w:r w:rsidR="001B73FA" w:rsidRPr="001B73FA">
        <w:rPr>
          <w:szCs w:val="20"/>
        </w:rPr>
        <w:t>Elle était même venue si près de lui qu</w:t>
      </w:r>
      <w:r w:rsidRPr="00A4769E">
        <w:rPr>
          <w:szCs w:val="20"/>
        </w:rPr>
        <w:t>’</w:t>
      </w:r>
      <w:r w:rsidR="001B73FA" w:rsidRPr="001B73FA">
        <w:rPr>
          <w:szCs w:val="20"/>
        </w:rPr>
        <w:t>il resta bouche bée</w:t>
      </w:r>
      <w:r w:rsidRPr="00A4769E">
        <w:rPr>
          <w:szCs w:val="20"/>
        </w:rPr>
        <w:t xml:space="preserve">, </w:t>
      </w:r>
      <w:r w:rsidR="001B73FA" w:rsidRPr="001B73FA">
        <w:rPr>
          <w:szCs w:val="20"/>
        </w:rPr>
        <w:t>éberlué par ces immenses yeux verts</w:t>
      </w:r>
      <w:r w:rsidR="007C6D19">
        <w:rPr>
          <w:szCs w:val="20"/>
        </w:rPr>
        <w:t>,</w:t>
      </w:r>
      <w:r w:rsidR="001B73FA" w:rsidRPr="001B73FA">
        <w:rPr>
          <w:szCs w:val="20"/>
        </w:rPr>
        <w:t xml:space="preserve"> immobiles et froids qui le fixaient du regard sans le voir</w:t>
      </w:r>
      <w:r w:rsidRPr="00A4769E">
        <w:rPr>
          <w:szCs w:val="20"/>
        </w:rPr>
        <w:t xml:space="preserve">. </w:t>
      </w:r>
      <w:r w:rsidR="001B73FA" w:rsidRPr="001B73FA">
        <w:rPr>
          <w:szCs w:val="20"/>
        </w:rPr>
        <w:t>Enfin elle réussit à lui sourire et à faire demi-tour</w:t>
      </w:r>
      <w:r w:rsidRPr="00A4769E">
        <w:rPr>
          <w:szCs w:val="20"/>
        </w:rPr>
        <w:t xml:space="preserve">. </w:t>
      </w:r>
      <w:r w:rsidR="001B73FA" w:rsidRPr="001B73FA">
        <w:rPr>
          <w:szCs w:val="20"/>
        </w:rPr>
        <w:t>La vue d</w:t>
      </w:r>
      <w:r w:rsidRPr="00A4769E">
        <w:rPr>
          <w:szCs w:val="20"/>
        </w:rPr>
        <w:t>’</w:t>
      </w:r>
      <w:r w:rsidR="001B73FA" w:rsidRPr="001B73FA">
        <w:rPr>
          <w:szCs w:val="20"/>
        </w:rPr>
        <w:t>Angelo la rassura tout à fait</w:t>
      </w:r>
      <w:r w:rsidRPr="00A4769E">
        <w:rPr>
          <w:szCs w:val="20"/>
        </w:rPr>
        <w:t xml:space="preserve">. </w:t>
      </w:r>
      <w:r w:rsidR="001B73FA" w:rsidRPr="001B73FA">
        <w:rPr>
          <w:szCs w:val="20"/>
        </w:rPr>
        <w:t>Il était</w:t>
      </w:r>
      <w:r w:rsidRPr="00A4769E">
        <w:rPr>
          <w:szCs w:val="20"/>
        </w:rPr>
        <w:t xml:space="preserve">, </w:t>
      </w:r>
      <w:r w:rsidR="001B73FA" w:rsidRPr="001B73FA">
        <w:rPr>
          <w:szCs w:val="20"/>
        </w:rPr>
        <w:t>ainsi que le Marquis d</w:t>
      </w:r>
      <w:r w:rsidRPr="00A4769E">
        <w:rPr>
          <w:szCs w:val="20"/>
        </w:rPr>
        <w:t>’</w:t>
      </w:r>
      <w:r w:rsidR="001B73FA" w:rsidRPr="001B73FA">
        <w:rPr>
          <w:szCs w:val="20"/>
        </w:rPr>
        <w:t>ailleurs</w:t>
      </w:r>
      <w:r w:rsidRPr="00A4769E">
        <w:rPr>
          <w:szCs w:val="20"/>
        </w:rPr>
        <w:t xml:space="preserve">, </w:t>
      </w:r>
      <w:r w:rsidR="001B73FA" w:rsidRPr="001B73FA">
        <w:rPr>
          <w:szCs w:val="20"/>
        </w:rPr>
        <w:t>penché sur un foulard dans lequel on avait démonté un pistolet avec la pointe d</w:t>
      </w:r>
      <w:r w:rsidRPr="00A4769E">
        <w:rPr>
          <w:szCs w:val="20"/>
        </w:rPr>
        <w:t>’</w:t>
      </w:r>
      <w:r w:rsidR="001B73FA" w:rsidRPr="001B73FA">
        <w:rPr>
          <w:szCs w:val="20"/>
        </w:rPr>
        <w:t>un petit couteau</w:t>
      </w:r>
      <w:r w:rsidRPr="00A4769E">
        <w:rPr>
          <w:szCs w:val="20"/>
        </w:rPr>
        <w:t xml:space="preserve">. </w:t>
      </w:r>
      <w:r w:rsidR="001B73FA" w:rsidRPr="001B73FA">
        <w:rPr>
          <w:szCs w:val="20"/>
        </w:rPr>
        <w:t>Il examinait un ressort et le faisait chanter fort bêtement sur le bout de son ongle en le regardant d</w:t>
      </w:r>
      <w:r w:rsidRPr="00A4769E">
        <w:rPr>
          <w:szCs w:val="20"/>
        </w:rPr>
        <w:t>’</w:t>
      </w:r>
      <w:r w:rsidR="001B73FA" w:rsidRPr="001B73FA">
        <w:rPr>
          <w:szCs w:val="20"/>
        </w:rPr>
        <w:t>un air inspiré</w:t>
      </w:r>
      <w:r w:rsidRPr="00A4769E">
        <w:rPr>
          <w:szCs w:val="20"/>
        </w:rPr>
        <w:t xml:space="preserve">. </w:t>
      </w:r>
      <w:r w:rsidR="001B73FA" w:rsidRPr="001B73FA">
        <w:rPr>
          <w:szCs w:val="20"/>
        </w:rPr>
        <w:t>Pauline était trop émue pour voir l</w:t>
      </w:r>
      <w:r w:rsidRPr="00A4769E">
        <w:rPr>
          <w:szCs w:val="20"/>
        </w:rPr>
        <w:t>’</w:t>
      </w:r>
      <w:r w:rsidR="001B73FA" w:rsidRPr="001B73FA">
        <w:rPr>
          <w:szCs w:val="20"/>
        </w:rPr>
        <w:t>air un peu niais d</w:t>
      </w:r>
      <w:r w:rsidRPr="00A4769E">
        <w:rPr>
          <w:szCs w:val="20"/>
        </w:rPr>
        <w:t>’</w:t>
      </w:r>
      <w:r w:rsidR="001B73FA" w:rsidRPr="001B73FA">
        <w:rPr>
          <w:szCs w:val="20"/>
        </w:rPr>
        <w:t>Angelo intéressé par le mécanisme d</w:t>
      </w:r>
      <w:r w:rsidRPr="00A4769E">
        <w:rPr>
          <w:szCs w:val="20"/>
        </w:rPr>
        <w:t>’</w:t>
      </w:r>
      <w:r w:rsidR="001B73FA" w:rsidRPr="001B73FA">
        <w:rPr>
          <w:szCs w:val="20"/>
        </w:rPr>
        <w:t>un rouet espagnol</w:t>
      </w:r>
      <w:r w:rsidRPr="00A4769E">
        <w:rPr>
          <w:szCs w:val="20"/>
        </w:rPr>
        <w:t>. « </w:t>
      </w:r>
      <w:r w:rsidR="001B73FA" w:rsidRPr="001B73FA">
        <w:rPr>
          <w:szCs w:val="20"/>
        </w:rPr>
        <w:t>Céline et Laurent</w:t>
      </w:r>
      <w:r w:rsidRPr="00A4769E">
        <w:rPr>
          <w:szCs w:val="20"/>
        </w:rPr>
        <w:t xml:space="preserve">, </w:t>
      </w:r>
      <w:r w:rsidR="001B73FA" w:rsidRPr="001B73FA">
        <w:rPr>
          <w:szCs w:val="20"/>
        </w:rPr>
        <w:t>se dit-elle</w:t>
      </w:r>
      <w:r w:rsidRPr="00A4769E">
        <w:rPr>
          <w:szCs w:val="20"/>
        </w:rPr>
        <w:t xml:space="preserve">, </w:t>
      </w:r>
      <w:r w:rsidR="001B73FA" w:rsidRPr="001B73FA">
        <w:rPr>
          <w:szCs w:val="20"/>
        </w:rPr>
        <w:t>m</w:t>
      </w:r>
      <w:r w:rsidRPr="00A4769E">
        <w:rPr>
          <w:szCs w:val="20"/>
        </w:rPr>
        <w:t>’</w:t>
      </w:r>
      <w:r w:rsidR="001B73FA" w:rsidRPr="001B73FA">
        <w:rPr>
          <w:szCs w:val="20"/>
        </w:rPr>
        <w:t>en ont parlé comme d</w:t>
      </w:r>
      <w:r w:rsidRPr="00A4769E">
        <w:rPr>
          <w:szCs w:val="20"/>
        </w:rPr>
        <w:t>’</w:t>
      </w:r>
      <w:r w:rsidR="001B73FA" w:rsidRPr="001B73FA">
        <w:rPr>
          <w:szCs w:val="20"/>
        </w:rPr>
        <w:t>un homme fou de grandeur</w:t>
      </w:r>
      <w:r w:rsidRPr="00A4769E">
        <w:rPr>
          <w:szCs w:val="20"/>
        </w:rPr>
        <w:t xml:space="preserve"> ; </w:t>
      </w:r>
      <w:r w:rsidR="001B73FA" w:rsidRPr="001B73FA">
        <w:rPr>
          <w:szCs w:val="20"/>
        </w:rPr>
        <w:t>Céline s</w:t>
      </w:r>
      <w:r w:rsidRPr="00A4769E">
        <w:rPr>
          <w:szCs w:val="20"/>
        </w:rPr>
        <w:t>’</w:t>
      </w:r>
      <w:r w:rsidR="001B73FA" w:rsidRPr="001B73FA">
        <w:rPr>
          <w:szCs w:val="20"/>
        </w:rPr>
        <w:t>est moquée de sa générosité qui est ridicule du moment qu</w:t>
      </w:r>
      <w:r w:rsidRPr="00A4769E">
        <w:rPr>
          <w:szCs w:val="20"/>
        </w:rPr>
        <w:t>’</w:t>
      </w:r>
      <w:r w:rsidR="001B73FA" w:rsidRPr="001B73FA">
        <w:rPr>
          <w:szCs w:val="20"/>
        </w:rPr>
        <w:t>il n</w:t>
      </w:r>
      <w:r w:rsidRPr="00A4769E">
        <w:rPr>
          <w:szCs w:val="20"/>
        </w:rPr>
        <w:t>’</w:t>
      </w:r>
      <w:r w:rsidR="001B73FA" w:rsidRPr="001B73FA">
        <w:rPr>
          <w:szCs w:val="20"/>
        </w:rPr>
        <w:t>est pas Dieu</w:t>
      </w:r>
      <w:r w:rsidRPr="00A4769E">
        <w:rPr>
          <w:szCs w:val="20"/>
        </w:rPr>
        <w:t xml:space="preserve">. </w:t>
      </w:r>
      <w:r w:rsidR="001B73FA" w:rsidRPr="001B73FA">
        <w:rPr>
          <w:szCs w:val="20"/>
        </w:rPr>
        <w:t>Je n</w:t>
      </w:r>
      <w:r w:rsidRPr="00A4769E">
        <w:rPr>
          <w:szCs w:val="20"/>
        </w:rPr>
        <w:t>’</w:t>
      </w:r>
      <w:r w:rsidR="001B73FA" w:rsidRPr="001B73FA">
        <w:rPr>
          <w:szCs w:val="20"/>
        </w:rPr>
        <w:t>avais jamais rien fait jusqu</w:t>
      </w:r>
      <w:r w:rsidRPr="00A4769E">
        <w:rPr>
          <w:szCs w:val="20"/>
        </w:rPr>
        <w:t>’</w:t>
      </w:r>
      <w:r w:rsidR="001B73FA" w:rsidRPr="001B73FA">
        <w:rPr>
          <w:szCs w:val="20"/>
        </w:rPr>
        <w:t>à présent pour qu</w:t>
      </w:r>
      <w:r w:rsidRPr="00A4769E">
        <w:rPr>
          <w:szCs w:val="20"/>
        </w:rPr>
        <w:t>’</w:t>
      </w:r>
      <w:r w:rsidR="001B73FA" w:rsidRPr="001B73FA">
        <w:rPr>
          <w:szCs w:val="20"/>
        </w:rPr>
        <w:t>il me méprisât</w:t>
      </w:r>
      <w:r w:rsidRPr="00A4769E">
        <w:rPr>
          <w:szCs w:val="20"/>
        </w:rPr>
        <w:t xml:space="preserve">, </w:t>
      </w:r>
      <w:r w:rsidR="001B73FA" w:rsidRPr="001B73FA">
        <w:rPr>
          <w:szCs w:val="20"/>
        </w:rPr>
        <w:t>et si je venais juste de faire qu</w:t>
      </w:r>
      <w:r w:rsidRPr="00A4769E">
        <w:rPr>
          <w:szCs w:val="20"/>
        </w:rPr>
        <w:t>’</w:t>
      </w:r>
      <w:r w:rsidR="001B73FA" w:rsidRPr="001B73FA">
        <w:rPr>
          <w:szCs w:val="20"/>
        </w:rPr>
        <w:t>il pût me mépriser</w:t>
      </w:r>
      <w:r w:rsidRPr="00A4769E">
        <w:rPr>
          <w:szCs w:val="20"/>
        </w:rPr>
        <w:t xml:space="preserve">, </w:t>
      </w:r>
      <w:r w:rsidR="001B73FA" w:rsidRPr="001B73FA">
        <w:rPr>
          <w:szCs w:val="20"/>
        </w:rPr>
        <w:t>il n</w:t>
      </w:r>
      <w:r w:rsidRPr="00A4769E">
        <w:rPr>
          <w:szCs w:val="20"/>
        </w:rPr>
        <w:t>’</w:t>
      </w:r>
      <w:r w:rsidR="001B73FA" w:rsidRPr="001B73FA">
        <w:rPr>
          <w:szCs w:val="20"/>
        </w:rPr>
        <w:t>aurait pas ce détachement parfait</w:t>
      </w:r>
      <w:r w:rsidRPr="00A4769E">
        <w:rPr>
          <w:szCs w:val="20"/>
        </w:rPr>
        <w:t xml:space="preserve">. </w:t>
      </w:r>
      <w:r w:rsidR="001B73FA" w:rsidRPr="001B73FA">
        <w:rPr>
          <w:szCs w:val="20"/>
        </w:rPr>
        <w:t>On voit bien que</w:t>
      </w:r>
      <w:r w:rsidRPr="00A4769E">
        <w:rPr>
          <w:szCs w:val="20"/>
        </w:rPr>
        <w:t xml:space="preserve">, </w:t>
      </w:r>
      <w:r w:rsidR="001B73FA" w:rsidRPr="001B73FA">
        <w:rPr>
          <w:szCs w:val="20"/>
        </w:rPr>
        <w:t>pour l</w:t>
      </w:r>
      <w:r w:rsidRPr="00A4769E">
        <w:rPr>
          <w:szCs w:val="20"/>
        </w:rPr>
        <w:t>’</w:t>
      </w:r>
      <w:r w:rsidR="001B73FA" w:rsidRPr="001B73FA">
        <w:rPr>
          <w:szCs w:val="20"/>
        </w:rPr>
        <w:t>instant</w:t>
      </w:r>
      <w:r w:rsidRPr="00A4769E">
        <w:rPr>
          <w:szCs w:val="20"/>
        </w:rPr>
        <w:t xml:space="preserve">, </w:t>
      </w:r>
      <w:r w:rsidR="001B73FA" w:rsidRPr="001B73FA">
        <w:rPr>
          <w:szCs w:val="20"/>
        </w:rPr>
        <w:t>rien ne compte pour lui</w:t>
      </w:r>
      <w:r w:rsidRPr="00A4769E">
        <w:rPr>
          <w:szCs w:val="20"/>
        </w:rPr>
        <w:t xml:space="preserve">, </w:t>
      </w:r>
      <w:r w:rsidR="001B73FA" w:rsidRPr="001B73FA">
        <w:rPr>
          <w:szCs w:val="20"/>
        </w:rPr>
        <w:t>sinon ce petit ressort qu</w:t>
      </w:r>
      <w:r w:rsidRPr="00A4769E">
        <w:rPr>
          <w:szCs w:val="20"/>
        </w:rPr>
        <w:t>’</w:t>
      </w:r>
      <w:r w:rsidR="001B73FA" w:rsidRPr="001B73FA">
        <w:rPr>
          <w:szCs w:val="20"/>
        </w:rPr>
        <w:t>il fait bourdonner avec son doigt</w:t>
      </w:r>
      <w:r w:rsidRPr="00A4769E">
        <w:rPr>
          <w:szCs w:val="20"/>
        </w:rPr>
        <w:t>. »</w:t>
      </w:r>
    </w:p>
    <w:p w14:paraId="6E03E3D4" w14:textId="77777777" w:rsidR="00462692" w:rsidRPr="00A4769E" w:rsidRDefault="001B73FA" w:rsidP="001B73FA">
      <w:pPr>
        <w:rPr>
          <w:szCs w:val="20"/>
        </w:rPr>
      </w:pPr>
      <w:r w:rsidRPr="001B73FA">
        <w:rPr>
          <w:szCs w:val="20"/>
        </w:rPr>
        <w:t>Au moment de repartir</w:t>
      </w:r>
      <w:r w:rsidR="00462692" w:rsidRPr="00A4769E">
        <w:rPr>
          <w:szCs w:val="20"/>
        </w:rPr>
        <w:t xml:space="preserve">, </w:t>
      </w:r>
      <w:r w:rsidRPr="001B73FA">
        <w:rPr>
          <w:szCs w:val="20"/>
        </w:rPr>
        <w:t>et comme le Marquis s</w:t>
      </w:r>
      <w:r w:rsidR="00462692" w:rsidRPr="00A4769E">
        <w:rPr>
          <w:szCs w:val="20"/>
        </w:rPr>
        <w:t>’</w:t>
      </w:r>
      <w:r w:rsidRPr="001B73FA">
        <w:rPr>
          <w:szCs w:val="20"/>
        </w:rPr>
        <w:t>attardait à quelques ordres</w:t>
      </w:r>
      <w:r w:rsidR="00462692" w:rsidRPr="00A4769E">
        <w:rPr>
          <w:szCs w:val="20"/>
        </w:rPr>
        <w:t xml:space="preserve">, </w:t>
      </w:r>
      <w:r w:rsidRPr="001B73FA">
        <w:rPr>
          <w:szCs w:val="20"/>
        </w:rPr>
        <w:t>Angelo eut</w:t>
      </w:r>
      <w:r w:rsidR="00462692" w:rsidRPr="00A4769E">
        <w:rPr>
          <w:szCs w:val="20"/>
        </w:rPr>
        <w:t xml:space="preserve">, </w:t>
      </w:r>
      <w:r w:rsidRPr="001B73FA">
        <w:rPr>
          <w:szCs w:val="20"/>
        </w:rPr>
        <w:t>sans y penser</w:t>
      </w:r>
      <w:r w:rsidR="00462692" w:rsidRPr="00A4769E">
        <w:rPr>
          <w:szCs w:val="20"/>
        </w:rPr>
        <w:t xml:space="preserve">, </w:t>
      </w:r>
      <w:r w:rsidRPr="001B73FA">
        <w:rPr>
          <w:szCs w:val="20"/>
        </w:rPr>
        <w:t>la galanterie de tenir l</w:t>
      </w:r>
      <w:r w:rsidR="00462692" w:rsidRPr="00A4769E">
        <w:rPr>
          <w:szCs w:val="20"/>
        </w:rPr>
        <w:t>’</w:t>
      </w:r>
      <w:r w:rsidRPr="001B73FA">
        <w:rPr>
          <w:szCs w:val="20"/>
        </w:rPr>
        <w:t>étrier à Pauline</w:t>
      </w:r>
      <w:r w:rsidR="00462692" w:rsidRPr="00A4769E">
        <w:rPr>
          <w:szCs w:val="20"/>
        </w:rPr>
        <w:t xml:space="preserve">. </w:t>
      </w:r>
      <w:r w:rsidRPr="001B73FA">
        <w:rPr>
          <w:szCs w:val="20"/>
        </w:rPr>
        <w:t>Il était préoccupé de ce ressort qui donnait au pistolet une détente très sensible</w:t>
      </w:r>
      <w:r w:rsidR="00462692" w:rsidRPr="00A4769E">
        <w:rPr>
          <w:szCs w:val="20"/>
        </w:rPr>
        <w:t>. « </w:t>
      </w:r>
      <w:r w:rsidRPr="001B73FA">
        <w:rPr>
          <w:szCs w:val="20"/>
        </w:rPr>
        <w:t>Non</w:t>
      </w:r>
      <w:r w:rsidR="00462692" w:rsidRPr="00A4769E">
        <w:rPr>
          <w:szCs w:val="20"/>
        </w:rPr>
        <w:t xml:space="preserve">, </w:t>
      </w:r>
      <w:r w:rsidRPr="001B73FA">
        <w:rPr>
          <w:szCs w:val="20"/>
        </w:rPr>
        <w:t>se dit Pauline</w:t>
      </w:r>
      <w:r w:rsidR="00462692" w:rsidRPr="00A4769E">
        <w:rPr>
          <w:szCs w:val="20"/>
        </w:rPr>
        <w:t xml:space="preserve">, </w:t>
      </w:r>
      <w:r w:rsidRPr="001B73FA">
        <w:rPr>
          <w:szCs w:val="20"/>
        </w:rPr>
        <w:t>il ne me méprise pas</w:t>
      </w:r>
      <w:r w:rsidR="00462692" w:rsidRPr="00A4769E">
        <w:rPr>
          <w:szCs w:val="20"/>
        </w:rPr>
        <w:t xml:space="preserve">, </w:t>
      </w:r>
      <w:r w:rsidRPr="001B73FA">
        <w:rPr>
          <w:szCs w:val="20"/>
        </w:rPr>
        <w:t>et je n</w:t>
      </w:r>
      <w:r w:rsidR="00462692" w:rsidRPr="00A4769E">
        <w:rPr>
          <w:szCs w:val="20"/>
        </w:rPr>
        <w:t>’</w:t>
      </w:r>
      <w:r w:rsidRPr="001B73FA">
        <w:rPr>
          <w:szCs w:val="20"/>
        </w:rPr>
        <w:t>ai rien fait de mal</w:t>
      </w:r>
      <w:r w:rsidR="00462692" w:rsidRPr="00A4769E">
        <w:rPr>
          <w:szCs w:val="20"/>
        </w:rPr>
        <w:t>. »</w:t>
      </w:r>
      <w:r w:rsidRPr="001B73FA">
        <w:rPr>
          <w:szCs w:val="20"/>
        </w:rPr>
        <w:t xml:space="preserve"> Elle fut très heureuse et s</w:t>
      </w:r>
      <w:r w:rsidR="00462692" w:rsidRPr="00A4769E">
        <w:rPr>
          <w:szCs w:val="20"/>
        </w:rPr>
        <w:t>’</w:t>
      </w:r>
      <w:r w:rsidRPr="001B73FA">
        <w:rPr>
          <w:szCs w:val="20"/>
        </w:rPr>
        <w:t>en alla la première à travers des taillis</w:t>
      </w:r>
      <w:r w:rsidR="00462692" w:rsidRPr="00A4769E">
        <w:rPr>
          <w:szCs w:val="20"/>
        </w:rPr>
        <w:t xml:space="preserve">, </w:t>
      </w:r>
      <w:r w:rsidRPr="001B73FA">
        <w:rPr>
          <w:szCs w:val="20"/>
        </w:rPr>
        <w:t>dans un galop qui donna beaucoup d</w:t>
      </w:r>
      <w:r w:rsidR="00462692" w:rsidRPr="00A4769E">
        <w:rPr>
          <w:szCs w:val="20"/>
        </w:rPr>
        <w:t>’</w:t>
      </w:r>
      <w:r w:rsidRPr="001B73FA">
        <w:rPr>
          <w:szCs w:val="20"/>
        </w:rPr>
        <w:t>inquiétude aux deux hommes</w:t>
      </w:r>
      <w:r w:rsidR="00462692" w:rsidRPr="00A4769E">
        <w:rPr>
          <w:szCs w:val="20"/>
        </w:rPr>
        <w:t>.</w:t>
      </w:r>
    </w:p>
    <w:p w14:paraId="26483C38" w14:textId="77777777" w:rsidR="00462692" w:rsidRPr="00A4769E" w:rsidRDefault="001B73FA" w:rsidP="001B73FA">
      <w:pPr>
        <w:rPr>
          <w:szCs w:val="20"/>
        </w:rPr>
      </w:pPr>
      <w:r w:rsidRPr="001B73FA">
        <w:rPr>
          <w:szCs w:val="20"/>
        </w:rPr>
        <w:lastRenderedPageBreak/>
        <w:t>Souvent le Marquis venait passer la matinée au pavillon</w:t>
      </w:r>
      <w:r w:rsidR="00462692" w:rsidRPr="00A4769E">
        <w:rPr>
          <w:szCs w:val="20"/>
        </w:rPr>
        <w:t xml:space="preserve">. </w:t>
      </w:r>
      <w:r w:rsidRPr="001B73FA">
        <w:rPr>
          <w:szCs w:val="20"/>
        </w:rPr>
        <w:t>Il arrivait en bottes souples</w:t>
      </w:r>
      <w:r w:rsidR="00462692" w:rsidRPr="00A4769E">
        <w:rPr>
          <w:szCs w:val="20"/>
        </w:rPr>
        <w:t xml:space="preserve">, </w:t>
      </w:r>
      <w:r w:rsidRPr="001B73FA">
        <w:rPr>
          <w:szCs w:val="20"/>
        </w:rPr>
        <w:t>blouson de daim</w:t>
      </w:r>
      <w:r w:rsidR="00462692" w:rsidRPr="00A4769E">
        <w:rPr>
          <w:szCs w:val="20"/>
        </w:rPr>
        <w:t xml:space="preserve">, </w:t>
      </w:r>
      <w:r w:rsidRPr="001B73FA">
        <w:rPr>
          <w:szCs w:val="20"/>
        </w:rPr>
        <w:t>tout souplesse dans son cuir</w:t>
      </w:r>
      <w:r w:rsidR="00462692" w:rsidRPr="00A4769E">
        <w:rPr>
          <w:szCs w:val="20"/>
        </w:rPr>
        <w:t xml:space="preserve">, </w:t>
      </w:r>
      <w:r w:rsidRPr="001B73FA">
        <w:rPr>
          <w:szCs w:val="20"/>
        </w:rPr>
        <w:t>son corps et ses gestes</w:t>
      </w:r>
      <w:r w:rsidR="00462692" w:rsidRPr="00A4769E">
        <w:rPr>
          <w:szCs w:val="20"/>
        </w:rPr>
        <w:t xml:space="preserve">. </w:t>
      </w:r>
      <w:r w:rsidRPr="001B73FA">
        <w:rPr>
          <w:szCs w:val="20"/>
        </w:rPr>
        <w:t>Il avait l</w:t>
      </w:r>
      <w:r w:rsidR="00462692" w:rsidRPr="00A4769E">
        <w:rPr>
          <w:szCs w:val="20"/>
        </w:rPr>
        <w:t>’</w:t>
      </w:r>
      <w:r w:rsidRPr="001B73FA">
        <w:rPr>
          <w:szCs w:val="20"/>
        </w:rPr>
        <w:t>air d</w:t>
      </w:r>
      <w:r w:rsidR="00462692" w:rsidRPr="00A4769E">
        <w:rPr>
          <w:szCs w:val="20"/>
        </w:rPr>
        <w:t>’</w:t>
      </w:r>
      <w:r w:rsidRPr="001B73FA">
        <w:rPr>
          <w:szCs w:val="20"/>
        </w:rPr>
        <w:t>être aux aguets autour de quelque mystère</w:t>
      </w:r>
      <w:r w:rsidR="00462692" w:rsidRPr="00A4769E">
        <w:rPr>
          <w:szCs w:val="20"/>
        </w:rPr>
        <w:t>. « </w:t>
      </w:r>
      <w:r w:rsidRPr="001B73FA">
        <w:rPr>
          <w:szCs w:val="20"/>
        </w:rPr>
        <w:t>Ce qui me plaît en vous</w:t>
      </w:r>
      <w:r w:rsidR="00462692" w:rsidRPr="00A4769E">
        <w:rPr>
          <w:szCs w:val="20"/>
        </w:rPr>
        <w:t xml:space="preserve">, </w:t>
      </w:r>
      <w:r w:rsidRPr="001B73FA">
        <w:rPr>
          <w:szCs w:val="20"/>
        </w:rPr>
        <w:t>dit-il un jour</w:t>
      </w:r>
      <w:r w:rsidR="00462692" w:rsidRPr="00A4769E">
        <w:rPr>
          <w:szCs w:val="20"/>
        </w:rPr>
        <w:t xml:space="preserve">, </w:t>
      </w:r>
      <w:r w:rsidRPr="001B73FA">
        <w:rPr>
          <w:szCs w:val="20"/>
        </w:rPr>
        <w:t>c</w:t>
      </w:r>
      <w:r w:rsidR="00462692" w:rsidRPr="00A4769E">
        <w:rPr>
          <w:szCs w:val="20"/>
        </w:rPr>
        <w:t>’</w:t>
      </w:r>
      <w:r w:rsidRPr="001B73FA">
        <w:rPr>
          <w:szCs w:val="20"/>
        </w:rPr>
        <w:t>est votre honnêteté</w:t>
      </w:r>
      <w:r w:rsidR="00462692" w:rsidRPr="00A4769E">
        <w:rPr>
          <w:szCs w:val="20"/>
        </w:rPr>
        <w:t>.</w:t>
      </w:r>
    </w:p>
    <w:p w14:paraId="3C3B0217" w14:textId="0E113FC2" w:rsidR="00462692" w:rsidRPr="00A4769E" w:rsidRDefault="00462692" w:rsidP="001B73FA">
      <w:pPr>
        <w:rPr>
          <w:szCs w:val="20"/>
        </w:rPr>
      </w:pPr>
      <w:r w:rsidRPr="00A4769E">
        <w:rPr>
          <w:szCs w:val="20"/>
        </w:rPr>
        <w:t>— </w:t>
      </w:r>
      <w:r w:rsidR="001B73FA" w:rsidRPr="001B73FA">
        <w:rPr>
          <w:szCs w:val="20"/>
        </w:rPr>
        <w:t>Je ne vois pas</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en quoi elle est plus grande que celle de tout le monde</w:t>
      </w:r>
      <w:r w:rsidRPr="00A4769E">
        <w:rPr>
          <w:szCs w:val="20"/>
        </w:rPr>
        <w:t>.</w:t>
      </w:r>
    </w:p>
    <w:p w14:paraId="3ECC0CB7" w14:textId="3304CC03" w:rsidR="00462692" w:rsidRPr="00A4769E" w:rsidRDefault="00462692" w:rsidP="001B73FA">
      <w:pPr>
        <w:rPr>
          <w:szCs w:val="20"/>
        </w:rPr>
      </w:pPr>
      <w:r w:rsidRPr="00A4769E">
        <w:rPr>
          <w:szCs w:val="20"/>
        </w:rPr>
        <w:t>— </w:t>
      </w:r>
      <w:r w:rsidR="001B73FA" w:rsidRPr="001B73FA">
        <w:rPr>
          <w:szCs w:val="20"/>
        </w:rPr>
        <w:t>Je veux parler</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de celle à quoi vous oblige votre constant besoin de grandeur</w:t>
      </w:r>
      <w:r w:rsidRPr="00A4769E">
        <w:rPr>
          <w:szCs w:val="20"/>
        </w:rPr>
        <w:t>.</w:t>
      </w:r>
    </w:p>
    <w:p w14:paraId="35109296" w14:textId="09360AE7" w:rsidR="00462692" w:rsidRPr="00A4769E" w:rsidRDefault="00462692" w:rsidP="001B73FA">
      <w:pPr>
        <w:rPr>
          <w:szCs w:val="20"/>
        </w:rPr>
      </w:pPr>
      <w:r w:rsidRPr="00A4769E">
        <w:rPr>
          <w:szCs w:val="20"/>
        </w:rPr>
        <w:t>— </w:t>
      </w:r>
      <w:r w:rsidR="001B73FA" w:rsidRPr="001B73FA">
        <w:rPr>
          <w:szCs w:val="20"/>
        </w:rPr>
        <w:t>Rien ne m</w:t>
      </w:r>
      <w:r w:rsidRPr="00A4769E">
        <w:rPr>
          <w:szCs w:val="20"/>
        </w:rPr>
        <w:t>’</w:t>
      </w:r>
      <w:r w:rsidR="001B73FA" w:rsidRPr="001B73FA">
        <w:rPr>
          <w:szCs w:val="20"/>
        </w:rPr>
        <w:t>étonne plus que lorsque vous parlez de cette façon</w:t>
      </w:r>
      <w:r w:rsidRPr="00A4769E">
        <w:rPr>
          <w:szCs w:val="20"/>
        </w:rPr>
        <w:t xml:space="preserve">, </w:t>
      </w:r>
      <w:r w:rsidR="001B73FA" w:rsidRPr="001B73FA">
        <w:rPr>
          <w:szCs w:val="20"/>
        </w:rPr>
        <w:t>dit Angelo</w:t>
      </w:r>
      <w:r w:rsidRPr="00A4769E">
        <w:rPr>
          <w:szCs w:val="20"/>
        </w:rPr>
        <w:t>.</w:t>
      </w:r>
    </w:p>
    <w:p w14:paraId="57D4509E" w14:textId="76202D59" w:rsidR="00462692" w:rsidRPr="00A4769E" w:rsidRDefault="00462692" w:rsidP="001B73FA">
      <w:pPr>
        <w:rPr>
          <w:szCs w:val="20"/>
        </w:rPr>
      </w:pPr>
      <w:r w:rsidRPr="00A4769E">
        <w:rPr>
          <w:szCs w:val="20"/>
        </w:rPr>
        <w:t>— </w:t>
      </w:r>
      <w:r w:rsidR="001B73FA" w:rsidRPr="001B73FA">
        <w:rPr>
          <w:szCs w:val="20"/>
        </w:rPr>
        <w:t>Votre surprise</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vient de ce que vous ne fréquentez pas le monde</w:t>
      </w:r>
      <w:r w:rsidRPr="00A4769E">
        <w:rPr>
          <w:szCs w:val="20"/>
        </w:rPr>
        <w:t>.</w:t>
      </w:r>
    </w:p>
    <w:p w14:paraId="0725AC39" w14:textId="079E0786" w:rsidR="00462692" w:rsidRPr="00A4769E" w:rsidRDefault="00462692" w:rsidP="001B73FA">
      <w:pPr>
        <w:rPr>
          <w:szCs w:val="20"/>
        </w:rPr>
      </w:pPr>
      <w:r w:rsidRPr="00A4769E">
        <w:rPr>
          <w:szCs w:val="20"/>
        </w:rPr>
        <w:t>— </w:t>
      </w:r>
      <w:r w:rsidR="001B73FA" w:rsidRPr="001B73FA">
        <w:rPr>
          <w:szCs w:val="20"/>
        </w:rPr>
        <w:t>Je suis</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dans votre quotidienne compagnie</w:t>
      </w:r>
      <w:r w:rsidRPr="00A4769E">
        <w:rPr>
          <w:szCs w:val="20"/>
        </w:rPr>
        <w:t>.</w:t>
      </w:r>
    </w:p>
    <w:p w14:paraId="4B4CAC9F" w14:textId="70CC017F" w:rsidR="00462692" w:rsidRPr="00A4769E" w:rsidRDefault="00462692" w:rsidP="001B73FA">
      <w:pPr>
        <w:rPr>
          <w:szCs w:val="20"/>
        </w:rPr>
      </w:pPr>
      <w:r w:rsidRPr="00A4769E">
        <w:rPr>
          <w:szCs w:val="20"/>
        </w:rPr>
        <w:t>— </w:t>
      </w:r>
      <w:r w:rsidR="001B73FA" w:rsidRPr="001B73FA">
        <w:rPr>
          <w:szCs w:val="20"/>
        </w:rPr>
        <w:t>C</w:t>
      </w:r>
      <w:r w:rsidRPr="00A4769E">
        <w:rPr>
          <w:szCs w:val="20"/>
        </w:rPr>
        <w:t>’</w:t>
      </w:r>
      <w:r w:rsidR="001B73FA" w:rsidRPr="001B73FA">
        <w:rPr>
          <w:szCs w:val="20"/>
        </w:rPr>
        <w:t>est que</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je ne suis pas le monde</w:t>
      </w:r>
      <w:r w:rsidRPr="00A4769E">
        <w:rPr>
          <w:szCs w:val="20"/>
        </w:rPr>
        <w:t xml:space="preserve">, </w:t>
      </w:r>
      <w:r w:rsidR="001B73FA" w:rsidRPr="001B73FA">
        <w:rPr>
          <w:szCs w:val="20"/>
        </w:rPr>
        <w:t>ma femme non plus</w:t>
      </w:r>
      <w:r w:rsidRPr="00A4769E">
        <w:rPr>
          <w:szCs w:val="20"/>
        </w:rPr>
        <w:t xml:space="preserve">, </w:t>
      </w:r>
      <w:r w:rsidR="001B73FA" w:rsidRPr="001B73FA">
        <w:rPr>
          <w:szCs w:val="20"/>
        </w:rPr>
        <w:t>et c</w:t>
      </w:r>
      <w:r w:rsidRPr="00A4769E">
        <w:rPr>
          <w:szCs w:val="20"/>
        </w:rPr>
        <w:t>’</w:t>
      </w:r>
      <w:r w:rsidR="001B73FA" w:rsidRPr="001B73FA">
        <w:rPr>
          <w:szCs w:val="20"/>
        </w:rPr>
        <w:t>est pour cela que nous faisons bon ménage</w:t>
      </w:r>
      <w:r w:rsidRPr="00A4769E">
        <w:rPr>
          <w:szCs w:val="20"/>
        </w:rPr>
        <w:t xml:space="preserve"> ; </w:t>
      </w:r>
      <w:r w:rsidR="001B73FA" w:rsidRPr="001B73FA">
        <w:rPr>
          <w:szCs w:val="20"/>
        </w:rPr>
        <w:t>mais vous non plus</w:t>
      </w:r>
      <w:r w:rsidRPr="00A4769E">
        <w:rPr>
          <w:szCs w:val="20"/>
        </w:rPr>
        <w:t xml:space="preserve">, </w:t>
      </w:r>
      <w:r w:rsidR="001B73FA" w:rsidRPr="001B73FA">
        <w:rPr>
          <w:szCs w:val="20"/>
        </w:rPr>
        <w:t>et</w:t>
      </w:r>
      <w:r w:rsidRPr="00A4769E">
        <w:rPr>
          <w:szCs w:val="20"/>
        </w:rPr>
        <w:t xml:space="preserve">, </w:t>
      </w:r>
      <w:r w:rsidR="001B73FA" w:rsidRPr="001B73FA">
        <w:rPr>
          <w:szCs w:val="20"/>
        </w:rPr>
        <w:t>sans ce besoin de grandeur dont je vous parle</w:t>
      </w:r>
      <w:r w:rsidRPr="00A4769E">
        <w:rPr>
          <w:szCs w:val="20"/>
        </w:rPr>
        <w:t xml:space="preserve">, </w:t>
      </w:r>
      <w:r w:rsidR="001B73FA" w:rsidRPr="001B73FA">
        <w:rPr>
          <w:szCs w:val="20"/>
        </w:rPr>
        <w:t>nous ne ferions pas bon ménage</w:t>
      </w:r>
      <w:r w:rsidRPr="00A4769E">
        <w:rPr>
          <w:szCs w:val="20"/>
        </w:rPr>
        <w:t>.</w:t>
      </w:r>
    </w:p>
    <w:p w14:paraId="57872627" w14:textId="29F3C1BA" w:rsidR="00462692" w:rsidRPr="00A4769E" w:rsidRDefault="00462692" w:rsidP="001B73FA">
      <w:pPr>
        <w:rPr>
          <w:szCs w:val="20"/>
        </w:rPr>
      </w:pPr>
      <w:r w:rsidRPr="00A4769E">
        <w:rPr>
          <w:szCs w:val="20"/>
        </w:rPr>
        <w:t>— </w:t>
      </w:r>
      <w:r w:rsidR="001B73FA" w:rsidRPr="001B73FA">
        <w:rPr>
          <w:szCs w:val="20"/>
        </w:rPr>
        <w:t>Ceci</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me paraît fort obscur</w:t>
      </w:r>
      <w:r w:rsidRPr="00A4769E">
        <w:rPr>
          <w:szCs w:val="20"/>
        </w:rPr>
        <w:t>.</w:t>
      </w:r>
    </w:p>
    <w:p w14:paraId="76CF9090" w14:textId="00E608A2" w:rsidR="00462692" w:rsidRPr="00A4769E" w:rsidRDefault="00462692" w:rsidP="001B73FA">
      <w:pPr>
        <w:rPr>
          <w:szCs w:val="20"/>
        </w:rPr>
      </w:pPr>
      <w:r w:rsidRPr="00A4769E">
        <w:rPr>
          <w:szCs w:val="20"/>
        </w:rPr>
        <w:t>— </w:t>
      </w:r>
      <w:r w:rsidR="001B73FA" w:rsidRPr="001B73FA">
        <w:rPr>
          <w:szCs w:val="20"/>
        </w:rPr>
        <w:t>Bienheureuse obscurité</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le fait est qu</w:t>
      </w:r>
      <w:r w:rsidRPr="00A4769E">
        <w:rPr>
          <w:szCs w:val="20"/>
        </w:rPr>
        <w:t>’</w:t>
      </w:r>
      <w:r w:rsidR="001B73FA" w:rsidRPr="001B73FA">
        <w:rPr>
          <w:szCs w:val="20"/>
        </w:rPr>
        <w:t>on ne peut douter de ce que vous dites</w:t>
      </w:r>
      <w:r w:rsidRPr="00A4769E">
        <w:rPr>
          <w:szCs w:val="20"/>
        </w:rPr>
        <w:t xml:space="preserve">, </w:t>
      </w:r>
      <w:r w:rsidR="001B73FA" w:rsidRPr="001B73FA">
        <w:rPr>
          <w:szCs w:val="20"/>
        </w:rPr>
        <w:t>fût-ce extraordinaire comme ce que vous venez précisément de dire</w:t>
      </w:r>
      <w:r w:rsidRPr="00A4769E">
        <w:rPr>
          <w:szCs w:val="20"/>
        </w:rPr>
        <w:t xml:space="preserve">. </w:t>
      </w:r>
      <w:r w:rsidR="001B73FA" w:rsidRPr="001B73FA">
        <w:rPr>
          <w:szCs w:val="20"/>
        </w:rPr>
        <w:t>Il y a dans le ton et la précision de vos réponses une franchise qui emporte</w:t>
      </w:r>
      <w:r w:rsidRPr="00A4769E">
        <w:rPr>
          <w:szCs w:val="20"/>
        </w:rPr>
        <w:t xml:space="preserve">. </w:t>
      </w:r>
      <w:r w:rsidR="001B73FA" w:rsidRPr="001B73FA">
        <w:rPr>
          <w:szCs w:val="20"/>
        </w:rPr>
        <w:t>Vous avez dû remarquer</w:t>
      </w:r>
      <w:r w:rsidRPr="00A4769E">
        <w:rPr>
          <w:szCs w:val="20"/>
        </w:rPr>
        <w:t xml:space="preserve">, </w:t>
      </w:r>
      <w:r w:rsidR="001B73FA" w:rsidRPr="001B73FA">
        <w:rPr>
          <w:szCs w:val="20"/>
        </w:rPr>
        <w:t>poursuivit-il</w:t>
      </w:r>
      <w:r w:rsidRPr="00A4769E">
        <w:rPr>
          <w:szCs w:val="20"/>
        </w:rPr>
        <w:t xml:space="preserve">, </w:t>
      </w:r>
      <w:r w:rsidR="001B73FA" w:rsidRPr="001B73FA">
        <w:rPr>
          <w:szCs w:val="20"/>
        </w:rPr>
        <w:t>que je n</w:t>
      </w:r>
      <w:r w:rsidRPr="00A4769E">
        <w:rPr>
          <w:szCs w:val="20"/>
        </w:rPr>
        <w:t>’</w:t>
      </w:r>
      <w:r w:rsidR="001B73FA" w:rsidRPr="001B73FA">
        <w:rPr>
          <w:szCs w:val="20"/>
        </w:rPr>
        <w:t>aime rien de ce qui se peut mesurer</w:t>
      </w:r>
      <w:r w:rsidRPr="00A4769E">
        <w:rPr>
          <w:szCs w:val="20"/>
        </w:rPr>
        <w:t xml:space="preserve">. </w:t>
      </w:r>
      <w:r w:rsidR="001B73FA" w:rsidRPr="001B73FA">
        <w:rPr>
          <w:szCs w:val="20"/>
        </w:rPr>
        <w:t>Vous m</w:t>
      </w:r>
      <w:r w:rsidRPr="00A4769E">
        <w:rPr>
          <w:szCs w:val="20"/>
        </w:rPr>
        <w:t>’</w:t>
      </w:r>
      <w:r w:rsidR="001B73FA" w:rsidRPr="001B73FA">
        <w:rPr>
          <w:szCs w:val="20"/>
        </w:rPr>
        <w:t>apporteriez cent preuves de votre loyauté que je douterais assez fortement d</w:t>
      </w:r>
      <w:r w:rsidRPr="00A4769E">
        <w:rPr>
          <w:szCs w:val="20"/>
        </w:rPr>
        <w:t>’</w:t>
      </w:r>
      <w:r w:rsidR="001B73FA" w:rsidRPr="001B73FA">
        <w:rPr>
          <w:szCs w:val="20"/>
        </w:rPr>
        <w:t>elle</w:t>
      </w:r>
      <w:r w:rsidRPr="00A4769E">
        <w:rPr>
          <w:szCs w:val="20"/>
        </w:rPr>
        <w:t xml:space="preserve">. </w:t>
      </w:r>
      <w:r w:rsidR="001B73FA" w:rsidRPr="001B73FA">
        <w:rPr>
          <w:szCs w:val="20"/>
        </w:rPr>
        <w:t>À deux cents preuves</w:t>
      </w:r>
      <w:r w:rsidRPr="00A4769E">
        <w:rPr>
          <w:szCs w:val="20"/>
        </w:rPr>
        <w:t xml:space="preserve">, </w:t>
      </w:r>
      <w:r w:rsidR="001B73FA" w:rsidRPr="001B73FA">
        <w:rPr>
          <w:szCs w:val="20"/>
        </w:rPr>
        <w:t>je vous tiendrais fatalement pour hypocrite</w:t>
      </w:r>
      <w:r w:rsidRPr="00A4769E">
        <w:rPr>
          <w:szCs w:val="20"/>
        </w:rPr>
        <w:t xml:space="preserve">, </w:t>
      </w:r>
      <w:r w:rsidR="001B73FA" w:rsidRPr="001B73FA">
        <w:rPr>
          <w:szCs w:val="20"/>
        </w:rPr>
        <w:t xml:space="preserve">et si par malheur vous persistiez à </w:t>
      </w:r>
      <w:r w:rsidR="001B73FA" w:rsidRPr="001B73FA">
        <w:rPr>
          <w:szCs w:val="20"/>
        </w:rPr>
        <w:lastRenderedPageBreak/>
        <w:t>m</w:t>
      </w:r>
      <w:r w:rsidRPr="00A4769E">
        <w:rPr>
          <w:szCs w:val="20"/>
        </w:rPr>
        <w:t>’</w:t>
      </w:r>
      <w:r w:rsidR="001B73FA" w:rsidRPr="001B73FA">
        <w:rPr>
          <w:szCs w:val="20"/>
        </w:rPr>
        <w:t>en apporter</w:t>
      </w:r>
      <w:r w:rsidRPr="00A4769E">
        <w:rPr>
          <w:szCs w:val="20"/>
        </w:rPr>
        <w:t xml:space="preserve">, </w:t>
      </w:r>
      <w:r w:rsidR="001B73FA" w:rsidRPr="001B73FA">
        <w:rPr>
          <w:szCs w:val="20"/>
        </w:rPr>
        <w:t>je n</w:t>
      </w:r>
      <w:r w:rsidRPr="00A4769E">
        <w:rPr>
          <w:szCs w:val="20"/>
        </w:rPr>
        <w:t>’</w:t>
      </w:r>
      <w:r w:rsidR="001B73FA" w:rsidRPr="001B73FA">
        <w:rPr>
          <w:szCs w:val="20"/>
        </w:rPr>
        <w:t>aurais de cesse avant de vous avoir allongé dans quelque fossé avec une bonne balle de plomb dans la cervelle</w:t>
      </w:r>
      <w:r w:rsidRPr="00A4769E">
        <w:rPr>
          <w:szCs w:val="20"/>
        </w:rPr>
        <w:t xml:space="preserve">. </w:t>
      </w:r>
      <w:r w:rsidR="001B73FA" w:rsidRPr="001B73FA">
        <w:rPr>
          <w:szCs w:val="20"/>
        </w:rPr>
        <w:t>Ce que j</w:t>
      </w:r>
      <w:r w:rsidRPr="00A4769E">
        <w:rPr>
          <w:szCs w:val="20"/>
        </w:rPr>
        <w:t>’</w:t>
      </w:r>
      <w:r w:rsidR="001B73FA" w:rsidRPr="001B73FA">
        <w:rPr>
          <w:szCs w:val="20"/>
        </w:rPr>
        <w:t>ai est d</w:t>
      </w:r>
      <w:r w:rsidRPr="00A4769E">
        <w:rPr>
          <w:szCs w:val="20"/>
        </w:rPr>
        <w:t>’</w:t>
      </w:r>
      <w:r w:rsidR="001B73FA" w:rsidRPr="001B73FA">
        <w:rPr>
          <w:szCs w:val="20"/>
        </w:rPr>
        <w:t>une telle qualité que je tiens à le garder même au péril de mes amis</w:t>
      </w:r>
      <w:r w:rsidRPr="00A4769E">
        <w:rPr>
          <w:szCs w:val="20"/>
        </w:rPr>
        <w:t xml:space="preserve">. </w:t>
      </w:r>
      <w:r w:rsidR="001B73FA" w:rsidRPr="001B73FA">
        <w:rPr>
          <w:szCs w:val="20"/>
        </w:rPr>
        <w:t>Mais votre loyauté est sans mesure</w:t>
      </w:r>
      <w:r w:rsidRPr="00A4769E">
        <w:rPr>
          <w:szCs w:val="20"/>
        </w:rPr>
        <w:t xml:space="preserve"> ; </w:t>
      </w:r>
      <w:r w:rsidR="001B73FA" w:rsidRPr="001B73FA">
        <w:rPr>
          <w:szCs w:val="20"/>
        </w:rPr>
        <w:t>j</w:t>
      </w:r>
      <w:r w:rsidRPr="00A4769E">
        <w:rPr>
          <w:szCs w:val="20"/>
        </w:rPr>
        <w:t>’</w:t>
      </w:r>
      <w:r w:rsidR="001B73FA" w:rsidRPr="001B73FA">
        <w:rPr>
          <w:szCs w:val="20"/>
        </w:rPr>
        <w:t>entends par là qu</w:t>
      </w:r>
      <w:r w:rsidRPr="00A4769E">
        <w:rPr>
          <w:szCs w:val="20"/>
        </w:rPr>
        <w:t>’</w:t>
      </w:r>
      <w:r w:rsidR="001B73FA" w:rsidRPr="001B73FA">
        <w:rPr>
          <w:szCs w:val="20"/>
        </w:rPr>
        <w:t>on ne peut pas en avoir une idée précise et qu</w:t>
      </w:r>
      <w:r w:rsidRPr="00A4769E">
        <w:rPr>
          <w:szCs w:val="20"/>
        </w:rPr>
        <w:t>’</w:t>
      </w:r>
      <w:r w:rsidR="001B73FA" w:rsidRPr="001B73FA">
        <w:rPr>
          <w:szCs w:val="20"/>
        </w:rPr>
        <w:t>elle a cet infini qui me rassure</w:t>
      </w:r>
      <w:r w:rsidRPr="00A4769E">
        <w:rPr>
          <w:szCs w:val="20"/>
        </w:rPr>
        <w:t xml:space="preserve">. </w:t>
      </w:r>
      <w:r w:rsidR="001B73FA" w:rsidRPr="001B73FA">
        <w:rPr>
          <w:szCs w:val="20"/>
        </w:rPr>
        <w:t>J</w:t>
      </w:r>
      <w:r w:rsidRPr="00A4769E">
        <w:rPr>
          <w:szCs w:val="20"/>
        </w:rPr>
        <w:t>’</w:t>
      </w:r>
      <w:r w:rsidR="001B73FA" w:rsidRPr="001B73FA">
        <w:rPr>
          <w:szCs w:val="20"/>
        </w:rPr>
        <w:t>ai fait de longues expériences à mes frais parmi les hommes</w:t>
      </w:r>
      <w:r w:rsidRPr="00A4769E">
        <w:rPr>
          <w:szCs w:val="20"/>
        </w:rPr>
        <w:t xml:space="preserve"> : </w:t>
      </w:r>
      <w:r w:rsidR="001B73FA" w:rsidRPr="001B73FA">
        <w:rPr>
          <w:szCs w:val="20"/>
        </w:rPr>
        <w:t>rien ne m</w:t>
      </w:r>
      <w:r w:rsidRPr="00A4769E">
        <w:rPr>
          <w:szCs w:val="20"/>
        </w:rPr>
        <w:t>’</w:t>
      </w:r>
      <w:r w:rsidR="001B73FA" w:rsidRPr="001B73FA">
        <w:rPr>
          <w:szCs w:val="20"/>
        </w:rPr>
        <w:t>inquiète plus qu</w:t>
      </w:r>
      <w:r w:rsidRPr="00A4769E">
        <w:rPr>
          <w:szCs w:val="20"/>
        </w:rPr>
        <w:t>’</w:t>
      </w:r>
      <w:r w:rsidR="001B73FA" w:rsidRPr="001B73FA">
        <w:rPr>
          <w:szCs w:val="20"/>
        </w:rPr>
        <w:t>une loyauté bien définie</w:t>
      </w:r>
      <w:r w:rsidRPr="00A4769E">
        <w:rPr>
          <w:szCs w:val="20"/>
        </w:rPr>
        <w:t xml:space="preserve">. </w:t>
      </w:r>
      <w:r w:rsidR="001B73FA" w:rsidRPr="001B73FA">
        <w:rPr>
          <w:szCs w:val="20"/>
        </w:rPr>
        <w:t>Je sais qu</w:t>
      </w:r>
      <w:r w:rsidRPr="00A4769E">
        <w:rPr>
          <w:szCs w:val="20"/>
        </w:rPr>
        <w:t>’</w:t>
      </w:r>
      <w:r w:rsidR="001B73FA" w:rsidRPr="001B73FA">
        <w:rPr>
          <w:szCs w:val="20"/>
        </w:rPr>
        <w:t>elle est toujours en train de faire quelques excursions en dehors de ses frontières</w:t>
      </w:r>
      <w:r w:rsidRPr="00A4769E">
        <w:rPr>
          <w:szCs w:val="20"/>
        </w:rPr>
        <w:t xml:space="preserve">. </w:t>
      </w:r>
      <w:r w:rsidR="001B73FA" w:rsidRPr="001B73FA">
        <w:rPr>
          <w:szCs w:val="20"/>
        </w:rPr>
        <w:t>C</w:t>
      </w:r>
      <w:r w:rsidRPr="00A4769E">
        <w:rPr>
          <w:szCs w:val="20"/>
        </w:rPr>
        <w:t>’</w:t>
      </w:r>
      <w:r w:rsidR="001B73FA" w:rsidRPr="001B73FA">
        <w:rPr>
          <w:szCs w:val="20"/>
        </w:rPr>
        <w:t>est pourquoi je vous parle en toute franchise</w:t>
      </w:r>
      <w:r w:rsidRPr="00A4769E">
        <w:rPr>
          <w:szCs w:val="20"/>
        </w:rPr>
        <w:t xml:space="preserve"> : </w:t>
      </w:r>
      <w:r w:rsidR="001B73FA" w:rsidRPr="001B73FA">
        <w:rPr>
          <w:szCs w:val="20"/>
        </w:rPr>
        <w:t>nous sommes ici trois êtres humains amis de la démesure à un point qui ne saurait se croire</w:t>
      </w:r>
      <w:r w:rsidRPr="00A4769E">
        <w:rPr>
          <w:szCs w:val="20"/>
        </w:rPr>
        <w:t xml:space="preserve">. </w:t>
      </w:r>
      <w:r w:rsidR="001B73FA" w:rsidRPr="001B73FA">
        <w:rPr>
          <w:szCs w:val="20"/>
        </w:rPr>
        <w:t>Des êtres superficiels</w:t>
      </w:r>
      <w:r w:rsidRPr="00A4769E">
        <w:rPr>
          <w:szCs w:val="20"/>
        </w:rPr>
        <w:t xml:space="preserve">, </w:t>
      </w:r>
      <w:r w:rsidR="001B73FA" w:rsidRPr="001B73FA">
        <w:rPr>
          <w:szCs w:val="20"/>
        </w:rPr>
        <w:t>je veux dire intelligents</w:t>
      </w:r>
      <w:r w:rsidRPr="00A4769E">
        <w:rPr>
          <w:szCs w:val="20"/>
        </w:rPr>
        <w:t xml:space="preserve">, </w:t>
      </w:r>
      <w:r w:rsidR="001B73FA" w:rsidRPr="001B73FA">
        <w:rPr>
          <w:szCs w:val="20"/>
        </w:rPr>
        <w:t>supputeraient que de notre conjonction vont surgir des actes démesurés</w:t>
      </w:r>
      <w:r w:rsidRPr="00A4769E">
        <w:rPr>
          <w:szCs w:val="20"/>
        </w:rPr>
        <w:t xml:space="preserve">. </w:t>
      </w:r>
      <w:r w:rsidR="001B73FA" w:rsidRPr="001B73FA">
        <w:rPr>
          <w:szCs w:val="20"/>
        </w:rPr>
        <w:t>Ils ne se tromperaient pas</w:t>
      </w:r>
      <w:r w:rsidRPr="00A4769E">
        <w:rPr>
          <w:szCs w:val="20"/>
        </w:rPr>
        <w:t xml:space="preserve">, </w:t>
      </w:r>
      <w:r w:rsidR="001B73FA" w:rsidRPr="001B73FA">
        <w:rPr>
          <w:szCs w:val="20"/>
        </w:rPr>
        <w:t>sauf sur le sens de ces actes</w:t>
      </w:r>
      <w:r w:rsidRPr="00A4769E">
        <w:rPr>
          <w:szCs w:val="20"/>
        </w:rPr>
        <w:t xml:space="preserve">. </w:t>
      </w:r>
      <w:r w:rsidR="001B73FA" w:rsidRPr="001B73FA">
        <w:rPr>
          <w:szCs w:val="20"/>
        </w:rPr>
        <w:t>Car</w:t>
      </w:r>
      <w:r w:rsidRPr="00A4769E">
        <w:rPr>
          <w:szCs w:val="20"/>
        </w:rPr>
        <w:t xml:space="preserve">, </w:t>
      </w:r>
      <w:r w:rsidR="001B73FA" w:rsidRPr="001B73FA">
        <w:rPr>
          <w:szCs w:val="20"/>
        </w:rPr>
        <w:t>alors qu</w:t>
      </w:r>
      <w:r w:rsidRPr="00A4769E">
        <w:rPr>
          <w:szCs w:val="20"/>
        </w:rPr>
        <w:t>’</w:t>
      </w:r>
      <w:r w:rsidR="001B73FA" w:rsidRPr="001B73FA">
        <w:rPr>
          <w:szCs w:val="20"/>
        </w:rPr>
        <w:t>ils s</w:t>
      </w:r>
      <w:r w:rsidRPr="00A4769E">
        <w:rPr>
          <w:szCs w:val="20"/>
        </w:rPr>
        <w:t>’</w:t>
      </w:r>
      <w:r w:rsidR="001B73FA" w:rsidRPr="001B73FA">
        <w:rPr>
          <w:szCs w:val="20"/>
        </w:rPr>
        <w:t>attendent à les voir s</w:t>
      </w:r>
      <w:r w:rsidRPr="00A4769E">
        <w:rPr>
          <w:szCs w:val="20"/>
        </w:rPr>
        <w:t>’</w:t>
      </w:r>
      <w:r w:rsidR="001B73FA" w:rsidRPr="001B73FA">
        <w:rPr>
          <w:szCs w:val="20"/>
        </w:rPr>
        <w:t>accomplir dans le plan de cette géométrie plane où ils ont vérifié l</w:t>
      </w:r>
      <w:r w:rsidRPr="00A4769E">
        <w:rPr>
          <w:szCs w:val="20"/>
        </w:rPr>
        <w:t>’</w:t>
      </w:r>
      <w:r w:rsidR="001B73FA" w:rsidRPr="001B73FA">
        <w:rPr>
          <w:szCs w:val="20"/>
        </w:rPr>
        <w:t>exactitude des théorèmes qu</w:t>
      </w:r>
      <w:r w:rsidRPr="00A4769E">
        <w:rPr>
          <w:szCs w:val="20"/>
        </w:rPr>
        <w:t>’</w:t>
      </w:r>
      <w:r w:rsidR="001B73FA" w:rsidRPr="001B73FA">
        <w:rPr>
          <w:szCs w:val="20"/>
        </w:rPr>
        <w:t>ils appliquent à l</w:t>
      </w:r>
      <w:r w:rsidRPr="00A4769E">
        <w:rPr>
          <w:szCs w:val="20"/>
        </w:rPr>
        <w:t>’</w:t>
      </w:r>
      <w:r w:rsidR="001B73FA" w:rsidRPr="001B73FA">
        <w:rPr>
          <w:szCs w:val="20"/>
        </w:rPr>
        <w:t>âme</w:t>
      </w:r>
      <w:r w:rsidRPr="00A4769E">
        <w:rPr>
          <w:szCs w:val="20"/>
        </w:rPr>
        <w:t xml:space="preserve">, </w:t>
      </w:r>
      <w:r w:rsidR="001B73FA" w:rsidRPr="001B73FA">
        <w:rPr>
          <w:szCs w:val="20"/>
        </w:rPr>
        <w:t>ils s</w:t>
      </w:r>
      <w:r w:rsidRPr="00A4769E">
        <w:rPr>
          <w:szCs w:val="20"/>
        </w:rPr>
        <w:t>’</w:t>
      </w:r>
      <w:r w:rsidR="001B73FA" w:rsidRPr="001B73FA">
        <w:rPr>
          <w:szCs w:val="20"/>
        </w:rPr>
        <w:t>accompliront dans un espace qui échappe non seulement à leur contrôle mais même à leur supposition</w:t>
      </w:r>
      <w:r w:rsidRPr="00A4769E">
        <w:rPr>
          <w:szCs w:val="20"/>
        </w:rPr>
        <w:t>.</w:t>
      </w:r>
    </w:p>
    <w:p w14:paraId="13E9E1D2" w14:textId="0775ED9B" w:rsidR="00462692" w:rsidRPr="00A4769E" w:rsidRDefault="00462692" w:rsidP="001B73FA">
      <w:pPr>
        <w:rPr>
          <w:szCs w:val="20"/>
        </w:rPr>
      </w:pPr>
      <w:r w:rsidRPr="00A4769E">
        <w:rPr>
          <w:szCs w:val="20"/>
        </w:rPr>
        <w:t>— </w:t>
      </w:r>
      <w:r w:rsidR="001B73FA" w:rsidRPr="001B73FA">
        <w:rPr>
          <w:szCs w:val="20"/>
        </w:rPr>
        <w:t>Cela fait plusieurs fois</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que vous parlez de cette façon</w:t>
      </w:r>
      <w:r w:rsidRPr="00A4769E">
        <w:rPr>
          <w:szCs w:val="20"/>
        </w:rPr>
        <w:t xml:space="preserve">. </w:t>
      </w:r>
      <w:r w:rsidR="001B73FA" w:rsidRPr="001B73FA">
        <w:rPr>
          <w:szCs w:val="20"/>
        </w:rPr>
        <w:t>Je n</w:t>
      </w:r>
      <w:r w:rsidRPr="00A4769E">
        <w:rPr>
          <w:szCs w:val="20"/>
        </w:rPr>
        <w:t>’</w:t>
      </w:r>
      <w:r w:rsidR="001B73FA" w:rsidRPr="001B73FA">
        <w:rPr>
          <w:szCs w:val="20"/>
        </w:rPr>
        <w:t>ai jamais compris ni le pourquoi ni le sens de vos paroles</w:t>
      </w:r>
      <w:r w:rsidRPr="00A4769E">
        <w:rPr>
          <w:szCs w:val="20"/>
        </w:rPr>
        <w:t>.</w:t>
      </w:r>
    </w:p>
    <w:p w14:paraId="0E88F25C" w14:textId="445C1DD4" w:rsidR="001B73FA" w:rsidRPr="001B73FA" w:rsidRDefault="00462692" w:rsidP="001B73FA">
      <w:pPr>
        <w:rPr>
          <w:szCs w:val="20"/>
        </w:rPr>
      </w:pPr>
      <w:r w:rsidRPr="00A4769E">
        <w:rPr>
          <w:szCs w:val="20"/>
        </w:rPr>
        <w:t>— </w:t>
      </w:r>
      <w:r w:rsidR="001B73FA" w:rsidRPr="001B73FA">
        <w:rPr>
          <w:szCs w:val="20"/>
        </w:rPr>
        <w:t>Vous ne pouvez plus clairement me confirmer dans mes raisons</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Je ne voudrais pas passer à vos yeux pour un imprudent</w:t>
      </w:r>
      <w:r w:rsidRPr="00A4769E">
        <w:rPr>
          <w:szCs w:val="20"/>
        </w:rPr>
        <w:t xml:space="preserve">. </w:t>
      </w:r>
      <w:r w:rsidR="001B73FA" w:rsidRPr="001B73FA">
        <w:rPr>
          <w:szCs w:val="20"/>
        </w:rPr>
        <w:t>Je me flatte au contraire d</w:t>
      </w:r>
      <w:r w:rsidRPr="00A4769E">
        <w:rPr>
          <w:szCs w:val="20"/>
        </w:rPr>
        <w:t>’</w:t>
      </w:r>
      <w:r w:rsidR="001B73FA" w:rsidRPr="001B73FA">
        <w:rPr>
          <w:szCs w:val="20"/>
        </w:rPr>
        <w:t>être un monstre de prudence</w:t>
      </w:r>
      <w:r w:rsidRPr="00A4769E">
        <w:rPr>
          <w:szCs w:val="20"/>
        </w:rPr>
        <w:t xml:space="preserve">. </w:t>
      </w:r>
      <w:r w:rsidR="001B73FA" w:rsidRPr="001B73FA">
        <w:rPr>
          <w:szCs w:val="20"/>
        </w:rPr>
        <w:t>Ceci même en est une de vous le déclarer</w:t>
      </w:r>
      <w:r w:rsidRPr="00A4769E">
        <w:rPr>
          <w:szCs w:val="20"/>
        </w:rPr>
        <w:t>.</w:t>
      </w:r>
      <w:r w:rsidRPr="00A4769E">
        <w:rPr>
          <w:szCs w:val="20"/>
        </w:rPr>
        <w:t> »</w:t>
      </w:r>
    </w:p>
    <w:p w14:paraId="36C66852" w14:textId="77777777" w:rsidR="00462692" w:rsidRPr="00A4769E" w:rsidRDefault="001B73FA" w:rsidP="001B73FA">
      <w:pPr>
        <w:rPr>
          <w:szCs w:val="20"/>
        </w:rPr>
      </w:pPr>
      <w:r w:rsidRPr="001B73FA">
        <w:rPr>
          <w:szCs w:val="20"/>
        </w:rPr>
        <w:t>L</w:t>
      </w:r>
      <w:r w:rsidR="00462692" w:rsidRPr="00A4769E">
        <w:rPr>
          <w:szCs w:val="20"/>
        </w:rPr>
        <w:t>’</w:t>
      </w:r>
      <w:r w:rsidRPr="001B73FA">
        <w:rPr>
          <w:szCs w:val="20"/>
        </w:rPr>
        <w:t>esprit d</w:t>
      </w:r>
      <w:r w:rsidR="00462692" w:rsidRPr="00A4769E">
        <w:rPr>
          <w:szCs w:val="20"/>
        </w:rPr>
        <w:t>’</w:t>
      </w:r>
      <w:r w:rsidRPr="001B73FA">
        <w:rPr>
          <w:szCs w:val="20"/>
        </w:rPr>
        <w:t>Angelo était très occupé par la beauté des grands arbres du parc</w:t>
      </w:r>
      <w:r w:rsidR="00462692" w:rsidRPr="00A4769E">
        <w:rPr>
          <w:szCs w:val="20"/>
        </w:rPr>
        <w:t xml:space="preserve">. </w:t>
      </w:r>
      <w:r w:rsidRPr="001B73FA">
        <w:rPr>
          <w:szCs w:val="20"/>
        </w:rPr>
        <w:t>Ils étaient célèbres</w:t>
      </w:r>
      <w:r w:rsidR="00462692" w:rsidRPr="00A4769E">
        <w:rPr>
          <w:szCs w:val="20"/>
        </w:rPr>
        <w:t xml:space="preserve">. </w:t>
      </w:r>
      <w:r w:rsidRPr="001B73FA">
        <w:rPr>
          <w:szCs w:val="20"/>
        </w:rPr>
        <w:t xml:space="preserve">Il y avait notamment une centaine de hêtres pourpres les plus admirables </w:t>
      </w:r>
      <w:r w:rsidRPr="001B73FA">
        <w:rPr>
          <w:szCs w:val="20"/>
        </w:rPr>
        <w:lastRenderedPageBreak/>
        <w:t>qu</w:t>
      </w:r>
      <w:r w:rsidR="00462692" w:rsidRPr="00A4769E">
        <w:rPr>
          <w:szCs w:val="20"/>
        </w:rPr>
        <w:t>’</w:t>
      </w:r>
      <w:r w:rsidRPr="001B73FA">
        <w:rPr>
          <w:szCs w:val="20"/>
        </w:rPr>
        <w:t>on pût imaginer</w:t>
      </w:r>
      <w:r w:rsidR="00462692" w:rsidRPr="00A4769E">
        <w:rPr>
          <w:szCs w:val="20"/>
        </w:rPr>
        <w:t xml:space="preserve">. </w:t>
      </w:r>
      <w:r w:rsidRPr="001B73FA">
        <w:rPr>
          <w:szCs w:val="20"/>
        </w:rPr>
        <w:t>Torturées par le vent d</w:t>
      </w:r>
      <w:r w:rsidR="00462692" w:rsidRPr="00A4769E">
        <w:rPr>
          <w:szCs w:val="20"/>
        </w:rPr>
        <w:t>’</w:t>
      </w:r>
      <w:r w:rsidRPr="001B73FA">
        <w:rPr>
          <w:szCs w:val="20"/>
        </w:rPr>
        <w:t>hiver</w:t>
      </w:r>
      <w:r w:rsidR="00462692" w:rsidRPr="00A4769E">
        <w:rPr>
          <w:szCs w:val="20"/>
        </w:rPr>
        <w:t xml:space="preserve">, </w:t>
      </w:r>
      <w:r w:rsidRPr="001B73FA">
        <w:rPr>
          <w:szCs w:val="20"/>
        </w:rPr>
        <w:t>les branches énormes craquaient comme des vergues</w:t>
      </w:r>
      <w:r w:rsidR="00462692" w:rsidRPr="00A4769E">
        <w:rPr>
          <w:szCs w:val="20"/>
        </w:rPr>
        <w:t xml:space="preserve">. </w:t>
      </w:r>
      <w:r w:rsidRPr="001B73FA">
        <w:rPr>
          <w:szCs w:val="20"/>
        </w:rPr>
        <w:t>Il imaginait ce qu</w:t>
      </w:r>
      <w:r w:rsidR="00462692" w:rsidRPr="00A4769E">
        <w:rPr>
          <w:szCs w:val="20"/>
        </w:rPr>
        <w:t>’</w:t>
      </w:r>
      <w:r w:rsidRPr="001B73FA">
        <w:rPr>
          <w:szCs w:val="20"/>
        </w:rPr>
        <w:t>allait être l</w:t>
      </w:r>
      <w:r w:rsidR="00462692" w:rsidRPr="00A4769E">
        <w:rPr>
          <w:szCs w:val="20"/>
        </w:rPr>
        <w:t>’</w:t>
      </w:r>
      <w:r w:rsidRPr="001B73FA">
        <w:rPr>
          <w:szCs w:val="20"/>
        </w:rPr>
        <w:t>installation du printemps dans ces échafaudages monstrueux</w:t>
      </w:r>
      <w:r w:rsidR="00462692" w:rsidRPr="00A4769E">
        <w:rPr>
          <w:szCs w:val="20"/>
        </w:rPr>
        <w:t>.</w:t>
      </w:r>
    </w:p>
    <w:p w14:paraId="749CF4C4" w14:textId="77777777" w:rsidR="00DB1352" w:rsidRDefault="00462692" w:rsidP="001B73FA">
      <w:pPr>
        <w:rPr>
          <w:szCs w:val="20"/>
        </w:rPr>
      </w:pPr>
      <w:r w:rsidRPr="00A4769E">
        <w:rPr>
          <w:szCs w:val="20"/>
        </w:rPr>
        <w:t>« </w:t>
      </w:r>
      <w:r w:rsidR="001B73FA" w:rsidRPr="001B73FA">
        <w:rPr>
          <w:szCs w:val="20"/>
        </w:rPr>
        <w:t>Pour la première fois</w:t>
      </w:r>
      <w:r w:rsidRPr="00A4769E">
        <w:rPr>
          <w:szCs w:val="20"/>
        </w:rPr>
        <w:t xml:space="preserve">, </w:t>
      </w:r>
      <w:r w:rsidR="001B73FA" w:rsidRPr="001B73FA">
        <w:rPr>
          <w:szCs w:val="20"/>
        </w:rPr>
        <w:t>se disait-il</w:t>
      </w:r>
      <w:r w:rsidRPr="00A4769E">
        <w:rPr>
          <w:szCs w:val="20"/>
        </w:rPr>
        <w:t xml:space="preserve">, </w:t>
      </w:r>
      <w:r w:rsidR="001B73FA" w:rsidRPr="001B73FA">
        <w:rPr>
          <w:szCs w:val="20"/>
        </w:rPr>
        <w:t>je pense à une saison qui va venir</w:t>
      </w:r>
      <w:r w:rsidRPr="00A4769E">
        <w:rPr>
          <w:szCs w:val="20"/>
        </w:rPr>
        <w:t xml:space="preserve">, </w:t>
      </w:r>
      <w:r w:rsidR="001B73FA" w:rsidRPr="001B73FA">
        <w:rPr>
          <w:szCs w:val="20"/>
        </w:rPr>
        <w:t>au lieu de perdre mon temps à combiner des façons d</w:t>
      </w:r>
      <w:r w:rsidRPr="00A4769E">
        <w:rPr>
          <w:szCs w:val="20"/>
        </w:rPr>
        <w:t>’</w:t>
      </w:r>
      <w:r w:rsidR="001B73FA" w:rsidRPr="001B73FA">
        <w:rPr>
          <w:szCs w:val="20"/>
        </w:rPr>
        <w:t>agir pour vivre en paix avec mes contemporains</w:t>
      </w:r>
      <w:r w:rsidRPr="00A4769E">
        <w:rPr>
          <w:szCs w:val="20"/>
        </w:rPr>
        <w:t xml:space="preserve">. </w:t>
      </w:r>
      <w:r w:rsidR="001B73FA" w:rsidRPr="001B73FA">
        <w:rPr>
          <w:szCs w:val="20"/>
        </w:rPr>
        <w:t>Je n</w:t>
      </w:r>
      <w:r w:rsidRPr="00A4769E">
        <w:rPr>
          <w:szCs w:val="20"/>
        </w:rPr>
        <w:t>’</w:t>
      </w:r>
      <w:r w:rsidR="001B73FA" w:rsidRPr="001B73FA">
        <w:rPr>
          <w:szCs w:val="20"/>
        </w:rPr>
        <w:t>ai jamais eu une telle tranquillité d</w:t>
      </w:r>
      <w:r w:rsidRPr="00A4769E">
        <w:rPr>
          <w:szCs w:val="20"/>
        </w:rPr>
        <w:t>’</w:t>
      </w:r>
      <w:r w:rsidR="001B73FA" w:rsidRPr="001B73FA">
        <w:rPr>
          <w:szCs w:val="20"/>
        </w:rPr>
        <w:t>esprit</w:t>
      </w:r>
      <w:r w:rsidRPr="00A4769E">
        <w:rPr>
          <w:szCs w:val="20"/>
        </w:rPr>
        <w:t xml:space="preserve">. </w:t>
      </w:r>
      <w:r w:rsidR="001B73FA" w:rsidRPr="001B73FA">
        <w:rPr>
          <w:szCs w:val="20"/>
        </w:rPr>
        <w:t>C</w:t>
      </w:r>
      <w:r w:rsidRPr="00A4769E">
        <w:rPr>
          <w:szCs w:val="20"/>
        </w:rPr>
        <w:t>’</w:t>
      </w:r>
      <w:r w:rsidR="001B73FA" w:rsidRPr="001B73FA">
        <w:rPr>
          <w:szCs w:val="20"/>
        </w:rPr>
        <w:t>est cela vivre</w:t>
      </w:r>
      <w:r w:rsidRPr="00A4769E">
        <w:rPr>
          <w:szCs w:val="20"/>
        </w:rPr>
        <w:t xml:space="preserve">. </w:t>
      </w:r>
      <w:r w:rsidR="001B73FA" w:rsidRPr="001B73FA">
        <w:rPr>
          <w:szCs w:val="20"/>
        </w:rPr>
        <w:t>Les manières d</w:t>
      </w:r>
      <w:r w:rsidRPr="00A4769E">
        <w:rPr>
          <w:szCs w:val="20"/>
        </w:rPr>
        <w:t>’</w:t>
      </w:r>
      <w:r w:rsidR="001B73FA" w:rsidRPr="001B73FA">
        <w:rPr>
          <w:szCs w:val="20"/>
        </w:rPr>
        <w:t>être de l</w:t>
      </w:r>
      <w:r w:rsidRPr="00A4769E">
        <w:rPr>
          <w:szCs w:val="20"/>
        </w:rPr>
        <w:t>’</w:t>
      </w:r>
      <w:r w:rsidR="001B73FA" w:rsidRPr="001B73FA">
        <w:rPr>
          <w:szCs w:val="20"/>
        </w:rPr>
        <w:t>homme et de la femme dont j</w:t>
      </w:r>
      <w:r w:rsidRPr="00A4769E">
        <w:rPr>
          <w:szCs w:val="20"/>
        </w:rPr>
        <w:t>’</w:t>
      </w:r>
      <w:r w:rsidR="001B73FA" w:rsidRPr="001B73FA">
        <w:rPr>
          <w:szCs w:val="20"/>
        </w:rPr>
        <w:t>ai ici compagnie m</w:t>
      </w:r>
      <w:r w:rsidRPr="00A4769E">
        <w:rPr>
          <w:szCs w:val="20"/>
        </w:rPr>
        <w:t>’</w:t>
      </w:r>
      <w:r w:rsidR="001B73FA" w:rsidRPr="001B73FA">
        <w:rPr>
          <w:szCs w:val="20"/>
        </w:rPr>
        <w:t>enchantent</w:t>
      </w:r>
      <w:r w:rsidRPr="00A4769E">
        <w:rPr>
          <w:szCs w:val="20"/>
        </w:rPr>
        <w:t xml:space="preserve"> ; </w:t>
      </w:r>
      <w:r w:rsidR="001B73FA" w:rsidRPr="001B73FA">
        <w:rPr>
          <w:szCs w:val="20"/>
        </w:rPr>
        <w:t>car elles ne me discutent pas</w:t>
      </w:r>
      <w:r w:rsidRPr="00A4769E">
        <w:rPr>
          <w:szCs w:val="20"/>
        </w:rPr>
        <w:t xml:space="preserve">, </w:t>
      </w:r>
      <w:r w:rsidR="001B73FA" w:rsidRPr="001B73FA">
        <w:rPr>
          <w:szCs w:val="20"/>
        </w:rPr>
        <w:t>elles me persuadent au contraire de plus en plus que j</w:t>
      </w:r>
      <w:r w:rsidRPr="00A4769E">
        <w:rPr>
          <w:szCs w:val="20"/>
        </w:rPr>
        <w:t>’</w:t>
      </w:r>
      <w:r w:rsidR="001B73FA" w:rsidRPr="001B73FA">
        <w:rPr>
          <w:szCs w:val="20"/>
        </w:rPr>
        <w:t>ai raison d</w:t>
      </w:r>
      <w:r w:rsidRPr="00A4769E">
        <w:rPr>
          <w:szCs w:val="20"/>
        </w:rPr>
        <w:t>’</w:t>
      </w:r>
      <w:r w:rsidR="001B73FA" w:rsidRPr="001B73FA">
        <w:rPr>
          <w:szCs w:val="20"/>
        </w:rPr>
        <w:t>être comme je suis</w:t>
      </w:r>
      <w:r w:rsidRPr="00A4769E">
        <w:rPr>
          <w:szCs w:val="20"/>
        </w:rPr>
        <w:t xml:space="preserve">. </w:t>
      </w:r>
      <w:r w:rsidR="001B73FA" w:rsidRPr="001B73FA">
        <w:rPr>
          <w:szCs w:val="20"/>
        </w:rPr>
        <w:t>Si j</w:t>
      </w:r>
      <w:r w:rsidRPr="00A4769E">
        <w:rPr>
          <w:szCs w:val="20"/>
        </w:rPr>
        <w:t>’</w:t>
      </w:r>
      <w:r w:rsidR="001B73FA" w:rsidRPr="001B73FA">
        <w:rPr>
          <w:szCs w:val="20"/>
        </w:rPr>
        <w:t>avais eu une s</w:t>
      </w:r>
      <w:r w:rsidRPr="00A4769E">
        <w:rPr>
          <w:szCs w:val="20"/>
        </w:rPr>
        <w:t>œ</w:t>
      </w:r>
      <w:r w:rsidR="001B73FA" w:rsidRPr="001B73FA">
        <w:rPr>
          <w:szCs w:val="20"/>
        </w:rPr>
        <w:t>ur</w:t>
      </w:r>
      <w:r w:rsidRPr="00A4769E">
        <w:rPr>
          <w:szCs w:val="20"/>
        </w:rPr>
        <w:t xml:space="preserve">, </w:t>
      </w:r>
      <w:r w:rsidR="001B73FA" w:rsidRPr="001B73FA">
        <w:rPr>
          <w:szCs w:val="20"/>
        </w:rPr>
        <w:t>j</w:t>
      </w:r>
      <w:r w:rsidRPr="00A4769E">
        <w:rPr>
          <w:szCs w:val="20"/>
        </w:rPr>
        <w:t>’</w:t>
      </w:r>
      <w:r w:rsidR="001B73FA" w:rsidRPr="001B73FA">
        <w:rPr>
          <w:szCs w:val="20"/>
        </w:rPr>
        <w:t>aurais aimé qu</w:t>
      </w:r>
      <w:r w:rsidRPr="00A4769E">
        <w:rPr>
          <w:szCs w:val="20"/>
        </w:rPr>
        <w:t>’</w:t>
      </w:r>
      <w:r w:rsidR="001B73FA" w:rsidRPr="001B73FA">
        <w:rPr>
          <w:szCs w:val="20"/>
        </w:rPr>
        <w:t>elle soit semblable à cette Pauline qui a les cheveux si noirs et la peau si blanche</w:t>
      </w:r>
      <w:r w:rsidRPr="00A4769E">
        <w:rPr>
          <w:szCs w:val="20"/>
        </w:rPr>
        <w:t xml:space="preserve">. </w:t>
      </w:r>
      <w:r w:rsidR="001B73FA" w:rsidRPr="001B73FA">
        <w:rPr>
          <w:szCs w:val="20"/>
        </w:rPr>
        <w:t>Mais</w:t>
      </w:r>
      <w:r w:rsidRPr="00A4769E">
        <w:rPr>
          <w:szCs w:val="20"/>
        </w:rPr>
        <w:t xml:space="preserve">, </w:t>
      </w:r>
      <w:r w:rsidR="001B73FA" w:rsidRPr="001B73FA">
        <w:rPr>
          <w:szCs w:val="20"/>
        </w:rPr>
        <w:t>si ma mère avait eu une fille</w:t>
      </w:r>
      <w:r w:rsidRPr="00A4769E">
        <w:rPr>
          <w:szCs w:val="20"/>
        </w:rPr>
        <w:t xml:space="preserve">, </w:t>
      </w:r>
      <w:r w:rsidR="001B73FA" w:rsidRPr="001B73FA">
        <w:rPr>
          <w:szCs w:val="20"/>
        </w:rPr>
        <w:t>que n</w:t>
      </w:r>
      <w:r w:rsidRPr="00A4769E">
        <w:rPr>
          <w:szCs w:val="20"/>
        </w:rPr>
        <w:t>’</w:t>
      </w:r>
      <w:r w:rsidR="001B73FA" w:rsidRPr="001B73FA">
        <w:rPr>
          <w:szCs w:val="20"/>
        </w:rPr>
        <w:t>aurait-elle pas réussi à faire avec elle</w:t>
      </w:r>
      <w:r w:rsidRPr="00A4769E">
        <w:rPr>
          <w:szCs w:val="20"/>
        </w:rPr>
        <w:t xml:space="preserve"> ! </w:t>
      </w:r>
      <w:r w:rsidR="001B73FA" w:rsidRPr="001B73FA">
        <w:rPr>
          <w:szCs w:val="20"/>
        </w:rPr>
        <w:t>Pendant toute ma jeunesse</w:t>
      </w:r>
      <w:r w:rsidRPr="00A4769E">
        <w:rPr>
          <w:szCs w:val="20"/>
        </w:rPr>
        <w:t xml:space="preserve">, </w:t>
      </w:r>
      <w:r w:rsidR="001B73FA" w:rsidRPr="001B73FA">
        <w:rPr>
          <w:szCs w:val="20"/>
        </w:rPr>
        <w:t>j</w:t>
      </w:r>
      <w:r w:rsidRPr="00A4769E">
        <w:rPr>
          <w:szCs w:val="20"/>
        </w:rPr>
        <w:t>’</w:t>
      </w:r>
      <w:r w:rsidR="001B73FA" w:rsidRPr="001B73FA">
        <w:rPr>
          <w:szCs w:val="20"/>
        </w:rPr>
        <w:t>ai eu envie d</w:t>
      </w:r>
      <w:r w:rsidRPr="00A4769E">
        <w:rPr>
          <w:szCs w:val="20"/>
        </w:rPr>
        <w:t>’</w:t>
      </w:r>
      <w:r w:rsidR="001B73FA" w:rsidRPr="001B73FA">
        <w:rPr>
          <w:szCs w:val="20"/>
        </w:rPr>
        <w:t>une s</w:t>
      </w:r>
      <w:r w:rsidRPr="00A4769E">
        <w:rPr>
          <w:szCs w:val="20"/>
        </w:rPr>
        <w:t>œ</w:t>
      </w:r>
      <w:r w:rsidR="001B73FA" w:rsidRPr="001B73FA">
        <w:rPr>
          <w:szCs w:val="20"/>
        </w:rPr>
        <w:t>ur</w:t>
      </w:r>
      <w:r w:rsidRPr="00A4769E">
        <w:rPr>
          <w:szCs w:val="20"/>
        </w:rPr>
        <w:t xml:space="preserve">. </w:t>
      </w:r>
      <w:r w:rsidR="001B73FA" w:rsidRPr="001B73FA">
        <w:rPr>
          <w:szCs w:val="20"/>
        </w:rPr>
        <w:t>Il est probable que si je l</w:t>
      </w:r>
      <w:r w:rsidRPr="00A4769E">
        <w:rPr>
          <w:szCs w:val="20"/>
        </w:rPr>
        <w:t>’</w:t>
      </w:r>
      <w:r w:rsidR="001B73FA" w:rsidRPr="001B73FA">
        <w:rPr>
          <w:szCs w:val="20"/>
        </w:rPr>
        <w:t>avais eue</w:t>
      </w:r>
      <w:r w:rsidRPr="00A4769E">
        <w:rPr>
          <w:szCs w:val="20"/>
        </w:rPr>
        <w:t xml:space="preserve">, </w:t>
      </w:r>
      <w:r w:rsidR="001B73FA" w:rsidRPr="001B73FA">
        <w:rPr>
          <w:szCs w:val="20"/>
        </w:rPr>
        <w:t>je ne me serais pas précipité avec tant de turbulence sur la poitrine de la Thérésa pour cacher ma tête entre ses gros seins</w:t>
      </w:r>
      <w:r w:rsidRPr="00A4769E">
        <w:rPr>
          <w:szCs w:val="20"/>
        </w:rPr>
        <w:t xml:space="preserve"> ; </w:t>
      </w:r>
      <w:r w:rsidR="001B73FA" w:rsidRPr="001B73FA">
        <w:rPr>
          <w:szCs w:val="20"/>
        </w:rPr>
        <w:t>de mon âge ou même plus jeune que moi</w:t>
      </w:r>
      <w:r w:rsidRPr="00A4769E">
        <w:rPr>
          <w:szCs w:val="20"/>
        </w:rPr>
        <w:t xml:space="preserve">, </w:t>
      </w:r>
      <w:r w:rsidR="001B73FA" w:rsidRPr="001B73FA">
        <w:rPr>
          <w:szCs w:val="20"/>
        </w:rPr>
        <w:t>sa présence aurait suffi à me donner tous les bonheurs et tous les courages</w:t>
      </w:r>
      <w:r w:rsidRPr="00A4769E">
        <w:rPr>
          <w:szCs w:val="20"/>
        </w:rPr>
        <w:t xml:space="preserve">. </w:t>
      </w:r>
      <w:r w:rsidR="001B73FA" w:rsidRPr="001B73FA">
        <w:rPr>
          <w:szCs w:val="20"/>
        </w:rPr>
        <w:t>Les couloirs du palais Pardi ne sont pas gais en cette saison</w:t>
      </w:r>
      <w:r w:rsidRPr="00A4769E">
        <w:rPr>
          <w:szCs w:val="20"/>
        </w:rPr>
        <w:t xml:space="preserve">, </w:t>
      </w:r>
      <w:r w:rsidR="001B73FA" w:rsidRPr="001B73FA">
        <w:rPr>
          <w:szCs w:val="20"/>
        </w:rPr>
        <w:t>quand souffle le vent des Alpes</w:t>
      </w:r>
      <w:r w:rsidRPr="00A4769E">
        <w:rPr>
          <w:szCs w:val="20"/>
        </w:rPr>
        <w:t xml:space="preserve">, </w:t>
      </w:r>
      <w:r w:rsidR="001B73FA" w:rsidRPr="001B73FA">
        <w:rPr>
          <w:szCs w:val="20"/>
        </w:rPr>
        <w:t>et l</w:t>
      </w:r>
      <w:r w:rsidRPr="00A4769E">
        <w:rPr>
          <w:szCs w:val="20"/>
        </w:rPr>
        <w:t>’</w:t>
      </w:r>
      <w:r w:rsidR="001B73FA" w:rsidRPr="001B73FA">
        <w:rPr>
          <w:szCs w:val="20"/>
        </w:rPr>
        <w:t>on voit les choses très profondément quand on a quatre ans</w:t>
      </w:r>
      <w:r w:rsidRPr="00A4769E">
        <w:rPr>
          <w:szCs w:val="20"/>
        </w:rPr>
        <w:t xml:space="preserve"> ; </w:t>
      </w:r>
      <w:r w:rsidR="001B73FA" w:rsidRPr="001B73FA">
        <w:rPr>
          <w:szCs w:val="20"/>
        </w:rPr>
        <w:t>il est tout naturel qu</w:t>
      </w:r>
      <w:r w:rsidRPr="00A4769E">
        <w:rPr>
          <w:szCs w:val="20"/>
        </w:rPr>
        <w:t>’</w:t>
      </w:r>
      <w:r w:rsidR="001B73FA" w:rsidRPr="001B73FA">
        <w:rPr>
          <w:szCs w:val="20"/>
        </w:rPr>
        <w:t>après avoir vu le ciel bleu trembler au fond des fenêtres percées dans des murs de deux mètres d</w:t>
      </w:r>
      <w:r w:rsidRPr="00A4769E">
        <w:rPr>
          <w:szCs w:val="20"/>
        </w:rPr>
        <w:t>’</w:t>
      </w:r>
      <w:r w:rsidR="001B73FA" w:rsidRPr="001B73FA">
        <w:rPr>
          <w:szCs w:val="20"/>
        </w:rPr>
        <w:t>épaisseur</w:t>
      </w:r>
      <w:r w:rsidRPr="00A4769E">
        <w:rPr>
          <w:szCs w:val="20"/>
        </w:rPr>
        <w:t xml:space="preserve">, </w:t>
      </w:r>
      <w:r w:rsidR="001B73FA" w:rsidRPr="001B73FA">
        <w:rPr>
          <w:szCs w:val="20"/>
        </w:rPr>
        <w:t>je sois allé me frotter le museau contre les seins chauds de ma nourrice</w:t>
      </w:r>
      <w:r w:rsidRPr="00A4769E">
        <w:rPr>
          <w:szCs w:val="20"/>
        </w:rPr>
        <w:t xml:space="preserve">. </w:t>
      </w:r>
      <w:r w:rsidR="001B73FA" w:rsidRPr="001B73FA">
        <w:rPr>
          <w:szCs w:val="20"/>
        </w:rPr>
        <w:t>Voilà pourquoi</w:t>
      </w:r>
      <w:r w:rsidRPr="00A4769E">
        <w:rPr>
          <w:szCs w:val="20"/>
        </w:rPr>
        <w:t xml:space="preserve">, </w:t>
      </w:r>
      <w:r w:rsidR="001B73FA" w:rsidRPr="001B73FA">
        <w:rPr>
          <w:szCs w:val="20"/>
        </w:rPr>
        <w:t>maintenant</w:t>
      </w:r>
      <w:r w:rsidRPr="00A4769E">
        <w:rPr>
          <w:szCs w:val="20"/>
        </w:rPr>
        <w:t xml:space="preserve">, </w:t>
      </w:r>
      <w:r w:rsidR="001B73FA" w:rsidRPr="001B73FA">
        <w:rPr>
          <w:szCs w:val="20"/>
        </w:rPr>
        <w:t>la vieille Thérésa m</w:t>
      </w:r>
      <w:r w:rsidRPr="00A4769E">
        <w:rPr>
          <w:szCs w:val="20"/>
        </w:rPr>
        <w:t>’</w:t>
      </w:r>
      <w:r w:rsidR="001B73FA" w:rsidRPr="001B73FA">
        <w:rPr>
          <w:szCs w:val="20"/>
        </w:rPr>
        <w:t>envoie ces cinquante baïoques que je regarde presque chaque soir avant de m</w:t>
      </w:r>
      <w:r w:rsidRPr="00A4769E">
        <w:rPr>
          <w:szCs w:val="20"/>
        </w:rPr>
        <w:t>’</w:t>
      </w:r>
      <w:r w:rsidR="001B73FA" w:rsidRPr="001B73FA">
        <w:rPr>
          <w:szCs w:val="20"/>
        </w:rPr>
        <w:t>endormir et qui m</w:t>
      </w:r>
      <w:r w:rsidRPr="00A4769E">
        <w:rPr>
          <w:szCs w:val="20"/>
        </w:rPr>
        <w:t>’</w:t>
      </w:r>
      <w:r w:rsidR="001B73FA" w:rsidRPr="001B73FA">
        <w:rPr>
          <w:szCs w:val="20"/>
        </w:rPr>
        <w:t>attendrissent</w:t>
      </w:r>
      <w:r w:rsidRPr="00A4769E">
        <w:rPr>
          <w:szCs w:val="20"/>
        </w:rPr>
        <w:t>.</w:t>
      </w:r>
      <w:r w:rsidRPr="00A4769E">
        <w:rPr>
          <w:szCs w:val="20"/>
        </w:rPr>
        <w:t> »</w:t>
      </w:r>
    </w:p>
    <w:p w14:paraId="44670162" w14:textId="016777F1" w:rsidR="00462692" w:rsidRPr="00A4769E" w:rsidRDefault="001B73FA" w:rsidP="001B73FA">
      <w:pPr>
        <w:rPr>
          <w:szCs w:val="20"/>
        </w:rPr>
      </w:pPr>
      <w:r w:rsidRPr="001B73FA">
        <w:rPr>
          <w:szCs w:val="20"/>
        </w:rPr>
        <w:t>Un matin</w:t>
      </w:r>
      <w:r w:rsidR="00462692" w:rsidRPr="00A4769E">
        <w:rPr>
          <w:szCs w:val="20"/>
        </w:rPr>
        <w:t xml:space="preserve">, </w:t>
      </w:r>
      <w:r w:rsidRPr="001B73FA">
        <w:rPr>
          <w:szCs w:val="20"/>
        </w:rPr>
        <w:t xml:space="preserve">la femme de chambre de </w:t>
      </w:r>
      <w:r w:rsidR="00462692" w:rsidRPr="00A4769E">
        <w:rPr>
          <w:szCs w:val="20"/>
        </w:rPr>
        <w:t>M</w:t>
      </w:r>
      <w:r w:rsidR="00462692" w:rsidRPr="00A4769E">
        <w:rPr>
          <w:szCs w:val="20"/>
          <w:vertAlign w:val="superscript"/>
        </w:rPr>
        <w:t>me</w:t>
      </w:r>
      <w:r w:rsidR="00462692" w:rsidRPr="00A4769E">
        <w:rPr>
          <w:szCs w:val="20"/>
        </w:rPr>
        <w:t> </w:t>
      </w:r>
      <w:r w:rsidRPr="001B73FA">
        <w:rPr>
          <w:szCs w:val="20"/>
        </w:rPr>
        <w:t>la Marquise traversa la pelouse en courant</w:t>
      </w:r>
      <w:r w:rsidR="00462692" w:rsidRPr="00A4769E">
        <w:rPr>
          <w:szCs w:val="20"/>
        </w:rPr>
        <w:t xml:space="preserve">, </w:t>
      </w:r>
      <w:r w:rsidRPr="001B73FA">
        <w:rPr>
          <w:szCs w:val="20"/>
        </w:rPr>
        <w:t xml:space="preserve">courut à travers le petit bois </w:t>
      </w:r>
      <w:r w:rsidRPr="001B73FA">
        <w:rPr>
          <w:szCs w:val="20"/>
        </w:rPr>
        <w:lastRenderedPageBreak/>
        <w:t>de bouleaux</w:t>
      </w:r>
      <w:r w:rsidR="00462692" w:rsidRPr="00A4769E">
        <w:rPr>
          <w:szCs w:val="20"/>
        </w:rPr>
        <w:t xml:space="preserve">, </w:t>
      </w:r>
      <w:r w:rsidRPr="001B73FA">
        <w:rPr>
          <w:szCs w:val="20"/>
        </w:rPr>
        <w:t>sauta le ruisseau et vint frapper à la porte du pavillon</w:t>
      </w:r>
      <w:r w:rsidR="00462692" w:rsidRPr="00A4769E">
        <w:rPr>
          <w:szCs w:val="20"/>
        </w:rPr>
        <w:t>. M</w:t>
      </w:r>
      <w:r w:rsidR="00462692" w:rsidRPr="00A4769E">
        <w:rPr>
          <w:szCs w:val="20"/>
          <w:vertAlign w:val="superscript"/>
        </w:rPr>
        <w:t>me</w:t>
      </w:r>
      <w:r w:rsidR="00462692" w:rsidRPr="00A4769E">
        <w:rPr>
          <w:szCs w:val="20"/>
        </w:rPr>
        <w:t> </w:t>
      </w:r>
      <w:r w:rsidRPr="001B73FA">
        <w:rPr>
          <w:szCs w:val="20"/>
        </w:rPr>
        <w:t>la Marquise priait Monsieur de venir sur-le-champ</w:t>
      </w:r>
      <w:r w:rsidR="00462692" w:rsidRPr="00A4769E">
        <w:rPr>
          <w:szCs w:val="20"/>
        </w:rPr>
        <w:t xml:space="preserve">, </w:t>
      </w:r>
      <w:r w:rsidRPr="001B73FA">
        <w:rPr>
          <w:szCs w:val="20"/>
        </w:rPr>
        <w:t>s</w:t>
      </w:r>
      <w:r w:rsidR="00462692" w:rsidRPr="00A4769E">
        <w:rPr>
          <w:szCs w:val="20"/>
        </w:rPr>
        <w:t>’</w:t>
      </w:r>
      <w:r w:rsidRPr="001B73FA">
        <w:rPr>
          <w:szCs w:val="20"/>
        </w:rPr>
        <w:t>il n</w:t>
      </w:r>
      <w:r w:rsidR="00462692" w:rsidRPr="00A4769E">
        <w:rPr>
          <w:szCs w:val="20"/>
        </w:rPr>
        <w:t>’</w:t>
      </w:r>
      <w:r w:rsidRPr="001B73FA">
        <w:rPr>
          <w:szCs w:val="20"/>
        </w:rPr>
        <w:t>avait pas mieux à faire</w:t>
      </w:r>
      <w:r w:rsidR="00462692" w:rsidRPr="00A4769E">
        <w:rPr>
          <w:szCs w:val="20"/>
        </w:rPr>
        <w:t xml:space="preserve">. </w:t>
      </w:r>
      <w:r w:rsidRPr="001B73FA">
        <w:rPr>
          <w:szCs w:val="20"/>
        </w:rPr>
        <w:t>Angelo</w:t>
      </w:r>
      <w:r w:rsidR="00462692" w:rsidRPr="00A4769E">
        <w:rPr>
          <w:szCs w:val="20"/>
        </w:rPr>
        <w:t xml:space="preserve">, </w:t>
      </w:r>
      <w:r w:rsidRPr="001B73FA">
        <w:rPr>
          <w:szCs w:val="20"/>
        </w:rPr>
        <w:t>qui venait de se raser</w:t>
      </w:r>
      <w:r w:rsidR="00462692" w:rsidRPr="00A4769E">
        <w:rPr>
          <w:szCs w:val="20"/>
        </w:rPr>
        <w:t xml:space="preserve">, </w:t>
      </w:r>
      <w:r w:rsidRPr="001B73FA">
        <w:rPr>
          <w:szCs w:val="20"/>
        </w:rPr>
        <w:t>passa le dos de sa main sur ses joues</w:t>
      </w:r>
      <w:r w:rsidR="00462692" w:rsidRPr="00A4769E">
        <w:rPr>
          <w:szCs w:val="20"/>
        </w:rPr>
        <w:t xml:space="preserve">, </w:t>
      </w:r>
      <w:r w:rsidRPr="001B73FA">
        <w:rPr>
          <w:szCs w:val="20"/>
        </w:rPr>
        <w:t>reprit le rasoir et gratta encore un peu aux coins de la bouche et autour du menton</w:t>
      </w:r>
      <w:r w:rsidR="00462692" w:rsidRPr="00A4769E">
        <w:rPr>
          <w:szCs w:val="20"/>
        </w:rPr>
        <w:t xml:space="preserve">. </w:t>
      </w:r>
      <w:r w:rsidRPr="001B73FA">
        <w:rPr>
          <w:szCs w:val="20"/>
        </w:rPr>
        <w:t>Avant d</w:t>
      </w:r>
      <w:r w:rsidR="00462692" w:rsidRPr="00A4769E">
        <w:rPr>
          <w:szCs w:val="20"/>
        </w:rPr>
        <w:t>’</w:t>
      </w:r>
      <w:r w:rsidRPr="001B73FA">
        <w:rPr>
          <w:szCs w:val="20"/>
        </w:rPr>
        <w:t>entrer chez Pauline</w:t>
      </w:r>
      <w:r w:rsidR="00462692" w:rsidRPr="00A4769E">
        <w:rPr>
          <w:szCs w:val="20"/>
        </w:rPr>
        <w:t xml:space="preserve">, </w:t>
      </w:r>
      <w:r w:rsidRPr="001B73FA">
        <w:rPr>
          <w:szCs w:val="20"/>
        </w:rPr>
        <w:t>il regarda ses bottes</w:t>
      </w:r>
      <w:r w:rsidR="00462692" w:rsidRPr="00A4769E">
        <w:rPr>
          <w:szCs w:val="20"/>
        </w:rPr>
        <w:t xml:space="preserve"> : </w:t>
      </w:r>
      <w:r w:rsidRPr="001B73FA">
        <w:rPr>
          <w:szCs w:val="20"/>
        </w:rPr>
        <w:t>elles étaient très bien</w:t>
      </w:r>
      <w:r w:rsidR="00462692" w:rsidRPr="00A4769E">
        <w:rPr>
          <w:szCs w:val="20"/>
        </w:rPr>
        <w:t xml:space="preserve">. </w:t>
      </w:r>
      <w:r w:rsidRPr="001B73FA">
        <w:rPr>
          <w:szCs w:val="20"/>
        </w:rPr>
        <w:t>Pauline avait l</w:t>
      </w:r>
      <w:r w:rsidR="00462692" w:rsidRPr="00A4769E">
        <w:rPr>
          <w:szCs w:val="20"/>
        </w:rPr>
        <w:t>’</w:t>
      </w:r>
      <w:r w:rsidRPr="001B73FA">
        <w:rPr>
          <w:szCs w:val="20"/>
        </w:rPr>
        <w:t>air effaré</w:t>
      </w:r>
      <w:r w:rsidR="00462692" w:rsidRPr="00A4769E">
        <w:rPr>
          <w:szCs w:val="20"/>
        </w:rPr>
        <w:t xml:space="preserve">. </w:t>
      </w:r>
      <w:r w:rsidRPr="001B73FA">
        <w:rPr>
          <w:szCs w:val="20"/>
        </w:rPr>
        <w:t>Elle fut extrêmement aimable</w:t>
      </w:r>
      <w:r w:rsidR="00462692" w:rsidRPr="00A4769E">
        <w:rPr>
          <w:szCs w:val="20"/>
        </w:rPr>
        <w:t xml:space="preserve">. </w:t>
      </w:r>
      <w:r w:rsidRPr="001B73FA">
        <w:rPr>
          <w:szCs w:val="20"/>
        </w:rPr>
        <w:t>On sentait qu</w:t>
      </w:r>
      <w:r w:rsidR="00462692" w:rsidRPr="00A4769E">
        <w:rPr>
          <w:szCs w:val="20"/>
        </w:rPr>
        <w:t>’</w:t>
      </w:r>
      <w:r w:rsidRPr="001B73FA">
        <w:rPr>
          <w:szCs w:val="20"/>
        </w:rPr>
        <w:t>elle se forçait</w:t>
      </w:r>
      <w:r w:rsidR="00462692" w:rsidRPr="00A4769E">
        <w:rPr>
          <w:szCs w:val="20"/>
        </w:rPr>
        <w:t xml:space="preserve">. </w:t>
      </w:r>
      <w:r w:rsidRPr="001B73FA">
        <w:rPr>
          <w:szCs w:val="20"/>
        </w:rPr>
        <w:t>Elle débarrassa le fauteuil près d</w:t>
      </w:r>
      <w:r w:rsidR="00462692" w:rsidRPr="00A4769E">
        <w:rPr>
          <w:szCs w:val="20"/>
        </w:rPr>
        <w:t>’</w:t>
      </w:r>
      <w:r w:rsidRPr="001B73FA">
        <w:rPr>
          <w:szCs w:val="20"/>
        </w:rPr>
        <w:t>elle</w:t>
      </w:r>
      <w:r w:rsidR="00462692" w:rsidRPr="00A4769E">
        <w:rPr>
          <w:szCs w:val="20"/>
        </w:rPr>
        <w:t xml:space="preserve">, </w:t>
      </w:r>
      <w:r w:rsidRPr="001B73FA">
        <w:rPr>
          <w:szCs w:val="20"/>
        </w:rPr>
        <w:t>puis la chaise longue</w:t>
      </w:r>
      <w:r w:rsidR="00462692" w:rsidRPr="00A4769E">
        <w:rPr>
          <w:szCs w:val="20"/>
        </w:rPr>
        <w:t xml:space="preserve">, </w:t>
      </w:r>
      <w:r w:rsidRPr="001B73FA">
        <w:rPr>
          <w:szCs w:val="20"/>
        </w:rPr>
        <w:t>puis le pouf</w:t>
      </w:r>
      <w:r w:rsidR="00462692" w:rsidRPr="00A4769E">
        <w:rPr>
          <w:szCs w:val="20"/>
        </w:rPr>
        <w:t xml:space="preserve"> ; </w:t>
      </w:r>
      <w:r w:rsidRPr="001B73FA">
        <w:rPr>
          <w:szCs w:val="20"/>
        </w:rPr>
        <w:t>elle avait les mains pleines d</w:t>
      </w:r>
      <w:r w:rsidR="00462692" w:rsidRPr="00A4769E">
        <w:rPr>
          <w:szCs w:val="20"/>
        </w:rPr>
        <w:t>’</w:t>
      </w:r>
      <w:r w:rsidRPr="001B73FA">
        <w:rPr>
          <w:szCs w:val="20"/>
        </w:rPr>
        <w:t>objets de couture</w:t>
      </w:r>
      <w:r w:rsidR="00462692" w:rsidRPr="00A4769E">
        <w:rPr>
          <w:szCs w:val="20"/>
        </w:rPr>
        <w:t xml:space="preserve">, </w:t>
      </w:r>
      <w:r w:rsidRPr="001B73FA">
        <w:rPr>
          <w:szCs w:val="20"/>
        </w:rPr>
        <w:t>de lingeries</w:t>
      </w:r>
      <w:r w:rsidR="00462692" w:rsidRPr="00A4769E">
        <w:rPr>
          <w:szCs w:val="20"/>
        </w:rPr>
        <w:t xml:space="preserve">, </w:t>
      </w:r>
      <w:r w:rsidRPr="001B73FA">
        <w:rPr>
          <w:szCs w:val="20"/>
        </w:rPr>
        <w:t>de pelotes d</w:t>
      </w:r>
      <w:r w:rsidR="00462692" w:rsidRPr="00A4769E">
        <w:rPr>
          <w:szCs w:val="20"/>
        </w:rPr>
        <w:t>’</w:t>
      </w:r>
      <w:r w:rsidRPr="001B73FA">
        <w:rPr>
          <w:szCs w:val="20"/>
        </w:rPr>
        <w:t>épingles</w:t>
      </w:r>
      <w:r w:rsidR="00462692" w:rsidRPr="00A4769E">
        <w:rPr>
          <w:szCs w:val="20"/>
        </w:rPr>
        <w:t xml:space="preserve">, </w:t>
      </w:r>
      <w:r w:rsidRPr="001B73FA">
        <w:rPr>
          <w:szCs w:val="20"/>
        </w:rPr>
        <w:t>de corbeilles à coudre</w:t>
      </w:r>
      <w:r w:rsidR="00462692" w:rsidRPr="00A4769E">
        <w:rPr>
          <w:szCs w:val="20"/>
        </w:rPr>
        <w:t xml:space="preserve">, </w:t>
      </w:r>
      <w:r w:rsidRPr="001B73FA">
        <w:rPr>
          <w:szCs w:val="20"/>
        </w:rPr>
        <w:t>et elle dit</w:t>
      </w:r>
      <w:r w:rsidR="00462692" w:rsidRPr="00A4769E">
        <w:rPr>
          <w:szCs w:val="20"/>
        </w:rPr>
        <w:t> : « </w:t>
      </w:r>
      <w:r w:rsidRPr="001B73FA">
        <w:rPr>
          <w:szCs w:val="20"/>
        </w:rPr>
        <w:t>Asseyez-vous</w:t>
      </w:r>
      <w:r w:rsidR="00462692" w:rsidRPr="00A4769E">
        <w:rPr>
          <w:szCs w:val="20"/>
        </w:rPr>
        <w:t>. »</w:t>
      </w:r>
      <w:r w:rsidRPr="001B73FA">
        <w:rPr>
          <w:szCs w:val="20"/>
        </w:rPr>
        <w:t xml:space="preserve"> On sentait qu</w:t>
      </w:r>
      <w:r w:rsidR="00462692" w:rsidRPr="00A4769E">
        <w:rPr>
          <w:szCs w:val="20"/>
        </w:rPr>
        <w:t>’</w:t>
      </w:r>
      <w:r w:rsidRPr="001B73FA">
        <w:rPr>
          <w:szCs w:val="20"/>
        </w:rPr>
        <w:t>elle n</w:t>
      </w:r>
      <w:r w:rsidR="00462692" w:rsidRPr="00A4769E">
        <w:rPr>
          <w:szCs w:val="20"/>
        </w:rPr>
        <w:t>’</w:t>
      </w:r>
      <w:r w:rsidRPr="001B73FA">
        <w:rPr>
          <w:szCs w:val="20"/>
        </w:rPr>
        <w:t>avait pas du tout envie qu</w:t>
      </w:r>
      <w:r w:rsidR="00462692" w:rsidRPr="00A4769E">
        <w:rPr>
          <w:szCs w:val="20"/>
        </w:rPr>
        <w:t>’</w:t>
      </w:r>
      <w:r w:rsidRPr="001B73FA">
        <w:rPr>
          <w:szCs w:val="20"/>
        </w:rPr>
        <w:t>il s</w:t>
      </w:r>
      <w:r w:rsidR="00462692" w:rsidRPr="00A4769E">
        <w:rPr>
          <w:szCs w:val="20"/>
        </w:rPr>
        <w:t>’</w:t>
      </w:r>
      <w:r w:rsidRPr="001B73FA">
        <w:rPr>
          <w:szCs w:val="20"/>
        </w:rPr>
        <w:t>assît</w:t>
      </w:r>
      <w:r w:rsidR="00462692" w:rsidRPr="00A4769E">
        <w:rPr>
          <w:szCs w:val="20"/>
        </w:rPr>
        <w:t xml:space="preserve">. </w:t>
      </w:r>
      <w:r w:rsidRPr="001B73FA">
        <w:rPr>
          <w:szCs w:val="20"/>
        </w:rPr>
        <w:t>Elle ne pouvait dissimuler que</w:t>
      </w:r>
      <w:r w:rsidR="00462692" w:rsidRPr="00A4769E">
        <w:rPr>
          <w:szCs w:val="20"/>
        </w:rPr>
        <w:t xml:space="preserve">, </w:t>
      </w:r>
      <w:r w:rsidRPr="001B73FA">
        <w:rPr>
          <w:szCs w:val="20"/>
        </w:rPr>
        <w:t>si elle avait eu le pouvoir de le faire évanouir en fumée</w:t>
      </w:r>
      <w:r w:rsidR="00462692" w:rsidRPr="00A4769E">
        <w:rPr>
          <w:szCs w:val="20"/>
        </w:rPr>
        <w:t xml:space="preserve">, </w:t>
      </w:r>
      <w:r w:rsidRPr="001B73FA">
        <w:rPr>
          <w:szCs w:val="20"/>
        </w:rPr>
        <w:t>elle l</w:t>
      </w:r>
      <w:r w:rsidR="00462692" w:rsidRPr="00A4769E">
        <w:rPr>
          <w:szCs w:val="20"/>
        </w:rPr>
        <w:t>’</w:t>
      </w:r>
      <w:r w:rsidRPr="001B73FA">
        <w:rPr>
          <w:szCs w:val="20"/>
        </w:rPr>
        <w:t>aurait fait sur-le-champ</w:t>
      </w:r>
      <w:r w:rsidR="00462692" w:rsidRPr="00A4769E">
        <w:rPr>
          <w:szCs w:val="20"/>
        </w:rPr>
        <w:t xml:space="preserve">, </w:t>
      </w:r>
      <w:r w:rsidRPr="001B73FA">
        <w:rPr>
          <w:szCs w:val="20"/>
        </w:rPr>
        <w:t>sans remords</w:t>
      </w:r>
      <w:r w:rsidR="00462692" w:rsidRPr="00A4769E">
        <w:rPr>
          <w:szCs w:val="20"/>
        </w:rPr>
        <w:t xml:space="preserve">, </w:t>
      </w:r>
      <w:r w:rsidRPr="001B73FA">
        <w:rPr>
          <w:szCs w:val="20"/>
        </w:rPr>
        <w:t>pour enfin sourire</w:t>
      </w:r>
      <w:r w:rsidR="00462692" w:rsidRPr="00A4769E">
        <w:rPr>
          <w:szCs w:val="20"/>
        </w:rPr>
        <w:t xml:space="preserve">. </w:t>
      </w:r>
      <w:r w:rsidRPr="001B73FA">
        <w:rPr>
          <w:szCs w:val="20"/>
        </w:rPr>
        <w:t>Enfin</w:t>
      </w:r>
      <w:r w:rsidR="00462692" w:rsidRPr="00A4769E">
        <w:rPr>
          <w:szCs w:val="20"/>
        </w:rPr>
        <w:t xml:space="preserve">, </w:t>
      </w:r>
      <w:r w:rsidRPr="001B73FA">
        <w:rPr>
          <w:szCs w:val="20"/>
        </w:rPr>
        <w:t>elle sourit et elle dit</w:t>
      </w:r>
      <w:r w:rsidR="00462692" w:rsidRPr="00A4769E">
        <w:rPr>
          <w:szCs w:val="20"/>
        </w:rPr>
        <w:t> :</w:t>
      </w:r>
    </w:p>
    <w:p w14:paraId="3EACE1F2" w14:textId="1B448CF9" w:rsidR="00462692" w:rsidRPr="00A4769E" w:rsidRDefault="00462692" w:rsidP="001B73FA">
      <w:pPr>
        <w:rPr>
          <w:szCs w:val="20"/>
        </w:rPr>
      </w:pPr>
      <w:r w:rsidRPr="00A4769E">
        <w:rPr>
          <w:szCs w:val="20"/>
        </w:rPr>
        <w:t>« </w:t>
      </w:r>
      <w:r w:rsidR="001B73FA" w:rsidRPr="001B73FA">
        <w:rPr>
          <w:szCs w:val="20"/>
        </w:rPr>
        <w:t>Voulez-vous me faire plaisir</w:t>
      </w:r>
      <w:r w:rsidRPr="00A4769E">
        <w:rPr>
          <w:szCs w:val="20"/>
        </w:rPr>
        <w:t> ? »</w:t>
      </w:r>
      <w:r w:rsidR="001B73FA" w:rsidRPr="001B73FA">
        <w:rPr>
          <w:szCs w:val="20"/>
        </w:rPr>
        <w:t xml:space="preserve"> Il y eut un long silence</w:t>
      </w:r>
      <w:r w:rsidRPr="00A4769E">
        <w:rPr>
          <w:szCs w:val="20"/>
        </w:rPr>
        <w:t>.</w:t>
      </w:r>
    </w:p>
    <w:p w14:paraId="0964D67C" w14:textId="6CF11395" w:rsidR="00462692" w:rsidRPr="00A4769E" w:rsidRDefault="00462692" w:rsidP="001B73FA">
      <w:pPr>
        <w:rPr>
          <w:szCs w:val="20"/>
        </w:rPr>
      </w:pPr>
      <w:r w:rsidRPr="00A4769E">
        <w:rPr>
          <w:szCs w:val="20"/>
        </w:rPr>
        <w:t>« </w:t>
      </w:r>
      <w:r w:rsidR="001B73FA" w:rsidRPr="001B73FA">
        <w:rPr>
          <w:szCs w:val="20"/>
        </w:rPr>
        <w:t>Oui</w:t>
      </w:r>
      <w:r w:rsidRPr="00A4769E">
        <w:rPr>
          <w:szCs w:val="20"/>
        </w:rPr>
        <w:t xml:space="preserve"> », </w:t>
      </w:r>
      <w:r w:rsidR="001B73FA" w:rsidRPr="001B73FA">
        <w:rPr>
          <w:szCs w:val="20"/>
        </w:rPr>
        <w:t>dit Angelo</w:t>
      </w:r>
      <w:r w:rsidRPr="00A4769E">
        <w:rPr>
          <w:szCs w:val="20"/>
        </w:rPr>
        <w:t xml:space="preserve">. </w:t>
      </w:r>
      <w:r w:rsidR="001B73FA" w:rsidRPr="001B73FA">
        <w:rPr>
          <w:szCs w:val="20"/>
        </w:rPr>
        <w:t>Il ne savait que penser et il était très inquiet</w:t>
      </w:r>
      <w:r w:rsidRPr="00A4769E">
        <w:rPr>
          <w:szCs w:val="20"/>
        </w:rPr>
        <w:t>. « </w:t>
      </w:r>
      <w:r w:rsidR="001B73FA" w:rsidRPr="001B73FA">
        <w:rPr>
          <w:szCs w:val="20"/>
        </w:rPr>
        <w:t>Depuis que le temps est meilleur</w:t>
      </w:r>
      <w:r w:rsidRPr="00A4769E">
        <w:rPr>
          <w:szCs w:val="20"/>
        </w:rPr>
        <w:t xml:space="preserve">, </w:t>
      </w:r>
      <w:r w:rsidR="001B73FA" w:rsidRPr="001B73FA">
        <w:rPr>
          <w:szCs w:val="20"/>
        </w:rPr>
        <w:t>dit Pauline</w:t>
      </w:r>
      <w:r w:rsidRPr="00A4769E">
        <w:rPr>
          <w:szCs w:val="20"/>
        </w:rPr>
        <w:t xml:space="preserve">, </w:t>
      </w:r>
      <w:r w:rsidR="001B73FA" w:rsidRPr="001B73FA">
        <w:rPr>
          <w:szCs w:val="20"/>
        </w:rPr>
        <w:t>je vais tous les matins me promener au bord de l</w:t>
      </w:r>
      <w:r w:rsidRPr="00A4769E">
        <w:rPr>
          <w:szCs w:val="20"/>
        </w:rPr>
        <w:t>’</w:t>
      </w:r>
      <w:r w:rsidR="001B73FA" w:rsidRPr="001B73FA">
        <w:rPr>
          <w:szCs w:val="20"/>
        </w:rPr>
        <w:t>étang</w:t>
      </w:r>
      <w:r w:rsidRPr="00A4769E">
        <w:rPr>
          <w:szCs w:val="20"/>
        </w:rPr>
        <w:t xml:space="preserve">. </w:t>
      </w:r>
      <w:r w:rsidR="001B73FA" w:rsidRPr="001B73FA">
        <w:rPr>
          <w:szCs w:val="20"/>
        </w:rPr>
        <w:t>Vous ne m</w:t>
      </w:r>
      <w:r w:rsidRPr="00A4769E">
        <w:rPr>
          <w:szCs w:val="20"/>
        </w:rPr>
        <w:t>’</w:t>
      </w:r>
      <w:r w:rsidR="001B73FA" w:rsidRPr="001B73FA">
        <w:rPr>
          <w:szCs w:val="20"/>
        </w:rPr>
        <w:t>avez jamais vue</w:t>
      </w:r>
      <w:r w:rsidRPr="00A4769E">
        <w:rPr>
          <w:szCs w:val="20"/>
        </w:rPr>
        <w:t> ?</w:t>
      </w:r>
    </w:p>
    <w:p w14:paraId="7C851727" w14:textId="0BF04592" w:rsidR="00462692" w:rsidRPr="00A4769E" w:rsidRDefault="00462692" w:rsidP="001B73FA">
      <w:pPr>
        <w:rPr>
          <w:szCs w:val="20"/>
        </w:rPr>
      </w:pPr>
      <w:r w:rsidRPr="00A4769E">
        <w:rPr>
          <w:szCs w:val="20"/>
        </w:rPr>
        <w:t>— </w:t>
      </w:r>
      <w:r w:rsidR="001B73FA" w:rsidRPr="001B73FA">
        <w:rPr>
          <w:szCs w:val="20"/>
        </w:rPr>
        <w:t>Non</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les bourgeons de saules ont éclaté et font un brouillard vert qui ne permet plus de voir l</w:t>
      </w:r>
      <w:r w:rsidRPr="00A4769E">
        <w:rPr>
          <w:szCs w:val="20"/>
        </w:rPr>
        <w:t>’</w:t>
      </w:r>
      <w:r w:rsidR="001B73FA" w:rsidRPr="001B73FA">
        <w:rPr>
          <w:szCs w:val="20"/>
        </w:rPr>
        <w:t>autre rive</w:t>
      </w:r>
      <w:r w:rsidRPr="00A4769E">
        <w:rPr>
          <w:szCs w:val="20"/>
        </w:rPr>
        <w:t>.</w:t>
      </w:r>
    </w:p>
    <w:p w14:paraId="18D637A5" w14:textId="38935824" w:rsidR="00462692" w:rsidRPr="00A4769E" w:rsidRDefault="00462692" w:rsidP="001B73FA">
      <w:pPr>
        <w:rPr>
          <w:szCs w:val="20"/>
        </w:rPr>
      </w:pPr>
      <w:r w:rsidRPr="00A4769E">
        <w:rPr>
          <w:szCs w:val="20"/>
        </w:rPr>
        <w:t>— </w:t>
      </w:r>
      <w:r w:rsidR="001B73FA" w:rsidRPr="001B73FA">
        <w:rPr>
          <w:szCs w:val="20"/>
        </w:rPr>
        <w:t>C</w:t>
      </w:r>
      <w:r w:rsidRPr="00A4769E">
        <w:rPr>
          <w:szCs w:val="20"/>
        </w:rPr>
        <w:t>’</w:t>
      </w:r>
      <w:r w:rsidR="001B73FA" w:rsidRPr="001B73FA">
        <w:rPr>
          <w:szCs w:val="20"/>
        </w:rPr>
        <w:t>est sur votre rive même que je viens</w:t>
      </w:r>
      <w:r w:rsidRPr="00A4769E">
        <w:rPr>
          <w:szCs w:val="20"/>
        </w:rPr>
        <w:t xml:space="preserve">, </w:t>
      </w:r>
      <w:r w:rsidR="001B73FA" w:rsidRPr="001B73FA">
        <w:rPr>
          <w:szCs w:val="20"/>
        </w:rPr>
        <w:t>dit Pauline</w:t>
      </w:r>
      <w:r w:rsidRPr="00A4769E">
        <w:rPr>
          <w:szCs w:val="20"/>
        </w:rPr>
        <w:t xml:space="preserve">, </w:t>
      </w:r>
      <w:r w:rsidR="001B73FA" w:rsidRPr="001B73FA">
        <w:rPr>
          <w:szCs w:val="20"/>
        </w:rPr>
        <w:t>et je suis parfois à cinq mètres au plus de votre fenêtre</w:t>
      </w:r>
      <w:r w:rsidRPr="00A4769E">
        <w:rPr>
          <w:szCs w:val="20"/>
        </w:rPr>
        <w:t xml:space="preserve">. </w:t>
      </w:r>
      <w:r w:rsidR="001B73FA" w:rsidRPr="001B73FA">
        <w:rPr>
          <w:szCs w:val="20"/>
        </w:rPr>
        <w:t>D</w:t>
      </w:r>
      <w:r w:rsidRPr="00A4769E">
        <w:rPr>
          <w:szCs w:val="20"/>
        </w:rPr>
        <w:t>’</w:t>
      </w:r>
      <w:r w:rsidR="001B73FA" w:rsidRPr="001B73FA">
        <w:rPr>
          <w:szCs w:val="20"/>
        </w:rPr>
        <w:t>autre part</w:t>
      </w:r>
      <w:r w:rsidRPr="00A4769E">
        <w:rPr>
          <w:szCs w:val="20"/>
        </w:rPr>
        <w:t xml:space="preserve">, </w:t>
      </w:r>
      <w:r w:rsidR="001B73FA" w:rsidRPr="001B73FA">
        <w:rPr>
          <w:szCs w:val="20"/>
        </w:rPr>
        <w:t>je suis toujours vêtue de cette énorme robe pourpre que j</w:t>
      </w:r>
      <w:r w:rsidRPr="00A4769E">
        <w:rPr>
          <w:szCs w:val="20"/>
        </w:rPr>
        <w:t>’</w:t>
      </w:r>
      <w:r w:rsidR="001B73FA" w:rsidRPr="001B73FA">
        <w:rPr>
          <w:szCs w:val="20"/>
        </w:rPr>
        <w:t>ai à l</w:t>
      </w:r>
      <w:r w:rsidRPr="00A4769E">
        <w:rPr>
          <w:szCs w:val="20"/>
        </w:rPr>
        <w:t>’</w:t>
      </w:r>
      <w:r w:rsidR="001B73FA" w:rsidRPr="001B73FA">
        <w:rPr>
          <w:szCs w:val="20"/>
        </w:rPr>
        <w:t>instant même et un rouge aussi violent doit se remarquer</w:t>
      </w:r>
      <w:r w:rsidRPr="00A4769E">
        <w:rPr>
          <w:szCs w:val="20"/>
        </w:rPr>
        <w:t xml:space="preserve">, </w:t>
      </w:r>
      <w:r w:rsidR="001B73FA" w:rsidRPr="001B73FA">
        <w:rPr>
          <w:szCs w:val="20"/>
        </w:rPr>
        <w:t>même à travers le brouillard des petites feuilles de saules</w:t>
      </w:r>
      <w:r w:rsidRPr="00A4769E">
        <w:rPr>
          <w:szCs w:val="20"/>
        </w:rPr>
        <w:t>. »</w:t>
      </w:r>
      <w:r w:rsidR="001B73FA" w:rsidRPr="001B73FA">
        <w:rPr>
          <w:szCs w:val="20"/>
        </w:rPr>
        <w:t xml:space="preserve"> Angelo était si interloqué par le tour qu</w:t>
      </w:r>
      <w:r w:rsidRPr="00A4769E">
        <w:rPr>
          <w:szCs w:val="20"/>
        </w:rPr>
        <w:t>’</w:t>
      </w:r>
      <w:r w:rsidR="001B73FA" w:rsidRPr="001B73FA">
        <w:rPr>
          <w:szCs w:val="20"/>
        </w:rPr>
        <w:t xml:space="preserve">avait pris cette conversation prétendue si importante et précédée </w:t>
      </w:r>
      <w:r w:rsidR="001B73FA" w:rsidRPr="001B73FA">
        <w:rPr>
          <w:szCs w:val="20"/>
        </w:rPr>
        <w:lastRenderedPageBreak/>
        <w:t>de si visibles émotions</w:t>
      </w:r>
      <w:r w:rsidRPr="00A4769E">
        <w:rPr>
          <w:szCs w:val="20"/>
        </w:rPr>
        <w:t xml:space="preserve">, </w:t>
      </w:r>
      <w:r w:rsidR="001B73FA" w:rsidRPr="001B73FA">
        <w:rPr>
          <w:szCs w:val="20"/>
        </w:rPr>
        <w:t>qu</w:t>
      </w:r>
      <w:r w:rsidRPr="00A4769E">
        <w:rPr>
          <w:szCs w:val="20"/>
        </w:rPr>
        <w:t>’</w:t>
      </w:r>
      <w:r w:rsidR="001B73FA" w:rsidRPr="001B73FA">
        <w:rPr>
          <w:szCs w:val="20"/>
        </w:rPr>
        <w:t>il ne sut répondre qu</w:t>
      </w:r>
      <w:r w:rsidRPr="00A4769E">
        <w:rPr>
          <w:szCs w:val="20"/>
        </w:rPr>
        <w:t>’</w:t>
      </w:r>
      <w:r w:rsidR="001B73FA" w:rsidRPr="001B73FA">
        <w:rPr>
          <w:szCs w:val="20"/>
        </w:rPr>
        <w:t>une fadeur</w:t>
      </w:r>
      <w:r w:rsidRPr="00A4769E">
        <w:rPr>
          <w:szCs w:val="20"/>
        </w:rPr>
        <w:t>. « </w:t>
      </w:r>
      <w:r w:rsidR="001B73FA" w:rsidRPr="001B73FA">
        <w:rPr>
          <w:szCs w:val="20"/>
        </w:rPr>
        <w:t>Si j</w:t>
      </w:r>
      <w:r w:rsidRPr="00A4769E">
        <w:rPr>
          <w:szCs w:val="20"/>
        </w:rPr>
        <w:t>’</w:t>
      </w:r>
      <w:r w:rsidR="001B73FA" w:rsidRPr="001B73FA">
        <w:rPr>
          <w:szCs w:val="20"/>
        </w:rPr>
        <w:t>ai vu votre robe</w:t>
      </w:r>
      <w:r w:rsidRPr="00A4769E">
        <w:rPr>
          <w:szCs w:val="20"/>
        </w:rPr>
        <w:t xml:space="preserve">, </w:t>
      </w:r>
      <w:r w:rsidR="001B73FA" w:rsidRPr="001B73FA">
        <w:rPr>
          <w:szCs w:val="20"/>
        </w:rPr>
        <w:t>dit-il</w:t>
      </w:r>
      <w:r w:rsidRPr="00A4769E">
        <w:rPr>
          <w:szCs w:val="20"/>
        </w:rPr>
        <w:t xml:space="preserve">, </w:t>
      </w:r>
      <w:r w:rsidR="001B73FA" w:rsidRPr="001B73FA">
        <w:rPr>
          <w:szCs w:val="20"/>
        </w:rPr>
        <w:t>j</w:t>
      </w:r>
      <w:r w:rsidRPr="00A4769E">
        <w:rPr>
          <w:szCs w:val="20"/>
        </w:rPr>
        <w:t>’</w:t>
      </w:r>
      <w:r w:rsidR="001B73FA" w:rsidRPr="001B73FA">
        <w:rPr>
          <w:szCs w:val="20"/>
        </w:rPr>
        <w:t>ai été loin de penser à vous et j</w:t>
      </w:r>
      <w:r w:rsidRPr="00A4769E">
        <w:rPr>
          <w:szCs w:val="20"/>
        </w:rPr>
        <w:t>’</w:t>
      </w:r>
      <w:r w:rsidR="001B73FA" w:rsidRPr="001B73FA">
        <w:rPr>
          <w:szCs w:val="20"/>
        </w:rPr>
        <w:t>ai dû supposer que c</w:t>
      </w:r>
      <w:r w:rsidRPr="00A4769E">
        <w:rPr>
          <w:szCs w:val="20"/>
        </w:rPr>
        <w:t>’</w:t>
      </w:r>
      <w:r w:rsidR="001B73FA" w:rsidRPr="001B73FA">
        <w:rPr>
          <w:szCs w:val="20"/>
        </w:rPr>
        <w:t>était un buisson fleuri</w:t>
      </w:r>
      <w:r w:rsidRPr="00A4769E">
        <w:rPr>
          <w:szCs w:val="20"/>
        </w:rPr>
        <w:t>.</w:t>
      </w:r>
    </w:p>
    <w:p w14:paraId="6D216DCF" w14:textId="06A1F62A" w:rsidR="00462692" w:rsidRPr="00A4769E" w:rsidRDefault="00462692" w:rsidP="001B73FA">
      <w:pPr>
        <w:rPr>
          <w:szCs w:val="20"/>
        </w:rPr>
      </w:pPr>
      <w:r w:rsidRPr="00A4769E">
        <w:rPr>
          <w:szCs w:val="20"/>
        </w:rPr>
        <w:t>— </w:t>
      </w:r>
      <w:r w:rsidR="001B73FA" w:rsidRPr="001B73FA">
        <w:rPr>
          <w:szCs w:val="20"/>
        </w:rPr>
        <w:t>Il ne s</w:t>
      </w:r>
      <w:r w:rsidRPr="00A4769E">
        <w:rPr>
          <w:szCs w:val="20"/>
        </w:rPr>
        <w:t>’</w:t>
      </w:r>
      <w:r w:rsidR="001B73FA" w:rsidRPr="001B73FA">
        <w:rPr>
          <w:szCs w:val="20"/>
        </w:rPr>
        <w:t>agit pas de me dire des galanteries</w:t>
      </w:r>
      <w:r w:rsidRPr="00A4769E">
        <w:rPr>
          <w:szCs w:val="20"/>
        </w:rPr>
        <w:t xml:space="preserve">, </w:t>
      </w:r>
      <w:r w:rsidR="001B73FA" w:rsidRPr="001B73FA">
        <w:rPr>
          <w:szCs w:val="20"/>
        </w:rPr>
        <w:t>dit sévèrement Pauline</w:t>
      </w:r>
      <w:r w:rsidRPr="00A4769E">
        <w:rPr>
          <w:szCs w:val="20"/>
        </w:rPr>
        <w:t xml:space="preserve">, </w:t>
      </w:r>
      <w:r w:rsidR="001B73FA" w:rsidRPr="001B73FA">
        <w:rPr>
          <w:szCs w:val="20"/>
        </w:rPr>
        <w:t>et</w:t>
      </w:r>
      <w:r w:rsidRPr="00A4769E">
        <w:rPr>
          <w:szCs w:val="20"/>
        </w:rPr>
        <w:t xml:space="preserve">, </w:t>
      </w:r>
      <w:r w:rsidR="001B73FA" w:rsidRPr="001B73FA">
        <w:rPr>
          <w:szCs w:val="20"/>
        </w:rPr>
        <w:t>d</w:t>
      </w:r>
      <w:r w:rsidRPr="00A4769E">
        <w:rPr>
          <w:szCs w:val="20"/>
        </w:rPr>
        <w:t>’</w:t>
      </w:r>
      <w:r w:rsidR="001B73FA" w:rsidRPr="001B73FA">
        <w:rPr>
          <w:szCs w:val="20"/>
        </w:rPr>
        <w:t>ailleurs</w:t>
      </w:r>
      <w:r w:rsidRPr="00A4769E">
        <w:rPr>
          <w:szCs w:val="20"/>
        </w:rPr>
        <w:t xml:space="preserve">, </w:t>
      </w:r>
      <w:r w:rsidR="001B73FA" w:rsidRPr="001B73FA">
        <w:rPr>
          <w:szCs w:val="20"/>
        </w:rPr>
        <w:t>il n</w:t>
      </w:r>
      <w:r w:rsidRPr="00A4769E">
        <w:rPr>
          <w:szCs w:val="20"/>
        </w:rPr>
        <w:t>’</w:t>
      </w:r>
      <w:r w:rsidR="001B73FA" w:rsidRPr="001B73FA">
        <w:rPr>
          <w:szCs w:val="20"/>
        </w:rPr>
        <w:t>y a pas un seul buisson fleuri connu qui puisse produire des fleurs de ce rouge-là</w:t>
      </w:r>
      <w:r w:rsidRPr="00A4769E">
        <w:rPr>
          <w:szCs w:val="20"/>
        </w:rPr>
        <w:t xml:space="preserve">. </w:t>
      </w:r>
      <w:r w:rsidR="001B73FA" w:rsidRPr="001B73FA">
        <w:rPr>
          <w:szCs w:val="20"/>
        </w:rPr>
        <w:t>Regardez bien ma robe et convenez-en</w:t>
      </w:r>
      <w:r w:rsidRPr="00A4769E">
        <w:rPr>
          <w:szCs w:val="20"/>
        </w:rPr>
        <w:t xml:space="preserve">. </w:t>
      </w:r>
      <w:r w:rsidR="001B73FA" w:rsidRPr="001B73FA">
        <w:rPr>
          <w:szCs w:val="20"/>
        </w:rPr>
        <w:t>Vous ne m</w:t>
      </w:r>
      <w:r w:rsidRPr="00A4769E">
        <w:rPr>
          <w:szCs w:val="20"/>
        </w:rPr>
        <w:t>’</w:t>
      </w:r>
      <w:r w:rsidR="001B73FA" w:rsidRPr="001B73FA">
        <w:rPr>
          <w:szCs w:val="20"/>
        </w:rPr>
        <w:t>avez pas vue</w:t>
      </w:r>
      <w:r w:rsidRPr="00A4769E">
        <w:rPr>
          <w:szCs w:val="20"/>
        </w:rPr>
        <w:t xml:space="preserve">, </w:t>
      </w:r>
      <w:r w:rsidR="001B73FA" w:rsidRPr="001B73FA">
        <w:rPr>
          <w:szCs w:val="20"/>
        </w:rPr>
        <w:t>un point c</w:t>
      </w:r>
      <w:r w:rsidRPr="00A4769E">
        <w:rPr>
          <w:szCs w:val="20"/>
        </w:rPr>
        <w:t>’</w:t>
      </w:r>
      <w:r w:rsidR="001B73FA" w:rsidRPr="001B73FA">
        <w:rPr>
          <w:szCs w:val="20"/>
        </w:rPr>
        <w:t>est tout</w:t>
      </w:r>
      <w:r w:rsidRPr="00A4769E">
        <w:rPr>
          <w:szCs w:val="20"/>
        </w:rPr>
        <w:t xml:space="preserve">. </w:t>
      </w:r>
      <w:r w:rsidR="001B73FA" w:rsidRPr="001B73FA">
        <w:rPr>
          <w:szCs w:val="20"/>
        </w:rPr>
        <w:t>Ne cherchez pas des excuses</w:t>
      </w:r>
      <w:r w:rsidRPr="00A4769E">
        <w:rPr>
          <w:szCs w:val="20"/>
        </w:rPr>
        <w:t xml:space="preserve">. </w:t>
      </w:r>
      <w:r w:rsidR="001B73FA" w:rsidRPr="001B73FA">
        <w:rPr>
          <w:szCs w:val="20"/>
        </w:rPr>
        <w:t>C</w:t>
      </w:r>
      <w:r w:rsidRPr="00A4769E">
        <w:rPr>
          <w:szCs w:val="20"/>
        </w:rPr>
        <w:t>’</w:t>
      </w:r>
      <w:r w:rsidR="001B73FA" w:rsidRPr="001B73FA">
        <w:rPr>
          <w:szCs w:val="20"/>
        </w:rPr>
        <w:t>est très naturel et cela m</w:t>
      </w:r>
      <w:r w:rsidRPr="00A4769E">
        <w:rPr>
          <w:szCs w:val="20"/>
        </w:rPr>
        <w:t>’</w:t>
      </w:r>
      <w:r w:rsidR="001B73FA" w:rsidRPr="001B73FA">
        <w:rPr>
          <w:szCs w:val="20"/>
        </w:rPr>
        <w:t>explique très bien</w:t>
      </w:r>
      <w:r w:rsidRPr="00A4769E">
        <w:rPr>
          <w:szCs w:val="20"/>
        </w:rPr>
        <w:t xml:space="preserve">, </w:t>
      </w:r>
      <w:r w:rsidR="001B73FA" w:rsidRPr="001B73FA">
        <w:rPr>
          <w:szCs w:val="20"/>
        </w:rPr>
        <w:t>au contraire</w:t>
      </w:r>
      <w:r w:rsidRPr="00A4769E">
        <w:rPr>
          <w:szCs w:val="20"/>
        </w:rPr>
        <w:t xml:space="preserve">, </w:t>
      </w:r>
      <w:r w:rsidR="001B73FA" w:rsidRPr="001B73FA">
        <w:rPr>
          <w:szCs w:val="20"/>
        </w:rPr>
        <w:t>cet air de profonde indifférence que vous avez quand vous vous promenez de long en large dans votre chambre</w:t>
      </w:r>
      <w:r w:rsidRPr="00A4769E">
        <w:rPr>
          <w:szCs w:val="20"/>
        </w:rPr>
        <w:t xml:space="preserve">. </w:t>
      </w:r>
      <w:r w:rsidR="001B73FA" w:rsidRPr="001B73FA">
        <w:rPr>
          <w:szCs w:val="20"/>
        </w:rPr>
        <w:t>Car</w:t>
      </w:r>
      <w:r w:rsidRPr="00A4769E">
        <w:rPr>
          <w:szCs w:val="20"/>
        </w:rPr>
        <w:t xml:space="preserve">, </w:t>
      </w:r>
      <w:r w:rsidR="001B73FA" w:rsidRPr="001B73FA">
        <w:rPr>
          <w:szCs w:val="20"/>
        </w:rPr>
        <w:t>moi</w:t>
      </w:r>
      <w:r w:rsidRPr="00A4769E">
        <w:rPr>
          <w:szCs w:val="20"/>
        </w:rPr>
        <w:t xml:space="preserve">, </w:t>
      </w:r>
      <w:r w:rsidR="001B73FA" w:rsidRPr="001B73FA">
        <w:rPr>
          <w:szCs w:val="20"/>
        </w:rPr>
        <w:t>je vous ai vu</w:t>
      </w:r>
      <w:r w:rsidRPr="00A4769E">
        <w:rPr>
          <w:szCs w:val="20"/>
        </w:rPr>
        <w:t xml:space="preserve">, </w:t>
      </w:r>
      <w:r w:rsidR="001B73FA" w:rsidRPr="001B73FA">
        <w:rPr>
          <w:szCs w:val="20"/>
        </w:rPr>
        <w:t>et plusieurs fois</w:t>
      </w:r>
      <w:r w:rsidRPr="00A4769E">
        <w:rPr>
          <w:szCs w:val="20"/>
        </w:rPr>
        <w:t xml:space="preserve">. </w:t>
      </w:r>
      <w:r w:rsidR="001B73FA" w:rsidRPr="001B73FA">
        <w:rPr>
          <w:szCs w:val="20"/>
        </w:rPr>
        <w:t>Je vous ai même entendu</w:t>
      </w:r>
      <w:r w:rsidRPr="00A4769E">
        <w:rPr>
          <w:szCs w:val="20"/>
        </w:rPr>
        <w:t xml:space="preserve">, </w:t>
      </w:r>
      <w:r w:rsidR="001B73FA" w:rsidRPr="001B73FA">
        <w:rPr>
          <w:szCs w:val="20"/>
        </w:rPr>
        <w:t>et c</w:t>
      </w:r>
      <w:r w:rsidRPr="00A4769E">
        <w:rPr>
          <w:szCs w:val="20"/>
        </w:rPr>
        <w:t>’</w:t>
      </w:r>
      <w:r w:rsidR="001B73FA" w:rsidRPr="001B73FA">
        <w:rPr>
          <w:szCs w:val="20"/>
        </w:rPr>
        <w:t>est pour cela que je vous ai fait prier de venir ce matin</w:t>
      </w:r>
      <w:r w:rsidRPr="00A4769E">
        <w:rPr>
          <w:szCs w:val="20"/>
        </w:rPr>
        <w:t>. »</w:t>
      </w:r>
      <w:r w:rsidR="001B73FA" w:rsidRPr="001B73FA">
        <w:rPr>
          <w:szCs w:val="20"/>
        </w:rPr>
        <w:t xml:space="preserve"> Elle gardait son air sévère</w:t>
      </w:r>
      <w:r w:rsidRPr="00A4769E">
        <w:rPr>
          <w:szCs w:val="20"/>
        </w:rPr>
        <w:t xml:space="preserve">, </w:t>
      </w:r>
      <w:r w:rsidR="001B73FA" w:rsidRPr="001B73FA">
        <w:rPr>
          <w:szCs w:val="20"/>
        </w:rPr>
        <w:t>et Angelo se demanda ce qu</w:t>
      </w:r>
      <w:r w:rsidRPr="00A4769E">
        <w:rPr>
          <w:szCs w:val="20"/>
        </w:rPr>
        <w:t>’</w:t>
      </w:r>
      <w:r w:rsidR="001B73FA" w:rsidRPr="001B73FA">
        <w:rPr>
          <w:szCs w:val="20"/>
        </w:rPr>
        <w:t>elle avait bien pu entendre</w:t>
      </w:r>
      <w:r w:rsidRPr="00A4769E">
        <w:rPr>
          <w:szCs w:val="20"/>
        </w:rPr>
        <w:t>. « </w:t>
      </w:r>
      <w:r w:rsidR="001B73FA" w:rsidRPr="001B73FA">
        <w:rPr>
          <w:szCs w:val="20"/>
        </w:rPr>
        <w:t>Ai-je juré</w:t>
      </w:r>
      <w:r w:rsidRPr="00A4769E">
        <w:rPr>
          <w:szCs w:val="20"/>
        </w:rPr>
        <w:t xml:space="preserve"> ? </w:t>
      </w:r>
      <w:r w:rsidR="001B73FA" w:rsidRPr="001B73FA">
        <w:rPr>
          <w:szCs w:val="20"/>
        </w:rPr>
        <w:t>se dit-il</w:t>
      </w:r>
      <w:r w:rsidRPr="00A4769E">
        <w:rPr>
          <w:szCs w:val="20"/>
        </w:rPr>
        <w:t xml:space="preserve"> ; </w:t>
      </w:r>
      <w:r w:rsidR="001B73FA" w:rsidRPr="001B73FA">
        <w:rPr>
          <w:szCs w:val="20"/>
        </w:rPr>
        <w:t>c</w:t>
      </w:r>
      <w:r w:rsidRPr="00A4769E">
        <w:rPr>
          <w:szCs w:val="20"/>
        </w:rPr>
        <w:t>’</w:t>
      </w:r>
      <w:r w:rsidR="001B73FA" w:rsidRPr="001B73FA">
        <w:rPr>
          <w:szCs w:val="20"/>
        </w:rPr>
        <w:t>est peu probable si j</w:t>
      </w:r>
      <w:r w:rsidRPr="00A4769E">
        <w:rPr>
          <w:szCs w:val="20"/>
        </w:rPr>
        <w:t>’</w:t>
      </w:r>
      <w:r w:rsidR="001B73FA" w:rsidRPr="001B73FA">
        <w:rPr>
          <w:szCs w:val="20"/>
        </w:rPr>
        <w:t>avais un air de profonde indifférence</w:t>
      </w:r>
      <w:r w:rsidRPr="00A4769E">
        <w:rPr>
          <w:szCs w:val="20"/>
        </w:rPr>
        <w:t xml:space="preserve">. </w:t>
      </w:r>
      <w:r w:rsidR="001B73FA" w:rsidRPr="001B73FA">
        <w:rPr>
          <w:szCs w:val="20"/>
        </w:rPr>
        <w:t>Je ne jure jamais dans ces cas-là</w:t>
      </w:r>
      <w:r w:rsidRPr="00A4769E">
        <w:rPr>
          <w:szCs w:val="20"/>
        </w:rPr>
        <w:t>. »« </w:t>
      </w:r>
      <w:r w:rsidR="001B73FA" w:rsidRPr="001B73FA">
        <w:rPr>
          <w:szCs w:val="20"/>
        </w:rPr>
        <w:t>Vous sifflez fort bien</w:t>
      </w:r>
      <w:r w:rsidRPr="00A4769E">
        <w:rPr>
          <w:szCs w:val="20"/>
        </w:rPr>
        <w:t xml:space="preserve">, </w:t>
      </w:r>
      <w:r w:rsidR="001B73FA" w:rsidRPr="001B73FA">
        <w:rPr>
          <w:szCs w:val="20"/>
        </w:rPr>
        <w:t>dit Pauline</w:t>
      </w:r>
      <w:r w:rsidRPr="00A4769E">
        <w:rPr>
          <w:szCs w:val="20"/>
        </w:rPr>
        <w:t>.</w:t>
      </w:r>
    </w:p>
    <w:p w14:paraId="367E993B" w14:textId="36669190" w:rsidR="00462692" w:rsidRPr="00A4769E" w:rsidRDefault="00462692" w:rsidP="001B73FA">
      <w:pPr>
        <w:rPr>
          <w:szCs w:val="20"/>
        </w:rPr>
      </w:pPr>
      <w:r w:rsidRPr="00A4769E">
        <w:rPr>
          <w:szCs w:val="20"/>
        </w:rPr>
        <w:t>— </w:t>
      </w:r>
      <w:r w:rsidR="001B73FA" w:rsidRPr="001B73FA">
        <w:rPr>
          <w:szCs w:val="20"/>
        </w:rPr>
        <w:t>Ah</w:t>
      </w:r>
      <w:r w:rsidRPr="00A4769E">
        <w:rPr>
          <w:szCs w:val="20"/>
        </w:rPr>
        <w:t xml:space="preserve"> ! </w:t>
      </w:r>
      <w:r w:rsidR="001B73FA" w:rsidRPr="001B73FA">
        <w:rPr>
          <w:szCs w:val="20"/>
        </w:rPr>
        <w:t>oui</w:t>
      </w:r>
      <w:r w:rsidRPr="00A4769E">
        <w:rPr>
          <w:szCs w:val="20"/>
        </w:rPr>
        <w:t xml:space="preserve">, </w:t>
      </w:r>
      <w:r w:rsidR="001B73FA" w:rsidRPr="001B73FA">
        <w:rPr>
          <w:szCs w:val="20"/>
        </w:rPr>
        <w:t>je siffle</w:t>
      </w:r>
      <w:r w:rsidRPr="00A4769E">
        <w:rPr>
          <w:szCs w:val="20"/>
        </w:rPr>
        <w:t xml:space="preserve">, </w:t>
      </w:r>
      <w:r w:rsidR="001B73FA" w:rsidRPr="001B73FA">
        <w:rPr>
          <w:szCs w:val="20"/>
        </w:rPr>
        <w:t>en effet</w:t>
      </w:r>
      <w:r w:rsidRPr="00A4769E">
        <w:rPr>
          <w:szCs w:val="20"/>
        </w:rPr>
        <w:t> »</w:t>
      </w:r>
      <w:r w:rsidR="001B73FA" w:rsidRPr="001B73FA">
        <w:rPr>
          <w:szCs w:val="20"/>
        </w:rPr>
        <w:t xml:space="preserve"> dit Angelo et il sourit assez niaisement</w:t>
      </w:r>
      <w:r w:rsidRPr="00A4769E">
        <w:rPr>
          <w:szCs w:val="20"/>
        </w:rPr>
        <w:t xml:space="preserve">. </w:t>
      </w:r>
      <w:r w:rsidR="001B73FA" w:rsidRPr="001B73FA">
        <w:rPr>
          <w:szCs w:val="20"/>
        </w:rPr>
        <w:t>Il commençait à s</w:t>
      </w:r>
      <w:r w:rsidRPr="00A4769E">
        <w:rPr>
          <w:szCs w:val="20"/>
        </w:rPr>
        <w:t>’</w:t>
      </w:r>
      <w:r w:rsidR="001B73FA" w:rsidRPr="001B73FA">
        <w:rPr>
          <w:szCs w:val="20"/>
        </w:rPr>
        <w:t>irriter de tous ces mystères qui le mettaient</w:t>
      </w:r>
      <w:r w:rsidRPr="00A4769E">
        <w:rPr>
          <w:szCs w:val="20"/>
        </w:rPr>
        <w:t xml:space="preserve">, </w:t>
      </w:r>
      <w:r w:rsidR="001B73FA" w:rsidRPr="001B73FA">
        <w:rPr>
          <w:szCs w:val="20"/>
        </w:rPr>
        <w:t>il le sentait bien</w:t>
      </w:r>
      <w:r w:rsidRPr="00A4769E">
        <w:rPr>
          <w:szCs w:val="20"/>
        </w:rPr>
        <w:t xml:space="preserve">, </w:t>
      </w:r>
      <w:r w:rsidR="001B73FA" w:rsidRPr="001B73FA">
        <w:rPr>
          <w:szCs w:val="20"/>
        </w:rPr>
        <w:t>au comble du ridicule</w:t>
      </w:r>
      <w:r w:rsidRPr="00A4769E">
        <w:rPr>
          <w:szCs w:val="20"/>
        </w:rPr>
        <w:t>. « </w:t>
      </w:r>
      <w:r w:rsidR="001B73FA" w:rsidRPr="001B73FA">
        <w:rPr>
          <w:szCs w:val="20"/>
        </w:rPr>
        <w:t>Je ne sais pas chanter la musique que j</w:t>
      </w:r>
      <w:r w:rsidRPr="00A4769E">
        <w:rPr>
          <w:szCs w:val="20"/>
        </w:rPr>
        <w:t>’</w:t>
      </w:r>
      <w:r w:rsidR="001B73FA" w:rsidRPr="001B73FA">
        <w:rPr>
          <w:szCs w:val="20"/>
        </w:rPr>
        <w:t>aime</w:t>
      </w:r>
      <w:r w:rsidRPr="00A4769E">
        <w:rPr>
          <w:szCs w:val="20"/>
        </w:rPr>
        <w:t xml:space="preserve">. </w:t>
      </w:r>
      <w:r w:rsidR="001B73FA" w:rsidRPr="001B73FA">
        <w:rPr>
          <w:szCs w:val="20"/>
        </w:rPr>
        <w:t>Je suis cependant arrivé à la siffler de façon à me donner du plaisir</w:t>
      </w:r>
      <w:r w:rsidRPr="00A4769E">
        <w:rPr>
          <w:szCs w:val="20"/>
        </w:rPr>
        <w:t xml:space="preserve">. </w:t>
      </w:r>
      <w:r w:rsidR="001B73FA" w:rsidRPr="001B73FA">
        <w:rPr>
          <w:szCs w:val="20"/>
        </w:rPr>
        <w:t>Cela vous a-t-il gênée</w:t>
      </w:r>
      <w:r w:rsidRPr="00A4769E">
        <w:rPr>
          <w:szCs w:val="20"/>
        </w:rPr>
        <w:t> ?</w:t>
      </w:r>
    </w:p>
    <w:p w14:paraId="31C9502A" w14:textId="699617F9" w:rsidR="00462692" w:rsidRPr="00A4769E" w:rsidRDefault="00462692" w:rsidP="001B73FA">
      <w:pPr>
        <w:rPr>
          <w:szCs w:val="20"/>
        </w:rPr>
      </w:pPr>
      <w:r w:rsidRPr="00A4769E">
        <w:rPr>
          <w:szCs w:val="20"/>
        </w:rPr>
        <w:t>— </w:t>
      </w:r>
      <w:r w:rsidR="001B73FA" w:rsidRPr="001B73FA">
        <w:rPr>
          <w:szCs w:val="20"/>
        </w:rPr>
        <w:t>Au contraire</w:t>
      </w:r>
      <w:r w:rsidRPr="00A4769E">
        <w:rPr>
          <w:szCs w:val="20"/>
        </w:rPr>
        <w:t xml:space="preserve">, </w:t>
      </w:r>
      <w:r w:rsidR="001B73FA" w:rsidRPr="001B73FA">
        <w:rPr>
          <w:szCs w:val="20"/>
        </w:rPr>
        <w:t>dit Pauline</w:t>
      </w:r>
      <w:r w:rsidRPr="00A4769E">
        <w:rPr>
          <w:szCs w:val="20"/>
        </w:rPr>
        <w:t xml:space="preserve">. </w:t>
      </w:r>
      <w:r w:rsidR="001B73FA" w:rsidRPr="001B73FA">
        <w:rPr>
          <w:szCs w:val="20"/>
        </w:rPr>
        <w:t>J</w:t>
      </w:r>
      <w:r w:rsidRPr="00A4769E">
        <w:rPr>
          <w:szCs w:val="20"/>
        </w:rPr>
        <w:t>’</w:t>
      </w:r>
      <w:r w:rsidR="001B73FA" w:rsidRPr="001B73FA">
        <w:rPr>
          <w:szCs w:val="20"/>
        </w:rPr>
        <w:t>ai pris beaucoup de plaisir à entendre un peu de Mozart et un peu de Cimarosa que je ne connaissais pas très bien</w:t>
      </w:r>
      <w:r w:rsidRPr="00A4769E">
        <w:rPr>
          <w:szCs w:val="20"/>
        </w:rPr>
        <w:t xml:space="preserve">. </w:t>
      </w:r>
      <w:r w:rsidR="001B73FA" w:rsidRPr="001B73FA">
        <w:rPr>
          <w:szCs w:val="20"/>
        </w:rPr>
        <w:t>Mais je vous ai entendu siffler un morceau de Brahms que je connais et que j</w:t>
      </w:r>
      <w:r w:rsidRPr="00A4769E">
        <w:rPr>
          <w:szCs w:val="20"/>
        </w:rPr>
        <w:t>’</w:t>
      </w:r>
      <w:r w:rsidR="001B73FA" w:rsidRPr="001B73FA">
        <w:rPr>
          <w:szCs w:val="20"/>
        </w:rPr>
        <w:t>aime</w:t>
      </w:r>
      <w:r w:rsidRPr="00A4769E">
        <w:rPr>
          <w:szCs w:val="20"/>
        </w:rPr>
        <w:t xml:space="preserve">. </w:t>
      </w:r>
      <w:r w:rsidR="001B73FA" w:rsidRPr="001B73FA">
        <w:rPr>
          <w:szCs w:val="20"/>
        </w:rPr>
        <w:t>Cela s</w:t>
      </w:r>
      <w:r w:rsidRPr="00A4769E">
        <w:rPr>
          <w:szCs w:val="20"/>
        </w:rPr>
        <w:t>’</w:t>
      </w:r>
      <w:r w:rsidR="001B73FA" w:rsidRPr="001B73FA">
        <w:rPr>
          <w:szCs w:val="20"/>
        </w:rPr>
        <w:t xml:space="preserve">appelle </w:t>
      </w:r>
      <w:r w:rsidR="001B73FA" w:rsidRPr="001B73FA">
        <w:rPr>
          <w:i/>
          <w:iCs/>
          <w:szCs w:val="20"/>
        </w:rPr>
        <w:t>Les Regrets</w:t>
      </w:r>
      <w:r w:rsidRPr="00A4769E">
        <w:rPr>
          <w:szCs w:val="20"/>
        </w:rPr>
        <w:t xml:space="preserve">. </w:t>
      </w:r>
      <w:r w:rsidR="001B73FA" w:rsidRPr="001B73FA">
        <w:rPr>
          <w:szCs w:val="20"/>
        </w:rPr>
        <w:t>Or</w:t>
      </w:r>
      <w:r w:rsidRPr="00A4769E">
        <w:rPr>
          <w:szCs w:val="20"/>
        </w:rPr>
        <w:t xml:space="preserve">, </w:t>
      </w:r>
      <w:r w:rsidR="001B73FA" w:rsidRPr="001B73FA">
        <w:rPr>
          <w:szCs w:val="20"/>
        </w:rPr>
        <w:t>vous ne le sifflez pas d</w:t>
      </w:r>
      <w:r w:rsidRPr="00A4769E">
        <w:rPr>
          <w:szCs w:val="20"/>
        </w:rPr>
        <w:t>’</w:t>
      </w:r>
      <w:r w:rsidR="001B73FA" w:rsidRPr="001B73FA">
        <w:rPr>
          <w:szCs w:val="20"/>
        </w:rPr>
        <w:t>une façon exacte et ceci est très désagréable pour qui attache une valeur sentimentale à ces phrases</w:t>
      </w:r>
      <w:r w:rsidRPr="00A4769E">
        <w:rPr>
          <w:szCs w:val="20"/>
        </w:rPr>
        <w:t xml:space="preserve">. </w:t>
      </w:r>
      <w:r w:rsidR="001B73FA" w:rsidRPr="001B73FA">
        <w:rPr>
          <w:szCs w:val="20"/>
        </w:rPr>
        <w:t>La première et la dernière sont justes</w:t>
      </w:r>
      <w:r w:rsidRPr="00A4769E">
        <w:rPr>
          <w:szCs w:val="20"/>
        </w:rPr>
        <w:t xml:space="preserve">. </w:t>
      </w:r>
      <w:r w:rsidR="001B73FA" w:rsidRPr="001B73FA">
        <w:rPr>
          <w:szCs w:val="20"/>
        </w:rPr>
        <w:t xml:space="preserve">Vous vous trompez grossièrement dans les </w:t>
      </w:r>
      <w:r w:rsidR="001B73FA" w:rsidRPr="001B73FA">
        <w:rPr>
          <w:szCs w:val="20"/>
        </w:rPr>
        <w:lastRenderedPageBreak/>
        <w:t>nuances qui portent de la première phrase à la dernière</w:t>
      </w:r>
      <w:r w:rsidRPr="00A4769E">
        <w:rPr>
          <w:szCs w:val="20"/>
        </w:rPr>
        <w:t xml:space="preserve">. </w:t>
      </w:r>
      <w:r w:rsidR="001B73FA" w:rsidRPr="001B73FA">
        <w:rPr>
          <w:szCs w:val="20"/>
        </w:rPr>
        <w:t>Ou</w:t>
      </w:r>
      <w:r w:rsidRPr="00A4769E">
        <w:rPr>
          <w:szCs w:val="20"/>
        </w:rPr>
        <w:t xml:space="preserve">, </w:t>
      </w:r>
      <w:r w:rsidR="001B73FA" w:rsidRPr="001B73FA">
        <w:rPr>
          <w:szCs w:val="20"/>
        </w:rPr>
        <w:t>plus exactement</w:t>
      </w:r>
      <w:r w:rsidRPr="00A4769E">
        <w:rPr>
          <w:szCs w:val="20"/>
        </w:rPr>
        <w:t xml:space="preserve">, </w:t>
      </w:r>
      <w:r w:rsidR="001B73FA" w:rsidRPr="001B73FA">
        <w:rPr>
          <w:szCs w:val="20"/>
        </w:rPr>
        <w:t>vous inventez</w:t>
      </w:r>
      <w:r w:rsidRPr="00A4769E">
        <w:rPr>
          <w:szCs w:val="20"/>
        </w:rPr>
        <w:t xml:space="preserve">. </w:t>
      </w:r>
      <w:r w:rsidR="001B73FA" w:rsidRPr="001B73FA">
        <w:rPr>
          <w:szCs w:val="20"/>
        </w:rPr>
        <w:t>Or</w:t>
      </w:r>
      <w:r w:rsidRPr="00A4769E">
        <w:rPr>
          <w:szCs w:val="20"/>
        </w:rPr>
        <w:t xml:space="preserve">, </w:t>
      </w:r>
      <w:r w:rsidR="001B73FA" w:rsidRPr="001B73FA">
        <w:rPr>
          <w:szCs w:val="20"/>
        </w:rPr>
        <w:t>comme je vous l</w:t>
      </w:r>
      <w:r w:rsidRPr="00A4769E">
        <w:rPr>
          <w:szCs w:val="20"/>
        </w:rPr>
        <w:t>’</w:t>
      </w:r>
      <w:r w:rsidR="001B73FA" w:rsidRPr="001B73FA">
        <w:rPr>
          <w:szCs w:val="20"/>
        </w:rPr>
        <w:t>ai dit</w:t>
      </w:r>
      <w:r w:rsidRPr="00A4769E">
        <w:rPr>
          <w:szCs w:val="20"/>
        </w:rPr>
        <w:t xml:space="preserve">, </w:t>
      </w:r>
      <w:r w:rsidR="001B73FA" w:rsidRPr="001B73FA">
        <w:rPr>
          <w:szCs w:val="20"/>
        </w:rPr>
        <w:t>j</w:t>
      </w:r>
      <w:r w:rsidRPr="00A4769E">
        <w:rPr>
          <w:szCs w:val="20"/>
        </w:rPr>
        <w:t>’</w:t>
      </w:r>
      <w:r w:rsidR="001B73FA" w:rsidRPr="001B73FA">
        <w:rPr>
          <w:szCs w:val="20"/>
        </w:rPr>
        <w:t>ai déjà attaché mon c</w:t>
      </w:r>
      <w:r w:rsidRPr="00A4769E">
        <w:rPr>
          <w:szCs w:val="20"/>
        </w:rPr>
        <w:t>œ</w:t>
      </w:r>
      <w:r w:rsidR="001B73FA" w:rsidRPr="001B73FA">
        <w:rPr>
          <w:szCs w:val="20"/>
        </w:rPr>
        <w:t>ur à l</w:t>
      </w:r>
      <w:r w:rsidRPr="00A4769E">
        <w:rPr>
          <w:szCs w:val="20"/>
        </w:rPr>
        <w:t>’</w:t>
      </w:r>
      <w:r w:rsidR="001B73FA" w:rsidRPr="001B73FA">
        <w:rPr>
          <w:szCs w:val="20"/>
        </w:rPr>
        <w:t>invention de Brahms</w:t>
      </w:r>
      <w:r w:rsidRPr="00A4769E">
        <w:rPr>
          <w:szCs w:val="20"/>
        </w:rPr>
        <w:t xml:space="preserve">, </w:t>
      </w:r>
      <w:r w:rsidR="001B73FA" w:rsidRPr="001B73FA">
        <w:rPr>
          <w:szCs w:val="20"/>
        </w:rPr>
        <w:t>que je vais vous jouer au piano séance tenante</w:t>
      </w:r>
      <w:r w:rsidRPr="00A4769E">
        <w:rPr>
          <w:szCs w:val="20"/>
        </w:rPr>
        <w:t xml:space="preserve"> ; </w:t>
      </w:r>
      <w:r w:rsidR="001B73FA" w:rsidRPr="001B73FA">
        <w:rPr>
          <w:szCs w:val="20"/>
        </w:rPr>
        <w:t>tâchez de l</w:t>
      </w:r>
      <w:r w:rsidRPr="00A4769E">
        <w:rPr>
          <w:szCs w:val="20"/>
        </w:rPr>
        <w:t>’</w:t>
      </w:r>
      <w:r w:rsidR="001B73FA" w:rsidRPr="001B73FA">
        <w:rPr>
          <w:szCs w:val="20"/>
        </w:rPr>
        <w:t xml:space="preserve">apprendre pour le cas où vous auriez encore envie de siffler </w:t>
      </w:r>
      <w:r w:rsidR="001B73FA" w:rsidRPr="001B73FA">
        <w:rPr>
          <w:i/>
          <w:iCs/>
          <w:szCs w:val="20"/>
        </w:rPr>
        <w:t>Les Regrets</w:t>
      </w:r>
      <w:r w:rsidR="001B73FA" w:rsidRPr="001B73FA">
        <w:rPr>
          <w:szCs w:val="20"/>
        </w:rPr>
        <w:t xml:space="preserve"> pendant que le rouge de ma robe éclatera à travers vos bourgeons de saules</w:t>
      </w:r>
      <w:r w:rsidRPr="00A4769E">
        <w:rPr>
          <w:szCs w:val="20"/>
        </w:rPr>
        <w:t>. »</w:t>
      </w:r>
      <w:r w:rsidR="001B73FA" w:rsidRPr="001B73FA">
        <w:rPr>
          <w:szCs w:val="20"/>
        </w:rPr>
        <w:t xml:space="preserve"> Elle ouvrit le piano et se mit à jouer le Brahms</w:t>
      </w:r>
      <w:r w:rsidRPr="00A4769E">
        <w:rPr>
          <w:szCs w:val="20"/>
        </w:rPr>
        <w:t>.</w:t>
      </w:r>
    </w:p>
    <w:p w14:paraId="13152C09" w14:textId="79C87A59" w:rsidR="001B73FA" w:rsidRPr="001B73FA" w:rsidRDefault="001B73FA" w:rsidP="001B73FA">
      <w:pPr>
        <w:rPr>
          <w:szCs w:val="20"/>
        </w:rPr>
      </w:pPr>
      <w:r w:rsidRPr="001B73FA">
        <w:rPr>
          <w:szCs w:val="20"/>
        </w:rPr>
        <w:t>Angelo était dans une colère folle</w:t>
      </w:r>
      <w:r w:rsidR="00462692" w:rsidRPr="00A4769E">
        <w:rPr>
          <w:szCs w:val="20"/>
        </w:rPr>
        <w:t xml:space="preserve">. </w:t>
      </w:r>
      <w:r w:rsidRPr="001B73FA">
        <w:rPr>
          <w:szCs w:val="20"/>
        </w:rPr>
        <w:t>Tout ceci avait été dit d</w:t>
      </w:r>
      <w:r w:rsidR="00462692" w:rsidRPr="00A4769E">
        <w:rPr>
          <w:szCs w:val="20"/>
        </w:rPr>
        <w:t>’</w:t>
      </w:r>
      <w:r w:rsidRPr="001B73FA">
        <w:rPr>
          <w:szCs w:val="20"/>
        </w:rPr>
        <w:t>un ton froid et grave et pas une fois les grands yeux verts ne s</w:t>
      </w:r>
      <w:r w:rsidR="00462692" w:rsidRPr="00A4769E">
        <w:rPr>
          <w:szCs w:val="20"/>
        </w:rPr>
        <w:t>’</w:t>
      </w:r>
      <w:r w:rsidRPr="001B73FA">
        <w:rPr>
          <w:szCs w:val="20"/>
        </w:rPr>
        <w:t>étaient animés</w:t>
      </w:r>
      <w:r w:rsidR="00462692" w:rsidRPr="00A4769E">
        <w:rPr>
          <w:szCs w:val="20"/>
        </w:rPr>
        <w:t>. « </w:t>
      </w:r>
      <w:r w:rsidRPr="001B73FA">
        <w:rPr>
          <w:szCs w:val="20"/>
        </w:rPr>
        <w:t>J</w:t>
      </w:r>
      <w:r w:rsidR="00462692" w:rsidRPr="00A4769E">
        <w:rPr>
          <w:szCs w:val="20"/>
        </w:rPr>
        <w:t>’</w:t>
      </w:r>
      <w:r w:rsidRPr="001B73FA">
        <w:rPr>
          <w:szCs w:val="20"/>
        </w:rPr>
        <w:t>ai bien le droit de siffler ce que je veux comme je veux</w:t>
      </w:r>
      <w:r w:rsidR="00462692" w:rsidRPr="00A4769E">
        <w:rPr>
          <w:szCs w:val="20"/>
        </w:rPr>
        <w:t xml:space="preserve">, </w:t>
      </w:r>
      <w:r w:rsidRPr="001B73FA">
        <w:rPr>
          <w:szCs w:val="20"/>
        </w:rPr>
        <w:t>se disait-il</w:t>
      </w:r>
      <w:r w:rsidR="00462692" w:rsidRPr="00A4769E">
        <w:rPr>
          <w:szCs w:val="20"/>
        </w:rPr>
        <w:t xml:space="preserve">. </w:t>
      </w:r>
      <w:r w:rsidRPr="001B73FA">
        <w:rPr>
          <w:szCs w:val="20"/>
        </w:rPr>
        <w:t>Et tu n</w:t>
      </w:r>
      <w:r w:rsidR="00462692" w:rsidRPr="00A4769E">
        <w:rPr>
          <w:szCs w:val="20"/>
        </w:rPr>
        <w:t>’</w:t>
      </w:r>
      <w:r w:rsidRPr="001B73FA">
        <w:rPr>
          <w:szCs w:val="20"/>
        </w:rPr>
        <w:t>es pas la seule à attacher une valeur sentimentale à cette romance</w:t>
      </w:r>
      <w:r w:rsidR="00462692" w:rsidRPr="00A4769E">
        <w:rPr>
          <w:szCs w:val="20"/>
        </w:rPr>
        <w:t xml:space="preserve">. </w:t>
      </w:r>
      <w:r w:rsidRPr="001B73FA">
        <w:rPr>
          <w:szCs w:val="20"/>
        </w:rPr>
        <w:t>Elle a parlé à mon c</w:t>
      </w:r>
      <w:r w:rsidR="00462692" w:rsidRPr="00A4769E">
        <w:rPr>
          <w:szCs w:val="20"/>
        </w:rPr>
        <w:t>œ</w:t>
      </w:r>
      <w:r w:rsidRPr="001B73FA">
        <w:rPr>
          <w:szCs w:val="20"/>
        </w:rPr>
        <w:t>ur</w:t>
      </w:r>
      <w:r w:rsidR="00462692" w:rsidRPr="00A4769E">
        <w:rPr>
          <w:szCs w:val="20"/>
        </w:rPr>
        <w:t xml:space="preserve">, </w:t>
      </w:r>
      <w:r w:rsidRPr="001B73FA">
        <w:rPr>
          <w:szCs w:val="20"/>
        </w:rPr>
        <w:t>et elle m</w:t>
      </w:r>
      <w:r w:rsidR="00462692" w:rsidRPr="00A4769E">
        <w:rPr>
          <w:szCs w:val="20"/>
        </w:rPr>
        <w:t>’</w:t>
      </w:r>
      <w:r w:rsidRPr="001B73FA">
        <w:rPr>
          <w:szCs w:val="20"/>
        </w:rPr>
        <w:t>a fait pleurer à un moment où tu ne pleurnichais que pour ton lait</w:t>
      </w:r>
      <w:r w:rsidR="00462692" w:rsidRPr="00A4769E">
        <w:rPr>
          <w:szCs w:val="20"/>
        </w:rPr>
        <w:t xml:space="preserve">. </w:t>
      </w:r>
      <w:r w:rsidRPr="001B73FA">
        <w:rPr>
          <w:szCs w:val="20"/>
        </w:rPr>
        <w:t>Quand j</w:t>
      </w:r>
      <w:r w:rsidR="00462692" w:rsidRPr="00A4769E">
        <w:rPr>
          <w:szCs w:val="20"/>
        </w:rPr>
        <w:t>’</w:t>
      </w:r>
      <w:r w:rsidRPr="001B73FA">
        <w:rPr>
          <w:szCs w:val="20"/>
        </w:rPr>
        <w:t>ai demandé aux musiciens d</w:t>
      </w:r>
      <w:r w:rsidR="00462692" w:rsidRPr="00A4769E">
        <w:rPr>
          <w:szCs w:val="20"/>
        </w:rPr>
        <w:t>’</w:t>
      </w:r>
      <w:r w:rsidRPr="001B73FA">
        <w:rPr>
          <w:szCs w:val="20"/>
        </w:rPr>
        <w:t xml:space="preserve">Anna de jouer ces </w:t>
      </w:r>
      <w:r w:rsidRPr="001B73FA">
        <w:rPr>
          <w:i/>
          <w:iCs/>
          <w:szCs w:val="20"/>
        </w:rPr>
        <w:t>Regrets</w:t>
      </w:r>
      <w:r w:rsidR="00462692" w:rsidRPr="00A4769E">
        <w:rPr>
          <w:szCs w:val="20"/>
        </w:rPr>
        <w:t xml:space="preserve">, </w:t>
      </w:r>
      <w:r w:rsidRPr="001B73FA">
        <w:rPr>
          <w:szCs w:val="20"/>
        </w:rPr>
        <w:t>c</w:t>
      </w:r>
      <w:r w:rsidR="00462692" w:rsidRPr="00A4769E">
        <w:rPr>
          <w:szCs w:val="20"/>
        </w:rPr>
        <w:t>’</w:t>
      </w:r>
      <w:r w:rsidRPr="001B73FA">
        <w:rPr>
          <w:szCs w:val="20"/>
        </w:rPr>
        <w:t>était pour revoir ma mère</w:t>
      </w:r>
      <w:r w:rsidR="00462692" w:rsidRPr="00A4769E">
        <w:rPr>
          <w:szCs w:val="20"/>
        </w:rPr>
        <w:t xml:space="preserve">, </w:t>
      </w:r>
      <w:r w:rsidRPr="001B73FA">
        <w:rPr>
          <w:szCs w:val="20"/>
        </w:rPr>
        <w:t>assise au piano devant la grande fenêtre par où se découvrent cent lieues d</w:t>
      </w:r>
      <w:r w:rsidR="00462692" w:rsidRPr="00A4769E">
        <w:rPr>
          <w:szCs w:val="20"/>
        </w:rPr>
        <w:t>’</w:t>
      </w:r>
      <w:r w:rsidRPr="001B73FA">
        <w:rPr>
          <w:szCs w:val="20"/>
        </w:rPr>
        <w:t>Alpes</w:t>
      </w:r>
      <w:r w:rsidR="00462692" w:rsidRPr="00A4769E">
        <w:rPr>
          <w:szCs w:val="20"/>
        </w:rPr>
        <w:t xml:space="preserve">. </w:t>
      </w:r>
      <w:r w:rsidRPr="001B73FA">
        <w:rPr>
          <w:szCs w:val="20"/>
        </w:rPr>
        <w:t>J</w:t>
      </w:r>
      <w:r w:rsidR="00462692" w:rsidRPr="00A4769E">
        <w:rPr>
          <w:szCs w:val="20"/>
        </w:rPr>
        <w:t>’</w:t>
      </w:r>
      <w:r w:rsidRPr="001B73FA">
        <w:rPr>
          <w:szCs w:val="20"/>
        </w:rPr>
        <w:t>étais à ce moment-là aussi grand debout qu</w:t>
      </w:r>
      <w:r w:rsidR="00462692" w:rsidRPr="00A4769E">
        <w:rPr>
          <w:szCs w:val="20"/>
        </w:rPr>
        <w:t>’</w:t>
      </w:r>
      <w:r w:rsidRPr="001B73FA">
        <w:rPr>
          <w:szCs w:val="20"/>
        </w:rPr>
        <w:t>elle assise</w:t>
      </w:r>
      <w:r w:rsidR="00462692" w:rsidRPr="00A4769E">
        <w:rPr>
          <w:szCs w:val="20"/>
        </w:rPr>
        <w:t xml:space="preserve">. </w:t>
      </w:r>
      <w:r w:rsidRPr="001B73FA">
        <w:rPr>
          <w:szCs w:val="20"/>
        </w:rPr>
        <w:t>“</w:t>
      </w:r>
      <w:r w:rsidRPr="001B73FA">
        <w:rPr>
          <w:szCs w:val="20"/>
        </w:rPr>
        <w:t>Mets ta joue contre mon épaule</w:t>
      </w:r>
      <w:r w:rsidR="00462692" w:rsidRPr="00A4769E">
        <w:rPr>
          <w:szCs w:val="20"/>
        </w:rPr>
        <w:t xml:space="preserve">, </w:t>
      </w:r>
      <w:r w:rsidRPr="001B73FA">
        <w:rPr>
          <w:szCs w:val="20"/>
        </w:rPr>
        <w:t>Angelo du ciel</w:t>
      </w:r>
      <w:r w:rsidRPr="001B73FA">
        <w:rPr>
          <w:szCs w:val="20"/>
        </w:rPr>
        <w:t>”</w:t>
      </w:r>
      <w:r w:rsidR="00462692" w:rsidRPr="00A4769E">
        <w:rPr>
          <w:szCs w:val="20"/>
        </w:rPr>
        <w:t xml:space="preserve">, </w:t>
      </w:r>
      <w:r w:rsidRPr="001B73FA">
        <w:rPr>
          <w:szCs w:val="20"/>
        </w:rPr>
        <w:t>disait-elle</w:t>
      </w:r>
      <w:r w:rsidR="00462692" w:rsidRPr="00A4769E">
        <w:rPr>
          <w:szCs w:val="20"/>
        </w:rPr>
        <w:t>. »</w:t>
      </w:r>
    </w:p>
    <w:p w14:paraId="2E470167" w14:textId="75207830" w:rsidR="00462692" w:rsidRPr="00A4769E" w:rsidRDefault="001B73FA" w:rsidP="001B73FA">
      <w:pPr>
        <w:rPr>
          <w:szCs w:val="20"/>
        </w:rPr>
      </w:pPr>
      <w:r w:rsidRPr="001B73FA">
        <w:rPr>
          <w:szCs w:val="20"/>
        </w:rPr>
        <w:t>Pauline jouait le Brahms avec un grand sentiment des valeurs</w:t>
      </w:r>
      <w:r w:rsidR="00462692" w:rsidRPr="00A4769E">
        <w:rPr>
          <w:szCs w:val="20"/>
        </w:rPr>
        <w:t xml:space="preserve">. </w:t>
      </w:r>
      <w:r w:rsidRPr="001B73FA">
        <w:rPr>
          <w:szCs w:val="20"/>
        </w:rPr>
        <w:t>Sa robe</w:t>
      </w:r>
      <w:r w:rsidR="00462692" w:rsidRPr="00A4769E">
        <w:rPr>
          <w:szCs w:val="20"/>
        </w:rPr>
        <w:t xml:space="preserve">, </w:t>
      </w:r>
      <w:r w:rsidRPr="001B73FA">
        <w:rPr>
          <w:szCs w:val="20"/>
        </w:rPr>
        <w:t>d</w:t>
      </w:r>
      <w:r w:rsidR="00462692" w:rsidRPr="00A4769E">
        <w:rPr>
          <w:szCs w:val="20"/>
        </w:rPr>
        <w:t>’</w:t>
      </w:r>
      <w:r w:rsidRPr="001B73FA">
        <w:rPr>
          <w:szCs w:val="20"/>
        </w:rPr>
        <w:t>un pourpre un peu doré</w:t>
      </w:r>
      <w:r w:rsidR="00462692" w:rsidRPr="00A4769E">
        <w:rPr>
          <w:szCs w:val="20"/>
        </w:rPr>
        <w:t xml:space="preserve">, </w:t>
      </w:r>
      <w:r w:rsidRPr="001B73FA">
        <w:rPr>
          <w:szCs w:val="20"/>
        </w:rPr>
        <w:t>décolletée jusqu</w:t>
      </w:r>
      <w:r w:rsidR="00462692" w:rsidRPr="00A4769E">
        <w:rPr>
          <w:szCs w:val="20"/>
        </w:rPr>
        <w:t>’</w:t>
      </w:r>
      <w:r w:rsidRPr="001B73FA">
        <w:rPr>
          <w:szCs w:val="20"/>
        </w:rPr>
        <w:t>au milieu de l</w:t>
      </w:r>
      <w:r w:rsidR="00462692" w:rsidRPr="00A4769E">
        <w:rPr>
          <w:szCs w:val="20"/>
        </w:rPr>
        <w:t>’</w:t>
      </w:r>
      <w:r w:rsidRPr="001B73FA">
        <w:rPr>
          <w:szCs w:val="20"/>
        </w:rPr>
        <w:t>épaule</w:t>
      </w:r>
      <w:r w:rsidR="00462692" w:rsidRPr="00A4769E">
        <w:rPr>
          <w:szCs w:val="20"/>
        </w:rPr>
        <w:t xml:space="preserve">, </w:t>
      </w:r>
      <w:r w:rsidRPr="001B73FA">
        <w:rPr>
          <w:szCs w:val="20"/>
        </w:rPr>
        <w:t>serrait étroitement son buste mais bouillonnait autour de ses hanches</w:t>
      </w:r>
      <w:r w:rsidR="00462692" w:rsidRPr="00A4769E">
        <w:rPr>
          <w:szCs w:val="20"/>
        </w:rPr>
        <w:t>. « </w:t>
      </w:r>
      <w:r w:rsidRPr="001B73FA">
        <w:rPr>
          <w:szCs w:val="20"/>
        </w:rPr>
        <w:t>Elle est très belle</w:t>
      </w:r>
      <w:r w:rsidR="00462692" w:rsidRPr="00A4769E">
        <w:rPr>
          <w:szCs w:val="20"/>
        </w:rPr>
        <w:t xml:space="preserve">, </w:t>
      </w:r>
      <w:r w:rsidRPr="001B73FA">
        <w:rPr>
          <w:szCs w:val="20"/>
        </w:rPr>
        <w:t>se dit Angelo</w:t>
      </w:r>
      <w:r w:rsidR="00462692" w:rsidRPr="00A4769E">
        <w:rPr>
          <w:szCs w:val="20"/>
        </w:rPr>
        <w:t xml:space="preserve">. </w:t>
      </w:r>
      <w:r w:rsidRPr="001B73FA">
        <w:rPr>
          <w:szCs w:val="20"/>
        </w:rPr>
        <w:t>Son regard est triste</w:t>
      </w:r>
      <w:r w:rsidR="00462692" w:rsidRPr="00A4769E">
        <w:rPr>
          <w:szCs w:val="20"/>
        </w:rPr>
        <w:t xml:space="preserve">, </w:t>
      </w:r>
      <w:r w:rsidRPr="001B73FA">
        <w:rPr>
          <w:szCs w:val="20"/>
        </w:rPr>
        <w:t>se dit-il brusquement</w:t>
      </w:r>
      <w:r w:rsidR="00462692" w:rsidRPr="00A4769E">
        <w:rPr>
          <w:szCs w:val="20"/>
        </w:rPr>
        <w:t xml:space="preserve">, </w:t>
      </w:r>
      <w:r w:rsidRPr="001B73FA">
        <w:rPr>
          <w:szCs w:val="20"/>
        </w:rPr>
        <w:t>voilà sans doute pourquoi je n</w:t>
      </w:r>
      <w:r w:rsidR="00462692" w:rsidRPr="00A4769E">
        <w:rPr>
          <w:szCs w:val="20"/>
        </w:rPr>
        <w:t>’</w:t>
      </w:r>
      <w:r w:rsidRPr="001B73FA">
        <w:rPr>
          <w:szCs w:val="20"/>
        </w:rPr>
        <w:t>aime pas ses grands yeux verts</w:t>
      </w:r>
      <w:r w:rsidR="00462692" w:rsidRPr="00A4769E">
        <w:rPr>
          <w:szCs w:val="20"/>
        </w:rPr>
        <w:t xml:space="preserve"> ; </w:t>
      </w:r>
      <w:r w:rsidRPr="001B73FA">
        <w:rPr>
          <w:szCs w:val="20"/>
        </w:rPr>
        <w:t>mais</w:t>
      </w:r>
      <w:r w:rsidR="00462692" w:rsidRPr="00A4769E">
        <w:rPr>
          <w:szCs w:val="20"/>
        </w:rPr>
        <w:t xml:space="preserve">, </w:t>
      </w:r>
      <w:r w:rsidRPr="001B73FA">
        <w:rPr>
          <w:szCs w:val="20"/>
        </w:rPr>
        <w:t>tout à l</w:t>
      </w:r>
      <w:r w:rsidR="00462692" w:rsidRPr="00A4769E">
        <w:rPr>
          <w:szCs w:val="20"/>
        </w:rPr>
        <w:t>’</w:t>
      </w:r>
      <w:r w:rsidRPr="001B73FA">
        <w:rPr>
          <w:szCs w:val="20"/>
        </w:rPr>
        <w:t>heure quand elle me parlait si durement</w:t>
      </w:r>
      <w:r w:rsidR="00462692" w:rsidRPr="00A4769E">
        <w:rPr>
          <w:szCs w:val="20"/>
        </w:rPr>
        <w:t xml:space="preserve">, </w:t>
      </w:r>
      <w:r w:rsidRPr="001B73FA">
        <w:rPr>
          <w:szCs w:val="20"/>
        </w:rPr>
        <w:t>sa bouche s</w:t>
      </w:r>
      <w:r w:rsidR="00462692" w:rsidRPr="00A4769E">
        <w:rPr>
          <w:szCs w:val="20"/>
        </w:rPr>
        <w:t>’</w:t>
      </w:r>
      <w:r w:rsidRPr="001B73FA">
        <w:rPr>
          <w:szCs w:val="20"/>
        </w:rPr>
        <w:t>est balancée avec une grande douceur dans ses joues si fines</w:t>
      </w:r>
      <w:r w:rsidR="00462692" w:rsidRPr="00A4769E">
        <w:rPr>
          <w:szCs w:val="20"/>
        </w:rPr>
        <w:t xml:space="preserve">, </w:t>
      </w:r>
      <w:r w:rsidRPr="001B73FA">
        <w:rPr>
          <w:szCs w:val="20"/>
        </w:rPr>
        <w:t>et maintenant</w:t>
      </w:r>
      <w:r w:rsidR="00462692" w:rsidRPr="00A4769E">
        <w:rPr>
          <w:szCs w:val="20"/>
        </w:rPr>
        <w:t xml:space="preserve">, </w:t>
      </w:r>
      <w:r w:rsidRPr="001B73FA">
        <w:rPr>
          <w:szCs w:val="20"/>
        </w:rPr>
        <w:t>devant cette nuque de marbre et ces si beaux cheveux noirs</w:t>
      </w:r>
      <w:r w:rsidR="00462692" w:rsidRPr="00A4769E">
        <w:rPr>
          <w:szCs w:val="20"/>
        </w:rPr>
        <w:t xml:space="preserve">, </w:t>
      </w:r>
      <w:r w:rsidRPr="001B73FA">
        <w:rPr>
          <w:szCs w:val="20"/>
        </w:rPr>
        <w:t>je suis hors de moi comme Perceval devant le sang des oies sur la neige</w:t>
      </w:r>
      <w:r w:rsidR="00462692" w:rsidRPr="00A4769E">
        <w:rPr>
          <w:szCs w:val="20"/>
        </w:rPr>
        <w:t>. »</w:t>
      </w:r>
      <w:r w:rsidRPr="001B73FA">
        <w:rPr>
          <w:szCs w:val="20"/>
        </w:rPr>
        <w:t xml:space="preserve"> Il ne s</w:t>
      </w:r>
      <w:r w:rsidR="00462692" w:rsidRPr="00A4769E">
        <w:rPr>
          <w:szCs w:val="20"/>
        </w:rPr>
        <w:t>’</w:t>
      </w:r>
      <w:r w:rsidRPr="001B73FA">
        <w:rPr>
          <w:szCs w:val="20"/>
        </w:rPr>
        <w:t>apercevait pas que Pauline</w:t>
      </w:r>
      <w:r w:rsidR="00462692" w:rsidRPr="00A4769E">
        <w:rPr>
          <w:szCs w:val="20"/>
        </w:rPr>
        <w:t xml:space="preserve">, </w:t>
      </w:r>
      <w:r w:rsidRPr="001B73FA">
        <w:rPr>
          <w:szCs w:val="20"/>
        </w:rPr>
        <w:t>après avoir joué d</w:t>
      </w:r>
      <w:r w:rsidR="00462692" w:rsidRPr="00A4769E">
        <w:rPr>
          <w:szCs w:val="20"/>
        </w:rPr>
        <w:t>’</w:t>
      </w:r>
      <w:r w:rsidRPr="001B73FA">
        <w:rPr>
          <w:szCs w:val="20"/>
        </w:rPr>
        <w:t xml:space="preserve">une façon </w:t>
      </w:r>
      <w:r w:rsidRPr="001B73FA">
        <w:rPr>
          <w:szCs w:val="20"/>
        </w:rPr>
        <w:lastRenderedPageBreak/>
        <w:t>parfaite</w:t>
      </w:r>
      <w:r w:rsidR="00462692" w:rsidRPr="00A4769E">
        <w:rPr>
          <w:szCs w:val="20"/>
        </w:rPr>
        <w:t xml:space="preserve">, </w:t>
      </w:r>
      <w:r w:rsidRPr="001B73FA">
        <w:rPr>
          <w:szCs w:val="20"/>
        </w:rPr>
        <w:t>insistait maintenant très impoliment sur le passage dont elle avait parlé</w:t>
      </w:r>
      <w:r w:rsidR="00462692" w:rsidRPr="00A4769E">
        <w:rPr>
          <w:szCs w:val="20"/>
        </w:rPr>
        <w:t xml:space="preserve">. </w:t>
      </w:r>
      <w:r w:rsidRPr="001B73FA">
        <w:rPr>
          <w:szCs w:val="20"/>
        </w:rPr>
        <w:t>Enfin</w:t>
      </w:r>
      <w:r w:rsidR="00462692" w:rsidRPr="00A4769E">
        <w:rPr>
          <w:szCs w:val="20"/>
        </w:rPr>
        <w:t xml:space="preserve">, </w:t>
      </w:r>
      <w:r w:rsidRPr="001B73FA">
        <w:rPr>
          <w:szCs w:val="20"/>
        </w:rPr>
        <w:t>elle ferma le piano</w:t>
      </w:r>
      <w:r w:rsidR="00462692" w:rsidRPr="00A4769E">
        <w:rPr>
          <w:szCs w:val="20"/>
        </w:rPr>
        <w:t xml:space="preserve">, </w:t>
      </w:r>
      <w:r w:rsidRPr="001B73FA">
        <w:rPr>
          <w:szCs w:val="20"/>
        </w:rPr>
        <w:t>et</w:t>
      </w:r>
      <w:r w:rsidR="00462692" w:rsidRPr="00A4769E">
        <w:rPr>
          <w:szCs w:val="20"/>
        </w:rPr>
        <w:t xml:space="preserve">, </w:t>
      </w:r>
      <w:r w:rsidRPr="001B73FA">
        <w:rPr>
          <w:szCs w:val="20"/>
        </w:rPr>
        <w:t>malgré tout</w:t>
      </w:r>
      <w:r w:rsidR="00462692" w:rsidRPr="00A4769E">
        <w:rPr>
          <w:szCs w:val="20"/>
        </w:rPr>
        <w:t xml:space="preserve">, </w:t>
      </w:r>
      <w:r w:rsidRPr="001B73FA">
        <w:rPr>
          <w:szCs w:val="20"/>
        </w:rPr>
        <w:t>Angelo se leva</w:t>
      </w:r>
      <w:r w:rsidR="00462692" w:rsidRPr="00A4769E">
        <w:rPr>
          <w:szCs w:val="20"/>
        </w:rPr>
        <w:t>. « </w:t>
      </w:r>
      <w:r w:rsidRPr="001B73FA">
        <w:rPr>
          <w:szCs w:val="20"/>
        </w:rPr>
        <w:t>Il est vrai</w:t>
      </w:r>
      <w:r w:rsidR="00462692" w:rsidRPr="00A4769E">
        <w:rPr>
          <w:szCs w:val="20"/>
        </w:rPr>
        <w:t xml:space="preserve">, </w:t>
      </w:r>
      <w:r w:rsidRPr="001B73FA">
        <w:rPr>
          <w:szCs w:val="20"/>
        </w:rPr>
        <w:t>dit-il froidement</w:t>
      </w:r>
      <w:r w:rsidR="00462692" w:rsidRPr="00A4769E">
        <w:rPr>
          <w:szCs w:val="20"/>
        </w:rPr>
        <w:t xml:space="preserve">, </w:t>
      </w:r>
      <w:r w:rsidRPr="001B73FA">
        <w:rPr>
          <w:szCs w:val="20"/>
        </w:rPr>
        <w:t>que j</w:t>
      </w:r>
      <w:r w:rsidR="00462692" w:rsidRPr="00A4769E">
        <w:rPr>
          <w:szCs w:val="20"/>
        </w:rPr>
        <w:t>’</w:t>
      </w:r>
      <w:r w:rsidRPr="001B73FA">
        <w:rPr>
          <w:szCs w:val="20"/>
        </w:rPr>
        <w:t>ai inventé un peu à côté</w:t>
      </w:r>
      <w:r w:rsidR="00462692" w:rsidRPr="00A4769E">
        <w:rPr>
          <w:szCs w:val="20"/>
        </w:rPr>
        <w:t xml:space="preserve">. </w:t>
      </w:r>
      <w:r w:rsidRPr="001B73FA">
        <w:rPr>
          <w:szCs w:val="20"/>
        </w:rPr>
        <w:t>Mais</w:t>
      </w:r>
      <w:r w:rsidR="00462692" w:rsidRPr="00A4769E">
        <w:rPr>
          <w:szCs w:val="20"/>
        </w:rPr>
        <w:t xml:space="preserve">, </w:t>
      </w:r>
      <w:r w:rsidRPr="001B73FA">
        <w:rPr>
          <w:szCs w:val="20"/>
        </w:rPr>
        <w:t>outre que cela ne se reproduira plus</w:t>
      </w:r>
      <w:r w:rsidR="00462692" w:rsidRPr="00A4769E">
        <w:rPr>
          <w:szCs w:val="20"/>
        </w:rPr>
        <w:t xml:space="preserve">, </w:t>
      </w:r>
      <w:r w:rsidRPr="001B73FA">
        <w:rPr>
          <w:szCs w:val="20"/>
        </w:rPr>
        <w:t xml:space="preserve">car je viens </w:t>
      </w:r>
      <w:r w:rsidR="00A476C2">
        <w:rPr>
          <w:szCs w:val="20"/>
        </w:rPr>
        <w:t>d’</w:t>
      </w:r>
      <w:r w:rsidRPr="001B73FA">
        <w:rPr>
          <w:szCs w:val="20"/>
        </w:rPr>
        <w:t>apprendre ce qui me manquait</w:t>
      </w:r>
      <w:r w:rsidR="00462692" w:rsidRPr="00A4769E">
        <w:rPr>
          <w:szCs w:val="20"/>
        </w:rPr>
        <w:t xml:space="preserve">, </w:t>
      </w:r>
      <w:r w:rsidRPr="001B73FA">
        <w:rPr>
          <w:szCs w:val="20"/>
        </w:rPr>
        <w:t>je suis persuadé que vous aurez la plus grande indulgence pour les erreurs passées quand vous saurez que cette romance</w:t>
      </w:r>
      <w:r w:rsidR="00462692" w:rsidRPr="00A4769E">
        <w:rPr>
          <w:szCs w:val="20"/>
        </w:rPr>
        <w:t xml:space="preserve"> (</w:t>
      </w:r>
      <w:r w:rsidRPr="001B73FA">
        <w:rPr>
          <w:szCs w:val="20"/>
        </w:rPr>
        <w:t>qui a également pour moi une grande importance sentimentale</w:t>
      </w:r>
      <w:r w:rsidR="00462692" w:rsidRPr="00A4769E">
        <w:rPr>
          <w:szCs w:val="20"/>
        </w:rPr>
        <w:t xml:space="preserve">) </w:t>
      </w:r>
      <w:r w:rsidRPr="001B73FA">
        <w:rPr>
          <w:szCs w:val="20"/>
        </w:rPr>
        <w:t>se rattache à une époque désespérée de la vie de ma mère</w:t>
      </w:r>
      <w:r w:rsidR="00462692" w:rsidRPr="00A4769E">
        <w:rPr>
          <w:szCs w:val="20"/>
        </w:rPr>
        <w:t xml:space="preserve">. </w:t>
      </w:r>
      <w:r w:rsidRPr="001B73FA">
        <w:rPr>
          <w:szCs w:val="20"/>
        </w:rPr>
        <w:t>J</w:t>
      </w:r>
      <w:r w:rsidR="00462692" w:rsidRPr="00A4769E">
        <w:rPr>
          <w:szCs w:val="20"/>
        </w:rPr>
        <w:t>’</w:t>
      </w:r>
      <w:r w:rsidRPr="001B73FA">
        <w:rPr>
          <w:szCs w:val="20"/>
        </w:rPr>
        <w:t>avais sept ans et elle me faisait appuyer ma joue contre son épaule pendant qu</w:t>
      </w:r>
      <w:r w:rsidR="00462692" w:rsidRPr="00A4769E">
        <w:rPr>
          <w:szCs w:val="20"/>
        </w:rPr>
        <w:t>’</w:t>
      </w:r>
      <w:r w:rsidRPr="001B73FA">
        <w:rPr>
          <w:szCs w:val="20"/>
        </w:rPr>
        <w:t>elle jouait</w:t>
      </w:r>
      <w:r w:rsidR="00462692" w:rsidRPr="00A4769E">
        <w:rPr>
          <w:szCs w:val="20"/>
        </w:rPr>
        <w:t xml:space="preserve">. </w:t>
      </w:r>
      <w:r w:rsidRPr="001B73FA">
        <w:rPr>
          <w:szCs w:val="20"/>
        </w:rPr>
        <w:t>Je donnais plus d</w:t>
      </w:r>
      <w:r w:rsidR="00462692" w:rsidRPr="00A4769E">
        <w:rPr>
          <w:szCs w:val="20"/>
        </w:rPr>
        <w:t>’</w:t>
      </w:r>
      <w:r w:rsidRPr="001B73FA">
        <w:rPr>
          <w:szCs w:val="20"/>
        </w:rPr>
        <w:t>attention à sécher ses larmes qu</w:t>
      </w:r>
      <w:r w:rsidR="00462692" w:rsidRPr="00A4769E">
        <w:rPr>
          <w:szCs w:val="20"/>
        </w:rPr>
        <w:t>’</w:t>
      </w:r>
      <w:r w:rsidRPr="001B73FA">
        <w:rPr>
          <w:szCs w:val="20"/>
        </w:rPr>
        <w:t>à apprendre les notes exactes</w:t>
      </w:r>
      <w:r w:rsidR="00462692" w:rsidRPr="00A4769E">
        <w:rPr>
          <w:szCs w:val="20"/>
        </w:rPr>
        <w:t xml:space="preserve">. </w:t>
      </w:r>
      <w:r w:rsidRPr="001B73FA">
        <w:rPr>
          <w:szCs w:val="20"/>
        </w:rPr>
        <w:t>Il est incontestable qu</w:t>
      </w:r>
      <w:r w:rsidR="00462692" w:rsidRPr="00A4769E">
        <w:rPr>
          <w:szCs w:val="20"/>
        </w:rPr>
        <w:t>’</w:t>
      </w:r>
      <w:r w:rsidRPr="001B73FA">
        <w:rPr>
          <w:szCs w:val="20"/>
        </w:rPr>
        <w:t>un enfant sensible</w:t>
      </w:r>
      <w:r w:rsidR="00462692" w:rsidRPr="00A4769E">
        <w:rPr>
          <w:szCs w:val="20"/>
        </w:rPr>
        <w:t xml:space="preserve">, </w:t>
      </w:r>
      <w:r w:rsidRPr="001B73FA">
        <w:rPr>
          <w:szCs w:val="20"/>
        </w:rPr>
        <w:t>entendant la première phrase dans une semblable occasion</w:t>
      </w:r>
      <w:r w:rsidR="00462692" w:rsidRPr="00A4769E">
        <w:rPr>
          <w:szCs w:val="20"/>
        </w:rPr>
        <w:t xml:space="preserve">, </w:t>
      </w:r>
      <w:r w:rsidRPr="001B73FA">
        <w:rPr>
          <w:szCs w:val="20"/>
        </w:rPr>
        <w:t>ne pourra plus l</w:t>
      </w:r>
      <w:r w:rsidR="00462692" w:rsidRPr="00A4769E">
        <w:rPr>
          <w:szCs w:val="20"/>
        </w:rPr>
        <w:t>’</w:t>
      </w:r>
      <w:r w:rsidRPr="001B73FA">
        <w:rPr>
          <w:szCs w:val="20"/>
        </w:rPr>
        <w:t>oublier</w:t>
      </w:r>
      <w:r w:rsidR="00462692" w:rsidRPr="00A4769E">
        <w:rPr>
          <w:szCs w:val="20"/>
        </w:rPr>
        <w:t xml:space="preserve"> ; </w:t>
      </w:r>
      <w:r w:rsidRPr="001B73FA">
        <w:rPr>
          <w:szCs w:val="20"/>
        </w:rPr>
        <w:t>quant au reste</w:t>
      </w:r>
      <w:r w:rsidR="00462692" w:rsidRPr="00A4769E">
        <w:rPr>
          <w:szCs w:val="20"/>
        </w:rPr>
        <w:t xml:space="preserve">, </w:t>
      </w:r>
      <w:r w:rsidRPr="001B73FA">
        <w:rPr>
          <w:szCs w:val="20"/>
        </w:rPr>
        <w:t>que j</w:t>
      </w:r>
      <w:r w:rsidR="00462692" w:rsidRPr="00A4769E">
        <w:rPr>
          <w:szCs w:val="20"/>
        </w:rPr>
        <w:t>’</w:t>
      </w:r>
      <w:r w:rsidRPr="001B73FA">
        <w:rPr>
          <w:szCs w:val="20"/>
        </w:rPr>
        <w:t>inventais pour rester ainsi plus longtemps avec le souvenir de cette femme adorable</w:t>
      </w:r>
      <w:r w:rsidR="00462692" w:rsidRPr="00A4769E">
        <w:rPr>
          <w:szCs w:val="20"/>
        </w:rPr>
        <w:t xml:space="preserve"> </w:t>
      </w:r>
      <w:r w:rsidR="00A476C2" w:rsidRPr="00A4769E">
        <w:rPr>
          <w:szCs w:val="20"/>
        </w:rPr>
        <w:t>— </w:t>
      </w:r>
      <w:r w:rsidRPr="001B73FA">
        <w:rPr>
          <w:szCs w:val="20"/>
        </w:rPr>
        <w:t>qui est le grand amour de ma vie</w:t>
      </w:r>
      <w:r w:rsidR="001E18D4">
        <w:rPr>
          <w:szCs w:val="20"/>
        </w:rPr>
        <w:t> </w:t>
      </w:r>
      <w:r w:rsidR="00A476C2" w:rsidRPr="00A4769E">
        <w:rPr>
          <w:szCs w:val="20"/>
        </w:rPr>
        <w:t>—</w:t>
      </w:r>
      <w:r w:rsidR="001E18D4">
        <w:rPr>
          <w:szCs w:val="20"/>
        </w:rPr>
        <w:t xml:space="preserve"> </w:t>
      </w:r>
      <w:r w:rsidRPr="001B73FA">
        <w:rPr>
          <w:szCs w:val="20"/>
        </w:rPr>
        <w:t>je vous ferai gentiment remarquer que</w:t>
      </w:r>
      <w:r w:rsidR="00462692" w:rsidRPr="00A4769E">
        <w:rPr>
          <w:szCs w:val="20"/>
        </w:rPr>
        <w:t xml:space="preserve">, </w:t>
      </w:r>
      <w:r w:rsidRPr="001B73FA">
        <w:rPr>
          <w:szCs w:val="20"/>
        </w:rPr>
        <w:t>si j</w:t>
      </w:r>
      <w:r w:rsidR="00462692" w:rsidRPr="00A4769E">
        <w:rPr>
          <w:szCs w:val="20"/>
        </w:rPr>
        <w:t>’</w:t>
      </w:r>
      <w:r w:rsidRPr="001B73FA">
        <w:rPr>
          <w:szCs w:val="20"/>
        </w:rPr>
        <w:t>ai commis des erreurs dans ce que vous appelez les nuances</w:t>
      </w:r>
      <w:r w:rsidR="00462692" w:rsidRPr="00A4769E">
        <w:rPr>
          <w:szCs w:val="20"/>
        </w:rPr>
        <w:t xml:space="preserve">, </w:t>
      </w:r>
      <w:r w:rsidRPr="001B73FA">
        <w:rPr>
          <w:szCs w:val="20"/>
        </w:rPr>
        <w:t>j</w:t>
      </w:r>
      <w:r w:rsidR="00462692" w:rsidRPr="00A4769E">
        <w:rPr>
          <w:szCs w:val="20"/>
        </w:rPr>
        <w:t>’</w:t>
      </w:r>
      <w:r w:rsidRPr="001B73FA">
        <w:rPr>
          <w:szCs w:val="20"/>
        </w:rPr>
        <w:t>ai inventé exactement comme Brahms toute la fin</w:t>
      </w:r>
      <w:r w:rsidR="00462692" w:rsidRPr="00A4769E">
        <w:rPr>
          <w:szCs w:val="20"/>
        </w:rPr>
        <w:t xml:space="preserve">. </w:t>
      </w:r>
      <w:r w:rsidRPr="001B73FA">
        <w:rPr>
          <w:szCs w:val="20"/>
        </w:rPr>
        <w:t>J</w:t>
      </w:r>
      <w:r w:rsidR="00462692" w:rsidRPr="00A4769E">
        <w:rPr>
          <w:szCs w:val="20"/>
        </w:rPr>
        <w:t>’</w:t>
      </w:r>
      <w:r w:rsidRPr="001B73FA">
        <w:rPr>
          <w:szCs w:val="20"/>
        </w:rPr>
        <w:t>en suis fier</w:t>
      </w:r>
      <w:r w:rsidR="00462692" w:rsidRPr="00A4769E">
        <w:rPr>
          <w:szCs w:val="20"/>
        </w:rPr>
        <w:t>. »</w:t>
      </w:r>
      <w:r w:rsidRPr="001B73FA">
        <w:rPr>
          <w:szCs w:val="20"/>
        </w:rPr>
        <w:t xml:space="preserve"> Il sourit</w:t>
      </w:r>
      <w:r w:rsidR="00462692" w:rsidRPr="00A4769E">
        <w:rPr>
          <w:szCs w:val="20"/>
        </w:rPr>
        <w:t xml:space="preserve">, </w:t>
      </w:r>
      <w:r w:rsidRPr="001B73FA">
        <w:rPr>
          <w:szCs w:val="20"/>
        </w:rPr>
        <w:t>salua et sortit</w:t>
      </w:r>
      <w:r w:rsidR="00462692" w:rsidRPr="00A4769E">
        <w:rPr>
          <w:szCs w:val="20"/>
        </w:rPr>
        <w:t>.</w:t>
      </w:r>
    </w:p>
    <w:p w14:paraId="750DA5BB" w14:textId="77777777" w:rsidR="001B73FA" w:rsidRPr="001B73FA" w:rsidRDefault="00462692" w:rsidP="001B73FA">
      <w:pPr>
        <w:rPr>
          <w:szCs w:val="20"/>
        </w:rPr>
      </w:pPr>
      <w:r w:rsidRPr="00A4769E">
        <w:rPr>
          <w:szCs w:val="20"/>
        </w:rPr>
        <w:t>« </w:t>
      </w:r>
      <w:r w:rsidR="001B73FA" w:rsidRPr="001B73FA">
        <w:rPr>
          <w:szCs w:val="20"/>
        </w:rPr>
        <w:t>Je ne réussis jamais rien de ce que je me propose de faire</w:t>
      </w:r>
      <w:r w:rsidRPr="00A4769E">
        <w:rPr>
          <w:szCs w:val="20"/>
        </w:rPr>
        <w:t xml:space="preserve">, </w:t>
      </w:r>
      <w:r w:rsidR="001B73FA" w:rsidRPr="001B73FA">
        <w:rPr>
          <w:szCs w:val="20"/>
        </w:rPr>
        <w:t>se dit Pauline</w:t>
      </w:r>
      <w:r w:rsidRPr="00A4769E">
        <w:rPr>
          <w:szCs w:val="20"/>
        </w:rPr>
        <w:t xml:space="preserve">. </w:t>
      </w:r>
      <w:r w:rsidR="001B73FA" w:rsidRPr="001B73FA">
        <w:rPr>
          <w:szCs w:val="20"/>
        </w:rPr>
        <w:t>Pourquoi avait-il l</w:t>
      </w:r>
      <w:r w:rsidRPr="00A4769E">
        <w:rPr>
          <w:szCs w:val="20"/>
        </w:rPr>
        <w:t>’</w:t>
      </w:r>
      <w:r w:rsidR="001B73FA" w:rsidRPr="001B73FA">
        <w:rPr>
          <w:szCs w:val="20"/>
        </w:rPr>
        <w:t>air fâché</w:t>
      </w:r>
      <w:r w:rsidRPr="00A4769E">
        <w:rPr>
          <w:szCs w:val="20"/>
        </w:rPr>
        <w:t xml:space="preserve"> ? </w:t>
      </w:r>
      <w:r w:rsidR="001B73FA" w:rsidRPr="001B73FA">
        <w:rPr>
          <w:szCs w:val="20"/>
        </w:rPr>
        <w:t>J</w:t>
      </w:r>
      <w:r w:rsidRPr="00A4769E">
        <w:rPr>
          <w:szCs w:val="20"/>
        </w:rPr>
        <w:t>’</w:t>
      </w:r>
      <w:r w:rsidR="001B73FA" w:rsidRPr="001B73FA">
        <w:rPr>
          <w:szCs w:val="20"/>
        </w:rPr>
        <w:t>ai cependant pris soin de rester très grave</w:t>
      </w:r>
      <w:r w:rsidRPr="00A4769E">
        <w:rPr>
          <w:szCs w:val="20"/>
        </w:rPr>
        <w:t xml:space="preserve">, </w:t>
      </w:r>
      <w:r w:rsidR="001B73FA" w:rsidRPr="001B73FA">
        <w:rPr>
          <w:szCs w:val="20"/>
        </w:rPr>
        <w:t>comme je me l</w:t>
      </w:r>
      <w:r w:rsidRPr="00A4769E">
        <w:rPr>
          <w:szCs w:val="20"/>
        </w:rPr>
        <w:t>’</w:t>
      </w:r>
      <w:r w:rsidR="001B73FA" w:rsidRPr="001B73FA">
        <w:rPr>
          <w:szCs w:val="20"/>
        </w:rPr>
        <w:t>étais promis</w:t>
      </w:r>
      <w:r w:rsidRPr="00A4769E">
        <w:rPr>
          <w:szCs w:val="20"/>
        </w:rPr>
        <w:t xml:space="preserve">. </w:t>
      </w:r>
      <w:r w:rsidR="001B73FA" w:rsidRPr="001B73FA">
        <w:rPr>
          <w:szCs w:val="20"/>
        </w:rPr>
        <w:t>Il aurait dû</w:t>
      </w:r>
      <w:r w:rsidRPr="00A4769E">
        <w:rPr>
          <w:szCs w:val="20"/>
        </w:rPr>
        <w:t xml:space="preserve">, </w:t>
      </w:r>
      <w:r w:rsidR="001B73FA" w:rsidRPr="001B73FA">
        <w:rPr>
          <w:szCs w:val="20"/>
        </w:rPr>
        <w:t>au contraire</w:t>
      </w:r>
      <w:r w:rsidRPr="00A4769E">
        <w:rPr>
          <w:szCs w:val="20"/>
        </w:rPr>
        <w:t xml:space="preserve">, </w:t>
      </w:r>
      <w:r w:rsidR="001B73FA" w:rsidRPr="001B73FA">
        <w:rPr>
          <w:szCs w:val="20"/>
        </w:rPr>
        <w:t>comprendre que mon amitié attachait beaucoup d</w:t>
      </w:r>
      <w:r w:rsidRPr="00A4769E">
        <w:rPr>
          <w:szCs w:val="20"/>
        </w:rPr>
        <w:t>’</w:t>
      </w:r>
      <w:r w:rsidR="001B73FA" w:rsidRPr="001B73FA">
        <w:rPr>
          <w:szCs w:val="20"/>
        </w:rPr>
        <w:t>importance à tout ce qu</w:t>
      </w:r>
      <w:r w:rsidRPr="00A4769E">
        <w:rPr>
          <w:szCs w:val="20"/>
        </w:rPr>
        <w:t>’</w:t>
      </w:r>
      <w:r w:rsidR="001B73FA" w:rsidRPr="001B73FA">
        <w:rPr>
          <w:szCs w:val="20"/>
        </w:rPr>
        <w:t>il fait</w:t>
      </w:r>
      <w:r w:rsidRPr="00A4769E">
        <w:rPr>
          <w:szCs w:val="20"/>
        </w:rPr>
        <w:t xml:space="preserve">, </w:t>
      </w:r>
      <w:r w:rsidR="001B73FA" w:rsidRPr="001B73FA">
        <w:rPr>
          <w:szCs w:val="20"/>
        </w:rPr>
        <w:t>et en particulier aux occupations de son c</w:t>
      </w:r>
      <w:r w:rsidRPr="00A4769E">
        <w:rPr>
          <w:szCs w:val="20"/>
        </w:rPr>
        <w:t>œ</w:t>
      </w:r>
      <w:r w:rsidR="001B73FA" w:rsidRPr="001B73FA">
        <w:rPr>
          <w:szCs w:val="20"/>
        </w:rPr>
        <w:t>ur</w:t>
      </w:r>
      <w:r w:rsidRPr="00A4769E">
        <w:rPr>
          <w:szCs w:val="20"/>
        </w:rPr>
        <w:t xml:space="preserve">, </w:t>
      </w:r>
      <w:r w:rsidR="001B73FA" w:rsidRPr="001B73FA">
        <w:rPr>
          <w:szCs w:val="20"/>
        </w:rPr>
        <w:t>quand il est seul dans ce petit pavillon très isolé au bord de l</w:t>
      </w:r>
      <w:r w:rsidRPr="00A4769E">
        <w:rPr>
          <w:szCs w:val="20"/>
        </w:rPr>
        <w:t>’</w:t>
      </w:r>
      <w:r w:rsidR="001B73FA" w:rsidRPr="001B73FA">
        <w:rPr>
          <w:szCs w:val="20"/>
        </w:rPr>
        <w:t>étang</w:t>
      </w:r>
      <w:r w:rsidRPr="00A4769E">
        <w:rPr>
          <w:szCs w:val="20"/>
        </w:rPr>
        <w:t xml:space="preserve">. </w:t>
      </w:r>
      <w:r w:rsidR="001B73FA" w:rsidRPr="001B73FA">
        <w:rPr>
          <w:szCs w:val="20"/>
        </w:rPr>
        <w:t>Qu</w:t>
      </w:r>
      <w:r w:rsidRPr="00A4769E">
        <w:rPr>
          <w:szCs w:val="20"/>
        </w:rPr>
        <w:t>’</w:t>
      </w:r>
      <w:r w:rsidR="001B73FA" w:rsidRPr="001B73FA">
        <w:rPr>
          <w:szCs w:val="20"/>
        </w:rPr>
        <w:t>aurait-il fait alors si j</w:t>
      </w:r>
      <w:r w:rsidRPr="00A4769E">
        <w:rPr>
          <w:szCs w:val="20"/>
        </w:rPr>
        <w:t>’</w:t>
      </w:r>
      <w:r w:rsidR="001B73FA" w:rsidRPr="001B73FA">
        <w:rPr>
          <w:szCs w:val="20"/>
        </w:rPr>
        <w:t>avais pris cet air de suprême indifférence qu</w:t>
      </w:r>
      <w:r w:rsidRPr="00A4769E">
        <w:rPr>
          <w:szCs w:val="20"/>
        </w:rPr>
        <w:t>’</w:t>
      </w:r>
      <w:r w:rsidR="001B73FA" w:rsidRPr="001B73FA">
        <w:rPr>
          <w:szCs w:val="20"/>
        </w:rPr>
        <w:t>il avait à sa fenêtre pendant que j</w:t>
      </w:r>
      <w:r w:rsidRPr="00A4769E">
        <w:rPr>
          <w:szCs w:val="20"/>
        </w:rPr>
        <w:t>’</w:t>
      </w:r>
      <w:r w:rsidR="001B73FA" w:rsidRPr="001B73FA">
        <w:rPr>
          <w:szCs w:val="20"/>
        </w:rPr>
        <w:t>étais dans les saules</w:t>
      </w:r>
      <w:r w:rsidRPr="00A4769E">
        <w:rPr>
          <w:szCs w:val="20"/>
        </w:rPr>
        <w:t xml:space="preserve">, </w:t>
      </w:r>
      <w:r w:rsidR="001B73FA" w:rsidRPr="001B73FA">
        <w:rPr>
          <w:szCs w:val="20"/>
        </w:rPr>
        <w:t>où il est impossible qu</w:t>
      </w:r>
      <w:r w:rsidRPr="00A4769E">
        <w:rPr>
          <w:szCs w:val="20"/>
        </w:rPr>
        <w:t>’</w:t>
      </w:r>
      <w:r w:rsidR="001B73FA" w:rsidRPr="001B73FA">
        <w:rPr>
          <w:szCs w:val="20"/>
        </w:rPr>
        <w:t>il ne m</w:t>
      </w:r>
      <w:r w:rsidRPr="00A4769E">
        <w:rPr>
          <w:szCs w:val="20"/>
        </w:rPr>
        <w:t>’</w:t>
      </w:r>
      <w:r w:rsidR="001B73FA" w:rsidRPr="001B73FA">
        <w:rPr>
          <w:szCs w:val="20"/>
        </w:rPr>
        <w:t>ait pas vue</w:t>
      </w:r>
      <w:r w:rsidRPr="00A4769E">
        <w:rPr>
          <w:szCs w:val="20"/>
        </w:rPr>
        <w:t xml:space="preserve">, </w:t>
      </w:r>
      <w:r w:rsidR="001B73FA" w:rsidRPr="001B73FA">
        <w:rPr>
          <w:szCs w:val="20"/>
        </w:rPr>
        <w:t>avec cette robe qui est la plus voyante de toutes celles que j</w:t>
      </w:r>
      <w:r w:rsidRPr="00A4769E">
        <w:rPr>
          <w:szCs w:val="20"/>
        </w:rPr>
        <w:t>’</w:t>
      </w:r>
      <w:r w:rsidR="001B73FA" w:rsidRPr="001B73FA">
        <w:rPr>
          <w:szCs w:val="20"/>
        </w:rPr>
        <w:t>ai</w:t>
      </w:r>
      <w:r w:rsidRPr="00A4769E">
        <w:rPr>
          <w:szCs w:val="20"/>
        </w:rPr>
        <w:t> ? »</w:t>
      </w:r>
    </w:p>
    <w:p w14:paraId="279BE48E" w14:textId="77777777" w:rsidR="001B73FA" w:rsidRPr="001B73FA" w:rsidRDefault="00462692" w:rsidP="001B73FA">
      <w:pPr>
        <w:rPr>
          <w:szCs w:val="20"/>
        </w:rPr>
      </w:pPr>
      <w:r w:rsidRPr="00A4769E">
        <w:rPr>
          <w:szCs w:val="20"/>
        </w:rPr>
        <w:lastRenderedPageBreak/>
        <w:t>« </w:t>
      </w:r>
      <w:r w:rsidR="001B73FA" w:rsidRPr="001B73FA">
        <w:rPr>
          <w:szCs w:val="20"/>
        </w:rPr>
        <w:t>Regardons bien à travers les saules</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Le printemps va très vite et les épaissit de jour en jour</w:t>
      </w:r>
      <w:r w:rsidRPr="00A4769E">
        <w:rPr>
          <w:szCs w:val="20"/>
        </w:rPr>
        <w:t xml:space="preserve">. </w:t>
      </w:r>
      <w:r w:rsidR="001B73FA" w:rsidRPr="001B73FA">
        <w:rPr>
          <w:szCs w:val="20"/>
        </w:rPr>
        <w:t>Mais j</w:t>
      </w:r>
      <w:r w:rsidRPr="00A4769E">
        <w:rPr>
          <w:szCs w:val="20"/>
        </w:rPr>
        <w:t>’</w:t>
      </w:r>
      <w:r w:rsidR="001B73FA" w:rsidRPr="001B73FA">
        <w:rPr>
          <w:szCs w:val="20"/>
        </w:rPr>
        <w:t>ai de bons yeux et il n</w:t>
      </w:r>
      <w:r w:rsidRPr="00A4769E">
        <w:rPr>
          <w:szCs w:val="20"/>
        </w:rPr>
        <w:t>’</w:t>
      </w:r>
      <w:r w:rsidR="001B73FA" w:rsidRPr="001B73FA">
        <w:rPr>
          <w:szCs w:val="20"/>
        </w:rPr>
        <w:t>y a certainement pas de robe rouge là-dedans</w:t>
      </w:r>
      <w:r w:rsidRPr="00A4769E">
        <w:rPr>
          <w:szCs w:val="20"/>
        </w:rPr>
        <w:t>. »</w:t>
      </w:r>
    </w:p>
    <w:p w14:paraId="229BEB89" w14:textId="77777777" w:rsidR="00462692" w:rsidRPr="00A4769E" w:rsidRDefault="001B73FA" w:rsidP="001B73FA">
      <w:pPr>
        <w:rPr>
          <w:szCs w:val="20"/>
        </w:rPr>
      </w:pPr>
      <w:r w:rsidRPr="001B73FA">
        <w:rPr>
          <w:szCs w:val="20"/>
        </w:rPr>
        <w:t>Par une belle nuit calme pleine d</w:t>
      </w:r>
      <w:r w:rsidR="00462692" w:rsidRPr="00A4769E">
        <w:rPr>
          <w:szCs w:val="20"/>
        </w:rPr>
        <w:t>’</w:t>
      </w:r>
      <w:r w:rsidRPr="001B73FA">
        <w:rPr>
          <w:szCs w:val="20"/>
        </w:rPr>
        <w:t>étoiles</w:t>
      </w:r>
      <w:r w:rsidR="00462692" w:rsidRPr="00A4769E">
        <w:rPr>
          <w:szCs w:val="20"/>
        </w:rPr>
        <w:t xml:space="preserve">, </w:t>
      </w:r>
      <w:r w:rsidRPr="001B73FA">
        <w:rPr>
          <w:szCs w:val="20"/>
        </w:rPr>
        <w:t>comme tous les rossignols chantaient dans les grands hêtres immobiles et chargés de feuilles</w:t>
      </w:r>
      <w:r w:rsidR="00462692" w:rsidRPr="00A4769E">
        <w:rPr>
          <w:szCs w:val="20"/>
        </w:rPr>
        <w:t xml:space="preserve">, </w:t>
      </w:r>
      <w:r w:rsidRPr="001B73FA">
        <w:rPr>
          <w:szCs w:val="20"/>
        </w:rPr>
        <w:t>Angelo crut apercevoir des voiles blancs de l</w:t>
      </w:r>
      <w:r w:rsidR="00462692" w:rsidRPr="00A4769E">
        <w:rPr>
          <w:szCs w:val="20"/>
        </w:rPr>
        <w:t>’</w:t>
      </w:r>
      <w:r w:rsidRPr="001B73FA">
        <w:rPr>
          <w:szCs w:val="20"/>
        </w:rPr>
        <w:t>autre côté de l</w:t>
      </w:r>
      <w:r w:rsidR="00462692" w:rsidRPr="00A4769E">
        <w:rPr>
          <w:szCs w:val="20"/>
        </w:rPr>
        <w:t>’</w:t>
      </w:r>
      <w:r w:rsidRPr="001B73FA">
        <w:rPr>
          <w:szCs w:val="20"/>
        </w:rPr>
        <w:t>étang</w:t>
      </w:r>
      <w:r w:rsidR="00462692" w:rsidRPr="00A4769E">
        <w:rPr>
          <w:szCs w:val="20"/>
        </w:rPr>
        <w:t xml:space="preserve">. </w:t>
      </w:r>
      <w:r w:rsidRPr="001B73FA">
        <w:rPr>
          <w:szCs w:val="20"/>
        </w:rPr>
        <w:t>Il n</w:t>
      </w:r>
      <w:r w:rsidR="00462692" w:rsidRPr="00A4769E">
        <w:rPr>
          <w:szCs w:val="20"/>
        </w:rPr>
        <w:t>’</w:t>
      </w:r>
      <w:r w:rsidRPr="001B73FA">
        <w:rPr>
          <w:szCs w:val="20"/>
        </w:rPr>
        <w:t>avait pas allumé sa lampe</w:t>
      </w:r>
      <w:r w:rsidR="00462692" w:rsidRPr="00A4769E">
        <w:rPr>
          <w:szCs w:val="20"/>
        </w:rPr>
        <w:t>. « </w:t>
      </w:r>
      <w:r w:rsidRPr="001B73FA">
        <w:rPr>
          <w:szCs w:val="20"/>
        </w:rPr>
        <w:t>Elle ne pourra pas m</w:t>
      </w:r>
      <w:r w:rsidR="00462692" w:rsidRPr="00A4769E">
        <w:rPr>
          <w:szCs w:val="20"/>
        </w:rPr>
        <w:t>’</w:t>
      </w:r>
      <w:r w:rsidRPr="001B73FA">
        <w:rPr>
          <w:szCs w:val="20"/>
        </w:rPr>
        <w:t>accuser d</w:t>
      </w:r>
      <w:r w:rsidR="00462692" w:rsidRPr="00A4769E">
        <w:rPr>
          <w:szCs w:val="20"/>
        </w:rPr>
        <w:t>’</w:t>
      </w:r>
      <w:r w:rsidRPr="001B73FA">
        <w:rPr>
          <w:szCs w:val="20"/>
        </w:rPr>
        <w:t>indifférence</w:t>
      </w:r>
      <w:r w:rsidR="00462692" w:rsidRPr="00A4769E">
        <w:rPr>
          <w:szCs w:val="20"/>
        </w:rPr>
        <w:t xml:space="preserve">, </w:t>
      </w:r>
      <w:r w:rsidRPr="001B73FA">
        <w:rPr>
          <w:szCs w:val="20"/>
        </w:rPr>
        <w:t>se dit-il</w:t>
      </w:r>
      <w:r w:rsidR="00462692" w:rsidRPr="00A4769E">
        <w:rPr>
          <w:szCs w:val="20"/>
        </w:rPr>
        <w:t xml:space="preserve"> ; </w:t>
      </w:r>
      <w:r w:rsidRPr="001B73FA">
        <w:rPr>
          <w:szCs w:val="20"/>
        </w:rPr>
        <w:t>de là-bas</w:t>
      </w:r>
      <w:r w:rsidR="00462692" w:rsidRPr="00A4769E">
        <w:rPr>
          <w:szCs w:val="20"/>
        </w:rPr>
        <w:t xml:space="preserve">, </w:t>
      </w:r>
      <w:r w:rsidRPr="001B73FA">
        <w:rPr>
          <w:szCs w:val="20"/>
        </w:rPr>
        <w:t>à peine si elle doit distinguer le noir de ma petite fenêtre dans la façade du pavillon</w:t>
      </w:r>
      <w:r w:rsidR="00462692" w:rsidRPr="00A4769E">
        <w:rPr>
          <w:szCs w:val="20"/>
        </w:rPr>
        <w:t>. »</w:t>
      </w:r>
      <w:r w:rsidRPr="001B73FA">
        <w:rPr>
          <w:szCs w:val="20"/>
        </w:rPr>
        <w:t xml:space="preserve"> Il siffla</w:t>
      </w:r>
      <w:r w:rsidR="00462692" w:rsidRPr="00A4769E">
        <w:rPr>
          <w:szCs w:val="20"/>
        </w:rPr>
        <w:t xml:space="preserve">, </w:t>
      </w:r>
      <w:r w:rsidRPr="001B73FA">
        <w:rPr>
          <w:szCs w:val="20"/>
        </w:rPr>
        <w:t>fort bien</w:t>
      </w:r>
      <w:r w:rsidR="00462692" w:rsidRPr="00A4769E">
        <w:rPr>
          <w:szCs w:val="20"/>
        </w:rPr>
        <w:t xml:space="preserve">, </w:t>
      </w:r>
      <w:r w:rsidRPr="001B73FA">
        <w:rPr>
          <w:i/>
          <w:iCs/>
          <w:szCs w:val="20"/>
        </w:rPr>
        <w:t>Les Regrets</w:t>
      </w:r>
      <w:r w:rsidR="00462692" w:rsidRPr="00A4769E">
        <w:rPr>
          <w:szCs w:val="20"/>
        </w:rPr>
        <w:t xml:space="preserve">. </w:t>
      </w:r>
      <w:r w:rsidRPr="001B73FA">
        <w:rPr>
          <w:szCs w:val="20"/>
        </w:rPr>
        <w:t>La tache blanche ne bougeait pas sur une petite place d</w:t>
      </w:r>
      <w:r w:rsidR="00462692" w:rsidRPr="00A4769E">
        <w:rPr>
          <w:szCs w:val="20"/>
        </w:rPr>
        <w:t>’</w:t>
      </w:r>
      <w:r w:rsidRPr="001B73FA">
        <w:rPr>
          <w:szCs w:val="20"/>
        </w:rPr>
        <w:t>herbe</w:t>
      </w:r>
      <w:r w:rsidR="00462692" w:rsidRPr="00A4769E">
        <w:rPr>
          <w:szCs w:val="20"/>
        </w:rPr>
        <w:t xml:space="preserve">. </w:t>
      </w:r>
      <w:r w:rsidRPr="001B73FA">
        <w:rPr>
          <w:szCs w:val="20"/>
        </w:rPr>
        <w:t>Il fallut plus d</w:t>
      </w:r>
      <w:r w:rsidR="00462692" w:rsidRPr="00A4769E">
        <w:rPr>
          <w:szCs w:val="20"/>
        </w:rPr>
        <w:t>’</w:t>
      </w:r>
      <w:r w:rsidRPr="001B73FA">
        <w:rPr>
          <w:szCs w:val="20"/>
        </w:rPr>
        <w:t>une heure</w:t>
      </w:r>
      <w:r w:rsidR="00462692" w:rsidRPr="00A4769E">
        <w:rPr>
          <w:szCs w:val="20"/>
        </w:rPr>
        <w:t xml:space="preserve">, </w:t>
      </w:r>
      <w:r w:rsidRPr="001B73FA">
        <w:rPr>
          <w:szCs w:val="20"/>
        </w:rPr>
        <w:t>qu</w:t>
      </w:r>
      <w:r w:rsidR="00462692" w:rsidRPr="00A4769E">
        <w:rPr>
          <w:szCs w:val="20"/>
        </w:rPr>
        <w:t>’</w:t>
      </w:r>
      <w:r w:rsidRPr="001B73FA">
        <w:rPr>
          <w:szCs w:val="20"/>
        </w:rPr>
        <w:t>Angelo passa à guetter</w:t>
      </w:r>
      <w:r w:rsidR="00462692" w:rsidRPr="00A4769E">
        <w:rPr>
          <w:szCs w:val="20"/>
        </w:rPr>
        <w:t xml:space="preserve">, </w:t>
      </w:r>
      <w:r w:rsidRPr="001B73FA">
        <w:rPr>
          <w:szCs w:val="20"/>
        </w:rPr>
        <w:t>avant qu</w:t>
      </w:r>
      <w:r w:rsidR="00462692" w:rsidRPr="00A4769E">
        <w:rPr>
          <w:szCs w:val="20"/>
        </w:rPr>
        <w:t>’</w:t>
      </w:r>
      <w:r w:rsidRPr="001B73FA">
        <w:rPr>
          <w:szCs w:val="20"/>
        </w:rPr>
        <w:t>il se rendît compte que c</w:t>
      </w:r>
      <w:r w:rsidR="00462692" w:rsidRPr="00A4769E">
        <w:rPr>
          <w:szCs w:val="20"/>
        </w:rPr>
        <w:t>’</w:t>
      </w:r>
      <w:r w:rsidRPr="001B73FA">
        <w:rPr>
          <w:szCs w:val="20"/>
        </w:rPr>
        <w:t>était le feuillage d</w:t>
      </w:r>
      <w:r w:rsidR="00462692" w:rsidRPr="00A4769E">
        <w:rPr>
          <w:szCs w:val="20"/>
        </w:rPr>
        <w:t>’</w:t>
      </w:r>
      <w:r w:rsidRPr="001B73FA">
        <w:rPr>
          <w:szCs w:val="20"/>
        </w:rPr>
        <w:t>un petit tremble</w:t>
      </w:r>
      <w:r w:rsidR="00462692" w:rsidRPr="00A4769E">
        <w:rPr>
          <w:szCs w:val="20"/>
        </w:rPr>
        <w:t>.</w:t>
      </w:r>
    </w:p>
    <w:p w14:paraId="52A7B957" w14:textId="6A83E0E9" w:rsidR="001B73FA" w:rsidRPr="001B73FA" w:rsidRDefault="00462692" w:rsidP="001B73FA">
      <w:pPr>
        <w:rPr>
          <w:szCs w:val="20"/>
        </w:rPr>
      </w:pPr>
      <w:r w:rsidRPr="00A4769E">
        <w:rPr>
          <w:szCs w:val="20"/>
        </w:rPr>
        <w:t>« </w:t>
      </w:r>
      <w:r w:rsidR="001B73FA" w:rsidRPr="001B73FA">
        <w:rPr>
          <w:szCs w:val="20"/>
        </w:rPr>
        <w:t>Je suis bête comme chou</w:t>
      </w:r>
      <w:r w:rsidRPr="00A4769E">
        <w:rPr>
          <w:szCs w:val="20"/>
        </w:rPr>
        <w:t xml:space="preserve">, </w:t>
      </w:r>
      <w:r w:rsidR="001B73FA" w:rsidRPr="001B73FA">
        <w:rPr>
          <w:szCs w:val="20"/>
        </w:rPr>
        <w:t>se dit Angelo</w:t>
      </w:r>
      <w:r w:rsidRPr="00A4769E">
        <w:rPr>
          <w:szCs w:val="20"/>
        </w:rPr>
        <w:t xml:space="preserve"> ; </w:t>
      </w:r>
      <w:r w:rsidR="001B73FA" w:rsidRPr="001B73FA">
        <w:rPr>
          <w:szCs w:val="20"/>
        </w:rPr>
        <w:t>à quoi bon essayer de prendre une revanche</w:t>
      </w:r>
      <w:r w:rsidRPr="00A4769E">
        <w:rPr>
          <w:szCs w:val="20"/>
        </w:rPr>
        <w:t xml:space="preserve"> ? </w:t>
      </w:r>
      <w:r w:rsidR="001B73FA" w:rsidRPr="001B73FA">
        <w:rPr>
          <w:szCs w:val="20"/>
        </w:rPr>
        <w:t>Convenons que Pauline ferait une s</w:t>
      </w:r>
      <w:r w:rsidRPr="00A4769E">
        <w:rPr>
          <w:szCs w:val="20"/>
        </w:rPr>
        <w:t>œ</w:t>
      </w:r>
      <w:r w:rsidR="001B73FA" w:rsidRPr="001B73FA">
        <w:rPr>
          <w:szCs w:val="20"/>
        </w:rPr>
        <w:t>ur adorable</w:t>
      </w:r>
      <w:r w:rsidRPr="00A4769E">
        <w:rPr>
          <w:szCs w:val="20"/>
        </w:rPr>
        <w:t xml:space="preserve">. </w:t>
      </w:r>
      <w:r w:rsidR="001B73FA" w:rsidRPr="001B73FA">
        <w:rPr>
          <w:szCs w:val="20"/>
        </w:rPr>
        <w:t>La seule qu</w:t>
      </w:r>
      <w:r w:rsidRPr="00A4769E">
        <w:rPr>
          <w:szCs w:val="20"/>
        </w:rPr>
        <w:t>’</w:t>
      </w:r>
      <w:r w:rsidR="001B73FA" w:rsidRPr="001B73FA">
        <w:rPr>
          <w:szCs w:val="20"/>
        </w:rPr>
        <w:t>il m</w:t>
      </w:r>
      <w:r w:rsidRPr="00A4769E">
        <w:rPr>
          <w:szCs w:val="20"/>
        </w:rPr>
        <w:t>’</w:t>
      </w:r>
      <w:r w:rsidR="001B73FA" w:rsidRPr="001B73FA">
        <w:rPr>
          <w:szCs w:val="20"/>
        </w:rPr>
        <w:t>aurait plu d</w:t>
      </w:r>
      <w:r w:rsidRPr="00A4769E">
        <w:rPr>
          <w:szCs w:val="20"/>
        </w:rPr>
        <w:t>’</w:t>
      </w:r>
      <w:r w:rsidR="001B73FA" w:rsidRPr="001B73FA">
        <w:rPr>
          <w:szCs w:val="20"/>
        </w:rPr>
        <w:t>avoir</w:t>
      </w:r>
      <w:r w:rsidRPr="00A4769E">
        <w:rPr>
          <w:szCs w:val="20"/>
        </w:rPr>
        <w:t xml:space="preserve">. </w:t>
      </w:r>
      <w:r w:rsidR="001B73FA" w:rsidRPr="001B73FA">
        <w:rPr>
          <w:szCs w:val="20"/>
        </w:rPr>
        <w:t>Puisque je l</w:t>
      </w:r>
      <w:r w:rsidRPr="00A4769E">
        <w:rPr>
          <w:szCs w:val="20"/>
        </w:rPr>
        <w:t>’</w:t>
      </w:r>
      <w:r w:rsidR="001B73FA" w:rsidRPr="001B73FA">
        <w:rPr>
          <w:szCs w:val="20"/>
        </w:rPr>
        <w:t>ai</w:t>
      </w:r>
      <w:r w:rsidRPr="00A4769E">
        <w:rPr>
          <w:szCs w:val="20"/>
        </w:rPr>
        <w:t xml:space="preserve">, </w:t>
      </w:r>
      <w:r w:rsidR="001B73FA" w:rsidRPr="001B73FA">
        <w:rPr>
          <w:szCs w:val="20"/>
        </w:rPr>
        <w:t>pourquoi lésiner</w:t>
      </w:r>
      <w:r w:rsidRPr="00A4769E">
        <w:rPr>
          <w:szCs w:val="20"/>
        </w:rPr>
        <w:t xml:space="preserve"> ? </w:t>
      </w:r>
      <w:r w:rsidR="001B73FA" w:rsidRPr="001B73FA">
        <w:rPr>
          <w:szCs w:val="20"/>
        </w:rPr>
        <w:t>Cette façon de me convoquer en plein matin</w:t>
      </w:r>
      <w:r w:rsidRPr="00A4769E">
        <w:rPr>
          <w:szCs w:val="20"/>
        </w:rPr>
        <w:t xml:space="preserve">, </w:t>
      </w:r>
      <w:r w:rsidR="001B73FA" w:rsidRPr="001B73FA">
        <w:rPr>
          <w:szCs w:val="20"/>
        </w:rPr>
        <w:t>de m</w:t>
      </w:r>
      <w:r w:rsidRPr="00A4769E">
        <w:rPr>
          <w:szCs w:val="20"/>
        </w:rPr>
        <w:t>’</w:t>
      </w:r>
      <w:r w:rsidR="001B73FA" w:rsidRPr="001B73FA">
        <w:rPr>
          <w:szCs w:val="20"/>
        </w:rPr>
        <w:t>accueillir hautainement</w:t>
      </w:r>
      <w:r w:rsidRPr="00A4769E">
        <w:rPr>
          <w:szCs w:val="20"/>
        </w:rPr>
        <w:t xml:space="preserve">, </w:t>
      </w:r>
      <w:r w:rsidR="001B73FA" w:rsidRPr="001B73FA">
        <w:rPr>
          <w:szCs w:val="20"/>
        </w:rPr>
        <w:t>en robe pourpre</w:t>
      </w:r>
      <w:r w:rsidRPr="00A4769E">
        <w:rPr>
          <w:szCs w:val="20"/>
        </w:rPr>
        <w:t xml:space="preserve">, </w:t>
      </w:r>
      <w:r w:rsidR="001B73FA" w:rsidRPr="001B73FA">
        <w:rPr>
          <w:szCs w:val="20"/>
        </w:rPr>
        <w:t>pour me faire remarquer mes erreurs de souvenir dans une romance allemande</w:t>
      </w:r>
      <w:r w:rsidRPr="00A4769E">
        <w:rPr>
          <w:szCs w:val="20"/>
        </w:rPr>
        <w:t xml:space="preserve">, </w:t>
      </w:r>
      <w:r w:rsidR="001B73FA" w:rsidRPr="001B73FA">
        <w:rPr>
          <w:szCs w:val="20"/>
        </w:rPr>
        <w:t>sont tout à fait dans l</w:t>
      </w:r>
      <w:r w:rsidRPr="00A4769E">
        <w:rPr>
          <w:szCs w:val="20"/>
        </w:rPr>
        <w:t>’</w:t>
      </w:r>
      <w:r w:rsidR="001B73FA" w:rsidRPr="001B73FA">
        <w:rPr>
          <w:szCs w:val="20"/>
        </w:rPr>
        <w:t>esprit de ma mère</w:t>
      </w:r>
      <w:r w:rsidRPr="00A4769E">
        <w:rPr>
          <w:szCs w:val="20"/>
        </w:rPr>
        <w:t xml:space="preserve">. </w:t>
      </w:r>
      <w:r w:rsidR="001B73FA" w:rsidRPr="001B73FA">
        <w:rPr>
          <w:szCs w:val="20"/>
        </w:rPr>
        <w:t>Comment ne m</w:t>
      </w:r>
      <w:r w:rsidRPr="00A4769E">
        <w:rPr>
          <w:szCs w:val="20"/>
        </w:rPr>
        <w:t>’</w:t>
      </w:r>
      <w:r w:rsidR="001B73FA" w:rsidRPr="001B73FA">
        <w:rPr>
          <w:szCs w:val="20"/>
        </w:rPr>
        <w:t>en suis-je pas aperçu tout de suite</w:t>
      </w:r>
      <w:r w:rsidRPr="00A4769E">
        <w:rPr>
          <w:szCs w:val="20"/>
        </w:rPr>
        <w:t xml:space="preserve"> ? </w:t>
      </w:r>
      <w:r w:rsidR="001B73FA" w:rsidRPr="001B73FA">
        <w:rPr>
          <w:szCs w:val="20"/>
        </w:rPr>
        <w:t>Voilà que maintenant je perds mon chemin en plein palais Pardi</w:t>
      </w:r>
      <w:r w:rsidRPr="00A4769E">
        <w:rPr>
          <w:szCs w:val="20"/>
        </w:rPr>
        <w:t xml:space="preserve">. </w:t>
      </w:r>
      <w:r w:rsidR="001B73FA" w:rsidRPr="001B73FA">
        <w:rPr>
          <w:szCs w:val="20"/>
        </w:rPr>
        <w:t>Attention à l</w:t>
      </w:r>
      <w:r w:rsidRPr="00A4769E">
        <w:rPr>
          <w:szCs w:val="20"/>
        </w:rPr>
        <w:t>’</w:t>
      </w:r>
      <w:r w:rsidR="001B73FA" w:rsidRPr="001B73FA">
        <w:rPr>
          <w:szCs w:val="20"/>
        </w:rPr>
        <w:t>“</w:t>
      </w:r>
      <w:r w:rsidR="001B73FA" w:rsidRPr="001B73FA">
        <w:rPr>
          <w:szCs w:val="20"/>
        </w:rPr>
        <w:t>obésité d</w:t>
      </w:r>
      <w:r w:rsidRPr="00A4769E">
        <w:rPr>
          <w:szCs w:val="20"/>
        </w:rPr>
        <w:t>’</w:t>
      </w:r>
      <w:r w:rsidR="001B73FA" w:rsidRPr="001B73FA">
        <w:rPr>
          <w:szCs w:val="20"/>
        </w:rPr>
        <w:t>esprit”</w:t>
      </w:r>
      <w:r w:rsidRPr="00A4769E">
        <w:rPr>
          <w:szCs w:val="20"/>
        </w:rPr>
        <w:t>. »</w:t>
      </w:r>
    </w:p>
    <w:p w14:paraId="077E1EE4" w14:textId="77777777" w:rsidR="00462692" w:rsidRPr="00A4769E" w:rsidRDefault="001B73FA" w:rsidP="001B73FA">
      <w:pPr>
        <w:rPr>
          <w:szCs w:val="20"/>
        </w:rPr>
      </w:pPr>
      <w:r w:rsidRPr="001B73FA">
        <w:rPr>
          <w:szCs w:val="20"/>
        </w:rPr>
        <w:t>Il commençait maintenant à faire parfois très chaud</w:t>
      </w:r>
      <w:r w:rsidR="00462692" w:rsidRPr="00A4769E">
        <w:rPr>
          <w:szCs w:val="20"/>
        </w:rPr>
        <w:t xml:space="preserve">. </w:t>
      </w:r>
      <w:r w:rsidRPr="001B73FA">
        <w:rPr>
          <w:szCs w:val="20"/>
        </w:rPr>
        <w:t>Souvent</w:t>
      </w:r>
      <w:r w:rsidR="00462692" w:rsidRPr="00A4769E">
        <w:rPr>
          <w:szCs w:val="20"/>
        </w:rPr>
        <w:t xml:space="preserve">, </w:t>
      </w:r>
      <w:r w:rsidRPr="001B73FA">
        <w:rPr>
          <w:szCs w:val="20"/>
        </w:rPr>
        <w:t>le sud s</w:t>
      </w:r>
      <w:r w:rsidR="00462692" w:rsidRPr="00A4769E">
        <w:rPr>
          <w:szCs w:val="20"/>
        </w:rPr>
        <w:t>’</w:t>
      </w:r>
      <w:r w:rsidRPr="001B73FA">
        <w:rPr>
          <w:szCs w:val="20"/>
        </w:rPr>
        <w:t>ouvrait pour des périodes de vent d</w:t>
      </w:r>
      <w:r w:rsidR="00462692" w:rsidRPr="00A4769E">
        <w:rPr>
          <w:szCs w:val="20"/>
        </w:rPr>
        <w:t>’</w:t>
      </w:r>
      <w:r w:rsidRPr="001B73FA">
        <w:rPr>
          <w:szCs w:val="20"/>
        </w:rPr>
        <w:t>Afrique</w:t>
      </w:r>
      <w:r w:rsidR="00462692" w:rsidRPr="00A4769E">
        <w:rPr>
          <w:szCs w:val="20"/>
        </w:rPr>
        <w:t xml:space="preserve">, </w:t>
      </w:r>
      <w:r w:rsidRPr="001B73FA">
        <w:rPr>
          <w:szCs w:val="20"/>
        </w:rPr>
        <w:t>qui charriait la pluie dans les remous étouffants</w:t>
      </w:r>
      <w:r w:rsidR="00462692" w:rsidRPr="00A4769E">
        <w:rPr>
          <w:szCs w:val="20"/>
        </w:rPr>
        <w:t xml:space="preserve">. </w:t>
      </w:r>
      <w:r w:rsidRPr="001B73FA">
        <w:rPr>
          <w:szCs w:val="20"/>
        </w:rPr>
        <w:t>Puis d</w:t>
      </w:r>
      <w:r w:rsidR="00462692" w:rsidRPr="00A4769E">
        <w:rPr>
          <w:szCs w:val="20"/>
        </w:rPr>
        <w:t>’</w:t>
      </w:r>
      <w:r w:rsidRPr="001B73FA">
        <w:rPr>
          <w:szCs w:val="20"/>
        </w:rPr>
        <w:t>immenses journées de cuivre blond s</w:t>
      </w:r>
      <w:r w:rsidR="00462692" w:rsidRPr="00A4769E">
        <w:rPr>
          <w:szCs w:val="20"/>
        </w:rPr>
        <w:t>’</w:t>
      </w:r>
      <w:r w:rsidRPr="001B73FA">
        <w:rPr>
          <w:szCs w:val="20"/>
        </w:rPr>
        <w:t>arrondissaient dans les collines</w:t>
      </w:r>
      <w:r w:rsidR="00462692" w:rsidRPr="00A4769E">
        <w:rPr>
          <w:szCs w:val="20"/>
        </w:rPr>
        <w:t>.</w:t>
      </w:r>
    </w:p>
    <w:p w14:paraId="0C73D3F8" w14:textId="567B7CA9" w:rsidR="00462692" w:rsidRPr="00A4769E" w:rsidRDefault="001B73FA" w:rsidP="001B73FA">
      <w:pPr>
        <w:rPr>
          <w:szCs w:val="20"/>
        </w:rPr>
      </w:pPr>
      <w:r w:rsidRPr="001B73FA">
        <w:rPr>
          <w:szCs w:val="20"/>
        </w:rPr>
        <w:lastRenderedPageBreak/>
        <w:t>À force de guetter la robe pourpre</w:t>
      </w:r>
      <w:r w:rsidR="00462692" w:rsidRPr="00A4769E">
        <w:rPr>
          <w:szCs w:val="20"/>
        </w:rPr>
        <w:t xml:space="preserve">, </w:t>
      </w:r>
      <w:r w:rsidRPr="001B73FA">
        <w:rPr>
          <w:szCs w:val="20"/>
        </w:rPr>
        <w:t>Angelo distingua une robe bleu lavande qui passait parfois à la lisière d</w:t>
      </w:r>
      <w:r w:rsidR="00462692" w:rsidRPr="00A4769E">
        <w:rPr>
          <w:szCs w:val="20"/>
        </w:rPr>
        <w:t>’</w:t>
      </w:r>
      <w:r w:rsidRPr="001B73FA">
        <w:rPr>
          <w:szCs w:val="20"/>
        </w:rPr>
        <w:t>un bosquet de cyprès et s</w:t>
      </w:r>
      <w:r w:rsidR="00462692" w:rsidRPr="00A4769E">
        <w:rPr>
          <w:szCs w:val="20"/>
        </w:rPr>
        <w:t>’</w:t>
      </w:r>
      <w:r w:rsidRPr="001B73FA">
        <w:rPr>
          <w:szCs w:val="20"/>
        </w:rPr>
        <w:t>en allait vers des olivettes en terrasses sur le coteau de l</w:t>
      </w:r>
      <w:r w:rsidR="00462692" w:rsidRPr="00A4769E">
        <w:rPr>
          <w:szCs w:val="20"/>
        </w:rPr>
        <w:t>’</w:t>
      </w:r>
      <w:r w:rsidRPr="001B73FA">
        <w:rPr>
          <w:szCs w:val="20"/>
        </w:rPr>
        <w:t>ermitage</w:t>
      </w:r>
      <w:r w:rsidR="00462692" w:rsidRPr="00A4769E">
        <w:rPr>
          <w:szCs w:val="20"/>
        </w:rPr>
        <w:t xml:space="preserve">. </w:t>
      </w:r>
      <w:r w:rsidRPr="001B73FA">
        <w:rPr>
          <w:szCs w:val="20"/>
        </w:rPr>
        <w:t>Il y courut à petits pas</w:t>
      </w:r>
      <w:r w:rsidR="00462692" w:rsidRPr="00A4769E">
        <w:rPr>
          <w:szCs w:val="20"/>
        </w:rPr>
        <w:t xml:space="preserve">, </w:t>
      </w:r>
      <w:r w:rsidRPr="001B73FA">
        <w:rPr>
          <w:szCs w:val="20"/>
        </w:rPr>
        <w:t>par de grands détours</w:t>
      </w:r>
      <w:r w:rsidR="00462692" w:rsidRPr="00A4769E">
        <w:rPr>
          <w:szCs w:val="20"/>
        </w:rPr>
        <w:t xml:space="preserve">, </w:t>
      </w:r>
      <w:r w:rsidRPr="001B73FA">
        <w:rPr>
          <w:szCs w:val="20"/>
        </w:rPr>
        <w:t xml:space="preserve">et finalement resta à flâner dans </w:t>
      </w:r>
      <w:r w:rsidR="00B4025A">
        <w:rPr>
          <w:szCs w:val="20"/>
        </w:rPr>
        <w:t>d</w:t>
      </w:r>
      <w:r w:rsidRPr="001B73FA">
        <w:rPr>
          <w:szCs w:val="20"/>
        </w:rPr>
        <w:t>es bas-fonds où poussaient d</w:t>
      </w:r>
      <w:r w:rsidR="00462692" w:rsidRPr="00A4769E">
        <w:rPr>
          <w:szCs w:val="20"/>
        </w:rPr>
        <w:t>’</w:t>
      </w:r>
      <w:r w:rsidRPr="001B73FA">
        <w:rPr>
          <w:szCs w:val="20"/>
        </w:rPr>
        <w:t>extraordinaires menthes très juteuses</w:t>
      </w:r>
      <w:r w:rsidR="00462692" w:rsidRPr="00A4769E">
        <w:rPr>
          <w:szCs w:val="20"/>
        </w:rPr>
        <w:t xml:space="preserve">. </w:t>
      </w:r>
      <w:r w:rsidRPr="001B73FA">
        <w:rPr>
          <w:szCs w:val="20"/>
        </w:rPr>
        <w:t>Il vit la robe monter jusqu</w:t>
      </w:r>
      <w:r w:rsidR="00462692" w:rsidRPr="00A4769E">
        <w:rPr>
          <w:szCs w:val="20"/>
        </w:rPr>
        <w:t>’</w:t>
      </w:r>
      <w:r w:rsidRPr="001B73FA">
        <w:rPr>
          <w:szCs w:val="20"/>
        </w:rPr>
        <w:t>à la petite chapelle et rester longtemps à flotter sous l</w:t>
      </w:r>
      <w:r w:rsidR="00462692" w:rsidRPr="00A4769E">
        <w:rPr>
          <w:szCs w:val="20"/>
        </w:rPr>
        <w:t>’</w:t>
      </w:r>
      <w:r w:rsidRPr="001B73FA">
        <w:rPr>
          <w:szCs w:val="20"/>
        </w:rPr>
        <w:t>auvent</w:t>
      </w:r>
      <w:r w:rsidR="00462692" w:rsidRPr="00A4769E">
        <w:rPr>
          <w:szCs w:val="20"/>
        </w:rPr>
        <w:t xml:space="preserve">. </w:t>
      </w:r>
      <w:r w:rsidRPr="001B73FA">
        <w:rPr>
          <w:szCs w:val="20"/>
        </w:rPr>
        <w:t>Enfin</w:t>
      </w:r>
      <w:r w:rsidR="00462692" w:rsidRPr="00A4769E">
        <w:rPr>
          <w:szCs w:val="20"/>
        </w:rPr>
        <w:t xml:space="preserve">, </w:t>
      </w:r>
      <w:r w:rsidRPr="001B73FA">
        <w:rPr>
          <w:szCs w:val="20"/>
        </w:rPr>
        <w:t>elle se décida à redescendre et juste vers les ravins à la menthe</w:t>
      </w:r>
      <w:r w:rsidR="00462692" w:rsidRPr="00A4769E">
        <w:rPr>
          <w:szCs w:val="20"/>
        </w:rPr>
        <w:t xml:space="preserve">. </w:t>
      </w:r>
      <w:r w:rsidRPr="001B73FA">
        <w:rPr>
          <w:szCs w:val="20"/>
        </w:rPr>
        <w:t>Alors</w:t>
      </w:r>
      <w:r w:rsidR="00462692" w:rsidRPr="00A4769E">
        <w:rPr>
          <w:szCs w:val="20"/>
        </w:rPr>
        <w:t xml:space="preserve">, </w:t>
      </w:r>
      <w:r w:rsidRPr="001B73FA">
        <w:rPr>
          <w:szCs w:val="20"/>
        </w:rPr>
        <w:t>il se glissa dans une venelle que dissimulaient des arbousiers et se mit à sauter de pierre en pierre</w:t>
      </w:r>
      <w:r w:rsidR="00462692" w:rsidRPr="00A4769E">
        <w:rPr>
          <w:szCs w:val="20"/>
        </w:rPr>
        <w:t xml:space="preserve">, </w:t>
      </w:r>
      <w:r w:rsidRPr="001B73FA">
        <w:rPr>
          <w:szCs w:val="20"/>
        </w:rPr>
        <w:t>à travers les joncs d</w:t>
      </w:r>
      <w:r w:rsidR="00462692" w:rsidRPr="00A4769E">
        <w:rPr>
          <w:szCs w:val="20"/>
        </w:rPr>
        <w:t>’</w:t>
      </w:r>
      <w:r w:rsidRPr="001B73FA">
        <w:rPr>
          <w:szCs w:val="20"/>
        </w:rPr>
        <w:t>un petit marécage</w:t>
      </w:r>
      <w:r w:rsidR="00462692" w:rsidRPr="00A4769E">
        <w:rPr>
          <w:szCs w:val="20"/>
        </w:rPr>
        <w:t xml:space="preserve">, </w:t>
      </w:r>
      <w:r w:rsidRPr="001B73FA">
        <w:rPr>
          <w:szCs w:val="20"/>
        </w:rPr>
        <w:t>jusqu</w:t>
      </w:r>
      <w:r w:rsidR="00462692" w:rsidRPr="00A4769E">
        <w:rPr>
          <w:szCs w:val="20"/>
        </w:rPr>
        <w:t>’</w:t>
      </w:r>
      <w:r w:rsidRPr="001B73FA">
        <w:rPr>
          <w:szCs w:val="20"/>
        </w:rPr>
        <w:t>à la berge d</w:t>
      </w:r>
      <w:r w:rsidR="00462692" w:rsidRPr="00A4769E">
        <w:rPr>
          <w:szCs w:val="20"/>
        </w:rPr>
        <w:t>’</w:t>
      </w:r>
      <w:r w:rsidRPr="001B73FA">
        <w:rPr>
          <w:szCs w:val="20"/>
        </w:rPr>
        <w:t>un canal</w:t>
      </w:r>
      <w:r w:rsidR="00462692" w:rsidRPr="00A4769E">
        <w:rPr>
          <w:szCs w:val="20"/>
        </w:rPr>
        <w:t xml:space="preserve">. </w:t>
      </w:r>
      <w:r w:rsidRPr="001B73FA">
        <w:rPr>
          <w:szCs w:val="20"/>
        </w:rPr>
        <w:t>Elle marchait en se balançant le long de l</w:t>
      </w:r>
      <w:r w:rsidR="00462692" w:rsidRPr="00A4769E">
        <w:rPr>
          <w:szCs w:val="20"/>
        </w:rPr>
        <w:t>’</w:t>
      </w:r>
      <w:r w:rsidRPr="001B73FA">
        <w:rPr>
          <w:szCs w:val="20"/>
        </w:rPr>
        <w:t>eau</w:t>
      </w:r>
      <w:r w:rsidR="00462692" w:rsidRPr="00A4769E">
        <w:rPr>
          <w:szCs w:val="20"/>
        </w:rPr>
        <w:t xml:space="preserve">. </w:t>
      </w:r>
      <w:r w:rsidRPr="001B73FA">
        <w:rPr>
          <w:szCs w:val="20"/>
        </w:rPr>
        <w:t>On voyait bien les épais cheveux noirs et la chair blanche</w:t>
      </w:r>
      <w:r w:rsidR="00462692" w:rsidRPr="00A4769E">
        <w:rPr>
          <w:szCs w:val="20"/>
        </w:rPr>
        <w:t xml:space="preserve">. </w:t>
      </w:r>
      <w:r w:rsidRPr="001B73FA">
        <w:rPr>
          <w:szCs w:val="20"/>
        </w:rPr>
        <w:t>De toute évidence</w:t>
      </w:r>
      <w:r w:rsidR="00462692" w:rsidRPr="00A4769E">
        <w:rPr>
          <w:szCs w:val="20"/>
        </w:rPr>
        <w:t xml:space="preserve">, </w:t>
      </w:r>
      <w:r w:rsidRPr="001B73FA">
        <w:rPr>
          <w:szCs w:val="20"/>
        </w:rPr>
        <w:t>si la robe bleu lavande continuait à suivre le canal</w:t>
      </w:r>
      <w:r w:rsidR="00462692" w:rsidRPr="00A4769E">
        <w:rPr>
          <w:szCs w:val="20"/>
        </w:rPr>
        <w:t xml:space="preserve">, </w:t>
      </w:r>
      <w:r w:rsidRPr="001B73FA">
        <w:rPr>
          <w:szCs w:val="20"/>
        </w:rPr>
        <w:t>elle ne pourrait pas résister au désir de passer sur l</w:t>
      </w:r>
      <w:r w:rsidR="00462692" w:rsidRPr="00A4769E">
        <w:rPr>
          <w:szCs w:val="20"/>
        </w:rPr>
        <w:t>’</w:t>
      </w:r>
      <w:r w:rsidRPr="001B73FA">
        <w:rPr>
          <w:szCs w:val="20"/>
        </w:rPr>
        <w:t>aqueduc</w:t>
      </w:r>
      <w:r w:rsidR="00462692" w:rsidRPr="00A4769E">
        <w:rPr>
          <w:szCs w:val="20"/>
        </w:rPr>
        <w:t xml:space="preserve">, </w:t>
      </w:r>
      <w:r w:rsidRPr="001B73FA">
        <w:rPr>
          <w:szCs w:val="20"/>
        </w:rPr>
        <w:t>comme font toutes les petites filles</w:t>
      </w:r>
      <w:r w:rsidR="00462692" w:rsidRPr="00A4769E">
        <w:rPr>
          <w:szCs w:val="20"/>
        </w:rPr>
        <w:t xml:space="preserve">. </w:t>
      </w:r>
      <w:r w:rsidRPr="001B73FA">
        <w:rPr>
          <w:szCs w:val="20"/>
        </w:rPr>
        <w:t>Angelo marcha cette fois vraiment fort vite par un chemin creux entièrement recouvert d</w:t>
      </w:r>
      <w:r w:rsidR="00462692" w:rsidRPr="00A4769E">
        <w:rPr>
          <w:szCs w:val="20"/>
        </w:rPr>
        <w:t>’</w:t>
      </w:r>
      <w:r w:rsidRPr="001B73FA">
        <w:rPr>
          <w:szCs w:val="20"/>
        </w:rPr>
        <w:t>aubépines fleuries</w:t>
      </w:r>
      <w:r w:rsidR="00462692" w:rsidRPr="00A4769E">
        <w:rPr>
          <w:szCs w:val="20"/>
        </w:rPr>
        <w:t xml:space="preserve">, </w:t>
      </w:r>
      <w:r w:rsidRPr="001B73FA">
        <w:rPr>
          <w:szCs w:val="20"/>
        </w:rPr>
        <w:t>mais quand il arriva à l</w:t>
      </w:r>
      <w:r w:rsidR="00462692" w:rsidRPr="00A4769E">
        <w:rPr>
          <w:szCs w:val="20"/>
        </w:rPr>
        <w:t>’</w:t>
      </w:r>
      <w:r w:rsidRPr="001B73FA">
        <w:rPr>
          <w:szCs w:val="20"/>
        </w:rPr>
        <w:t>aqueduc</w:t>
      </w:r>
      <w:r w:rsidR="00462692" w:rsidRPr="00A4769E">
        <w:rPr>
          <w:szCs w:val="20"/>
        </w:rPr>
        <w:t xml:space="preserve">, </w:t>
      </w:r>
      <w:r w:rsidRPr="001B73FA">
        <w:rPr>
          <w:szCs w:val="20"/>
        </w:rPr>
        <w:t>la robe bleue rentrait au château par la grande pelouse</w:t>
      </w:r>
      <w:r w:rsidR="00462692" w:rsidRPr="00A4769E">
        <w:rPr>
          <w:szCs w:val="20"/>
        </w:rPr>
        <w:t>.</w:t>
      </w:r>
    </w:p>
    <w:p w14:paraId="52977AFA" w14:textId="77777777" w:rsidR="00462692" w:rsidRPr="00A4769E" w:rsidRDefault="001B73FA" w:rsidP="001B73FA">
      <w:pPr>
        <w:rPr>
          <w:szCs w:val="20"/>
        </w:rPr>
      </w:pPr>
      <w:r w:rsidRPr="001B73FA">
        <w:rPr>
          <w:szCs w:val="20"/>
        </w:rPr>
        <w:t>Il y eut un gros orage</w:t>
      </w:r>
      <w:r w:rsidR="00462692" w:rsidRPr="00A4769E">
        <w:rPr>
          <w:szCs w:val="20"/>
        </w:rPr>
        <w:t xml:space="preserve"> ; </w:t>
      </w:r>
      <w:r w:rsidRPr="001B73FA">
        <w:rPr>
          <w:szCs w:val="20"/>
        </w:rPr>
        <w:t>puis deux ou trois très beaux</w:t>
      </w:r>
      <w:r w:rsidR="00462692" w:rsidRPr="00A4769E">
        <w:rPr>
          <w:szCs w:val="20"/>
        </w:rPr>
        <w:t xml:space="preserve">. </w:t>
      </w:r>
      <w:r w:rsidRPr="001B73FA">
        <w:rPr>
          <w:szCs w:val="20"/>
        </w:rPr>
        <w:t>La foudre enflamma les pins du côté de Vauvenargues</w:t>
      </w:r>
      <w:r w:rsidR="00462692" w:rsidRPr="00A4769E">
        <w:rPr>
          <w:szCs w:val="20"/>
        </w:rPr>
        <w:t>.</w:t>
      </w:r>
    </w:p>
    <w:p w14:paraId="1855B744" w14:textId="77777777" w:rsidR="001B73FA" w:rsidRPr="001B73FA" w:rsidRDefault="001B73FA" w:rsidP="001B73FA">
      <w:pPr>
        <w:rPr>
          <w:szCs w:val="20"/>
        </w:rPr>
      </w:pPr>
      <w:r w:rsidRPr="001B73FA">
        <w:rPr>
          <w:szCs w:val="20"/>
        </w:rPr>
        <w:t>Pauline aimait ces drames</w:t>
      </w:r>
      <w:r w:rsidR="00462692" w:rsidRPr="00A4769E">
        <w:rPr>
          <w:szCs w:val="20"/>
        </w:rPr>
        <w:t xml:space="preserve">. </w:t>
      </w:r>
      <w:r w:rsidRPr="001B73FA">
        <w:rPr>
          <w:szCs w:val="20"/>
        </w:rPr>
        <w:t>Mais elle se dit</w:t>
      </w:r>
      <w:r w:rsidR="00462692" w:rsidRPr="00A4769E">
        <w:rPr>
          <w:szCs w:val="20"/>
        </w:rPr>
        <w:t> : « </w:t>
      </w:r>
      <w:r w:rsidRPr="001B73FA">
        <w:rPr>
          <w:szCs w:val="20"/>
        </w:rPr>
        <w:t>À quoi bon monter à la colline</w:t>
      </w:r>
      <w:r w:rsidR="00462692" w:rsidRPr="00A4769E">
        <w:rPr>
          <w:szCs w:val="20"/>
        </w:rPr>
        <w:t xml:space="preserve"> ? </w:t>
      </w:r>
      <w:r w:rsidRPr="001B73FA">
        <w:rPr>
          <w:szCs w:val="20"/>
        </w:rPr>
        <w:t>Les flammes doivent être rouges</w:t>
      </w:r>
      <w:r w:rsidR="00462692" w:rsidRPr="00A4769E">
        <w:rPr>
          <w:szCs w:val="20"/>
        </w:rPr>
        <w:t xml:space="preserve">, </w:t>
      </w:r>
      <w:r w:rsidRPr="001B73FA">
        <w:rPr>
          <w:szCs w:val="20"/>
        </w:rPr>
        <w:t>la fumée doit être noire et le feu a dû prendre à l</w:t>
      </w:r>
      <w:r w:rsidR="00462692" w:rsidRPr="00A4769E">
        <w:rPr>
          <w:szCs w:val="20"/>
        </w:rPr>
        <w:t>’</w:t>
      </w:r>
      <w:r w:rsidRPr="001B73FA">
        <w:rPr>
          <w:szCs w:val="20"/>
        </w:rPr>
        <w:t>endroit habituel</w:t>
      </w:r>
      <w:r w:rsidR="00462692" w:rsidRPr="00A4769E">
        <w:rPr>
          <w:szCs w:val="20"/>
        </w:rPr>
        <w:t xml:space="preserve">, </w:t>
      </w:r>
      <w:r w:rsidRPr="001B73FA">
        <w:rPr>
          <w:szCs w:val="20"/>
        </w:rPr>
        <w:t>où il y a des pins très secs</w:t>
      </w:r>
      <w:r w:rsidR="00462692" w:rsidRPr="00A4769E">
        <w:rPr>
          <w:szCs w:val="20"/>
        </w:rPr>
        <w:t xml:space="preserve">, </w:t>
      </w:r>
      <w:r w:rsidRPr="001B73FA">
        <w:rPr>
          <w:szCs w:val="20"/>
        </w:rPr>
        <w:t>sur le flanc du Sauvan</w:t>
      </w:r>
      <w:r w:rsidR="00462692" w:rsidRPr="00A4769E">
        <w:rPr>
          <w:szCs w:val="20"/>
        </w:rPr>
        <w:t xml:space="preserve">. </w:t>
      </w:r>
      <w:r w:rsidRPr="001B73FA">
        <w:rPr>
          <w:szCs w:val="20"/>
        </w:rPr>
        <w:t>Je suis enfin arrivée à me satisfaire de moi-même</w:t>
      </w:r>
      <w:r w:rsidR="00462692" w:rsidRPr="00A4769E">
        <w:rPr>
          <w:szCs w:val="20"/>
        </w:rPr>
        <w:t xml:space="preserve">. </w:t>
      </w:r>
      <w:r w:rsidRPr="001B73FA">
        <w:rPr>
          <w:szCs w:val="20"/>
        </w:rPr>
        <w:t>Jamais je n</w:t>
      </w:r>
      <w:r w:rsidR="00462692" w:rsidRPr="00A4769E">
        <w:rPr>
          <w:szCs w:val="20"/>
        </w:rPr>
        <w:t>’</w:t>
      </w:r>
      <w:r w:rsidRPr="001B73FA">
        <w:rPr>
          <w:szCs w:val="20"/>
        </w:rPr>
        <w:t>ai eu autant de paix</w:t>
      </w:r>
      <w:r w:rsidR="00462692" w:rsidRPr="00A4769E">
        <w:rPr>
          <w:szCs w:val="20"/>
        </w:rPr>
        <w:t xml:space="preserve">. </w:t>
      </w:r>
      <w:r w:rsidRPr="001B73FA">
        <w:rPr>
          <w:szCs w:val="20"/>
        </w:rPr>
        <w:t>Il faudrait que j</w:t>
      </w:r>
      <w:r w:rsidR="00462692" w:rsidRPr="00A4769E">
        <w:rPr>
          <w:szCs w:val="20"/>
        </w:rPr>
        <w:t>’</w:t>
      </w:r>
      <w:r w:rsidRPr="001B73FA">
        <w:rPr>
          <w:szCs w:val="20"/>
        </w:rPr>
        <w:t>arrange cette pièce d</w:t>
      </w:r>
      <w:r w:rsidR="00462692" w:rsidRPr="00A4769E">
        <w:rPr>
          <w:szCs w:val="20"/>
        </w:rPr>
        <w:t>’</w:t>
      </w:r>
      <w:r w:rsidRPr="001B73FA">
        <w:rPr>
          <w:szCs w:val="20"/>
        </w:rPr>
        <w:t>une façon très agréable</w:t>
      </w:r>
      <w:r w:rsidR="00462692" w:rsidRPr="00A4769E">
        <w:rPr>
          <w:szCs w:val="20"/>
        </w:rPr>
        <w:t xml:space="preserve">. </w:t>
      </w:r>
      <w:r w:rsidRPr="001B73FA">
        <w:rPr>
          <w:szCs w:val="20"/>
        </w:rPr>
        <w:t>Ce qu</w:t>
      </w:r>
      <w:r w:rsidR="00462692" w:rsidRPr="00A4769E">
        <w:rPr>
          <w:szCs w:val="20"/>
        </w:rPr>
        <w:t>’</w:t>
      </w:r>
      <w:r w:rsidRPr="001B73FA">
        <w:rPr>
          <w:szCs w:val="20"/>
        </w:rPr>
        <w:t>il faudrait surtout</w:t>
      </w:r>
      <w:r w:rsidR="00462692" w:rsidRPr="00A4769E">
        <w:rPr>
          <w:szCs w:val="20"/>
        </w:rPr>
        <w:t xml:space="preserve">, </w:t>
      </w:r>
      <w:r w:rsidRPr="001B73FA">
        <w:rPr>
          <w:szCs w:val="20"/>
        </w:rPr>
        <w:t>ce sont des paravents</w:t>
      </w:r>
      <w:r w:rsidR="00462692" w:rsidRPr="00A4769E">
        <w:rPr>
          <w:szCs w:val="20"/>
        </w:rPr>
        <w:t xml:space="preserve">. </w:t>
      </w:r>
      <w:r w:rsidRPr="001B73FA">
        <w:rPr>
          <w:szCs w:val="20"/>
        </w:rPr>
        <w:t>Faire des cachettes et qu</w:t>
      </w:r>
      <w:r w:rsidR="00462692" w:rsidRPr="00A4769E">
        <w:rPr>
          <w:szCs w:val="20"/>
        </w:rPr>
        <w:t>’</w:t>
      </w:r>
      <w:r w:rsidRPr="001B73FA">
        <w:rPr>
          <w:szCs w:val="20"/>
        </w:rPr>
        <w:t>il n</w:t>
      </w:r>
      <w:r w:rsidR="00462692" w:rsidRPr="00A4769E">
        <w:rPr>
          <w:szCs w:val="20"/>
        </w:rPr>
        <w:t>’</w:t>
      </w:r>
      <w:r w:rsidRPr="001B73FA">
        <w:rPr>
          <w:szCs w:val="20"/>
        </w:rPr>
        <w:t>y ait jamais beaucoup à courir pour aller d</w:t>
      </w:r>
      <w:r w:rsidR="00462692" w:rsidRPr="00A4769E">
        <w:rPr>
          <w:szCs w:val="20"/>
        </w:rPr>
        <w:t>’</w:t>
      </w:r>
      <w:r w:rsidRPr="001B73FA">
        <w:rPr>
          <w:szCs w:val="20"/>
        </w:rPr>
        <w:t>une cachette à l</w:t>
      </w:r>
      <w:r w:rsidR="00462692" w:rsidRPr="00A4769E">
        <w:rPr>
          <w:szCs w:val="20"/>
        </w:rPr>
        <w:t>’</w:t>
      </w:r>
      <w:r w:rsidRPr="001B73FA">
        <w:rPr>
          <w:szCs w:val="20"/>
        </w:rPr>
        <w:t>autre</w:t>
      </w:r>
      <w:r w:rsidR="00462692" w:rsidRPr="00A4769E">
        <w:rPr>
          <w:szCs w:val="20"/>
        </w:rPr>
        <w:t xml:space="preserve">. </w:t>
      </w:r>
      <w:r w:rsidRPr="001B73FA">
        <w:rPr>
          <w:szCs w:val="20"/>
        </w:rPr>
        <w:t>Masquer les fenêtres autant que possible</w:t>
      </w:r>
      <w:r w:rsidR="00462692" w:rsidRPr="00A4769E">
        <w:rPr>
          <w:szCs w:val="20"/>
        </w:rPr>
        <w:t xml:space="preserve"> ; </w:t>
      </w:r>
      <w:r w:rsidRPr="001B73FA">
        <w:rPr>
          <w:szCs w:val="20"/>
        </w:rPr>
        <w:t>rien n</w:t>
      </w:r>
      <w:r w:rsidR="00462692" w:rsidRPr="00A4769E">
        <w:rPr>
          <w:szCs w:val="20"/>
        </w:rPr>
        <w:t>’</w:t>
      </w:r>
      <w:r w:rsidRPr="001B73FA">
        <w:rPr>
          <w:szCs w:val="20"/>
        </w:rPr>
        <w:t xml:space="preserve">est plus bête </w:t>
      </w:r>
      <w:r w:rsidRPr="001B73FA">
        <w:rPr>
          <w:szCs w:val="20"/>
        </w:rPr>
        <w:lastRenderedPageBreak/>
        <w:t>qu</w:t>
      </w:r>
      <w:r w:rsidR="00462692" w:rsidRPr="00A4769E">
        <w:rPr>
          <w:szCs w:val="20"/>
        </w:rPr>
        <w:t>’</w:t>
      </w:r>
      <w:r w:rsidRPr="001B73FA">
        <w:rPr>
          <w:szCs w:val="20"/>
        </w:rPr>
        <w:t>une perspective</w:t>
      </w:r>
      <w:r w:rsidR="00462692" w:rsidRPr="00A4769E">
        <w:rPr>
          <w:szCs w:val="20"/>
        </w:rPr>
        <w:t xml:space="preserve">. </w:t>
      </w:r>
      <w:r w:rsidRPr="001B73FA">
        <w:rPr>
          <w:szCs w:val="20"/>
        </w:rPr>
        <w:t>Au fond</w:t>
      </w:r>
      <w:r w:rsidR="00462692" w:rsidRPr="00A4769E">
        <w:rPr>
          <w:szCs w:val="20"/>
        </w:rPr>
        <w:t xml:space="preserve">, </w:t>
      </w:r>
      <w:r w:rsidRPr="001B73FA">
        <w:rPr>
          <w:szCs w:val="20"/>
        </w:rPr>
        <w:t>ce que je n</w:t>
      </w:r>
      <w:r w:rsidR="00462692" w:rsidRPr="00A4769E">
        <w:rPr>
          <w:szCs w:val="20"/>
        </w:rPr>
        <w:t>’</w:t>
      </w:r>
      <w:r w:rsidRPr="001B73FA">
        <w:rPr>
          <w:szCs w:val="20"/>
        </w:rPr>
        <w:t>aime plus</w:t>
      </w:r>
      <w:r w:rsidR="00462692" w:rsidRPr="00A4769E">
        <w:rPr>
          <w:szCs w:val="20"/>
        </w:rPr>
        <w:t xml:space="preserve">, </w:t>
      </w:r>
      <w:r w:rsidRPr="001B73FA">
        <w:rPr>
          <w:szCs w:val="20"/>
        </w:rPr>
        <w:t>c</w:t>
      </w:r>
      <w:r w:rsidR="00462692" w:rsidRPr="00A4769E">
        <w:rPr>
          <w:szCs w:val="20"/>
        </w:rPr>
        <w:t>’</w:t>
      </w:r>
      <w:r w:rsidRPr="001B73FA">
        <w:rPr>
          <w:szCs w:val="20"/>
        </w:rPr>
        <w:t>est l</w:t>
      </w:r>
      <w:r w:rsidR="00462692" w:rsidRPr="00A4769E">
        <w:rPr>
          <w:szCs w:val="20"/>
        </w:rPr>
        <w:t>’</w:t>
      </w:r>
      <w:r w:rsidRPr="001B73FA">
        <w:rPr>
          <w:szCs w:val="20"/>
        </w:rPr>
        <w:t>espace</w:t>
      </w:r>
      <w:r w:rsidR="00462692" w:rsidRPr="00A4769E">
        <w:rPr>
          <w:szCs w:val="20"/>
        </w:rPr>
        <w:t xml:space="preserve">. </w:t>
      </w:r>
      <w:r w:rsidRPr="001B73FA">
        <w:rPr>
          <w:szCs w:val="20"/>
        </w:rPr>
        <w:t>J</w:t>
      </w:r>
      <w:r w:rsidR="00462692" w:rsidRPr="00A4769E">
        <w:rPr>
          <w:szCs w:val="20"/>
        </w:rPr>
        <w:t>’</w:t>
      </w:r>
      <w:r w:rsidRPr="001B73FA">
        <w:rPr>
          <w:szCs w:val="20"/>
        </w:rPr>
        <w:t>aimerais au contraire quelque chose de tout à fait petit et de certain</w:t>
      </w:r>
      <w:r w:rsidR="00462692" w:rsidRPr="00A4769E">
        <w:rPr>
          <w:szCs w:val="20"/>
        </w:rPr>
        <w:t xml:space="preserve"> ; </w:t>
      </w:r>
      <w:r w:rsidRPr="001B73FA">
        <w:rPr>
          <w:szCs w:val="20"/>
        </w:rPr>
        <w:t>une sorte de nid</w:t>
      </w:r>
      <w:r w:rsidR="00462692" w:rsidRPr="00A4769E">
        <w:rPr>
          <w:szCs w:val="20"/>
        </w:rPr>
        <w:t>.</w:t>
      </w:r>
      <w:r w:rsidR="00462692" w:rsidRPr="00A4769E">
        <w:rPr>
          <w:szCs w:val="20"/>
        </w:rPr>
        <w:t> »</w:t>
      </w:r>
    </w:p>
    <w:p w14:paraId="2B647B81" w14:textId="77777777" w:rsidR="001B73FA" w:rsidRPr="001B73FA" w:rsidRDefault="00462692" w:rsidP="001B73FA">
      <w:pPr>
        <w:rPr>
          <w:szCs w:val="20"/>
        </w:rPr>
      </w:pPr>
      <w:r w:rsidRPr="00A4769E">
        <w:rPr>
          <w:szCs w:val="20"/>
        </w:rPr>
        <w:t>« </w:t>
      </w:r>
      <w:r w:rsidR="001B73FA" w:rsidRPr="001B73FA">
        <w:rPr>
          <w:szCs w:val="20"/>
        </w:rPr>
        <w:t>Me voilà revenu au même point</w:t>
      </w:r>
      <w:r w:rsidRPr="00A4769E">
        <w:rPr>
          <w:szCs w:val="20"/>
        </w:rPr>
        <w:t xml:space="preserve">, </w:t>
      </w:r>
      <w:r w:rsidR="001B73FA" w:rsidRPr="001B73FA">
        <w:rPr>
          <w:szCs w:val="20"/>
        </w:rPr>
        <w:t>se dit Angelo</w:t>
      </w:r>
      <w:r w:rsidRPr="00A4769E">
        <w:rPr>
          <w:szCs w:val="20"/>
        </w:rPr>
        <w:t xml:space="preserve">, </w:t>
      </w:r>
      <w:r w:rsidR="001B73FA" w:rsidRPr="001B73FA">
        <w:rPr>
          <w:szCs w:val="20"/>
        </w:rPr>
        <w:t>j</w:t>
      </w:r>
      <w:r w:rsidRPr="00A4769E">
        <w:rPr>
          <w:szCs w:val="20"/>
        </w:rPr>
        <w:t>’</w:t>
      </w:r>
      <w:r w:rsidR="001B73FA" w:rsidRPr="001B73FA">
        <w:rPr>
          <w:szCs w:val="20"/>
        </w:rPr>
        <w:t>ai besoin d</w:t>
      </w:r>
      <w:r w:rsidRPr="00A4769E">
        <w:rPr>
          <w:szCs w:val="20"/>
        </w:rPr>
        <w:t>’</w:t>
      </w:r>
      <w:r w:rsidR="001B73FA" w:rsidRPr="001B73FA">
        <w:rPr>
          <w:szCs w:val="20"/>
        </w:rPr>
        <w:t>amis</w:t>
      </w:r>
      <w:r w:rsidRPr="00A4769E">
        <w:rPr>
          <w:szCs w:val="20"/>
        </w:rPr>
        <w:t xml:space="preserve">. </w:t>
      </w:r>
      <w:r w:rsidR="001B73FA" w:rsidRPr="001B73FA">
        <w:rPr>
          <w:szCs w:val="20"/>
        </w:rPr>
        <w:t>Je donnerais dix ans de ma vie pour revoir les bons yeux extasiés de mon ingénieur tyrolien</w:t>
      </w:r>
      <w:r w:rsidRPr="00A4769E">
        <w:rPr>
          <w:szCs w:val="20"/>
        </w:rPr>
        <w:t xml:space="preserve">. </w:t>
      </w:r>
      <w:r w:rsidR="001B73FA" w:rsidRPr="001B73FA">
        <w:rPr>
          <w:szCs w:val="20"/>
        </w:rPr>
        <w:t>Qui sait si la sagesse n</w:t>
      </w:r>
      <w:r w:rsidRPr="00A4769E">
        <w:rPr>
          <w:szCs w:val="20"/>
        </w:rPr>
        <w:t>’</w:t>
      </w:r>
      <w:r w:rsidR="001B73FA" w:rsidRPr="001B73FA">
        <w:rPr>
          <w:szCs w:val="20"/>
        </w:rPr>
        <w:t>était pas d</w:t>
      </w:r>
      <w:r w:rsidRPr="00A4769E">
        <w:rPr>
          <w:szCs w:val="20"/>
        </w:rPr>
        <w:t>’</w:t>
      </w:r>
      <w:r w:rsidR="001B73FA" w:rsidRPr="001B73FA">
        <w:rPr>
          <w:szCs w:val="20"/>
        </w:rPr>
        <w:t>accepter sa place de contremaître</w:t>
      </w:r>
      <w:r w:rsidRPr="00A4769E">
        <w:rPr>
          <w:szCs w:val="20"/>
        </w:rPr>
        <w:t xml:space="preserve"> ? </w:t>
      </w:r>
      <w:r w:rsidR="001B73FA" w:rsidRPr="001B73FA">
        <w:rPr>
          <w:szCs w:val="20"/>
        </w:rPr>
        <w:t>La compagnie de ces êtres fidèles et passionnés me manque</w:t>
      </w:r>
      <w:r w:rsidRPr="00A4769E">
        <w:rPr>
          <w:szCs w:val="20"/>
        </w:rPr>
        <w:t xml:space="preserve">. </w:t>
      </w:r>
      <w:r w:rsidR="001B73FA" w:rsidRPr="001B73FA">
        <w:rPr>
          <w:szCs w:val="20"/>
        </w:rPr>
        <w:t>Il est certain que si j</w:t>
      </w:r>
      <w:r w:rsidRPr="00A4769E">
        <w:rPr>
          <w:szCs w:val="20"/>
        </w:rPr>
        <w:t>’</w:t>
      </w:r>
      <w:r w:rsidR="001B73FA" w:rsidRPr="001B73FA">
        <w:rPr>
          <w:szCs w:val="20"/>
        </w:rPr>
        <w:t>étais sur les chantiers avec eux</w:t>
      </w:r>
      <w:r w:rsidRPr="00A4769E">
        <w:rPr>
          <w:szCs w:val="20"/>
        </w:rPr>
        <w:t xml:space="preserve">, </w:t>
      </w:r>
      <w:r w:rsidR="001B73FA" w:rsidRPr="001B73FA">
        <w:rPr>
          <w:szCs w:val="20"/>
        </w:rPr>
        <w:t>ils m</w:t>
      </w:r>
      <w:r w:rsidRPr="00A4769E">
        <w:rPr>
          <w:szCs w:val="20"/>
        </w:rPr>
        <w:t>’</w:t>
      </w:r>
      <w:r w:rsidR="001B73FA" w:rsidRPr="001B73FA">
        <w:rPr>
          <w:szCs w:val="20"/>
        </w:rPr>
        <w:t>appartiendraient et m</w:t>
      </w:r>
      <w:r w:rsidRPr="00A4769E">
        <w:rPr>
          <w:szCs w:val="20"/>
        </w:rPr>
        <w:t>’</w:t>
      </w:r>
      <w:r w:rsidR="001B73FA" w:rsidRPr="001B73FA">
        <w:rPr>
          <w:szCs w:val="20"/>
        </w:rPr>
        <w:t>aimeraient</w:t>
      </w:r>
      <w:r w:rsidRPr="00A4769E">
        <w:rPr>
          <w:szCs w:val="20"/>
        </w:rPr>
        <w:t xml:space="preserve">. </w:t>
      </w:r>
      <w:r w:rsidR="001B73FA" w:rsidRPr="001B73FA">
        <w:rPr>
          <w:szCs w:val="20"/>
        </w:rPr>
        <w:t>Alors</w:t>
      </w:r>
      <w:r w:rsidRPr="00A4769E">
        <w:rPr>
          <w:szCs w:val="20"/>
        </w:rPr>
        <w:t xml:space="preserve">, </w:t>
      </w:r>
      <w:r w:rsidR="001B73FA" w:rsidRPr="001B73FA">
        <w:rPr>
          <w:szCs w:val="20"/>
        </w:rPr>
        <w:t>les actions ont du goût</w:t>
      </w:r>
      <w:r w:rsidRPr="00A4769E">
        <w:rPr>
          <w:szCs w:val="20"/>
        </w:rPr>
        <w:t>.</w:t>
      </w:r>
      <w:r w:rsidRPr="00A4769E">
        <w:rPr>
          <w:szCs w:val="20"/>
        </w:rPr>
        <w:t> »</w:t>
      </w:r>
    </w:p>
    <w:p w14:paraId="48E2C87F" w14:textId="710AA872" w:rsidR="001B73FA" w:rsidRPr="001B73FA" w:rsidRDefault="001B73FA" w:rsidP="001B73FA">
      <w:pPr>
        <w:rPr>
          <w:szCs w:val="20"/>
        </w:rPr>
      </w:pPr>
      <w:r w:rsidRPr="001B73FA">
        <w:rPr>
          <w:szCs w:val="20"/>
        </w:rPr>
        <w:t>Il descendit au village</w:t>
      </w:r>
      <w:r w:rsidR="00462692" w:rsidRPr="00A4769E">
        <w:rPr>
          <w:szCs w:val="20"/>
        </w:rPr>
        <w:t>. « </w:t>
      </w:r>
      <w:r w:rsidRPr="001B73FA">
        <w:rPr>
          <w:szCs w:val="20"/>
        </w:rPr>
        <w:t>Où est passé</w:t>
      </w:r>
      <w:r w:rsidR="00462692" w:rsidRPr="00A4769E">
        <w:rPr>
          <w:szCs w:val="20"/>
        </w:rPr>
        <w:t xml:space="preserve">, </w:t>
      </w:r>
      <w:r w:rsidRPr="001B73FA">
        <w:rPr>
          <w:szCs w:val="20"/>
        </w:rPr>
        <w:t>se disait-il</w:t>
      </w:r>
      <w:r w:rsidR="00462692" w:rsidRPr="00A4769E">
        <w:rPr>
          <w:szCs w:val="20"/>
        </w:rPr>
        <w:t xml:space="preserve">, </w:t>
      </w:r>
      <w:r w:rsidRPr="001B73FA">
        <w:rPr>
          <w:szCs w:val="20"/>
        </w:rPr>
        <w:t>ce cocher insolent avec lequel j</w:t>
      </w:r>
      <w:r w:rsidR="00462692" w:rsidRPr="00A4769E">
        <w:rPr>
          <w:szCs w:val="20"/>
        </w:rPr>
        <w:t>’</w:t>
      </w:r>
      <w:r w:rsidRPr="001B73FA">
        <w:rPr>
          <w:szCs w:val="20"/>
        </w:rPr>
        <w:t>ai failli me battre</w:t>
      </w:r>
      <w:r w:rsidR="00462692" w:rsidRPr="00A4769E">
        <w:rPr>
          <w:szCs w:val="20"/>
        </w:rPr>
        <w:t xml:space="preserve">, </w:t>
      </w:r>
      <w:r w:rsidRPr="001B73FA">
        <w:rPr>
          <w:szCs w:val="20"/>
        </w:rPr>
        <w:t>puis qui m</w:t>
      </w:r>
      <w:r w:rsidR="00462692" w:rsidRPr="00A4769E">
        <w:rPr>
          <w:szCs w:val="20"/>
        </w:rPr>
        <w:t>’</w:t>
      </w:r>
      <w:r w:rsidRPr="001B73FA">
        <w:rPr>
          <w:szCs w:val="20"/>
        </w:rPr>
        <w:t>a salué comme un soldat dans l</w:t>
      </w:r>
      <w:r w:rsidR="00462692" w:rsidRPr="00A4769E">
        <w:rPr>
          <w:szCs w:val="20"/>
        </w:rPr>
        <w:t>’</w:t>
      </w:r>
      <w:r w:rsidRPr="001B73FA">
        <w:rPr>
          <w:szCs w:val="20"/>
        </w:rPr>
        <w:t>auberge</w:t>
      </w:r>
      <w:r w:rsidR="00462692" w:rsidRPr="00A4769E">
        <w:rPr>
          <w:szCs w:val="20"/>
        </w:rPr>
        <w:t xml:space="preserve"> ? </w:t>
      </w:r>
      <w:r w:rsidRPr="001B73FA">
        <w:rPr>
          <w:szCs w:val="20"/>
        </w:rPr>
        <w:t>Il me semble que c</w:t>
      </w:r>
      <w:r w:rsidR="00462692" w:rsidRPr="00A4769E">
        <w:rPr>
          <w:szCs w:val="20"/>
        </w:rPr>
        <w:t>’</w:t>
      </w:r>
      <w:r w:rsidRPr="001B73FA">
        <w:rPr>
          <w:szCs w:val="20"/>
        </w:rPr>
        <w:t>est un homme avec qui je pourrais m</w:t>
      </w:r>
      <w:r w:rsidR="00462692" w:rsidRPr="00A4769E">
        <w:rPr>
          <w:szCs w:val="20"/>
        </w:rPr>
        <w:t>’</w:t>
      </w:r>
      <w:r w:rsidRPr="001B73FA">
        <w:rPr>
          <w:szCs w:val="20"/>
        </w:rPr>
        <w:t>entendre</w:t>
      </w:r>
      <w:r w:rsidR="00462692" w:rsidRPr="00A4769E">
        <w:rPr>
          <w:szCs w:val="20"/>
        </w:rPr>
        <w:t xml:space="preserve">. </w:t>
      </w:r>
      <w:r w:rsidRPr="001B73FA">
        <w:rPr>
          <w:szCs w:val="20"/>
        </w:rPr>
        <w:t>Le Marquis est d</w:t>
      </w:r>
      <w:r w:rsidR="00462692" w:rsidRPr="00A4769E">
        <w:rPr>
          <w:szCs w:val="20"/>
        </w:rPr>
        <w:t>’</w:t>
      </w:r>
      <w:r w:rsidRPr="001B73FA">
        <w:rPr>
          <w:szCs w:val="20"/>
        </w:rPr>
        <w:t>une correction parfaite</w:t>
      </w:r>
      <w:r w:rsidR="00462692" w:rsidRPr="00A4769E">
        <w:rPr>
          <w:szCs w:val="20"/>
        </w:rPr>
        <w:t xml:space="preserve">, </w:t>
      </w:r>
      <w:r w:rsidRPr="001B73FA">
        <w:rPr>
          <w:szCs w:val="20"/>
        </w:rPr>
        <w:t>mais avec lui j</w:t>
      </w:r>
      <w:r w:rsidR="00462692" w:rsidRPr="00A4769E">
        <w:rPr>
          <w:szCs w:val="20"/>
        </w:rPr>
        <w:t>’</w:t>
      </w:r>
      <w:r w:rsidRPr="001B73FA">
        <w:rPr>
          <w:szCs w:val="20"/>
        </w:rPr>
        <w:t>ai toujours l</w:t>
      </w:r>
      <w:r w:rsidR="00462692" w:rsidRPr="00A4769E">
        <w:rPr>
          <w:szCs w:val="20"/>
        </w:rPr>
        <w:t>’</w:t>
      </w:r>
      <w:r w:rsidRPr="001B73FA">
        <w:rPr>
          <w:szCs w:val="20"/>
        </w:rPr>
        <w:t>impression d</w:t>
      </w:r>
      <w:r w:rsidR="00462692" w:rsidRPr="00A4769E">
        <w:rPr>
          <w:szCs w:val="20"/>
        </w:rPr>
        <w:t>’</w:t>
      </w:r>
      <w:r w:rsidRPr="001B73FA">
        <w:rPr>
          <w:szCs w:val="20"/>
        </w:rPr>
        <w:t>être au petit matin d</w:t>
      </w:r>
      <w:r w:rsidR="00462692" w:rsidRPr="00A4769E">
        <w:rPr>
          <w:szCs w:val="20"/>
        </w:rPr>
        <w:t>’</w:t>
      </w:r>
      <w:r w:rsidRPr="001B73FA">
        <w:rPr>
          <w:szCs w:val="20"/>
        </w:rPr>
        <w:t>un duel</w:t>
      </w:r>
      <w:r w:rsidR="00462692" w:rsidRPr="00A4769E">
        <w:rPr>
          <w:szCs w:val="20"/>
        </w:rPr>
        <w:t>. »</w:t>
      </w:r>
      <w:r w:rsidRPr="001B73FA">
        <w:rPr>
          <w:szCs w:val="20"/>
        </w:rPr>
        <w:t xml:space="preserve"> Il entra à l</w:t>
      </w:r>
      <w:r w:rsidR="00462692" w:rsidRPr="00A4769E">
        <w:rPr>
          <w:szCs w:val="20"/>
        </w:rPr>
        <w:t>’</w:t>
      </w:r>
      <w:r w:rsidRPr="001B73FA">
        <w:rPr>
          <w:szCs w:val="20"/>
        </w:rPr>
        <w:t>auberge où il ne reçut qu</w:t>
      </w:r>
      <w:r w:rsidR="00462692" w:rsidRPr="00A4769E">
        <w:rPr>
          <w:szCs w:val="20"/>
        </w:rPr>
        <w:t>’</w:t>
      </w:r>
      <w:r w:rsidRPr="001B73FA">
        <w:rPr>
          <w:szCs w:val="20"/>
        </w:rPr>
        <w:t>un sourire commercial et un peu gêné</w:t>
      </w:r>
      <w:r w:rsidR="00462692" w:rsidRPr="00A4769E">
        <w:rPr>
          <w:szCs w:val="20"/>
        </w:rPr>
        <w:t xml:space="preserve">. </w:t>
      </w:r>
      <w:r w:rsidRPr="001B73FA">
        <w:rPr>
          <w:szCs w:val="20"/>
        </w:rPr>
        <w:t>Le patron n</w:t>
      </w:r>
      <w:r w:rsidR="00462692" w:rsidRPr="00A4769E">
        <w:rPr>
          <w:szCs w:val="20"/>
        </w:rPr>
        <w:t>’</w:t>
      </w:r>
      <w:r w:rsidRPr="001B73FA">
        <w:rPr>
          <w:szCs w:val="20"/>
        </w:rPr>
        <w:t>en finissait plus de chasser les mouches avec une serviette</w:t>
      </w:r>
      <w:r w:rsidR="00462692" w:rsidRPr="00A4769E">
        <w:rPr>
          <w:szCs w:val="20"/>
        </w:rPr>
        <w:t>. « </w:t>
      </w:r>
      <w:r w:rsidRPr="001B73FA">
        <w:rPr>
          <w:szCs w:val="20"/>
        </w:rPr>
        <w:t>Si monsieur le Colonel avait prévenu</w:t>
      </w:r>
      <w:r w:rsidR="00462692" w:rsidRPr="00A4769E">
        <w:rPr>
          <w:szCs w:val="20"/>
        </w:rPr>
        <w:t xml:space="preserve">, </w:t>
      </w:r>
      <w:r w:rsidRPr="001B73FA">
        <w:rPr>
          <w:szCs w:val="20"/>
        </w:rPr>
        <w:t>lui dit cet homme manifestement inquiet</w:t>
      </w:r>
      <w:r w:rsidR="00462692" w:rsidRPr="00A4769E">
        <w:rPr>
          <w:szCs w:val="20"/>
        </w:rPr>
        <w:t xml:space="preserve">, </w:t>
      </w:r>
      <w:r w:rsidRPr="001B73FA">
        <w:rPr>
          <w:szCs w:val="20"/>
        </w:rPr>
        <w:t>j</w:t>
      </w:r>
      <w:r w:rsidR="00462692" w:rsidRPr="00A4769E">
        <w:rPr>
          <w:szCs w:val="20"/>
        </w:rPr>
        <w:t>’</w:t>
      </w:r>
      <w:r w:rsidRPr="001B73FA">
        <w:rPr>
          <w:szCs w:val="20"/>
        </w:rPr>
        <w:t>aurais fait de l</w:t>
      </w:r>
      <w:r w:rsidR="00462692" w:rsidRPr="00A4769E">
        <w:rPr>
          <w:szCs w:val="20"/>
        </w:rPr>
        <w:t>’</w:t>
      </w:r>
      <w:r w:rsidRPr="001B73FA">
        <w:rPr>
          <w:szCs w:val="20"/>
        </w:rPr>
        <w:t>ombre dans la salle et bien arrosé le parquet</w:t>
      </w:r>
      <w:r w:rsidR="00462692" w:rsidRPr="00A4769E">
        <w:rPr>
          <w:szCs w:val="20"/>
        </w:rPr>
        <w:t>. »« </w:t>
      </w:r>
      <w:r w:rsidRPr="001B73FA">
        <w:rPr>
          <w:szCs w:val="20"/>
        </w:rPr>
        <w:t>Ce n</w:t>
      </w:r>
      <w:r w:rsidR="00462692" w:rsidRPr="00A4769E">
        <w:rPr>
          <w:szCs w:val="20"/>
        </w:rPr>
        <w:t>’</w:t>
      </w:r>
      <w:r w:rsidRPr="001B73FA">
        <w:rPr>
          <w:szCs w:val="20"/>
        </w:rPr>
        <w:t>est pas ce qu</w:t>
      </w:r>
      <w:r w:rsidR="00462692" w:rsidRPr="00A4769E">
        <w:rPr>
          <w:szCs w:val="20"/>
        </w:rPr>
        <w:t>’</w:t>
      </w:r>
      <w:r w:rsidRPr="001B73FA">
        <w:rPr>
          <w:szCs w:val="20"/>
        </w:rPr>
        <w:t>il me faut</w:t>
      </w:r>
      <w:r w:rsidR="00462692" w:rsidRPr="00A4769E">
        <w:rPr>
          <w:szCs w:val="20"/>
        </w:rPr>
        <w:t xml:space="preserve">, </w:t>
      </w:r>
      <w:r w:rsidRPr="001B73FA">
        <w:rPr>
          <w:szCs w:val="20"/>
        </w:rPr>
        <w:t>se dit Angelo</w:t>
      </w:r>
      <w:r w:rsidR="00462692" w:rsidRPr="00A4769E">
        <w:rPr>
          <w:szCs w:val="20"/>
        </w:rPr>
        <w:t xml:space="preserve">, </w:t>
      </w:r>
      <w:r w:rsidRPr="001B73FA">
        <w:rPr>
          <w:szCs w:val="20"/>
        </w:rPr>
        <w:t>au diable</w:t>
      </w:r>
      <w:r w:rsidR="00462692" w:rsidRPr="00A4769E">
        <w:rPr>
          <w:szCs w:val="20"/>
        </w:rPr>
        <w:t xml:space="preserve"> </w:t>
      </w:r>
      <w:r w:rsidRPr="001B73FA">
        <w:rPr>
          <w:szCs w:val="20"/>
        </w:rPr>
        <w:t>ces colonels et ces prévenances de commande</w:t>
      </w:r>
      <w:r w:rsidR="00462692" w:rsidRPr="00A4769E">
        <w:rPr>
          <w:szCs w:val="20"/>
        </w:rPr>
        <w:t xml:space="preserve">. </w:t>
      </w:r>
      <w:r w:rsidRPr="001B73FA">
        <w:rPr>
          <w:szCs w:val="20"/>
        </w:rPr>
        <w:t>J</w:t>
      </w:r>
      <w:r w:rsidR="00462692" w:rsidRPr="00A4769E">
        <w:rPr>
          <w:szCs w:val="20"/>
        </w:rPr>
        <w:t>’</w:t>
      </w:r>
      <w:r w:rsidRPr="001B73FA">
        <w:rPr>
          <w:szCs w:val="20"/>
        </w:rPr>
        <w:t>ai besoin d</w:t>
      </w:r>
      <w:r w:rsidR="00462692" w:rsidRPr="00A4769E">
        <w:rPr>
          <w:szCs w:val="20"/>
        </w:rPr>
        <w:t>’</w:t>
      </w:r>
      <w:r w:rsidRPr="001B73FA">
        <w:rPr>
          <w:szCs w:val="20"/>
        </w:rPr>
        <w:t>amitié</w:t>
      </w:r>
      <w:r w:rsidR="00462692" w:rsidRPr="00A4769E">
        <w:rPr>
          <w:szCs w:val="20"/>
        </w:rPr>
        <w:t xml:space="preserve">. </w:t>
      </w:r>
      <w:r w:rsidRPr="001B73FA">
        <w:rPr>
          <w:szCs w:val="20"/>
        </w:rPr>
        <w:t>J</w:t>
      </w:r>
      <w:r w:rsidR="00462692" w:rsidRPr="00A4769E">
        <w:rPr>
          <w:szCs w:val="20"/>
        </w:rPr>
        <w:t>’</w:t>
      </w:r>
      <w:r w:rsidRPr="001B73FA">
        <w:rPr>
          <w:szCs w:val="20"/>
        </w:rPr>
        <w:t>ai besoin d</w:t>
      </w:r>
      <w:r w:rsidR="00462692" w:rsidRPr="00A4769E">
        <w:rPr>
          <w:szCs w:val="20"/>
        </w:rPr>
        <w:t>’</w:t>
      </w:r>
      <w:r w:rsidRPr="001B73FA">
        <w:rPr>
          <w:szCs w:val="20"/>
        </w:rPr>
        <w:t>avoir à côté de moi un complémentaire</w:t>
      </w:r>
      <w:r w:rsidR="00462692" w:rsidRPr="00A4769E">
        <w:rPr>
          <w:szCs w:val="20"/>
        </w:rPr>
        <w:t xml:space="preserve">. </w:t>
      </w:r>
      <w:r w:rsidRPr="001B73FA">
        <w:rPr>
          <w:szCs w:val="20"/>
        </w:rPr>
        <w:t>Quel dommage que cette femme aux cheveux noirs ait si mauvais caractère</w:t>
      </w:r>
      <w:r w:rsidR="00462692" w:rsidRPr="00A4769E">
        <w:rPr>
          <w:szCs w:val="20"/>
        </w:rPr>
        <w:t xml:space="preserve">, </w:t>
      </w:r>
      <w:r w:rsidRPr="001B73FA">
        <w:rPr>
          <w:szCs w:val="20"/>
        </w:rPr>
        <w:t>ou plus exactement quel dommage qu</w:t>
      </w:r>
      <w:r w:rsidR="00462692" w:rsidRPr="00A4769E">
        <w:rPr>
          <w:szCs w:val="20"/>
        </w:rPr>
        <w:t>’</w:t>
      </w:r>
      <w:r w:rsidRPr="001B73FA">
        <w:rPr>
          <w:szCs w:val="20"/>
        </w:rPr>
        <w:t>elle n</w:t>
      </w:r>
      <w:r w:rsidR="00462692" w:rsidRPr="00A4769E">
        <w:rPr>
          <w:szCs w:val="20"/>
        </w:rPr>
        <w:t>’</w:t>
      </w:r>
      <w:r w:rsidRPr="001B73FA">
        <w:rPr>
          <w:szCs w:val="20"/>
        </w:rPr>
        <w:t>ait pas besoin d</w:t>
      </w:r>
      <w:r w:rsidR="00462692" w:rsidRPr="00A4769E">
        <w:rPr>
          <w:szCs w:val="20"/>
        </w:rPr>
        <w:t>’</w:t>
      </w:r>
      <w:r w:rsidRPr="001B73FA">
        <w:rPr>
          <w:szCs w:val="20"/>
        </w:rPr>
        <w:t>amitié</w:t>
      </w:r>
      <w:r w:rsidR="00256A0B">
        <w:rPr>
          <w:szCs w:val="20"/>
        </w:rPr>
        <w:t>.</w:t>
      </w:r>
      <w:r w:rsidR="00462692" w:rsidRPr="00A4769E">
        <w:rPr>
          <w:szCs w:val="20"/>
        </w:rPr>
        <w:t xml:space="preserve"> </w:t>
      </w:r>
      <w:r w:rsidRPr="001B73FA">
        <w:rPr>
          <w:szCs w:val="20"/>
        </w:rPr>
        <w:t>Si elle était ma s</w:t>
      </w:r>
      <w:r w:rsidR="00462692" w:rsidRPr="00A4769E">
        <w:rPr>
          <w:szCs w:val="20"/>
        </w:rPr>
        <w:t>œ</w:t>
      </w:r>
      <w:r w:rsidRPr="001B73FA">
        <w:rPr>
          <w:szCs w:val="20"/>
        </w:rPr>
        <w:t>ur</w:t>
      </w:r>
      <w:r w:rsidR="00462692" w:rsidRPr="00A4769E">
        <w:rPr>
          <w:szCs w:val="20"/>
        </w:rPr>
        <w:t xml:space="preserve">, </w:t>
      </w:r>
      <w:r w:rsidRPr="001B73FA">
        <w:rPr>
          <w:szCs w:val="20"/>
        </w:rPr>
        <w:t>comme le monde serait beau</w:t>
      </w:r>
      <w:r w:rsidR="00462692" w:rsidRPr="00A4769E">
        <w:rPr>
          <w:szCs w:val="20"/>
        </w:rPr>
        <w:t> ! »</w:t>
      </w:r>
    </w:p>
    <w:p w14:paraId="3F3298A9" w14:textId="6907F5F5" w:rsidR="001B73FA" w:rsidRPr="001B73FA" w:rsidRDefault="00462692" w:rsidP="001B73FA">
      <w:pPr>
        <w:rPr>
          <w:szCs w:val="20"/>
        </w:rPr>
      </w:pPr>
      <w:r w:rsidRPr="00A4769E">
        <w:rPr>
          <w:szCs w:val="20"/>
        </w:rPr>
        <w:t>« </w:t>
      </w:r>
      <w:r w:rsidR="001B73FA" w:rsidRPr="001B73FA">
        <w:rPr>
          <w:szCs w:val="20"/>
        </w:rPr>
        <w:t>Ce soir vous êtes de garde</w:t>
      </w:r>
      <w:r w:rsidRPr="00A4769E">
        <w:rPr>
          <w:szCs w:val="20"/>
        </w:rPr>
        <w:t xml:space="preserve">, </w:t>
      </w:r>
      <w:r w:rsidR="001B73FA" w:rsidRPr="001B73FA">
        <w:rPr>
          <w:szCs w:val="20"/>
        </w:rPr>
        <w:t>lui dit le Marquis</w:t>
      </w:r>
      <w:r w:rsidRPr="00A4769E">
        <w:rPr>
          <w:szCs w:val="20"/>
        </w:rPr>
        <w:t xml:space="preserve">. </w:t>
      </w:r>
      <w:r w:rsidR="001B73FA" w:rsidRPr="001B73FA">
        <w:rPr>
          <w:szCs w:val="20"/>
        </w:rPr>
        <w:t>Je suis obligé d</w:t>
      </w:r>
      <w:r w:rsidRPr="00A4769E">
        <w:rPr>
          <w:szCs w:val="20"/>
        </w:rPr>
        <w:t>’</w:t>
      </w:r>
      <w:r w:rsidR="001B73FA" w:rsidRPr="001B73FA">
        <w:rPr>
          <w:szCs w:val="20"/>
        </w:rPr>
        <w:t xml:space="preserve">accompagner mes bergers à une fête </w:t>
      </w:r>
      <w:r w:rsidR="00256A0B">
        <w:rPr>
          <w:szCs w:val="20"/>
        </w:rPr>
        <w:t>d</w:t>
      </w:r>
      <w:r w:rsidR="00256A0B" w:rsidRPr="001B73FA">
        <w:rPr>
          <w:szCs w:val="20"/>
        </w:rPr>
        <w:t>emi</w:t>
      </w:r>
      <w:r w:rsidR="001B73FA" w:rsidRPr="001B73FA">
        <w:rPr>
          <w:szCs w:val="20"/>
        </w:rPr>
        <w:t xml:space="preserve">-divine et </w:t>
      </w:r>
      <w:r w:rsidR="001B73FA" w:rsidRPr="001B73FA">
        <w:rPr>
          <w:szCs w:val="20"/>
        </w:rPr>
        <w:lastRenderedPageBreak/>
        <w:t>semi-vétérinaire</w:t>
      </w:r>
      <w:r w:rsidRPr="00A4769E">
        <w:rPr>
          <w:szCs w:val="20"/>
        </w:rPr>
        <w:t xml:space="preserve">, </w:t>
      </w:r>
      <w:r w:rsidR="001B73FA" w:rsidRPr="001B73FA">
        <w:rPr>
          <w:szCs w:val="20"/>
        </w:rPr>
        <w:t>qui se passe dans les collines qui avoisinent la Sainte-Baume</w:t>
      </w:r>
      <w:r w:rsidRPr="00A4769E">
        <w:rPr>
          <w:szCs w:val="20"/>
        </w:rPr>
        <w:t xml:space="preserve">, </w:t>
      </w:r>
      <w:r w:rsidR="001B73FA" w:rsidRPr="001B73FA">
        <w:rPr>
          <w:szCs w:val="20"/>
        </w:rPr>
        <w:t>au-delà de Saint-Maximin</w:t>
      </w:r>
      <w:r w:rsidRPr="00A4769E">
        <w:rPr>
          <w:szCs w:val="20"/>
        </w:rPr>
        <w:t xml:space="preserve">. </w:t>
      </w:r>
      <w:r w:rsidR="001B73FA" w:rsidRPr="001B73FA">
        <w:rPr>
          <w:szCs w:val="20"/>
        </w:rPr>
        <w:t>Manquer ça serait une impolitesse à des quantités de puissances dont les moindres ne sont pas les bergers eux-mêmes</w:t>
      </w:r>
      <w:r w:rsidRPr="00A4769E">
        <w:rPr>
          <w:szCs w:val="20"/>
        </w:rPr>
        <w:t xml:space="preserve">. </w:t>
      </w:r>
      <w:r w:rsidR="001B73FA" w:rsidRPr="001B73FA">
        <w:rPr>
          <w:szCs w:val="20"/>
        </w:rPr>
        <w:t>Ils vont partir pour les Alpes et je suis malgré tout intéressé à ce qu</w:t>
      </w:r>
      <w:r w:rsidRPr="00A4769E">
        <w:rPr>
          <w:szCs w:val="20"/>
        </w:rPr>
        <w:t>’</w:t>
      </w:r>
      <w:r w:rsidR="001B73FA" w:rsidRPr="001B73FA">
        <w:rPr>
          <w:szCs w:val="20"/>
        </w:rPr>
        <w:t>ils aient de belles agnelades bien conduites</w:t>
      </w:r>
      <w:r w:rsidRPr="00A4769E">
        <w:rPr>
          <w:szCs w:val="20"/>
        </w:rPr>
        <w:t xml:space="preserve">. </w:t>
      </w:r>
      <w:r w:rsidR="001B73FA" w:rsidRPr="001B73FA">
        <w:rPr>
          <w:szCs w:val="20"/>
        </w:rPr>
        <w:t>Mettons donc soigneusement les hommes et les dieux de notre côté</w:t>
      </w:r>
      <w:r w:rsidRPr="00A4769E">
        <w:rPr>
          <w:szCs w:val="20"/>
        </w:rPr>
        <w:t xml:space="preserve">. </w:t>
      </w:r>
      <w:r w:rsidR="001B73FA" w:rsidRPr="001B73FA">
        <w:rPr>
          <w:szCs w:val="20"/>
        </w:rPr>
        <w:t>Mais cela va m</w:t>
      </w:r>
      <w:r w:rsidRPr="00A4769E">
        <w:rPr>
          <w:szCs w:val="20"/>
        </w:rPr>
        <w:t>’</w:t>
      </w:r>
      <w:r w:rsidR="001B73FA" w:rsidRPr="001B73FA">
        <w:rPr>
          <w:szCs w:val="20"/>
        </w:rPr>
        <w:t>obliger à passer la moitié de la nuit dehors</w:t>
      </w:r>
      <w:r w:rsidRPr="00A4769E">
        <w:rPr>
          <w:szCs w:val="20"/>
        </w:rPr>
        <w:t xml:space="preserve">. </w:t>
      </w:r>
      <w:r w:rsidR="001B73FA" w:rsidRPr="001B73FA">
        <w:rPr>
          <w:szCs w:val="20"/>
        </w:rPr>
        <w:t>Voulez-vous venir passer la soirée avec ma femme jusqu</w:t>
      </w:r>
      <w:r w:rsidRPr="00A4769E">
        <w:rPr>
          <w:szCs w:val="20"/>
        </w:rPr>
        <w:t>’</w:t>
      </w:r>
      <w:r w:rsidR="001B73FA" w:rsidRPr="001B73FA">
        <w:rPr>
          <w:szCs w:val="20"/>
        </w:rPr>
        <w:t>à mon retour</w:t>
      </w:r>
      <w:r w:rsidRPr="00A4769E">
        <w:rPr>
          <w:szCs w:val="20"/>
        </w:rPr>
        <w:t xml:space="preserve"> ? </w:t>
      </w:r>
      <w:r w:rsidR="001B73FA" w:rsidRPr="001B73FA">
        <w:rPr>
          <w:szCs w:val="20"/>
        </w:rPr>
        <w:t>Je n</w:t>
      </w:r>
      <w:r w:rsidRPr="00A4769E">
        <w:rPr>
          <w:szCs w:val="20"/>
        </w:rPr>
        <w:t>’</w:t>
      </w:r>
      <w:r w:rsidR="001B73FA" w:rsidRPr="001B73FA">
        <w:rPr>
          <w:szCs w:val="20"/>
        </w:rPr>
        <w:t>aime pas la laisser seule dès que vient l</w:t>
      </w:r>
      <w:r w:rsidRPr="00A4769E">
        <w:rPr>
          <w:szCs w:val="20"/>
        </w:rPr>
        <w:t>’</w:t>
      </w:r>
      <w:r w:rsidR="001B73FA" w:rsidRPr="001B73FA">
        <w:rPr>
          <w:szCs w:val="20"/>
        </w:rPr>
        <w:t>été</w:t>
      </w:r>
      <w:r w:rsidRPr="00A4769E">
        <w:rPr>
          <w:szCs w:val="20"/>
        </w:rPr>
        <w:t xml:space="preserve">. </w:t>
      </w:r>
      <w:r w:rsidR="001B73FA" w:rsidRPr="001B73FA">
        <w:rPr>
          <w:szCs w:val="20"/>
        </w:rPr>
        <w:t>Les halliers sont pleins de coucheurs à la belle étoile et ici on laisse toujours les portes ouvertes pour profiter de la fraîcheur du vent</w:t>
      </w:r>
      <w:r w:rsidRPr="00A4769E">
        <w:rPr>
          <w:szCs w:val="20"/>
        </w:rPr>
        <w:t xml:space="preserve">. </w:t>
      </w:r>
      <w:r w:rsidR="001B73FA" w:rsidRPr="001B73FA">
        <w:rPr>
          <w:szCs w:val="20"/>
        </w:rPr>
        <w:t>Ce n</w:t>
      </w:r>
      <w:r w:rsidRPr="00A4769E">
        <w:rPr>
          <w:szCs w:val="20"/>
        </w:rPr>
        <w:t>’</w:t>
      </w:r>
      <w:r w:rsidR="001B73FA" w:rsidRPr="001B73FA">
        <w:rPr>
          <w:szCs w:val="20"/>
        </w:rPr>
        <w:t>est pas que Pauline ne soit pas capable de se défendre toute seule</w:t>
      </w:r>
      <w:r w:rsidRPr="00A4769E">
        <w:rPr>
          <w:szCs w:val="20"/>
        </w:rPr>
        <w:t xml:space="preserve">. </w:t>
      </w:r>
      <w:r w:rsidR="001B73FA" w:rsidRPr="001B73FA">
        <w:rPr>
          <w:szCs w:val="20"/>
        </w:rPr>
        <w:t>Elle le peut</w:t>
      </w:r>
      <w:r w:rsidRPr="00A4769E">
        <w:rPr>
          <w:szCs w:val="20"/>
        </w:rPr>
        <w:t xml:space="preserve">, </w:t>
      </w:r>
      <w:r w:rsidR="001B73FA" w:rsidRPr="001B73FA">
        <w:rPr>
          <w:szCs w:val="20"/>
        </w:rPr>
        <w:t>et je ne sais pas même jusqu</w:t>
      </w:r>
      <w:r w:rsidRPr="00A4769E">
        <w:rPr>
          <w:szCs w:val="20"/>
        </w:rPr>
        <w:t>’</w:t>
      </w:r>
      <w:r w:rsidR="001B73FA" w:rsidRPr="001B73FA">
        <w:rPr>
          <w:szCs w:val="20"/>
        </w:rPr>
        <w:t>à quel point elle ne le désire pas</w:t>
      </w:r>
      <w:r w:rsidRPr="00A4769E">
        <w:rPr>
          <w:szCs w:val="20"/>
        </w:rPr>
        <w:t xml:space="preserve">. </w:t>
      </w:r>
      <w:r w:rsidR="001B73FA" w:rsidRPr="001B73FA">
        <w:rPr>
          <w:szCs w:val="20"/>
        </w:rPr>
        <w:t>Mais l</w:t>
      </w:r>
      <w:r w:rsidRPr="00A4769E">
        <w:rPr>
          <w:szCs w:val="20"/>
        </w:rPr>
        <w:t>’</w:t>
      </w:r>
      <w:r w:rsidR="001B73FA" w:rsidRPr="001B73FA">
        <w:rPr>
          <w:szCs w:val="20"/>
        </w:rPr>
        <w:t>intrus ne le sait pas et elle serait obligé de le lui faire savoir en l</w:t>
      </w:r>
      <w:r w:rsidRPr="00A4769E">
        <w:rPr>
          <w:szCs w:val="20"/>
        </w:rPr>
        <w:t>’</w:t>
      </w:r>
      <w:r w:rsidR="001B73FA" w:rsidRPr="001B73FA">
        <w:rPr>
          <w:szCs w:val="20"/>
        </w:rPr>
        <w:t>étendant raide mort</w:t>
      </w:r>
      <w:r w:rsidRPr="00A4769E">
        <w:rPr>
          <w:szCs w:val="20"/>
        </w:rPr>
        <w:t xml:space="preserve">. </w:t>
      </w:r>
      <w:r w:rsidR="001B73FA" w:rsidRPr="001B73FA">
        <w:rPr>
          <w:szCs w:val="20"/>
        </w:rPr>
        <w:t>Or</w:t>
      </w:r>
      <w:r w:rsidRPr="00A4769E">
        <w:rPr>
          <w:szCs w:val="20"/>
        </w:rPr>
        <w:t xml:space="preserve">, </w:t>
      </w:r>
      <w:r w:rsidR="001B73FA" w:rsidRPr="001B73FA">
        <w:rPr>
          <w:szCs w:val="20"/>
        </w:rPr>
        <w:t>actuellement</w:t>
      </w:r>
      <w:r w:rsidRPr="00A4769E">
        <w:rPr>
          <w:szCs w:val="20"/>
        </w:rPr>
        <w:t xml:space="preserve">, </w:t>
      </w:r>
      <w:r w:rsidR="001B73FA" w:rsidRPr="001B73FA">
        <w:rPr>
          <w:szCs w:val="20"/>
        </w:rPr>
        <w:t>je n</w:t>
      </w:r>
      <w:r w:rsidRPr="00A4769E">
        <w:rPr>
          <w:szCs w:val="20"/>
        </w:rPr>
        <w:t>’</w:t>
      </w:r>
      <w:r w:rsidR="001B73FA" w:rsidRPr="001B73FA">
        <w:rPr>
          <w:szCs w:val="20"/>
        </w:rPr>
        <w:t>ai point besoin de cadavre</w:t>
      </w:r>
      <w:r w:rsidRPr="00A4769E">
        <w:rPr>
          <w:szCs w:val="20"/>
        </w:rPr>
        <w:t xml:space="preserve">. </w:t>
      </w:r>
      <w:r w:rsidR="001B73FA" w:rsidRPr="001B73FA">
        <w:rPr>
          <w:szCs w:val="20"/>
        </w:rPr>
        <w:t>En temps ordinaire</w:t>
      </w:r>
      <w:r w:rsidRPr="00A4769E">
        <w:rPr>
          <w:szCs w:val="20"/>
        </w:rPr>
        <w:t xml:space="preserve">, </w:t>
      </w:r>
      <w:r w:rsidR="001B73FA" w:rsidRPr="001B73FA">
        <w:rPr>
          <w:szCs w:val="20"/>
        </w:rPr>
        <w:t>il ne me gênerait pas puisqu</w:t>
      </w:r>
      <w:r w:rsidRPr="00A4769E">
        <w:rPr>
          <w:szCs w:val="20"/>
        </w:rPr>
        <w:t>’</w:t>
      </w:r>
      <w:r w:rsidR="001B73FA" w:rsidRPr="001B73FA">
        <w:rPr>
          <w:szCs w:val="20"/>
        </w:rPr>
        <w:t>on balaie tous les matins</w:t>
      </w:r>
      <w:r w:rsidRPr="00A4769E">
        <w:rPr>
          <w:szCs w:val="20"/>
        </w:rPr>
        <w:t xml:space="preserve">. </w:t>
      </w:r>
      <w:r w:rsidR="001B73FA" w:rsidRPr="001B73FA">
        <w:rPr>
          <w:szCs w:val="20"/>
        </w:rPr>
        <w:t>Mais ces jours-ci je suis un tout petit peu en délicatesse de ce côté-là</w:t>
      </w:r>
      <w:r w:rsidRPr="00A4769E">
        <w:rPr>
          <w:szCs w:val="20"/>
        </w:rPr>
        <w:t>. »</w:t>
      </w:r>
    </w:p>
    <w:p w14:paraId="13177426" w14:textId="77777777" w:rsidR="00462692" w:rsidRPr="00A4769E" w:rsidRDefault="001B73FA" w:rsidP="001B73FA">
      <w:pPr>
        <w:rPr>
          <w:szCs w:val="20"/>
        </w:rPr>
      </w:pPr>
      <w:r w:rsidRPr="001B73FA">
        <w:rPr>
          <w:szCs w:val="20"/>
        </w:rPr>
        <w:t>Angelo attendit que le crépuscule fut très avancé et il se rendit au château à petits pas</w:t>
      </w:r>
      <w:r w:rsidR="00462692" w:rsidRPr="00A4769E">
        <w:rPr>
          <w:szCs w:val="20"/>
        </w:rPr>
        <w:t>. « </w:t>
      </w:r>
      <w:r w:rsidRPr="001B73FA">
        <w:rPr>
          <w:szCs w:val="20"/>
        </w:rPr>
        <w:t>Pourquoi venez-vous si tard</w:t>
      </w:r>
      <w:r w:rsidR="00462692" w:rsidRPr="00A4769E">
        <w:rPr>
          <w:szCs w:val="20"/>
        </w:rPr>
        <w:t xml:space="preserve"> ? </w:t>
      </w:r>
      <w:r w:rsidRPr="001B73FA">
        <w:rPr>
          <w:szCs w:val="20"/>
        </w:rPr>
        <w:t>dit Pauline</w:t>
      </w:r>
      <w:r w:rsidR="00462692" w:rsidRPr="00A4769E">
        <w:rPr>
          <w:szCs w:val="20"/>
        </w:rPr>
        <w:t>.</w:t>
      </w:r>
    </w:p>
    <w:p w14:paraId="05CF86BD" w14:textId="1923AD6F" w:rsidR="00462692" w:rsidRPr="00A4769E" w:rsidRDefault="00462692" w:rsidP="001B73FA">
      <w:pPr>
        <w:rPr>
          <w:szCs w:val="20"/>
        </w:rPr>
      </w:pPr>
      <w:r w:rsidRPr="00A4769E">
        <w:rPr>
          <w:szCs w:val="20"/>
        </w:rPr>
        <w:t>— </w:t>
      </w:r>
      <w:r w:rsidR="001B73FA" w:rsidRPr="001B73FA">
        <w:rPr>
          <w:szCs w:val="20"/>
        </w:rPr>
        <w:t>Je savais que vous étiez de taille à vous défendre toute seule</w:t>
      </w:r>
      <w:r w:rsidRPr="00A4769E">
        <w:rPr>
          <w:szCs w:val="20"/>
        </w:rPr>
        <w:t xml:space="preserve">. </w:t>
      </w:r>
      <w:r w:rsidR="001B73FA" w:rsidRPr="001B73FA">
        <w:rPr>
          <w:szCs w:val="20"/>
        </w:rPr>
        <w:t>Et d</w:t>
      </w:r>
      <w:r w:rsidRPr="00A4769E">
        <w:rPr>
          <w:szCs w:val="20"/>
        </w:rPr>
        <w:t>’</w:t>
      </w:r>
      <w:r w:rsidR="001B73FA" w:rsidRPr="001B73FA">
        <w:rPr>
          <w:szCs w:val="20"/>
        </w:rPr>
        <w:t>ailleurs</w:t>
      </w:r>
      <w:r w:rsidRPr="00A4769E">
        <w:rPr>
          <w:szCs w:val="20"/>
        </w:rPr>
        <w:t xml:space="preserve">, </w:t>
      </w:r>
      <w:r w:rsidR="001B73FA" w:rsidRPr="001B73FA">
        <w:rPr>
          <w:szCs w:val="20"/>
        </w:rPr>
        <w:t>il y a deux heures que je suis prêt à accourir à la moindre alerte</w:t>
      </w:r>
      <w:r w:rsidRPr="00A4769E">
        <w:rPr>
          <w:szCs w:val="20"/>
        </w:rPr>
        <w:t>.</w:t>
      </w:r>
    </w:p>
    <w:p w14:paraId="0570A53B" w14:textId="2D40211C" w:rsidR="00462692" w:rsidRPr="00A4769E" w:rsidRDefault="00462692" w:rsidP="001B73FA">
      <w:pPr>
        <w:rPr>
          <w:szCs w:val="20"/>
        </w:rPr>
      </w:pPr>
      <w:r w:rsidRPr="00A4769E">
        <w:rPr>
          <w:szCs w:val="20"/>
        </w:rPr>
        <w:t>— </w:t>
      </w:r>
      <w:r w:rsidR="001B73FA" w:rsidRPr="001B73FA">
        <w:rPr>
          <w:szCs w:val="20"/>
        </w:rPr>
        <w:t>Je suis évidemment de taille à me défendre seule</w:t>
      </w:r>
      <w:r w:rsidRPr="00A4769E">
        <w:rPr>
          <w:szCs w:val="20"/>
        </w:rPr>
        <w:t xml:space="preserve">, </w:t>
      </w:r>
      <w:r w:rsidR="001B73FA" w:rsidRPr="001B73FA">
        <w:rPr>
          <w:szCs w:val="20"/>
        </w:rPr>
        <w:t>comme vous dites</w:t>
      </w:r>
      <w:r w:rsidRPr="00A4769E">
        <w:rPr>
          <w:szCs w:val="20"/>
        </w:rPr>
        <w:t xml:space="preserve">, </w:t>
      </w:r>
      <w:r w:rsidR="001B73FA" w:rsidRPr="001B73FA">
        <w:rPr>
          <w:szCs w:val="20"/>
        </w:rPr>
        <w:t>et même de taille à manger seule ce lait caillé et ces confitures</w:t>
      </w:r>
      <w:r w:rsidRPr="00A4769E">
        <w:rPr>
          <w:szCs w:val="20"/>
        </w:rPr>
        <w:t xml:space="preserve">, </w:t>
      </w:r>
      <w:r w:rsidR="001B73FA" w:rsidRPr="001B73FA">
        <w:rPr>
          <w:szCs w:val="20"/>
        </w:rPr>
        <w:t>mais j</w:t>
      </w:r>
      <w:r w:rsidRPr="00A4769E">
        <w:rPr>
          <w:szCs w:val="20"/>
        </w:rPr>
        <w:t>’</w:t>
      </w:r>
      <w:r w:rsidR="001B73FA" w:rsidRPr="001B73FA">
        <w:rPr>
          <w:szCs w:val="20"/>
        </w:rPr>
        <w:t>ai préféré vous attendre</w:t>
      </w:r>
      <w:r w:rsidRPr="00A4769E">
        <w:rPr>
          <w:szCs w:val="20"/>
        </w:rPr>
        <w:t>. »</w:t>
      </w:r>
      <w:r w:rsidR="001B73FA" w:rsidRPr="001B73FA">
        <w:rPr>
          <w:szCs w:val="20"/>
        </w:rPr>
        <w:t xml:space="preserve"> Ils s</w:t>
      </w:r>
      <w:r w:rsidRPr="00A4769E">
        <w:rPr>
          <w:szCs w:val="20"/>
        </w:rPr>
        <w:t>’</w:t>
      </w:r>
      <w:r w:rsidR="001B73FA" w:rsidRPr="001B73FA">
        <w:rPr>
          <w:szCs w:val="20"/>
        </w:rPr>
        <w:t>installèrent devant la porte-fenêtre ouverte sur la terrasse</w:t>
      </w:r>
      <w:r w:rsidRPr="00A4769E">
        <w:rPr>
          <w:szCs w:val="20"/>
        </w:rPr>
        <w:t xml:space="preserve">, </w:t>
      </w:r>
      <w:r w:rsidR="001B73FA" w:rsidRPr="001B73FA">
        <w:rPr>
          <w:szCs w:val="20"/>
        </w:rPr>
        <w:t>et</w:t>
      </w:r>
      <w:r w:rsidRPr="00A4769E">
        <w:rPr>
          <w:szCs w:val="20"/>
        </w:rPr>
        <w:t xml:space="preserve">, </w:t>
      </w:r>
      <w:r w:rsidR="001B73FA" w:rsidRPr="001B73FA">
        <w:rPr>
          <w:szCs w:val="20"/>
        </w:rPr>
        <w:t>peu à peu</w:t>
      </w:r>
      <w:r w:rsidRPr="00A4769E">
        <w:rPr>
          <w:szCs w:val="20"/>
        </w:rPr>
        <w:t xml:space="preserve">, </w:t>
      </w:r>
      <w:r w:rsidR="001B73FA" w:rsidRPr="001B73FA">
        <w:rPr>
          <w:szCs w:val="20"/>
        </w:rPr>
        <w:t>la nuit tomba</w:t>
      </w:r>
      <w:r w:rsidRPr="00A4769E">
        <w:rPr>
          <w:szCs w:val="20"/>
        </w:rPr>
        <w:t xml:space="preserve">. </w:t>
      </w:r>
      <w:r w:rsidR="001B73FA" w:rsidRPr="001B73FA">
        <w:rPr>
          <w:szCs w:val="20"/>
        </w:rPr>
        <w:t>Quoiqu</w:t>
      </w:r>
      <w:r w:rsidRPr="00A4769E">
        <w:rPr>
          <w:szCs w:val="20"/>
        </w:rPr>
        <w:t>’</w:t>
      </w:r>
      <w:r w:rsidR="001B73FA" w:rsidRPr="001B73FA">
        <w:rPr>
          <w:szCs w:val="20"/>
        </w:rPr>
        <w:t xml:space="preserve">à peine séparés par la </w:t>
      </w:r>
      <w:r w:rsidR="001B73FA" w:rsidRPr="001B73FA">
        <w:rPr>
          <w:szCs w:val="20"/>
        </w:rPr>
        <w:lastRenderedPageBreak/>
        <w:t>table</w:t>
      </w:r>
      <w:r w:rsidRPr="00A4769E">
        <w:rPr>
          <w:szCs w:val="20"/>
        </w:rPr>
        <w:t xml:space="preserve">, </w:t>
      </w:r>
      <w:r w:rsidR="001B73FA" w:rsidRPr="001B73FA">
        <w:rPr>
          <w:szCs w:val="20"/>
        </w:rPr>
        <w:t>ils ne se voyaient plus</w:t>
      </w:r>
      <w:r w:rsidRPr="00A4769E">
        <w:rPr>
          <w:szCs w:val="20"/>
        </w:rPr>
        <w:t xml:space="preserve"> ; </w:t>
      </w:r>
      <w:r w:rsidR="001B73FA" w:rsidRPr="001B73FA">
        <w:rPr>
          <w:szCs w:val="20"/>
        </w:rPr>
        <w:t>les grands hêtres épaississaient l</w:t>
      </w:r>
      <w:r w:rsidRPr="00A4769E">
        <w:rPr>
          <w:szCs w:val="20"/>
        </w:rPr>
        <w:t>’</w:t>
      </w:r>
      <w:r w:rsidR="001B73FA" w:rsidRPr="001B73FA">
        <w:rPr>
          <w:szCs w:val="20"/>
        </w:rPr>
        <w:t>ombre</w:t>
      </w:r>
      <w:r w:rsidRPr="00A4769E">
        <w:rPr>
          <w:szCs w:val="20"/>
        </w:rPr>
        <w:t>.</w:t>
      </w:r>
    </w:p>
    <w:p w14:paraId="4D7F6E1F" w14:textId="1E644F68" w:rsidR="00462692" w:rsidRPr="00A4769E" w:rsidRDefault="00462692" w:rsidP="001B73FA">
      <w:pPr>
        <w:rPr>
          <w:szCs w:val="20"/>
        </w:rPr>
      </w:pPr>
      <w:r w:rsidRPr="00A4769E">
        <w:rPr>
          <w:szCs w:val="20"/>
        </w:rPr>
        <w:t>« </w:t>
      </w:r>
      <w:r w:rsidR="001B73FA" w:rsidRPr="001B73FA">
        <w:rPr>
          <w:szCs w:val="20"/>
        </w:rPr>
        <w:t>Je suis heureuse</w:t>
      </w:r>
      <w:r w:rsidRPr="00A4769E">
        <w:rPr>
          <w:szCs w:val="20"/>
        </w:rPr>
        <w:t xml:space="preserve">, </w:t>
      </w:r>
      <w:r w:rsidR="001B73FA" w:rsidRPr="001B73FA">
        <w:rPr>
          <w:szCs w:val="20"/>
        </w:rPr>
        <w:t>dit Pauline</w:t>
      </w:r>
      <w:r w:rsidRPr="00A4769E">
        <w:rPr>
          <w:szCs w:val="20"/>
        </w:rPr>
        <w:t>.</w:t>
      </w:r>
    </w:p>
    <w:p w14:paraId="2CB0831D" w14:textId="5A81946D" w:rsidR="00462692" w:rsidRPr="00A4769E" w:rsidRDefault="00462692" w:rsidP="001B73FA">
      <w:pPr>
        <w:rPr>
          <w:szCs w:val="20"/>
        </w:rPr>
      </w:pPr>
      <w:r w:rsidRPr="00A4769E">
        <w:rPr>
          <w:szCs w:val="20"/>
        </w:rPr>
        <w:t>— </w:t>
      </w:r>
      <w:r w:rsidR="001B73FA" w:rsidRPr="001B73FA">
        <w:rPr>
          <w:szCs w:val="20"/>
        </w:rPr>
        <w:t>Je suis parfaitement heureux</w:t>
      </w:r>
      <w:r w:rsidRPr="00A4769E">
        <w:rPr>
          <w:szCs w:val="20"/>
        </w:rPr>
        <w:t xml:space="preserve">, </w:t>
      </w:r>
      <w:r w:rsidR="001B73FA" w:rsidRPr="001B73FA">
        <w:rPr>
          <w:szCs w:val="20"/>
        </w:rPr>
        <w:t>dit Angelo</w:t>
      </w:r>
      <w:r w:rsidRPr="00A4769E">
        <w:rPr>
          <w:szCs w:val="20"/>
        </w:rPr>
        <w:t>.</w:t>
      </w:r>
    </w:p>
    <w:p w14:paraId="0AA2BFF0" w14:textId="733FA167" w:rsidR="00462692" w:rsidRPr="00A4769E" w:rsidRDefault="00462692" w:rsidP="001B73FA">
      <w:pPr>
        <w:rPr>
          <w:szCs w:val="20"/>
        </w:rPr>
      </w:pPr>
      <w:r w:rsidRPr="00A4769E">
        <w:rPr>
          <w:szCs w:val="20"/>
        </w:rPr>
        <w:t>— </w:t>
      </w:r>
      <w:r w:rsidR="001B73FA" w:rsidRPr="001B73FA">
        <w:rPr>
          <w:szCs w:val="20"/>
        </w:rPr>
        <w:t>Il n</w:t>
      </w:r>
      <w:r w:rsidRPr="00A4769E">
        <w:rPr>
          <w:szCs w:val="20"/>
        </w:rPr>
        <w:t>’</w:t>
      </w:r>
      <w:r w:rsidR="001B73FA" w:rsidRPr="001B73FA">
        <w:rPr>
          <w:szCs w:val="20"/>
        </w:rPr>
        <w:t>y a pas le moindre vent</w:t>
      </w:r>
      <w:r w:rsidRPr="00A4769E">
        <w:rPr>
          <w:szCs w:val="20"/>
        </w:rPr>
        <w:t xml:space="preserve">, </w:t>
      </w:r>
      <w:r w:rsidR="001B73FA" w:rsidRPr="001B73FA">
        <w:rPr>
          <w:szCs w:val="20"/>
        </w:rPr>
        <w:t>dit Pauline</w:t>
      </w:r>
      <w:r w:rsidRPr="00A4769E">
        <w:rPr>
          <w:szCs w:val="20"/>
        </w:rPr>
        <w:t xml:space="preserve">. </w:t>
      </w:r>
      <w:r w:rsidR="001B73FA" w:rsidRPr="001B73FA">
        <w:rPr>
          <w:szCs w:val="20"/>
        </w:rPr>
        <w:t>Les hêtres sont silencieux comme si c</w:t>
      </w:r>
      <w:r w:rsidRPr="00A4769E">
        <w:rPr>
          <w:szCs w:val="20"/>
        </w:rPr>
        <w:t>’</w:t>
      </w:r>
      <w:r w:rsidR="001B73FA" w:rsidRPr="001B73FA">
        <w:rPr>
          <w:szCs w:val="20"/>
        </w:rPr>
        <w:t>étaient des statues de hêtres</w:t>
      </w:r>
      <w:r w:rsidRPr="00A4769E">
        <w:rPr>
          <w:szCs w:val="20"/>
        </w:rPr>
        <w:t xml:space="preserve">. </w:t>
      </w:r>
      <w:r w:rsidR="001B73FA" w:rsidRPr="001B73FA">
        <w:rPr>
          <w:szCs w:val="20"/>
        </w:rPr>
        <w:t>On n</w:t>
      </w:r>
      <w:r w:rsidRPr="00A4769E">
        <w:rPr>
          <w:szCs w:val="20"/>
        </w:rPr>
        <w:t>’</w:t>
      </w:r>
      <w:r w:rsidR="001B73FA" w:rsidRPr="001B73FA">
        <w:rPr>
          <w:szCs w:val="20"/>
        </w:rPr>
        <w:t>a pas besoin de voir</w:t>
      </w:r>
      <w:r w:rsidRPr="00A4769E">
        <w:rPr>
          <w:szCs w:val="20"/>
        </w:rPr>
        <w:t xml:space="preserve"> ; </w:t>
      </w:r>
      <w:r w:rsidR="001B73FA" w:rsidRPr="001B73FA">
        <w:rPr>
          <w:szCs w:val="20"/>
        </w:rPr>
        <w:t>rien qu</w:t>
      </w:r>
      <w:r w:rsidRPr="00A4769E">
        <w:rPr>
          <w:szCs w:val="20"/>
        </w:rPr>
        <w:t>’</w:t>
      </w:r>
      <w:r w:rsidR="001B73FA" w:rsidRPr="001B73FA">
        <w:rPr>
          <w:szCs w:val="20"/>
        </w:rPr>
        <w:t>à les entendre on place les rossignols les uns à côté des autres et les uns derrière les autres sur des distances considérables</w:t>
      </w:r>
      <w:r w:rsidRPr="00A4769E">
        <w:rPr>
          <w:szCs w:val="20"/>
        </w:rPr>
        <w:t>.</w:t>
      </w:r>
    </w:p>
    <w:p w14:paraId="20AA09D8" w14:textId="75296449" w:rsidR="00462692" w:rsidRPr="00A4769E" w:rsidRDefault="00462692" w:rsidP="001B73FA">
      <w:pPr>
        <w:rPr>
          <w:szCs w:val="20"/>
        </w:rPr>
      </w:pPr>
      <w:r w:rsidRPr="00A4769E">
        <w:rPr>
          <w:szCs w:val="20"/>
        </w:rPr>
        <w:t>— </w:t>
      </w:r>
      <w:r w:rsidR="001B73FA" w:rsidRPr="001B73FA">
        <w:rPr>
          <w:szCs w:val="20"/>
        </w:rPr>
        <w:t>Est-ce qu</w:t>
      </w:r>
      <w:r w:rsidRPr="00A4769E">
        <w:rPr>
          <w:szCs w:val="20"/>
        </w:rPr>
        <w:t>’</w:t>
      </w:r>
      <w:r w:rsidR="001B73FA" w:rsidRPr="001B73FA">
        <w:rPr>
          <w:szCs w:val="20"/>
        </w:rPr>
        <w:t>il y a souvent des calmes semblables ici</w:t>
      </w:r>
      <w:r w:rsidRPr="00A4769E">
        <w:rPr>
          <w:szCs w:val="20"/>
        </w:rPr>
        <w:t xml:space="preserve"> ? </w:t>
      </w:r>
      <w:r w:rsidR="001B73FA" w:rsidRPr="001B73FA">
        <w:rPr>
          <w:szCs w:val="20"/>
        </w:rPr>
        <w:t>dit Angelo</w:t>
      </w:r>
      <w:r w:rsidRPr="00A4769E">
        <w:rPr>
          <w:szCs w:val="20"/>
        </w:rPr>
        <w:t>.</w:t>
      </w:r>
    </w:p>
    <w:p w14:paraId="36486B07" w14:textId="1BCBF2E8" w:rsidR="00462692" w:rsidRPr="00A4769E" w:rsidRDefault="00462692" w:rsidP="001B73FA">
      <w:pPr>
        <w:rPr>
          <w:szCs w:val="20"/>
        </w:rPr>
      </w:pPr>
      <w:r w:rsidRPr="00A4769E">
        <w:rPr>
          <w:szCs w:val="20"/>
        </w:rPr>
        <w:t>— </w:t>
      </w:r>
      <w:r w:rsidR="001B73FA" w:rsidRPr="001B73FA">
        <w:rPr>
          <w:szCs w:val="20"/>
        </w:rPr>
        <w:t>Jamais</w:t>
      </w:r>
      <w:r w:rsidRPr="00A4769E">
        <w:rPr>
          <w:szCs w:val="20"/>
        </w:rPr>
        <w:t xml:space="preserve">, </w:t>
      </w:r>
      <w:r w:rsidR="001B73FA" w:rsidRPr="001B73FA">
        <w:rPr>
          <w:szCs w:val="20"/>
        </w:rPr>
        <w:t>dit Pauline</w:t>
      </w:r>
      <w:r w:rsidRPr="00A4769E">
        <w:rPr>
          <w:szCs w:val="20"/>
        </w:rPr>
        <w:t xml:space="preserve">, </w:t>
      </w:r>
      <w:r w:rsidR="001B73FA" w:rsidRPr="001B73FA">
        <w:rPr>
          <w:szCs w:val="20"/>
        </w:rPr>
        <w:t>c</w:t>
      </w:r>
      <w:r w:rsidRPr="00A4769E">
        <w:rPr>
          <w:szCs w:val="20"/>
        </w:rPr>
        <w:t>’</w:t>
      </w:r>
      <w:r w:rsidR="001B73FA" w:rsidRPr="001B73FA">
        <w:rPr>
          <w:szCs w:val="20"/>
        </w:rPr>
        <w:t>est la première fois que la paix me permet d</w:t>
      </w:r>
      <w:r w:rsidRPr="00A4769E">
        <w:rPr>
          <w:szCs w:val="20"/>
        </w:rPr>
        <w:t>’</w:t>
      </w:r>
      <w:r w:rsidR="001B73FA" w:rsidRPr="001B73FA">
        <w:rPr>
          <w:szCs w:val="20"/>
        </w:rPr>
        <w:t>entendre toute la profondeur du pays</w:t>
      </w:r>
      <w:r w:rsidRPr="00A4769E">
        <w:rPr>
          <w:szCs w:val="20"/>
        </w:rPr>
        <w:t xml:space="preserve">. </w:t>
      </w:r>
      <w:r w:rsidR="001B73FA" w:rsidRPr="001B73FA">
        <w:rPr>
          <w:szCs w:val="20"/>
        </w:rPr>
        <w:t>C</w:t>
      </w:r>
      <w:r w:rsidRPr="00A4769E">
        <w:rPr>
          <w:szCs w:val="20"/>
        </w:rPr>
        <w:t>’</w:t>
      </w:r>
      <w:r w:rsidR="001B73FA" w:rsidRPr="001B73FA">
        <w:rPr>
          <w:szCs w:val="20"/>
        </w:rPr>
        <w:t>est magnifique</w:t>
      </w:r>
      <w:r w:rsidRPr="00A4769E">
        <w:rPr>
          <w:szCs w:val="20"/>
        </w:rPr>
        <w:t> !</w:t>
      </w:r>
    </w:p>
    <w:p w14:paraId="133EB0EE" w14:textId="53EC567F" w:rsidR="00462692" w:rsidRPr="00A4769E" w:rsidRDefault="00462692" w:rsidP="001B73FA">
      <w:pPr>
        <w:rPr>
          <w:szCs w:val="20"/>
        </w:rPr>
      </w:pPr>
      <w:r w:rsidRPr="00A4769E">
        <w:rPr>
          <w:szCs w:val="20"/>
        </w:rPr>
        <w:t>— </w:t>
      </w:r>
      <w:r w:rsidR="001B73FA" w:rsidRPr="001B73FA">
        <w:rPr>
          <w:szCs w:val="20"/>
        </w:rPr>
        <w:t>Je n</w:t>
      </w:r>
      <w:r w:rsidRPr="00A4769E">
        <w:rPr>
          <w:szCs w:val="20"/>
        </w:rPr>
        <w:t>’</w:t>
      </w:r>
      <w:r w:rsidR="001B73FA" w:rsidRPr="001B73FA">
        <w:rPr>
          <w:szCs w:val="20"/>
        </w:rPr>
        <w:t>ai jamais éprouvé un sentiment de repos pareil</w:t>
      </w:r>
      <w:r w:rsidRPr="00A4769E">
        <w:rPr>
          <w:szCs w:val="20"/>
        </w:rPr>
        <w:t xml:space="preserve">, </w:t>
      </w:r>
      <w:r w:rsidR="001B73FA" w:rsidRPr="001B73FA">
        <w:rPr>
          <w:szCs w:val="20"/>
        </w:rPr>
        <w:t>dit Angelo</w:t>
      </w:r>
      <w:r w:rsidRPr="00A4769E">
        <w:rPr>
          <w:szCs w:val="20"/>
        </w:rPr>
        <w:t>.</w:t>
      </w:r>
    </w:p>
    <w:p w14:paraId="67165594" w14:textId="0747DE53" w:rsidR="00462692" w:rsidRPr="00A4769E" w:rsidRDefault="00462692" w:rsidP="001B73FA">
      <w:pPr>
        <w:rPr>
          <w:szCs w:val="20"/>
        </w:rPr>
      </w:pPr>
      <w:r w:rsidRPr="00A4769E">
        <w:rPr>
          <w:szCs w:val="20"/>
        </w:rPr>
        <w:t>— </w:t>
      </w:r>
      <w:r w:rsidR="001B73FA" w:rsidRPr="001B73FA">
        <w:rPr>
          <w:szCs w:val="20"/>
        </w:rPr>
        <w:t>Et de plénitude</w:t>
      </w:r>
      <w:r w:rsidRPr="00A4769E">
        <w:rPr>
          <w:szCs w:val="20"/>
        </w:rPr>
        <w:t xml:space="preserve">, </w:t>
      </w:r>
      <w:r w:rsidR="001B73FA" w:rsidRPr="001B73FA">
        <w:rPr>
          <w:szCs w:val="20"/>
        </w:rPr>
        <w:t>dit Pauline</w:t>
      </w:r>
      <w:r w:rsidRPr="00A4769E">
        <w:rPr>
          <w:szCs w:val="20"/>
        </w:rPr>
        <w:t xml:space="preserve">. </w:t>
      </w:r>
      <w:r w:rsidR="001B73FA" w:rsidRPr="001B73FA">
        <w:rPr>
          <w:szCs w:val="20"/>
        </w:rPr>
        <w:t>Je n</w:t>
      </w:r>
      <w:r w:rsidRPr="00A4769E">
        <w:rPr>
          <w:szCs w:val="20"/>
        </w:rPr>
        <w:t>’</w:t>
      </w:r>
      <w:r w:rsidR="001B73FA" w:rsidRPr="001B73FA">
        <w:rPr>
          <w:szCs w:val="20"/>
        </w:rPr>
        <w:t>ai jamais eu autant de choses que ce soir</w:t>
      </w:r>
      <w:r w:rsidRPr="00A4769E">
        <w:rPr>
          <w:szCs w:val="20"/>
        </w:rPr>
        <w:t xml:space="preserve">. </w:t>
      </w:r>
      <w:r w:rsidR="001B73FA" w:rsidRPr="001B73FA">
        <w:rPr>
          <w:szCs w:val="20"/>
        </w:rPr>
        <w:t>J</w:t>
      </w:r>
      <w:r w:rsidRPr="00A4769E">
        <w:rPr>
          <w:szCs w:val="20"/>
        </w:rPr>
        <w:t>’</w:t>
      </w:r>
      <w:r w:rsidR="001B73FA" w:rsidRPr="001B73FA">
        <w:rPr>
          <w:szCs w:val="20"/>
        </w:rPr>
        <w:t>entends des renards glapir très loin dans un endroit où</w:t>
      </w:r>
      <w:r w:rsidRPr="00A4769E">
        <w:rPr>
          <w:szCs w:val="20"/>
        </w:rPr>
        <w:t xml:space="preserve">, </w:t>
      </w:r>
      <w:r w:rsidR="001B73FA" w:rsidRPr="001B73FA">
        <w:rPr>
          <w:szCs w:val="20"/>
        </w:rPr>
        <w:t>en plein jour</w:t>
      </w:r>
      <w:r w:rsidRPr="00A4769E">
        <w:rPr>
          <w:szCs w:val="20"/>
        </w:rPr>
        <w:t xml:space="preserve">, </w:t>
      </w:r>
      <w:r w:rsidR="001B73FA" w:rsidRPr="001B73FA">
        <w:rPr>
          <w:szCs w:val="20"/>
        </w:rPr>
        <w:t>on ne voit qu</w:t>
      </w:r>
      <w:r w:rsidRPr="00A4769E">
        <w:rPr>
          <w:szCs w:val="20"/>
        </w:rPr>
        <w:t>’</w:t>
      </w:r>
      <w:r w:rsidR="001B73FA" w:rsidRPr="001B73FA">
        <w:rPr>
          <w:szCs w:val="20"/>
        </w:rPr>
        <w:t>un petit tas de brumes bleues confondues avec le ciel</w:t>
      </w:r>
      <w:r w:rsidRPr="00A4769E">
        <w:rPr>
          <w:szCs w:val="20"/>
        </w:rPr>
        <w:t xml:space="preserve">. </w:t>
      </w:r>
      <w:r w:rsidR="001B73FA" w:rsidRPr="001B73FA">
        <w:rPr>
          <w:szCs w:val="20"/>
        </w:rPr>
        <w:t>Quelle merveille d</w:t>
      </w:r>
      <w:r w:rsidRPr="00A4769E">
        <w:rPr>
          <w:szCs w:val="20"/>
        </w:rPr>
        <w:t>’</w:t>
      </w:r>
      <w:r w:rsidR="001B73FA" w:rsidRPr="001B73FA">
        <w:rPr>
          <w:szCs w:val="20"/>
        </w:rPr>
        <w:t>être de plus en plus riche sur place</w:t>
      </w:r>
      <w:r w:rsidRPr="00A4769E">
        <w:rPr>
          <w:szCs w:val="20"/>
        </w:rPr>
        <w:t> !</w:t>
      </w:r>
    </w:p>
    <w:p w14:paraId="5EDDF4AB" w14:textId="224D128C" w:rsidR="00462692" w:rsidRPr="00A4769E" w:rsidRDefault="00462692" w:rsidP="001B73FA">
      <w:pPr>
        <w:rPr>
          <w:szCs w:val="20"/>
        </w:rPr>
      </w:pPr>
      <w:r w:rsidRPr="00A4769E">
        <w:rPr>
          <w:szCs w:val="20"/>
        </w:rPr>
        <w:t>— </w:t>
      </w:r>
      <w:r w:rsidR="001B73FA" w:rsidRPr="001B73FA">
        <w:rPr>
          <w:szCs w:val="20"/>
        </w:rPr>
        <w:t>Je ne croyais pas que cela soit possible</w:t>
      </w:r>
      <w:r w:rsidRPr="00A4769E">
        <w:rPr>
          <w:szCs w:val="20"/>
        </w:rPr>
        <w:t xml:space="preserve">, </w:t>
      </w:r>
      <w:r w:rsidR="001B73FA" w:rsidRPr="001B73FA">
        <w:rPr>
          <w:szCs w:val="20"/>
        </w:rPr>
        <w:t>dit Angelo</w:t>
      </w:r>
      <w:r w:rsidRPr="00A4769E">
        <w:rPr>
          <w:szCs w:val="20"/>
        </w:rPr>
        <w:t>.</w:t>
      </w:r>
    </w:p>
    <w:p w14:paraId="04001F2A" w14:textId="604FC868" w:rsidR="00462692" w:rsidRPr="00A4769E" w:rsidRDefault="00462692" w:rsidP="001B73FA">
      <w:pPr>
        <w:rPr>
          <w:szCs w:val="20"/>
        </w:rPr>
      </w:pPr>
      <w:r w:rsidRPr="00A4769E">
        <w:rPr>
          <w:szCs w:val="20"/>
        </w:rPr>
        <w:t>— </w:t>
      </w:r>
      <w:r w:rsidR="001B73FA" w:rsidRPr="001B73FA">
        <w:rPr>
          <w:szCs w:val="20"/>
        </w:rPr>
        <w:t>Je l</w:t>
      </w:r>
      <w:r w:rsidRPr="00A4769E">
        <w:rPr>
          <w:szCs w:val="20"/>
        </w:rPr>
        <w:t>’</w:t>
      </w:r>
      <w:r w:rsidR="001B73FA" w:rsidRPr="001B73FA">
        <w:rPr>
          <w:szCs w:val="20"/>
        </w:rPr>
        <w:t>attendais</w:t>
      </w:r>
      <w:r w:rsidRPr="00A4769E">
        <w:rPr>
          <w:szCs w:val="20"/>
        </w:rPr>
        <w:t xml:space="preserve">, </w:t>
      </w:r>
      <w:r w:rsidR="001B73FA" w:rsidRPr="001B73FA">
        <w:rPr>
          <w:szCs w:val="20"/>
        </w:rPr>
        <w:t>moi</w:t>
      </w:r>
      <w:r w:rsidRPr="00A4769E">
        <w:rPr>
          <w:szCs w:val="20"/>
        </w:rPr>
        <w:t xml:space="preserve">, </w:t>
      </w:r>
      <w:r w:rsidR="001B73FA" w:rsidRPr="001B73FA">
        <w:rPr>
          <w:szCs w:val="20"/>
        </w:rPr>
        <w:t>dit Pauline</w:t>
      </w:r>
      <w:r w:rsidRPr="00A4769E">
        <w:rPr>
          <w:szCs w:val="20"/>
        </w:rPr>
        <w:t>.</w:t>
      </w:r>
    </w:p>
    <w:p w14:paraId="13B835F9" w14:textId="4F0A4991" w:rsidR="00462692" w:rsidRPr="00A4769E" w:rsidRDefault="00462692" w:rsidP="001B73FA">
      <w:pPr>
        <w:rPr>
          <w:szCs w:val="20"/>
        </w:rPr>
      </w:pPr>
      <w:r w:rsidRPr="00A4769E">
        <w:rPr>
          <w:szCs w:val="20"/>
        </w:rPr>
        <w:t>— </w:t>
      </w:r>
      <w:r w:rsidR="001B73FA" w:rsidRPr="001B73FA">
        <w:rPr>
          <w:szCs w:val="20"/>
        </w:rPr>
        <w:t>Un calme effrayant</w:t>
      </w:r>
      <w:r w:rsidRPr="00A4769E">
        <w:rPr>
          <w:szCs w:val="20"/>
        </w:rPr>
        <w:t xml:space="preserve">, </w:t>
      </w:r>
      <w:r w:rsidR="001B73FA" w:rsidRPr="001B73FA">
        <w:rPr>
          <w:szCs w:val="20"/>
        </w:rPr>
        <w:t>dit Angelo</w:t>
      </w:r>
      <w:r w:rsidRPr="00A4769E">
        <w:rPr>
          <w:szCs w:val="20"/>
        </w:rPr>
        <w:t>.</w:t>
      </w:r>
    </w:p>
    <w:p w14:paraId="1CFB4F46" w14:textId="0E0D078B" w:rsidR="00462692" w:rsidRPr="00A4769E" w:rsidRDefault="00462692" w:rsidP="001B73FA">
      <w:pPr>
        <w:rPr>
          <w:szCs w:val="20"/>
        </w:rPr>
      </w:pPr>
      <w:r w:rsidRPr="00A4769E">
        <w:rPr>
          <w:szCs w:val="20"/>
        </w:rPr>
        <w:t>— </w:t>
      </w:r>
      <w:r w:rsidR="001B73FA" w:rsidRPr="001B73FA">
        <w:rPr>
          <w:szCs w:val="20"/>
        </w:rPr>
        <w:t>Salutaire</w:t>
      </w:r>
      <w:r w:rsidRPr="00A4769E">
        <w:rPr>
          <w:szCs w:val="20"/>
        </w:rPr>
        <w:t xml:space="preserve">, </w:t>
      </w:r>
      <w:r w:rsidR="001B73FA" w:rsidRPr="001B73FA">
        <w:rPr>
          <w:szCs w:val="20"/>
        </w:rPr>
        <w:t>dit Pauline</w:t>
      </w:r>
      <w:r w:rsidRPr="00A4769E">
        <w:rPr>
          <w:szCs w:val="20"/>
        </w:rPr>
        <w:t>.</w:t>
      </w:r>
    </w:p>
    <w:p w14:paraId="701D04A5" w14:textId="6C826E14" w:rsidR="00462692" w:rsidRPr="00A4769E" w:rsidRDefault="00462692" w:rsidP="001B73FA">
      <w:pPr>
        <w:rPr>
          <w:szCs w:val="20"/>
        </w:rPr>
      </w:pPr>
      <w:r w:rsidRPr="00A4769E">
        <w:rPr>
          <w:szCs w:val="20"/>
        </w:rPr>
        <w:lastRenderedPageBreak/>
        <w:t>— </w:t>
      </w:r>
      <w:r w:rsidR="001B73FA" w:rsidRPr="001B73FA">
        <w:rPr>
          <w:szCs w:val="20"/>
        </w:rPr>
        <w:t>À un point inimaginable</w:t>
      </w:r>
      <w:r w:rsidRPr="00A4769E">
        <w:rPr>
          <w:szCs w:val="20"/>
        </w:rPr>
        <w:t xml:space="preserve">. </w:t>
      </w:r>
      <w:r w:rsidR="001B73FA" w:rsidRPr="001B73FA">
        <w:rPr>
          <w:szCs w:val="20"/>
        </w:rPr>
        <w:t>Je voulais partir ces jours-ci</w:t>
      </w:r>
      <w:r w:rsidRPr="00A4769E">
        <w:rPr>
          <w:szCs w:val="20"/>
        </w:rPr>
        <w:t xml:space="preserve">, </w:t>
      </w:r>
      <w:r w:rsidR="001B73FA" w:rsidRPr="001B73FA">
        <w:rPr>
          <w:szCs w:val="20"/>
        </w:rPr>
        <w:t>dit Angelo</w:t>
      </w:r>
      <w:r w:rsidRPr="00A4769E">
        <w:rPr>
          <w:szCs w:val="20"/>
        </w:rPr>
        <w:t>.</w:t>
      </w:r>
    </w:p>
    <w:p w14:paraId="24483471" w14:textId="1135273C" w:rsidR="00462692" w:rsidRPr="00A4769E" w:rsidRDefault="00462692" w:rsidP="001B73FA">
      <w:pPr>
        <w:rPr>
          <w:szCs w:val="20"/>
        </w:rPr>
      </w:pPr>
      <w:r w:rsidRPr="00A4769E">
        <w:rPr>
          <w:szCs w:val="20"/>
        </w:rPr>
        <w:t>— </w:t>
      </w:r>
      <w:r w:rsidR="001B73FA" w:rsidRPr="001B73FA">
        <w:rPr>
          <w:szCs w:val="20"/>
        </w:rPr>
        <w:t>Pour aller où</w:t>
      </w:r>
      <w:r w:rsidRPr="00A4769E">
        <w:rPr>
          <w:szCs w:val="20"/>
        </w:rPr>
        <w:t xml:space="preserve"> ? </w:t>
      </w:r>
      <w:r w:rsidR="001B73FA" w:rsidRPr="001B73FA">
        <w:rPr>
          <w:szCs w:val="20"/>
        </w:rPr>
        <w:t>dit Pauline</w:t>
      </w:r>
      <w:r w:rsidRPr="00A4769E">
        <w:rPr>
          <w:szCs w:val="20"/>
        </w:rPr>
        <w:t>.</w:t>
      </w:r>
    </w:p>
    <w:p w14:paraId="01108854" w14:textId="044C847E" w:rsidR="00462692" w:rsidRPr="00A4769E" w:rsidRDefault="00462692" w:rsidP="001B73FA">
      <w:pPr>
        <w:rPr>
          <w:szCs w:val="20"/>
        </w:rPr>
      </w:pPr>
      <w:r w:rsidRPr="00A4769E">
        <w:rPr>
          <w:szCs w:val="20"/>
        </w:rPr>
        <w:t>— </w:t>
      </w:r>
      <w:r w:rsidR="001B73FA" w:rsidRPr="001B73FA">
        <w:rPr>
          <w:szCs w:val="20"/>
        </w:rPr>
        <w:t>Entreprendre</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On a besoin de chercher</w:t>
      </w:r>
      <w:r w:rsidRPr="00A4769E">
        <w:rPr>
          <w:szCs w:val="20"/>
        </w:rPr>
        <w:t>.</w:t>
      </w:r>
    </w:p>
    <w:p w14:paraId="724AB79C" w14:textId="3615199A" w:rsidR="00462692" w:rsidRPr="00A4769E" w:rsidRDefault="00462692" w:rsidP="001B73FA">
      <w:pPr>
        <w:rPr>
          <w:szCs w:val="20"/>
        </w:rPr>
      </w:pPr>
      <w:r w:rsidRPr="00A4769E">
        <w:rPr>
          <w:szCs w:val="20"/>
        </w:rPr>
        <w:t>— </w:t>
      </w:r>
      <w:r w:rsidR="001B73FA" w:rsidRPr="001B73FA">
        <w:rPr>
          <w:szCs w:val="20"/>
        </w:rPr>
        <w:t>Ceci ne vous suffit pas</w:t>
      </w:r>
      <w:r w:rsidRPr="00A4769E">
        <w:rPr>
          <w:szCs w:val="20"/>
        </w:rPr>
        <w:t xml:space="preserve"> ? </w:t>
      </w:r>
      <w:r w:rsidR="001B73FA" w:rsidRPr="001B73FA">
        <w:rPr>
          <w:szCs w:val="20"/>
        </w:rPr>
        <w:t>dit Pauline</w:t>
      </w:r>
      <w:r w:rsidRPr="00A4769E">
        <w:rPr>
          <w:szCs w:val="20"/>
        </w:rPr>
        <w:t>.</w:t>
      </w:r>
    </w:p>
    <w:p w14:paraId="3772C53F" w14:textId="095EB5B9" w:rsidR="00462692" w:rsidRPr="00A4769E" w:rsidRDefault="00462692" w:rsidP="001B73FA">
      <w:pPr>
        <w:rPr>
          <w:szCs w:val="20"/>
        </w:rPr>
      </w:pPr>
      <w:r w:rsidRPr="00A4769E">
        <w:rPr>
          <w:szCs w:val="20"/>
        </w:rPr>
        <w:t>— </w:t>
      </w:r>
      <w:r w:rsidR="001B73FA" w:rsidRPr="001B73FA">
        <w:rPr>
          <w:szCs w:val="20"/>
        </w:rPr>
        <w:t>C</w:t>
      </w:r>
      <w:r w:rsidRPr="00A4769E">
        <w:rPr>
          <w:szCs w:val="20"/>
        </w:rPr>
        <w:t>’</w:t>
      </w:r>
      <w:r w:rsidR="001B73FA" w:rsidRPr="001B73FA">
        <w:rPr>
          <w:szCs w:val="20"/>
        </w:rPr>
        <w:t>est exactement ceci que je cherche</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Si j</w:t>
      </w:r>
      <w:r w:rsidRPr="00A4769E">
        <w:rPr>
          <w:szCs w:val="20"/>
        </w:rPr>
        <w:t>’</w:t>
      </w:r>
      <w:r w:rsidR="001B73FA" w:rsidRPr="001B73FA">
        <w:rPr>
          <w:szCs w:val="20"/>
        </w:rPr>
        <w:t>étais assuré que cet état de bonheur puisse durer</w:t>
      </w:r>
      <w:r w:rsidRPr="00A4769E">
        <w:rPr>
          <w:szCs w:val="20"/>
        </w:rPr>
        <w:t> ?</w:t>
      </w:r>
    </w:p>
    <w:p w14:paraId="4905E4B8" w14:textId="703FCDE5" w:rsidR="00462692" w:rsidRPr="00A4769E" w:rsidRDefault="00462692" w:rsidP="001B73FA">
      <w:pPr>
        <w:rPr>
          <w:szCs w:val="20"/>
        </w:rPr>
      </w:pPr>
      <w:r w:rsidRPr="00A4769E">
        <w:rPr>
          <w:szCs w:val="20"/>
        </w:rPr>
        <w:t>— </w:t>
      </w:r>
      <w:r w:rsidR="001B73FA" w:rsidRPr="001B73FA">
        <w:rPr>
          <w:szCs w:val="20"/>
        </w:rPr>
        <w:t>Il n</w:t>
      </w:r>
      <w:r w:rsidRPr="00A4769E">
        <w:rPr>
          <w:szCs w:val="20"/>
        </w:rPr>
        <w:t>’</w:t>
      </w:r>
      <w:r w:rsidR="001B73FA" w:rsidRPr="001B73FA">
        <w:rPr>
          <w:szCs w:val="20"/>
        </w:rPr>
        <w:t>y a aucune raison pour qu</w:t>
      </w:r>
      <w:r w:rsidRPr="00A4769E">
        <w:rPr>
          <w:szCs w:val="20"/>
        </w:rPr>
        <w:t>’</w:t>
      </w:r>
      <w:r w:rsidR="001B73FA" w:rsidRPr="001B73FA">
        <w:rPr>
          <w:szCs w:val="20"/>
        </w:rPr>
        <w:t>il ne dure pas</w:t>
      </w:r>
      <w:r w:rsidRPr="00A4769E">
        <w:rPr>
          <w:szCs w:val="20"/>
        </w:rPr>
        <w:t xml:space="preserve">, </w:t>
      </w:r>
      <w:r w:rsidR="001B73FA" w:rsidRPr="001B73FA">
        <w:rPr>
          <w:szCs w:val="20"/>
        </w:rPr>
        <w:t>dit Pauline</w:t>
      </w:r>
      <w:r w:rsidRPr="00A4769E">
        <w:rPr>
          <w:szCs w:val="20"/>
        </w:rPr>
        <w:t xml:space="preserve">, </w:t>
      </w:r>
      <w:r w:rsidR="001B73FA" w:rsidRPr="001B73FA">
        <w:rPr>
          <w:szCs w:val="20"/>
        </w:rPr>
        <w:t>ceci ne dépend que de nous</w:t>
      </w:r>
      <w:r w:rsidRPr="00A4769E">
        <w:rPr>
          <w:szCs w:val="20"/>
        </w:rPr>
        <w:t>.</w:t>
      </w:r>
    </w:p>
    <w:p w14:paraId="022430BA" w14:textId="5548D2FD" w:rsidR="00462692" w:rsidRPr="00A4769E" w:rsidRDefault="00462692" w:rsidP="001B73FA">
      <w:pPr>
        <w:rPr>
          <w:szCs w:val="20"/>
        </w:rPr>
      </w:pPr>
      <w:r w:rsidRPr="00A4769E">
        <w:rPr>
          <w:szCs w:val="20"/>
        </w:rPr>
        <w:t>— </w:t>
      </w:r>
      <w:r w:rsidR="001B73FA" w:rsidRPr="001B73FA">
        <w:rPr>
          <w:szCs w:val="20"/>
        </w:rPr>
        <w:t>Croyez-vous que nous y soyons pour quelque chose</w:t>
      </w:r>
      <w:r w:rsidRPr="00A4769E">
        <w:rPr>
          <w:szCs w:val="20"/>
        </w:rPr>
        <w:t xml:space="preserve"> ? </w:t>
      </w:r>
      <w:r w:rsidR="001B73FA" w:rsidRPr="001B73FA">
        <w:rPr>
          <w:szCs w:val="20"/>
        </w:rPr>
        <w:t>dit Angelo</w:t>
      </w:r>
      <w:r w:rsidRPr="00A4769E">
        <w:rPr>
          <w:szCs w:val="20"/>
        </w:rPr>
        <w:t>.</w:t>
      </w:r>
    </w:p>
    <w:p w14:paraId="416E06CB" w14:textId="5517E76F" w:rsidR="00462692" w:rsidRPr="00A4769E" w:rsidRDefault="00462692" w:rsidP="001B73FA">
      <w:pPr>
        <w:rPr>
          <w:szCs w:val="20"/>
        </w:rPr>
      </w:pPr>
      <w:r w:rsidRPr="00A4769E">
        <w:rPr>
          <w:szCs w:val="20"/>
        </w:rPr>
        <w:t>— </w:t>
      </w:r>
      <w:r w:rsidR="001B73FA" w:rsidRPr="001B73FA">
        <w:rPr>
          <w:szCs w:val="20"/>
        </w:rPr>
        <w:t>Croyez-vous que ce soir le monde soit tellement différent de ce qu</w:t>
      </w:r>
      <w:r w:rsidRPr="00A4769E">
        <w:rPr>
          <w:szCs w:val="20"/>
        </w:rPr>
        <w:t>’</w:t>
      </w:r>
      <w:r w:rsidR="001B73FA" w:rsidRPr="001B73FA">
        <w:rPr>
          <w:szCs w:val="20"/>
        </w:rPr>
        <w:t>il était hier soir</w:t>
      </w:r>
      <w:r w:rsidRPr="00A4769E">
        <w:rPr>
          <w:szCs w:val="20"/>
        </w:rPr>
        <w:t xml:space="preserve"> ? </w:t>
      </w:r>
      <w:r w:rsidR="001B73FA" w:rsidRPr="001B73FA">
        <w:rPr>
          <w:szCs w:val="20"/>
        </w:rPr>
        <w:t>dit Pauline</w:t>
      </w:r>
      <w:r w:rsidRPr="00A4769E">
        <w:rPr>
          <w:szCs w:val="20"/>
        </w:rPr>
        <w:t>.</w:t>
      </w:r>
    </w:p>
    <w:p w14:paraId="35076E91" w14:textId="0E3B35A6" w:rsidR="00462692" w:rsidRPr="00A4769E" w:rsidRDefault="00462692" w:rsidP="001B73FA">
      <w:pPr>
        <w:rPr>
          <w:szCs w:val="20"/>
        </w:rPr>
      </w:pPr>
      <w:r w:rsidRPr="00A4769E">
        <w:rPr>
          <w:szCs w:val="20"/>
        </w:rPr>
        <w:t>— </w:t>
      </w:r>
      <w:r w:rsidR="001B73FA" w:rsidRPr="001B73FA">
        <w:rPr>
          <w:szCs w:val="20"/>
        </w:rPr>
        <w:t>Je sais</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que le monde n</w:t>
      </w:r>
      <w:r w:rsidRPr="00A4769E">
        <w:rPr>
          <w:szCs w:val="20"/>
        </w:rPr>
        <w:t>’</w:t>
      </w:r>
      <w:r w:rsidR="001B73FA" w:rsidRPr="001B73FA">
        <w:rPr>
          <w:szCs w:val="20"/>
        </w:rPr>
        <w:t>est jamais différent de ce qu</w:t>
      </w:r>
      <w:r w:rsidRPr="00A4769E">
        <w:rPr>
          <w:szCs w:val="20"/>
        </w:rPr>
        <w:t>’</w:t>
      </w:r>
      <w:r w:rsidR="001B73FA" w:rsidRPr="001B73FA">
        <w:rPr>
          <w:szCs w:val="20"/>
        </w:rPr>
        <w:t>on le fait</w:t>
      </w:r>
      <w:r w:rsidRPr="00A4769E">
        <w:rPr>
          <w:szCs w:val="20"/>
        </w:rPr>
        <w:t>.</w:t>
      </w:r>
    </w:p>
    <w:p w14:paraId="792992D4" w14:textId="634A93C5" w:rsidR="00462692" w:rsidRPr="00A4769E" w:rsidRDefault="00462692" w:rsidP="001B73FA">
      <w:pPr>
        <w:rPr>
          <w:szCs w:val="20"/>
        </w:rPr>
      </w:pPr>
      <w:r w:rsidRPr="00A4769E">
        <w:rPr>
          <w:szCs w:val="20"/>
        </w:rPr>
        <w:t>— </w:t>
      </w:r>
      <w:r w:rsidR="001B73FA" w:rsidRPr="001B73FA">
        <w:rPr>
          <w:szCs w:val="20"/>
        </w:rPr>
        <w:t>Alors</w:t>
      </w:r>
      <w:r w:rsidRPr="00A4769E">
        <w:rPr>
          <w:szCs w:val="20"/>
        </w:rPr>
        <w:t xml:space="preserve">, </w:t>
      </w:r>
      <w:r w:rsidR="001B73FA" w:rsidRPr="001B73FA">
        <w:rPr>
          <w:szCs w:val="20"/>
        </w:rPr>
        <w:t>dit Pauline</w:t>
      </w:r>
      <w:r w:rsidRPr="00A4769E">
        <w:rPr>
          <w:szCs w:val="20"/>
        </w:rPr>
        <w:t xml:space="preserve">, </w:t>
      </w:r>
      <w:r w:rsidR="001B73FA" w:rsidRPr="001B73FA">
        <w:rPr>
          <w:szCs w:val="20"/>
        </w:rPr>
        <w:t>que voulez-vous entreprendre d</w:t>
      </w:r>
      <w:r w:rsidRPr="00A4769E">
        <w:rPr>
          <w:szCs w:val="20"/>
        </w:rPr>
        <w:t>’</w:t>
      </w:r>
      <w:r w:rsidR="001B73FA" w:rsidRPr="001B73FA">
        <w:rPr>
          <w:szCs w:val="20"/>
        </w:rPr>
        <w:t>autre que ce que nous avons déjà réussi ce soir même</w:t>
      </w:r>
      <w:r w:rsidRPr="00A4769E">
        <w:rPr>
          <w:szCs w:val="20"/>
        </w:rPr>
        <w:t xml:space="preserve"> ? </w:t>
      </w:r>
      <w:r w:rsidR="001B73FA" w:rsidRPr="001B73FA">
        <w:rPr>
          <w:szCs w:val="20"/>
        </w:rPr>
        <w:t>Si c</w:t>
      </w:r>
      <w:r w:rsidRPr="00A4769E">
        <w:rPr>
          <w:szCs w:val="20"/>
        </w:rPr>
        <w:t>’</w:t>
      </w:r>
      <w:r w:rsidR="001B73FA" w:rsidRPr="001B73FA">
        <w:rPr>
          <w:szCs w:val="20"/>
        </w:rPr>
        <w:t>est bien ce que vous cherchez</w:t>
      </w:r>
      <w:r w:rsidRPr="00A4769E">
        <w:rPr>
          <w:szCs w:val="20"/>
        </w:rPr>
        <w:t> ?</w:t>
      </w:r>
    </w:p>
    <w:p w14:paraId="4AF2CD45" w14:textId="0F5BA4A5" w:rsidR="00462692" w:rsidRPr="00A4769E" w:rsidRDefault="00462692" w:rsidP="001B73FA">
      <w:pPr>
        <w:rPr>
          <w:szCs w:val="20"/>
        </w:rPr>
      </w:pPr>
      <w:r w:rsidRPr="00A4769E">
        <w:rPr>
          <w:szCs w:val="20"/>
        </w:rPr>
        <w:t>— </w:t>
      </w:r>
      <w:r w:rsidR="001B73FA" w:rsidRPr="001B73FA">
        <w:rPr>
          <w:szCs w:val="20"/>
        </w:rPr>
        <w:t>Sur mon âme</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je ne désire rien d</w:t>
      </w:r>
      <w:r w:rsidRPr="00A4769E">
        <w:rPr>
          <w:szCs w:val="20"/>
        </w:rPr>
        <w:t>’</w:t>
      </w:r>
      <w:r w:rsidR="001B73FA" w:rsidRPr="001B73FA">
        <w:rPr>
          <w:szCs w:val="20"/>
        </w:rPr>
        <w:t>autre</w:t>
      </w:r>
      <w:r w:rsidRPr="00A4769E">
        <w:rPr>
          <w:szCs w:val="20"/>
        </w:rPr>
        <w:t>.</w:t>
      </w:r>
    </w:p>
    <w:p w14:paraId="5FB9AC74" w14:textId="7C35C8EC" w:rsidR="00462692" w:rsidRPr="00A4769E" w:rsidRDefault="00462692" w:rsidP="001B73FA">
      <w:pPr>
        <w:rPr>
          <w:szCs w:val="20"/>
        </w:rPr>
      </w:pPr>
      <w:r w:rsidRPr="00A4769E">
        <w:rPr>
          <w:szCs w:val="20"/>
        </w:rPr>
        <w:t>— </w:t>
      </w:r>
      <w:r w:rsidR="001B73FA" w:rsidRPr="001B73FA">
        <w:rPr>
          <w:szCs w:val="20"/>
        </w:rPr>
        <w:t>Nous avons cru il y a cinq minutes que rien ne pouvait être plus beau</w:t>
      </w:r>
      <w:r w:rsidRPr="00A4769E">
        <w:rPr>
          <w:szCs w:val="20"/>
        </w:rPr>
        <w:t xml:space="preserve">, </w:t>
      </w:r>
      <w:r w:rsidR="001B73FA" w:rsidRPr="001B73FA">
        <w:rPr>
          <w:szCs w:val="20"/>
        </w:rPr>
        <w:t>dit Pauline</w:t>
      </w:r>
      <w:r w:rsidRPr="00A4769E">
        <w:rPr>
          <w:szCs w:val="20"/>
        </w:rPr>
        <w:t xml:space="preserve">, </w:t>
      </w:r>
      <w:r w:rsidR="001B73FA" w:rsidRPr="001B73FA">
        <w:rPr>
          <w:szCs w:val="20"/>
        </w:rPr>
        <w:t>et voyez que depuis cinq minutes tout est de plus en plus beau</w:t>
      </w:r>
      <w:r w:rsidRPr="00A4769E">
        <w:rPr>
          <w:szCs w:val="20"/>
        </w:rPr>
        <w:t xml:space="preserve">. </w:t>
      </w:r>
      <w:r w:rsidR="001B73FA" w:rsidRPr="001B73FA">
        <w:rPr>
          <w:szCs w:val="20"/>
        </w:rPr>
        <w:t>N</w:t>
      </w:r>
      <w:r w:rsidRPr="00A4769E">
        <w:rPr>
          <w:szCs w:val="20"/>
        </w:rPr>
        <w:t>’</w:t>
      </w:r>
      <w:r w:rsidR="001B73FA" w:rsidRPr="001B73FA">
        <w:rPr>
          <w:szCs w:val="20"/>
        </w:rPr>
        <w:t>entendez-vous pas maintenant des bruits plus lointains encore que le bruit des renards de tout à l</w:t>
      </w:r>
      <w:r w:rsidRPr="00A4769E">
        <w:rPr>
          <w:szCs w:val="20"/>
        </w:rPr>
        <w:t>’</w:t>
      </w:r>
      <w:r w:rsidR="001B73FA" w:rsidRPr="001B73FA">
        <w:rPr>
          <w:szCs w:val="20"/>
        </w:rPr>
        <w:t>heure</w:t>
      </w:r>
      <w:r w:rsidRPr="00A4769E">
        <w:rPr>
          <w:szCs w:val="20"/>
        </w:rPr>
        <w:t xml:space="preserve"> ? </w:t>
      </w:r>
      <w:r w:rsidR="001B73FA" w:rsidRPr="001B73FA">
        <w:rPr>
          <w:szCs w:val="20"/>
        </w:rPr>
        <w:t>On dirait une sorte de lumière qui n</w:t>
      </w:r>
      <w:r w:rsidRPr="00A4769E">
        <w:rPr>
          <w:szCs w:val="20"/>
        </w:rPr>
        <w:t>’</w:t>
      </w:r>
      <w:r w:rsidR="001B73FA" w:rsidRPr="001B73FA">
        <w:rPr>
          <w:szCs w:val="20"/>
        </w:rPr>
        <w:t>a pas besoin de détruire l</w:t>
      </w:r>
      <w:r w:rsidRPr="00A4769E">
        <w:rPr>
          <w:szCs w:val="20"/>
        </w:rPr>
        <w:t>’</w:t>
      </w:r>
      <w:r w:rsidR="001B73FA" w:rsidRPr="001B73FA">
        <w:rPr>
          <w:szCs w:val="20"/>
        </w:rPr>
        <w:t>ombre pour se faire comprendre</w:t>
      </w:r>
      <w:r w:rsidRPr="00A4769E">
        <w:rPr>
          <w:szCs w:val="20"/>
        </w:rPr>
        <w:t>.</w:t>
      </w:r>
    </w:p>
    <w:p w14:paraId="7119B68E" w14:textId="5AF5E381" w:rsidR="00462692" w:rsidRPr="00A4769E" w:rsidRDefault="00462692" w:rsidP="001B73FA">
      <w:pPr>
        <w:rPr>
          <w:szCs w:val="20"/>
        </w:rPr>
      </w:pPr>
      <w:r w:rsidRPr="00A4769E">
        <w:rPr>
          <w:szCs w:val="20"/>
        </w:rPr>
        <w:lastRenderedPageBreak/>
        <w:t>— </w:t>
      </w:r>
      <w:r w:rsidR="001B73FA" w:rsidRPr="001B73FA">
        <w:rPr>
          <w:szCs w:val="20"/>
        </w:rPr>
        <w:t>Pour la première fois de ma vie</w:t>
      </w:r>
      <w:r w:rsidRPr="00A4769E">
        <w:rPr>
          <w:szCs w:val="20"/>
        </w:rPr>
        <w:t xml:space="preserve">, </w:t>
      </w:r>
      <w:r w:rsidR="001B73FA" w:rsidRPr="001B73FA">
        <w:rPr>
          <w:szCs w:val="20"/>
        </w:rPr>
        <w:t>dit Angelo</w:t>
      </w:r>
      <w:r w:rsidRPr="00A4769E">
        <w:rPr>
          <w:szCs w:val="20"/>
        </w:rPr>
        <w:t xml:space="preserve">, </w:t>
      </w:r>
      <w:r w:rsidR="001B73FA" w:rsidRPr="001B73FA">
        <w:rPr>
          <w:szCs w:val="20"/>
        </w:rPr>
        <w:t>je ne désire en effet rien d</w:t>
      </w:r>
      <w:r w:rsidRPr="00A4769E">
        <w:rPr>
          <w:szCs w:val="20"/>
        </w:rPr>
        <w:t>’</w:t>
      </w:r>
      <w:r w:rsidR="001B73FA" w:rsidRPr="001B73FA">
        <w:rPr>
          <w:szCs w:val="20"/>
        </w:rPr>
        <w:t>autre que ce que j</w:t>
      </w:r>
      <w:r w:rsidRPr="00A4769E">
        <w:rPr>
          <w:szCs w:val="20"/>
        </w:rPr>
        <w:t>’</w:t>
      </w:r>
      <w:r w:rsidR="001B73FA" w:rsidRPr="001B73FA">
        <w:rPr>
          <w:szCs w:val="20"/>
        </w:rPr>
        <w:t>ai</w:t>
      </w:r>
      <w:r w:rsidRPr="00A4769E">
        <w:rPr>
          <w:szCs w:val="20"/>
        </w:rPr>
        <w:t>.</w:t>
      </w:r>
    </w:p>
    <w:p w14:paraId="027D4C51" w14:textId="79D3A725" w:rsidR="00462692" w:rsidRPr="00A4769E" w:rsidRDefault="00462692" w:rsidP="001B73FA">
      <w:pPr>
        <w:rPr>
          <w:szCs w:val="20"/>
        </w:rPr>
      </w:pPr>
      <w:r w:rsidRPr="00A4769E">
        <w:rPr>
          <w:szCs w:val="20"/>
        </w:rPr>
        <w:t>— </w:t>
      </w:r>
      <w:r w:rsidR="001B73FA" w:rsidRPr="001B73FA">
        <w:rPr>
          <w:szCs w:val="20"/>
        </w:rPr>
        <w:t>Je vais faire allumer les lampes</w:t>
      </w:r>
      <w:r w:rsidRPr="00A4769E">
        <w:rPr>
          <w:szCs w:val="20"/>
        </w:rPr>
        <w:t xml:space="preserve">, </w:t>
      </w:r>
      <w:r w:rsidR="001B73FA" w:rsidRPr="001B73FA">
        <w:rPr>
          <w:szCs w:val="20"/>
        </w:rPr>
        <w:t>dit Pauline</w:t>
      </w:r>
      <w:r w:rsidRPr="00A4769E">
        <w:rPr>
          <w:szCs w:val="20"/>
        </w:rPr>
        <w:t xml:space="preserve">. </w:t>
      </w:r>
      <w:r w:rsidR="001B73FA" w:rsidRPr="001B73FA">
        <w:rPr>
          <w:szCs w:val="20"/>
        </w:rPr>
        <w:t>Essayons tout doucement d</w:t>
      </w:r>
      <w:r w:rsidRPr="00A4769E">
        <w:rPr>
          <w:szCs w:val="20"/>
        </w:rPr>
        <w:t>’</w:t>
      </w:r>
      <w:r w:rsidR="001B73FA" w:rsidRPr="001B73FA">
        <w:rPr>
          <w:szCs w:val="20"/>
        </w:rPr>
        <w:t>aller vivre dans le grand salon</w:t>
      </w:r>
      <w:r w:rsidRPr="00A4769E">
        <w:rPr>
          <w:szCs w:val="20"/>
        </w:rPr>
        <w:t>.</w:t>
      </w:r>
    </w:p>
    <w:p w14:paraId="1BE5741A" w14:textId="56586E3A" w:rsidR="00462692" w:rsidRPr="00A4769E" w:rsidRDefault="00462692" w:rsidP="001B73FA">
      <w:pPr>
        <w:rPr>
          <w:szCs w:val="20"/>
        </w:rPr>
      </w:pPr>
      <w:r w:rsidRPr="00A4769E">
        <w:rPr>
          <w:szCs w:val="20"/>
        </w:rPr>
        <w:t>— </w:t>
      </w:r>
      <w:r w:rsidR="001B73FA" w:rsidRPr="001B73FA">
        <w:rPr>
          <w:szCs w:val="20"/>
        </w:rPr>
        <w:t>Voilà la plus terrible aventure qu</w:t>
      </w:r>
      <w:r w:rsidRPr="00A4769E">
        <w:rPr>
          <w:szCs w:val="20"/>
        </w:rPr>
        <w:t>’</w:t>
      </w:r>
      <w:r w:rsidR="001B73FA" w:rsidRPr="001B73FA">
        <w:rPr>
          <w:szCs w:val="20"/>
        </w:rPr>
        <w:t>il me soit possible d</w:t>
      </w:r>
      <w:r w:rsidRPr="00A4769E">
        <w:rPr>
          <w:szCs w:val="20"/>
        </w:rPr>
        <w:t>’</w:t>
      </w:r>
      <w:r w:rsidR="001B73FA" w:rsidRPr="001B73FA">
        <w:rPr>
          <w:szCs w:val="20"/>
        </w:rPr>
        <w:t>entreprendre</w:t>
      </w:r>
      <w:r w:rsidRPr="00A4769E">
        <w:rPr>
          <w:szCs w:val="20"/>
        </w:rPr>
        <w:t xml:space="preserve">, </w:t>
      </w:r>
      <w:r w:rsidR="001B73FA" w:rsidRPr="001B73FA">
        <w:rPr>
          <w:szCs w:val="20"/>
        </w:rPr>
        <w:t>dit Angelo</w:t>
      </w:r>
      <w:r w:rsidRPr="00A4769E">
        <w:rPr>
          <w:szCs w:val="20"/>
        </w:rPr>
        <w:t>.</w:t>
      </w:r>
    </w:p>
    <w:p w14:paraId="4CA3D786" w14:textId="44FD16BE" w:rsidR="001B73FA" w:rsidRPr="001B73FA" w:rsidRDefault="00462692" w:rsidP="001B73FA">
      <w:pPr>
        <w:rPr>
          <w:szCs w:val="20"/>
        </w:rPr>
      </w:pPr>
      <w:r w:rsidRPr="00A4769E">
        <w:rPr>
          <w:szCs w:val="20"/>
        </w:rPr>
        <w:t>— </w:t>
      </w:r>
      <w:r w:rsidR="001B73FA" w:rsidRPr="001B73FA">
        <w:rPr>
          <w:szCs w:val="20"/>
        </w:rPr>
        <w:t>Un peu de confiance suffit</w:t>
      </w:r>
      <w:r w:rsidRPr="00A4769E">
        <w:rPr>
          <w:szCs w:val="20"/>
        </w:rPr>
        <w:t xml:space="preserve">, </w:t>
      </w:r>
      <w:r w:rsidR="001B73FA" w:rsidRPr="001B73FA">
        <w:rPr>
          <w:szCs w:val="20"/>
        </w:rPr>
        <w:t>dit Pauline</w:t>
      </w:r>
      <w:r w:rsidRPr="00A4769E">
        <w:rPr>
          <w:szCs w:val="20"/>
        </w:rPr>
        <w:t xml:space="preserve">. </w:t>
      </w:r>
      <w:r w:rsidR="001B73FA" w:rsidRPr="001B73FA">
        <w:rPr>
          <w:szCs w:val="20"/>
        </w:rPr>
        <w:t>Donnez-moi votre main et marchons lentement</w:t>
      </w:r>
      <w:r w:rsidRPr="00A4769E">
        <w:rPr>
          <w:szCs w:val="20"/>
        </w:rPr>
        <w:t xml:space="preserve">. </w:t>
      </w:r>
      <w:r w:rsidR="001B73FA" w:rsidRPr="001B73FA">
        <w:rPr>
          <w:szCs w:val="20"/>
        </w:rPr>
        <w:t>Venez</w:t>
      </w:r>
      <w:r w:rsidRPr="00A4769E">
        <w:rPr>
          <w:szCs w:val="20"/>
        </w:rPr>
        <w:t>. »</w:t>
      </w:r>
    </w:p>
    <w:p w14:paraId="44900480" w14:textId="77777777" w:rsidR="00462692" w:rsidRPr="00A4769E" w:rsidRDefault="001B73FA" w:rsidP="001B73FA">
      <w:pPr>
        <w:rPr>
          <w:szCs w:val="20"/>
        </w:rPr>
      </w:pPr>
      <w:r w:rsidRPr="001B73FA">
        <w:rPr>
          <w:szCs w:val="20"/>
        </w:rPr>
        <w:t>Les lampes étaient déjà allumées</w:t>
      </w:r>
      <w:r w:rsidR="00462692" w:rsidRPr="00A4769E">
        <w:rPr>
          <w:szCs w:val="20"/>
        </w:rPr>
        <w:t xml:space="preserve">. </w:t>
      </w:r>
      <w:r w:rsidRPr="001B73FA">
        <w:rPr>
          <w:szCs w:val="20"/>
        </w:rPr>
        <w:t>Pauline imposa silence</w:t>
      </w:r>
      <w:r w:rsidR="00462692" w:rsidRPr="00A4769E">
        <w:rPr>
          <w:szCs w:val="20"/>
        </w:rPr>
        <w:t xml:space="preserve">, </w:t>
      </w:r>
      <w:r w:rsidRPr="001B73FA">
        <w:rPr>
          <w:szCs w:val="20"/>
        </w:rPr>
        <w:t>un doigt sur ses lèvres</w:t>
      </w:r>
      <w:r w:rsidR="00462692" w:rsidRPr="00A4769E">
        <w:rPr>
          <w:szCs w:val="20"/>
        </w:rPr>
        <w:t xml:space="preserve">. </w:t>
      </w:r>
      <w:r w:rsidRPr="001B73FA">
        <w:rPr>
          <w:szCs w:val="20"/>
        </w:rPr>
        <w:t>Elle s</w:t>
      </w:r>
      <w:r w:rsidR="00462692" w:rsidRPr="00A4769E">
        <w:rPr>
          <w:szCs w:val="20"/>
        </w:rPr>
        <w:t>’</w:t>
      </w:r>
      <w:r w:rsidRPr="001B73FA">
        <w:rPr>
          <w:szCs w:val="20"/>
        </w:rPr>
        <w:t>assit et prit l</w:t>
      </w:r>
      <w:r w:rsidR="00462692" w:rsidRPr="00A4769E">
        <w:rPr>
          <w:szCs w:val="20"/>
        </w:rPr>
        <w:t>’</w:t>
      </w:r>
      <w:r w:rsidRPr="001B73FA">
        <w:rPr>
          <w:szCs w:val="20"/>
        </w:rPr>
        <w:t>ouvrage d</w:t>
      </w:r>
      <w:r w:rsidR="00462692" w:rsidRPr="00A4769E">
        <w:rPr>
          <w:szCs w:val="20"/>
        </w:rPr>
        <w:t>’</w:t>
      </w:r>
      <w:r w:rsidRPr="001B73FA">
        <w:rPr>
          <w:szCs w:val="20"/>
        </w:rPr>
        <w:t>aiguille qui attendait sur le guéridon</w:t>
      </w:r>
      <w:r w:rsidR="00462692" w:rsidRPr="00A4769E">
        <w:rPr>
          <w:szCs w:val="20"/>
        </w:rPr>
        <w:t>. « </w:t>
      </w:r>
      <w:r w:rsidRPr="001B73FA">
        <w:rPr>
          <w:szCs w:val="20"/>
        </w:rPr>
        <w:t>Pour bien faire</w:t>
      </w:r>
      <w:r w:rsidR="00462692" w:rsidRPr="00A4769E">
        <w:rPr>
          <w:szCs w:val="20"/>
        </w:rPr>
        <w:t xml:space="preserve">, </w:t>
      </w:r>
      <w:r w:rsidRPr="001B73FA">
        <w:rPr>
          <w:szCs w:val="20"/>
        </w:rPr>
        <w:t>dit-elle à voix basse</w:t>
      </w:r>
      <w:r w:rsidR="00462692" w:rsidRPr="00A4769E">
        <w:rPr>
          <w:szCs w:val="20"/>
        </w:rPr>
        <w:t xml:space="preserve">, </w:t>
      </w:r>
      <w:r w:rsidRPr="001B73FA">
        <w:rPr>
          <w:szCs w:val="20"/>
        </w:rPr>
        <w:t>il faudrait repriser des chaussettes</w:t>
      </w:r>
      <w:r w:rsidR="00462692" w:rsidRPr="00A4769E">
        <w:rPr>
          <w:szCs w:val="20"/>
        </w:rPr>
        <w:t xml:space="preserve">. </w:t>
      </w:r>
      <w:r w:rsidRPr="001B73FA">
        <w:rPr>
          <w:szCs w:val="20"/>
        </w:rPr>
        <w:t>Prenez un livre</w:t>
      </w:r>
      <w:r w:rsidR="00462692" w:rsidRPr="00A4769E">
        <w:rPr>
          <w:szCs w:val="20"/>
        </w:rPr>
        <w:t xml:space="preserve">. </w:t>
      </w:r>
      <w:r w:rsidRPr="001B73FA">
        <w:rPr>
          <w:szCs w:val="20"/>
        </w:rPr>
        <w:t>Lisez</w:t>
      </w:r>
      <w:r w:rsidR="00462692" w:rsidRPr="00A4769E">
        <w:rPr>
          <w:szCs w:val="20"/>
        </w:rPr>
        <w:t xml:space="preserve">. </w:t>
      </w:r>
      <w:r w:rsidRPr="001B73FA">
        <w:rPr>
          <w:szCs w:val="20"/>
        </w:rPr>
        <w:t>Ne parlons plus</w:t>
      </w:r>
      <w:r w:rsidR="00462692" w:rsidRPr="00A4769E">
        <w:rPr>
          <w:szCs w:val="20"/>
        </w:rPr>
        <w:t>. »</w:t>
      </w:r>
      <w:r w:rsidRPr="001B73FA">
        <w:rPr>
          <w:szCs w:val="20"/>
        </w:rPr>
        <w:t xml:space="preserve"> Angelo s</w:t>
      </w:r>
      <w:r w:rsidR="00462692" w:rsidRPr="00A4769E">
        <w:rPr>
          <w:szCs w:val="20"/>
        </w:rPr>
        <w:t>’</w:t>
      </w:r>
      <w:r w:rsidRPr="001B73FA">
        <w:rPr>
          <w:szCs w:val="20"/>
        </w:rPr>
        <w:t>assit à dix pas d</w:t>
      </w:r>
      <w:r w:rsidR="00462692" w:rsidRPr="00A4769E">
        <w:rPr>
          <w:szCs w:val="20"/>
        </w:rPr>
        <w:t>’</w:t>
      </w:r>
      <w:r w:rsidRPr="001B73FA">
        <w:rPr>
          <w:szCs w:val="20"/>
        </w:rPr>
        <w:t>elle</w:t>
      </w:r>
      <w:r w:rsidR="00462692" w:rsidRPr="00A4769E">
        <w:rPr>
          <w:szCs w:val="20"/>
        </w:rPr>
        <w:t>.</w:t>
      </w:r>
    </w:p>
    <w:p w14:paraId="64096DA7" w14:textId="77777777" w:rsidR="00462692" w:rsidRPr="00A4769E" w:rsidRDefault="00462692" w:rsidP="001B73FA">
      <w:pPr>
        <w:rPr>
          <w:szCs w:val="20"/>
        </w:rPr>
      </w:pPr>
      <w:r w:rsidRPr="00A4769E">
        <w:rPr>
          <w:szCs w:val="20"/>
        </w:rPr>
        <w:t>« </w:t>
      </w:r>
      <w:r w:rsidR="001B73FA" w:rsidRPr="001B73FA">
        <w:rPr>
          <w:szCs w:val="20"/>
        </w:rPr>
        <w:t>Qu</w:t>
      </w:r>
      <w:r w:rsidRPr="00A4769E">
        <w:rPr>
          <w:szCs w:val="20"/>
        </w:rPr>
        <w:t>’</w:t>
      </w:r>
      <w:r w:rsidR="001B73FA" w:rsidRPr="001B73FA">
        <w:rPr>
          <w:szCs w:val="20"/>
        </w:rPr>
        <w:t>est-ce que j</w:t>
      </w:r>
      <w:r w:rsidRPr="00A4769E">
        <w:rPr>
          <w:szCs w:val="20"/>
        </w:rPr>
        <w:t>’</w:t>
      </w:r>
      <w:r w:rsidR="001B73FA" w:rsidRPr="001B73FA">
        <w:rPr>
          <w:szCs w:val="20"/>
        </w:rPr>
        <w:t>ai pour être si heureux</w:t>
      </w:r>
      <w:r w:rsidRPr="00A4769E">
        <w:rPr>
          <w:szCs w:val="20"/>
        </w:rPr>
        <w:t xml:space="preserve"> ? </w:t>
      </w:r>
      <w:r w:rsidR="001B73FA" w:rsidRPr="001B73FA">
        <w:rPr>
          <w:szCs w:val="20"/>
        </w:rPr>
        <w:t>se demanda Angelo</w:t>
      </w:r>
      <w:r w:rsidRPr="00A4769E">
        <w:rPr>
          <w:szCs w:val="20"/>
        </w:rPr>
        <w:t xml:space="preserve">. </w:t>
      </w:r>
      <w:r w:rsidR="001B73FA" w:rsidRPr="001B73FA">
        <w:rPr>
          <w:szCs w:val="20"/>
        </w:rPr>
        <w:t>Ce n</w:t>
      </w:r>
      <w:r w:rsidRPr="00A4769E">
        <w:rPr>
          <w:szCs w:val="20"/>
        </w:rPr>
        <w:t>’</w:t>
      </w:r>
      <w:r w:rsidR="001B73FA" w:rsidRPr="001B73FA">
        <w:rPr>
          <w:szCs w:val="20"/>
        </w:rPr>
        <w:t>est pas le calme de la nuit</w:t>
      </w:r>
      <w:r w:rsidRPr="00A4769E">
        <w:rPr>
          <w:szCs w:val="20"/>
        </w:rPr>
        <w:t xml:space="preserve">, </w:t>
      </w:r>
      <w:r w:rsidR="001B73FA" w:rsidRPr="001B73FA">
        <w:rPr>
          <w:szCs w:val="20"/>
        </w:rPr>
        <w:t>puisque le bonheur que j</w:t>
      </w:r>
      <w:r w:rsidRPr="00A4769E">
        <w:rPr>
          <w:szCs w:val="20"/>
        </w:rPr>
        <w:t>’</w:t>
      </w:r>
      <w:r w:rsidR="001B73FA" w:rsidRPr="001B73FA">
        <w:rPr>
          <w:szCs w:val="20"/>
        </w:rPr>
        <w:t>éprouve est encore plus grand maintenant que tout à l</w:t>
      </w:r>
      <w:r w:rsidRPr="00A4769E">
        <w:rPr>
          <w:szCs w:val="20"/>
        </w:rPr>
        <w:t>’</w:t>
      </w:r>
      <w:r w:rsidR="001B73FA" w:rsidRPr="001B73FA">
        <w:rPr>
          <w:szCs w:val="20"/>
        </w:rPr>
        <w:t>heure</w:t>
      </w:r>
      <w:r w:rsidRPr="00A4769E">
        <w:rPr>
          <w:szCs w:val="20"/>
        </w:rPr>
        <w:t>. »</w:t>
      </w:r>
      <w:r w:rsidR="001B73FA" w:rsidRPr="001B73FA">
        <w:rPr>
          <w:szCs w:val="20"/>
        </w:rPr>
        <w:t xml:space="preserve"> Il ouvrit un livre mais ne lut pas</w:t>
      </w:r>
      <w:r w:rsidRPr="00A4769E">
        <w:rPr>
          <w:szCs w:val="20"/>
        </w:rPr>
        <w:t xml:space="preserve">. </w:t>
      </w:r>
      <w:r w:rsidR="001B73FA" w:rsidRPr="001B73FA">
        <w:rPr>
          <w:szCs w:val="20"/>
        </w:rPr>
        <w:t>Il n</w:t>
      </w:r>
      <w:r w:rsidRPr="00A4769E">
        <w:rPr>
          <w:szCs w:val="20"/>
        </w:rPr>
        <w:t>’</w:t>
      </w:r>
      <w:r w:rsidR="001B73FA" w:rsidRPr="001B73FA">
        <w:rPr>
          <w:szCs w:val="20"/>
        </w:rPr>
        <w:t>avait pas envie de fumer</w:t>
      </w:r>
      <w:r w:rsidRPr="00A4769E">
        <w:rPr>
          <w:szCs w:val="20"/>
        </w:rPr>
        <w:t xml:space="preserve">. </w:t>
      </w:r>
      <w:r w:rsidR="001B73FA" w:rsidRPr="001B73FA">
        <w:rPr>
          <w:szCs w:val="20"/>
        </w:rPr>
        <w:t>Il n</w:t>
      </w:r>
      <w:r w:rsidRPr="00A4769E">
        <w:rPr>
          <w:szCs w:val="20"/>
        </w:rPr>
        <w:t>’</w:t>
      </w:r>
      <w:r w:rsidR="001B73FA" w:rsidRPr="001B73FA">
        <w:rPr>
          <w:szCs w:val="20"/>
        </w:rPr>
        <w:t>avait jamais rien vu de plus beau que ce qu</w:t>
      </w:r>
      <w:r w:rsidRPr="00A4769E">
        <w:rPr>
          <w:szCs w:val="20"/>
        </w:rPr>
        <w:t>’</w:t>
      </w:r>
      <w:r w:rsidR="001B73FA" w:rsidRPr="001B73FA">
        <w:rPr>
          <w:szCs w:val="20"/>
        </w:rPr>
        <w:t>il voyait</w:t>
      </w:r>
      <w:r w:rsidRPr="00A4769E">
        <w:rPr>
          <w:szCs w:val="20"/>
        </w:rPr>
        <w:t xml:space="preserve">. </w:t>
      </w:r>
      <w:r w:rsidR="001B73FA" w:rsidRPr="001B73FA">
        <w:rPr>
          <w:szCs w:val="20"/>
        </w:rPr>
        <w:t xml:space="preserve">Il tenait entre les mains un volume du </w:t>
      </w:r>
      <w:r w:rsidR="001B73FA" w:rsidRPr="001B73FA">
        <w:rPr>
          <w:i/>
          <w:iCs/>
          <w:szCs w:val="20"/>
        </w:rPr>
        <w:t>Magasin pittoresque</w:t>
      </w:r>
      <w:r w:rsidRPr="00A4769E">
        <w:rPr>
          <w:szCs w:val="20"/>
        </w:rPr>
        <w:t xml:space="preserve">. </w:t>
      </w:r>
      <w:r w:rsidR="001B73FA" w:rsidRPr="001B73FA">
        <w:rPr>
          <w:szCs w:val="20"/>
        </w:rPr>
        <w:t>Pauline faisait de la dentelle</w:t>
      </w:r>
      <w:r w:rsidRPr="00A4769E">
        <w:rPr>
          <w:szCs w:val="20"/>
        </w:rPr>
        <w:t>.</w:t>
      </w:r>
    </w:p>
    <w:p w14:paraId="58C080A0" w14:textId="77777777" w:rsidR="00462692" w:rsidRPr="00A4769E" w:rsidRDefault="001B73FA" w:rsidP="001B73FA">
      <w:pPr>
        <w:rPr>
          <w:szCs w:val="20"/>
        </w:rPr>
      </w:pPr>
      <w:r w:rsidRPr="001B73FA">
        <w:rPr>
          <w:szCs w:val="20"/>
        </w:rPr>
        <w:t>Enfin</w:t>
      </w:r>
      <w:r w:rsidR="00462692" w:rsidRPr="00A4769E">
        <w:rPr>
          <w:szCs w:val="20"/>
        </w:rPr>
        <w:t xml:space="preserve">, </w:t>
      </w:r>
      <w:r w:rsidRPr="001B73FA">
        <w:rPr>
          <w:szCs w:val="20"/>
        </w:rPr>
        <w:t>minuit sonna</w:t>
      </w:r>
      <w:r w:rsidR="00462692" w:rsidRPr="00A4769E">
        <w:rPr>
          <w:szCs w:val="20"/>
        </w:rPr>
        <w:t xml:space="preserve">. </w:t>
      </w:r>
      <w:r w:rsidRPr="001B73FA">
        <w:rPr>
          <w:szCs w:val="20"/>
        </w:rPr>
        <w:t>Angelo remarqua que le rideau de la fenêtre bougeait</w:t>
      </w:r>
      <w:r w:rsidR="00462692" w:rsidRPr="00A4769E">
        <w:rPr>
          <w:szCs w:val="20"/>
        </w:rPr>
        <w:t xml:space="preserve">. </w:t>
      </w:r>
      <w:r w:rsidRPr="001B73FA">
        <w:rPr>
          <w:szCs w:val="20"/>
        </w:rPr>
        <w:t>Il tourna la tête</w:t>
      </w:r>
      <w:r w:rsidR="00462692" w:rsidRPr="00A4769E">
        <w:rPr>
          <w:szCs w:val="20"/>
        </w:rPr>
        <w:t xml:space="preserve"> : </w:t>
      </w:r>
      <w:r w:rsidRPr="001B73FA">
        <w:rPr>
          <w:szCs w:val="20"/>
        </w:rPr>
        <w:t>la porte était ouverte et</w:t>
      </w:r>
      <w:r w:rsidR="00462692" w:rsidRPr="00A4769E">
        <w:rPr>
          <w:szCs w:val="20"/>
        </w:rPr>
        <w:t xml:space="preserve">, </w:t>
      </w:r>
      <w:r w:rsidRPr="001B73FA">
        <w:rPr>
          <w:szCs w:val="20"/>
        </w:rPr>
        <w:t>sur le seuil</w:t>
      </w:r>
      <w:r w:rsidR="00462692" w:rsidRPr="00A4769E">
        <w:rPr>
          <w:szCs w:val="20"/>
        </w:rPr>
        <w:t xml:space="preserve">, </w:t>
      </w:r>
      <w:r w:rsidRPr="001B73FA">
        <w:rPr>
          <w:szCs w:val="20"/>
        </w:rPr>
        <w:t>le Marquis arrêté les regardait</w:t>
      </w:r>
      <w:r w:rsidR="00462692" w:rsidRPr="00A4769E">
        <w:rPr>
          <w:szCs w:val="20"/>
        </w:rPr>
        <w:t xml:space="preserve">. </w:t>
      </w:r>
      <w:r w:rsidRPr="001B73FA">
        <w:rPr>
          <w:szCs w:val="20"/>
        </w:rPr>
        <w:t>Il devait être là depuis un moment déjà</w:t>
      </w:r>
      <w:r w:rsidR="00462692" w:rsidRPr="00A4769E">
        <w:rPr>
          <w:szCs w:val="20"/>
        </w:rPr>
        <w:t>. « </w:t>
      </w:r>
      <w:r w:rsidRPr="001B73FA">
        <w:rPr>
          <w:szCs w:val="20"/>
        </w:rPr>
        <w:t>Navré de gâcher une telle paix</w:t>
      </w:r>
      <w:r w:rsidR="00462692" w:rsidRPr="00A4769E">
        <w:rPr>
          <w:szCs w:val="20"/>
        </w:rPr>
        <w:t xml:space="preserve"> », </w:t>
      </w:r>
      <w:r w:rsidRPr="001B73FA">
        <w:rPr>
          <w:szCs w:val="20"/>
        </w:rPr>
        <w:t>dit-il</w:t>
      </w:r>
      <w:r w:rsidR="00462692" w:rsidRPr="00A4769E">
        <w:rPr>
          <w:szCs w:val="20"/>
        </w:rPr>
        <w:t>.</w:t>
      </w:r>
    </w:p>
    <w:p w14:paraId="6C13559C" w14:textId="77777777" w:rsidR="00462692" w:rsidRPr="00A4769E" w:rsidRDefault="001B73FA" w:rsidP="001B73FA">
      <w:pPr>
        <w:rPr>
          <w:szCs w:val="20"/>
        </w:rPr>
      </w:pPr>
      <w:r w:rsidRPr="001B73FA">
        <w:rPr>
          <w:szCs w:val="20"/>
        </w:rPr>
        <w:t>Tout de suite après l</w:t>
      </w:r>
      <w:r w:rsidR="00462692" w:rsidRPr="00A4769E">
        <w:rPr>
          <w:szCs w:val="20"/>
        </w:rPr>
        <w:t>’</w:t>
      </w:r>
      <w:r w:rsidRPr="001B73FA">
        <w:rPr>
          <w:szCs w:val="20"/>
        </w:rPr>
        <w:t>aube</w:t>
      </w:r>
      <w:r w:rsidR="00462692" w:rsidRPr="00A4769E">
        <w:rPr>
          <w:szCs w:val="20"/>
        </w:rPr>
        <w:t xml:space="preserve">, </w:t>
      </w:r>
      <w:r w:rsidRPr="001B73FA">
        <w:rPr>
          <w:szCs w:val="20"/>
        </w:rPr>
        <w:t>on frappa à la porte du pavillon</w:t>
      </w:r>
      <w:r w:rsidR="00462692" w:rsidRPr="00A4769E">
        <w:rPr>
          <w:szCs w:val="20"/>
        </w:rPr>
        <w:t xml:space="preserve">. </w:t>
      </w:r>
      <w:r w:rsidRPr="001B73FA">
        <w:rPr>
          <w:szCs w:val="20"/>
        </w:rPr>
        <w:t>C</w:t>
      </w:r>
      <w:r w:rsidR="00462692" w:rsidRPr="00A4769E">
        <w:rPr>
          <w:szCs w:val="20"/>
        </w:rPr>
        <w:t>’</w:t>
      </w:r>
      <w:r w:rsidRPr="001B73FA">
        <w:rPr>
          <w:szCs w:val="20"/>
        </w:rPr>
        <w:t>était le Marquis</w:t>
      </w:r>
      <w:r w:rsidR="00462692" w:rsidRPr="00A4769E">
        <w:rPr>
          <w:szCs w:val="20"/>
        </w:rPr>
        <w:t xml:space="preserve">. </w:t>
      </w:r>
      <w:r w:rsidRPr="001B73FA">
        <w:rPr>
          <w:szCs w:val="20"/>
        </w:rPr>
        <w:t>Il avait le visage fatigué</w:t>
      </w:r>
      <w:r w:rsidR="00462692" w:rsidRPr="00A4769E">
        <w:rPr>
          <w:szCs w:val="20"/>
        </w:rPr>
        <w:t>. « </w:t>
      </w:r>
      <w:r w:rsidRPr="001B73FA">
        <w:rPr>
          <w:szCs w:val="20"/>
        </w:rPr>
        <w:t>Vous n</w:t>
      </w:r>
      <w:r w:rsidR="00462692" w:rsidRPr="00A4769E">
        <w:rPr>
          <w:szCs w:val="20"/>
        </w:rPr>
        <w:t>’</w:t>
      </w:r>
      <w:r w:rsidRPr="001B73FA">
        <w:rPr>
          <w:szCs w:val="20"/>
        </w:rPr>
        <w:t>avez pas dormi</w:t>
      </w:r>
      <w:r w:rsidR="00462692" w:rsidRPr="00A4769E">
        <w:rPr>
          <w:szCs w:val="20"/>
        </w:rPr>
        <w:t xml:space="preserve"> ? </w:t>
      </w:r>
      <w:r w:rsidRPr="001B73FA">
        <w:rPr>
          <w:szCs w:val="20"/>
        </w:rPr>
        <w:t>dit Angelo</w:t>
      </w:r>
      <w:r w:rsidR="00462692" w:rsidRPr="00A4769E">
        <w:rPr>
          <w:szCs w:val="20"/>
        </w:rPr>
        <w:t>.</w:t>
      </w:r>
    </w:p>
    <w:p w14:paraId="3CC8398F" w14:textId="4F1FA1E0" w:rsidR="00462692" w:rsidRPr="00A4769E" w:rsidRDefault="00462692" w:rsidP="001B73FA">
      <w:pPr>
        <w:rPr>
          <w:szCs w:val="20"/>
        </w:rPr>
      </w:pPr>
      <w:r w:rsidRPr="00A4769E">
        <w:rPr>
          <w:szCs w:val="20"/>
        </w:rPr>
        <w:lastRenderedPageBreak/>
        <w:t>— </w:t>
      </w:r>
      <w:r w:rsidR="001B73FA" w:rsidRPr="001B73FA">
        <w:rPr>
          <w:szCs w:val="20"/>
        </w:rPr>
        <w:t>Je souffre un peu</w:t>
      </w:r>
      <w:r w:rsidRPr="00A4769E">
        <w:rPr>
          <w:szCs w:val="20"/>
        </w:rPr>
        <w:t xml:space="preserve">, </w:t>
      </w:r>
      <w:r w:rsidR="001B73FA" w:rsidRPr="001B73FA">
        <w:rPr>
          <w:szCs w:val="20"/>
        </w:rPr>
        <w:t>dit le Marquis</w:t>
      </w:r>
      <w:r w:rsidRPr="00A4769E">
        <w:rPr>
          <w:szCs w:val="20"/>
        </w:rPr>
        <w:t xml:space="preserve">. </w:t>
      </w:r>
      <w:r w:rsidR="001B73FA" w:rsidRPr="001B73FA">
        <w:rPr>
          <w:szCs w:val="20"/>
        </w:rPr>
        <w:t>Mais Pauline m</w:t>
      </w:r>
      <w:r w:rsidRPr="00A4769E">
        <w:rPr>
          <w:szCs w:val="20"/>
        </w:rPr>
        <w:t>’</w:t>
      </w:r>
      <w:r w:rsidR="001B73FA" w:rsidRPr="001B73FA">
        <w:rPr>
          <w:szCs w:val="20"/>
        </w:rPr>
        <w:t>a soigné d</w:t>
      </w:r>
      <w:r w:rsidRPr="00A4769E">
        <w:rPr>
          <w:szCs w:val="20"/>
        </w:rPr>
        <w:t>’</w:t>
      </w:r>
      <w:r w:rsidR="001B73FA" w:rsidRPr="001B73FA">
        <w:rPr>
          <w:szCs w:val="20"/>
        </w:rPr>
        <w:t>une façon parfaite</w:t>
      </w:r>
      <w:r w:rsidRPr="00A4769E">
        <w:rPr>
          <w:szCs w:val="20"/>
        </w:rPr>
        <w:t xml:space="preserve">. </w:t>
      </w:r>
      <w:r w:rsidR="001B73FA" w:rsidRPr="001B73FA">
        <w:rPr>
          <w:szCs w:val="20"/>
        </w:rPr>
        <w:t>Il faut que vous me rendiez un service</w:t>
      </w:r>
      <w:r w:rsidRPr="00A4769E">
        <w:rPr>
          <w:szCs w:val="20"/>
        </w:rPr>
        <w:t xml:space="preserve">. </w:t>
      </w:r>
      <w:r w:rsidR="001B73FA" w:rsidRPr="001B73FA">
        <w:rPr>
          <w:szCs w:val="20"/>
        </w:rPr>
        <w:t>Habillez-vous</w:t>
      </w:r>
      <w:r w:rsidRPr="00A4769E">
        <w:rPr>
          <w:szCs w:val="20"/>
        </w:rPr>
        <w:t xml:space="preserve">, </w:t>
      </w:r>
      <w:r w:rsidR="001B73FA" w:rsidRPr="001B73FA">
        <w:rPr>
          <w:szCs w:val="20"/>
        </w:rPr>
        <w:t>sellez un cheval et partez</w:t>
      </w:r>
      <w:r w:rsidRPr="00A4769E">
        <w:rPr>
          <w:szCs w:val="20"/>
        </w:rPr>
        <w:t xml:space="preserve">. </w:t>
      </w:r>
      <w:r w:rsidR="001B73FA" w:rsidRPr="001B73FA">
        <w:rPr>
          <w:szCs w:val="20"/>
        </w:rPr>
        <w:t>Il s</w:t>
      </w:r>
      <w:r w:rsidRPr="00A4769E">
        <w:rPr>
          <w:szCs w:val="20"/>
        </w:rPr>
        <w:t>’</w:t>
      </w:r>
      <w:r w:rsidR="001B73FA" w:rsidRPr="001B73FA">
        <w:rPr>
          <w:szCs w:val="20"/>
        </w:rPr>
        <w:t>agit de porter une lettre</w:t>
      </w:r>
      <w:r w:rsidRPr="00A4769E">
        <w:rPr>
          <w:szCs w:val="20"/>
        </w:rPr>
        <w:t xml:space="preserve">. </w:t>
      </w:r>
      <w:r w:rsidR="001B73FA" w:rsidRPr="001B73FA">
        <w:rPr>
          <w:szCs w:val="20"/>
        </w:rPr>
        <w:t>Je ne cherche pas à vous dorer la pilule</w:t>
      </w:r>
      <w:r w:rsidRPr="00A4769E">
        <w:rPr>
          <w:szCs w:val="20"/>
        </w:rPr>
        <w:t xml:space="preserve"> : </w:t>
      </w:r>
      <w:r w:rsidR="001B73FA" w:rsidRPr="001B73FA">
        <w:rPr>
          <w:szCs w:val="20"/>
        </w:rPr>
        <w:t>il est possible qu</w:t>
      </w:r>
      <w:r w:rsidRPr="00A4769E">
        <w:rPr>
          <w:szCs w:val="20"/>
        </w:rPr>
        <w:t>’</w:t>
      </w:r>
      <w:r w:rsidR="001B73FA" w:rsidRPr="001B73FA">
        <w:rPr>
          <w:szCs w:val="20"/>
        </w:rPr>
        <w:t>après cette fête d</w:t>
      </w:r>
      <w:r w:rsidRPr="00A4769E">
        <w:rPr>
          <w:szCs w:val="20"/>
        </w:rPr>
        <w:t>’</w:t>
      </w:r>
      <w:r w:rsidR="001B73FA" w:rsidRPr="001B73FA">
        <w:rPr>
          <w:szCs w:val="20"/>
        </w:rPr>
        <w:t>hier soir</w:t>
      </w:r>
      <w:r w:rsidRPr="00A4769E">
        <w:rPr>
          <w:szCs w:val="20"/>
        </w:rPr>
        <w:t xml:space="preserve">, </w:t>
      </w:r>
      <w:r w:rsidR="001B73FA" w:rsidRPr="001B73FA">
        <w:rPr>
          <w:szCs w:val="20"/>
        </w:rPr>
        <w:t>certaines personnes aient très envie d</w:t>
      </w:r>
      <w:r w:rsidRPr="00A4769E">
        <w:rPr>
          <w:szCs w:val="20"/>
        </w:rPr>
        <w:t>’</w:t>
      </w:r>
      <w:r w:rsidR="001B73FA" w:rsidRPr="001B73FA">
        <w:rPr>
          <w:szCs w:val="20"/>
        </w:rPr>
        <w:t>intercepter les lettres que je n</w:t>
      </w:r>
      <w:r w:rsidRPr="00A4769E">
        <w:rPr>
          <w:szCs w:val="20"/>
        </w:rPr>
        <w:t>’</w:t>
      </w:r>
      <w:r w:rsidR="001B73FA" w:rsidRPr="001B73FA">
        <w:rPr>
          <w:szCs w:val="20"/>
        </w:rPr>
        <w:t>envoie pas par la poste</w:t>
      </w:r>
      <w:r w:rsidRPr="00A4769E">
        <w:rPr>
          <w:szCs w:val="20"/>
        </w:rPr>
        <w:t>.</w:t>
      </w:r>
    </w:p>
    <w:p w14:paraId="6854EE66" w14:textId="44D83BAC" w:rsidR="00462692" w:rsidRPr="00A4769E" w:rsidRDefault="00462692" w:rsidP="001B73FA">
      <w:pPr>
        <w:rPr>
          <w:szCs w:val="20"/>
        </w:rPr>
      </w:pPr>
      <w:r w:rsidRPr="00A4769E">
        <w:rPr>
          <w:szCs w:val="20"/>
        </w:rPr>
        <w:t>— </w:t>
      </w:r>
      <w:r w:rsidR="001B73FA" w:rsidRPr="001B73FA">
        <w:rPr>
          <w:szCs w:val="20"/>
        </w:rPr>
        <w:t>N</w:t>
      </w:r>
      <w:r w:rsidRPr="00A4769E">
        <w:rPr>
          <w:szCs w:val="20"/>
        </w:rPr>
        <w:t>’</w:t>
      </w:r>
      <w:r w:rsidR="001B73FA" w:rsidRPr="001B73FA">
        <w:rPr>
          <w:szCs w:val="20"/>
        </w:rPr>
        <w:t>expliquez rien</w:t>
      </w:r>
      <w:r w:rsidRPr="00A4769E">
        <w:rPr>
          <w:szCs w:val="20"/>
        </w:rPr>
        <w:t xml:space="preserve"> », </w:t>
      </w:r>
      <w:r w:rsidR="001B73FA" w:rsidRPr="001B73FA">
        <w:rPr>
          <w:szCs w:val="20"/>
        </w:rPr>
        <w:t>dit Angelo</w:t>
      </w:r>
      <w:r w:rsidRPr="00A4769E">
        <w:rPr>
          <w:szCs w:val="20"/>
        </w:rPr>
        <w:t>.</w:t>
      </w:r>
    </w:p>
    <w:p w14:paraId="1D4ABBE3" w14:textId="77777777" w:rsidR="00462692" w:rsidRPr="00A4769E" w:rsidRDefault="001B73FA" w:rsidP="001B73FA">
      <w:pPr>
        <w:rPr>
          <w:szCs w:val="20"/>
        </w:rPr>
      </w:pPr>
      <w:r w:rsidRPr="001B73FA">
        <w:rPr>
          <w:szCs w:val="20"/>
        </w:rPr>
        <w:t>Sur l</w:t>
      </w:r>
      <w:r w:rsidR="00462692" w:rsidRPr="00A4769E">
        <w:rPr>
          <w:szCs w:val="20"/>
        </w:rPr>
        <w:t>’</w:t>
      </w:r>
      <w:r w:rsidRPr="001B73FA">
        <w:rPr>
          <w:szCs w:val="20"/>
        </w:rPr>
        <w:t>instant même</w:t>
      </w:r>
      <w:r w:rsidR="00462692" w:rsidRPr="00A4769E">
        <w:rPr>
          <w:szCs w:val="20"/>
        </w:rPr>
        <w:t xml:space="preserve">, </w:t>
      </w:r>
      <w:r w:rsidRPr="001B73FA">
        <w:rPr>
          <w:szCs w:val="20"/>
        </w:rPr>
        <w:t>il se prépara à partir</w:t>
      </w:r>
      <w:r w:rsidR="00462692" w:rsidRPr="00A4769E">
        <w:rPr>
          <w:szCs w:val="20"/>
        </w:rPr>
        <w:t>.</w:t>
      </w:r>
    </w:p>
    <w:p w14:paraId="1E95D49E" w14:textId="2E19E343" w:rsidR="001B73FA" w:rsidRPr="00A4769E" w:rsidRDefault="001B73FA" w:rsidP="00700DDD">
      <w:pPr>
        <w:pStyle w:val="Centr"/>
      </w:pPr>
      <w:r w:rsidRPr="00A4769E">
        <w:t>FIN</w:t>
      </w:r>
    </w:p>
    <w:p w14:paraId="750A6EC3" w14:textId="77777777" w:rsidR="00033562" w:rsidRPr="00A4769E" w:rsidRDefault="00033562">
      <w:pPr>
        <w:sectPr w:rsidR="00033562" w:rsidRPr="00A4769E" w:rsidSect="002E68EE">
          <w:footerReference w:type="default" r:id="rId11"/>
          <w:endnotePr>
            <w:numFmt w:val="lowerLetter"/>
          </w:endnotePr>
          <w:pgSz w:w="11906" w:h="16838" w:code="9"/>
          <w:pgMar w:top="1134" w:right="1134" w:bottom="1134" w:left="1134" w:header="0" w:footer="709" w:gutter="0"/>
          <w:cols w:space="708"/>
          <w:titlePg/>
          <w:docGrid w:linePitch="360"/>
        </w:sectPr>
      </w:pPr>
    </w:p>
    <w:p w14:paraId="2C4825FA" w14:textId="77777777" w:rsidR="00033562" w:rsidRPr="00A4769E" w:rsidRDefault="00033562" w:rsidP="00462692">
      <w:pPr>
        <w:pStyle w:val="Titre1"/>
        <w:spacing w:before="0" w:after="480"/>
      </w:pPr>
      <w:bookmarkStart w:id="10" w:name="_Toc195026592"/>
      <w:r w:rsidRPr="00A4769E">
        <w:lastRenderedPageBreak/>
        <w:t>À propos de cette édition électronique</w:t>
      </w:r>
      <w:bookmarkEnd w:id="10"/>
    </w:p>
    <w:p w14:paraId="66E5BA77" w14:textId="77777777" w:rsidR="00462692" w:rsidRPr="00A4769E" w:rsidRDefault="00033562" w:rsidP="00462692">
      <w:pPr>
        <w:spacing w:before="180" w:after="180"/>
        <w:ind w:firstLine="0"/>
        <w:jc w:val="center"/>
        <w:rPr>
          <w:b/>
          <w:bCs/>
          <w:szCs w:val="32"/>
        </w:rPr>
      </w:pPr>
      <w:r w:rsidRPr="00A4769E">
        <w:rPr>
          <w:b/>
          <w:bCs/>
          <w:szCs w:val="32"/>
        </w:rPr>
        <w:t>Texte libre de droits</w:t>
      </w:r>
      <w:r w:rsidR="00462692" w:rsidRPr="00A4769E">
        <w:rPr>
          <w:b/>
          <w:bCs/>
          <w:szCs w:val="32"/>
        </w:rPr>
        <w:t>.</w:t>
      </w:r>
    </w:p>
    <w:p w14:paraId="162F4E7C" w14:textId="77777777" w:rsidR="00462692" w:rsidRPr="00A4769E" w:rsidRDefault="00033562" w:rsidP="00462692">
      <w:pPr>
        <w:pStyle w:val="Centr"/>
        <w:spacing w:before="180" w:after="180"/>
      </w:pPr>
      <w:r w:rsidRPr="00A4769E">
        <w:t>Corrections</w:t>
      </w:r>
      <w:r w:rsidR="00462692" w:rsidRPr="00A4769E">
        <w:t xml:space="preserve">, </w:t>
      </w:r>
      <w:r w:rsidRPr="00A4769E">
        <w:t>édition</w:t>
      </w:r>
      <w:r w:rsidR="00462692" w:rsidRPr="00A4769E">
        <w:t xml:space="preserve">, </w:t>
      </w:r>
      <w:r w:rsidRPr="00A4769E">
        <w:t>conversion informatique et publication par le groupe</w:t>
      </w:r>
      <w:r w:rsidR="00462692" w:rsidRPr="00A4769E">
        <w:t> :</w:t>
      </w:r>
    </w:p>
    <w:p w14:paraId="2FE2AA10" w14:textId="77777777" w:rsidR="00033562" w:rsidRPr="00A4769E" w:rsidRDefault="00033562" w:rsidP="00462692">
      <w:pPr>
        <w:spacing w:before="180" w:after="180"/>
        <w:ind w:firstLine="0"/>
        <w:jc w:val="center"/>
        <w:rPr>
          <w:b/>
          <w:bCs/>
          <w:i/>
          <w:iCs/>
          <w:szCs w:val="32"/>
        </w:rPr>
      </w:pPr>
      <w:r w:rsidRPr="00A4769E">
        <w:rPr>
          <w:b/>
          <w:bCs/>
          <w:i/>
          <w:iCs/>
          <w:szCs w:val="32"/>
        </w:rPr>
        <w:t>Ebooks libres et gratuits</w:t>
      </w:r>
    </w:p>
    <w:p w14:paraId="25A2F870" w14:textId="77777777" w:rsidR="00033562" w:rsidRPr="00A4769E" w:rsidRDefault="00A4769E" w:rsidP="00462692">
      <w:pPr>
        <w:pStyle w:val="Centr"/>
        <w:spacing w:before="180" w:after="180"/>
      </w:pPr>
      <w:hyperlink r:id="rId12" w:history="1">
        <w:r w:rsidRPr="007C2E65">
          <w:rPr>
            <w:rStyle w:val="Lienhypertexte"/>
          </w:rPr>
          <w:t>https://groups.google.com/g/ebooksgratuits</w:t>
        </w:r>
      </w:hyperlink>
    </w:p>
    <w:p w14:paraId="7821A53E" w14:textId="77ABA86C" w:rsidR="00462692" w:rsidRPr="00A4769E" w:rsidRDefault="00033562" w:rsidP="00462692">
      <w:pPr>
        <w:pStyle w:val="Centr"/>
        <w:spacing w:before="180" w:after="180"/>
      </w:pPr>
      <w:r w:rsidRPr="00A4769E">
        <w:t>Adresse du site web du groupe</w:t>
      </w:r>
      <w:r w:rsidR="00462692" w:rsidRPr="00A4769E">
        <w:t> :</w:t>
      </w:r>
      <w:r w:rsidR="00462692" w:rsidRPr="00A4769E">
        <w:br/>
      </w:r>
      <w:hyperlink r:id="rId13" w:history="1">
        <w:r w:rsidR="00700DDD" w:rsidRPr="005C1DC1">
          <w:rPr>
            <w:rStyle w:val="Lienhypertexte"/>
            <w:b/>
            <w:bCs/>
            <w:szCs w:val="32"/>
          </w:rPr>
          <w:t>https://www.ebooksgratuits.com/</w:t>
        </w:r>
      </w:hyperlink>
    </w:p>
    <w:p w14:paraId="3DCD4372" w14:textId="77777777" w:rsidR="00462692" w:rsidRPr="00A4769E" w:rsidRDefault="00462692" w:rsidP="00462692">
      <w:pPr>
        <w:pStyle w:val="Centr"/>
        <w:spacing w:before="180" w:after="180"/>
      </w:pPr>
      <w:r w:rsidRPr="00A4769E">
        <w:t>—</w:t>
      </w:r>
    </w:p>
    <w:p w14:paraId="06A13313" w14:textId="66033CC7" w:rsidR="00462692" w:rsidRPr="00A4769E" w:rsidRDefault="00700DDD" w:rsidP="00462692">
      <w:pPr>
        <w:spacing w:before="180" w:after="180"/>
        <w:ind w:firstLine="0"/>
        <w:jc w:val="center"/>
        <w:rPr>
          <w:b/>
          <w:bCs/>
          <w:szCs w:val="32"/>
        </w:rPr>
      </w:pPr>
      <w:r>
        <w:rPr>
          <w:b/>
          <w:bCs/>
          <w:szCs w:val="32"/>
        </w:rPr>
        <w:t>Avril</w:t>
      </w:r>
      <w:r w:rsidR="00BF6D2C" w:rsidRPr="00A4769E">
        <w:rPr>
          <w:b/>
          <w:bCs/>
          <w:szCs w:val="32"/>
        </w:rPr>
        <w:t xml:space="preserve"> 202</w:t>
      </w:r>
      <w:r>
        <w:rPr>
          <w:b/>
          <w:bCs/>
          <w:szCs w:val="32"/>
        </w:rPr>
        <w:t>5</w:t>
      </w:r>
    </w:p>
    <w:p w14:paraId="71311E64" w14:textId="77777777" w:rsidR="00462692" w:rsidRPr="00A4769E" w:rsidRDefault="00462692" w:rsidP="00462692">
      <w:pPr>
        <w:pStyle w:val="Centr"/>
        <w:spacing w:before="180" w:after="180"/>
        <w:rPr>
          <w:b/>
          <w:bCs/>
          <w:szCs w:val="32"/>
        </w:rPr>
      </w:pPr>
      <w:r w:rsidRPr="00A4769E">
        <w:rPr>
          <w:b/>
          <w:bCs/>
          <w:szCs w:val="32"/>
        </w:rPr>
        <w:t>—</w:t>
      </w:r>
    </w:p>
    <w:p w14:paraId="0467CEE7" w14:textId="77777777" w:rsidR="00462692" w:rsidRPr="00A4769E" w:rsidRDefault="00462692" w:rsidP="00B52E2F">
      <w:pPr>
        <w:spacing w:before="180" w:after="180"/>
      </w:pPr>
      <w:r w:rsidRPr="00A4769E">
        <w:rPr>
          <w:b/>
          <w:bCs/>
          <w:szCs w:val="32"/>
        </w:rPr>
        <w:t>— </w:t>
      </w:r>
      <w:r w:rsidR="00033562" w:rsidRPr="00A4769E">
        <w:rPr>
          <w:b/>
        </w:rPr>
        <w:t>Élaboration de ce livre électronique</w:t>
      </w:r>
      <w:r w:rsidRPr="00A4769E">
        <w:t> :</w:t>
      </w:r>
    </w:p>
    <w:p w14:paraId="1D792F0A" w14:textId="434326B2" w:rsidR="00462692" w:rsidRPr="00A4769E" w:rsidRDefault="00033562" w:rsidP="00B52E2F">
      <w:pPr>
        <w:spacing w:before="180" w:after="180"/>
      </w:pPr>
      <w:r w:rsidRPr="00A4769E">
        <w:t xml:space="preserve">Les membres de </w:t>
      </w:r>
      <w:proofErr w:type="gramStart"/>
      <w:r w:rsidRPr="00A4769E">
        <w:rPr>
          <w:i/>
        </w:rPr>
        <w:t>Ebooks</w:t>
      </w:r>
      <w:proofErr w:type="gramEnd"/>
      <w:r w:rsidRPr="00A4769E">
        <w:rPr>
          <w:i/>
        </w:rPr>
        <w:t xml:space="preserve"> libres et gratuits</w:t>
      </w:r>
      <w:r w:rsidRPr="00A4769E">
        <w:t xml:space="preserve"> qui ont participé à l</w:t>
      </w:r>
      <w:r w:rsidR="00462692" w:rsidRPr="00A4769E">
        <w:t>’</w:t>
      </w:r>
      <w:r w:rsidRPr="00A4769E">
        <w:t>élaboration de ce livre</w:t>
      </w:r>
      <w:r w:rsidR="00462692" w:rsidRPr="00A4769E">
        <w:t xml:space="preserve">, </w:t>
      </w:r>
      <w:r w:rsidRPr="00A4769E">
        <w:t>sont</w:t>
      </w:r>
      <w:r w:rsidR="00462692" w:rsidRPr="00A4769E">
        <w:t> :</w:t>
      </w:r>
      <w:r w:rsidR="00700DDD">
        <w:t xml:space="preserve"> </w:t>
      </w:r>
      <w:proofErr w:type="spellStart"/>
      <w:r w:rsidR="00700DDD" w:rsidRPr="00700DDD">
        <w:t>FrançoisM</w:t>
      </w:r>
      <w:proofErr w:type="spellEnd"/>
      <w:r w:rsidR="00700DDD" w:rsidRPr="00700DDD">
        <w:t xml:space="preserve">, Jean-Luc, </w:t>
      </w:r>
      <w:proofErr w:type="spellStart"/>
      <w:r w:rsidR="00700DDD" w:rsidRPr="00700DDD">
        <w:t>Coolmicro</w:t>
      </w:r>
      <w:proofErr w:type="spellEnd"/>
      <w:r w:rsidR="00700DDD">
        <w:t>.</w:t>
      </w:r>
    </w:p>
    <w:p w14:paraId="4D0E522C" w14:textId="77777777" w:rsidR="00462692" w:rsidRPr="00A4769E" w:rsidRDefault="00462692" w:rsidP="00B52E2F">
      <w:pPr>
        <w:spacing w:before="180" w:after="180"/>
      </w:pPr>
      <w:r w:rsidRPr="00A4769E">
        <w:t>— </w:t>
      </w:r>
      <w:r w:rsidR="00033562" w:rsidRPr="00A4769E">
        <w:rPr>
          <w:b/>
        </w:rPr>
        <w:t>Dispositions</w:t>
      </w:r>
      <w:r w:rsidRPr="00A4769E">
        <w:t> :</w:t>
      </w:r>
    </w:p>
    <w:p w14:paraId="39733D06" w14:textId="77777777" w:rsidR="00462692" w:rsidRPr="00A4769E" w:rsidRDefault="00033562" w:rsidP="00B52E2F">
      <w:pPr>
        <w:spacing w:before="180" w:after="180"/>
      </w:pPr>
      <w:r w:rsidRPr="00A4769E">
        <w:t>Les livres que nous mettons à votre disposition</w:t>
      </w:r>
      <w:r w:rsidR="00462692" w:rsidRPr="00A4769E">
        <w:t xml:space="preserve">, </w:t>
      </w:r>
      <w:r w:rsidRPr="00A4769E">
        <w:t>sont des textes libres de droits</w:t>
      </w:r>
      <w:r w:rsidR="00462692" w:rsidRPr="00A4769E">
        <w:t xml:space="preserve">, </w:t>
      </w:r>
      <w:r w:rsidRPr="00A4769E">
        <w:t>que vous pouvez utiliser librement</w:t>
      </w:r>
      <w:r w:rsidR="00462692" w:rsidRPr="00A4769E">
        <w:t xml:space="preserve">, </w:t>
      </w:r>
      <w:r w:rsidRPr="00A4769E">
        <w:rPr>
          <w:u w:val="single"/>
        </w:rPr>
        <w:t>à une fin non commerciale et non professionnelle</w:t>
      </w:r>
      <w:r w:rsidR="00462692" w:rsidRPr="00A4769E">
        <w:t xml:space="preserve">. </w:t>
      </w:r>
      <w:r w:rsidRPr="00A4769E">
        <w:t>Tout lien vers notre site est bienvenu</w:t>
      </w:r>
      <w:r w:rsidR="00462692" w:rsidRPr="00A4769E">
        <w:t>…</w:t>
      </w:r>
    </w:p>
    <w:p w14:paraId="14F8DD42" w14:textId="77777777" w:rsidR="00462692" w:rsidRPr="00A4769E" w:rsidRDefault="00462692" w:rsidP="00B52E2F">
      <w:pPr>
        <w:spacing w:before="180" w:after="180"/>
      </w:pPr>
      <w:r w:rsidRPr="00A4769E">
        <w:t>— </w:t>
      </w:r>
      <w:r w:rsidR="00033562" w:rsidRPr="00A4769E">
        <w:rPr>
          <w:b/>
        </w:rPr>
        <w:t>Qualité</w:t>
      </w:r>
      <w:r w:rsidRPr="00A4769E">
        <w:t> :</w:t>
      </w:r>
    </w:p>
    <w:p w14:paraId="2A4CEACB" w14:textId="77777777" w:rsidR="00462692" w:rsidRPr="00A4769E" w:rsidRDefault="00033562" w:rsidP="00B52E2F">
      <w:pPr>
        <w:spacing w:before="180" w:after="180"/>
      </w:pPr>
      <w:r w:rsidRPr="00A4769E">
        <w:t>Les textes sont livrés tels quels sans garantie de leur intégrité parfaite par rapport à l</w:t>
      </w:r>
      <w:r w:rsidR="00462692" w:rsidRPr="00A4769E">
        <w:t>’</w:t>
      </w:r>
      <w:r w:rsidRPr="00A4769E">
        <w:t>original</w:t>
      </w:r>
      <w:r w:rsidR="00462692" w:rsidRPr="00A4769E">
        <w:t xml:space="preserve">. </w:t>
      </w:r>
      <w:r w:rsidRPr="00A4769E">
        <w:t>Nous rappelons que c</w:t>
      </w:r>
      <w:r w:rsidR="00462692" w:rsidRPr="00A4769E">
        <w:t>’</w:t>
      </w:r>
      <w:r w:rsidRPr="00A4769E">
        <w:t>est un travail d</w:t>
      </w:r>
      <w:r w:rsidR="00462692" w:rsidRPr="00A4769E">
        <w:t>’</w:t>
      </w:r>
      <w:r w:rsidRPr="00A4769E">
        <w:t>amateurs non rétribués et que nous essayons de promouvoir la culture littéraire avec de maigres moyens</w:t>
      </w:r>
      <w:r w:rsidR="00462692" w:rsidRPr="00A4769E">
        <w:t>.</w:t>
      </w:r>
    </w:p>
    <w:p w14:paraId="63D841F7" w14:textId="77777777" w:rsidR="00462692" w:rsidRPr="00A4769E" w:rsidRDefault="00033562" w:rsidP="00462692">
      <w:pPr>
        <w:spacing w:before="180" w:after="180"/>
        <w:ind w:firstLine="0"/>
        <w:jc w:val="center"/>
        <w:rPr>
          <w:i/>
          <w:iCs/>
          <w:szCs w:val="32"/>
        </w:rPr>
      </w:pPr>
      <w:r w:rsidRPr="00A4769E">
        <w:rPr>
          <w:i/>
          <w:iCs/>
          <w:szCs w:val="32"/>
        </w:rPr>
        <w:t>Votre aide est la bienvenue</w:t>
      </w:r>
      <w:r w:rsidR="00462692" w:rsidRPr="00A4769E">
        <w:rPr>
          <w:i/>
          <w:iCs/>
          <w:szCs w:val="32"/>
        </w:rPr>
        <w:t> !</w:t>
      </w:r>
    </w:p>
    <w:p w14:paraId="7A6780DC" w14:textId="77777777" w:rsidR="00033562" w:rsidRPr="00A4769E" w:rsidRDefault="00033562" w:rsidP="00462692">
      <w:pPr>
        <w:pStyle w:val="Centr"/>
        <w:suppressAutoHyphens/>
        <w:spacing w:before="180" w:after="180"/>
      </w:pPr>
      <w:r w:rsidRPr="00A4769E">
        <w:t>VOUS POUVEZ NOUS AIDER À FAIRE CONNAÎTRE CES CLASSIQUES LITTÉRAIRES</w:t>
      </w:r>
      <w:r w:rsidR="00462692" w:rsidRPr="00A4769E">
        <w:t>.</w:t>
      </w:r>
    </w:p>
    <w:sectPr w:rsidR="00033562" w:rsidRPr="00A4769E" w:rsidSect="002E68EE">
      <w:pgSz w:w="11906" w:h="16838" w:code="9"/>
      <w:pgMar w:top="567" w:right="567" w:bottom="567" w:left="56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6638A" w14:textId="77777777" w:rsidR="0049246F" w:rsidRDefault="0049246F">
      <w:r>
        <w:separator/>
      </w:r>
    </w:p>
  </w:endnote>
  <w:endnote w:type="continuationSeparator" w:id="0">
    <w:p w14:paraId="27F54FB5" w14:textId="77777777" w:rsidR="0049246F" w:rsidRDefault="00492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embedRegular r:id="rId1" w:fontKey="{A72496F8-22F7-4B6A-B089-72C6755078C4}"/>
    <w:embedBold r:id="rId2" w:fontKey="{BFB43937-5AD6-4C56-B75B-7466EBFE37EA}"/>
    <w:embedItalic r:id="rId3" w:fontKey="{10D80562-A696-48C7-BE1C-DEA3BA35E402}"/>
    <w:embedBoldItalic r:id="rId4" w:fontKey="{0A03D667-29A4-4E47-8C8B-C8F1D3C62088}"/>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ACFDC" w14:textId="77777777" w:rsidR="00BE2D05" w:rsidRDefault="00BE2D05">
    <w:pPr>
      <w:pStyle w:val="Pieddepage"/>
    </w:pPr>
    <w:r>
      <w:t xml:space="preserve">– </w:t>
    </w:r>
    <w:r w:rsidR="00F272AD">
      <w:rPr>
        <w:rStyle w:val="Numrodepage"/>
      </w:rPr>
      <w:fldChar w:fldCharType="begin"/>
    </w:r>
    <w:r>
      <w:rPr>
        <w:rStyle w:val="Numrodepage"/>
      </w:rPr>
      <w:instrText xml:space="preserve"> PAGE </w:instrText>
    </w:r>
    <w:r w:rsidR="00F272AD">
      <w:rPr>
        <w:rStyle w:val="Numrodepage"/>
      </w:rPr>
      <w:fldChar w:fldCharType="separate"/>
    </w:r>
    <w:r>
      <w:rPr>
        <w:rStyle w:val="Numrodepage"/>
        <w:noProof/>
      </w:rPr>
      <w:t>2</w:t>
    </w:r>
    <w:r w:rsidR="00F272AD">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117DD" w14:textId="77777777" w:rsidR="00BE2D05" w:rsidRPr="004F0995" w:rsidRDefault="00BE2D05" w:rsidP="004F0995">
    <w:pPr>
      <w:pStyle w:val="Pieddepage"/>
    </w:pPr>
    <w:r w:rsidRPr="004F0995">
      <w:t xml:space="preserve">– </w:t>
    </w:r>
    <w:r w:rsidR="00F272AD" w:rsidRPr="004F0995">
      <w:rPr>
        <w:rStyle w:val="Numrodepage"/>
      </w:rPr>
      <w:fldChar w:fldCharType="begin"/>
    </w:r>
    <w:r w:rsidRPr="004F0995">
      <w:rPr>
        <w:rStyle w:val="Numrodepage"/>
      </w:rPr>
      <w:instrText xml:space="preserve"> PAGE </w:instrText>
    </w:r>
    <w:r w:rsidR="00F272AD" w:rsidRPr="004F0995">
      <w:rPr>
        <w:rStyle w:val="Numrodepage"/>
      </w:rPr>
      <w:fldChar w:fldCharType="separate"/>
    </w:r>
    <w:r w:rsidR="00F259D1">
      <w:rPr>
        <w:rStyle w:val="Numrodepage"/>
        <w:noProof/>
      </w:rPr>
      <w:t>148</w:t>
    </w:r>
    <w:r w:rsidR="00F272AD" w:rsidRPr="004F0995">
      <w:rPr>
        <w:rStyle w:val="Numrodepage"/>
      </w:rPr>
      <w:fldChar w:fldCharType="end"/>
    </w:r>
    <w:r w:rsidRPr="004F0995">
      <w:rPr>
        <w:rStyle w:val="Numrodepag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5BB76" w14:textId="77777777" w:rsidR="0049246F" w:rsidRDefault="0049246F">
      <w:r>
        <w:separator/>
      </w:r>
    </w:p>
  </w:footnote>
  <w:footnote w:type="continuationSeparator" w:id="0">
    <w:p w14:paraId="4FDEBD9C" w14:textId="77777777" w:rsidR="0049246F" w:rsidRDefault="004924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427112011">
    <w:abstractNumId w:val="10"/>
  </w:num>
  <w:num w:numId="2" w16cid:durableId="417599536">
    <w:abstractNumId w:val="11"/>
  </w:num>
  <w:num w:numId="3" w16cid:durableId="1212497821">
    <w:abstractNumId w:val="12"/>
  </w:num>
  <w:num w:numId="4" w16cid:durableId="1204103021">
    <w:abstractNumId w:val="13"/>
  </w:num>
  <w:num w:numId="5" w16cid:durableId="1771778972">
    <w:abstractNumId w:val="8"/>
  </w:num>
  <w:num w:numId="6" w16cid:durableId="1445929644">
    <w:abstractNumId w:val="3"/>
  </w:num>
  <w:num w:numId="7" w16cid:durableId="590815540">
    <w:abstractNumId w:val="2"/>
  </w:num>
  <w:num w:numId="8" w16cid:durableId="91513358">
    <w:abstractNumId w:val="1"/>
  </w:num>
  <w:num w:numId="9" w16cid:durableId="857501969">
    <w:abstractNumId w:val="0"/>
  </w:num>
  <w:num w:numId="10" w16cid:durableId="1073545977">
    <w:abstractNumId w:val="9"/>
  </w:num>
  <w:num w:numId="11" w16cid:durableId="711996932">
    <w:abstractNumId w:val="7"/>
  </w:num>
  <w:num w:numId="12" w16cid:durableId="182211541">
    <w:abstractNumId w:val="6"/>
  </w:num>
  <w:num w:numId="13" w16cid:durableId="1815220101">
    <w:abstractNumId w:val="5"/>
  </w:num>
  <w:num w:numId="14" w16cid:durableId="15085220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115F49"/>
    <w:rsid w:val="00001285"/>
    <w:rsid w:val="000103BE"/>
    <w:rsid w:val="000119AC"/>
    <w:rsid w:val="00017417"/>
    <w:rsid w:val="00021C38"/>
    <w:rsid w:val="00025926"/>
    <w:rsid w:val="00033562"/>
    <w:rsid w:val="00035C3A"/>
    <w:rsid w:val="000363C4"/>
    <w:rsid w:val="00042C54"/>
    <w:rsid w:val="000624DA"/>
    <w:rsid w:val="000649F9"/>
    <w:rsid w:val="00066B5B"/>
    <w:rsid w:val="00066E2D"/>
    <w:rsid w:val="00074584"/>
    <w:rsid w:val="00077531"/>
    <w:rsid w:val="00082A74"/>
    <w:rsid w:val="00095774"/>
    <w:rsid w:val="000B64DB"/>
    <w:rsid w:val="000C11B9"/>
    <w:rsid w:val="000C2E09"/>
    <w:rsid w:val="000E0E88"/>
    <w:rsid w:val="000F4EE1"/>
    <w:rsid w:val="000F7F4B"/>
    <w:rsid w:val="00100FD8"/>
    <w:rsid w:val="0010298A"/>
    <w:rsid w:val="0010630A"/>
    <w:rsid w:val="00112113"/>
    <w:rsid w:val="00115DE8"/>
    <w:rsid w:val="00115F49"/>
    <w:rsid w:val="001211BA"/>
    <w:rsid w:val="00126A90"/>
    <w:rsid w:val="00133CA8"/>
    <w:rsid w:val="00156736"/>
    <w:rsid w:val="001624EE"/>
    <w:rsid w:val="001635FE"/>
    <w:rsid w:val="00176DE0"/>
    <w:rsid w:val="00176FA6"/>
    <w:rsid w:val="00192A4F"/>
    <w:rsid w:val="001A62C5"/>
    <w:rsid w:val="001B73FA"/>
    <w:rsid w:val="001C63A3"/>
    <w:rsid w:val="001D3C04"/>
    <w:rsid w:val="001E18D4"/>
    <w:rsid w:val="001E42B7"/>
    <w:rsid w:val="001E53C2"/>
    <w:rsid w:val="001F708A"/>
    <w:rsid w:val="001F79E0"/>
    <w:rsid w:val="001F7F34"/>
    <w:rsid w:val="00200841"/>
    <w:rsid w:val="00203135"/>
    <w:rsid w:val="002264F0"/>
    <w:rsid w:val="00233DD0"/>
    <w:rsid w:val="00236A36"/>
    <w:rsid w:val="00254640"/>
    <w:rsid w:val="00256A0B"/>
    <w:rsid w:val="00266B12"/>
    <w:rsid w:val="002758A1"/>
    <w:rsid w:val="00284AF2"/>
    <w:rsid w:val="00284CF5"/>
    <w:rsid w:val="002867D8"/>
    <w:rsid w:val="00290DA8"/>
    <w:rsid w:val="00291000"/>
    <w:rsid w:val="00296351"/>
    <w:rsid w:val="002A7848"/>
    <w:rsid w:val="002B2BF0"/>
    <w:rsid w:val="002B389E"/>
    <w:rsid w:val="002C6A24"/>
    <w:rsid w:val="002D3050"/>
    <w:rsid w:val="002D4EBD"/>
    <w:rsid w:val="002D74A6"/>
    <w:rsid w:val="002E1E4D"/>
    <w:rsid w:val="002E4734"/>
    <w:rsid w:val="002E4FAD"/>
    <w:rsid w:val="002E68EE"/>
    <w:rsid w:val="0032506F"/>
    <w:rsid w:val="00334E5C"/>
    <w:rsid w:val="00335365"/>
    <w:rsid w:val="00336E88"/>
    <w:rsid w:val="00365A9A"/>
    <w:rsid w:val="00367258"/>
    <w:rsid w:val="00367372"/>
    <w:rsid w:val="0037100D"/>
    <w:rsid w:val="00376BBE"/>
    <w:rsid w:val="00381CA0"/>
    <w:rsid w:val="00386469"/>
    <w:rsid w:val="00391AB0"/>
    <w:rsid w:val="00396B5E"/>
    <w:rsid w:val="003A556F"/>
    <w:rsid w:val="003C0D4C"/>
    <w:rsid w:val="003C472A"/>
    <w:rsid w:val="003C5AB6"/>
    <w:rsid w:val="003D58E7"/>
    <w:rsid w:val="003D7C3C"/>
    <w:rsid w:val="003E624F"/>
    <w:rsid w:val="003E65B8"/>
    <w:rsid w:val="003E663A"/>
    <w:rsid w:val="003E7D52"/>
    <w:rsid w:val="003F6FF9"/>
    <w:rsid w:val="004037F0"/>
    <w:rsid w:val="00403B7B"/>
    <w:rsid w:val="00414948"/>
    <w:rsid w:val="00431C66"/>
    <w:rsid w:val="00442CEF"/>
    <w:rsid w:val="004441AE"/>
    <w:rsid w:val="004470EB"/>
    <w:rsid w:val="00447691"/>
    <w:rsid w:val="004618A4"/>
    <w:rsid w:val="0046204B"/>
    <w:rsid w:val="00462692"/>
    <w:rsid w:val="00466185"/>
    <w:rsid w:val="004728F8"/>
    <w:rsid w:val="0047457F"/>
    <w:rsid w:val="004759D9"/>
    <w:rsid w:val="004813D2"/>
    <w:rsid w:val="00483BE5"/>
    <w:rsid w:val="00483FC6"/>
    <w:rsid w:val="004856F7"/>
    <w:rsid w:val="0048598E"/>
    <w:rsid w:val="004878C2"/>
    <w:rsid w:val="00490904"/>
    <w:rsid w:val="0049246F"/>
    <w:rsid w:val="00492DF2"/>
    <w:rsid w:val="00494293"/>
    <w:rsid w:val="004956E5"/>
    <w:rsid w:val="004A6EC0"/>
    <w:rsid w:val="004B2955"/>
    <w:rsid w:val="004C3D05"/>
    <w:rsid w:val="004D4AC6"/>
    <w:rsid w:val="004F0995"/>
    <w:rsid w:val="004F413B"/>
    <w:rsid w:val="00500CFD"/>
    <w:rsid w:val="0051085B"/>
    <w:rsid w:val="00532678"/>
    <w:rsid w:val="0053285B"/>
    <w:rsid w:val="0053757F"/>
    <w:rsid w:val="0054026F"/>
    <w:rsid w:val="00546BD5"/>
    <w:rsid w:val="005525D9"/>
    <w:rsid w:val="00554C93"/>
    <w:rsid w:val="0055570B"/>
    <w:rsid w:val="0055793A"/>
    <w:rsid w:val="00576E04"/>
    <w:rsid w:val="005818DA"/>
    <w:rsid w:val="00596F93"/>
    <w:rsid w:val="005A3134"/>
    <w:rsid w:val="005A735B"/>
    <w:rsid w:val="005B21BC"/>
    <w:rsid w:val="005C4D38"/>
    <w:rsid w:val="005C771C"/>
    <w:rsid w:val="005C7A4A"/>
    <w:rsid w:val="005C7EF6"/>
    <w:rsid w:val="005D26A1"/>
    <w:rsid w:val="005D7EC4"/>
    <w:rsid w:val="005E1778"/>
    <w:rsid w:val="005E550D"/>
    <w:rsid w:val="005E5F1A"/>
    <w:rsid w:val="005F1182"/>
    <w:rsid w:val="005F4B02"/>
    <w:rsid w:val="00604400"/>
    <w:rsid w:val="00604B91"/>
    <w:rsid w:val="00607218"/>
    <w:rsid w:val="0061214E"/>
    <w:rsid w:val="006144AC"/>
    <w:rsid w:val="00615C93"/>
    <w:rsid w:val="0063104E"/>
    <w:rsid w:val="00633842"/>
    <w:rsid w:val="00640C4F"/>
    <w:rsid w:val="00642A2B"/>
    <w:rsid w:val="006449AA"/>
    <w:rsid w:val="00646E8C"/>
    <w:rsid w:val="006527FF"/>
    <w:rsid w:val="00674DF6"/>
    <w:rsid w:val="00675770"/>
    <w:rsid w:val="00685681"/>
    <w:rsid w:val="00690550"/>
    <w:rsid w:val="006A2C57"/>
    <w:rsid w:val="006A3B6D"/>
    <w:rsid w:val="006A5C52"/>
    <w:rsid w:val="006B72CA"/>
    <w:rsid w:val="006C5660"/>
    <w:rsid w:val="006D143B"/>
    <w:rsid w:val="006D348D"/>
    <w:rsid w:val="006F44BB"/>
    <w:rsid w:val="006F6915"/>
    <w:rsid w:val="00700DDD"/>
    <w:rsid w:val="00703D4D"/>
    <w:rsid w:val="00705271"/>
    <w:rsid w:val="00716FB6"/>
    <w:rsid w:val="00722EA0"/>
    <w:rsid w:val="00725024"/>
    <w:rsid w:val="007421F7"/>
    <w:rsid w:val="00746DB7"/>
    <w:rsid w:val="007549CD"/>
    <w:rsid w:val="007575A1"/>
    <w:rsid w:val="00757F84"/>
    <w:rsid w:val="00760615"/>
    <w:rsid w:val="0076257B"/>
    <w:rsid w:val="007626D3"/>
    <w:rsid w:val="0076513E"/>
    <w:rsid w:val="00766774"/>
    <w:rsid w:val="007715FF"/>
    <w:rsid w:val="0077262C"/>
    <w:rsid w:val="0078241C"/>
    <w:rsid w:val="007841D8"/>
    <w:rsid w:val="0079148E"/>
    <w:rsid w:val="00794C4E"/>
    <w:rsid w:val="007A353A"/>
    <w:rsid w:val="007B3415"/>
    <w:rsid w:val="007B6898"/>
    <w:rsid w:val="007B75B0"/>
    <w:rsid w:val="007B7783"/>
    <w:rsid w:val="007C1C6B"/>
    <w:rsid w:val="007C56AC"/>
    <w:rsid w:val="007C6D19"/>
    <w:rsid w:val="007D2820"/>
    <w:rsid w:val="007D5B7F"/>
    <w:rsid w:val="007D632A"/>
    <w:rsid w:val="007E0F7B"/>
    <w:rsid w:val="007E43E9"/>
    <w:rsid w:val="007F3CC4"/>
    <w:rsid w:val="007F5860"/>
    <w:rsid w:val="007F6331"/>
    <w:rsid w:val="008045EC"/>
    <w:rsid w:val="00814117"/>
    <w:rsid w:val="00814367"/>
    <w:rsid w:val="00825620"/>
    <w:rsid w:val="008256E4"/>
    <w:rsid w:val="00835A49"/>
    <w:rsid w:val="00837FD8"/>
    <w:rsid w:val="00840819"/>
    <w:rsid w:val="008449A3"/>
    <w:rsid w:val="00856AE8"/>
    <w:rsid w:val="00856DF4"/>
    <w:rsid w:val="0086113D"/>
    <w:rsid w:val="00863B07"/>
    <w:rsid w:val="00866DAD"/>
    <w:rsid w:val="0087345D"/>
    <w:rsid w:val="00882321"/>
    <w:rsid w:val="008840CC"/>
    <w:rsid w:val="00885EE8"/>
    <w:rsid w:val="0089014D"/>
    <w:rsid w:val="008908C6"/>
    <w:rsid w:val="008B2AAD"/>
    <w:rsid w:val="008B5E52"/>
    <w:rsid w:val="008C53B3"/>
    <w:rsid w:val="008C55A0"/>
    <w:rsid w:val="008D5939"/>
    <w:rsid w:val="008F09B1"/>
    <w:rsid w:val="008F106B"/>
    <w:rsid w:val="008F18B3"/>
    <w:rsid w:val="008F33E9"/>
    <w:rsid w:val="008F5975"/>
    <w:rsid w:val="008F792D"/>
    <w:rsid w:val="00901BDE"/>
    <w:rsid w:val="0091036B"/>
    <w:rsid w:val="00912316"/>
    <w:rsid w:val="0091465D"/>
    <w:rsid w:val="00926FB8"/>
    <w:rsid w:val="00930A77"/>
    <w:rsid w:val="00933E3C"/>
    <w:rsid w:val="00934F12"/>
    <w:rsid w:val="00946EE4"/>
    <w:rsid w:val="00960209"/>
    <w:rsid w:val="009604A7"/>
    <w:rsid w:val="00965168"/>
    <w:rsid w:val="00971BA2"/>
    <w:rsid w:val="00997678"/>
    <w:rsid w:val="009A1855"/>
    <w:rsid w:val="009A6D5E"/>
    <w:rsid w:val="009B0E20"/>
    <w:rsid w:val="009B3DDD"/>
    <w:rsid w:val="009B472F"/>
    <w:rsid w:val="009C1F92"/>
    <w:rsid w:val="009C5D78"/>
    <w:rsid w:val="009D5AE8"/>
    <w:rsid w:val="009E0790"/>
    <w:rsid w:val="009F729B"/>
    <w:rsid w:val="00A25B9A"/>
    <w:rsid w:val="00A26DC0"/>
    <w:rsid w:val="00A27FF8"/>
    <w:rsid w:val="00A429C4"/>
    <w:rsid w:val="00A4769E"/>
    <w:rsid w:val="00A476C2"/>
    <w:rsid w:val="00A560A0"/>
    <w:rsid w:val="00A75766"/>
    <w:rsid w:val="00A7765D"/>
    <w:rsid w:val="00A83197"/>
    <w:rsid w:val="00A833C2"/>
    <w:rsid w:val="00A84EE1"/>
    <w:rsid w:val="00A87C1E"/>
    <w:rsid w:val="00A93CF6"/>
    <w:rsid w:val="00A97DC6"/>
    <w:rsid w:val="00AA120C"/>
    <w:rsid w:val="00AA16FA"/>
    <w:rsid w:val="00AA1EA8"/>
    <w:rsid w:val="00AA2D04"/>
    <w:rsid w:val="00AA3BAE"/>
    <w:rsid w:val="00AA7331"/>
    <w:rsid w:val="00AB5337"/>
    <w:rsid w:val="00AB7DC3"/>
    <w:rsid w:val="00AD7BF8"/>
    <w:rsid w:val="00AE1B16"/>
    <w:rsid w:val="00AE5BF5"/>
    <w:rsid w:val="00AF0A3E"/>
    <w:rsid w:val="00AF4645"/>
    <w:rsid w:val="00B1136E"/>
    <w:rsid w:val="00B241D4"/>
    <w:rsid w:val="00B4025A"/>
    <w:rsid w:val="00B41056"/>
    <w:rsid w:val="00B441A6"/>
    <w:rsid w:val="00B45A17"/>
    <w:rsid w:val="00B47121"/>
    <w:rsid w:val="00B4791B"/>
    <w:rsid w:val="00B52E2F"/>
    <w:rsid w:val="00B72A96"/>
    <w:rsid w:val="00B8657F"/>
    <w:rsid w:val="00B909AE"/>
    <w:rsid w:val="00B93DA3"/>
    <w:rsid w:val="00B944E2"/>
    <w:rsid w:val="00BA0BA6"/>
    <w:rsid w:val="00BA7596"/>
    <w:rsid w:val="00BB21E1"/>
    <w:rsid w:val="00BD0C05"/>
    <w:rsid w:val="00BD0C07"/>
    <w:rsid w:val="00BE2118"/>
    <w:rsid w:val="00BE2D05"/>
    <w:rsid w:val="00BE4B0E"/>
    <w:rsid w:val="00BE6E25"/>
    <w:rsid w:val="00BE703B"/>
    <w:rsid w:val="00BF29E4"/>
    <w:rsid w:val="00BF4126"/>
    <w:rsid w:val="00BF6D2C"/>
    <w:rsid w:val="00C07F99"/>
    <w:rsid w:val="00C12BE0"/>
    <w:rsid w:val="00C17B33"/>
    <w:rsid w:val="00C202CF"/>
    <w:rsid w:val="00C26B84"/>
    <w:rsid w:val="00C27003"/>
    <w:rsid w:val="00C323C1"/>
    <w:rsid w:val="00C3455B"/>
    <w:rsid w:val="00C35E05"/>
    <w:rsid w:val="00C408D5"/>
    <w:rsid w:val="00C43D20"/>
    <w:rsid w:val="00C443EF"/>
    <w:rsid w:val="00C462B9"/>
    <w:rsid w:val="00C5032D"/>
    <w:rsid w:val="00C51E70"/>
    <w:rsid w:val="00C6557B"/>
    <w:rsid w:val="00C7088B"/>
    <w:rsid w:val="00C776F8"/>
    <w:rsid w:val="00C80E31"/>
    <w:rsid w:val="00C82075"/>
    <w:rsid w:val="00C82867"/>
    <w:rsid w:val="00C877F6"/>
    <w:rsid w:val="00C915EE"/>
    <w:rsid w:val="00C93B48"/>
    <w:rsid w:val="00CA0F1B"/>
    <w:rsid w:val="00CC0C7A"/>
    <w:rsid w:val="00CE6094"/>
    <w:rsid w:val="00CF1BEF"/>
    <w:rsid w:val="00CF325A"/>
    <w:rsid w:val="00D02BDE"/>
    <w:rsid w:val="00D03795"/>
    <w:rsid w:val="00D045B2"/>
    <w:rsid w:val="00D174C4"/>
    <w:rsid w:val="00D27ACC"/>
    <w:rsid w:val="00D3634C"/>
    <w:rsid w:val="00D41604"/>
    <w:rsid w:val="00D470CC"/>
    <w:rsid w:val="00D47BCF"/>
    <w:rsid w:val="00D51269"/>
    <w:rsid w:val="00D564AA"/>
    <w:rsid w:val="00D57B02"/>
    <w:rsid w:val="00D57E8F"/>
    <w:rsid w:val="00D62C92"/>
    <w:rsid w:val="00D670E2"/>
    <w:rsid w:val="00D71404"/>
    <w:rsid w:val="00D74DD5"/>
    <w:rsid w:val="00D80434"/>
    <w:rsid w:val="00D9756D"/>
    <w:rsid w:val="00DA1BEF"/>
    <w:rsid w:val="00DA2BAC"/>
    <w:rsid w:val="00DA3F59"/>
    <w:rsid w:val="00DA40F8"/>
    <w:rsid w:val="00DA44A0"/>
    <w:rsid w:val="00DB1352"/>
    <w:rsid w:val="00DB1E04"/>
    <w:rsid w:val="00DB2BF4"/>
    <w:rsid w:val="00DB555F"/>
    <w:rsid w:val="00DB5A06"/>
    <w:rsid w:val="00DD22FD"/>
    <w:rsid w:val="00DD7BB4"/>
    <w:rsid w:val="00DE78C4"/>
    <w:rsid w:val="00DF0A36"/>
    <w:rsid w:val="00DF43DD"/>
    <w:rsid w:val="00E06A46"/>
    <w:rsid w:val="00E118BC"/>
    <w:rsid w:val="00E2511C"/>
    <w:rsid w:val="00E30FAD"/>
    <w:rsid w:val="00E33BCD"/>
    <w:rsid w:val="00E35378"/>
    <w:rsid w:val="00E35EE1"/>
    <w:rsid w:val="00E44652"/>
    <w:rsid w:val="00E52A31"/>
    <w:rsid w:val="00E5633B"/>
    <w:rsid w:val="00E67725"/>
    <w:rsid w:val="00E847C9"/>
    <w:rsid w:val="00E84CBE"/>
    <w:rsid w:val="00E90908"/>
    <w:rsid w:val="00E90A7B"/>
    <w:rsid w:val="00EA5075"/>
    <w:rsid w:val="00EB60AF"/>
    <w:rsid w:val="00ED5349"/>
    <w:rsid w:val="00EE0BEA"/>
    <w:rsid w:val="00EE2A06"/>
    <w:rsid w:val="00F10A2E"/>
    <w:rsid w:val="00F14FE2"/>
    <w:rsid w:val="00F15DAC"/>
    <w:rsid w:val="00F238FD"/>
    <w:rsid w:val="00F259D1"/>
    <w:rsid w:val="00F272AD"/>
    <w:rsid w:val="00F33BF1"/>
    <w:rsid w:val="00F341FE"/>
    <w:rsid w:val="00F36497"/>
    <w:rsid w:val="00F40402"/>
    <w:rsid w:val="00F42B6E"/>
    <w:rsid w:val="00F45EB5"/>
    <w:rsid w:val="00F612FE"/>
    <w:rsid w:val="00F74495"/>
    <w:rsid w:val="00F80DD6"/>
    <w:rsid w:val="00F90AA3"/>
    <w:rsid w:val="00F92270"/>
    <w:rsid w:val="00F97E71"/>
    <w:rsid w:val="00FA6752"/>
    <w:rsid w:val="00FD5C53"/>
    <w:rsid w:val="00FD6EFE"/>
    <w:rsid w:val="00FE0564"/>
    <w:rsid w:val="00FE3283"/>
    <w:rsid w:val="00FE5027"/>
    <w:rsid w:val="00FF3006"/>
    <w:rsid w:val="00FF316E"/>
    <w:rsid w:val="00FF3A58"/>
    <w:rsid w:val="00FF450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7AD104"/>
  <w15:docId w15:val="{D98E055E-6988-4906-BF32-85FB6A73D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43EF"/>
    <w:pPr>
      <w:spacing w:before="240" w:after="240"/>
      <w:ind w:firstLine="680"/>
      <w:jc w:val="both"/>
    </w:pPr>
    <w:rPr>
      <w:rFonts w:ascii="Amasis30" w:hAnsi="Amasis30"/>
      <w:sz w:val="36"/>
      <w:szCs w:val="24"/>
    </w:rPr>
  </w:style>
  <w:style w:type="paragraph" w:styleId="Titre1">
    <w:name w:val="heading 1"/>
    <w:basedOn w:val="Normal"/>
    <w:next w:val="Normal"/>
    <w:link w:val="Titre1Car"/>
    <w:uiPriority w:val="9"/>
    <w:qFormat/>
    <w:rsid w:val="00ED5349"/>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ED5349"/>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ED5349"/>
    <w:pPr>
      <w:keepNext/>
      <w:suppressAutoHyphens/>
      <w:spacing w:before="480"/>
      <w:ind w:firstLine="0"/>
      <w:jc w:val="center"/>
      <w:outlineLvl w:val="2"/>
    </w:pPr>
    <w:rPr>
      <w:rFonts w:cs="Arial"/>
      <w:b/>
      <w:bCs/>
      <w:sz w:val="40"/>
      <w:szCs w:val="3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840819"/>
    <w:rPr>
      <w:rFonts w:ascii="Amasis30" w:hAnsi="Amasis30"/>
      <w:color w:val="004080"/>
      <w:u w:val="single"/>
    </w:rPr>
  </w:style>
  <w:style w:type="paragraph" w:styleId="Explorateurdedocuments">
    <w:name w:val="Document Map"/>
    <w:basedOn w:val="Normal"/>
    <w:semiHidden/>
    <w:rsid w:val="002A7848"/>
    <w:pPr>
      <w:shd w:val="clear" w:color="auto" w:fill="000080"/>
    </w:pPr>
    <w:rPr>
      <w:rFonts w:ascii="Tahoma" w:hAnsi="Tahoma" w:cs="Tahoma"/>
    </w:rPr>
  </w:style>
  <w:style w:type="paragraph" w:styleId="TM1">
    <w:name w:val="toc 1"/>
    <w:basedOn w:val="Normal"/>
    <w:next w:val="Normal"/>
    <w:autoRedefine/>
    <w:uiPriority w:val="39"/>
    <w:rsid w:val="00367372"/>
    <w:pPr>
      <w:tabs>
        <w:tab w:val="right" w:leader="dot" w:pos="9639"/>
      </w:tabs>
      <w:spacing w:before="180" w:after="180"/>
      <w:ind w:firstLine="0"/>
      <w:jc w:val="left"/>
    </w:pPr>
    <w:rPr>
      <w:bCs/>
      <w:iCs/>
      <w:noProof/>
      <w:color w:val="000080"/>
      <w:szCs w:val="28"/>
    </w:rPr>
  </w:style>
  <w:style w:type="paragraph" w:styleId="En-tte">
    <w:name w:val="header"/>
    <w:basedOn w:val="Normal"/>
    <w:rsid w:val="002A7848"/>
    <w:pPr>
      <w:tabs>
        <w:tab w:val="center" w:pos="4536"/>
        <w:tab w:val="right" w:pos="9072"/>
      </w:tabs>
    </w:pPr>
  </w:style>
  <w:style w:type="paragraph" w:styleId="Pieddepage">
    <w:name w:val="footer"/>
    <w:basedOn w:val="Normal"/>
    <w:rsid w:val="004F0995"/>
    <w:pPr>
      <w:tabs>
        <w:tab w:val="center" w:pos="4536"/>
        <w:tab w:val="right" w:pos="9072"/>
      </w:tabs>
      <w:ind w:firstLine="0"/>
      <w:jc w:val="center"/>
    </w:pPr>
    <w:rPr>
      <w:sz w:val="32"/>
    </w:rPr>
  </w:style>
  <w:style w:type="character" w:styleId="Numrodepage">
    <w:name w:val="page number"/>
    <w:basedOn w:val="Policepardfaut"/>
    <w:rsid w:val="002A7848"/>
  </w:style>
  <w:style w:type="paragraph" w:styleId="TM2">
    <w:name w:val="toc 2"/>
    <w:basedOn w:val="Normal"/>
    <w:next w:val="Normal"/>
    <w:autoRedefine/>
    <w:uiPriority w:val="39"/>
    <w:rsid w:val="00367372"/>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367372"/>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2A7848"/>
    <w:pPr>
      <w:ind w:left="780"/>
    </w:pPr>
  </w:style>
  <w:style w:type="paragraph" w:styleId="TM5">
    <w:name w:val="toc 5"/>
    <w:basedOn w:val="Normal"/>
    <w:next w:val="Normal"/>
    <w:autoRedefine/>
    <w:semiHidden/>
    <w:rsid w:val="002A7848"/>
    <w:pPr>
      <w:ind w:left="1040"/>
    </w:pPr>
  </w:style>
  <w:style w:type="paragraph" w:styleId="TM6">
    <w:name w:val="toc 6"/>
    <w:basedOn w:val="Normal"/>
    <w:next w:val="Normal"/>
    <w:autoRedefine/>
    <w:semiHidden/>
    <w:rsid w:val="002A7848"/>
    <w:pPr>
      <w:ind w:left="1300"/>
    </w:pPr>
  </w:style>
  <w:style w:type="paragraph" w:styleId="TM7">
    <w:name w:val="toc 7"/>
    <w:basedOn w:val="Normal"/>
    <w:next w:val="Normal"/>
    <w:autoRedefine/>
    <w:semiHidden/>
    <w:rsid w:val="002A7848"/>
    <w:pPr>
      <w:ind w:left="1560"/>
    </w:pPr>
  </w:style>
  <w:style w:type="paragraph" w:styleId="TM8">
    <w:name w:val="toc 8"/>
    <w:basedOn w:val="Normal"/>
    <w:next w:val="Normal"/>
    <w:autoRedefine/>
    <w:semiHidden/>
    <w:rsid w:val="002A7848"/>
    <w:pPr>
      <w:ind w:left="1820"/>
    </w:pPr>
  </w:style>
  <w:style w:type="paragraph" w:styleId="TM9">
    <w:name w:val="toc 9"/>
    <w:basedOn w:val="Normal"/>
    <w:next w:val="Normal"/>
    <w:autoRedefine/>
    <w:semiHidden/>
    <w:rsid w:val="002A7848"/>
    <w:pPr>
      <w:ind w:left="2080"/>
    </w:pPr>
  </w:style>
  <w:style w:type="character" w:styleId="Appelnotedebasdep">
    <w:name w:val="footnote reference"/>
    <w:qFormat/>
    <w:rsid w:val="00633842"/>
    <w:rPr>
      <w:rFonts w:ascii="Amasis30" w:hAnsi="Amasis30"/>
      <w:b/>
      <w:sz w:val="36"/>
      <w:vertAlign w:val="superscript"/>
    </w:rPr>
  </w:style>
  <w:style w:type="paragraph" w:styleId="Notedebasdepage">
    <w:name w:val="footnote text"/>
    <w:basedOn w:val="Taille-1Normal"/>
    <w:qFormat/>
    <w:rsid w:val="006F6915"/>
    <w:rPr>
      <w:szCs w:val="30"/>
    </w:rPr>
  </w:style>
  <w:style w:type="paragraph" w:customStyle="1" w:styleId="Auteur">
    <w:name w:val="Auteur"/>
    <w:basedOn w:val="Normal"/>
    <w:rsid w:val="00A87C1E"/>
    <w:pPr>
      <w:spacing w:before="0" w:after="1800"/>
      <w:ind w:right="851" w:firstLine="0"/>
      <w:jc w:val="right"/>
    </w:pPr>
    <w:rPr>
      <w:sz w:val="48"/>
    </w:rPr>
  </w:style>
  <w:style w:type="paragraph" w:customStyle="1" w:styleId="Titrelivre">
    <w:name w:val="Titre_livre"/>
    <w:basedOn w:val="Normal"/>
    <w:rsid w:val="00A87C1E"/>
    <w:pPr>
      <w:spacing w:before="0" w:after="1200"/>
      <w:ind w:left="2268" w:right="851" w:firstLine="0"/>
      <w:jc w:val="right"/>
    </w:pPr>
    <w:rPr>
      <w:b/>
      <w:bCs/>
      <w:sz w:val="72"/>
    </w:rPr>
  </w:style>
  <w:style w:type="paragraph" w:customStyle="1" w:styleId="Soustitrelivre">
    <w:name w:val="Sous_titre_livre"/>
    <w:basedOn w:val="Normal"/>
    <w:rsid w:val="00A87C1E"/>
    <w:pPr>
      <w:spacing w:before="0" w:after="2160"/>
      <w:ind w:left="2268" w:right="851" w:firstLine="0"/>
      <w:jc w:val="right"/>
    </w:pPr>
    <w:rPr>
      <w:bCs/>
      <w:sz w:val="44"/>
      <w:szCs w:val="36"/>
    </w:rPr>
  </w:style>
  <w:style w:type="paragraph" w:customStyle="1" w:styleId="Photoauteur">
    <w:name w:val="Photo_auteur"/>
    <w:basedOn w:val="Normal"/>
    <w:rsid w:val="006F6915"/>
    <w:pPr>
      <w:spacing w:after="1080"/>
      <w:ind w:left="2268" w:firstLine="0"/>
      <w:jc w:val="center"/>
    </w:pPr>
    <w:rPr>
      <w:noProof/>
    </w:rPr>
  </w:style>
  <w:style w:type="paragraph" w:customStyle="1" w:styleId="DateSortie">
    <w:name w:val="Date_Sortie"/>
    <w:basedOn w:val="Normal"/>
    <w:rsid w:val="00A87C1E"/>
    <w:pPr>
      <w:spacing w:before="0" w:after="0"/>
      <w:ind w:right="1418" w:firstLine="0"/>
      <w:jc w:val="right"/>
    </w:pPr>
    <w:rPr>
      <w:bCs/>
      <w:sz w:val="40"/>
    </w:rPr>
  </w:style>
  <w:style w:type="paragraph" w:customStyle="1" w:styleId="Titretablematires">
    <w:name w:val="Titre table matières"/>
    <w:basedOn w:val="Normal"/>
    <w:rsid w:val="007C1C6B"/>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6F6915"/>
    <w:pPr>
      <w:ind w:firstLine="0"/>
      <w:jc w:val="center"/>
    </w:pPr>
    <w:rPr>
      <w:szCs w:val="20"/>
    </w:rPr>
  </w:style>
  <w:style w:type="paragraph" w:customStyle="1" w:styleId="NormalSansIndent">
    <w:name w:val="NormalSansIndent"/>
    <w:basedOn w:val="Normal"/>
    <w:rsid w:val="006F6915"/>
    <w:pPr>
      <w:ind w:firstLine="0"/>
    </w:pPr>
    <w:rPr>
      <w:szCs w:val="20"/>
    </w:rPr>
  </w:style>
  <w:style w:type="paragraph" w:customStyle="1" w:styleId="NormalSolidaire">
    <w:name w:val="NormalSolidaire"/>
    <w:basedOn w:val="Normal"/>
    <w:qFormat/>
    <w:rsid w:val="006F6915"/>
    <w:pPr>
      <w:keepNext/>
    </w:pPr>
  </w:style>
  <w:style w:type="paragraph" w:customStyle="1" w:styleId="NormalSautPageAvant">
    <w:name w:val="NormalSautPageAvant"/>
    <w:basedOn w:val="Normal"/>
    <w:qFormat/>
    <w:rsid w:val="006F6915"/>
    <w:pPr>
      <w:pageBreakBefore/>
    </w:pPr>
  </w:style>
  <w:style w:type="paragraph" w:customStyle="1" w:styleId="NormalEspAvtGrand">
    <w:name w:val="NormalEspAvtGrand"/>
    <w:basedOn w:val="Normal"/>
    <w:rsid w:val="00BE2118"/>
    <w:pPr>
      <w:spacing w:before="1560"/>
    </w:pPr>
    <w:rPr>
      <w:szCs w:val="20"/>
    </w:rPr>
  </w:style>
  <w:style w:type="paragraph" w:customStyle="1" w:styleId="CentrEspAvt0">
    <w:name w:val="CentréEspAvt0"/>
    <w:basedOn w:val="Centr"/>
    <w:next w:val="CentrEspAvt0EspApr0"/>
    <w:rsid w:val="006F6915"/>
    <w:pPr>
      <w:spacing w:before="0"/>
    </w:pPr>
  </w:style>
  <w:style w:type="paragraph" w:customStyle="1" w:styleId="CentrEspApr0">
    <w:name w:val="CentréEspApr0"/>
    <w:basedOn w:val="Centr"/>
    <w:next w:val="Normal"/>
    <w:rsid w:val="006F6915"/>
    <w:pPr>
      <w:spacing w:after="0"/>
    </w:pPr>
  </w:style>
  <w:style w:type="paragraph" w:customStyle="1" w:styleId="CentrEspAvt0EspApr0">
    <w:name w:val="CentréEspAvt0EspApr0"/>
    <w:basedOn w:val="Centr"/>
    <w:rsid w:val="006F6915"/>
    <w:pPr>
      <w:spacing w:before="0" w:after="0"/>
    </w:pPr>
  </w:style>
  <w:style w:type="paragraph" w:customStyle="1" w:styleId="Droite">
    <w:name w:val="Droite"/>
    <w:basedOn w:val="Normal"/>
    <w:next w:val="Normal"/>
    <w:rsid w:val="006F6915"/>
    <w:pPr>
      <w:ind w:firstLine="0"/>
      <w:jc w:val="right"/>
    </w:pPr>
    <w:rPr>
      <w:szCs w:val="20"/>
    </w:rPr>
  </w:style>
  <w:style w:type="paragraph" w:customStyle="1" w:styleId="DroiteRetraitGauche1X">
    <w:name w:val="DroiteRetraitGauche1X"/>
    <w:basedOn w:val="Droite"/>
    <w:next w:val="Normal"/>
    <w:rsid w:val="006F6915"/>
    <w:pPr>
      <w:ind w:left="680"/>
    </w:pPr>
  </w:style>
  <w:style w:type="paragraph" w:customStyle="1" w:styleId="DroiteRetraitGauche2X">
    <w:name w:val="DroiteRetraitGauche2X"/>
    <w:basedOn w:val="Droite"/>
    <w:next w:val="Normal"/>
    <w:rsid w:val="006F6915"/>
    <w:pPr>
      <w:ind w:left="1361"/>
    </w:pPr>
  </w:style>
  <w:style w:type="paragraph" w:customStyle="1" w:styleId="DroiteRetraitGauche3X">
    <w:name w:val="DroiteRetraitGauche3X"/>
    <w:basedOn w:val="Droite"/>
    <w:next w:val="Normal"/>
    <w:rsid w:val="006F6915"/>
    <w:pPr>
      <w:ind w:left="2041"/>
    </w:pPr>
  </w:style>
  <w:style w:type="paragraph" w:customStyle="1" w:styleId="DroiteRetraitGauche4X">
    <w:name w:val="DroiteRetraitGauche4X"/>
    <w:basedOn w:val="Droite"/>
    <w:next w:val="Normal"/>
    <w:rsid w:val="006F6915"/>
    <w:pPr>
      <w:ind w:left="2722"/>
    </w:pPr>
  </w:style>
  <w:style w:type="paragraph" w:customStyle="1" w:styleId="Taille-1Normal">
    <w:name w:val="Taille-1Normal"/>
    <w:basedOn w:val="Normal"/>
    <w:rsid w:val="00ED5349"/>
    <w:rPr>
      <w:sz w:val="32"/>
      <w:szCs w:val="28"/>
    </w:rPr>
  </w:style>
  <w:style w:type="paragraph" w:customStyle="1" w:styleId="Taille-1RetraitGauche1X">
    <w:name w:val="Taille-1RetraitGauche1X"/>
    <w:basedOn w:val="Taille-1Normal"/>
    <w:rsid w:val="006F6915"/>
    <w:pPr>
      <w:ind w:left="680"/>
    </w:pPr>
    <w:rPr>
      <w:szCs w:val="20"/>
    </w:rPr>
  </w:style>
  <w:style w:type="paragraph" w:customStyle="1" w:styleId="Taille-1RetraitGauche2X">
    <w:name w:val="Taille-1RetraitGauche2X"/>
    <w:basedOn w:val="Taille-1Normal"/>
    <w:rsid w:val="006F6915"/>
    <w:pPr>
      <w:ind w:left="1361"/>
    </w:pPr>
    <w:rPr>
      <w:szCs w:val="20"/>
    </w:rPr>
  </w:style>
  <w:style w:type="paragraph" w:customStyle="1" w:styleId="Taille-1RetraitGauche3X">
    <w:name w:val="Taille-1RetraitGauche3X"/>
    <w:basedOn w:val="Taille-1Normal"/>
    <w:rsid w:val="006F6915"/>
    <w:pPr>
      <w:ind w:left="2041"/>
    </w:pPr>
    <w:rPr>
      <w:szCs w:val="20"/>
    </w:rPr>
  </w:style>
  <w:style w:type="paragraph" w:customStyle="1" w:styleId="Taille-1RetraitGauche1XIndent0">
    <w:name w:val="Taille-1RetraitGauche1XIndent0"/>
    <w:basedOn w:val="Taille-1RetraitGauche1X"/>
    <w:rsid w:val="006F6915"/>
    <w:pPr>
      <w:ind w:firstLine="0"/>
    </w:pPr>
  </w:style>
  <w:style w:type="paragraph" w:customStyle="1" w:styleId="Taille-1RetraitGauche2XIndent0">
    <w:name w:val="Taille-1RetraitGauche2XIndent0"/>
    <w:basedOn w:val="Taille-1RetraitGauche2X"/>
    <w:rsid w:val="006F6915"/>
    <w:pPr>
      <w:ind w:firstLine="0"/>
    </w:pPr>
  </w:style>
  <w:style w:type="paragraph" w:customStyle="1" w:styleId="Taille-1RetraitGauche3XIndent0">
    <w:name w:val="Taille-1RetraitGauche3XIndent0"/>
    <w:basedOn w:val="Taille-1RetraitGauche3X"/>
    <w:rsid w:val="006F6915"/>
    <w:pPr>
      <w:ind w:firstLine="0"/>
    </w:pPr>
  </w:style>
  <w:style w:type="paragraph" w:customStyle="1" w:styleId="Taille-1RetraitGauche4XIndent0">
    <w:name w:val="Taille-1RetraitGauche4XIndent0"/>
    <w:basedOn w:val="Taille-1Normal"/>
    <w:rsid w:val="006F6915"/>
    <w:pPr>
      <w:ind w:left="2722" w:firstLine="0"/>
    </w:pPr>
    <w:rPr>
      <w:szCs w:val="20"/>
    </w:rPr>
  </w:style>
  <w:style w:type="paragraph" w:customStyle="1" w:styleId="NormalRetraitGauche1X">
    <w:name w:val="NormalRetraitGauche1X"/>
    <w:basedOn w:val="Normal"/>
    <w:rsid w:val="006F6915"/>
    <w:pPr>
      <w:ind w:left="680"/>
    </w:pPr>
    <w:rPr>
      <w:szCs w:val="20"/>
    </w:rPr>
  </w:style>
  <w:style w:type="paragraph" w:customStyle="1" w:styleId="NormalRetraitGauche2X">
    <w:name w:val="NormalRetraitGauche2X"/>
    <w:basedOn w:val="Normal"/>
    <w:rsid w:val="006F6915"/>
    <w:pPr>
      <w:ind w:left="1361"/>
    </w:pPr>
    <w:rPr>
      <w:szCs w:val="20"/>
    </w:rPr>
  </w:style>
  <w:style w:type="paragraph" w:customStyle="1" w:styleId="NormalRetraitGauche3X">
    <w:name w:val="NormalRetraitGauche3X"/>
    <w:basedOn w:val="Normal"/>
    <w:rsid w:val="006F6915"/>
    <w:pPr>
      <w:ind w:left="2041"/>
    </w:pPr>
    <w:rPr>
      <w:szCs w:val="20"/>
    </w:rPr>
  </w:style>
  <w:style w:type="paragraph" w:customStyle="1" w:styleId="NormalRetraitGauche1XIndent0">
    <w:name w:val="NormalRetraitGauche1XIndent0"/>
    <w:basedOn w:val="NormalRetraitGauche1X"/>
    <w:rsid w:val="006F6915"/>
    <w:pPr>
      <w:ind w:firstLine="0"/>
    </w:pPr>
  </w:style>
  <w:style w:type="paragraph" w:customStyle="1" w:styleId="NormalRetraitGauche2XIndent0">
    <w:name w:val="NormalRetraitGauche2XIndent0"/>
    <w:basedOn w:val="NormalRetraitGauche2X"/>
    <w:rsid w:val="006F6915"/>
    <w:pPr>
      <w:ind w:firstLine="0"/>
    </w:pPr>
  </w:style>
  <w:style w:type="paragraph" w:customStyle="1" w:styleId="NormalRetraitGauche3XIndent0">
    <w:name w:val="NormalRetraitGauche3XIndent0"/>
    <w:basedOn w:val="NormalRetraitGauche3X"/>
    <w:rsid w:val="006F6915"/>
    <w:pPr>
      <w:ind w:firstLine="0"/>
    </w:pPr>
  </w:style>
  <w:style w:type="paragraph" w:customStyle="1" w:styleId="NormalRetraitGauche4XIndent0">
    <w:name w:val="NormalRetraitGauche4XIndent0"/>
    <w:basedOn w:val="Normal"/>
    <w:rsid w:val="006F6915"/>
    <w:pPr>
      <w:ind w:left="2722" w:firstLine="0"/>
    </w:pPr>
    <w:rPr>
      <w:szCs w:val="20"/>
    </w:rPr>
  </w:style>
  <w:style w:type="paragraph" w:styleId="Notedefin">
    <w:name w:val="endnote text"/>
    <w:basedOn w:val="Taille-1Normal"/>
    <w:link w:val="NotedefinCar"/>
    <w:uiPriority w:val="99"/>
    <w:semiHidden/>
    <w:unhideWhenUsed/>
    <w:qFormat/>
    <w:rsid w:val="00B909AE"/>
    <w:rPr>
      <w:szCs w:val="20"/>
    </w:rPr>
  </w:style>
  <w:style w:type="character" w:customStyle="1" w:styleId="NotedefinCar">
    <w:name w:val="Note de fin Car"/>
    <w:link w:val="Notedefin"/>
    <w:uiPriority w:val="99"/>
    <w:semiHidden/>
    <w:rsid w:val="005C4D38"/>
    <w:rPr>
      <w:rFonts w:ascii="Georgia" w:hAnsi="Georgia"/>
      <w:sz w:val="28"/>
    </w:rPr>
  </w:style>
  <w:style w:type="character" w:styleId="Appeldenotedefin">
    <w:name w:val="endnote reference"/>
    <w:uiPriority w:val="99"/>
    <w:unhideWhenUsed/>
    <w:qFormat/>
    <w:rsid w:val="00ED5349"/>
    <w:rPr>
      <w:rFonts w:ascii="Amasis30" w:hAnsi="Amasis30"/>
      <w:b/>
      <w:sz w:val="36"/>
      <w:vertAlign w:val="superscript"/>
    </w:rPr>
  </w:style>
  <w:style w:type="paragraph" w:customStyle="1" w:styleId="NormalSuspendu1X">
    <w:name w:val="NormalSuspendu1X"/>
    <w:basedOn w:val="Normal"/>
    <w:rsid w:val="006F6915"/>
    <w:pPr>
      <w:ind w:left="680" w:hanging="680"/>
    </w:pPr>
    <w:rPr>
      <w:szCs w:val="20"/>
    </w:rPr>
  </w:style>
  <w:style w:type="paragraph" w:customStyle="1" w:styleId="NormalSuspendu1XRetrait1X">
    <w:name w:val="NormalSuspendu1XRetrait1X"/>
    <w:basedOn w:val="Normal"/>
    <w:rsid w:val="006F6915"/>
    <w:pPr>
      <w:ind w:left="1360" w:hanging="680"/>
    </w:pPr>
  </w:style>
  <w:style w:type="paragraph" w:customStyle="1" w:styleId="NormalEspAvt0EspApr0">
    <w:name w:val="NormalEspAvt0EspApr0"/>
    <w:basedOn w:val="Normal"/>
    <w:rsid w:val="006F6915"/>
    <w:pPr>
      <w:spacing w:before="0" w:after="0"/>
    </w:pPr>
    <w:rPr>
      <w:szCs w:val="20"/>
    </w:rPr>
  </w:style>
  <w:style w:type="paragraph" w:customStyle="1" w:styleId="NormalSuspendu1XRetrait2X">
    <w:name w:val="NormalSuspendu1XRetrait2X"/>
    <w:basedOn w:val="Normal"/>
    <w:rsid w:val="006F6915"/>
    <w:pPr>
      <w:ind w:left="2041" w:hanging="680"/>
    </w:pPr>
  </w:style>
  <w:style w:type="paragraph" w:customStyle="1" w:styleId="NormalSuspendu1XRetrait3X">
    <w:name w:val="NormalSuspendu1XRetrait3X"/>
    <w:basedOn w:val="Normal"/>
    <w:rsid w:val="006F6915"/>
    <w:pPr>
      <w:ind w:left="2721" w:hanging="680"/>
    </w:pPr>
    <w:rPr>
      <w:szCs w:val="20"/>
    </w:rPr>
  </w:style>
  <w:style w:type="paragraph" w:customStyle="1" w:styleId="NormalSuspendu1XRetrait4X">
    <w:name w:val="NormalSuspendu1XRetrait4X"/>
    <w:basedOn w:val="Normal"/>
    <w:rsid w:val="006F6915"/>
    <w:pPr>
      <w:ind w:left="3402" w:hanging="680"/>
    </w:pPr>
    <w:rPr>
      <w:szCs w:val="20"/>
    </w:rPr>
  </w:style>
  <w:style w:type="character" w:customStyle="1" w:styleId="Taille-1Caracteres">
    <w:name w:val="Taille-1Caracteres"/>
    <w:qFormat/>
    <w:rsid w:val="00ED5349"/>
    <w:rPr>
      <w:sz w:val="32"/>
      <w:szCs w:val="20"/>
    </w:rPr>
  </w:style>
  <w:style w:type="paragraph" w:customStyle="1" w:styleId="Etoile">
    <w:name w:val="Etoile"/>
    <w:basedOn w:val="Normal"/>
    <w:qFormat/>
    <w:rsid w:val="00F341FE"/>
    <w:pPr>
      <w:spacing w:before="480" w:after="480"/>
      <w:ind w:firstLine="0"/>
      <w:jc w:val="center"/>
    </w:pPr>
    <w:rPr>
      <w:b/>
      <w:sz w:val="40"/>
      <w:szCs w:val="28"/>
    </w:rPr>
  </w:style>
  <w:style w:type="paragraph" w:customStyle="1" w:styleId="Taille-1Suspendu1XRetrait1XEsp0">
    <w:name w:val="Taille-1Suspendu1XRetrait1XEsp0"/>
    <w:basedOn w:val="Taille-1RetraitGauche1X"/>
    <w:qFormat/>
    <w:rsid w:val="006F6915"/>
    <w:pPr>
      <w:spacing w:before="0" w:after="0"/>
      <w:ind w:left="1360" w:hanging="680"/>
    </w:pPr>
  </w:style>
  <w:style w:type="character" w:customStyle="1" w:styleId="Mentionnonrsolue1">
    <w:name w:val="Mention non résolue1"/>
    <w:uiPriority w:val="99"/>
    <w:semiHidden/>
    <w:unhideWhenUsed/>
    <w:rsid w:val="00EE0BEA"/>
    <w:rPr>
      <w:color w:val="605E5C"/>
      <w:shd w:val="clear" w:color="auto" w:fill="E1DFDD"/>
    </w:rPr>
  </w:style>
  <w:style w:type="paragraph" w:customStyle="1" w:styleId="Taille-1Suspendu1XRetrait2XEsp0">
    <w:name w:val="Taille-1Suspendu1XRetrait2XEsp0"/>
    <w:basedOn w:val="Taille-1RetraitGauche2X"/>
    <w:qFormat/>
    <w:rsid w:val="006F6915"/>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6F6915"/>
    <w:pPr>
      <w:spacing w:before="0" w:after="0"/>
    </w:pPr>
  </w:style>
  <w:style w:type="paragraph" w:customStyle="1" w:styleId="NormalSuspendu1XEsp0">
    <w:name w:val="NormalSuspendu1XEsp0"/>
    <w:basedOn w:val="NormalSuspendu1X"/>
    <w:qFormat/>
    <w:rsid w:val="006F6915"/>
    <w:pPr>
      <w:spacing w:before="0" w:after="0"/>
    </w:pPr>
  </w:style>
  <w:style w:type="paragraph" w:customStyle="1" w:styleId="NormalSuspendu1XRetrait2XEsp0">
    <w:name w:val="NormalSuspendu1XRetrait2XEsp0"/>
    <w:basedOn w:val="NormalSuspendu1XRetrait2X"/>
    <w:qFormat/>
    <w:rsid w:val="006F6915"/>
    <w:pPr>
      <w:spacing w:before="0" w:after="0"/>
    </w:pPr>
  </w:style>
  <w:style w:type="paragraph" w:customStyle="1" w:styleId="ParagrapheVideNormal">
    <w:name w:val="ParagrapheVideNormal"/>
    <w:basedOn w:val="Normal"/>
    <w:next w:val="Normal"/>
    <w:qFormat/>
    <w:rsid w:val="006F6915"/>
  </w:style>
  <w:style w:type="paragraph" w:customStyle="1" w:styleId="ParagrapheVideNormal2">
    <w:name w:val="ParagrapheVideNormal2"/>
    <w:basedOn w:val="ParagrapheVideNormal"/>
    <w:next w:val="Normal"/>
    <w:qFormat/>
    <w:rsid w:val="006F6915"/>
  </w:style>
  <w:style w:type="paragraph" w:customStyle="1" w:styleId="Image">
    <w:name w:val="Image"/>
    <w:basedOn w:val="Centr"/>
    <w:next w:val="Normal"/>
    <w:qFormat/>
    <w:rsid w:val="006F6915"/>
  </w:style>
  <w:style w:type="paragraph" w:customStyle="1" w:styleId="msonormal0">
    <w:name w:val="msonormal"/>
    <w:basedOn w:val="Normal"/>
    <w:rsid w:val="00115F49"/>
    <w:pPr>
      <w:spacing w:before="100" w:beforeAutospacing="1" w:after="100" w:afterAutospacing="1"/>
      <w:ind w:firstLine="0"/>
      <w:jc w:val="left"/>
    </w:pPr>
    <w:rPr>
      <w:rFonts w:ascii="Times New Roman" w:hAnsi="Times New Roman"/>
      <w:sz w:val="24"/>
    </w:rPr>
  </w:style>
  <w:style w:type="paragraph" w:customStyle="1" w:styleId="p">
    <w:name w:val="p"/>
    <w:basedOn w:val="Normal"/>
    <w:rsid w:val="00115F49"/>
    <w:pPr>
      <w:spacing w:before="100" w:beforeAutospacing="1" w:after="100" w:afterAutospacing="1"/>
      <w:ind w:firstLine="0"/>
      <w:jc w:val="left"/>
    </w:pPr>
    <w:rPr>
      <w:rFonts w:ascii="Times New Roman" w:hAnsi="Times New Roman"/>
      <w:sz w:val="24"/>
    </w:rPr>
  </w:style>
  <w:style w:type="character" w:customStyle="1" w:styleId="t">
    <w:name w:val="t"/>
    <w:basedOn w:val="Policepardfaut"/>
    <w:rsid w:val="00115F49"/>
  </w:style>
  <w:style w:type="paragraph" w:customStyle="1" w:styleId="p1">
    <w:name w:val="p1"/>
    <w:basedOn w:val="Normal"/>
    <w:rsid w:val="00115F49"/>
    <w:pPr>
      <w:spacing w:before="100" w:beforeAutospacing="1" w:after="100" w:afterAutospacing="1"/>
      <w:ind w:firstLine="0"/>
      <w:jc w:val="left"/>
    </w:pPr>
    <w:rPr>
      <w:rFonts w:ascii="Times New Roman" w:hAnsi="Times New Roman"/>
      <w:sz w:val="24"/>
    </w:rPr>
  </w:style>
  <w:style w:type="character" w:customStyle="1" w:styleId="t1">
    <w:name w:val="t1"/>
    <w:basedOn w:val="Policepardfaut"/>
    <w:rsid w:val="00115F49"/>
  </w:style>
  <w:style w:type="paragraph" w:customStyle="1" w:styleId="p2">
    <w:name w:val="p2"/>
    <w:basedOn w:val="Normal"/>
    <w:rsid w:val="00115F49"/>
    <w:pPr>
      <w:spacing w:before="100" w:beforeAutospacing="1" w:after="100" w:afterAutospacing="1"/>
      <w:ind w:firstLine="0"/>
      <w:jc w:val="left"/>
    </w:pPr>
    <w:rPr>
      <w:rFonts w:ascii="Times New Roman" w:hAnsi="Times New Roman"/>
      <w:sz w:val="24"/>
    </w:rPr>
  </w:style>
  <w:style w:type="paragraph" w:customStyle="1" w:styleId="p3">
    <w:name w:val="p3"/>
    <w:basedOn w:val="Normal"/>
    <w:rsid w:val="00115F49"/>
    <w:pPr>
      <w:spacing w:before="100" w:beforeAutospacing="1" w:after="100" w:afterAutospacing="1"/>
      <w:ind w:firstLine="0"/>
      <w:jc w:val="left"/>
    </w:pPr>
    <w:rPr>
      <w:rFonts w:ascii="Times New Roman" w:hAnsi="Times New Roman"/>
      <w:sz w:val="24"/>
    </w:rPr>
  </w:style>
  <w:style w:type="paragraph" w:customStyle="1" w:styleId="p4">
    <w:name w:val="p4"/>
    <w:basedOn w:val="Normal"/>
    <w:rsid w:val="00115F49"/>
    <w:pPr>
      <w:spacing w:before="100" w:beforeAutospacing="1" w:after="100" w:afterAutospacing="1"/>
      <w:ind w:firstLine="0"/>
      <w:jc w:val="left"/>
    </w:pPr>
    <w:rPr>
      <w:rFonts w:ascii="Times New Roman" w:hAnsi="Times New Roman"/>
      <w:sz w:val="24"/>
    </w:rPr>
  </w:style>
  <w:style w:type="paragraph" w:customStyle="1" w:styleId="p5">
    <w:name w:val="p5"/>
    <w:basedOn w:val="Normal"/>
    <w:rsid w:val="00115F49"/>
    <w:pPr>
      <w:spacing w:before="100" w:beforeAutospacing="1" w:after="100" w:afterAutospacing="1"/>
      <w:ind w:firstLine="0"/>
      <w:jc w:val="left"/>
    </w:pPr>
    <w:rPr>
      <w:rFonts w:ascii="Times New Roman" w:hAnsi="Times New Roman"/>
      <w:sz w:val="24"/>
    </w:rPr>
  </w:style>
  <w:style w:type="paragraph" w:customStyle="1" w:styleId="calibre4">
    <w:name w:val="calibre4"/>
    <w:basedOn w:val="Normal"/>
    <w:rsid w:val="00115F49"/>
    <w:pPr>
      <w:spacing w:before="100" w:beforeAutospacing="1" w:after="100" w:afterAutospacing="1"/>
      <w:ind w:firstLine="0"/>
      <w:jc w:val="left"/>
    </w:pPr>
    <w:rPr>
      <w:rFonts w:ascii="Times New Roman" w:hAnsi="Times New Roman"/>
      <w:sz w:val="24"/>
    </w:rPr>
  </w:style>
  <w:style w:type="character" w:customStyle="1" w:styleId="t2">
    <w:name w:val="t2"/>
    <w:basedOn w:val="Policepardfaut"/>
    <w:rsid w:val="00115F49"/>
  </w:style>
  <w:style w:type="paragraph" w:styleId="Rvision">
    <w:name w:val="Revision"/>
    <w:hidden/>
    <w:uiPriority w:val="99"/>
    <w:semiHidden/>
    <w:rsid w:val="00156736"/>
    <w:rPr>
      <w:rFonts w:ascii="Amasis30" w:hAnsi="Amasis30"/>
      <w:sz w:val="36"/>
      <w:szCs w:val="24"/>
    </w:rPr>
  </w:style>
  <w:style w:type="character" w:customStyle="1" w:styleId="Titre1Car">
    <w:name w:val="Titre 1 Car"/>
    <w:basedOn w:val="Policepardfaut"/>
    <w:link w:val="Titre1"/>
    <w:uiPriority w:val="9"/>
    <w:rsid w:val="001B73FA"/>
    <w:rPr>
      <w:rFonts w:ascii="Amasis30" w:hAnsi="Amasis30" w:cs="Arial"/>
      <w:b/>
      <w:bCs/>
      <w:sz w:val="48"/>
      <w:szCs w:val="44"/>
    </w:rPr>
  </w:style>
  <w:style w:type="paragraph" w:customStyle="1" w:styleId="tauteur">
    <w:name w:val="tauteur"/>
    <w:basedOn w:val="Normal"/>
    <w:rsid w:val="001B73FA"/>
    <w:pPr>
      <w:spacing w:before="100" w:beforeAutospacing="1" w:after="100" w:afterAutospacing="1"/>
      <w:ind w:firstLine="0"/>
      <w:jc w:val="left"/>
    </w:pPr>
    <w:rPr>
      <w:rFonts w:ascii="Times New Roman" w:eastAsiaTheme="minorEastAsia" w:hAnsi="Times New Roman"/>
      <w:sz w:val="24"/>
    </w:rPr>
  </w:style>
  <w:style w:type="paragraph" w:customStyle="1" w:styleId="tlivre">
    <w:name w:val="tlivre"/>
    <w:basedOn w:val="Normal"/>
    <w:rsid w:val="001B73FA"/>
    <w:pPr>
      <w:spacing w:before="100" w:beforeAutospacing="1" w:after="100" w:afterAutospacing="1"/>
      <w:ind w:firstLine="0"/>
      <w:jc w:val="left"/>
    </w:pPr>
    <w:rPr>
      <w:rFonts w:ascii="Times New Roman" w:eastAsiaTheme="minorEastAsia" w:hAnsi="Times New Roman"/>
      <w:sz w:val="24"/>
    </w:rPr>
  </w:style>
  <w:style w:type="paragraph" w:customStyle="1" w:styleId="tpref">
    <w:name w:val="tpref"/>
    <w:basedOn w:val="Normal"/>
    <w:rsid w:val="001B73FA"/>
    <w:pPr>
      <w:spacing w:before="100" w:beforeAutospacing="1" w:after="100" w:afterAutospacing="1"/>
      <w:ind w:firstLine="0"/>
      <w:jc w:val="left"/>
    </w:pPr>
    <w:rPr>
      <w:rFonts w:ascii="Times New Roman" w:eastAsiaTheme="minorEastAsia" w:hAnsi="Times New Roman"/>
      <w:sz w:val="24"/>
    </w:rPr>
  </w:style>
  <w:style w:type="paragraph" w:customStyle="1" w:styleId="copyr">
    <w:name w:val="copyr"/>
    <w:basedOn w:val="Normal"/>
    <w:rsid w:val="001B73FA"/>
    <w:pPr>
      <w:spacing w:before="100" w:beforeAutospacing="1" w:after="100" w:afterAutospacing="1"/>
      <w:ind w:firstLine="0"/>
      <w:jc w:val="left"/>
    </w:pPr>
    <w:rPr>
      <w:rFonts w:ascii="Times New Roman" w:eastAsiaTheme="minorEastAsia" w:hAnsi="Times New Roman"/>
      <w:sz w:val="24"/>
    </w:rPr>
  </w:style>
  <w:style w:type="paragraph" w:customStyle="1" w:styleId="calibre3">
    <w:name w:val="calibre3"/>
    <w:basedOn w:val="Normal"/>
    <w:rsid w:val="001B73FA"/>
    <w:pPr>
      <w:spacing w:before="100" w:beforeAutospacing="1" w:after="100" w:afterAutospacing="1"/>
      <w:ind w:firstLine="0"/>
      <w:jc w:val="left"/>
    </w:pPr>
    <w:rPr>
      <w:rFonts w:ascii="Times New Roman" w:eastAsiaTheme="minorEastAsia" w:hAnsi="Times New Roman"/>
      <w:sz w:val="24"/>
    </w:rPr>
  </w:style>
  <w:style w:type="paragraph" w:customStyle="1" w:styleId="cent">
    <w:name w:val="cent"/>
    <w:basedOn w:val="Normal"/>
    <w:rsid w:val="001B73FA"/>
    <w:pPr>
      <w:spacing w:before="100" w:beforeAutospacing="1" w:after="100" w:afterAutospacing="1"/>
      <w:ind w:firstLine="0"/>
      <w:jc w:val="left"/>
    </w:pPr>
    <w:rPr>
      <w:rFonts w:ascii="Times New Roman" w:eastAsiaTheme="minorEastAsia" w:hAnsi="Times New Roman"/>
      <w:sz w:val="24"/>
    </w:rPr>
  </w:style>
  <w:style w:type="paragraph" w:customStyle="1" w:styleId="findelivre">
    <w:name w:val="findelivre"/>
    <w:basedOn w:val="Normal"/>
    <w:rsid w:val="001B73FA"/>
    <w:pPr>
      <w:spacing w:before="100" w:beforeAutospacing="1" w:after="100" w:afterAutospacing="1"/>
      <w:ind w:firstLine="0"/>
      <w:jc w:val="left"/>
    </w:pPr>
    <w:rPr>
      <w:rFonts w:ascii="Times New Roman" w:eastAsiaTheme="minorEastAsia" w:hAnsi="Times New Roman"/>
      <w:sz w:val="24"/>
    </w:rPr>
  </w:style>
  <w:style w:type="paragraph" w:styleId="Textedebulles">
    <w:name w:val="Balloon Text"/>
    <w:basedOn w:val="Normal"/>
    <w:link w:val="TextedebullesCar"/>
    <w:uiPriority w:val="99"/>
    <w:semiHidden/>
    <w:unhideWhenUsed/>
    <w:rsid w:val="00AA3BAE"/>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A3BAE"/>
    <w:rPr>
      <w:rFonts w:ascii="Tahoma" w:hAnsi="Tahoma" w:cs="Tahoma"/>
      <w:sz w:val="16"/>
      <w:szCs w:val="16"/>
    </w:rPr>
  </w:style>
  <w:style w:type="character" w:styleId="Mentionnonrsolue">
    <w:name w:val="Unresolved Mention"/>
    <w:basedOn w:val="Policepardfaut"/>
    <w:uiPriority w:val="99"/>
    <w:semiHidden/>
    <w:unhideWhenUsed/>
    <w:rsid w:val="00700D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57C07-C343-4191-B0FF-2A7ADE264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5471</TotalTime>
  <Pages>1</Pages>
  <Words>48987</Words>
  <Characters>269432</Characters>
  <Application>Microsoft Office Word</Application>
  <DocSecurity>0</DocSecurity>
  <Lines>2245</Lines>
  <Paragraphs>635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Angelo (Le Cycle du Hussard – II)</vt:lpstr>
      <vt:lpstr>Titre du livre</vt:lpstr>
    </vt:vector>
  </TitlesOfParts>
  <Company>Ebooks libres et gratuits</Company>
  <LinksUpToDate>false</LinksUpToDate>
  <CharactersWithSpaces>317784</CharactersWithSpaces>
  <SharedDoc>false</SharedDoc>
  <HLinks>
    <vt:vector size="36" baseType="variant">
      <vt:variant>
        <vt:i4>2293820</vt:i4>
      </vt:variant>
      <vt:variant>
        <vt:i4>30</vt:i4>
      </vt:variant>
      <vt:variant>
        <vt:i4>0</vt:i4>
      </vt:variant>
      <vt:variant>
        <vt:i4>5</vt:i4>
      </vt:variant>
      <vt:variant>
        <vt:lpwstr>http://www.ebooksgratuits.com/</vt:lpwstr>
      </vt:variant>
      <vt:variant>
        <vt:lpwstr/>
      </vt:variant>
      <vt:variant>
        <vt:i4>2228340</vt:i4>
      </vt:variant>
      <vt:variant>
        <vt:i4>27</vt:i4>
      </vt:variant>
      <vt:variant>
        <vt:i4>0</vt:i4>
      </vt:variant>
      <vt:variant>
        <vt:i4>5</vt:i4>
      </vt:variant>
      <vt:variant>
        <vt:lpwstr>https://groups.google.com/g/ebooksgratuits</vt:lpwstr>
      </vt:variant>
      <vt:variant>
        <vt:lpwstr/>
      </vt:variant>
      <vt:variant>
        <vt:i4>1376311</vt:i4>
      </vt:variant>
      <vt:variant>
        <vt:i4>20</vt:i4>
      </vt:variant>
      <vt:variant>
        <vt:i4>0</vt:i4>
      </vt:variant>
      <vt:variant>
        <vt:i4>5</vt:i4>
      </vt:variant>
      <vt:variant>
        <vt:lpwstr/>
      </vt:variant>
      <vt:variant>
        <vt:lpwstr>_Toc421660465</vt:lpwstr>
      </vt:variant>
      <vt:variant>
        <vt:i4>1376311</vt:i4>
      </vt:variant>
      <vt:variant>
        <vt:i4>14</vt:i4>
      </vt:variant>
      <vt:variant>
        <vt:i4>0</vt:i4>
      </vt:variant>
      <vt:variant>
        <vt:i4>5</vt:i4>
      </vt:variant>
      <vt:variant>
        <vt:lpwstr/>
      </vt:variant>
      <vt:variant>
        <vt:lpwstr>_Toc421660464</vt:lpwstr>
      </vt:variant>
      <vt:variant>
        <vt:i4>1376311</vt:i4>
      </vt:variant>
      <vt:variant>
        <vt:i4>8</vt:i4>
      </vt:variant>
      <vt:variant>
        <vt:i4>0</vt:i4>
      </vt:variant>
      <vt:variant>
        <vt:i4>5</vt:i4>
      </vt:variant>
      <vt:variant>
        <vt:lpwstr/>
      </vt:variant>
      <vt:variant>
        <vt:lpwstr>_Toc421660463</vt:lpwstr>
      </vt:variant>
      <vt:variant>
        <vt:i4>1376311</vt:i4>
      </vt:variant>
      <vt:variant>
        <vt:i4>2</vt:i4>
      </vt:variant>
      <vt:variant>
        <vt:i4>0</vt:i4>
      </vt:variant>
      <vt:variant>
        <vt:i4>5</vt:i4>
      </vt:variant>
      <vt:variant>
        <vt:lpwstr/>
      </vt:variant>
      <vt:variant>
        <vt:lpwstr>_Toc421660462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Angelo (Le Cycle du Hussard – II)</dc:title>
  <dc:subject>Romans</dc:subject>
  <dc:creator>Jean Giono</dc:creator>
  <cp:keywords/>
  <dc:description>Vers 1832, Angelo Pardi, jeune aristocrate carbonaro italien, colonel de hussards, doit fuir son Piémont natal après avoir tué en duel un officier autrichien, le baron Schwartz, pour la cause de son camp.
Il franchit la frontière française, et arrive à Gap. Dans le coupé pour Aix-en-Provence, il fait la connaissance de la marquise Céline de Théus, puis, plus tard, de Pauline et de son mari, de quarante ans plus vieux qu'elle, l'un des chefs des brigands légitimistes de Provence. (Wikipedia)
«Le récit intitulé Angelo n'est pas la suite du Bonheur fou: c'est, au contraire, le début d'une première rédaction du Hussard sur le toit écrite en 1934. On y voit Angelo partir de Turin, s'installer à Aix-en-Provence et rencontrer Pauline avant l'épidémie de choléra. C'est un premier état des caractères.» Jean Giono, Préface de l'édition de 1958.</dc:description>
  <cp:lastModifiedBy>Cool Micro</cp:lastModifiedBy>
  <cp:revision>168</cp:revision>
  <cp:lastPrinted>2025-04-08T15:47:00Z</cp:lastPrinted>
  <dcterms:created xsi:type="dcterms:W3CDTF">2023-12-21T15:51:00Z</dcterms:created>
  <dcterms:modified xsi:type="dcterms:W3CDTF">2025-04-08T15:48:00Z</dcterms:modified>
  <cp:category>Romans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diteur">
    <vt:lpwstr>Ebooks libres et gratuits</vt:lpwstr>
  </property>
</Properties>
</file>