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1A7EB0" w14:textId="1758E9C2" w:rsidR="007A4B5B" w:rsidRPr="00E038F8" w:rsidRDefault="00280FCD" w:rsidP="00280FCD">
      <w:pPr>
        <w:pStyle w:val="Photoauteur"/>
      </w:pPr>
      <w:r>
        <w:drawing>
          <wp:anchor distT="0" distB="0" distL="114300" distR="114300" simplePos="0" relativeHeight="251658240" behindDoc="0" locked="0" layoutInCell="1" allowOverlap="1" wp14:anchorId="1398C2D9" wp14:editId="243D674C">
            <wp:simplePos x="0" y="0"/>
            <wp:positionH relativeFrom="page">
              <wp:posOffset>0</wp:posOffset>
            </wp:positionH>
            <wp:positionV relativeFrom="page">
              <wp:posOffset>0</wp:posOffset>
            </wp:positionV>
            <wp:extent cx="1440180" cy="10692130"/>
            <wp:effectExtent l="0" t="0" r="7620" b="0"/>
            <wp:wrapNone/>
            <wp:docPr id="1470950306"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3A16">
        <w:drawing>
          <wp:inline distT="0" distB="0" distL="0" distR="0" wp14:anchorId="490C67CE" wp14:editId="7BF729BE">
            <wp:extent cx="2557780" cy="361759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7780" cy="3617595"/>
                    </a:xfrm>
                    <a:prstGeom prst="rect">
                      <a:avLst/>
                    </a:prstGeom>
                    <a:noFill/>
                    <a:ln>
                      <a:noFill/>
                    </a:ln>
                  </pic:spPr>
                </pic:pic>
              </a:graphicData>
            </a:graphic>
          </wp:inline>
        </w:drawing>
      </w:r>
    </w:p>
    <w:p w14:paraId="227B07DF" w14:textId="77777777" w:rsidR="007A4B5B" w:rsidRPr="001C43DC" w:rsidRDefault="007A4B5B" w:rsidP="007A4B5B">
      <w:pPr>
        <w:pStyle w:val="Auteur"/>
        <w:spacing w:after="2040"/>
      </w:pPr>
      <w:r w:rsidRPr="001C43DC">
        <w:t>Anton Pavlovitch Tchekhov</w:t>
      </w:r>
    </w:p>
    <w:p w14:paraId="64E9B8FF" w14:textId="77777777" w:rsidR="007A4B5B" w:rsidRDefault="007A4B5B" w:rsidP="007A4B5B">
      <w:pPr>
        <w:pStyle w:val="Titrelivre"/>
        <w:rPr>
          <w:kern w:val="60"/>
        </w:rPr>
      </w:pPr>
      <w:r>
        <w:rPr>
          <w:kern w:val="60"/>
        </w:rPr>
        <w:t xml:space="preserve">LE </w:t>
      </w:r>
      <w:r w:rsidRPr="00FA66B1">
        <w:t>JUBILÉ</w:t>
      </w:r>
    </w:p>
    <w:p w14:paraId="756AF74F" w14:textId="1632E7EC" w:rsidR="007A4B5B" w:rsidRDefault="007A4B5B" w:rsidP="007A4B5B">
      <w:pPr>
        <w:pStyle w:val="Soustitrelivre"/>
      </w:pPr>
      <w:r>
        <w:t>L</w:t>
      </w:r>
      <w:r w:rsidR="00280FCD">
        <w:t>’</w:t>
      </w:r>
      <w:r>
        <w:t>ANNIVERSAIRE DE LA FONDATION</w:t>
      </w:r>
      <w:r>
        <w:br/>
      </w:r>
      <w:r>
        <w:br/>
        <w:t>Farce en un acte</w:t>
      </w:r>
    </w:p>
    <w:p w14:paraId="239E8863" w14:textId="323DE01B" w:rsidR="007A4B5B" w:rsidRDefault="00C7786C" w:rsidP="007A4B5B">
      <w:pPr>
        <w:pStyle w:val="DateSortie"/>
      </w:pPr>
      <w:r>
        <w:t>1891</w:t>
      </w:r>
    </w:p>
    <w:p w14:paraId="08771E22" w14:textId="77777777" w:rsidR="007A4B5B" w:rsidRDefault="007A4B5B" w:rsidP="007A4B5B">
      <w:pPr>
        <w:pStyle w:val="DateSortie"/>
      </w:pPr>
      <w:r w:rsidRPr="00AD32FE">
        <w:rPr>
          <w:bCs w:val="0"/>
        </w:rPr>
        <w:t>Traduit du russe par Denis Roche</w:t>
      </w:r>
    </w:p>
    <w:p w14:paraId="5CCBC35C" w14:textId="77777777" w:rsidR="007A4B5B" w:rsidRPr="00280FCD" w:rsidRDefault="007A4B5B" w:rsidP="00280FCD">
      <w:pPr>
        <w:ind w:left="2340" w:firstLine="0"/>
        <w:jc w:val="center"/>
        <w:sectPr w:rsidR="007A4B5B" w:rsidRPr="00280FCD">
          <w:footerReference w:type="default" r:id="rId10"/>
          <w:pgSz w:w="11906" w:h="16838" w:code="9"/>
          <w:pgMar w:top="0" w:right="0" w:bottom="0" w:left="0" w:header="0" w:footer="0" w:gutter="0"/>
          <w:cols w:space="708"/>
          <w:titlePg/>
          <w:docGrid w:linePitch="360"/>
        </w:sectPr>
      </w:pPr>
    </w:p>
    <w:p w14:paraId="104F4A18" w14:textId="77777777" w:rsidR="007A4B5B" w:rsidRPr="00B647A6" w:rsidRDefault="007A4B5B" w:rsidP="00280FCD">
      <w:pPr>
        <w:pStyle w:val="Titre1"/>
      </w:pPr>
      <w:bookmarkStart w:id="0" w:name="_Toc259190514"/>
      <w:r w:rsidRPr="00B647A6">
        <w:lastRenderedPageBreak/>
        <w:t>PERSONNAGES</w:t>
      </w:r>
      <w:bookmarkEnd w:id="0"/>
      <w:r w:rsidRPr="00B647A6">
        <w:br/>
      </w:r>
    </w:p>
    <w:p w14:paraId="145853E0" w14:textId="77777777" w:rsidR="00280FCD" w:rsidRDefault="007A4B5B" w:rsidP="00280FCD">
      <w:proofErr w:type="spellStart"/>
      <w:r w:rsidRPr="00B647A6">
        <w:rPr>
          <w:bCs/>
        </w:rPr>
        <w:t>CHIPOUTCHINE</w:t>
      </w:r>
      <w:proofErr w:type="spellEnd"/>
      <w:r w:rsidRPr="00B647A6">
        <w:rPr>
          <w:bCs/>
        </w:rPr>
        <w:t xml:space="preserve"> ANDREÏ </w:t>
      </w:r>
      <w:proofErr w:type="spellStart"/>
      <w:r w:rsidRPr="00B647A6">
        <w:rPr>
          <w:bCs/>
        </w:rPr>
        <w:t>ANDRÉÏEVITCH</w:t>
      </w:r>
      <w:proofErr w:type="spellEnd"/>
      <w:r w:rsidR="00280FCD">
        <w:rPr>
          <w:bCs/>
        </w:rPr>
        <w:t xml:space="preserve">, </w:t>
      </w:r>
      <w:r w:rsidRPr="00B647A6">
        <w:rPr>
          <w:bCs/>
        </w:rPr>
        <w:t>président du Conseil d</w:t>
      </w:r>
      <w:r w:rsidR="00280FCD">
        <w:rPr>
          <w:bCs/>
        </w:rPr>
        <w:t>’</w:t>
      </w:r>
      <w:r w:rsidRPr="00B647A6">
        <w:rPr>
          <w:bCs/>
        </w:rPr>
        <w:t>administration de la société du crédit mutuel de N</w:t>
      </w:r>
      <w:r w:rsidR="00280FCD">
        <w:rPr>
          <w:bCs/>
        </w:rPr>
        <w:t>. (</w:t>
      </w:r>
      <w:r w:rsidRPr="00B647A6">
        <w:rPr>
          <w:bCs/>
        </w:rPr>
        <w:t>Pas vieux</w:t>
      </w:r>
      <w:r w:rsidR="00280FCD">
        <w:rPr>
          <w:bCs/>
        </w:rPr>
        <w:t xml:space="preserve"> ; </w:t>
      </w:r>
      <w:r w:rsidRPr="00B647A6">
        <w:rPr>
          <w:bCs/>
        </w:rPr>
        <w:t>monocle</w:t>
      </w:r>
      <w:r w:rsidR="00280FCD">
        <w:rPr>
          <w:bCs/>
        </w:rPr>
        <w:t>.)</w:t>
      </w:r>
    </w:p>
    <w:p w14:paraId="742D41F1" w14:textId="77777777" w:rsidR="00280FCD" w:rsidRDefault="007A4B5B" w:rsidP="00280FCD">
      <w:r w:rsidRPr="00B647A6">
        <w:rPr>
          <w:bCs/>
        </w:rPr>
        <w:t xml:space="preserve">TATIANA </w:t>
      </w:r>
      <w:proofErr w:type="spellStart"/>
      <w:r w:rsidRPr="00B647A6">
        <w:rPr>
          <w:bCs/>
        </w:rPr>
        <w:t>ALEKSÉÏEVNA</w:t>
      </w:r>
      <w:proofErr w:type="spellEnd"/>
      <w:r w:rsidR="00280FCD">
        <w:rPr>
          <w:bCs/>
        </w:rPr>
        <w:t xml:space="preserve">, </w:t>
      </w:r>
      <w:r w:rsidRPr="00B647A6">
        <w:rPr>
          <w:bCs/>
        </w:rPr>
        <w:t>sa femme</w:t>
      </w:r>
      <w:r w:rsidR="00280FCD">
        <w:rPr>
          <w:bCs/>
        </w:rPr>
        <w:t xml:space="preserve">, </w:t>
      </w:r>
      <w:r w:rsidRPr="00B647A6">
        <w:rPr>
          <w:bCs/>
        </w:rPr>
        <w:t>vingt-cinq ans</w:t>
      </w:r>
      <w:r w:rsidR="00280FCD">
        <w:rPr>
          <w:bCs/>
        </w:rPr>
        <w:t>.</w:t>
      </w:r>
    </w:p>
    <w:p w14:paraId="660AED7A" w14:textId="77777777" w:rsidR="00280FCD" w:rsidRDefault="007A4B5B" w:rsidP="00280FCD">
      <w:proofErr w:type="spellStart"/>
      <w:r w:rsidRPr="00B647A6">
        <w:rPr>
          <w:bCs/>
        </w:rPr>
        <w:t>KHIRINE</w:t>
      </w:r>
      <w:proofErr w:type="spellEnd"/>
      <w:r w:rsidRPr="00B647A6">
        <w:rPr>
          <w:bCs/>
        </w:rPr>
        <w:t xml:space="preserve"> </w:t>
      </w:r>
      <w:proofErr w:type="spellStart"/>
      <w:r w:rsidRPr="00B647A6">
        <w:rPr>
          <w:bCs/>
        </w:rPr>
        <w:t>KOUZMA</w:t>
      </w:r>
      <w:proofErr w:type="spellEnd"/>
      <w:r w:rsidRPr="00B647A6">
        <w:rPr>
          <w:bCs/>
        </w:rPr>
        <w:t xml:space="preserve"> </w:t>
      </w:r>
      <w:proofErr w:type="spellStart"/>
      <w:r w:rsidRPr="00B647A6">
        <w:rPr>
          <w:bCs/>
        </w:rPr>
        <w:t>NIKOLAÏEVITCH</w:t>
      </w:r>
      <w:proofErr w:type="spellEnd"/>
      <w:r w:rsidR="00280FCD">
        <w:rPr>
          <w:bCs/>
        </w:rPr>
        <w:t xml:space="preserve">, </w:t>
      </w:r>
      <w:r w:rsidRPr="00B647A6">
        <w:rPr>
          <w:bCs/>
        </w:rPr>
        <w:t>comptable de la banque</w:t>
      </w:r>
      <w:r w:rsidR="00280FCD">
        <w:rPr>
          <w:bCs/>
        </w:rPr>
        <w:t>. (</w:t>
      </w:r>
      <w:r w:rsidRPr="00B647A6">
        <w:rPr>
          <w:bCs/>
        </w:rPr>
        <w:t>Homme âgé</w:t>
      </w:r>
      <w:r w:rsidR="00280FCD">
        <w:rPr>
          <w:bCs/>
        </w:rPr>
        <w:t>.)</w:t>
      </w:r>
    </w:p>
    <w:p w14:paraId="18C47102" w14:textId="77777777" w:rsidR="00280FCD" w:rsidRDefault="007A4B5B" w:rsidP="00280FCD">
      <w:r w:rsidRPr="00B647A6">
        <w:rPr>
          <w:bCs/>
        </w:rPr>
        <w:t xml:space="preserve">MME </w:t>
      </w:r>
      <w:proofErr w:type="spellStart"/>
      <w:r w:rsidRPr="00B647A6">
        <w:rPr>
          <w:bCs/>
        </w:rPr>
        <w:t>MERTCHOUTKINA</w:t>
      </w:r>
      <w:proofErr w:type="spellEnd"/>
      <w:r w:rsidRPr="00B647A6">
        <w:rPr>
          <w:bCs/>
        </w:rPr>
        <w:t xml:space="preserve"> </w:t>
      </w:r>
      <w:proofErr w:type="spellStart"/>
      <w:r w:rsidRPr="00B647A6">
        <w:rPr>
          <w:bCs/>
        </w:rPr>
        <w:t>NASTASSIA</w:t>
      </w:r>
      <w:proofErr w:type="spellEnd"/>
      <w:r w:rsidRPr="00B647A6">
        <w:rPr>
          <w:bCs/>
        </w:rPr>
        <w:t xml:space="preserve"> </w:t>
      </w:r>
      <w:proofErr w:type="spellStart"/>
      <w:r w:rsidRPr="00B647A6">
        <w:rPr>
          <w:bCs/>
        </w:rPr>
        <w:t>FIODOROVNA</w:t>
      </w:r>
      <w:proofErr w:type="spellEnd"/>
      <w:r w:rsidR="00280FCD">
        <w:rPr>
          <w:bCs/>
        </w:rPr>
        <w:t xml:space="preserve">, </w:t>
      </w:r>
      <w:r w:rsidRPr="00B647A6">
        <w:rPr>
          <w:bCs/>
        </w:rPr>
        <w:t>vieille femme en pelisse démodée</w:t>
      </w:r>
      <w:r w:rsidR="00280FCD">
        <w:rPr>
          <w:bCs/>
        </w:rPr>
        <w:t xml:space="preserve"> (</w:t>
      </w:r>
      <w:r w:rsidRPr="00B647A6">
        <w:rPr>
          <w:bCs/>
        </w:rPr>
        <w:t>rotonde</w:t>
      </w:r>
      <w:r w:rsidR="00280FCD">
        <w:rPr>
          <w:bCs/>
        </w:rPr>
        <w:t>).</w:t>
      </w:r>
    </w:p>
    <w:p w14:paraId="24F03BA5" w14:textId="77777777" w:rsidR="00280FCD" w:rsidRDefault="007A4B5B" w:rsidP="00280FCD">
      <w:r w:rsidRPr="00B647A6">
        <w:rPr>
          <w:bCs/>
        </w:rPr>
        <w:t>MEMBRES DU CONSEIL DE LA BANQUE</w:t>
      </w:r>
      <w:r w:rsidR="00280FCD">
        <w:rPr>
          <w:bCs/>
        </w:rPr>
        <w:t xml:space="preserve">, </w:t>
      </w:r>
      <w:r w:rsidRPr="00B647A6">
        <w:rPr>
          <w:bCs/>
        </w:rPr>
        <w:t>EMPLOYÉS DE LA BANQUE</w:t>
      </w:r>
      <w:r w:rsidR="00280FCD">
        <w:rPr>
          <w:bCs/>
        </w:rPr>
        <w:t>.</w:t>
      </w:r>
    </w:p>
    <w:p w14:paraId="67476415" w14:textId="77777777" w:rsidR="00280FCD" w:rsidRDefault="007A4B5B" w:rsidP="00280FCD">
      <w:pPr>
        <w:ind w:firstLine="0"/>
        <w:jc w:val="center"/>
      </w:pPr>
      <w:r w:rsidRPr="00280FCD">
        <w:rPr>
          <w:bCs/>
          <w:i/>
          <w:iCs/>
        </w:rPr>
        <w:t>L</w:t>
      </w:r>
      <w:r w:rsidR="00280FCD" w:rsidRPr="00280FCD">
        <w:rPr>
          <w:bCs/>
          <w:i/>
          <w:iCs/>
        </w:rPr>
        <w:t>’</w:t>
      </w:r>
      <w:r w:rsidRPr="00280FCD">
        <w:rPr>
          <w:bCs/>
          <w:i/>
          <w:iCs/>
        </w:rPr>
        <w:t>action se passe à la banque du crédit mutuel de N</w:t>
      </w:r>
      <w:r w:rsidR="00280FCD" w:rsidRPr="00280FCD">
        <w:rPr>
          <w:bCs/>
          <w:i/>
          <w:iCs/>
        </w:rPr>
        <w:t>.</w:t>
      </w:r>
    </w:p>
    <w:p w14:paraId="3D1C158B" w14:textId="77777777" w:rsidR="00280FCD" w:rsidRDefault="007A4B5B" w:rsidP="00280FCD">
      <w:r w:rsidRPr="000779B2">
        <w:rPr>
          <w:bCs/>
          <w:i/>
        </w:rPr>
        <w:t>Le cabinet du président du Conseil d</w:t>
      </w:r>
      <w:r w:rsidR="00280FCD">
        <w:rPr>
          <w:bCs/>
          <w:i/>
        </w:rPr>
        <w:t>’</w:t>
      </w:r>
      <w:r w:rsidRPr="000779B2">
        <w:rPr>
          <w:bCs/>
          <w:i/>
        </w:rPr>
        <w:t>administration</w:t>
      </w:r>
      <w:r w:rsidR="00280FCD">
        <w:rPr>
          <w:bCs/>
          <w:i/>
        </w:rPr>
        <w:t xml:space="preserve">. </w:t>
      </w:r>
      <w:r w:rsidRPr="000779B2">
        <w:rPr>
          <w:bCs/>
          <w:i/>
        </w:rPr>
        <w:t>À gauche</w:t>
      </w:r>
      <w:r w:rsidR="00280FCD">
        <w:rPr>
          <w:bCs/>
          <w:i/>
        </w:rPr>
        <w:t xml:space="preserve">, </w:t>
      </w:r>
      <w:r w:rsidRPr="000779B2">
        <w:rPr>
          <w:bCs/>
          <w:i/>
        </w:rPr>
        <w:t>porte donnant dans les bureaux de la banque</w:t>
      </w:r>
      <w:r w:rsidR="00280FCD">
        <w:rPr>
          <w:bCs/>
          <w:i/>
        </w:rPr>
        <w:t xml:space="preserve">. </w:t>
      </w:r>
      <w:r w:rsidRPr="000779B2">
        <w:rPr>
          <w:bCs/>
          <w:i/>
        </w:rPr>
        <w:t>Deux tables à écrire</w:t>
      </w:r>
      <w:r w:rsidR="00280FCD">
        <w:rPr>
          <w:bCs/>
          <w:i/>
        </w:rPr>
        <w:t xml:space="preserve">. </w:t>
      </w:r>
      <w:r w:rsidRPr="000779B2">
        <w:rPr>
          <w:bCs/>
          <w:i/>
        </w:rPr>
        <w:t>Luxe prétentieux</w:t>
      </w:r>
      <w:r w:rsidR="00280FCD">
        <w:rPr>
          <w:bCs/>
          <w:i/>
        </w:rPr>
        <w:t xml:space="preserve"> ; </w:t>
      </w:r>
      <w:r w:rsidRPr="000779B2">
        <w:rPr>
          <w:bCs/>
          <w:i/>
        </w:rPr>
        <w:t>meubles de velours</w:t>
      </w:r>
      <w:r w:rsidR="00280FCD">
        <w:rPr>
          <w:bCs/>
          <w:i/>
        </w:rPr>
        <w:t xml:space="preserve"> ; </w:t>
      </w:r>
      <w:r w:rsidRPr="000779B2">
        <w:rPr>
          <w:bCs/>
          <w:i/>
        </w:rPr>
        <w:t>fleurs</w:t>
      </w:r>
      <w:r w:rsidR="00280FCD">
        <w:rPr>
          <w:bCs/>
          <w:i/>
        </w:rPr>
        <w:t xml:space="preserve">, </w:t>
      </w:r>
      <w:r w:rsidRPr="000779B2">
        <w:rPr>
          <w:bCs/>
          <w:i/>
        </w:rPr>
        <w:t>st</w:t>
      </w:r>
      <w:r w:rsidRPr="000779B2">
        <w:rPr>
          <w:bCs/>
          <w:i/>
        </w:rPr>
        <w:t>a</w:t>
      </w:r>
      <w:r w:rsidRPr="000779B2">
        <w:rPr>
          <w:bCs/>
          <w:i/>
        </w:rPr>
        <w:t>tues</w:t>
      </w:r>
      <w:r w:rsidR="00280FCD">
        <w:rPr>
          <w:bCs/>
          <w:i/>
        </w:rPr>
        <w:t xml:space="preserve">, </w:t>
      </w:r>
      <w:r w:rsidRPr="000779B2">
        <w:rPr>
          <w:bCs/>
          <w:i/>
        </w:rPr>
        <w:t>tapis</w:t>
      </w:r>
      <w:r w:rsidR="00280FCD">
        <w:rPr>
          <w:bCs/>
          <w:i/>
        </w:rPr>
        <w:t xml:space="preserve">, </w:t>
      </w:r>
      <w:r w:rsidRPr="000779B2">
        <w:rPr>
          <w:bCs/>
          <w:i/>
        </w:rPr>
        <w:t>téléphone</w:t>
      </w:r>
      <w:r w:rsidR="00280FCD">
        <w:rPr>
          <w:bCs/>
          <w:i/>
        </w:rPr>
        <w:t>.</w:t>
      </w:r>
    </w:p>
    <w:p w14:paraId="57138F49" w14:textId="77777777" w:rsidR="00280FCD" w:rsidRDefault="007A4B5B" w:rsidP="00280FCD">
      <w:r w:rsidRPr="000779B2">
        <w:rPr>
          <w:bCs/>
          <w:i/>
        </w:rPr>
        <w:t>Midi</w:t>
      </w:r>
      <w:r w:rsidR="00280FCD">
        <w:rPr>
          <w:bCs/>
          <w:i/>
        </w:rPr>
        <w:t>.</w:t>
      </w:r>
    </w:p>
    <w:p w14:paraId="7B4FFC97" w14:textId="77777777" w:rsidR="00280FCD" w:rsidRDefault="00280FCD" w:rsidP="00280FCD">
      <w:r>
        <w:t> </w:t>
      </w:r>
    </w:p>
    <w:p w14:paraId="7D0F476C" w14:textId="1DAC3A0C" w:rsidR="004168C5" w:rsidRDefault="004168C5" w:rsidP="00280FCD">
      <w:r>
        <w:t> </w:t>
      </w:r>
    </w:p>
    <w:p w14:paraId="7D0F476C" w14:textId="1DAC3A0C" w:rsidR="00280FCD" w:rsidRDefault="007A4B5B" w:rsidP="00280FCD">
      <w:proofErr w:type="spellStart"/>
      <w:r w:rsidRPr="00B647A6">
        <w:rPr>
          <w:bCs/>
        </w:rPr>
        <w:t>KHIRINE</w:t>
      </w:r>
      <w:proofErr w:type="spellEnd"/>
      <w:r w:rsidR="00280FCD">
        <w:rPr>
          <w:bCs/>
        </w:rPr>
        <w:t xml:space="preserve">, </w:t>
      </w:r>
      <w:r w:rsidRPr="00B647A6">
        <w:rPr>
          <w:bCs/>
          <w:i/>
          <w:iCs/>
        </w:rPr>
        <w:t>il a des bottes de feutre</w:t>
      </w:r>
      <w:r w:rsidR="00280FCD">
        <w:rPr>
          <w:bCs/>
          <w:i/>
          <w:iCs/>
        </w:rPr>
        <w:t xml:space="preserve">. </w:t>
      </w:r>
      <w:r w:rsidRPr="00B647A6">
        <w:rPr>
          <w:bCs/>
          <w:i/>
          <w:iCs/>
        </w:rPr>
        <w:t>Il est seul</w:t>
      </w:r>
      <w:r w:rsidR="00280FCD">
        <w:rPr>
          <w:bCs/>
          <w:i/>
          <w:iCs/>
        </w:rPr>
        <w:t xml:space="preserve">. </w:t>
      </w:r>
      <w:r w:rsidRPr="00B647A6">
        <w:rPr>
          <w:bCs/>
          <w:i/>
          <w:iCs/>
        </w:rPr>
        <w:t>Il crie d</w:t>
      </w:r>
      <w:r w:rsidRPr="00B647A6">
        <w:rPr>
          <w:bCs/>
          <w:i/>
          <w:iCs/>
        </w:rPr>
        <w:t>e</w:t>
      </w:r>
      <w:r w:rsidRPr="00B647A6">
        <w:rPr>
          <w:bCs/>
          <w:i/>
          <w:iCs/>
        </w:rPr>
        <w:t>puis le seuil</w:t>
      </w:r>
      <w:r w:rsidR="00280FCD">
        <w:rPr>
          <w:bCs/>
          <w:i/>
          <w:iCs/>
        </w:rPr>
        <w:t xml:space="preserve">. </w:t>
      </w:r>
      <w:r w:rsidR="00280FCD">
        <w:t xml:space="preserve">– </w:t>
      </w:r>
      <w:r w:rsidRPr="00B647A6">
        <w:t>Envoyez prendre à la pharmacie pour quinze k</w:t>
      </w:r>
      <w:r w:rsidRPr="00B647A6">
        <w:t>o</w:t>
      </w:r>
      <w:r w:rsidRPr="00B647A6">
        <w:t>pecks de gouttes de valériane et faites apporter l</w:t>
      </w:r>
      <w:r w:rsidR="00280FCD">
        <w:t>’</w:t>
      </w:r>
      <w:r w:rsidRPr="00B647A6">
        <w:t>eau fraîche au cabinet du directeur</w:t>
      </w:r>
      <w:r w:rsidR="00280FCD">
        <w:t xml:space="preserve">. </w:t>
      </w:r>
      <w:r w:rsidRPr="00B647A6">
        <w:t>Il faut vous le répéter cent fois</w:t>
      </w:r>
      <w:r w:rsidR="00280FCD">
        <w:t> ! (</w:t>
      </w:r>
      <w:r w:rsidRPr="00B647A6">
        <w:rPr>
          <w:i/>
        </w:rPr>
        <w:t>Il</w:t>
      </w:r>
      <w:r w:rsidRPr="00B647A6">
        <w:t xml:space="preserve"> </w:t>
      </w:r>
      <w:r w:rsidRPr="00B647A6">
        <w:rPr>
          <w:bCs/>
          <w:i/>
          <w:iCs/>
        </w:rPr>
        <w:t xml:space="preserve">va </w:t>
      </w:r>
      <w:r w:rsidRPr="00B647A6">
        <w:rPr>
          <w:bCs/>
          <w:i/>
          <w:iCs/>
        </w:rPr>
        <w:lastRenderedPageBreak/>
        <w:t>à sa table</w:t>
      </w:r>
      <w:r w:rsidR="00280FCD">
        <w:rPr>
          <w:bCs/>
          <w:i/>
          <w:iCs/>
        </w:rPr>
        <w:t xml:space="preserve">.) </w:t>
      </w:r>
      <w:r w:rsidRPr="00B647A6">
        <w:t>Je suis mort de fatigue</w:t>
      </w:r>
      <w:r w:rsidR="00280FCD">
        <w:t xml:space="preserve">. </w:t>
      </w:r>
      <w:r w:rsidRPr="00B647A6">
        <w:t>J</w:t>
      </w:r>
      <w:r w:rsidR="00280FCD">
        <w:t>’</w:t>
      </w:r>
      <w:r w:rsidRPr="00B647A6">
        <w:t>écris depuis quatre jours</w:t>
      </w:r>
      <w:r w:rsidR="00280FCD">
        <w:t xml:space="preserve">, </w:t>
      </w:r>
      <w:r w:rsidRPr="00B647A6">
        <w:t>sans fermer l</w:t>
      </w:r>
      <w:r w:rsidR="00280FCD">
        <w:t>’</w:t>
      </w:r>
      <w:r w:rsidRPr="00B647A6">
        <w:t>œil</w:t>
      </w:r>
      <w:r w:rsidR="00280FCD">
        <w:t xml:space="preserve">. </w:t>
      </w:r>
      <w:r w:rsidRPr="00B647A6">
        <w:t>Du matin au soir</w:t>
      </w:r>
      <w:r w:rsidR="00280FCD">
        <w:t xml:space="preserve">, </w:t>
      </w:r>
      <w:r w:rsidRPr="00B647A6">
        <w:t>j</w:t>
      </w:r>
      <w:r w:rsidR="00280FCD">
        <w:t>’</w:t>
      </w:r>
      <w:r w:rsidRPr="00B647A6">
        <w:t>écris ici</w:t>
      </w:r>
      <w:r w:rsidR="00280FCD">
        <w:t xml:space="preserve">, </w:t>
      </w:r>
      <w:r w:rsidRPr="00B647A6">
        <w:t>et</w:t>
      </w:r>
      <w:r w:rsidR="00280FCD">
        <w:t xml:space="preserve">, </w:t>
      </w:r>
      <w:r w:rsidRPr="00B647A6">
        <w:t>du soir au matin</w:t>
      </w:r>
      <w:r w:rsidR="00280FCD">
        <w:t xml:space="preserve">, </w:t>
      </w:r>
      <w:r w:rsidRPr="00B647A6">
        <w:t>je cont</w:t>
      </w:r>
      <w:r w:rsidRPr="00B647A6">
        <w:t>i</w:t>
      </w:r>
      <w:r w:rsidRPr="00B647A6">
        <w:t>nue à la maison</w:t>
      </w:r>
      <w:r w:rsidR="00280FCD">
        <w:t xml:space="preserve">. </w:t>
      </w:r>
      <w:r w:rsidR="00280FCD">
        <w:rPr>
          <w:bCs/>
          <w:i/>
          <w:iCs/>
        </w:rPr>
        <w:t>(</w:t>
      </w:r>
      <w:r w:rsidRPr="00B647A6">
        <w:rPr>
          <w:bCs/>
          <w:i/>
          <w:iCs/>
        </w:rPr>
        <w:t>Il tousse</w:t>
      </w:r>
      <w:r w:rsidR="00280FCD">
        <w:rPr>
          <w:bCs/>
          <w:i/>
          <w:iCs/>
        </w:rPr>
        <w:t xml:space="preserve">.) </w:t>
      </w:r>
      <w:r w:rsidRPr="00B647A6">
        <w:t>Avec cela</w:t>
      </w:r>
      <w:r w:rsidR="00280FCD">
        <w:t xml:space="preserve">, </w:t>
      </w:r>
      <w:r w:rsidRPr="00B647A6">
        <w:t>j</w:t>
      </w:r>
      <w:r w:rsidR="00280FCD">
        <w:t>’</w:t>
      </w:r>
      <w:r w:rsidRPr="00B647A6">
        <w:t>ai une inflamm</w:t>
      </w:r>
      <w:r w:rsidRPr="00B647A6">
        <w:t>a</w:t>
      </w:r>
      <w:r w:rsidRPr="00B647A6">
        <w:t>tion dans tout le corps</w:t>
      </w:r>
      <w:r w:rsidR="00280FCD">
        <w:t xml:space="preserve">. </w:t>
      </w:r>
      <w:r w:rsidRPr="00B647A6">
        <w:t>Frissons</w:t>
      </w:r>
      <w:r w:rsidR="00280FCD">
        <w:t xml:space="preserve">, </w:t>
      </w:r>
      <w:r w:rsidRPr="00B647A6">
        <w:t>température</w:t>
      </w:r>
      <w:r w:rsidR="00280FCD">
        <w:t xml:space="preserve">, </w:t>
      </w:r>
      <w:r w:rsidRPr="00B647A6">
        <w:t>toux</w:t>
      </w:r>
      <w:r w:rsidR="00280FCD">
        <w:t xml:space="preserve">, </w:t>
      </w:r>
      <w:r w:rsidRPr="00B647A6">
        <w:t>douleurs dans les jambes</w:t>
      </w:r>
      <w:r w:rsidR="00280FCD">
        <w:t xml:space="preserve"> ; </w:t>
      </w:r>
      <w:r w:rsidRPr="00B647A6">
        <w:t>et</w:t>
      </w:r>
      <w:r w:rsidR="00280FCD">
        <w:t xml:space="preserve">, </w:t>
      </w:r>
      <w:r w:rsidRPr="00B647A6">
        <w:t>dans les yeux</w:t>
      </w:r>
      <w:r w:rsidR="00280FCD">
        <w:t xml:space="preserve">, </w:t>
      </w:r>
      <w:r w:rsidRPr="00B647A6">
        <w:t>comme des points d</w:t>
      </w:r>
      <w:r w:rsidR="00280FCD">
        <w:t>’</w:t>
      </w:r>
      <w:r w:rsidRPr="00B647A6">
        <w:t>exclamation</w:t>
      </w:r>
      <w:r w:rsidR="00280FCD">
        <w:t>. (</w:t>
      </w:r>
      <w:r w:rsidRPr="00B647A6">
        <w:rPr>
          <w:i/>
        </w:rPr>
        <w:t>Il</w:t>
      </w:r>
      <w:r w:rsidRPr="00B647A6">
        <w:t xml:space="preserve"> </w:t>
      </w:r>
      <w:r w:rsidRPr="00B647A6">
        <w:rPr>
          <w:bCs/>
          <w:i/>
          <w:iCs/>
        </w:rPr>
        <w:t>s</w:t>
      </w:r>
      <w:r w:rsidR="00280FCD">
        <w:rPr>
          <w:bCs/>
          <w:i/>
          <w:iCs/>
        </w:rPr>
        <w:t>’</w:t>
      </w:r>
      <w:r w:rsidRPr="00B647A6">
        <w:rPr>
          <w:bCs/>
          <w:i/>
          <w:iCs/>
        </w:rPr>
        <w:t>assied</w:t>
      </w:r>
      <w:r w:rsidR="00280FCD">
        <w:rPr>
          <w:bCs/>
          <w:i/>
          <w:iCs/>
        </w:rPr>
        <w:t xml:space="preserve">.) </w:t>
      </w:r>
      <w:r w:rsidRPr="00B647A6">
        <w:t>Ce poseur</w:t>
      </w:r>
      <w:r w:rsidR="00280FCD">
        <w:t xml:space="preserve">, </w:t>
      </w:r>
      <w:r w:rsidRPr="00B647A6">
        <w:t>notre misérable prés</w:t>
      </w:r>
      <w:r w:rsidRPr="00B647A6">
        <w:t>i</w:t>
      </w:r>
      <w:r w:rsidRPr="00B647A6">
        <w:t>dent d</w:t>
      </w:r>
      <w:r w:rsidR="00280FCD">
        <w:t>’</w:t>
      </w:r>
      <w:r w:rsidRPr="00B647A6">
        <w:t>administration</w:t>
      </w:r>
      <w:r w:rsidR="00280FCD">
        <w:t xml:space="preserve">, </w:t>
      </w:r>
      <w:r w:rsidRPr="00B647A6">
        <w:t>doit lire aujourd</w:t>
      </w:r>
      <w:r w:rsidR="00280FCD">
        <w:t>’</w:t>
      </w:r>
      <w:r w:rsidRPr="00B647A6">
        <w:t>hui à l</w:t>
      </w:r>
      <w:r w:rsidR="00280FCD">
        <w:t>’</w:t>
      </w:r>
      <w:r w:rsidRPr="00B647A6">
        <w:t>Assemblée gén</w:t>
      </w:r>
      <w:r w:rsidRPr="00B647A6">
        <w:t>é</w:t>
      </w:r>
      <w:r w:rsidRPr="00B647A6">
        <w:t>rale un compte rendu sous le titre</w:t>
      </w:r>
      <w:r w:rsidR="00280FCD">
        <w:t xml:space="preserve"> : </w:t>
      </w:r>
      <w:r w:rsidRPr="00B647A6">
        <w:rPr>
          <w:bCs/>
          <w:i/>
          <w:iCs/>
        </w:rPr>
        <w:t>Notre banque dans le pr</w:t>
      </w:r>
      <w:r w:rsidRPr="00B647A6">
        <w:rPr>
          <w:bCs/>
          <w:i/>
          <w:iCs/>
        </w:rPr>
        <w:t>é</w:t>
      </w:r>
      <w:r w:rsidRPr="00B647A6">
        <w:rPr>
          <w:bCs/>
          <w:i/>
          <w:iCs/>
        </w:rPr>
        <w:t>sent et dans l</w:t>
      </w:r>
      <w:r w:rsidR="00280FCD">
        <w:rPr>
          <w:bCs/>
          <w:i/>
          <w:iCs/>
        </w:rPr>
        <w:t>’</w:t>
      </w:r>
      <w:r w:rsidRPr="00B647A6">
        <w:rPr>
          <w:bCs/>
          <w:i/>
          <w:iCs/>
        </w:rPr>
        <w:t>avenir</w:t>
      </w:r>
      <w:r w:rsidR="00280FCD">
        <w:rPr>
          <w:bCs/>
          <w:i/>
          <w:iCs/>
        </w:rPr>
        <w:t xml:space="preserve">. </w:t>
      </w:r>
      <w:r w:rsidRPr="00B647A6">
        <w:t>Quel Gambetta</w:t>
      </w:r>
      <w:r w:rsidR="00280FCD">
        <w:t xml:space="preserve">, </w:t>
      </w:r>
      <w:r w:rsidRPr="00B647A6">
        <w:t>dites un peu</w:t>
      </w:r>
      <w:r w:rsidR="00280FCD">
        <w:t xml:space="preserve"> !… </w:t>
      </w:r>
      <w:r w:rsidR="00280FCD">
        <w:rPr>
          <w:bCs/>
          <w:i/>
          <w:iCs/>
        </w:rPr>
        <w:t>(</w:t>
      </w:r>
      <w:r w:rsidRPr="00B647A6">
        <w:rPr>
          <w:bCs/>
          <w:i/>
          <w:iCs/>
        </w:rPr>
        <w:t>Il écrit</w:t>
      </w:r>
      <w:r w:rsidR="00280FCD">
        <w:rPr>
          <w:bCs/>
          <w:i/>
          <w:iCs/>
        </w:rPr>
        <w:t xml:space="preserve">.) </w:t>
      </w:r>
      <w:r w:rsidRPr="00B647A6">
        <w:t>Deux</w:t>
      </w:r>
      <w:r w:rsidR="00280FCD">
        <w:t xml:space="preserve">… </w:t>
      </w:r>
      <w:r w:rsidRPr="00B647A6">
        <w:t>un</w:t>
      </w:r>
      <w:r w:rsidR="00280FCD">
        <w:t xml:space="preserve">… </w:t>
      </w:r>
      <w:r w:rsidRPr="00B647A6">
        <w:t>un</w:t>
      </w:r>
      <w:r w:rsidR="00280FCD">
        <w:t xml:space="preserve">… </w:t>
      </w:r>
      <w:r w:rsidRPr="00B647A6">
        <w:t>six</w:t>
      </w:r>
      <w:r w:rsidR="00280FCD">
        <w:t xml:space="preserve">… </w:t>
      </w:r>
      <w:r w:rsidRPr="00B647A6">
        <w:t>zéro</w:t>
      </w:r>
      <w:r w:rsidR="00280FCD">
        <w:t xml:space="preserve">… </w:t>
      </w:r>
      <w:r w:rsidRPr="00B647A6">
        <w:t>sept</w:t>
      </w:r>
      <w:r w:rsidR="00280FCD">
        <w:t xml:space="preserve">… </w:t>
      </w:r>
      <w:r w:rsidRPr="00B647A6">
        <w:t>Puis</w:t>
      </w:r>
      <w:r w:rsidR="00280FCD">
        <w:t xml:space="preserve">, </w:t>
      </w:r>
      <w:r w:rsidRPr="00B647A6">
        <w:t>six</w:t>
      </w:r>
      <w:r w:rsidR="00280FCD">
        <w:t xml:space="preserve">… </w:t>
      </w:r>
      <w:r w:rsidRPr="00B647A6">
        <w:t>zéro</w:t>
      </w:r>
      <w:r w:rsidR="00280FCD">
        <w:t xml:space="preserve">… </w:t>
      </w:r>
      <w:r w:rsidRPr="00B647A6">
        <w:t>un</w:t>
      </w:r>
      <w:r w:rsidR="00280FCD">
        <w:t xml:space="preserve">… </w:t>
      </w:r>
      <w:r w:rsidRPr="00B647A6">
        <w:t>six</w:t>
      </w:r>
      <w:r w:rsidR="00280FCD">
        <w:t xml:space="preserve">… </w:t>
      </w:r>
      <w:r w:rsidRPr="00B647A6">
        <w:t>Il veut jeter de la poudre aux yeux et</w:t>
      </w:r>
      <w:r w:rsidR="00280FCD">
        <w:t xml:space="preserve">, </w:t>
      </w:r>
      <w:r w:rsidRPr="00B647A6">
        <w:t>moi</w:t>
      </w:r>
      <w:r w:rsidR="00280FCD">
        <w:t xml:space="preserve">, </w:t>
      </w:r>
      <w:r w:rsidRPr="00B647A6">
        <w:t>il faut que je reste a</w:t>
      </w:r>
      <w:r w:rsidRPr="00B647A6">
        <w:t>s</w:t>
      </w:r>
      <w:r w:rsidRPr="00B647A6">
        <w:t>sis à travailler pour lui comme un forçat</w:t>
      </w:r>
      <w:r w:rsidR="00280FCD">
        <w:t xml:space="preserve"> !… </w:t>
      </w:r>
      <w:r w:rsidRPr="00B647A6">
        <w:t>Il n</w:t>
      </w:r>
      <w:r w:rsidR="00280FCD">
        <w:t>’</w:t>
      </w:r>
      <w:r w:rsidRPr="00B647A6">
        <w:t>a fourré dans son compte rendu que de la poésie</w:t>
      </w:r>
      <w:r w:rsidR="00280FCD">
        <w:t xml:space="preserve">, </w:t>
      </w:r>
      <w:r w:rsidRPr="00B647A6">
        <w:t>rien de plus</w:t>
      </w:r>
      <w:r w:rsidR="00280FCD">
        <w:t xml:space="preserve"> ; </w:t>
      </w:r>
      <w:r w:rsidRPr="00B647A6">
        <w:t>et moi</w:t>
      </w:r>
      <w:r w:rsidR="00280FCD">
        <w:t xml:space="preserve">, </w:t>
      </w:r>
      <w:r w:rsidRPr="00B647A6">
        <w:t>tout le long du jour</w:t>
      </w:r>
      <w:r w:rsidR="00280FCD">
        <w:t xml:space="preserve">, </w:t>
      </w:r>
      <w:r w:rsidRPr="00B647A6">
        <w:t>il faut que je compte au boulier</w:t>
      </w:r>
      <w:r w:rsidR="00280FCD">
        <w:t xml:space="preserve">. </w:t>
      </w:r>
      <w:r w:rsidRPr="00B647A6">
        <w:t>Que le diable ait son âme</w:t>
      </w:r>
      <w:r w:rsidR="00280FCD">
        <w:t> !… (</w:t>
      </w:r>
      <w:r w:rsidRPr="00B647A6">
        <w:rPr>
          <w:i/>
        </w:rPr>
        <w:t>Il</w:t>
      </w:r>
      <w:r w:rsidRPr="00B647A6">
        <w:t xml:space="preserve"> </w:t>
      </w:r>
      <w:r w:rsidRPr="00B647A6">
        <w:rPr>
          <w:bCs/>
          <w:i/>
          <w:iCs/>
        </w:rPr>
        <w:t>compte au boulier</w:t>
      </w:r>
      <w:r w:rsidR="00280FCD">
        <w:rPr>
          <w:bCs/>
          <w:i/>
          <w:iCs/>
        </w:rPr>
        <w:t xml:space="preserve">.) </w:t>
      </w:r>
      <w:r w:rsidRPr="00B647A6">
        <w:t>Je ne peux pas le sentir</w:t>
      </w:r>
      <w:r w:rsidR="00280FCD">
        <w:t> ! (</w:t>
      </w:r>
      <w:r w:rsidRPr="00B647A6">
        <w:rPr>
          <w:i/>
        </w:rPr>
        <w:t>Il</w:t>
      </w:r>
      <w:r w:rsidRPr="00B647A6">
        <w:t xml:space="preserve"> </w:t>
      </w:r>
      <w:r w:rsidRPr="00B647A6">
        <w:rPr>
          <w:bCs/>
          <w:i/>
          <w:iCs/>
        </w:rPr>
        <w:t>écrit</w:t>
      </w:r>
      <w:r w:rsidR="00280FCD">
        <w:rPr>
          <w:bCs/>
          <w:i/>
          <w:iCs/>
        </w:rPr>
        <w:t xml:space="preserve">.) </w:t>
      </w:r>
      <w:r w:rsidRPr="00B647A6">
        <w:t>Donc</w:t>
      </w:r>
      <w:r w:rsidR="00280FCD">
        <w:t xml:space="preserve"> : </w:t>
      </w:r>
      <w:r w:rsidRPr="00B647A6">
        <w:t>un</w:t>
      </w:r>
      <w:r w:rsidR="00280FCD">
        <w:t xml:space="preserve">… </w:t>
      </w:r>
      <w:r w:rsidRPr="00B647A6">
        <w:t>trois</w:t>
      </w:r>
      <w:r w:rsidR="00280FCD">
        <w:t xml:space="preserve">… </w:t>
      </w:r>
      <w:r w:rsidRPr="00B647A6">
        <w:t>sept</w:t>
      </w:r>
      <w:r w:rsidR="00280FCD">
        <w:t xml:space="preserve">… </w:t>
      </w:r>
      <w:r w:rsidRPr="00B647A6">
        <w:t>deux</w:t>
      </w:r>
      <w:r w:rsidR="00280FCD">
        <w:t xml:space="preserve">… </w:t>
      </w:r>
      <w:r w:rsidRPr="00B647A6">
        <w:t>un</w:t>
      </w:r>
      <w:r w:rsidR="00280FCD">
        <w:t xml:space="preserve">… </w:t>
      </w:r>
      <w:r w:rsidRPr="00B647A6">
        <w:t>zéro</w:t>
      </w:r>
      <w:r w:rsidR="00280FCD">
        <w:t xml:space="preserve">… </w:t>
      </w:r>
      <w:r w:rsidRPr="00B647A6">
        <w:t>Il a promis de me donner une gratification</w:t>
      </w:r>
      <w:r w:rsidR="00280FCD">
        <w:t xml:space="preserve">… </w:t>
      </w:r>
      <w:r w:rsidRPr="00B647A6">
        <w:t>Si tout</w:t>
      </w:r>
      <w:r w:rsidR="00280FCD">
        <w:t xml:space="preserve">, </w:t>
      </w:r>
      <w:r w:rsidRPr="00B647A6">
        <w:t>aujourd</w:t>
      </w:r>
      <w:r w:rsidR="00280FCD">
        <w:t>’</w:t>
      </w:r>
      <w:r w:rsidRPr="00B647A6">
        <w:t>hui</w:t>
      </w:r>
      <w:r w:rsidR="00280FCD">
        <w:t xml:space="preserve">, </w:t>
      </w:r>
      <w:r w:rsidRPr="00B647A6">
        <w:t>marche bien</w:t>
      </w:r>
      <w:r w:rsidR="00280FCD">
        <w:t xml:space="preserve">, </w:t>
      </w:r>
      <w:r w:rsidRPr="00B647A6">
        <w:t>et s</w:t>
      </w:r>
      <w:r w:rsidR="00280FCD">
        <w:t>’</w:t>
      </w:r>
      <w:r w:rsidRPr="00B647A6">
        <w:t>il réussit à blouser le public</w:t>
      </w:r>
      <w:r w:rsidR="00280FCD">
        <w:t xml:space="preserve">, </w:t>
      </w:r>
      <w:r w:rsidRPr="00B647A6">
        <w:t>il m</w:t>
      </w:r>
      <w:r w:rsidR="00280FCD">
        <w:t>’</w:t>
      </w:r>
      <w:r w:rsidRPr="00B647A6">
        <w:t>a promis une br</w:t>
      </w:r>
      <w:r w:rsidRPr="00B647A6">
        <w:t>e</w:t>
      </w:r>
      <w:r w:rsidRPr="00B647A6">
        <w:t>l</w:t>
      </w:r>
      <w:r w:rsidRPr="00B647A6">
        <w:t>o</w:t>
      </w:r>
      <w:r w:rsidRPr="00B647A6">
        <w:t>que de commémoration en or</w:t>
      </w:r>
      <w:r w:rsidR="00280FCD">
        <w:t xml:space="preserve">, </w:t>
      </w:r>
      <w:r w:rsidRPr="00B647A6">
        <w:t>et trois cents roubles</w:t>
      </w:r>
      <w:r w:rsidR="00280FCD">
        <w:t xml:space="preserve">… </w:t>
      </w:r>
      <w:r w:rsidRPr="00B647A6">
        <w:t>Nous ve</w:t>
      </w:r>
      <w:r w:rsidRPr="00B647A6">
        <w:t>r</w:t>
      </w:r>
      <w:r w:rsidRPr="00B647A6">
        <w:t>rons</w:t>
      </w:r>
      <w:r w:rsidR="00280FCD">
        <w:t>… (</w:t>
      </w:r>
      <w:r w:rsidRPr="00B647A6">
        <w:rPr>
          <w:i/>
        </w:rPr>
        <w:t>Il</w:t>
      </w:r>
      <w:r w:rsidRPr="00B647A6">
        <w:t xml:space="preserve"> </w:t>
      </w:r>
      <w:r w:rsidRPr="00B647A6">
        <w:rPr>
          <w:bCs/>
          <w:i/>
          <w:iCs/>
        </w:rPr>
        <w:t>écrit</w:t>
      </w:r>
      <w:r w:rsidR="00280FCD">
        <w:rPr>
          <w:bCs/>
          <w:i/>
          <w:iCs/>
        </w:rPr>
        <w:t xml:space="preserve">.) </w:t>
      </w:r>
      <w:r w:rsidRPr="00B647A6">
        <w:t>Mais si mes efforts restent sans résultat</w:t>
      </w:r>
      <w:r w:rsidR="00280FCD">
        <w:t xml:space="preserve">, </w:t>
      </w:r>
      <w:r w:rsidRPr="00B647A6">
        <w:t>alors</w:t>
      </w:r>
      <w:r w:rsidR="00280FCD">
        <w:t xml:space="preserve">, </w:t>
      </w:r>
      <w:r w:rsidRPr="00B647A6">
        <w:t>mon vieux</w:t>
      </w:r>
      <w:r w:rsidR="00280FCD">
        <w:t xml:space="preserve">, </w:t>
      </w:r>
      <w:r w:rsidRPr="00B647A6">
        <w:t>ne réclame rien</w:t>
      </w:r>
      <w:r w:rsidR="00280FCD">
        <w:t xml:space="preserve">… </w:t>
      </w:r>
      <w:r w:rsidRPr="00B647A6">
        <w:t>Je suis un homme empo</w:t>
      </w:r>
      <w:r w:rsidRPr="00B647A6">
        <w:t>r</w:t>
      </w:r>
      <w:r w:rsidRPr="00B647A6">
        <w:t>té</w:t>
      </w:r>
      <w:r w:rsidR="00280FCD">
        <w:t xml:space="preserve">… </w:t>
      </w:r>
      <w:r w:rsidRPr="00B647A6">
        <w:t>Je peux même commettre un crime quand j</w:t>
      </w:r>
      <w:r w:rsidR="00280FCD">
        <w:t>’</w:t>
      </w:r>
      <w:r w:rsidRPr="00B647A6">
        <w:t>ai la tête en feu</w:t>
      </w:r>
      <w:r w:rsidR="00280FCD">
        <w:t xml:space="preserve">… </w:t>
      </w:r>
      <w:r w:rsidRPr="00B647A6">
        <w:t>Oui</w:t>
      </w:r>
      <w:r w:rsidR="00280FCD">
        <w:t> !…</w:t>
      </w:r>
    </w:p>
    <w:p w14:paraId="225AFA3C" w14:textId="77777777" w:rsidR="00280FCD" w:rsidRDefault="007A4B5B" w:rsidP="00280FCD">
      <w:pPr>
        <w:ind w:firstLine="0"/>
        <w:jc w:val="center"/>
      </w:pPr>
      <w:r w:rsidRPr="00280FCD">
        <w:rPr>
          <w:bCs/>
          <w:i/>
          <w:iCs/>
        </w:rPr>
        <w:t>Dans la coulisse</w:t>
      </w:r>
      <w:r w:rsidR="00280FCD" w:rsidRPr="00280FCD">
        <w:rPr>
          <w:bCs/>
          <w:i/>
          <w:iCs/>
        </w:rPr>
        <w:t xml:space="preserve">, </w:t>
      </w:r>
      <w:r w:rsidRPr="00280FCD">
        <w:rPr>
          <w:bCs/>
          <w:i/>
          <w:iCs/>
        </w:rPr>
        <w:t>bruit et applaudissements</w:t>
      </w:r>
      <w:r w:rsidR="00280FCD" w:rsidRPr="00280FCD">
        <w:rPr>
          <w:bCs/>
          <w:i/>
          <w:iCs/>
        </w:rPr>
        <w:t>.</w:t>
      </w:r>
    </w:p>
    <w:p w14:paraId="571065A4" w14:textId="77777777" w:rsidR="00280FCD" w:rsidRDefault="007A4B5B" w:rsidP="00280FCD">
      <w:r w:rsidRPr="00B647A6">
        <w:t xml:space="preserve">VOIX </w:t>
      </w:r>
      <w:r w:rsidRPr="00B647A6">
        <w:rPr>
          <w:bCs/>
        </w:rPr>
        <w:t xml:space="preserve">DE </w:t>
      </w:r>
      <w:proofErr w:type="spellStart"/>
      <w:r w:rsidRPr="00B647A6">
        <w:rPr>
          <w:bCs/>
        </w:rPr>
        <w:t>CHIPOUTCHINE</w:t>
      </w:r>
      <w:proofErr w:type="spellEnd"/>
      <w:r w:rsidR="00280FCD">
        <w:t xml:space="preserve">. – </w:t>
      </w:r>
      <w:r w:rsidRPr="00B647A6">
        <w:t>Je vous remercie</w:t>
      </w:r>
      <w:r w:rsidR="00280FCD">
        <w:t xml:space="preserve">, </w:t>
      </w:r>
      <w:r w:rsidRPr="00B647A6">
        <w:t>je vous reme</w:t>
      </w:r>
      <w:r w:rsidRPr="00B647A6">
        <w:t>r</w:t>
      </w:r>
      <w:r w:rsidRPr="00B647A6">
        <w:t>cie</w:t>
      </w:r>
      <w:r w:rsidR="00280FCD">
        <w:t xml:space="preserve"> ! </w:t>
      </w:r>
      <w:r w:rsidRPr="00B647A6">
        <w:t>Je suis touché</w:t>
      </w:r>
      <w:r w:rsidR="00280FCD">
        <w:t>.</w:t>
      </w:r>
    </w:p>
    <w:p w14:paraId="57791EDC" w14:textId="77777777" w:rsidR="00280FCD" w:rsidRDefault="007A4B5B" w:rsidP="00280FCD">
      <w:pPr>
        <w:ind w:firstLine="0"/>
        <w:jc w:val="center"/>
      </w:pPr>
      <w:proofErr w:type="spellStart"/>
      <w:r w:rsidRPr="00280FCD">
        <w:rPr>
          <w:bCs/>
          <w:i/>
          <w:iCs/>
        </w:rPr>
        <w:t>Chipoutchine</w:t>
      </w:r>
      <w:proofErr w:type="spellEnd"/>
      <w:r w:rsidRPr="00280FCD">
        <w:rPr>
          <w:bCs/>
          <w:i/>
          <w:iCs/>
        </w:rPr>
        <w:t xml:space="preserve"> entre</w:t>
      </w:r>
      <w:r w:rsidR="00280FCD" w:rsidRPr="00280FCD">
        <w:rPr>
          <w:bCs/>
          <w:i/>
          <w:iCs/>
        </w:rPr>
        <w:t xml:space="preserve">. </w:t>
      </w:r>
      <w:r w:rsidRPr="00280FCD">
        <w:rPr>
          <w:bCs/>
          <w:i/>
          <w:iCs/>
        </w:rPr>
        <w:t>Frac</w:t>
      </w:r>
      <w:r w:rsidR="00280FCD" w:rsidRPr="00280FCD">
        <w:rPr>
          <w:bCs/>
          <w:i/>
          <w:iCs/>
        </w:rPr>
        <w:t xml:space="preserve"> ; </w:t>
      </w:r>
      <w:r w:rsidRPr="00280FCD">
        <w:rPr>
          <w:bCs/>
          <w:i/>
          <w:iCs/>
        </w:rPr>
        <w:t>cravate blanche</w:t>
      </w:r>
      <w:r w:rsidR="00280FCD" w:rsidRPr="00280FCD">
        <w:rPr>
          <w:bCs/>
          <w:i/>
          <w:iCs/>
        </w:rPr>
        <w:t xml:space="preserve">. </w:t>
      </w:r>
      <w:r w:rsidRPr="00280FCD">
        <w:rPr>
          <w:bCs/>
          <w:i/>
          <w:iCs/>
        </w:rPr>
        <w:t>Il tient l</w:t>
      </w:r>
      <w:r w:rsidR="00280FCD" w:rsidRPr="00280FCD">
        <w:rPr>
          <w:bCs/>
          <w:i/>
          <w:iCs/>
        </w:rPr>
        <w:t>’</w:t>
      </w:r>
      <w:r w:rsidRPr="00280FCD">
        <w:rPr>
          <w:bCs/>
          <w:i/>
          <w:iCs/>
        </w:rPr>
        <w:t>album que l</w:t>
      </w:r>
      <w:r w:rsidR="00280FCD" w:rsidRPr="00280FCD">
        <w:rPr>
          <w:bCs/>
          <w:i/>
          <w:iCs/>
        </w:rPr>
        <w:t>’</w:t>
      </w:r>
      <w:r w:rsidRPr="00280FCD">
        <w:rPr>
          <w:bCs/>
          <w:i/>
          <w:iCs/>
        </w:rPr>
        <w:t>on vient de lui offrir</w:t>
      </w:r>
      <w:r w:rsidR="00280FCD" w:rsidRPr="00280FCD">
        <w:rPr>
          <w:bCs/>
          <w:i/>
          <w:iCs/>
        </w:rPr>
        <w:t>.</w:t>
      </w:r>
    </w:p>
    <w:p w14:paraId="467A7E53"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sur le seuil</w:t>
      </w:r>
      <w:r w:rsidR="00280FCD">
        <w:rPr>
          <w:bCs/>
          <w:i/>
          <w:iCs/>
        </w:rPr>
        <w:t xml:space="preserve">, </w:t>
      </w:r>
      <w:r w:rsidRPr="00B647A6">
        <w:rPr>
          <w:bCs/>
          <w:i/>
          <w:iCs/>
        </w:rPr>
        <w:t>parlant vers les bureaux</w:t>
      </w:r>
      <w:r w:rsidR="00280FCD">
        <w:rPr>
          <w:bCs/>
          <w:i/>
          <w:iCs/>
        </w:rPr>
        <w:t xml:space="preserve">. </w:t>
      </w:r>
      <w:r w:rsidR="00280FCD">
        <w:t xml:space="preserve">– </w:t>
      </w:r>
      <w:r w:rsidRPr="00B647A6">
        <w:t>Votre présent</w:t>
      </w:r>
      <w:r w:rsidR="00280FCD">
        <w:t xml:space="preserve">, </w:t>
      </w:r>
      <w:r w:rsidRPr="00B647A6">
        <w:t>mes chers collaborateurs</w:t>
      </w:r>
      <w:r w:rsidR="00280FCD">
        <w:t xml:space="preserve">, </w:t>
      </w:r>
      <w:r w:rsidRPr="00B647A6">
        <w:t>je le garderai jusqu</w:t>
      </w:r>
      <w:r w:rsidR="00280FCD">
        <w:t>’</w:t>
      </w:r>
      <w:r w:rsidRPr="00B647A6">
        <w:t>à ma mort</w:t>
      </w:r>
      <w:r w:rsidR="00280FCD">
        <w:t xml:space="preserve">, </w:t>
      </w:r>
      <w:r w:rsidRPr="00B647A6">
        <w:t xml:space="preserve">comme un souvenir du plus heureux jour de ma </w:t>
      </w:r>
      <w:r w:rsidRPr="00B647A6">
        <w:lastRenderedPageBreak/>
        <w:t>vie</w:t>
      </w:r>
      <w:r w:rsidR="00280FCD">
        <w:t xml:space="preserve"> !… </w:t>
      </w:r>
      <w:r w:rsidRPr="00B647A6">
        <w:t>Oui</w:t>
      </w:r>
      <w:r w:rsidR="00280FCD">
        <w:t xml:space="preserve">, </w:t>
      </w:r>
      <w:r w:rsidRPr="00B647A6">
        <w:t>messieurs</w:t>
      </w:r>
      <w:r w:rsidR="00280FCD">
        <w:t xml:space="preserve">, </w:t>
      </w:r>
      <w:r w:rsidRPr="00B647A6">
        <w:t>encore une fois merci</w:t>
      </w:r>
      <w:r w:rsidR="00280FCD">
        <w:t>. (</w:t>
      </w:r>
      <w:r w:rsidRPr="00B647A6">
        <w:rPr>
          <w:i/>
        </w:rPr>
        <w:t>Il</w:t>
      </w:r>
      <w:r w:rsidRPr="00B647A6">
        <w:t xml:space="preserve"> </w:t>
      </w:r>
      <w:r w:rsidRPr="00B647A6">
        <w:rPr>
          <w:bCs/>
          <w:i/>
          <w:iCs/>
        </w:rPr>
        <w:t xml:space="preserve">envoie un baiser et vient vers </w:t>
      </w:r>
      <w:proofErr w:type="spellStart"/>
      <w:r w:rsidRPr="00B647A6">
        <w:rPr>
          <w:bCs/>
          <w:i/>
          <w:iCs/>
        </w:rPr>
        <w:t>Khirine</w:t>
      </w:r>
      <w:proofErr w:type="spellEnd"/>
      <w:r w:rsidR="00280FCD">
        <w:rPr>
          <w:bCs/>
          <w:i/>
          <w:iCs/>
        </w:rPr>
        <w:t xml:space="preserve">.) </w:t>
      </w:r>
      <w:r w:rsidRPr="00B647A6">
        <w:t>Ce cher</w:t>
      </w:r>
      <w:r w:rsidR="00280FCD">
        <w:t xml:space="preserve">, </w:t>
      </w:r>
      <w:r w:rsidRPr="00B647A6">
        <w:t xml:space="preserve">ce vénérable </w:t>
      </w:r>
      <w:proofErr w:type="spellStart"/>
      <w:r w:rsidRPr="00B647A6">
        <w:t>Kouzma</w:t>
      </w:r>
      <w:proofErr w:type="spellEnd"/>
      <w:r w:rsidRPr="00B647A6">
        <w:t xml:space="preserve"> </w:t>
      </w:r>
      <w:proofErr w:type="spellStart"/>
      <w:r w:rsidRPr="00B647A6">
        <w:t>Nikolaï</w:t>
      </w:r>
      <w:r w:rsidRPr="00B647A6">
        <w:t>e</w:t>
      </w:r>
      <w:r w:rsidRPr="00B647A6">
        <w:t>vitch</w:t>
      </w:r>
      <w:proofErr w:type="spellEnd"/>
      <w:r w:rsidR="00280FCD">
        <w:t> !</w:t>
      </w:r>
    </w:p>
    <w:p w14:paraId="7DF217D8" w14:textId="77777777" w:rsidR="00280FCD" w:rsidRDefault="007A4B5B" w:rsidP="00280FCD">
      <w:pPr>
        <w:ind w:firstLine="0"/>
        <w:jc w:val="center"/>
      </w:pPr>
      <w:r w:rsidRPr="00280FCD">
        <w:rPr>
          <w:bCs/>
          <w:i/>
          <w:iCs/>
        </w:rPr>
        <w:t xml:space="preserve">Tout le temps que </w:t>
      </w:r>
      <w:proofErr w:type="spellStart"/>
      <w:r w:rsidRPr="00280FCD">
        <w:rPr>
          <w:bCs/>
          <w:i/>
          <w:iCs/>
        </w:rPr>
        <w:t>Chipoutchine</w:t>
      </w:r>
      <w:proofErr w:type="spellEnd"/>
      <w:r w:rsidRPr="00280FCD">
        <w:rPr>
          <w:bCs/>
          <w:i/>
          <w:iCs/>
        </w:rPr>
        <w:t xml:space="preserve"> est en scène</w:t>
      </w:r>
      <w:r w:rsidR="00280FCD" w:rsidRPr="00280FCD">
        <w:rPr>
          <w:bCs/>
          <w:i/>
          <w:iCs/>
        </w:rPr>
        <w:t xml:space="preserve">, </w:t>
      </w:r>
      <w:r w:rsidRPr="00280FCD">
        <w:rPr>
          <w:bCs/>
          <w:i/>
          <w:iCs/>
        </w:rPr>
        <w:t>des employés e</w:t>
      </w:r>
      <w:r w:rsidRPr="00280FCD">
        <w:rPr>
          <w:bCs/>
          <w:i/>
          <w:iCs/>
        </w:rPr>
        <w:t>n</w:t>
      </w:r>
      <w:r w:rsidRPr="00280FCD">
        <w:rPr>
          <w:bCs/>
          <w:i/>
          <w:iCs/>
        </w:rPr>
        <w:t>trent de moment à autre</w:t>
      </w:r>
      <w:r w:rsidR="00280FCD" w:rsidRPr="00280FCD">
        <w:rPr>
          <w:bCs/>
          <w:i/>
          <w:iCs/>
        </w:rPr>
        <w:t xml:space="preserve">, </w:t>
      </w:r>
      <w:r w:rsidRPr="00280FCD">
        <w:rPr>
          <w:bCs/>
          <w:i/>
          <w:iCs/>
        </w:rPr>
        <w:t>lui soumettant des p</w:t>
      </w:r>
      <w:r w:rsidRPr="00280FCD">
        <w:rPr>
          <w:bCs/>
          <w:i/>
          <w:iCs/>
        </w:rPr>
        <w:t>a</w:t>
      </w:r>
      <w:r w:rsidRPr="00280FCD">
        <w:rPr>
          <w:bCs/>
          <w:i/>
          <w:iCs/>
        </w:rPr>
        <w:t>piers à s</w:t>
      </w:r>
      <w:r w:rsidRPr="00280FCD">
        <w:rPr>
          <w:bCs/>
          <w:i/>
          <w:iCs/>
        </w:rPr>
        <w:t>i</w:t>
      </w:r>
      <w:r w:rsidRPr="00280FCD">
        <w:rPr>
          <w:bCs/>
          <w:i/>
          <w:iCs/>
        </w:rPr>
        <w:t>gner</w:t>
      </w:r>
      <w:r w:rsidR="00280FCD" w:rsidRPr="00280FCD">
        <w:rPr>
          <w:bCs/>
          <w:i/>
          <w:iCs/>
        </w:rPr>
        <w:t xml:space="preserve">, </w:t>
      </w:r>
      <w:r w:rsidRPr="00280FCD">
        <w:rPr>
          <w:bCs/>
          <w:i/>
          <w:iCs/>
        </w:rPr>
        <w:t>et sortent</w:t>
      </w:r>
      <w:r w:rsidR="00280FCD" w:rsidRPr="00280FCD">
        <w:rPr>
          <w:bCs/>
          <w:i/>
          <w:iCs/>
        </w:rPr>
        <w:t>.</w:t>
      </w:r>
    </w:p>
    <w:p w14:paraId="7C997954" w14:textId="77777777" w:rsidR="00280FCD" w:rsidRDefault="007A4B5B" w:rsidP="00280FCD">
      <w:proofErr w:type="spellStart"/>
      <w:r w:rsidRPr="00B647A6">
        <w:rPr>
          <w:bCs/>
        </w:rPr>
        <w:t>KHIRINE</w:t>
      </w:r>
      <w:proofErr w:type="spellEnd"/>
      <w:r w:rsidR="00280FCD">
        <w:rPr>
          <w:bCs/>
        </w:rPr>
        <w:t xml:space="preserve">, </w:t>
      </w:r>
      <w:r w:rsidRPr="00B647A6">
        <w:rPr>
          <w:bCs/>
          <w:i/>
          <w:iCs/>
        </w:rPr>
        <w:t>se levant</w:t>
      </w:r>
      <w:r w:rsidR="00280FCD">
        <w:rPr>
          <w:bCs/>
          <w:i/>
          <w:iCs/>
        </w:rPr>
        <w:t xml:space="preserve">. </w:t>
      </w:r>
      <w:r w:rsidR="00280FCD">
        <w:t xml:space="preserve">– </w:t>
      </w:r>
      <w:r w:rsidRPr="00B647A6">
        <w:t>J</w:t>
      </w:r>
      <w:r w:rsidR="00280FCD">
        <w:t>’</w:t>
      </w:r>
      <w:r w:rsidRPr="00B647A6">
        <w:t>ai l</w:t>
      </w:r>
      <w:r w:rsidR="00280FCD">
        <w:t>’</w:t>
      </w:r>
      <w:r w:rsidRPr="00B647A6">
        <w:t>honneur</w:t>
      </w:r>
      <w:r w:rsidR="00280FCD">
        <w:t xml:space="preserve">, </w:t>
      </w:r>
      <w:r w:rsidRPr="00B647A6">
        <w:t xml:space="preserve">Andreï </w:t>
      </w:r>
      <w:proofErr w:type="spellStart"/>
      <w:r w:rsidRPr="00B647A6">
        <w:t>Andréïevitch</w:t>
      </w:r>
      <w:proofErr w:type="spellEnd"/>
      <w:r w:rsidR="00280FCD">
        <w:t xml:space="preserve">, </w:t>
      </w:r>
      <w:r w:rsidRPr="00B647A6">
        <w:t>de vous féliciter en ce quinzième anniversaire de la fondation de notre banque</w:t>
      </w:r>
      <w:r w:rsidR="00280FCD">
        <w:t xml:space="preserve">, </w:t>
      </w:r>
      <w:r w:rsidRPr="00B647A6">
        <w:t>et je souhaite que</w:t>
      </w:r>
      <w:r w:rsidR="00280FCD">
        <w:t>…</w:t>
      </w:r>
    </w:p>
    <w:p w14:paraId="2B83ED09"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lui serrant fortement la main</w:t>
      </w:r>
      <w:r w:rsidR="00280FCD">
        <w:rPr>
          <w:bCs/>
          <w:i/>
          <w:iCs/>
        </w:rPr>
        <w:t xml:space="preserve">. </w:t>
      </w:r>
      <w:r w:rsidR="00280FCD">
        <w:t xml:space="preserve">– </w:t>
      </w:r>
      <w:r w:rsidRPr="00B647A6">
        <w:t xml:space="preserve">Je </w:t>
      </w:r>
      <w:r w:rsidRPr="00B647A6">
        <w:rPr>
          <w:bCs/>
        </w:rPr>
        <w:t xml:space="preserve">vous </w:t>
      </w:r>
      <w:r w:rsidRPr="00B647A6">
        <w:t>remercie</w:t>
      </w:r>
      <w:r w:rsidR="00280FCD">
        <w:t xml:space="preserve">, </w:t>
      </w:r>
      <w:r w:rsidRPr="00B647A6">
        <w:t>mon cher</w:t>
      </w:r>
      <w:r w:rsidR="00280FCD">
        <w:t xml:space="preserve"> ! </w:t>
      </w:r>
      <w:r w:rsidRPr="00B647A6">
        <w:t>Je vous remercie</w:t>
      </w:r>
      <w:r w:rsidR="00280FCD">
        <w:t xml:space="preserve"> ! </w:t>
      </w:r>
      <w:r w:rsidRPr="00B647A6">
        <w:t>À l</w:t>
      </w:r>
      <w:r w:rsidR="00280FCD">
        <w:t>’</w:t>
      </w:r>
      <w:r w:rsidRPr="00B647A6">
        <w:t>occasion de la s</w:t>
      </w:r>
      <w:r w:rsidRPr="00B647A6">
        <w:t>o</w:t>
      </w:r>
      <w:r w:rsidRPr="00B647A6">
        <w:t>lennité de ce jour</w:t>
      </w:r>
      <w:r w:rsidR="00280FCD">
        <w:t xml:space="preserve"> – </w:t>
      </w:r>
      <w:r w:rsidRPr="00B647A6">
        <w:t>en raison de notre anniversaire</w:t>
      </w:r>
      <w:r w:rsidR="00280FCD">
        <w:t xml:space="preserve"> – </w:t>
      </w:r>
      <w:r w:rsidRPr="00B647A6">
        <w:t>je crois même qu</w:t>
      </w:r>
      <w:r w:rsidR="00280FCD">
        <w:t>’</w:t>
      </w:r>
      <w:r w:rsidRPr="00B647A6">
        <w:t>on peut s</w:t>
      </w:r>
      <w:r w:rsidR="00280FCD">
        <w:t>’</w:t>
      </w:r>
      <w:r w:rsidRPr="00B647A6">
        <w:t>embrasser</w:t>
      </w:r>
      <w:r w:rsidR="00280FCD">
        <w:t xml:space="preserve"> !… </w:t>
      </w:r>
      <w:r w:rsidR="00280FCD">
        <w:rPr>
          <w:bCs/>
          <w:i/>
          <w:iCs/>
        </w:rPr>
        <w:t>(</w:t>
      </w:r>
      <w:r w:rsidRPr="00B647A6">
        <w:rPr>
          <w:bCs/>
          <w:i/>
          <w:iCs/>
        </w:rPr>
        <w:t>Ils s</w:t>
      </w:r>
      <w:r w:rsidR="00280FCD">
        <w:rPr>
          <w:bCs/>
          <w:i/>
          <w:iCs/>
        </w:rPr>
        <w:t>’</w:t>
      </w:r>
      <w:r w:rsidRPr="00B647A6">
        <w:rPr>
          <w:bCs/>
          <w:i/>
          <w:iCs/>
        </w:rPr>
        <w:t>embrassent</w:t>
      </w:r>
      <w:r w:rsidR="00280FCD">
        <w:rPr>
          <w:bCs/>
          <w:i/>
          <w:iCs/>
        </w:rPr>
        <w:t xml:space="preserve">.) </w:t>
      </w:r>
      <w:r w:rsidRPr="00B647A6">
        <w:t>Très</w:t>
      </w:r>
      <w:r w:rsidR="00280FCD">
        <w:t xml:space="preserve">, </w:t>
      </w:r>
      <w:r w:rsidRPr="00B647A6">
        <w:t>très he</w:t>
      </w:r>
      <w:r w:rsidRPr="00B647A6">
        <w:t>u</w:t>
      </w:r>
      <w:r w:rsidRPr="00B647A6">
        <w:t>reux</w:t>
      </w:r>
      <w:r w:rsidR="00280FCD">
        <w:t xml:space="preserve"> ! </w:t>
      </w:r>
      <w:r w:rsidRPr="00B647A6">
        <w:t>Merci pour vos services</w:t>
      </w:r>
      <w:r w:rsidR="00280FCD">
        <w:t xml:space="preserve">… </w:t>
      </w:r>
      <w:r w:rsidRPr="00B647A6">
        <w:t>merci pour tout</w:t>
      </w:r>
      <w:r w:rsidR="00280FCD">
        <w:t xml:space="preserve"> ! </w:t>
      </w:r>
      <w:r w:rsidRPr="00B647A6">
        <w:t>Si</w:t>
      </w:r>
      <w:r w:rsidR="00280FCD">
        <w:t xml:space="preserve">, </w:t>
      </w:r>
      <w:r w:rsidRPr="00B647A6">
        <w:t>depuis que j</w:t>
      </w:r>
      <w:r w:rsidR="00280FCD">
        <w:t>’</w:t>
      </w:r>
      <w:r w:rsidRPr="00B647A6">
        <w:t>ai l</w:t>
      </w:r>
      <w:r w:rsidR="00280FCD">
        <w:t>’</w:t>
      </w:r>
      <w:r w:rsidRPr="00B647A6">
        <w:t>honneur d</w:t>
      </w:r>
      <w:r w:rsidR="00280FCD">
        <w:t>’</w:t>
      </w:r>
      <w:r w:rsidRPr="00B647A6">
        <w:t>être président du Conseil d</w:t>
      </w:r>
      <w:r w:rsidR="00280FCD">
        <w:t>’</w:t>
      </w:r>
      <w:r w:rsidRPr="00B647A6">
        <w:t>admini</w:t>
      </w:r>
      <w:r w:rsidRPr="00B647A6">
        <w:t>s</w:t>
      </w:r>
      <w:r w:rsidRPr="00B647A6">
        <w:t>tration</w:t>
      </w:r>
      <w:r w:rsidR="00280FCD">
        <w:t xml:space="preserve">, </w:t>
      </w:r>
      <w:r w:rsidRPr="00B647A6">
        <w:t>j</w:t>
      </w:r>
      <w:r w:rsidR="00280FCD">
        <w:t>’</w:t>
      </w:r>
      <w:r w:rsidRPr="00B647A6">
        <w:t>ai fait quelque chose d</w:t>
      </w:r>
      <w:r w:rsidR="00280FCD">
        <w:t>’</w:t>
      </w:r>
      <w:r w:rsidRPr="00B647A6">
        <w:t>utile</w:t>
      </w:r>
      <w:r w:rsidR="00280FCD">
        <w:t xml:space="preserve">, </w:t>
      </w:r>
      <w:r w:rsidRPr="00B647A6">
        <w:t>j</w:t>
      </w:r>
      <w:r w:rsidR="00280FCD">
        <w:t>’</w:t>
      </w:r>
      <w:r w:rsidRPr="00B647A6">
        <w:t>en suis avant tout redevable à mes collaborateurs</w:t>
      </w:r>
      <w:r w:rsidR="00280FCD">
        <w:t>. (</w:t>
      </w:r>
      <w:r w:rsidRPr="00B647A6">
        <w:rPr>
          <w:i/>
        </w:rPr>
        <w:t>Il</w:t>
      </w:r>
      <w:r w:rsidRPr="00B647A6">
        <w:t xml:space="preserve"> </w:t>
      </w:r>
      <w:r w:rsidRPr="00B647A6">
        <w:rPr>
          <w:bCs/>
          <w:i/>
          <w:iCs/>
        </w:rPr>
        <w:t>soupire</w:t>
      </w:r>
      <w:r w:rsidR="00280FCD">
        <w:rPr>
          <w:bCs/>
          <w:i/>
          <w:iCs/>
        </w:rPr>
        <w:t xml:space="preserve">.) </w:t>
      </w:r>
      <w:r w:rsidRPr="00B647A6">
        <w:t>Oui</w:t>
      </w:r>
      <w:r w:rsidR="00280FCD">
        <w:t xml:space="preserve">, </w:t>
      </w:r>
      <w:r w:rsidRPr="00B647A6">
        <w:t>mon bon vieux</w:t>
      </w:r>
      <w:r w:rsidR="00280FCD">
        <w:t xml:space="preserve">, </w:t>
      </w:r>
      <w:r w:rsidRPr="00B647A6">
        <w:t>quinze années</w:t>
      </w:r>
      <w:r w:rsidR="00280FCD">
        <w:t xml:space="preserve"> !… </w:t>
      </w:r>
      <w:r w:rsidRPr="00B647A6">
        <w:t>Quinze années</w:t>
      </w:r>
      <w:r w:rsidR="00280FCD">
        <w:t xml:space="preserve">… </w:t>
      </w:r>
      <w:r w:rsidRPr="00B647A6">
        <w:t xml:space="preserve">ou je ne suis pas </w:t>
      </w:r>
      <w:proofErr w:type="spellStart"/>
      <w:r w:rsidRPr="00B647A6">
        <w:t>Chipoutchine</w:t>
      </w:r>
      <w:proofErr w:type="spellEnd"/>
      <w:r w:rsidR="00280FCD">
        <w:t xml:space="preserve"> !… </w:t>
      </w:r>
      <w:r w:rsidR="00280FCD">
        <w:rPr>
          <w:bCs/>
          <w:i/>
          <w:iCs/>
        </w:rPr>
        <w:t>(</w:t>
      </w:r>
      <w:r w:rsidRPr="00B647A6">
        <w:rPr>
          <w:bCs/>
          <w:i/>
          <w:iCs/>
        </w:rPr>
        <w:t>Vivement</w:t>
      </w:r>
      <w:r w:rsidR="00280FCD">
        <w:rPr>
          <w:bCs/>
          <w:i/>
          <w:iCs/>
        </w:rPr>
        <w:t xml:space="preserve">.) </w:t>
      </w:r>
      <w:r w:rsidRPr="00B647A6">
        <w:t>Et mon rapport</w:t>
      </w:r>
      <w:r w:rsidR="00280FCD">
        <w:t xml:space="preserve"> ? </w:t>
      </w:r>
      <w:r w:rsidRPr="00B647A6">
        <w:t>il avance</w:t>
      </w:r>
      <w:r w:rsidR="00280FCD">
        <w:t> ?</w:t>
      </w:r>
    </w:p>
    <w:p w14:paraId="6BC75D75" w14:textId="77777777" w:rsidR="00280FCD" w:rsidRDefault="007A4B5B" w:rsidP="00280FCD">
      <w:proofErr w:type="spellStart"/>
      <w:r w:rsidRPr="00B647A6">
        <w:rPr>
          <w:bCs/>
        </w:rPr>
        <w:t>KHIRINE</w:t>
      </w:r>
      <w:proofErr w:type="spellEnd"/>
      <w:r w:rsidR="00280FCD">
        <w:t xml:space="preserve">. – </w:t>
      </w:r>
      <w:r w:rsidRPr="00B647A6">
        <w:t>Oui</w:t>
      </w:r>
      <w:r w:rsidR="00280FCD">
        <w:t xml:space="preserve">. </w:t>
      </w:r>
      <w:r w:rsidRPr="00B647A6">
        <w:t>Il ne reste que quatre ou cinq pages</w:t>
      </w:r>
      <w:r w:rsidR="00280FCD">
        <w:t>.</w:t>
      </w:r>
    </w:p>
    <w:p w14:paraId="2D44B9A9" w14:textId="77777777" w:rsidR="00280FCD" w:rsidRDefault="007A4B5B" w:rsidP="00280FCD">
      <w:proofErr w:type="spellStart"/>
      <w:r w:rsidRPr="00B647A6">
        <w:rPr>
          <w:bCs/>
        </w:rPr>
        <w:t>CHIPOUTCHINE</w:t>
      </w:r>
      <w:proofErr w:type="spellEnd"/>
      <w:r w:rsidR="00280FCD">
        <w:t xml:space="preserve">. – </w:t>
      </w:r>
      <w:r w:rsidRPr="00B647A6">
        <w:t>Parfait</w:t>
      </w:r>
      <w:r w:rsidR="00280FCD">
        <w:t xml:space="preserve">. </w:t>
      </w:r>
      <w:r w:rsidRPr="00B647A6">
        <w:t>Donc ce sera prêt pour trois he</w:t>
      </w:r>
      <w:r w:rsidRPr="00B647A6">
        <w:t>u</w:t>
      </w:r>
      <w:r w:rsidRPr="00B647A6">
        <w:t>res</w:t>
      </w:r>
      <w:r w:rsidR="00280FCD">
        <w:t> ?</w:t>
      </w:r>
    </w:p>
    <w:p w14:paraId="6F9CDB71" w14:textId="77777777" w:rsidR="00280FCD" w:rsidRDefault="007A4B5B" w:rsidP="00280FCD">
      <w:proofErr w:type="spellStart"/>
      <w:r w:rsidRPr="00B647A6">
        <w:rPr>
          <w:bCs/>
        </w:rPr>
        <w:t>KHIRINE</w:t>
      </w:r>
      <w:proofErr w:type="spellEnd"/>
      <w:r w:rsidR="00280FCD">
        <w:t xml:space="preserve">. – </w:t>
      </w:r>
      <w:r w:rsidRPr="00B647A6">
        <w:t>Si personne ne me dérange</w:t>
      </w:r>
      <w:r w:rsidR="00280FCD">
        <w:t xml:space="preserve">, </w:t>
      </w:r>
      <w:r w:rsidRPr="00B647A6">
        <w:t>ce sera prêt</w:t>
      </w:r>
      <w:r w:rsidR="00280FCD">
        <w:t xml:space="preserve">. </w:t>
      </w:r>
      <w:r w:rsidRPr="00B647A6">
        <w:t>Il reste peu de chose</w:t>
      </w:r>
      <w:r w:rsidR="00280FCD">
        <w:t>.</w:t>
      </w:r>
    </w:p>
    <w:p w14:paraId="3AD17ABD" w14:textId="77777777" w:rsidR="00280FCD" w:rsidRDefault="007A4B5B" w:rsidP="00280FCD">
      <w:proofErr w:type="spellStart"/>
      <w:r w:rsidRPr="00B647A6">
        <w:rPr>
          <w:bCs/>
        </w:rPr>
        <w:t>CHIPOUTCHINE</w:t>
      </w:r>
      <w:proofErr w:type="spellEnd"/>
      <w:r w:rsidR="00280FCD">
        <w:t xml:space="preserve">. – </w:t>
      </w:r>
      <w:r w:rsidRPr="00B647A6">
        <w:t>Admirable</w:t>
      </w:r>
      <w:r w:rsidR="00280FCD">
        <w:t xml:space="preserve">. </w:t>
      </w:r>
      <w:r w:rsidRPr="00B647A6">
        <w:t>Admirable</w:t>
      </w:r>
      <w:r w:rsidR="00280FCD">
        <w:t xml:space="preserve">, </w:t>
      </w:r>
      <w:r w:rsidRPr="00B647A6">
        <w:t xml:space="preserve">ou je ne suis pas </w:t>
      </w:r>
      <w:proofErr w:type="spellStart"/>
      <w:r w:rsidRPr="00B647A6">
        <w:t>Chipoutchine</w:t>
      </w:r>
      <w:proofErr w:type="spellEnd"/>
      <w:r w:rsidR="00280FCD">
        <w:t xml:space="preserve"> !… </w:t>
      </w:r>
      <w:r w:rsidRPr="00B647A6">
        <w:t>L</w:t>
      </w:r>
      <w:r w:rsidR="00280FCD">
        <w:t>’</w:t>
      </w:r>
      <w:r w:rsidRPr="00B647A6">
        <w:t>assemblée générale est à quatre heures</w:t>
      </w:r>
      <w:r w:rsidR="00280FCD">
        <w:t xml:space="preserve">… </w:t>
      </w:r>
      <w:r w:rsidRPr="00B647A6">
        <w:t>Donnez-moi</w:t>
      </w:r>
      <w:r w:rsidR="00280FCD">
        <w:t xml:space="preserve">, </w:t>
      </w:r>
      <w:r w:rsidRPr="00B647A6">
        <w:t>s</w:t>
      </w:r>
      <w:r w:rsidR="00280FCD">
        <w:t>’</w:t>
      </w:r>
      <w:r w:rsidRPr="00B647A6">
        <w:t>il vous plaît</w:t>
      </w:r>
      <w:r w:rsidR="00280FCD">
        <w:t xml:space="preserve">, </w:t>
      </w:r>
      <w:r w:rsidRPr="00B647A6">
        <w:t>mon cher</w:t>
      </w:r>
      <w:r w:rsidR="00280FCD">
        <w:t xml:space="preserve">, </w:t>
      </w:r>
      <w:r w:rsidRPr="00B647A6">
        <w:t>la première partie pour que je l</w:t>
      </w:r>
      <w:r w:rsidR="00280FCD">
        <w:t>’</w:t>
      </w:r>
      <w:r w:rsidRPr="00B647A6">
        <w:t>étudie</w:t>
      </w:r>
      <w:r w:rsidR="00280FCD">
        <w:t xml:space="preserve">… </w:t>
      </w:r>
      <w:r w:rsidRPr="00B647A6">
        <w:t>Donnez vite</w:t>
      </w:r>
      <w:r w:rsidR="00280FCD">
        <w:t>… (</w:t>
      </w:r>
      <w:r w:rsidRPr="00B647A6">
        <w:rPr>
          <w:i/>
        </w:rPr>
        <w:t>Il</w:t>
      </w:r>
      <w:r w:rsidRPr="00B647A6">
        <w:t xml:space="preserve"> </w:t>
      </w:r>
      <w:r w:rsidRPr="00B647A6">
        <w:rPr>
          <w:bCs/>
          <w:i/>
          <w:iCs/>
        </w:rPr>
        <w:t>prend le rapport</w:t>
      </w:r>
      <w:r w:rsidR="00280FCD">
        <w:rPr>
          <w:bCs/>
          <w:i/>
          <w:iCs/>
        </w:rPr>
        <w:t xml:space="preserve">.) </w:t>
      </w:r>
      <w:r w:rsidRPr="00B647A6">
        <w:t>Je fonde sur ce rapport d</w:t>
      </w:r>
      <w:r w:rsidR="00280FCD">
        <w:t>’</w:t>
      </w:r>
      <w:r w:rsidRPr="00B647A6">
        <w:t>énormes espérances</w:t>
      </w:r>
      <w:r w:rsidR="00280FCD">
        <w:t xml:space="preserve">… </w:t>
      </w:r>
      <w:r w:rsidRPr="00B647A6">
        <w:t>C</w:t>
      </w:r>
      <w:r w:rsidR="00280FCD">
        <w:t>’</w:t>
      </w:r>
      <w:r w:rsidRPr="00B647A6">
        <w:t xml:space="preserve">est </w:t>
      </w:r>
      <w:r w:rsidRPr="00B647A6">
        <w:lastRenderedPageBreak/>
        <w:t xml:space="preserve">ma </w:t>
      </w:r>
      <w:r w:rsidRPr="00B647A6">
        <w:rPr>
          <w:i/>
          <w:iCs/>
        </w:rPr>
        <w:t>profession de foi</w:t>
      </w:r>
      <w:r w:rsidRPr="00B647A6">
        <w:rPr>
          <w:rStyle w:val="Appelnotedebasdep"/>
          <w:iCs/>
        </w:rPr>
        <w:footnoteReference w:id="1"/>
      </w:r>
      <w:r w:rsidR="00280FCD">
        <w:t xml:space="preserve">, </w:t>
      </w:r>
      <w:r w:rsidRPr="00B647A6">
        <w:t>ou</w:t>
      </w:r>
      <w:r w:rsidR="00280FCD">
        <w:t xml:space="preserve">, </w:t>
      </w:r>
      <w:r w:rsidRPr="00B647A6">
        <w:t>pour mieux dire</w:t>
      </w:r>
      <w:r w:rsidR="00280FCD">
        <w:t xml:space="preserve">, </w:t>
      </w:r>
      <w:r w:rsidRPr="00B647A6">
        <w:t>mon feu d</w:t>
      </w:r>
      <w:r w:rsidR="00280FCD">
        <w:t>’</w:t>
      </w:r>
      <w:r w:rsidRPr="00B647A6">
        <w:t>artifice</w:t>
      </w:r>
      <w:r w:rsidR="00280FCD">
        <w:t xml:space="preserve">… </w:t>
      </w:r>
      <w:r w:rsidRPr="00B647A6">
        <w:t>Un feu d</w:t>
      </w:r>
      <w:r w:rsidR="00280FCD">
        <w:t>’</w:t>
      </w:r>
      <w:r w:rsidRPr="00B647A6">
        <w:t>artifice</w:t>
      </w:r>
      <w:r w:rsidR="00280FCD">
        <w:t xml:space="preserve">, </w:t>
      </w:r>
      <w:r w:rsidRPr="00B647A6">
        <w:t xml:space="preserve">ou je ne suis pas </w:t>
      </w:r>
      <w:proofErr w:type="spellStart"/>
      <w:r w:rsidRPr="00B647A6">
        <w:t>Chipoutchine</w:t>
      </w:r>
      <w:proofErr w:type="spellEnd"/>
      <w:r w:rsidR="00280FCD">
        <w:t>. (</w:t>
      </w:r>
      <w:r w:rsidRPr="00B647A6">
        <w:rPr>
          <w:i/>
        </w:rPr>
        <w:t>Il</w:t>
      </w:r>
      <w:r w:rsidRPr="00B647A6">
        <w:t xml:space="preserve"> </w:t>
      </w:r>
      <w:r w:rsidRPr="00B647A6">
        <w:rPr>
          <w:bCs/>
          <w:i/>
          <w:iCs/>
        </w:rPr>
        <w:t>s</w:t>
      </w:r>
      <w:r w:rsidR="00280FCD">
        <w:rPr>
          <w:bCs/>
          <w:i/>
          <w:iCs/>
        </w:rPr>
        <w:t>’</w:t>
      </w:r>
      <w:r w:rsidRPr="00B647A6">
        <w:rPr>
          <w:bCs/>
          <w:i/>
          <w:iCs/>
        </w:rPr>
        <w:t>assied et lit tout bas le ra</w:t>
      </w:r>
      <w:r w:rsidRPr="00B647A6">
        <w:rPr>
          <w:bCs/>
          <w:i/>
          <w:iCs/>
        </w:rPr>
        <w:t>p</w:t>
      </w:r>
      <w:r w:rsidRPr="00B647A6">
        <w:rPr>
          <w:bCs/>
          <w:i/>
          <w:iCs/>
        </w:rPr>
        <w:t>port</w:t>
      </w:r>
      <w:r w:rsidR="00280FCD">
        <w:rPr>
          <w:bCs/>
          <w:i/>
          <w:iCs/>
        </w:rPr>
        <w:t xml:space="preserve">.) </w:t>
      </w:r>
      <w:r w:rsidRPr="00B647A6">
        <w:t>Je suis tout de même diablement fatigué</w:t>
      </w:r>
      <w:r w:rsidR="00280FCD">
        <w:t xml:space="preserve">… </w:t>
      </w:r>
      <w:r w:rsidRPr="00B647A6">
        <w:t>Cette nuit</w:t>
      </w:r>
      <w:r w:rsidR="00280FCD">
        <w:t xml:space="preserve">, </w:t>
      </w:r>
      <w:r w:rsidRPr="00B647A6">
        <w:t>j</w:t>
      </w:r>
      <w:r w:rsidR="00280FCD">
        <w:t>’</w:t>
      </w:r>
      <w:r w:rsidRPr="00B647A6">
        <w:t>ai eu un accès de goutte</w:t>
      </w:r>
      <w:r w:rsidR="00280FCD">
        <w:t xml:space="preserve">… </w:t>
      </w:r>
      <w:r w:rsidRPr="00B647A6">
        <w:t>J</w:t>
      </w:r>
      <w:r w:rsidR="00280FCD">
        <w:t>’</w:t>
      </w:r>
      <w:r w:rsidRPr="00B647A6">
        <w:t>ai passé toute la matinée en courses et en a</w:t>
      </w:r>
      <w:r w:rsidRPr="00B647A6">
        <w:t>f</w:t>
      </w:r>
      <w:r w:rsidRPr="00B647A6">
        <w:t>faires</w:t>
      </w:r>
      <w:r w:rsidR="00280FCD">
        <w:t xml:space="preserve">. </w:t>
      </w:r>
      <w:r w:rsidRPr="00B647A6">
        <w:t>Ensuite ces émotions</w:t>
      </w:r>
      <w:r w:rsidR="00280FCD">
        <w:t xml:space="preserve">, </w:t>
      </w:r>
      <w:r w:rsidRPr="00B647A6">
        <w:t>ces ovations</w:t>
      </w:r>
      <w:r w:rsidR="00280FCD">
        <w:t xml:space="preserve">, </w:t>
      </w:r>
      <w:r w:rsidRPr="00B647A6">
        <w:t>cette agitation</w:t>
      </w:r>
      <w:r w:rsidR="00280FCD">
        <w:t xml:space="preserve">… </w:t>
      </w:r>
      <w:r w:rsidRPr="00B647A6">
        <w:t>Je suis fatigué</w:t>
      </w:r>
      <w:r w:rsidR="00280FCD">
        <w:t>.</w:t>
      </w:r>
    </w:p>
    <w:p w14:paraId="7E3A5F5E" w14:textId="6F9B7B2E" w:rsidR="00280FCD" w:rsidRDefault="007A4B5B" w:rsidP="00280FCD">
      <w:proofErr w:type="spellStart"/>
      <w:r w:rsidRPr="00B647A6">
        <w:rPr>
          <w:bCs/>
        </w:rPr>
        <w:t>KHIRINE</w:t>
      </w:r>
      <w:proofErr w:type="spellEnd"/>
      <w:r w:rsidR="00280FCD">
        <w:rPr>
          <w:bCs/>
        </w:rPr>
        <w:t xml:space="preserve">, </w:t>
      </w:r>
      <w:r w:rsidRPr="00B647A6">
        <w:rPr>
          <w:bCs/>
          <w:i/>
          <w:iCs/>
        </w:rPr>
        <w:t>écrivant</w:t>
      </w:r>
      <w:r w:rsidR="00280FCD">
        <w:rPr>
          <w:bCs/>
          <w:i/>
          <w:iCs/>
        </w:rPr>
        <w:t xml:space="preserve">. </w:t>
      </w:r>
      <w:r w:rsidR="00280FCD">
        <w:t xml:space="preserve">– </w:t>
      </w:r>
      <w:r w:rsidRPr="00B647A6">
        <w:t>Deux</w:t>
      </w:r>
      <w:r w:rsidR="00280FCD">
        <w:t xml:space="preserve">… </w:t>
      </w:r>
      <w:r w:rsidRPr="00B647A6">
        <w:t>zéro</w:t>
      </w:r>
      <w:r w:rsidR="00280FCD">
        <w:t xml:space="preserve">… </w:t>
      </w:r>
      <w:r w:rsidRPr="00B647A6">
        <w:t>zéro</w:t>
      </w:r>
      <w:r w:rsidR="00280FCD">
        <w:t xml:space="preserve">… </w:t>
      </w:r>
      <w:r w:rsidRPr="00B647A6">
        <w:t>trois</w:t>
      </w:r>
      <w:r w:rsidR="00280FCD">
        <w:t xml:space="preserve">… </w:t>
      </w:r>
      <w:r w:rsidRPr="00B647A6">
        <w:t>neuf</w:t>
      </w:r>
      <w:r w:rsidR="00280FCD">
        <w:t xml:space="preserve">… </w:t>
      </w:r>
      <w:r w:rsidRPr="00B647A6">
        <w:t>deux</w:t>
      </w:r>
      <w:r w:rsidR="00280FCD">
        <w:t xml:space="preserve">… </w:t>
      </w:r>
      <w:r w:rsidRPr="00B647A6">
        <w:t>zéro</w:t>
      </w:r>
      <w:r w:rsidR="00280FCD">
        <w:t xml:space="preserve">… </w:t>
      </w:r>
      <w:r w:rsidRPr="00B647A6">
        <w:t>Avec tous ces chiffres</w:t>
      </w:r>
      <w:r w:rsidR="00280FCD">
        <w:t xml:space="preserve">, </w:t>
      </w:r>
      <w:r w:rsidRPr="00B647A6">
        <w:t>j</w:t>
      </w:r>
      <w:r w:rsidR="00280FCD">
        <w:t>’</w:t>
      </w:r>
      <w:r w:rsidRPr="00B647A6">
        <w:t>y vois vert</w:t>
      </w:r>
      <w:r w:rsidR="00280FCD">
        <w:t xml:space="preserve">… </w:t>
      </w:r>
      <w:r w:rsidRPr="00B647A6">
        <w:t>Trois</w:t>
      </w:r>
      <w:r w:rsidR="00280FCD">
        <w:t xml:space="preserve">… </w:t>
      </w:r>
      <w:r w:rsidRPr="00B647A6">
        <w:t>un</w:t>
      </w:r>
      <w:r w:rsidR="00280FCD">
        <w:t xml:space="preserve">… </w:t>
      </w:r>
      <w:r w:rsidRPr="00B647A6">
        <w:t>six</w:t>
      </w:r>
      <w:r w:rsidR="00280FCD">
        <w:t xml:space="preserve">… </w:t>
      </w:r>
      <w:r w:rsidRPr="00B647A6">
        <w:t>qu</w:t>
      </w:r>
      <w:r w:rsidRPr="00B647A6">
        <w:t>a</w:t>
      </w:r>
      <w:r w:rsidRPr="00B647A6">
        <w:t>tre</w:t>
      </w:r>
      <w:r w:rsidR="00280FCD">
        <w:t xml:space="preserve">… </w:t>
      </w:r>
      <w:r w:rsidRPr="00B647A6">
        <w:t>un</w:t>
      </w:r>
      <w:r w:rsidR="00280FCD">
        <w:t xml:space="preserve">… </w:t>
      </w:r>
      <w:r w:rsidRPr="00B647A6">
        <w:t>cinq</w:t>
      </w:r>
      <w:r w:rsidR="00280FCD">
        <w:t>…</w:t>
      </w:r>
    </w:p>
    <w:p w14:paraId="0D668C72" w14:textId="77777777" w:rsidR="00280FCD" w:rsidRDefault="007A4B5B" w:rsidP="00280FCD">
      <w:pPr>
        <w:ind w:firstLine="0"/>
        <w:jc w:val="center"/>
      </w:pPr>
      <w:r w:rsidRPr="00280FCD">
        <w:rPr>
          <w:bCs/>
          <w:i/>
          <w:iCs/>
        </w:rPr>
        <w:t>Il fait marcher le boulier</w:t>
      </w:r>
      <w:r w:rsidR="00280FCD" w:rsidRPr="00280FCD">
        <w:rPr>
          <w:bCs/>
          <w:i/>
          <w:iCs/>
        </w:rPr>
        <w:t>.</w:t>
      </w:r>
    </w:p>
    <w:p w14:paraId="0E34C027" w14:textId="77777777" w:rsidR="00280FCD" w:rsidRDefault="007A4B5B" w:rsidP="00280FCD">
      <w:proofErr w:type="spellStart"/>
      <w:r w:rsidRPr="00B647A6">
        <w:rPr>
          <w:bCs/>
        </w:rPr>
        <w:t>CHIPOUTCHINE</w:t>
      </w:r>
      <w:proofErr w:type="spellEnd"/>
      <w:r w:rsidR="00280FCD">
        <w:t xml:space="preserve">. – </w:t>
      </w:r>
      <w:r w:rsidRPr="00B647A6">
        <w:t>Il y a aussi un désagrément</w:t>
      </w:r>
      <w:r w:rsidR="00280FCD">
        <w:t xml:space="preserve">… </w:t>
      </w:r>
      <w:r w:rsidRPr="00B647A6">
        <w:t>Ce m</w:t>
      </w:r>
      <w:r w:rsidRPr="00B647A6">
        <w:t>a</w:t>
      </w:r>
      <w:r w:rsidRPr="00B647A6">
        <w:t>tin</w:t>
      </w:r>
      <w:r w:rsidR="00280FCD">
        <w:t xml:space="preserve">, </w:t>
      </w:r>
      <w:r w:rsidRPr="00B647A6">
        <w:t>votre femme est venue chez moi se plaindre de vous</w:t>
      </w:r>
      <w:r w:rsidR="00280FCD">
        <w:t xml:space="preserve">. </w:t>
      </w:r>
      <w:r w:rsidRPr="00B647A6">
        <w:t>Elle m</w:t>
      </w:r>
      <w:r w:rsidR="00280FCD">
        <w:t>’</w:t>
      </w:r>
      <w:r w:rsidRPr="00B647A6">
        <w:t>a dit que</w:t>
      </w:r>
      <w:r w:rsidR="00280FCD">
        <w:t xml:space="preserve">, </w:t>
      </w:r>
      <w:r w:rsidRPr="00B647A6">
        <w:t>hier soir</w:t>
      </w:r>
      <w:r w:rsidR="00280FCD">
        <w:t xml:space="preserve">, </w:t>
      </w:r>
      <w:r w:rsidRPr="00B647A6">
        <w:t>vous l</w:t>
      </w:r>
      <w:r w:rsidR="00280FCD">
        <w:t>’</w:t>
      </w:r>
      <w:r w:rsidRPr="00B647A6">
        <w:t>aviez poursuivie avec un couteau</w:t>
      </w:r>
      <w:r w:rsidR="00280FCD">
        <w:t xml:space="preserve">, </w:t>
      </w:r>
      <w:r w:rsidRPr="00B647A6">
        <w:t>elle et v</w:t>
      </w:r>
      <w:r w:rsidRPr="00B647A6">
        <w:t>o</w:t>
      </w:r>
      <w:r w:rsidRPr="00B647A6">
        <w:t>tre belle-sœur</w:t>
      </w:r>
      <w:r w:rsidR="00280FCD">
        <w:t xml:space="preserve">… </w:t>
      </w:r>
      <w:proofErr w:type="spellStart"/>
      <w:r w:rsidRPr="00B647A6">
        <w:t>Kouzma</w:t>
      </w:r>
      <w:proofErr w:type="spellEnd"/>
      <w:r w:rsidRPr="00B647A6">
        <w:t xml:space="preserve"> </w:t>
      </w:r>
      <w:proofErr w:type="spellStart"/>
      <w:r w:rsidRPr="00B647A6">
        <w:t>Nikolaïtch</w:t>
      </w:r>
      <w:proofErr w:type="spellEnd"/>
      <w:r w:rsidRPr="00B647A6">
        <w:rPr>
          <w:rStyle w:val="Appelnotedebasdep"/>
        </w:rPr>
        <w:footnoteReference w:id="2"/>
      </w:r>
      <w:r w:rsidR="00280FCD">
        <w:t xml:space="preserve">, </w:t>
      </w:r>
      <w:r w:rsidRPr="00B647A6">
        <w:t>de quoi cela a-t-il l</w:t>
      </w:r>
      <w:r w:rsidR="00280FCD">
        <w:t>’</w:t>
      </w:r>
      <w:r w:rsidRPr="00B647A6">
        <w:t>air</w:t>
      </w:r>
      <w:r w:rsidR="00280FCD">
        <w:t xml:space="preserve"> ? </w:t>
      </w:r>
      <w:r w:rsidRPr="00B647A6">
        <w:t>Aïe</w:t>
      </w:r>
      <w:r w:rsidR="00280FCD">
        <w:t xml:space="preserve">, </w:t>
      </w:r>
      <w:r w:rsidRPr="00B647A6">
        <w:t>aïe</w:t>
      </w:r>
      <w:r w:rsidR="00280FCD">
        <w:t> !</w:t>
      </w:r>
    </w:p>
    <w:p w14:paraId="0A9AAB86" w14:textId="77777777" w:rsidR="00280FCD" w:rsidRDefault="007A4B5B" w:rsidP="00280FCD">
      <w:proofErr w:type="spellStart"/>
      <w:r w:rsidRPr="00B647A6">
        <w:rPr>
          <w:bCs/>
        </w:rPr>
        <w:t>KHIRINE</w:t>
      </w:r>
      <w:proofErr w:type="spellEnd"/>
      <w:r w:rsidR="00280FCD">
        <w:rPr>
          <w:bCs/>
        </w:rPr>
        <w:t xml:space="preserve">, </w:t>
      </w:r>
      <w:r w:rsidRPr="00B647A6">
        <w:rPr>
          <w:bCs/>
          <w:i/>
          <w:iCs/>
        </w:rPr>
        <w:t>sèchement</w:t>
      </w:r>
      <w:r w:rsidR="00280FCD">
        <w:rPr>
          <w:bCs/>
          <w:i/>
          <w:iCs/>
        </w:rPr>
        <w:t xml:space="preserve">. </w:t>
      </w:r>
      <w:r w:rsidR="00280FCD">
        <w:t xml:space="preserve">– </w:t>
      </w:r>
      <w:r w:rsidRPr="00B647A6">
        <w:t>En raison de notre anniversaire</w:t>
      </w:r>
      <w:r w:rsidR="00280FCD">
        <w:t xml:space="preserve">, </w:t>
      </w:r>
      <w:r w:rsidRPr="00B647A6">
        <w:t>j</w:t>
      </w:r>
      <w:r w:rsidR="00280FCD">
        <w:t>’</w:t>
      </w:r>
      <w:r w:rsidRPr="00B647A6">
        <w:t>oserai</w:t>
      </w:r>
      <w:r w:rsidR="00280FCD">
        <w:t xml:space="preserve">, </w:t>
      </w:r>
      <w:r w:rsidRPr="00B647A6">
        <w:t xml:space="preserve">Andreï </w:t>
      </w:r>
      <w:proofErr w:type="spellStart"/>
      <w:r w:rsidRPr="00B647A6">
        <w:t>Andréïtch</w:t>
      </w:r>
      <w:proofErr w:type="spellEnd"/>
      <w:r w:rsidR="00280FCD">
        <w:t xml:space="preserve">, </w:t>
      </w:r>
      <w:r w:rsidRPr="00B647A6">
        <w:t>vous adresser une prière</w:t>
      </w:r>
      <w:r w:rsidR="00280FCD">
        <w:t xml:space="preserve">. </w:t>
      </w:r>
      <w:r w:rsidRPr="00B647A6">
        <w:t>Je vous prie</w:t>
      </w:r>
      <w:r w:rsidR="00280FCD">
        <w:t xml:space="preserve">, </w:t>
      </w:r>
      <w:r w:rsidRPr="00B647A6">
        <w:t>ne s</w:t>
      </w:r>
      <w:r w:rsidRPr="00B647A6">
        <w:t>e</w:t>
      </w:r>
      <w:r w:rsidRPr="00B647A6">
        <w:t>rait-ce qu</w:t>
      </w:r>
      <w:r w:rsidR="00280FCD">
        <w:t>’</w:t>
      </w:r>
      <w:r w:rsidRPr="00B647A6">
        <w:t>en considération de mes travaux de forçat</w:t>
      </w:r>
      <w:r w:rsidR="00280FCD">
        <w:t xml:space="preserve">, </w:t>
      </w:r>
      <w:r w:rsidRPr="00B647A6">
        <w:t>de ne pas vous mêler de ma vie pr</w:t>
      </w:r>
      <w:r w:rsidRPr="00B647A6">
        <w:t>i</w:t>
      </w:r>
      <w:r w:rsidRPr="00B647A6">
        <w:t>vée</w:t>
      </w:r>
      <w:r w:rsidR="00280FCD">
        <w:t xml:space="preserve"> ; </w:t>
      </w:r>
      <w:r w:rsidRPr="00B647A6">
        <w:t>je vous le demande</w:t>
      </w:r>
      <w:r w:rsidR="00280FCD">
        <w:t> !</w:t>
      </w:r>
    </w:p>
    <w:p w14:paraId="6ADC6C67"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soupirant</w:t>
      </w:r>
      <w:r w:rsidR="00280FCD">
        <w:rPr>
          <w:bCs/>
          <w:i/>
          <w:iCs/>
        </w:rPr>
        <w:t xml:space="preserve">. </w:t>
      </w:r>
      <w:r w:rsidR="00280FCD">
        <w:t xml:space="preserve">– </w:t>
      </w:r>
      <w:r w:rsidRPr="00B647A6">
        <w:t>Quel caractère impossible</w:t>
      </w:r>
      <w:r w:rsidR="00280FCD">
        <w:t xml:space="preserve">, </w:t>
      </w:r>
      <w:proofErr w:type="spellStart"/>
      <w:r w:rsidRPr="00B647A6">
        <w:t>Kouzma</w:t>
      </w:r>
      <w:proofErr w:type="spellEnd"/>
      <w:r w:rsidRPr="00B647A6">
        <w:t xml:space="preserve"> </w:t>
      </w:r>
      <w:proofErr w:type="spellStart"/>
      <w:r w:rsidRPr="00B647A6">
        <w:t>Nikolaïtch</w:t>
      </w:r>
      <w:proofErr w:type="spellEnd"/>
      <w:r w:rsidR="00280FCD">
        <w:t xml:space="preserve"> ! </w:t>
      </w:r>
      <w:r w:rsidRPr="00B647A6">
        <w:t>Vous êtes un homme excellent</w:t>
      </w:r>
      <w:r w:rsidR="00280FCD">
        <w:t xml:space="preserve">, </w:t>
      </w:r>
      <w:r w:rsidRPr="00B647A6">
        <w:t>respe</w:t>
      </w:r>
      <w:r w:rsidRPr="00B647A6">
        <w:t>c</w:t>
      </w:r>
      <w:r w:rsidRPr="00B647A6">
        <w:t>t</w:t>
      </w:r>
      <w:r w:rsidRPr="00B647A6">
        <w:t>a</w:t>
      </w:r>
      <w:r w:rsidRPr="00B647A6">
        <w:t>ble</w:t>
      </w:r>
      <w:r w:rsidR="00280FCD">
        <w:t xml:space="preserve">, </w:t>
      </w:r>
      <w:r w:rsidRPr="00B647A6">
        <w:t>mais</w:t>
      </w:r>
      <w:r w:rsidR="00280FCD">
        <w:t xml:space="preserve">, </w:t>
      </w:r>
      <w:r w:rsidRPr="00B647A6">
        <w:t>avec les femmes</w:t>
      </w:r>
      <w:r w:rsidR="00280FCD">
        <w:t xml:space="preserve">, </w:t>
      </w:r>
      <w:r w:rsidRPr="00B647A6">
        <w:t xml:space="preserve">vous vous conduisez comme un </w:t>
      </w:r>
      <w:r w:rsidRPr="00B647A6">
        <w:lastRenderedPageBreak/>
        <w:t>Jack l</w:t>
      </w:r>
      <w:r w:rsidR="00280FCD">
        <w:t>’</w:t>
      </w:r>
      <w:r w:rsidRPr="00B647A6">
        <w:t>éventreur</w:t>
      </w:r>
      <w:r w:rsidR="00280FCD">
        <w:t xml:space="preserve">. </w:t>
      </w:r>
      <w:r w:rsidRPr="00B647A6">
        <w:t>Vraiment</w:t>
      </w:r>
      <w:r w:rsidR="00280FCD">
        <w:t xml:space="preserve"> ! </w:t>
      </w:r>
      <w:r w:rsidRPr="00B647A6">
        <w:t>Je ne comprends pas pourquoi vous les déte</w:t>
      </w:r>
      <w:r w:rsidRPr="00B647A6">
        <w:t>s</w:t>
      </w:r>
      <w:r w:rsidRPr="00B647A6">
        <w:t>tez tant</w:t>
      </w:r>
      <w:r w:rsidR="00280FCD">
        <w:t>.</w:t>
      </w:r>
    </w:p>
    <w:p w14:paraId="5F955469" w14:textId="77777777" w:rsidR="00280FCD" w:rsidRDefault="007A4B5B" w:rsidP="00280FCD">
      <w:proofErr w:type="spellStart"/>
      <w:r w:rsidRPr="00B647A6">
        <w:rPr>
          <w:bCs/>
        </w:rPr>
        <w:t>KHIRINE</w:t>
      </w:r>
      <w:proofErr w:type="spellEnd"/>
      <w:r w:rsidR="00280FCD">
        <w:t xml:space="preserve">. – </w:t>
      </w:r>
      <w:r w:rsidRPr="00B647A6">
        <w:t>Et moi</w:t>
      </w:r>
      <w:r w:rsidR="00280FCD">
        <w:t xml:space="preserve">, </w:t>
      </w:r>
      <w:r w:rsidRPr="00B647A6">
        <w:t>je ne comprends pas pourquoi vous les aimez tant</w:t>
      </w:r>
      <w:r w:rsidR="00280FCD">
        <w:t> !</w:t>
      </w:r>
    </w:p>
    <w:p w14:paraId="2ECC927B" w14:textId="77777777" w:rsidR="00280FCD" w:rsidRDefault="007A4B5B" w:rsidP="00280FCD">
      <w:pPr>
        <w:ind w:firstLine="0"/>
        <w:jc w:val="center"/>
      </w:pPr>
      <w:r w:rsidRPr="00280FCD">
        <w:rPr>
          <w:bCs/>
          <w:i/>
          <w:iCs/>
        </w:rPr>
        <w:t>Un silence</w:t>
      </w:r>
      <w:r w:rsidR="00280FCD" w:rsidRPr="00280FCD">
        <w:rPr>
          <w:bCs/>
          <w:i/>
          <w:iCs/>
        </w:rPr>
        <w:t>.</w:t>
      </w:r>
    </w:p>
    <w:p w14:paraId="4CD084C9" w14:textId="77777777" w:rsidR="00280FCD" w:rsidRDefault="007A4B5B" w:rsidP="00280FCD">
      <w:proofErr w:type="spellStart"/>
      <w:r w:rsidRPr="00B647A6">
        <w:rPr>
          <w:bCs/>
        </w:rPr>
        <w:t>CHIPOUTCHINE</w:t>
      </w:r>
      <w:proofErr w:type="spellEnd"/>
      <w:r w:rsidR="00280FCD">
        <w:t xml:space="preserve">. – </w:t>
      </w:r>
      <w:r w:rsidRPr="00B647A6">
        <w:t>Les employés viennent de m</w:t>
      </w:r>
      <w:r w:rsidR="00280FCD">
        <w:t>’</w:t>
      </w:r>
      <w:r w:rsidRPr="00B647A6">
        <w:t>offrir un a</w:t>
      </w:r>
      <w:r w:rsidRPr="00B647A6">
        <w:t>l</w:t>
      </w:r>
      <w:r w:rsidRPr="00B647A6">
        <w:t>bum</w:t>
      </w:r>
      <w:r w:rsidR="00280FCD">
        <w:t xml:space="preserve">, </w:t>
      </w:r>
      <w:r w:rsidRPr="00B647A6">
        <w:t>et les membres du comité</w:t>
      </w:r>
      <w:r w:rsidR="00280FCD">
        <w:t xml:space="preserve">, </w:t>
      </w:r>
      <w:r w:rsidRPr="00B647A6">
        <w:t>à ce que j</w:t>
      </w:r>
      <w:r w:rsidR="00280FCD">
        <w:t>’</w:t>
      </w:r>
      <w:r w:rsidRPr="00B647A6">
        <w:t>ai ouï dire</w:t>
      </w:r>
      <w:r w:rsidR="00280FCD">
        <w:t xml:space="preserve">, </w:t>
      </w:r>
      <w:r w:rsidRPr="00B647A6">
        <w:t>veulent me r</w:t>
      </w:r>
      <w:r w:rsidRPr="00B647A6">
        <w:t>e</w:t>
      </w:r>
      <w:r w:rsidRPr="00B647A6">
        <w:t>mettre une adresse et me présenter une coupe en argent</w:t>
      </w:r>
      <w:r w:rsidR="00280FCD">
        <w:t xml:space="preserve">… </w:t>
      </w:r>
      <w:r w:rsidR="00280FCD">
        <w:rPr>
          <w:bCs/>
          <w:i/>
          <w:iCs/>
        </w:rPr>
        <w:t>(</w:t>
      </w:r>
      <w:r w:rsidRPr="00B647A6">
        <w:rPr>
          <w:bCs/>
          <w:i/>
          <w:iCs/>
        </w:rPr>
        <w:t>Jouant avec son monocle</w:t>
      </w:r>
      <w:r w:rsidR="00280FCD">
        <w:rPr>
          <w:bCs/>
          <w:i/>
          <w:iCs/>
        </w:rPr>
        <w:t xml:space="preserve">.) </w:t>
      </w:r>
      <w:r w:rsidRPr="00B647A6">
        <w:t>C</w:t>
      </w:r>
      <w:r w:rsidR="00280FCD">
        <w:t>’</w:t>
      </w:r>
      <w:r w:rsidRPr="00B647A6">
        <w:t>est bien</w:t>
      </w:r>
      <w:r w:rsidR="00280FCD">
        <w:t xml:space="preserve">, </w:t>
      </w:r>
      <w:r w:rsidRPr="00B647A6">
        <w:t xml:space="preserve">ou je ne suis pas </w:t>
      </w:r>
      <w:proofErr w:type="spellStart"/>
      <w:r w:rsidRPr="00B647A6">
        <w:t>Ch</w:t>
      </w:r>
      <w:r w:rsidRPr="00B647A6">
        <w:t>i</w:t>
      </w:r>
      <w:r w:rsidRPr="00B647A6">
        <w:t>poutchine</w:t>
      </w:r>
      <w:proofErr w:type="spellEnd"/>
      <w:r w:rsidR="00280FCD">
        <w:t xml:space="preserve"> ! </w:t>
      </w:r>
      <w:r w:rsidRPr="00B647A6">
        <w:t>Ce n</w:t>
      </w:r>
      <w:r w:rsidR="00280FCD">
        <w:t>’</w:t>
      </w:r>
      <w:r w:rsidRPr="00B647A6">
        <w:t>est pas s</w:t>
      </w:r>
      <w:r w:rsidRPr="00B647A6">
        <w:t>u</w:t>
      </w:r>
      <w:r w:rsidRPr="00B647A6">
        <w:t>perflu</w:t>
      </w:r>
      <w:r w:rsidR="00280FCD">
        <w:t xml:space="preserve">… </w:t>
      </w:r>
      <w:r w:rsidRPr="00B647A6">
        <w:t>La réputation d</w:t>
      </w:r>
      <w:r w:rsidR="00280FCD">
        <w:t>’</w:t>
      </w:r>
      <w:r w:rsidRPr="00B647A6">
        <w:t>une banque exige une certaine pompe</w:t>
      </w:r>
      <w:r w:rsidR="00280FCD">
        <w:t xml:space="preserve">, </w:t>
      </w:r>
      <w:r w:rsidRPr="00B647A6">
        <w:t>que diable</w:t>
      </w:r>
      <w:r w:rsidR="00280FCD">
        <w:t xml:space="preserve"> ! </w:t>
      </w:r>
      <w:r w:rsidRPr="00B647A6">
        <w:t>Vous êtes comme de la famille</w:t>
      </w:r>
      <w:r w:rsidR="00280FCD">
        <w:t xml:space="preserve"> ; </w:t>
      </w:r>
      <w:r w:rsidRPr="00B647A6">
        <w:t>vous n</w:t>
      </w:r>
      <w:r w:rsidR="00280FCD">
        <w:t>’</w:t>
      </w:r>
      <w:r w:rsidRPr="00B647A6">
        <w:t>ignorez certainement rien</w:t>
      </w:r>
      <w:r w:rsidR="00280FCD">
        <w:t xml:space="preserve">… </w:t>
      </w:r>
      <w:r w:rsidRPr="00B647A6">
        <w:t>j</w:t>
      </w:r>
      <w:r w:rsidR="00280FCD">
        <w:t>’</w:t>
      </w:r>
      <w:r w:rsidRPr="00B647A6">
        <w:t>ai composé moi-même l</w:t>
      </w:r>
      <w:r w:rsidR="00280FCD">
        <w:t>’</w:t>
      </w:r>
      <w:r w:rsidRPr="00B647A6">
        <w:t>adresse et acheté moi-même la coupe</w:t>
      </w:r>
      <w:r w:rsidR="00280FCD">
        <w:t xml:space="preserve">… </w:t>
      </w:r>
      <w:r w:rsidRPr="00B647A6">
        <w:t>La reliure de l</w:t>
      </w:r>
      <w:r w:rsidR="00280FCD">
        <w:t>’</w:t>
      </w:r>
      <w:r w:rsidRPr="00B647A6">
        <w:t>adresse m</w:t>
      </w:r>
      <w:r w:rsidR="00280FCD">
        <w:t>’</w:t>
      </w:r>
      <w:r w:rsidRPr="00B647A6">
        <w:t>a coûté quarante-cinq roubles</w:t>
      </w:r>
      <w:r w:rsidR="00280FCD">
        <w:t xml:space="preserve"> ; </w:t>
      </w:r>
      <w:r w:rsidRPr="00B647A6">
        <w:t>mais on ne peut faire autrement</w:t>
      </w:r>
      <w:r w:rsidR="00280FCD">
        <w:t xml:space="preserve"> : </w:t>
      </w:r>
      <w:r w:rsidRPr="00B647A6">
        <w:t>ils n</w:t>
      </w:r>
      <w:r w:rsidR="00280FCD">
        <w:t>’</w:t>
      </w:r>
      <w:r w:rsidRPr="00B647A6">
        <w:t>y auraient pas pensé eux-mêmes</w:t>
      </w:r>
      <w:r w:rsidR="00280FCD">
        <w:t>. (</w:t>
      </w:r>
      <w:r w:rsidRPr="00B647A6">
        <w:rPr>
          <w:i/>
        </w:rPr>
        <w:t>Il</w:t>
      </w:r>
      <w:r w:rsidRPr="00B647A6">
        <w:t xml:space="preserve"> </w:t>
      </w:r>
      <w:r w:rsidRPr="00B647A6">
        <w:rPr>
          <w:bCs/>
          <w:i/>
          <w:iCs/>
        </w:rPr>
        <w:t>r</w:t>
      </w:r>
      <w:r w:rsidRPr="00B647A6">
        <w:rPr>
          <w:bCs/>
          <w:i/>
          <w:iCs/>
        </w:rPr>
        <w:t>e</w:t>
      </w:r>
      <w:r w:rsidRPr="00B647A6">
        <w:rPr>
          <w:bCs/>
          <w:i/>
          <w:iCs/>
        </w:rPr>
        <w:t>garde autour de lui</w:t>
      </w:r>
      <w:r w:rsidR="00280FCD">
        <w:rPr>
          <w:bCs/>
          <w:i/>
          <w:iCs/>
        </w:rPr>
        <w:t xml:space="preserve">.) </w:t>
      </w:r>
      <w:r w:rsidRPr="00B647A6">
        <w:t>Quelle installation</w:t>
      </w:r>
      <w:r w:rsidR="00280FCD">
        <w:t xml:space="preserve">, </w:t>
      </w:r>
      <w:r w:rsidRPr="00B647A6">
        <w:t>vraiment</w:t>
      </w:r>
      <w:r w:rsidR="00280FCD">
        <w:t xml:space="preserve"> ! </w:t>
      </w:r>
      <w:r w:rsidRPr="00B647A6">
        <w:t>Quelle in</w:t>
      </w:r>
      <w:r w:rsidRPr="00B647A6">
        <w:t>s</w:t>
      </w:r>
      <w:r w:rsidRPr="00B647A6">
        <w:t>tall</w:t>
      </w:r>
      <w:r w:rsidRPr="00B647A6">
        <w:t>a</w:t>
      </w:r>
      <w:r w:rsidRPr="00B647A6">
        <w:t>tion</w:t>
      </w:r>
      <w:r w:rsidR="00280FCD">
        <w:t xml:space="preserve"> !… </w:t>
      </w:r>
      <w:r w:rsidRPr="00B647A6">
        <w:t>Voilà</w:t>
      </w:r>
      <w:r w:rsidR="00280FCD">
        <w:t xml:space="preserve"> ! </w:t>
      </w:r>
      <w:r w:rsidRPr="00B647A6">
        <w:t>on dit que je suis méticuleux</w:t>
      </w:r>
      <w:r w:rsidR="00280FCD">
        <w:t xml:space="preserve">, </w:t>
      </w:r>
      <w:r w:rsidRPr="00B647A6">
        <w:t>que je veux des serrures nettoyées</w:t>
      </w:r>
      <w:r w:rsidR="00280FCD">
        <w:t xml:space="preserve">, </w:t>
      </w:r>
      <w:r w:rsidRPr="00B647A6">
        <w:t>que j</w:t>
      </w:r>
      <w:r w:rsidR="00280FCD">
        <w:t>’</w:t>
      </w:r>
      <w:r w:rsidRPr="00B647A6">
        <w:t>exige que mes employés portent des cravates à la mode et qu</w:t>
      </w:r>
      <w:r w:rsidR="00280FCD">
        <w:t>’</w:t>
      </w:r>
      <w:r w:rsidRPr="00B647A6">
        <w:t>il y ait un gros suisse à la porte</w:t>
      </w:r>
      <w:r w:rsidR="00280FCD">
        <w:t xml:space="preserve">. </w:t>
      </w:r>
      <w:r w:rsidRPr="00B647A6">
        <w:t>Mais non</w:t>
      </w:r>
      <w:r w:rsidR="00280FCD">
        <w:t xml:space="preserve">, </w:t>
      </w:r>
      <w:r w:rsidRPr="00B647A6">
        <w:t>voyons</w:t>
      </w:r>
      <w:r w:rsidR="00280FCD">
        <w:t xml:space="preserve">, </w:t>
      </w:r>
      <w:r w:rsidRPr="00B647A6">
        <w:t>messieurs</w:t>
      </w:r>
      <w:r w:rsidR="00280FCD">
        <w:t xml:space="preserve">, </w:t>
      </w:r>
      <w:r w:rsidRPr="00B647A6">
        <w:t>les serrures reluisantes et le gros suisse ne sont pas des choses négligeables</w:t>
      </w:r>
      <w:r w:rsidR="00280FCD">
        <w:t xml:space="preserve"> ! </w:t>
      </w:r>
      <w:r w:rsidRPr="00B647A6">
        <w:t>Chez moi</w:t>
      </w:r>
      <w:r w:rsidR="00280FCD">
        <w:t xml:space="preserve">, </w:t>
      </w:r>
      <w:r w:rsidRPr="00B647A6">
        <w:t>à la ma</w:t>
      </w:r>
      <w:r w:rsidRPr="00B647A6">
        <w:t>i</w:t>
      </w:r>
      <w:r w:rsidRPr="00B647A6">
        <w:t>son</w:t>
      </w:r>
      <w:r w:rsidR="00280FCD">
        <w:t xml:space="preserve">, </w:t>
      </w:r>
      <w:r w:rsidRPr="00B647A6">
        <w:t>je puis être un petit-bourgeois</w:t>
      </w:r>
      <w:r w:rsidR="00280FCD">
        <w:t xml:space="preserve">, </w:t>
      </w:r>
      <w:r w:rsidRPr="00B647A6">
        <w:t>manger et dormir comme un porc</w:t>
      </w:r>
      <w:r w:rsidR="00280FCD">
        <w:t xml:space="preserve">, </w:t>
      </w:r>
      <w:r w:rsidRPr="00B647A6">
        <w:t>me sao</w:t>
      </w:r>
      <w:r w:rsidRPr="00B647A6">
        <w:t>u</w:t>
      </w:r>
      <w:r w:rsidRPr="00B647A6">
        <w:t>ler des jours entiers</w:t>
      </w:r>
      <w:r w:rsidR="00280FCD">
        <w:t>…</w:t>
      </w:r>
    </w:p>
    <w:p w14:paraId="178C082F" w14:textId="77777777" w:rsidR="00280FCD" w:rsidRDefault="007A4B5B" w:rsidP="00280FCD">
      <w:proofErr w:type="spellStart"/>
      <w:r w:rsidRPr="00B647A6">
        <w:rPr>
          <w:bCs/>
        </w:rPr>
        <w:t>KH</w:t>
      </w:r>
      <w:r w:rsidRPr="00B647A6">
        <w:rPr>
          <w:bCs/>
          <w:szCs w:val="32"/>
        </w:rPr>
        <w:t>IRINE</w:t>
      </w:r>
      <w:proofErr w:type="spellEnd"/>
      <w:r w:rsidR="00280FCD">
        <w:t xml:space="preserve">. – </w:t>
      </w:r>
      <w:r w:rsidRPr="00B647A6">
        <w:t>Je vous en prie</w:t>
      </w:r>
      <w:r w:rsidR="00280FCD">
        <w:t xml:space="preserve">, </w:t>
      </w:r>
      <w:r w:rsidRPr="00B647A6">
        <w:t>pas d</w:t>
      </w:r>
      <w:r w:rsidR="00280FCD">
        <w:t>’</w:t>
      </w:r>
      <w:r w:rsidRPr="00B647A6">
        <w:t>allusions</w:t>
      </w:r>
      <w:r w:rsidR="00280FCD">
        <w:t> !</w:t>
      </w:r>
    </w:p>
    <w:p w14:paraId="372B3795" w14:textId="77777777" w:rsidR="00280FCD" w:rsidRDefault="007A4B5B" w:rsidP="00280FCD">
      <w:proofErr w:type="spellStart"/>
      <w:r w:rsidRPr="00B647A6">
        <w:rPr>
          <w:bCs/>
        </w:rPr>
        <w:t>CHIPOUTCHINE</w:t>
      </w:r>
      <w:proofErr w:type="spellEnd"/>
      <w:r w:rsidR="00280FCD">
        <w:t xml:space="preserve">. – </w:t>
      </w:r>
      <w:r w:rsidRPr="00B647A6">
        <w:t>Personne n</w:t>
      </w:r>
      <w:r w:rsidR="00280FCD">
        <w:t>’</w:t>
      </w:r>
      <w:r w:rsidRPr="00B647A6">
        <w:t>en fait</w:t>
      </w:r>
      <w:r w:rsidR="00280FCD">
        <w:t xml:space="preserve"> ! </w:t>
      </w:r>
      <w:r w:rsidRPr="00B647A6">
        <w:t>Ah</w:t>
      </w:r>
      <w:r w:rsidR="00280FCD">
        <w:t xml:space="preserve"> ! </w:t>
      </w:r>
      <w:r w:rsidRPr="00B647A6">
        <w:t>quel cara</w:t>
      </w:r>
      <w:r w:rsidRPr="00B647A6">
        <w:t>c</w:t>
      </w:r>
      <w:r w:rsidRPr="00B647A6">
        <w:t>tère i</w:t>
      </w:r>
      <w:r w:rsidRPr="00B647A6">
        <w:t>m</w:t>
      </w:r>
      <w:r w:rsidRPr="00B647A6">
        <w:t>possible vous avez</w:t>
      </w:r>
      <w:r w:rsidR="00280FCD">
        <w:t xml:space="preserve"> !… </w:t>
      </w:r>
      <w:r w:rsidRPr="00B647A6">
        <w:t>Donc</w:t>
      </w:r>
      <w:r w:rsidR="00280FCD">
        <w:t xml:space="preserve">, </w:t>
      </w:r>
      <w:r w:rsidRPr="00B647A6">
        <w:t>je dis</w:t>
      </w:r>
      <w:r w:rsidR="00280FCD">
        <w:t xml:space="preserve"> : </w:t>
      </w:r>
      <w:r w:rsidRPr="00B647A6">
        <w:t>je puis être</w:t>
      </w:r>
      <w:r w:rsidR="00280FCD">
        <w:t xml:space="preserve">, </w:t>
      </w:r>
      <w:r w:rsidRPr="00B647A6">
        <w:t>chez moi</w:t>
      </w:r>
      <w:r w:rsidR="00280FCD">
        <w:t xml:space="preserve">, </w:t>
      </w:r>
      <w:r w:rsidRPr="00B647A6">
        <w:t>un petit-bourgeois</w:t>
      </w:r>
      <w:r w:rsidR="00280FCD">
        <w:t xml:space="preserve">, </w:t>
      </w:r>
      <w:r w:rsidRPr="00B647A6">
        <w:t>un parvenu</w:t>
      </w:r>
      <w:r w:rsidR="00280FCD">
        <w:t xml:space="preserve">, </w:t>
      </w:r>
      <w:r w:rsidRPr="00B647A6">
        <w:t>n</w:t>
      </w:r>
      <w:r w:rsidR="00280FCD">
        <w:t>’</w:t>
      </w:r>
      <w:r w:rsidRPr="00B647A6">
        <w:t xml:space="preserve">écouter que mes </w:t>
      </w:r>
      <w:r w:rsidRPr="00B647A6">
        <w:lastRenderedPageBreak/>
        <w:t>habitudes</w:t>
      </w:r>
      <w:r w:rsidR="00280FCD">
        <w:t xml:space="preserve">, </w:t>
      </w:r>
      <w:r w:rsidRPr="00B647A6">
        <w:t>mais</w:t>
      </w:r>
      <w:r w:rsidR="00280FCD">
        <w:t xml:space="preserve">, </w:t>
      </w:r>
      <w:r w:rsidRPr="00B647A6">
        <w:t>ici</w:t>
      </w:r>
      <w:r w:rsidR="00280FCD">
        <w:t xml:space="preserve">, </w:t>
      </w:r>
      <w:r w:rsidRPr="00B647A6">
        <w:t>tout doit être</w:t>
      </w:r>
      <w:r w:rsidR="00280FCD">
        <w:t xml:space="preserve">… </w:t>
      </w:r>
      <w:r w:rsidRPr="00B647A6">
        <w:rPr>
          <w:i/>
          <w:iCs/>
        </w:rPr>
        <w:t>en</w:t>
      </w:r>
      <w:r w:rsidRPr="00B647A6">
        <w:t xml:space="preserve"> </w:t>
      </w:r>
      <w:r w:rsidRPr="00B647A6">
        <w:rPr>
          <w:i/>
          <w:iCs/>
        </w:rPr>
        <w:t>grand</w:t>
      </w:r>
      <w:r w:rsidRPr="00B647A6">
        <w:rPr>
          <w:rStyle w:val="Appelnotedebasdep"/>
          <w:iCs/>
        </w:rPr>
        <w:footnoteReference w:id="3"/>
      </w:r>
      <w:r w:rsidR="00280FCD">
        <w:t xml:space="preserve">. </w:t>
      </w:r>
      <w:r w:rsidRPr="00B647A6">
        <w:t>Ici</w:t>
      </w:r>
      <w:r w:rsidR="00280FCD">
        <w:t xml:space="preserve">, </w:t>
      </w:r>
      <w:r w:rsidRPr="00B647A6">
        <w:t>c</w:t>
      </w:r>
      <w:r w:rsidR="00280FCD">
        <w:t>’</w:t>
      </w:r>
      <w:r w:rsidRPr="00B647A6">
        <w:t>est une banque</w:t>
      </w:r>
      <w:r w:rsidR="00280FCD">
        <w:t xml:space="preserve"> ! </w:t>
      </w:r>
      <w:r w:rsidRPr="00B647A6">
        <w:t>Ici</w:t>
      </w:r>
      <w:r w:rsidR="00280FCD">
        <w:t xml:space="preserve">, </w:t>
      </w:r>
      <w:r w:rsidRPr="00B647A6">
        <w:t>le moindre détail doit</w:t>
      </w:r>
      <w:r w:rsidR="00280FCD">
        <w:t xml:space="preserve">, </w:t>
      </w:r>
      <w:r w:rsidRPr="00B647A6">
        <w:t>pour ainsi dire</w:t>
      </w:r>
      <w:r w:rsidR="00280FCD">
        <w:t xml:space="preserve">, </w:t>
      </w:r>
      <w:r w:rsidRPr="00B647A6">
        <w:t>en imposer</w:t>
      </w:r>
      <w:r w:rsidR="00280FCD">
        <w:t xml:space="preserve">, </w:t>
      </w:r>
      <w:r w:rsidRPr="00B647A6">
        <w:t>avoir une allure majestueuse</w:t>
      </w:r>
      <w:r w:rsidR="00280FCD">
        <w:t>… (</w:t>
      </w:r>
      <w:r w:rsidRPr="00B647A6">
        <w:rPr>
          <w:i/>
        </w:rPr>
        <w:t>Il</w:t>
      </w:r>
      <w:r w:rsidRPr="00B647A6">
        <w:t xml:space="preserve"> </w:t>
      </w:r>
      <w:r w:rsidRPr="00B647A6">
        <w:rPr>
          <w:bCs/>
          <w:i/>
          <w:iCs/>
        </w:rPr>
        <w:t>ramasse à terre un bout de papier et le jette dans la cheminée</w:t>
      </w:r>
      <w:r w:rsidR="00280FCD">
        <w:rPr>
          <w:bCs/>
          <w:i/>
          <w:iCs/>
        </w:rPr>
        <w:t xml:space="preserve">.) </w:t>
      </w:r>
      <w:r w:rsidRPr="00B647A6">
        <w:t>Mon mérite est justement d</w:t>
      </w:r>
      <w:r w:rsidR="00280FCD">
        <w:t>’</w:t>
      </w:r>
      <w:r w:rsidRPr="00B647A6">
        <w:t>avoir solid</w:t>
      </w:r>
      <w:r w:rsidRPr="00B647A6">
        <w:t>e</w:t>
      </w:r>
      <w:r w:rsidRPr="00B647A6">
        <w:t>ment établi la réput</w:t>
      </w:r>
      <w:r w:rsidRPr="00B647A6">
        <w:t>a</w:t>
      </w:r>
      <w:r w:rsidRPr="00B647A6">
        <w:t>tion de la banque</w:t>
      </w:r>
      <w:r w:rsidR="00280FCD">
        <w:t xml:space="preserve">… </w:t>
      </w:r>
      <w:r w:rsidRPr="00B647A6">
        <w:t>Le ton est une grande chose</w:t>
      </w:r>
      <w:r w:rsidR="00280FCD">
        <w:t xml:space="preserve"> ! </w:t>
      </w:r>
      <w:r w:rsidRPr="00B647A6">
        <w:t>Une grande chose</w:t>
      </w:r>
      <w:r w:rsidR="00280FCD">
        <w:t xml:space="preserve">, </w:t>
      </w:r>
      <w:r w:rsidRPr="00B647A6">
        <w:t xml:space="preserve">ou je ne suis pas </w:t>
      </w:r>
      <w:proofErr w:type="spellStart"/>
      <w:r w:rsidRPr="00B647A6">
        <w:t>Chipoutchine</w:t>
      </w:r>
      <w:proofErr w:type="spellEnd"/>
      <w:r w:rsidR="00280FCD">
        <w:t xml:space="preserve">. </w:t>
      </w:r>
      <w:r w:rsidR="00280FCD">
        <w:rPr>
          <w:bCs/>
          <w:i/>
          <w:iCs/>
        </w:rPr>
        <w:t>(</w:t>
      </w:r>
      <w:r w:rsidRPr="00B647A6">
        <w:rPr>
          <w:bCs/>
          <w:i/>
          <w:iCs/>
        </w:rPr>
        <w:t xml:space="preserve">Après avoir regardé </w:t>
      </w:r>
      <w:proofErr w:type="spellStart"/>
      <w:r w:rsidRPr="00B647A6">
        <w:rPr>
          <w:bCs/>
          <w:i/>
          <w:iCs/>
        </w:rPr>
        <w:t>Khirine</w:t>
      </w:r>
      <w:proofErr w:type="spellEnd"/>
      <w:r w:rsidR="00280FCD">
        <w:rPr>
          <w:bCs/>
          <w:i/>
          <w:iCs/>
        </w:rPr>
        <w:t xml:space="preserve">.) </w:t>
      </w:r>
      <w:r w:rsidRPr="00B647A6">
        <w:t>Mon cher</w:t>
      </w:r>
      <w:r w:rsidR="00280FCD">
        <w:t xml:space="preserve">, </w:t>
      </w:r>
      <w:r w:rsidRPr="00B647A6">
        <w:t>la délégation des membres du conseil peut arriver d</w:t>
      </w:r>
      <w:r w:rsidR="00280FCD">
        <w:t>’</w:t>
      </w:r>
      <w:r w:rsidRPr="00B647A6">
        <w:t>un moment à l</w:t>
      </w:r>
      <w:r w:rsidR="00280FCD">
        <w:t>’</w:t>
      </w:r>
      <w:r w:rsidRPr="00B647A6">
        <w:t>autre</w:t>
      </w:r>
      <w:r w:rsidR="00280FCD">
        <w:t xml:space="preserve">, </w:t>
      </w:r>
      <w:r w:rsidRPr="00B647A6">
        <w:t>et vous êtes en bottes de feutre</w:t>
      </w:r>
      <w:r w:rsidR="00280FCD">
        <w:t xml:space="preserve"> ; </w:t>
      </w:r>
      <w:r w:rsidRPr="00B647A6">
        <w:t>vous avez cette espèce de foulard et un complet d</w:t>
      </w:r>
      <w:r w:rsidR="00280FCD">
        <w:t>’</w:t>
      </w:r>
      <w:r w:rsidRPr="00B647A6">
        <w:t>une couleur invraisemblable</w:t>
      </w:r>
      <w:r w:rsidR="00280FCD">
        <w:t xml:space="preserve"> ! </w:t>
      </w:r>
      <w:r w:rsidRPr="00B647A6">
        <w:t>Vous a</w:t>
      </w:r>
      <w:r w:rsidRPr="00B647A6">
        <w:t>u</w:t>
      </w:r>
      <w:r w:rsidRPr="00B647A6">
        <w:t>riez pu mettre votre habit</w:t>
      </w:r>
      <w:r w:rsidR="00280FCD">
        <w:t xml:space="preserve">, </w:t>
      </w:r>
      <w:r w:rsidRPr="00B647A6">
        <w:t>ou</w:t>
      </w:r>
      <w:r w:rsidR="00280FCD">
        <w:t xml:space="preserve">, </w:t>
      </w:r>
      <w:r w:rsidRPr="00B647A6">
        <w:t>enfin</w:t>
      </w:r>
      <w:r w:rsidR="00280FCD">
        <w:t xml:space="preserve">, </w:t>
      </w:r>
      <w:r w:rsidRPr="00B647A6">
        <w:t>une redingote noire</w:t>
      </w:r>
      <w:r w:rsidR="00280FCD">
        <w:t>…</w:t>
      </w:r>
    </w:p>
    <w:p w14:paraId="72ABF2B1" w14:textId="77777777" w:rsidR="00280FCD" w:rsidRDefault="007A4B5B" w:rsidP="00280FCD">
      <w:proofErr w:type="spellStart"/>
      <w:r w:rsidRPr="00B647A6">
        <w:rPr>
          <w:bCs/>
        </w:rPr>
        <w:t>KHIRINE</w:t>
      </w:r>
      <w:proofErr w:type="spellEnd"/>
      <w:r w:rsidR="00280FCD">
        <w:t xml:space="preserve">. – </w:t>
      </w:r>
      <w:r w:rsidRPr="00B647A6">
        <w:t>Je tiens plus à ma santé qu</w:t>
      </w:r>
      <w:r w:rsidR="00280FCD">
        <w:t>’</w:t>
      </w:r>
      <w:r w:rsidRPr="00B647A6">
        <w:t>à vos membres du conseil</w:t>
      </w:r>
      <w:r w:rsidR="00280FCD">
        <w:t xml:space="preserve">. </w:t>
      </w:r>
      <w:r w:rsidRPr="00B647A6">
        <w:t>J</w:t>
      </w:r>
      <w:r w:rsidR="00280FCD">
        <w:t>’</w:t>
      </w:r>
      <w:r w:rsidRPr="00B647A6">
        <w:t>ai une inflammation de tout le corps</w:t>
      </w:r>
      <w:r w:rsidR="00280FCD">
        <w:t>.</w:t>
      </w:r>
    </w:p>
    <w:p w14:paraId="5DF12348"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agité</w:t>
      </w:r>
      <w:r w:rsidR="00280FCD">
        <w:rPr>
          <w:bCs/>
          <w:i/>
          <w:iCs/>
        </w:rPr>
        <w:t xml:space="preserve">. </w:t>
      </w:r>
      <w:r w:rsidR="00280FCD">
        <w:t xml:space="preserve">– </w:t>
      </w:r>
      <w:r w:rsidRPr="00B647A6">
        <w:t>Convenez pourtant que c</w:t>
      </w:r>
      <w:r w:rsidR="00280FCD">
        <w:t>’</w:t>
      </w:r>
      <w:r w:rsidRPr="00B647A6">
        <w:t>est du d</w:t>
      </w:r>
      <w:r w:rsidRPr="00B647A6">
        <w:t>é</w:t>
      </w:r>
      <w:r w:rsidRPr="00B647A6">
        <w:t>sordre</w:t>
      </w:r>
      <w:r w:rsidR="00280FCD">
        <w:t xml:space="preserve"> ! </w:t>
      </w:r>
      <w:r w:rsidRPr="00B647A6">
        <w:t>Vous gâtez l</w:t>
      </w:r>
      <w:r w:rsidR="00280FCD">
        <w:t>’</w:t>
      </w:r>
      <w:r w:rsidRPr="00B647A6">
        <w:t>impression générale</w:t>
      </w:r>
      <w:r w:rsidR="00280FCD">
        <w:t> !</w:t>
      </w:r>
    </w:p>
    <w:p w14:paraId="5F28EC23" w14:textId="77777777" w:rsidR="00280FCD" w:rsidRDefault="007A4B5B" w:rsidP="00280FCD">
      <w:proofErr w:type="spellStart"/>
      <w:r w:rsidRPr="00B647A6">
        <w:rPr>
          <w:bCs/>
        </w:rPr>
        <w:t>KHIRINE</w:t>
      </w:r>
      <w:proofErr w:type="spellEnd"/>
      <w:r w:rsidR="00280FCD">
        <w:t xml:space="preserve">. – </w:t>
      </w:r>
      <w:r w:rsidRPr="00B647A6">
        <w:t>Si la délégation vient</w:t>
      </w:r>
      <w:r w:rsidR="00280FCD">
        <w:t xml:space="preserve">, </w:t>
      </w:r>
      <w:r w:rsidRPr="00B647A6">
        <w:t>je pourrai me cacher</w:t>
      </w:r>
      <w:r w:rsidR="00280FCD">
        <w:t xml:space="preserve">. </w:t>
      </w:r>
      <w:r w:rsidRPr="00B647A6">
        <w:t>Ce n</w:t>
      </w:r>
      <w:r w:rsidR="00280FCD">
        <w:t>’</w:t>
      </w:r>
      <w:r w:rsidRPr="00B647A6">
        <w:t>est pas une grande affaire</w:t>
      </w:r>
      <w:r w:rsidR="00280FCD">
        <w:t>… (</w:t>
      </w:r>
      <w:r w:rsidRPr="00B647A6">
        <w:rPr>
          <w:i/>
        </w:rPr>
        <w:t>Il</w:t>
      </w:r>
      <w:r w:rsidRPr="00B647A6">
        <w:t xml:space="preserve"> </w:t>
      </w:r>
      <w:r w:rsidRPr="00B647A6">
        <w:rPr>
          <w:bCs/>
          <w:i/>
          <w:iCs/>
        </w:rPr>
        <w:t>écrit</w:t>
      </w:r>
      <w:r w:rsidR="00280FCD">
        <w:rPr>
          <w:bCs/>
          <w:i/>
          <w:iCs/>
        </w:rPr>
        <w:t xml:space="preserve">.) </w:t>
      </w:r>
      <w:r w:rsidRPr="00B647A6">
        <w:t>Sept</w:t>
      </w:r>
      <w:r w:rsidR="00280FCD">
        <w:t xml:space="preserve">… </w:t>
      </w:r>
      <w:r w:rsidRPr="00B647A6">
        <w:t>un</w:t>
      </w:r>
      <w:r w:rsidR="00280FCD">
        <w:t xml:space="preserve">… </w:t>
      </w:r>
      <w:r w:rsidRPr="00B647A6">
        <w:t>sept</w:t>
      </w:r>
      <w:r w:rsidR="00280FCD">
        <w:t xml:space="preserve">… </w:t>
      </w:r>
      <w:r w:rsidRPr="00B647A6">
        <w:t>deux</w:t>
      </w:r>
      <w:r w:rsidR="00280FCD">
        <w:t xml:space="preserve">… </w:t>
      </w:r>
      <w:r w:rsidRPr="00B647A6">
        <w:t>un</w:t>
      </w:r>
      <w:r w:rsidR="00280FCD">
        <w:t xml:space="preserve">… </w:t>
      </w:r>
      <w:r w:rsidRPr="00B647A6">
        <w:t>cinq</w:t>
      </w:r>
      <w:r w:rsidR="00280FCD">
        <w:t xml:space="preserve">… </w:t>
      </w:r>
      <w:r w:rsidRPr="00B647A6">
        <w:t>zéro</w:t>
      </w:r>
      <w:r w:rsidR="00280FCD">
        <w:t xml:space="preserve">. </w:t>
      </w:r>
      <w:r w:rsidRPr="00B647A6">
        <w:t>Je n</w:t>
      </w:r>
      <w:r w:rsidR="00280FCD">
        <w:t>’</w:t>
      </w:r>
      <w:r w:rsidRPr="00B647A6">
        <w:t>aime pas le désordre moi non plus</w:t>
      </w:r>
      <w:r w:rsidR="00280FCD">
        <w:t xml:space="preserve">… </w:t>
      </w:r>
      <w:r w:rsidRPr="00B647A6">
        <w:t>sept</w:t>
      </w:r>
      <w:r w:rsidR="00280FCD">
        <w:t xml:space="preserve">… </w:t>
      </w:r>
      <w:r w:rsidRPr="00B647A6">
        <w:t>deux</w:t>
      </w:r>
      <w:r w:rsidR="00280FCD">
        <w:t xml:space="preserve">… </w:t>
      </w:r>
      <w:r w:rsidRPr="00B647A6">
        <w:t>neuf</w:t>
      </w:r>
      <w:r w:rsidR="00280FCD">
        <w:t>… (</w:t>
      </w:r>
      <w:r w:rsidRPr="00B647A6">
        <w:rPr>
          <w:i/>
        </w:rPr>
        <w:t>Il</w:t>
      </w:r>
      <w:r w:rsidRPr="00B647A6">
        <w:t xml:space="preserve"> </w:t>
      </w:r>
      <w:r w:rsidRPr="00B647A6">
        <w:rPr>
          <w:bCs/>
          <w:i/>
          <w:iCs/>
        </w:rPr>
        <w:t>compte au boulier</w:t>
      </w:r>
      <w:r w:rsidR="00280FCD">
        <w:rPr>
          <w:bCs/>
          <w:i/>
          <w:iCs/>
        </w:rPr>
        <w:t xml:space="preserve">.) </w:t>
      </w:r>
      <w:r w:rsidRPr="00B647A6">
        <w:t>Je déteste le d</w:t>
      </w:r>
      <w:r w:rsidRPr="00B647A6">
        <w:t>é</w:t>
      </w:r>
      <w:r w:rsidRPr="00B647A6">
        <w:t>sordre</w:t>
      </w:r>
      <w:r w:rsidR="00280FCD">
        <w:t xml:space="preserve"> ! </w:t>
      </w:r>
      <w:r w:rsidRPr="00B647A6">
        <w:t>Aussi feriez-vous bien de ne pas inviter aujourd</w:t>
      </w:r>
      <w:r w:rsidR="00280FCD">
        <w:t>’</w:t>
      </w:r>
      <w:r w:rsidRPr="00B647A6">
        <w:t>hui de dames au dîner de l</w:t>
      </w:r>
      <w:r w:rsidR="00280FCD">
        <w:t>’</w:t>
      </w:r>
      <w:r w:rsidRPr="00B647A6">
        <w:t>anniversaire</w:t>
      </w:r>
      <w:r w:rsidR="00280FCD">
        <w:t>…</w:t>
      </w:r>
    </w:p>
    <w:p w14:paraId="254E12F8" w14:textId="77777777" w:rsidR="00280FCD" w:rsidRDefault="007A4B5B" w:rsidP="00280FCD">
      <w:proofErr w:type="spellStart"/>
      <w:r w:rsidRPr="00B647A6">
        <w:rPr>
          <w:bCs/>
        </w:rPr>
        <w:t>CHIPOUTCHINE</w:t>
      </w:r>
      <w:proofErr w:type="spellEnd"/>
      <w:r w:rsidR="00280FCD">
        <w:t xml:space="preserve">. – </w:t>
      </w:r>
      <w:r w:rsidRPr="00B647A6">
        <w:t>Quelles balivernes</w:t>
      </w:r>
      <w:r w:rsidR="00280FCD">
        <w:t> !</w:t>
      </w:r>
    </w:p>
    <w:p w14:paraId="4397C4AE" w14:textId="77777777" w:rsidR="00280FCD" w:rsidRDefault="007A4B5B" w:rsidP="00280FCD">
      <w:proofErr w:type="spellStart"/>
      <w:r w:rsidRPr="00B647A6">
        <w:rPr>
          <w:bCs/>
        </w:rPr>
        <w:t>KHIRINE</w:t>
      </w:r>
      <w:proofErr w:type="spellEnd"/>
      <w:r w:rsidR="00280FCD">
        <w:t xml:space="preserve">. – </w:t>
      </w:r>
      <w:r w:rsidRPr="00B647A6">
        <w:t>Je sais que</w:t>
      </w:r>
      <w:r w:rsidR="00280FCD">
        <w:t xml:space="preserve">, </w:t>
      </w:r>
      <w:r w:rsidRPr="00B647A6">
        <w:t>par chic</w:t>
      </w:r>
      <w:r w:rsidR="00280FCD">
        <w:t xml:space="preserve">, </w:t>
      </w:r>
      <w:r w:rsidRPr="00B647A6">
        <w:t>vous allez en remplir la salle</w:t>
      </w:r>
      <w:r w:rsidR="00280FCD">
        <w:t xml:space="preserve"> ; </w:t>
      </w:r>
      <w:r w:rsidRPr="00B647A6">
        <w:t>mais elles ruineront toute l</w:t>
      </w:r>
      <w:r w:rsidR="00280FCD">
        <w:t>’</w:t>
      </w:r>
      <w:r w:rsidRPr="00B647A6">
        <w:t>affaire</w:t>
      </w:r>
      <w:r w:rsidR="00280FCD">
        <w:t xml:space="preserve">. </w:t>
      </w:r>
      <w:r w:rsidRPr="00B647A6">
        <w:t>C</w:t>
      </w:r>
      <w:r w:rsidR="00280FCD">
        <w:t>’</w:t>
      </w:r>
      <w:r w:rsidRPr="00B647A6">
        <w:t>est d</w:t>
      </w:r>
      <w:r w:rsidR="00280FCD">
        <w:t>’</w:t>
      </w:r>
      <w:r w:rsidRPr="00B647A6">
        <w:t>elles que vie</w:t>
      </w:r>
      <w:r w:rsidRPr="00B647A6">
        <w:t>n</w:t>
      </w:r>
      <w:r w:rsidRPr="00B647A6">
        <w:t>nent tout mal et tout désordre</w:t>
      </w:r>
      <w:r w:rsidR="00280FCD">
        <w:t>.</w:t>
      </w:r>
    </w:p>
    <w:p w14:paraId="17077AE0" w14:textId="77777777" w:rsidR="00280FCD" w:rsidRDefault="007A4B5B" w:rsidP="00280FCD">
      <w:proofErr w:type="spellStart"/>
      <w:r w:rsidRPr="00B647A6">
        <w:rPr>
          <w:bCs/>
        </w:rPr>
        <w:lastRenderedPageBreak/>
        <w:t>CHIPOUTCHINE</w:t>
      </w:r>
      <w:proofErr w:type="spellEnd"/>
      <w:r w:rsidR="00280FCD">
        <w:t xml:space="preserve">. – </w:t>
      </w:r>
      <w:r w:rsidRPr="00B647A6">
        <w:t>Tout au contraire la société féminine él</w:t>
      </w:r>
      <w:r w:rsidRPr="00B647A6">
        <w:t>è</w:t>
      </w:r>
      <w:r w:rsidRPr="00B647A6">
        <w:t>ve</w:t>
      </w:r>
      <w:r w:rsidR="00280FCD">
        <w:t> !</w:t>
      </w:r>
    </w:p>
    <w:p w14:paraId="79E250E8" w14:textId="77777777" w:rsidR="00280FCD" w:rsidRDefault="007A4B5B" w:rsidP="00280FCD">
      <w:proofErr w:type="spellStart"/>
      <w:r w:rsidRPr="00B647A6">
        <w:rPr>
          <w:bCs/>
        </w:rPr>
        <w:t>KHIRINE</w:t>
      </w:r>
      <w:proofErr w:type="spellEnd"/>
      <w:r w:rsidR="00280FCD">
        <w:t xml:space="preserve">. – </w:t>
      </w:r>
      <w:r w:rsidRPr="00B647A6">
        <w:t>En effet</w:t>
      </w:r>
      <w:r w:rsidR="00280FCD">
        <w:t xml:space="preserve"> !… </w:t>
      </w:r>
      <w:r w:rsidRPr="00B647A6">
        <w:t>Votre femme est</w:t>
      </w:r>
      <w:r w:rsidR="00280FCD">
        <w:t xml:space="preserve">, </w:t>
      </w:r>
      <w:r w:rsidRPr="00B647A6">
        <w:t>paraît-il</w:t>
      </w:r>
      <w:r w:rsidR="00280FCD">
        <w:t xml:space="preserve">, </w:t>
      </w:r>
      <w:r w:rsidRPr="00B647A6">
        <w:t>une femme cultivée</w:t>
      </w:r>
      <w:r w:rsidR="00280FCD">
        <w:t xml:space="preserve">, </w:t>
      </w:r>
      <w:r w:rsidRPr="00B647A6">
        <w:t>et</w:t>
      </w:r>
      <w:r w:rsidR="00280FCD">
        <w:t xml:space="preserve">, </w:t>
      </w:r>
      <w:r w:rsidRPr="00B647A6">
        <w:t>lundi dernier</w:t>
      </w:r>
      <w:r w:rsidR="00280FCD">
        <w:t xml:space="preserve">, </w:t>
      </w:r>
      <w:r w:rsidRPr="00B647A6">
        <w:t>elle a lâché une telle énormité que</w:t>
      </w:r>
      <w:r w:rsidR="00280FCD">
        <w:t xml:space="preserve">, </w:t>
      </w:r>
      <w:r w:rsidRPr="00B647A6">
        <w:t>pendant deux jours</w:t>
      </w:r>
      <w:r w:rsidR="00280FCD">
        <w:t xml:space="preserve">, </w:t>
      </w:r>
      <w:r w:rsidRPr="00B647A6">
        <w:t>j</w:t>
      </w:r>
      <w:r w:rsidR="00280FCD">
        <w:t>’</w:t>
      </w:r>
      <w:r w:rsidRPr="00B647A6">
        <w:t>en ai ouvert les bras</w:t>
      </w:r>
      <w:r w:rsidR="00280FCD">
        <w:t xml:space="preserve">… </w:t>
      </w:r>
      <w:r w:rsidRPr="00B647A6">
        <w:t>Elle va tout à coup demander</w:t>
      </w:r>
      <w:r w:rsidR="00280FCD">
        <w:t xml:space="preserve">, </w:t>
      </w:r>
      <w:r w:rsidRPr="00B647A6">
        <w:t>devant des inconnus</w:t>
      </w:r>
      <w:r w:rsidR="00280FCD">
        <w:t> : « </w:t>
      </w:r>
      <w:r w:rsidRPr="00B647A6">
        <w:t xml:space="preserve">Est-il vrai que mon mari ait acheté pour notre banque des actions de la </w:t>
      </w:r>
      <w:proofErr w:type="spellStart"/>
      <w:r w:rsidRPr="00B647A6">
        <w:t>Driajsko-Priajski</w:t>
      </w:r>
      <w:proofErr w:type="spellEnd"/>
      <w:r w:rsidRPr="00B647A6">
        <w:t xml:space="preserve"> qui ont baissé en Bourse</w:t>
      </w:r>
      <w:r w:rsidR="00280FCD">
        <w:t xml:space="preserve"> ? </w:t>
      </w:r>
      <w:r w:rsidRPr="00B647A6">
        <w:t>Mon mari est si inquiet</w:t>
      </w:r>
      <w:r w:rsidR="00280FCD">
        <w:t> ! »</w:t>
      </w:r>
      <w:r w:rsidRPr="00B647A6">
        <w:t xml:space="preserve"> Cela</w:t>
      </w:r>
      <w:r w:rsidR="00280FCD">
        <w:t xml:space="preserve">, </w:t>
      </w:r>
      <w:r w:rsidRPr="00B647A6">
        <w:t>devant des inconnus</w:t>
      </w:r>
      <w:r w:rsidR="00280FCD">
        <w:t xml:space="preserve"> !… </w:t>
      </w:r>
      <w:r w:rsidRPr="00B647A6">
        <w:t>Pourquoi vous lâchez-vous ainsi devant des femmes</w:t>
      </w:r>
      <w:r w:rsidR="00280FCD">
        <w:t xml:space="preserve">, </w:t>
      </w:r>
      <w:r w:rsidRPr="00B647A6">
        <w:t>je ne le comprends pas</w:t>
      </w:r>
      <w:r w:rsidR="00280FCD">
        <w:t xml:space="preserve"> !… </w:t>
      </w:r>
      <w:r w:rsidRPr="00B647A6">
        <w:t>Voulez-vous qu</w:t>
      </w:r>
      <w:r w:rsidR="00280FCD">
        <w:t>’</w:t>
      </w:r>
      <w:r w:rsidRPr="00B647A6">
        <w:t>elles vous traînent sur les bancs de la corre</w:t>
      </w:r>
      <w:r w:rsidRPr="00B647A6">
        <w:t>c</w:t>
      </w:r>
      <w:r w:rsidRPr="00B647A6">
        <w:t>tionnelle</w:t>
      </w:r>
      <w:r w:rsidR="00280FCD">
        <w:t> ?</w:t>
      </w:r>
    </w:p>
    <w:p w14:paraId="08B19DA0" w14:textId="77777777" w:rsidR="00280FCD" w:rsidRDefault="007A4B5B" w:rsidP="00280FCD">
      <w:proofErr w:type="spellStart"/>
      <w:r w:rsidRPr="00B647A6">
        <w:rPr>
          <w:bCs/>
        </w:rPr>
        <w:t>CHIPOUTCHINE</w:t>
      </w:r>
      <w:proofErr w:type="spellEnd"/>
      <w:r w:rsidR="00280FCD">
        <w:t xml:space="preserve">. – </w:t>
      </w:r>
      <w:r w:rsidRPr="00B647A6">
        <w:t>Allons</w:t>
      </w:r>
      <w:r w:rsidR="00280FCD">
        <w:t xml:space="preserve">, </w:t>
      </w:r>
      <w:r w:rsidRPr="00B647A6">
        <w:t>assez</w:t>
      </w:r>
      <w:r w:rsidR="00280FCD">
        <w:t xml:space="preserve">, </w:t>
      </w:r>
      <w:r w:rsidRPr="00B647A6">
        <w:t>assez</w:t>
      </w:r>
      <w:r w:rsidR="00280FCD">
        <w:t xml:space="preserve"> ! </w:t>
      </w:r>
      <w:r w:rsidRPr="00B647A6">
        <w:t>Pour un annive</w:t>
      </w:r>
      <w:r w:rsidRPr="00B647A6">
        <w:t>r</w:t>
      </w:r>
      <w:r w:rsidRPr="00B647A6">
        <w:t>saire</w:t>
      </w:r>
      <w:r w:rsidR="00280FCD">
        <w:t xml:space="preserve">, </w:t>
      </w:r>
      <w:r w:rsidRPr="00B647A6">
        <w:t>ce sont là des discours trop maussades</w:t>
      </w:r>
      <w:r w:rsidR="00280FCD">
        <w:t xml:space="preserve">. </w:t>
      </w:r>
      <w:r w:rsidRPr="00B647A6">
        <w:t>À propos</w:t>
      </w:r>
      <w:r w:rsidR="00280FCD">
        <w:t xml:space="preserve">, </w:t>
      </w:r>
      <w:r w:rsidRPr="00B647A6">
        <w:t>vous me faites souvenir</w:t>
      </w:r>
      <w:r w:rsidR="00280FCD">
        <w:t>. (</w:t>
      </w:r>
      <w:r w:rsidRPr="00B647A6">
        <w:rPr>
          <w:i/>
        </w:rPr>
        <w:t>Il</w:t>
      </w:r>
      <w:r w:rsidRPr="00B647A6">
        <w:t xml:space="preserve"> </w:t>
      </w:r>
      <w:r w:rsidRPr="00B647A6">
        <w:rPr>
          <w:bCs/>
          <w:i/>
          <w:iCs/>
        </w:rPr>
        <w:t>regarde sa montre</w:t>
      </w:r>
      <w:r w:rsidR="00280FCD">
        <w:rPr>
          <w:bCs/>
          <w:i/>
          <w:iCs/>
        </w:rPr>
        <w:t xml:space="preserve">.) </w:t>
      </w:r>
      <w:r w:rsidRPr="00B647A6">
        <w:t>Ma chère épouse doit arriver à l</w:t>
      </w:r>
      <w:r w:rsidR="00280FCD">
        <w:t>’</w:t>
      </w:r>
      <w:r w:rsidRPr="00B647A6">
        <w:t>instant</w:t>
      </w:r>
      <w:r w:rsidR="00280FCD">
        <w:t xml:space="preserve">. </w:t>
      </w:r>
      <w:r w:rsidRPr="00B647A6">
        <w:t>J</w:t>
      </w:r>
      <w:r w:rsidR="00280FCD">
        <w:t>’</w:t>
      </w:r>
      <w:r w:rsidRPr="00B647A6">
        <w:t>aurais dû</w:t>
      </w:r>
      <w:r w:rsidR="00280FCD">
        <w:t xml:space="preserve">, </w:t>
      </w:r>
      <w:r w:rsidRPr="00B647A6">
        <w:t>en somme</w:t>
      </w:r>
      <w:r w:rsidR="00280FCD">
        <w:t xml:space="preserve">, </w:t>
      </w:r>
      <w:r w:rsidRPr="00B647A6">
        <w:t>aller la prendre à la gare</w:t>
      </w:r>
      <w:r w:rsidR="00280FCD">
        <w:t xml:space="preserve">, </w:t>
      </w:r>
      <w:r w:rsidRPr="00B647A6">
        <w:t>la pauvre amie</w:t>
      </w:r>
      <w:r w:rsidR="00280FCD">
        <w:t xml:space="preserve"> ; </w:t>
      </w:r>
      <w:r w:rsidRPr="00B647A6">
        <w:t>mais je n</w:t>
      </w:r>
      <w:r w:rsidR="00280FCD">
        <w:t>’</w:t>
      </w:r>
      <w:r w:rsidRPr="00B647A6">
        <w:t>ai pas le temps</w:t>
      </w:r>
      <w:r w:rsidR="00280FCD">
        <w:t xml:space="preserve">… </w:t>
      </w:r>
      <w:r w:rsidRPr="00B647A6">
        <w:t>et puis</w:t>
      </w:r>
      <w:r w:rsidR="00280FCD">
        <w:t xml:space="preserve">, </w:t>
      </w:r>
      <w:r w:rsidRPr="00B647A6">
        <w:t>je suis fatigué</w:t>
      </w:r>
      <w:r w:rsidR="00280FCD">
        <w:t xml:space="preserve">… </w:t>
      </w:r>
      <w:r w:rsidRPr="00B647A6">
        <w:t>À franchement parler</w:t>
      </w:r>
      <w:r w:rsidR="00280FCD">
        <w:t xml:space="preserve">, </w:t>
      </w:r>
      <w:r w:rsidRPr="00B647A6">
        <w:t>je ne suis pas content d</w:t>
      </w:r>
      <w:r w:rsidR="00280FCD">
        <w:t>’</w:t>
      </w:r>
      <w:r w:rsidRPr="00B647A6">
        <w:t>elle</w:t>
      </w:r>
      <w:r w:rsidR="00280FCD">
        <w:t xml:space="preserve"> ! </w:t>
      </w:r>
      <w:r w:rsidRPr="00B647A6">
        <w:t>C</w:t>
      </w:r>
      <w:r w:rsidR="00280FCD">
        <w:t>’</w:t>
      </w:r>
      <w:r w:rsidRPr="00B647A6">
        <w:t>est-à-dire</w:t>
      </w:r>
      <w:r w:rsidR="00280FCD">
        <w:t xml:space="preserve">, </w:t>
      </w:r>
      <w:r w:rsidRPr="00B647A6">
        <w:t>j</w:t>
      </w:r>
      <w:r w:rsidR="00280FCD">
        <w:t>’</w:t>
      </w:r>
      <w:r w:rsidRPr="00B647A6">
        <w:t>en suis content</w:t>
      </w:r>
      <w:r w:rsidR="00280FCD">
        <w:t xml:space="preserve">, </w:t>
      </w:r>
      <w:r w:rsidRPr="00B647A6">
        <w:t>mais si elle était restée encore un ou deux p</w:t>
      </w:r>
      <w:r w:rsidRPr="00B647A6">
        <w:t>e</w:t>
      </w:r>
      <w:r w:rsidRPr="00B647A6">
        <w:t>tits jours chez sa mère</w:t>
      </w:r>
      <w:r w:rsidR="00280FCD">
        <w:t xml:space="preserve">, </w:t>
      </w:r>
      <w:r w:rsidRPr="00B647A6">
        <w:t>cela m</w:t>
      </w:r>
      <w:r w:rsidR="00280FCD">
        <w:t>’</w:t>
      </w:r>
      <w:r w:rsidRPr="00B647A6">
        <w:t>eût été plus agréable</w:t>
      </w:r>
      <w:r w:rsidR="00280FCD">
        <w:t xml:space="preserve">. </w:t>
      </w:r>
      <w:r w:rsidRPr="00B647A6">
        <w:t>Elle va exiger que je passe toute la soirée avec elle</w:t>
      </w:r>
      <w:r w:rsidR="00280FCD">
        <w:t xml:space="preserve">, </w:t>
      </w:r>
      <w:r w:rsidRPr="00B647A6">
        <w:t>et</w:t>
      </w:r>
      <w:r w:rsidR="00280FCD">
        <w:t xml:space="preserve">, </w:t>
      </w:r>
      <w:r w:rsidRPr="00B647A6">
        <w:t>just</w:t>
      </w:r>
      <w:r w:rsidRPr="00B647A6">
        <w:t>e</w:t>
      </w:r>
      <w:r w:rsidRPr="00B647A6">
        <w:t>ment</w:t>
      </w:r>
      <w:r w:rsidR="00280FCD">
        <w:t xml:space="preserve">, </w:t>
      </w:r>
      <w:r w:rsidRPr="00B647A6">
        <w:t>on projetait aujourd</w:t>
      </w:r>
      <w:r w:rsidR="00280FCD">
        <w:t>’</w:t>
      </w:r>
      <w:r w:rsidRPr="00B647A6">
        <w:t>hui</w:t>
      </w:r>
      <w:r w:rsidR="00280FCD">
        <w:t xml:space="preserve">, </w:t>
      </w:r>
      <w:r w:rsidRPr="00B647A6">
        <w:t>entre autres</w:t>
      </w:r>
      <w:r w:rsidR="00280FCD">
        <w:t xml:space="preserve">, </w:t>
      </w:r>
      <w:r w:rsidRPr="00B647A6">
        <w:t>une petite fugue après dîner</w:t>
      </w:r>
      <w:r w:rsidR="00280FCD">
        <w:t xml:space="preserve">… </w:t>
      </w:r>
      <w:r w:rsidR="00280FCD">
        <w:rPr>
          <w:bCs/>
          <w:i/>
          <w:iCs/>
        </w:rPr>
        <w:t>(</w:t>
      </w:r>
      <w:r w:rsidRPr="00B647A6">
        <w:rPr>
          <w:bCs/>
          <w:i/>
          <w:iCs/>
        </w:rPr>
        <w:t>Un frisson</w:t>
      </w:r>
      <w:r w:rsidR="00280FCD">
        <w:rPr>
          <w:bCs/>
          <w:i/>
          <w:iCs/>
        </w:rPr>
        <w:t xml:space="preserve">.) </w:t>
      </w:r>
      <w:r w:rsidRPr="00B647A6">
        <w:t>Ah</w:t>
      </w:r>
      <w:r w:rsidR="00280FCD">
        <w:t xml:space="preserve"> ! </w:t>
      </w:r>
      <w:r w:rsidRPr="00B647A6">
        <w:t>encore ce tremblement ne</w:t>
      </w:r>
      <w:r w:rsidRPr="00B647A6">
        <w:t>r</w:t>
      </w:r>
      <w:r w:rsidRPr="00B647A6">
        <w:t>veux</w:t>
      </w:r>
      <w:r w:rsidR="00280FCD">
        <w:t xml:space="preserve"> ! </w:t>
      </w:r>
      <w:r w:rsidRPr="00B647A6">
        <w:t>Mes nerfs sont si tendus qu</w:t>
      </w:r>
      <w:r w:rsidR="00280FCD">
        <w:t>’</w:t>
      </w:r>
      <w:r w:rsidRPr="00B647A6">
        <w:t>il suffirait</w:t>
      </w:r>
      <w:r w:rsidR="00280FCD">
        <w:t xml:space="preserve">, </w:t>
      </w:r>
      <w:r w:rsidRPr="00B647A6">
        <w:t>il me semble</w:t>
      </w:r>
      <w:r w:rsidR="00280FCD">
        <w:t xml:space="preserve">, </w:t>
      </w:r>
      <w:r w:rsidRPr="00B647A6">
        <w:t>de la moindre bagatelle pour que je pleure</w:t>
      </w:r>
      <w:r w:rsidR="00280FCD">
        <w:t xml:space="preserve">. </w:t>
      </w:r>
      <w:r w:rsidRPr="00B647A6">
        <w:t>Non</w:t>
      </w:r>
      <w:r w:rsidR="00280FCD">
        <w:t xml:space="preserve"> ! </w:t>
      </w:r>
      <w:r w:rsidRPr="00B647A6">
        <w:t>il faut être fort</w:t>
      </w:r>
      <w:r w:rsidR="00280FCD">
        <w:t xml:space="preserve">, </w:t>
      </w:r>
      <w:r w:rsidRPr="00B647A6">
        <w:t xml:space="preserve">ou je ne suis pas </w:t>
      </w:r>
      <w:proofErr w:type="spellStart"/>
      <w:r w:rsidRPr="00B647A6">
        <w:t>Chipou</w:t>
      </w:r>
      <w:r w:rsidRPr="00B647A6">
        <w:t>t</w:t>
      </w:r>
      <w:r w:rsidRPr="00B647A6">
        <w:t>chine</w:t>
      </w:r>
      <w:proofErr w:type="spellEnd"/>
      <w:r w:rsidR="00280FCD">
        <w:t> !</w:t>
      </w:r>
    </w:p>
    <w:p w14:paraId="001A8847" w14:textId="77777777" w:rsidR="00280FCD" w:rsidRDefault="00280FCD" w:rsidP="00280FCD">
      <w:pPr>
        <w:ind w:firstLine="0"/>
        <w:jc w:val="center"/>
      </w:pPr>
      <w:r w:rsidRPr="00280FCD">
        <w:rPr>
          <w:bCs/>
          <w:i/>
          <w:iCs/>
        </w:rPr>
        <w:t>M</w:t>
      </w:r>
      <w:r w:rsidRPr="00280FCD">
        <w:rPr>
          <w:bCs/>
          <w:i/>
          <w:iCs/>
          <w:vertAlign w:val="superscript"/>
        </w:rPr>
        <w:t>me</w:t>
      </w:r>
      <w:r w:rsidRPr="00280FCD">
        <w:rPr>
          <w:bCs/>
          <w:i/>
          <w:iCs/>
        </w:rPr>
        <w:t> </w:t>
      </w:r>
      <w:proofErr w:type="spellStart"/>
      <w:r w:rsidR="007A4B5B" w:rsidRPr="00280FCD">
        <w:rPr>
          <w:bCs/>
          <w:i/>
          <w:iCs/>
        </w:rPr>
        <w:t>Chipoutchine</w:t>
      </w:r>
      <w:proofErr w:type="spellEnd"/>
      <w:r w:rsidR="007A4B5B" w:rsidRPr="00280FCD">
        <w:rPr>
          <w:bCs/>
          <w:i/>
          <w:iCs/>
        </w:rPr>
        <w:t xml:space="preserve"> entre en imperméable</w:t>
      </w:r>
      <w:r w:rsidRPr="00280FCD">
        <w:rPr>
          <w:bCs/>
          <w:i/>
          <w:iCs/>
        </w:rPr>
        <w:t xml:space="preserve">, </w:t>
      </w:r>
      <w:r w:rsidR="007A4B5B" w:rsidRPr="00280FCD">
        <w:rPr>
          <w:bCs/>
          <w:i/>
          <w:iCs/>
        </w:rPr>
        <w:t>avec une sacoche de voyage en bandoulière</w:t>
      </w:r>
      <w:r w:rsidRPr="00280FCD">
        <w:rPr>
          <w:bCs/>
          <w:i/>
          <w:iCs/>
        </w:rPr>
        <w:t>.</w:t>
      </w:r>
    </w:p>
    <w:p w14:paraId="0BE3D550" w14:textId="77777777" w:rsidR="00280FCD" w:rsidRDefault="007A4B5B" w:rsidP="00280FCD">
      <w:proofErr w:type="spellStart"/>
      <w:r w:rsidRPr="00B647A6">
        <w:rPr>
          <w:bCs/>
        </w:rPr>
        <w:t>CHIPOUTCHINE</w:t>
      </w:r>
      <w:proofErr w:type="spellEnd"/>
      <w:r w:rsidR="00280FCD">
        <w:t xml:space="preserve">. – </w:t>
      </w:r>
      <w:r w:rsidRPr="00B647A6">
        <w:t>Ah</w:t>
      </w:r>
      <w:r w:rsidR="00280FCD">
        <w:t xml:space="preserve"> ! </w:t>
      </w:r>
      <w:r w:rsidRPr="00B647A6">
        <w:t>nous parlions de toi</w:t>
      </w:r>
      <w:r w:rsidR="00280FCD">
        <w:t>…</w:t>
      </w:r>
    </w:p>
    <w:p w14:paraId="1427E026" w14:textId="77777777" w:rsidR="00280FCD" w:rsidRDefault="007A4B5B" w:rsidP="00280FCD">
      <w:r w:rsidRPr="00B647A6">
        <w:rPr>
          <w:bCs/>
        </w:rPr>
        <w:t xml:space="preserve">TATIANA </w:t>
      </w:r>
      <w:proofErr w:type="spellStart"/>
      <w:r w:rsidRPr="00B647A6">
        <w:rPr>
          <w:bCs/>
        </w:rPr>
        <w:t>ALE</w:t>
      </w:r>
      <w:r w:rsidRPr="00B647A6">
        <w:rPr>
          <w:bCs/>
        </w:rPr>
        <w:t>K</w:t>
      </w:r>
      <w:r w:rsidRPr="00B647A6">
        <w:rPr>
          <w:bCs/>
        </w:rPr>
        <w:t>SÉÏEVNA</w:t>
      </w:r>
      <w:proofErr w:type="spellEnd"/>
      <w:r w:rsidR="00280FCD">
        <w:t xml:space="preserve">. – </w:t>
      </w:r>
      <w:r w:rsidRPr="00B647A6">
        <w:t>Mon chéri</w:t>
      </w:r>
      <w:r w:rsidR="00280FCD">
        <w:t> !</w:t>
      </w:r>
    </w:p>
    <w:p w14:paraId="0FE627A9" w14:textId="77777777" w:rsidR="00280FCD" w:rsidRDefault="007A4B5B" w:rsidP="00280FCD">
      <w:pPr>
        <w:ind w:firstLine="0"/>
        <w:jc w:val="center"/>
      </w:pPr>
      <w:r w:rsidRPr="00280FCD">
        <w:rPr>
          <w:bCs/>
          <w:i/>
          <w:iCs/>
        </w:rPr>
        <w:lastRenderedPageBreak/>
        <w:t>Elle court à son mari</w:t>
      </w:r>
      <w:r w:rsidR="00280FCD" w:rsidRPr="00280FCD">
        <w:rPr>
          <w:bCs/>
          <w:i/>
          <w:iCs/>
        </w:rPr>
        <w:t xml:space="preserve">. </w:t>
      </w:r>
      <w:r w:rsidRPr="00280FCD">
        <w:rPr>
          <w:bCs/>
          <w:i/>
          <w:iCs/>
        </w:rPr>
        <w:t>Baiser prolongé</w:t>
      </w:r>
      <w:r w:rsidR="00280FCD" w:rsidRPr="00280FCD">
        <w:rPr>
          <w:bCs/>
          <w:i/>
          <w:iCs/>
        </w:rPr>
        <w:t>.</w:t>
      </w:r>
    </w:p>
    <w:p w14:paraId="1A9BDE1F" w14:textId="77777777" w:rsidR="00280FCD" w:rsidRDefault="007A4B5B" w:rsidP="00280FCD">
      <w:proofErr w:type="spellStart"/>
      <w:r w:rsidRPr="00B647A6">
        <w:rPr>
          <w:bCs/>
        </w:rPr>
        <w:t>CHIPOUTCHINE</w:t>
      </w:r>
      <w:proofErr w:type="spellEnd"/>
      <w:r w:rsidR="00280FCD">
        <w:t xml:space="preserve">. – </w:t>
      </w:r>
      <w:r w:rsidRPr="00B647A6">
        <w:t>Nous ne venions que de parler de toi</w:t>
      </w:r>
      <w:r w:rsidR="00280FCD">
        <w:t> !…</w:t>
      </w:r>
    </w:p>
    <w:p w14:paraId="1C93ECEC" w14:textId="77777777" w:rsidR="00280FCD" w:rsidRDefault="007A4B5B" w:rsidP="00280FCD">
      <w:pPr>
        <w:ind w:firstLine="0"/>
        <w:jc w:val="center"/>
      </w:pPr>
      <w:r w:rsidRPr="00280FCD">
        <w:rPr>
          <w:bCs/>
          <w:i/>
          <w:iCs/>
        </w:rPr>
        <w:t>Il regarde sa montre</w:t>
      </w:r>
      <w:r w:rsidR="00280FCD" w:rsidRPr="00280FCD">
        <w:rPr>
          <w:bCs/>
          <w:i/>
          <w:iCs/>
        </w:rPr>
        <w:t>.</w:t>
      </w:r>
    </w:p>
    <w:p w14:paraId="583A993C" w14:textId="77777777" w:rsidR="00280FCD" w:rsidRDefault="007A4B5B" w:rsidP="00280FCD">
      <w:r w:rsidRPr="00B647A6">
        <w:rPr>
          <w:bCs/>
        </w:rPr>
        <w:t xml:space="preserve">TATIANA </w:t>
      </w:r>
      <w:proofErr w:type="spellStart"/>
      <w:r w:rsidRPr="00B647A6">
        <w:rPr>
          <w:bCs/>
        </w:rPr>
        <w:t>ALEKSÉÏEVNA</w:t>
      </w:r>
      <w:proofErr w:type="spellEnd"/>
      <w:r w:rsidR="00280FCD">
        <w:rPr>
          <w:bCs/>
        </w:rPr>
        <w:t xml:space="preserve">, </w:t>
      </w:r>
      <w:r w:rsidRPr="00B647A6">
        <w:rPr>
          <w:bCs/>
          <w:i/>
          <w:iCs/>
        </w:rPr>
        <w:t>essoufflée</w:t>
      </w:r>
      <w:r w:rsidR="00280FCD">
        <w:rPr>
          <w:bCs/>
          <w:i/>
          <w:iCs/>
        </w:rPr>
        <w:t xml:space="preserve">. </w:t>
      </w:r>
      <w:r w:rsidR="00280FCD">
        <w:t xml:space="preserve">– </w:t>
      </w:r>
      <w:r w:rsidRPr="00B647A6">
        <w:t>Tu t</w:t>
      </w:r>
      <w:r w:rsidR="00280FCD">
        <w:t>’</w:t>
      </w:r>
      <w:r w:rsidRPr="00B647A6">
        <w:t>es ennuyé sans moi</w:t>
      </w:r>
      <w:r w:rsidR="00280FCD">
        <w:t xml:space="preserve"> ? </w:t>
      </w:r>
      <w:r w:rsidRPr="00B647A6">
        <w:t>Tu vas bien</w:t>
      </w:r>
      <w:r w:rsidR="00280FCD">
        <w:t xml:space="preserve"> ? </w:t>
      </w:r>
      <w:r w:rsidRPr="00B647A6">
        <w:t>Je ne suis pas encore allée à la maison</w:t>
      </w:r>
      <w:r w:rsidR="00280FCD">
        <w:t xml:space="preserve">. </w:t>
      </w:r>
      <w:r w:rsidRPr="00B647A6">
        <w:t>J</w:t>
      </w:r>
      <w:r w:rsidR="00280FCD">
        <w:t>’</w:t>
      </w:r>
      <w:r w:rsidRPr="00B647A6">
        <w:t>arrive tout droit de la gare</w:t>
      </w:r>
      <w:r w:rsidR="00280FCD">
        <w:t xml:space="preserve">. </w:t>
      </w:r>
      <w:r w:rsidRPr="00B647A6">
        <w:t>J</w:t>
      </w:r>
      <w:r w:rsidR="00280FCD">
        <w:t>’</w:t>
      </w:r>
      <w:r w:rsidRPr="00B647A6">
        <w:t>ai tant de choses</w:t>
      </w:r>
      <w:r w:rsidR="00280FCD">
        <w:t xml:space="preserve">, </w:t>
      </w:r>
      <w:r w:rsidRPr="00B647A6">
        <w:t>tant de choses à te raconter</w:t>
      </w:r>
      <w:r w:rsidR="00280FCD">
        <w:t xml:space="preserve"> !… </w:t>
      </w:r>
      <w:r w:rsidRPr="00B647A6">
        <w:t>Il me tarde de le faire</w:t>
      </w:r>
      <w:r w:rsidR="00280FCD">
        <w:t xml:space="preserve">… </w:t>
      </w:r>
      <w:r w:rsidRPr="00B647A6">
        <w:t>Je ne quitte pas mon manteau et ne reste qu</w:t>
      </w:r>
      <w:r w:rsidR="00280FCD">
        <w:t>’</w:t>
      </w:r>
      <w:r w:rsidRPr="00B647A6">
        <w:t>une minute</w:t>
      </w:r>
      <w:r w:rsidR="00280FCD">
        <w:t xml:space="preserve">. </w:t>
      </w:r>
      <w:r w:rsidR="00280FCD">
        <w:rPr>
          <w:bCs/>
          <w:i/>
          <w:iCs/>
        </w:rPr>
        <w:t>(</w:t>
      </w:r>
      <w:r w:rsidRPr="00B647A6">
        <w:rPr>
          <w:bCs/>
          <w:i/>
          <w:iCs/>
        </w:rPr>
        <w:t xml:space="preserve">À </w:t>
      </w:r>
      <w:proofErr w:type="spellStart"/>
      <w:r w:rsidRPr="00B647A6">
        <w:rPr>
          <w:bCs/>
          <w:i/>
          <w:iCs/>
        </w:rPr>
        <w:t>Khirine</w:t>
      </w:r>
      <w:proofErr w:type="spellEnd"/>
      <w:r w:rsidR="00280FCD">
        <w:rPr>
          <w:bCs/>
          <w:i/>
          <w:iCs/>
        </w:rPr>
        <w:t xml:space="preserve">.) </w:t>
      </w:r>
      <w:r w:rsidRPr="00B647A6">
        <w:t>Bonjour</w:t>
      </w:r>
      <w:r w:rsidR="00280FCD">
        <w:t xml:space="preserve">, </w:t>
      </w:r>
      <w:proofErr w:type="spellStart"/>
      <w:r w:rsidRPr="00B647A6">
        <w:t>Kouzma</w:t>
      </w:r>
      <w:proofErr w:type="spellEnd"/>
      <w:r w:rsidRPr="00B647A6">
        <w:t xml:space="preserve"> </w:t>
      </w:r>
      <w:proofErr w:type="spellStart"/>
      <w:r w:rsidRPr="00B647A6">
        <w:t>Nik</w:t>
      </w:r>
      <w:r w:rsidRPr="00B647A6">
        <w:t>o</w:t>
      </w:r>
      <w:r w:rsidRPr="00B647A6">
        <w:t>laïtch</w:t>
      </w:r>
      <w:proofErr w:type="spellEnd"/>
      <w:r w:rsidR="00280FCD">
        <w:t xml:space="preserve"> ! </w:t>
      </w:r>
      <w:r w:rsidR="00280FCD">
        <w:rPr>
          <w:bCs/>
          <w:i/>
          <w:iCs/>
        </w:rPr>
        <w:t>(</w:t>
      </w:r>
      <w:r w:rsidRPr="00B647A6">
        <w:rPr>
          <w:bCs/>
          <w:i/>
          <w:iCs/>
        </w:rPr>
        <w:t>À son mari</w:t>
      </w:r>
      <w:r w:rsidR="00280FCD">
        <w:rPr>
          <w:bCs/>
          <w:i/>
          <w:iCs/>
        </w:rPr>
        <w:t xml:space="preserve">.) </w:t>
      </w:r>
      <w:r w:rsidRPr="00B647A6">
        <w:t>Tout va bien chez nous</w:t>
      </w:r>
      <w:r w:rsidR="00280FCD">
        <w:t> ?</w:t>
      </w:r>
    </w:p>
    <w:p w14:paraId="62A75BD9" w14:textId="77777777" w:rsidR="00280FCD" w:rsidRDefault="007A4B5B" w:rsidP="00280FCD">
      <w:proofErr w:type="spellStart"/>
      <w:r w:rsidRPr="00B647A6">
        <w:rPr>
          <w:bCs/>
        </w:rPr>
        <w:t>CHIPOUTCHINE</w:t>
      </w:r>
      <w:proofErr w:type="spellEnd"/>
      <w:r w:rsidR="00280FCD">
        <w:t xml:space="preserve">. – </w:t>
      </w:r>
      <w:r w:rsidRPr="00B647A6">
        <w:t>Tout va</w:t>
      </w:r>
      <w:r w:rsidR="00280FCD">
        <w:t xml:space="preserve">… </w:t>
      </w:r>
      <w:r w:rsidRPr="00B647A6">
        <w:t>Et cette semaine tu as e</w:t>
      </w:r>
      <w:r w:rsidRPr="00B647A6">
        <w:t>n</w:t>
      </w:r>
      <w:r w:rsidRPr="00B647A6">
        <w:t>graissé</w:t>
      </w:r>
      <w:r w:rsidR="00280FCD">
        <w:t xml:space="preserve">, </w:t>
      </w:r>
      <w:r w:rsidRPr="00B647A6">
        <w:t>e</w:t>
      </w:r>
      <w:r w:rsidRPr="00B647A6">
        <w:t>m</w:t>
      </w:r>
      <w:r w:rsidRPr="00B647A6">
        <w:t>belli</w:t>
      </w:r>
      <w:r w:rsidR="00280FCD">
        <w:t xml:space="preserve">… </w:t>
      </w:r>
      <w:r w:rsidRPr="00B647A6">
        <w:t>Alors</w:t>
      </w:r>
      <w:r w:rsidR="00280FCD">
        <w:t xml:space="preserve">, </w:t>
      </w:r>
      <w:r w:rsidRPr="00B647A6">
        <w:t>comment s</w:t>
      </w:r>
      <w:r w:rsidR="00280FCD">
        <w:t>’</w:t>
      </w:r>
      <w:r w:rsidRPr="00B647A6">
        <w:t>est passé ton voyage</w:t>
      </w:r>
      <w:r w:rsidR="00280FCD">
        <w:t> ?</w:t>
      </w:r>
    </w:p>
    <w:p w14:paraId="205BE373" w14:textId="77777777" w:rsidR="00280FCD" w:rsidRDefault="007A4B5B" w:rsidP="00280FCD">
      <w:r w:rsidRPr="00B647A6">
        <w:rPr>
          <w:bCs/>
        </w:rPr>
        <w:t xml:space="preserve">TATIANA </w:t>
      </w:r>
      <w:proofErr w:type="spellStart"/>
      <w:r w:rsidRPr="00B647A6">
        <w:rPr>
          <w:bCs/>
        </w:rPr>
        <w:t>ALEKSÉÏEVNA</w:t>
      </w:r>
      <w:proofErr w:type="spellEnd"/>
      <w:r w:rsidR="00280FCD">
        <w:t xml:space="preserve">. – </w:t>
      </w:r>
      <w:r w:rsidRPr="00B647A6">
        <w:t>Très bien</w:t>
      </w:r>
      <w:r w:rsidR="00280FCD">
        <w:t xml:space="preserve">. </w:t>
      </w:r>
      <w:r w:rsidRPr="00B647A6">
        <w:t>Maman et Katia te font dire mille choses</w:t>
      </w:r>
      <w:r w:rsidR="00280FCD">
        <w:t xml:space="preserve">. </w:t>
      </w:r>
      <w:r w:rsidRPr="00B647A6">
        <w:t xml:space="preserve">Vassili </w:t>
      </w:r>
      <w:proofErr w:type="spellStart"/>
      <w:r w:rsidRPr="00B647A6">
        <w:t>Andréïtch</w:t>
      </w:r>
      <w:proofErr w:type="spellEnd"/>
      <w:r w:rsidRPr="00B647A6">
        <w:t xml:space="preserve"> m</w:t>
      </w:r>
      <w:r w:rsidR="00280FCD">
        <w:t>’</w:t>
      </w:r>
      <w:r w:rsidRPr="00B647A6">
        <w:t>a chargée de t</w:t>
      </w:r>
      <w:r w:rsidR="00280FCD">
        <w:t>’</w:t>
      </w:r>
      <w:r w:rsidRPr="00B647A6">
        <w:t>embrasser</w:t>
      </w:r>
      <w:r w:rsidR="00280FCD">
        <w:t xml:space="preserve">. </w:t>
      </w:r>
      <w:r w:rsidR="00280FCD">
        <w:rPr>
          <w:bCs/>
          <w:i/>
          <w:iCs/>
        </w:rPr>
        <w:t>(</w:t>
      </w:r>
      <w:r w:rsidRPr="00B647A6">
        <w:rPr>
          <w:bCs/>
          <w:i/>
          <w:iCs/>
        </w:rPr>
        <w:t>Elle l</w:t>
      </w:r>
      <w:r w:rsidR="00280FCD">
        <w:rPr>
          <w:bCs/>
          <w:i/>
          <w:iCs/>
        </w:rPr>
        <w:t>’</w:t>
      </w:r>
      <w:r w:rsidRPr="00B647A6">
        <w:rPr>
          <w:bCs/>
          <w:i/>
          <w:iCs/>
        </w:rPr>
        <w:t>embrasse</w:t>
      </w:r>
      <w:r w:rsidR="00280FCD">
        <w:rPr>
          <w:bCs/>
          <w:i/>
          <w:iCs/>
        </w:rPr>
        <w:t xml:space="preserve">.) </w:t>
      </w:r>
      <w:r w:rsidRPr="00B647A6">
        <w:t>Ma tante t</w:t>
      </w:r>
      <w:r w:rsidR="00280FCD">
        <w:t>’</w:t>
      </w:r>
      <w:r w:rsidRPr="00B647A6">
        <w:t>envoie un pot de co</w:t>
      </w:r>
      <w:r w:rsidRPr="00B647A6">
        <w:t>n</w:t>
      </w:r>
      <w:r w:rsidRPr="00B647A6">
        <w:t>fiture</w:t>
      </w:r>
      <w:r w:rsidR="00280FCD">
        <w:t xml:space="preserve">, </w:t>
      </w:r>
      <w:r w:rsidRPr="00B647A6">
        <w:t>et tous sont fâchés que tu n</w:t>
      </w:r>
      <w:r w:rsidR="00280FCD">
        <w:t>’</w:t>
      </w:r>
      <w:r w:rsidRPr="00B647A6">
        <w:t>écrives pas</w:t>
      </w:r>
      <w:r w:rsidR="00280FCD">
        <w:t xml:space="preserve">. </w:t>
      </w:r>
      <w:r w:rsidRPr="00B647A6">
        <w:t>Zina m</w:t>
      </w:r>
      <w:r w:rsidR="00280FCD">
        <w:t>’</w:t>
      </w:r>
      <w:r w:rsidRPr="00B647A6">
        <w:t>a chargée de t</w:t>
      </w:r>
      <w:r w:rsidR="00280FCD">
        <w:t>’</w:t>
      </w:r>
      <w:r w:rsidRPr="00B647A6">
        <w:t>embrasser</w:t>
      </w:r>
      <w:r w:rsidR="00280FCD">
        <w:t xml:space="preserve">. </w:t>
      </w:r>
      <w:r w:rsidR="00280FCD">
        <w:rPr>
          <w:bCs/>
          <w:i/>
          <w:iCs/>
        </w:rPr>
        <w:t>(</w:t>
      </w:r>
      <w:r w:rsidRPr="00B647A6">
        <w:rPr>
          <w:bCs/>
          <w:i/>
          <w:iCs/>
        </w:rPr>
        <w:t>Elle l</w:t>
      </w:r>
      <w:r w:rsidR="00280FCD">
        <w:rPr>
          <w:bCs/>
          <w:i/>
          <w:iCs/>
        </w:rPr>
        <w:t>’</w:t>
      </w:r>
      <w:r w:rsidRPr="00B647A6">
        <w:rPr>
          <w:bCs/>
          <w:i/>
          <w:iCs/>
        </w:rPr>
        <w:t>embrasse</w:t>
      </w:r>
      <w:r w:rsidR="00280FCD">
        <w:rPr>
          <w:bCs/>
          <w:i/>
          <w:iCs/>
        </w:rPr>
        <w:t xml:space="preserve">.) </w:t>
      </w:r>
      <w:r w:rsidRPr="00B647A6">
        <w:t>Ah</w:t>
      </w:r>
      <w:r w:rsidR="00280FCD">
        <w:t xml:space="preserve"> ! </w:t>
      </w:r>
      <w:r w:rsidRPr="00B647A6">
        <w:t>si tu savais ce qui est a</w:t>
      </w:r>
      <w:r w:rsidRPr="00B647A6">
        <w:t>r</w:t>
      </w:r>
      <w:r w:rsidRPr="00B647A6">
        <w:t>rivé</w:t>
      </w:r>
      <w:r w:rsidR="00280FCD">
        <w:t xml:space="preserve"> !… </w:t>
      </w:r>
      <w:r w:rsidRPr="00B647A6">
        <w:t>Je tremble même à te le raconter</w:t>
      </w:r>
      <w:r w:rsidR="00280FCD">
        <w:t xml:space="preserve"> !… </w:t>
      </w:r>
      <w:r w:rsidRPr="00B647A6">
        <w:t>Ah</w:t>
      </w:r>
      <w:r w:rsidR="00280FCD">
        <w:t xml:space="preserve"> ! </w:t>
      </w:r>
      <w:r w:rsidRPr="00B647A6">
        <w:t>ce qui est arr</w:t>
      </w:r>
      <w:r w:rsidRPr="00B647A6">
        <w:t>i</w:t>
      </w:r>
      <w:r w:rsidRPr="00B647A6">
        <w:t>vé</w:t>
      </w:r>
      <w:r w:rsidR="00280FCD">
        <w:t xml:space="preserve"> !… </w:t>
      </w:r>
      <w:r w:rsidRPr="00B647A6">
        <w:t>Mais je vois</w:t>
      </w:r>
      <w:r w:rsidR="00280FCD">
        <w:t xml:space="preserve">, </w:t>
      </w:r>
      <w:r w:rsidRPr="00B647A6">
        <w:t>à tes yeux</w:t>
      </w:r>
      <w:r w:rsidR="00280FCD">
        <w:t xml:space="preserve">, </w:t>
      </w:r>
      <w:r w:rsidRPr="00B647A6">
        <w:t>que tu n</w:t>
      </w:r>
      <w:r w:rsidR="00280FCD">
        <w:t>’</w:t>
      </w:r>
      <w:r w:rsidRPr="00B647A6">
        <w:t>es pas content de mon r</w:t>
      </w:r>
      <w:r w:rsidRPr="00B647A6">
        <w:t>e</w:t>
      </w:r>
      <w:r w:rsidRPr="00B647A6">
        <w:t>tour</w:t>
      </w:r>
      <w:r w:rsidR="00280FCD">
        <w:t> !</w:t>
      </w:r>
    </w:p>
    <w:p w14:paraId="05A1F575" w14:textId="77777777" w:rsidR="00280FCD" w:rsidRDefault="007A4B5B" w:rsidP="00280FCD">
      <w:proofErr w:type="spellStart"/>
      <w:r w:rsidRPr="00B647A6">
        <w:rPr>
          <w:bCs/>
        </w:rPr>
        <w:t>CHIPOUTCHINE</w:t>
      </w:r>
      <w:proofErr w:type="spellEnd"/>
      <w:r w:rsidR="00280FCD">
        <w:t xml:space="preserve">. – </w:t>
      </w:r>
      <w:r w:rsidRPr="00B647A6">
        <w:t>Au contraire</w:t>
      </w:r>
      <w:r w:rsidR="00280FCD">
        <w:t xml:space="preserve">… </w:t>
      </w:r>
      <w:r w:rsidRPr="00B647A6">
        <w:t>Chérie</w:t>
      </w:r>
      <w:r w:rsidR="00280FCD">
        <w:t>…</w:t>
      </w:r>
    </w:p>
    <w:p w14:paraId="3A6A8FB2" w14:textId="77777777" w:rsidR="00280FCD" w:rsidRDefault="007A4B5B" w:rsidP="00280FCD">
      <w:pPr>
        <w:ind w:firstLine="0"/>
        <w:jc w:val="center"/>
      </w:pPr>
      <w:r w:rsidRPr="00280FCD">
        <w:rPr>
          <w:bCs/>
          <w:i/>
          <w:iCs/>
        </w:rPr>
        <w:t>Il l</w:t>
      </w:r>
      <w:r w:rsidR="00280FCD" w:rsidRPr="00280FCD">
        <w:rPr>
          <w:bCs/>
          <w:i/>
          <w:iCs/>
        </w:rPr>
        <w:t>’</w:t>
      </w:r>
      <w:r w:rsidRPr="00280FCD">
        <w:rPr>
          <w:bCs/>
          <w:i/>
          <w:iCs/>
        </w:rPr>
        <w:t>embrasse</w:t>
      </w:r>
      <w:r w:rsidR="00280FCD" w:rsidRPr="00280FCD">
        <w:rPr>
          <w:bCs/>
          <w:i/>
          <w:iCs/>
        </w:rPr>
        <w:t xml:space="preserve">. </w:t>
      </w:r>
      <w:proofErr w:type="spellStart"/>
      <w:r w:rsidRPr="00280FCD">
        <w:rPr>
          <w:bCs/>
          <w:i/>
          <w:iCs/>
        </w:rPr>
        <w:t>Khirine</w:t>
      </w:r>
      <w:proofErr w:type="spellEnd"/>
      <w:r w:rsidRPr="00280FCD">
        <w:rPr>
          <w:bCs/>
          <w:i/>
          <w:iCs/>
        </w:rPr>
        <w:t xml:space="preserve"> tousse furieusement</w:t>
      </w:r>
      <w:r w:rsidR="00280FCD" w:rsidRPr="00280FCD">
        <w:rPr>
          <w:bCs/>
          <w:i/>
          <w:iCs/>
        </w:rPr>
        <w:t>.</w:t>
      </w:r>
    </w:p>
    <w:p w14:paraId="0E87E37E" w14:textId="77777777" w:rsidR="00280FCD" w:rsidRDefault="007A4B5B" w:rsidP="00280FCD">
      <w:r w:rsidRPr="00B647A6">
        <w:rPr>
          <w:bCs/>
        </w:rPr>
        <w:t xml:space="preserve">TATIANA </w:t>
      </w:r>
      <w:proofErr w:type="spellStart"/>
      <w:r w:rsidRPr="00B647A6">
        <w:rPr>
          <w:bCs/>
        </w:rPr>
        <w:t>ALEKSÉÏEVNA</w:t>
      </w:r>
      <w:proofErr w:type="spellEnd"/>
      <w:r w:rsidR="00280FCD">
        <w:t xml:space="preserve">. – </w:t>
      </w:r>
      <w:r w:rsidRPr="00B647A6">
        <w:t>Ah</w:t>
      </w:r>
      <w:r w:rsidR="00280FCD">
        <w:t xml:space="preserve"> ! </w:t>
      </w:r>
      <w:r w:rsidRPr="00B647A6">
        <w:t>pauvre Katia</w:t>
      </w:r>
      <w:r w:rsidR="00280FCD">
        <w:t xml:space="preserve"> ! </w:t>
      </w:r>
      <w:r w:rsidRPr="00B647A6">
        <w:t>pauvre Katia</w:t>
      </w:r>
      <w:r w:rsidR="00280FCD">
        <w:t xml:space="preserve"> ! </w:t>
      </w:r>
      <w:r w:rsidRPr="00B647A6">
        <w:t>Je la plains tellement</w:t>
      </w:r>
      <w:r w:rsidR="00280FCD">
        <w:t xml:space="preserve"> ! </w:t>
      </w:r>
      <w:r w:rsidRPr="00B647A6">
        <w:t>tellement</w:t>
      </w:r>
      <w:r w:rsidR="00280FCD">
        <w:t> !</w:t>
      </w:r>
    </w:p>
    <w:p w14:paraId="3CF31090" w14:textId="77777777" w:rsidR="00280FCD" w:rsidRDefault="007A4B5B" w:rsidP="00280FCD">
      <w:proofErr w:type="spellStart"/>
      <w:r w:rsidRPr="00B647A6">
        <w:rPr>
          <w:bCs/>
        </w:rPr>
        <w:t>CHIPOUTCHINE</w:t>
      </w:r>
      <w:proofErr w:type="spellEnd"/>
      <w:r w:rsidR="00280FCD">
        <w:t xml:space="preserve">. – </w:t>
      </w:r>
      <w:r w:rsidRPr="00B647A6">
        <w:t>C</w:t>
      </w:r>
      <w:r w:rsidR="00280FCD">
        <w:t>’</w:t>
      </w:r>
      <w:r w:rsidRPr="00B647A6">
        <w:t>est aujourd</w:t>
      </w:r>
      <w:r w:rsidR="00280FCD">
        <w:t>’</w:t>
      </w:r>
      <w:r w:rsidRPr="00B647A6">
        <w:t>hui</w:t>
      </w:r>
      <w:r w:rsidR="00280FCD">
        <w:t xml:space="preserve">, </w:t>
      </w:r>
      <w:r w:rsidRPr="00B647A6">
        <w:t>ma chère</w:t>
      </w:r>
      <w:r w:rsidR="00280FCD">
        <w:t xml:space="preserve">, </w:t>
      </w:r>
      <w:r w:rsidRPr="00B647A6">
        <w:t>l</w:t>
      </w:r>
      <w:r w:rsidR="00280FCD">
        <w:t>’</w:t>
      </w:r>
      <w:r w:rsidRPr="00B647A6">
        <w:t>anniversaire de la banque</w:t>
      </w:r>
      <w:r w:rsidR="00280FCD">
        <w:t xml:space="preserve"> ; </w:t>
      </w:r>
      <w:r w:rsidRPr="00B647A6">
        <w:t>la délégation du conseil peut arr</w:t>
      </w:r>
      <w:r w:rsidRPr="00B647A6">
        <w:t>i</w:t>
      </w:r>
      <w:r w:rsidRPr="00B647A6">
        <w:t>ver d</w:t>
      </w:r>
      <w:r w:rsidR="00280FCD">
        <w:t>’</w:t>
      </w:r>
      <w:r w:rsidRPr="00B647A6">
        <w:t>un m</w:t>
      </w:r>
      <w:r w:rsidRPr="00B647A6">
        <w:t>o</w:t>
      </w:r>
      <w:r w:rsidRPr="00B647A6">
        <w:t>ment à l</w:t>
      </w:r>
      <w:r w:rsidR="00280FCD">
        <w:t>’</w:t>
      </w:r>
      <w:r w:rsidRPr="00B647A6">
        <w:t>autre</w:t>
      </w:r>
      <w:r w:rsidR="00280FCD">
        <w:t xml:space="preserve">, </w:t>
      </w:r>
      <w:r w:rsidRPr="00B647A6">
        <w:t>et tu n</w:t>
      </w:r>
      <w:r w:rsidR="00280FCD">
        <w:t>’</w:t>
      </w:r>
      <w:r w:rsidRPr="00B647A6">
        <w:t>es pas habillée</w:t>
      </w:r>
      <w:r w:rsidR="00280FCD">
        <w:t>.</w:t>
      </w:r>
    </w:p>
    <w:p w14:paraId="4E96469A" w14:textId="77777777" w:rsidR="00280FCD" w:rsidRDefault="007A4B5B" w:rsidP="00280FCD">
      <w:r w:rsidRPr="00B647A6">
        <w:rPr>
          <w:bCs/>
        </w:rPr>
        <w:lastRenderedPageBreak/>
        <w:t xml:space="preserve">TATIANA </w:t>
      </w:r>
      <w:proofErr w:type="spellStart"/>
      <w:r w:rsidRPr="00B647A6">
        <w:rPr>
          <w:bCs/>
        </w:rPr>
        <w:t>ALEKSÉÏEVNA</w:t>
      </w:r>
      <w:proofErr w:type="spellEnd"/>
      <w:r w:rsidR="00280FCD">
        <w:t xml:space="preserve">. – </w:t>
      </w:r>
      <w:r w:rsidRPr="00B647A6">
        <w:t>C</w:t>
      </w:r>
      <w:r w:rsidR="00280FCD">
        <w:t>’</w:t>
      </w:r>
      <w:r w:rsidRPr="00B647A6">
        <w:t>est vrai</w:t>
      </w:r>
      <w:r w:rsidR="00280FCD">
        <w:t xml:space="preserve">, </w:t>
      </w:r>
      <w:r w:rsidRPr="00B647A6">
        <w:t>c</w:t>
      </w:r>
      <w:r w:rsidR="00280FCD">
        <w:t>’</w:t>
      </w:r>
      <w:r w:rsidRPr="00B647A6">
        <w:t>est l</w:t>
      </w:r>
      <w:r w:rsidR="00280FCD">
        <w:t>’</w:t>
      </w:r>
      <w:r w:rsidRPr="00B647A6">
        <w:t>anniversaire</w:t>
      </w:r>
      <w:r w:rsidR="00280FCD">
        <w:t xml:space="preserve"> !… </w:t>
      </w:r>
      <w:r w:rsidRPr="00B647A6">
        <w:t>Toutes mes félicitations</w:t>
      </w:r>
      <w:r w:rsidR="00280FCD">
        <w:t xml:space="preserve">, </w:t>
      </w:r>
      <w:r w:rsidRPr="00B647A6">
        <w:t>messieurs</w:t>
      </w:r>
      <w:r w:rsidR="00280FCD">
        <w:t xml:space="preserve">… </w:t>
      </w:r>
      <w:r w:rsidRPr="00B647A6">
        <w:t>Je vous souhaite</w:t>
      </w:r>
      <w:r w:rsidR="00280FCD">
        <w:t xml:space="preserve">… </w:t>
      </w:r>
      <w:r w:rsidRPr="00B647A6">
        <w:t>Il va donc y avoir aujourd</w:t>
      </w:r>
      <w:r w:rsidR="00280FCD">
        <w:t>’</w:t>
      </w:r>
      <w:r w:rsidRPr="00B647A6">
        <w:t>hui assemblée générale et dîner</w:t>
      </w:r>
      <w:r w:rsidR="00280FCD">
        <w:t xml:space="preserve"> ? </w:t>
      </w:r>
      <w:r w:rsidRPr="00B647A6">
        <w:t>J</w:t>
      </w:r>
      <w:r w:rsidR="00280FCD">
        <w:t>’</w:t>
      </w:r>
      <w:r w:rsidRPr="00B647A6">
        <w:t>aime cela</w:t>
      </w:r>
      <w:r w:rsidR="00280FCD">
        <w:t xml:space="preserve"> !… </w:t>
      </w:r>
      <w:r w:rsidRPr="00B647A6">
        <w:t>Et cette belle adresse que tu as si longu</w:t>
      </w:r>
      <w:r w:rsidRPr="00B647A6">
        <w:t>e</w:t>
      </w:r>
      <w:r w:rsidRPr="00B647A6">
        <w:t>ment composée pour les membres du conseil</w:t>
      </w:r>
      <w:r w:rsidR="00280FCD">
        <w:t xml:space="preserve"> ? </w:t>
      </w:r>
      <w:r w:rsidRPr="00B647A6">
        <w:t>C</w:t>
      </w:r>
      <w:r w:rsidR="00280FCD">
        <w:t>’</w:t>
      </w:r>
      <w:r w:rsidRPr="00B647A6">
        <w:t>est aujourd</w:t>
      </w:r>
      <w:r w:rsidR="00280FCD">
        <w:t>’</w:t>
      </w:r>
      <w:r w:rsidRPr="00B647A6">
        <w:t>hui qu</w:t>
      </w:r>
      <w:r w:rsidR="00280FCD">
        <w:t>’</w:t>
      </w:r>
      <w:r w:rsidRPr="00B647A6">
        <w:t>on va te la lire</w:t>
      </w:r>
      <w:r w:rsidR="00280FCD">
        <w:t> ?</w:t>
      </w:r>
    </w:p>
    <w:p w14:paraId="2B75C6AD" w14:textId="77777777" w:rsidR="00280FCD" w:rsidRDefault="007A4B5B" w:rsidP="00280FCD">
      <w:pPr>
        <w:ind w:firstLine="0"/>
        <w:jc w:val="center"/>
      </w:pPr>
      <w:proofErr w:type="spellStart"/>
      <w:r w:rsidRPr="00280FCD">
        <w:rPr>
          <w:bCs/>
          <w:i/>
          <w:iCs/>
        </w:rPr>
        <w:t>Khirine</w:t>
      </w:r>
      <w:proofErr w:type="spellEnd"/>
      <w:r w:rsidRPr="00280FCD">
        <w:rPr>
          <w:bCs/>
          <w:i/>
          <w:iCs/>
        </w:rPr>
        <w:t xml:space="preserve"> tousse furieusement</w:t>
      </w:r>
      <w:r w:rsidR="00280FCD" w:rsidRPr="00280FCD">
        <w:rPr>
          <w:bCs/>
          <w:i/>
          <w:iCs/>
        </w:rPr>
        <w:t>.</w:t>
      </w:r>
    </w:p>
    <w:p w14:paraId="05112395"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embarrassé</w:t>
      </w:r>
      <w:r w:rsidR="00280FCD">
        <w:rPr>
          <w:bCs/>
          <w:i/>
          <w:iCs/>
        </w:rPr>
        <w:t xml:space="preserve">. </w:t>
      </w:r>
      <w:r w:rsidR="00280FCD">
        <w:t xml:space="preserve">– </w:t>
      </w:r>
      <w:r w:rsidRPr="00B647A6">
        <w:t>Ma chérie</w:t>
      </w:r>
      <w:r w:rsidR="00280FCD">
        <w:t xml:space="preserve">, </w:t>
      </w:r>
      <w:r w:rsidRPr="00B647A6">
        <w:t>il ne faut pas parler de c</w:t>
      </w:r>
      <w:r w:rsidRPr="00B647A6">
        <w:t>e</w:t>
      </w:r>
      <w:r w:rsidRPr="00B647A6">
        <w:t>la</w:t>
      </w:r>
      <w:r w:rsidR="00280FCD">
        <w:t xml:space="preserve">… </w:t>
      </w:r>
      <w:r w:rsidRPr="00B647A6">
        <w:t>Vraiment</w:t>
      </w:r>
      <w:r w:rsidR="00280FCD">
        <w:t xml:space="preserve">, </w:t>
      </w:r>
      <w:r w:rsidRPr="00B647A6">
        <w:t>tu devrais aller à la maison</w:t>
      </w:r>
      <w:r w:rsidR="00280FCD">
        <w:t>.</w:t>
      </w:r>
    </w:p>
    <w:p w14:paraId="65D76D23" w14:textId="77777777" w:rsidR="00280FCD" w:rsidRDefault="007A4B5B" w:rsidP="00280FCD">
      <w:r w:rsidRPr="00B647A6">
        <w:rPr>
          <w:bCs/>
        </w:rPr>
        <w:t xml:space="preserve">TATIANA </w:t>
      </w:r>
      <w:proofErr w:type="spellStart"/>
      <w:r w:rsidRPr="00B647A6">
        <w:rPr>
          <w:bCs/>
        </w:rPr>
        <w:t>ALEKSÉÏEVNA</w:t>
      </w:r>
      <w:proofErr w:type="spellEnd"/>
      <w:r w:rsidR="00280FCD">
        <w:t xml:space="preserve">. – </w:t>
      </w:r>
      <w:r w:rsidRPr="00B647A6">
        <w:t>Tout de suite</w:t>
      </w:r>
      <w:r w:rsidR="00280FCD">
        <w:t xml:space="preserve">, </w:t>
      </w:r>
      <w:r w:rsidRPr="00B647A6">
        <w:t>tout de suite</w:t>
      </w:r>
      <w:r w:rsidR="00280FCD">
        <w:t xml:space="preserve">. </w:t>
      </w:r>
      <w:r w:rsidRPr="00B647A6">
        <w:t>Je te r</w:t>
      </w:r>
      <w:r w:rsidRPr="00B647A6">
        <w:t>a</w:t>
      </w:r>
      <w:r w:rsidRPr="00B647A6">
        <w:t>conte tout en une minute</w:t>
      </w:r>
      <w:r w:rsidR="00280FCD">
        <w:t xml:space="preserve">, </w:t>
      </w:r>
      <w:r w:rsidRPr="00B647A6">
        <w:t>et je pars</w:t>
      </w:r>
      <w:r w:rsidR="00280FCD">
        <w:t xml:space="preserve">. </w:t>
      </w:r>
      <w:r w:rsidRPr="00B647A6">
        <w:t>Commençons par le commencement</w:t>
      </w:r>
      <w:r w:rsidR="00280FCD">
        <w:t xml:space="preserve">… </w:t>
      </w:r>
      <w:r w:rsidRPr="00B647A6">
        <w:t>Donc</w:t>
      </w:r>
      <w:r w:rsidR="00280FCD">
        <w:t xml:space="preserve">… </w:t>
      </w:r>
      <w:r w:rsidRPr="00B647A6">
        <w:t>quand tu m</w:t>
      </w:r>
      <w:r w:rsidR="00280FCD">
        <w:t>’</w:t>
      </w:r>
      <w:r w:rsidRPr="00B647A6">
        <w:t>as accompagnée au d</w:t>
      </w:r>
      <w:r w:rsidRPr="00B647A6">
        <w:t>é</w:t>
      </w:r>
      <w:r w:rsidRPr="00B647A6">
        <w:t>part</w:t>
      </w:r>
      <w:r w:rsidR="00280FCD">
        <w:t xml:space="preserve">, </w:t>
      </w:r>
      <w:r w:rsidRPr="00B647A6">
        <w:t>je me suis assise</w:t>
      </w:r>
      <w:r w:rsidR="00280FCD">
        <w:t xml:space="preserve">, </w:t>
      </w:r>
      <w:r w:rsidRPr="00B647A6">
        <w:t>tu te rappelles</w:t>
      </w:r>
      <w:r w:rsidR="00280FCD">
        <w:t xml:space="preserve">, </w:t>
      </w:r>
      <w:r w:rsidRPr="00B647A6">
        <w:t>auprès de cette grosse dame</w:t>
      </w:r>
      <w:r w:rsidR="00280FCD">
        <w:t xml:space="preserve">, </w:t>
      </w:r>
      <w:r w:rsidRPr="00B647A6">
        <w:t>et me suis mise à lire</w:t>
      </w:r>
      <w:r w:rsidR="00280FCD">
        <w:t xml:space="preserve">. </w:t>
      </w:r>
      <w:r w:rsidRPr="00B647A6">
        <w:t>Je n</w:t>
      </w:r>
      <w:r w:rsidR="00280FCD">
        <w:t>’</w:t>
      </w:r>
      <w:r w:rsidRPr="00B647A6">
        <w:t>aime pas à causer en wagon</w:t>
      </w:r>
      <w:r w:rsidR="00280FCD">
        <w:t xml:space="preserve">. </w:t>
      </w:r>
      <w:r w:rsidRPr="00B647A6">
        <w:t>Il passa trois stations sans que je dise un mot à personne</w:t>
      </w:r>
      <w:r w:rsidR="00280FCD">
        <w:t xml:space="preserve">, </w:t>
      </w:r>
      <w:r w:rsidRPr="00B647A6">
        <w:t>et ce</w:t>
      </w:r>
      <w:r w:rsidRPr="00B647A6">
        <w:t>s</w:t>
      </w:r>
      <w:r w:rsidRPr="00B647A6">
        <w:t>sasse de lire</w:t>
      </w:r>
      <w:r w:rsidR="00280FCD">
        <w:t xml:space="preserve">… </w:t>
      </w:r>
      <w:r w:rsidRPr="00B647A6">
        <w:t>Puis vint le soir</w:t>
      </w:r>
      <w:r w:rsidR="00280FCD">
        <w:t xml:space="preserve">, </w:t>
      </w:r>
      <w:r w:rsidRPr="00B647A6">
        <w:t>et</w:t>
      </w:r>
      <w:r w:rsidR="00280FCD">
        <w:t xml:space="preserve">, </w:t>
      </w:r>
      <w:r w:rsidRPr="00B647A6">
        <w:t>tu ne saurais quelles idées noires m</w:t>
      </w:r>
      <w:r w:rsidR="00280FCD">
        <w:t>’</w:t>
      </w:r>
      <w:r w:rsidRPr="00B647A6">
        <w:t>envahirent</w:t>
      </w:r>
      <w:r w:rsidR="00280FCD">
        <w:t xml:space="preserve"> ! </w:t>
      </w:r>
      <w:r w:rsidRPr="00B647A6">
        <w:t>En face de moi était assis un jeune homme</w:t>
      </w:r>
      <w:r w:rsidR="00280FCD">
        <w:t xml:space="preserve">, </w:t>
      </w:r>
      <w:r w:rsidRPr="00B647A6">
        <w:t>pas mal</w:t>
      </w:r>
      <w:r w:rsidR="00280FCD">
        <w:t xml:space="preserve">, </w:t>
      </w:r>
      <w:r w:rsidRPr="00B647A6">
        <w:t>brun</w:t>
      </w:r>
      <w:r w:rsidR="00280FCD">
        <w:t xml:space="preserve">, </w:t>
      </w:r>
      <w:r w:rsidRPr="00B647A6">
        <w:t>pas laid</w:t>
      </w:r>
      <w:r w:rsidR="00280FCD">
        <w:t xml:space="preserve">… </w:t>
      </w:r>
      <w:r w:rsidRPr="00B647A6">
        <w:t>Nous causâmes</w:t>
      </w:r>
      <w:r w:rsidR="00280FCD">
        <w:t xml:space="preserve">… </w:t>
      </w:r>
      <w:r w:rsidRPr="00B647A6">
        <w:t>Un officier de marine s</w:t>
      </w:r>
      <w:r w:rsidR="00280FCD">
        <w:t>’</w:t>
      </w:r>
      <w:r w:rsidRPr="00B647A6">
        <w:t>approcha</w:t>
      </w:r>
      <w:r w:rsidR="00280FCD">
        <w:t xml:space="preserve">, </w:t>
      </w:r>
      <w:r w:rsidRPr="00B647A6">
        <w:t>puis un étudiant</w:t>
      </w:r>
      <w:r w:rsidR="00280FCD">
        <w:t xml:space="preserve">… </w:t>
      </w:r>
      <w:r w:rsidR="00280FCD">
        <w:rPr>
          <w:bCs/>
          <w:i/>
          <w:iCs/>
        </w:rPr>
        <w:t>(</w:t>
      </w:r>
      <w:r w:rsidRPr="00B647A6">
        <w:rPr>
          <w:bCs/>
          <w:i/>
          <w:iCs/>
        </w:rPr>
        <w:t>Elle rit</w:t>
      </w:r>
      <w:r w:rsidR="00280FCD">
        <w:rPr>
          <w:bCs/>
          <w:i/>
          <w:iCs/>
        </w:rPr>
        <w:t xml:space="preserve">.) </w:t>
      </w:r>
      <w:r w:rsidRPr="00B647A6">
        <w:t>Je leur dis que je n</w:t>
      </w:r>
      <w:r w:rsidR="00280FCD">
        <w:t>’</w:t>
      </w:r>
      <w:r w:rsidRPr="00B647A6">
        <w:t>étais pas mariée</w:t>
      </w:r>
      <w:r w:rsidR="00280FCD">
        <w:t xml:space="preserve">… </w:t>
      </w:r>
      <w:r w:rsidRPr="00B647A6">
        <w:t>Comme ils m</w:t>
      </w:r>
      <w:r w:rsidR="00280FCD">
        <w:t>’</w:t>
      </w:r>
      <w:r w:rsidRPr="00B647A6">
        <w:t>ont fait la cour</w:t>
      </w:r>
      <w:r w:rsidR="00280FCD">
        <w:t xml:space="preserve"> !… </w:t>
      </w:r>
      <w:r w:rsidRPr="00B647A6">
        <w:t>Nous causâmes jusqu</w:t>
      </w:r>
      <w:r w:rsidR="00280FCD">
        <w:t>’</w:t>
      </w:r>
      <w:r w:rsidRPr="00B647A6">
        <w:t>à minuit</w:t>
      </w:r>
      <w:r w:rsidR="00280FCD">
        <w:t xml:space="preserve">. </w:t>
      </w:r>
      <w:r w:rsidRPr="00B647A6">
        <w:t>Le brun racontait des anecdotes e</w:t>
      </w:r>
      <w:r w:rsidRPr="00B647A6">
        <w:t>x</w:t>
      </w:r>
      <w:r w:rsidRPr="00B647A6">
        <w:t>trêmement drôles et l</w:t>
      </w:r>
      <w:r w:rsidR="00280FCD">
        <w:t>’</w:t>
      </w:r>
      <w:r w:rsidRPr="00B647A6">
        <w:t>officier de marine chantait tout le temps</w:t>
      </w:r>
      <w:r w:rsidR="00280FCD">
        <w:t xml:space="preserve">. </w:t>
      </w:r>
      <w:r w:rsidRPr="00B647A6">
        <w:t>À force de rire</w:t>
      </w:r>
      <w:r w:rsidR="00280FCD">
        <w:t xml:space="preserve">, </w:t>
      </w:r>
      <w:r w:rsidRPr="00B647A6">
        <w:t>la po</w:t>
      </w:r>
      <w:r w:rsidRPr="00B647A6">
        <w:t>i</w:t>
      </w:r>
      <w:r w:rsidRPr="00B647A6">
        <w:t>trine m</w:t>
      </w:r>
      <w:r w:rsidR="00280FCD">
        <w:t>’</w:t>
      </w:r>
      <w:r w:rsidRPr="00B647A6">
        <w:t>en faisait mal</w:t>
      </w:r>
      <w:r w:rsidR="00280FCD">
        <w:t xml:space="preserve">. </w:t>
      </w:r>
      <w:r w:rsidRPr="00B647A6">
        <w:t>Et quand l</w:t>
      </w:r>
      <w:r w:rsidR="00280FCD">
        <w:t>’</w:t>
      </w:r>
      <w:r w:rsidRPr="00B647A6">
        <w:t>officier de marine</w:t>
      </w:r>
      <w:r w:rsidR="00280FCD">
        <w:t xml:space="preserve"> – </w:t>
      </w:r>
      <w:r w:rsidRPr="00B647A6">
        <w:t>ah</w:t>
      </w:r>
      <w:r w:rsidR="00280FCD">
        <w:t xml:space="preserve"> ! </w:t>
      </w:r>
      <w:r w:rsidRPr="00B647A6">
        <w:t>ces marins</w:t>
      </w:r>
      <w:r w:rsidR="00280FCD">
        <w:t xml:space="preserve"> ! – </w:t>
      </w:r>
      <w:r w:rsidRPr="00B647A6">
        <w:t>apprit par hasard que je m</w:t>
      </w:r>
      <w:r w:rsidR="00280FCD">
        <w:t>’</w:t>
      </w:r>
      <w:r w:rsidRPr="00B647A6">
        <w:t>appelais Tatiana</w:t>
      </w:r>
      <w:r w:rsidR="00280FCD">
        <w:t xml:space="preserve">, </w:t>
      </w:r>
      <w:r w:rsidRPr="00B647A6">
        <w:t>sais-tu ce qu</w:t>
      </w:r>
      <w:r w:rsidR="00280FCD">
        <w:t>’</w:t>
      </w:r>
      <w:r w:rsidRPr="00B647A6">
        <w:t>il chanta</w:t>
      </w:r>
      <w:r w:rsidR="00280FCD">
        <w:t> ?</w:t>
      </w:r>
    </w:p>
    <w:p w14:paraId="7807420B" w14:textId="77777777" w:rsidR="00280FCD" w:rsidRDefault="007A4B5B" w:rsidP="00280FCD">
      <w:pPr>
        <w:ind w:firstLine="0"/>
        <w:jc w:val="center"/>
      </w:pPr>
      <w:r w:rsidRPr="00280FCD">
        <w:rPr>
          <w:bCs/>
          <w:i/>
          <w:iCs/>
        </w:rPr>
        <w:t>Elle chante en prenant une voix d</w:t>
      </w:r>
      <w:r w:rsidR="00280FCD" w:rsidRPr="00280FCD">
        <w:rPr>
          <w:bCs/>
          <w:i/>
          <w:iCs/>
        </w:rPr>
        <w:t>’</w:t>
      </w:r>
      <w:r w:rsidRPr="00280FCD">
        <w:rPr>
          <w:bCs/>
          <w:i/>
          <w:iCs/>
        </w:rPr>
        <w:t>homme</w:t>
      </w:r>
      <w:r w:rsidR="00280FCD" w:rsidRPr="00280FCD">
        <w:rPr>
          <w:bCs/>
          <w:i/>
          <w:iCs/>
        </w:rPr>
        <w:t>.</w:t>
      </w:r>
    </w:p>
    <w:p w14:paraId="50D99448" w14:textId="1482C689" w:rsidR="00280FCD" w:rsidRPr="00280FCD" w:rsidRDefault="007A4B5B" w:rsidP="00280FCD">
      <w:pPr>
        <w:ind w:firstLine="0"/>
        <w:jc w:val="center"/>
        <w:rPr>
          <w:bCs/>
        </w:rPr>
      </w:pPr>
      <w:proofErr w:type="spellStart"/>
      <w:r w:rsidRPr="00280FCD">
        <w:rPr>
          <w:bCs/>
        </w:rPr>
        <w:t>Oniéguine</w:t>
      </w:r>
      <w:proofErr w:type="spellEnd"/>
      <w:r w:rsidR="00280FCD" w:rsidRPr="00280FCD">
        <w:rPr>
          <w:bCs/>
        </w:rPr>
        <w:t xml:space="preserve">, </w:t>
      </w:r>
      <w:r w:rsidRPr="00280FCD">
        <w:rPr>
          <w:bCs/>
        </w:rPr>
        <w:t>je ne puis le cacher</w:t>
      </w:r>
      <w:r w:rsidR="00280FCD" w:rsidRPr="00280FCD">
        <w:rPr>
          <w:bCs/>
        </w:rPr>
        <w:t>,</w:t>
      </w:r>
    </w:p>
    <w:p w14:paraId="72F35C38" w14:textId="77777777" w:rsidR="00280FCD" w:rsidRDefault="007A4B5B" w:rsidP="00280FCD">
      <w:pPr>
        <w:ind w:firstLine="0"/>
        <w:jc w:val="center"/>
      </w:pPr>
      <w:r w:rsidRPr="00280FCD">
        <w:rPr>
          <w:bCs/>
        </w:rPr>
        <w:lastRenderedPageBreak/>
        <w:t>J</w:t>
      </w:r>
      <w:r w:rsidR="00280FCD" w:rsidRPr="00280FCD">
        <w:rPr>
          <w:bCs/>
        </w:rPr>
        <w:t>’</w:t>
      </w:r>
      <w:r w:rsidRPr="00280FCD">
        <w:rPr>
          <w:bCs/>
        </w:rPr>
        <w:t>aime éperdument Tati</w:t>
      </w:r>
      <w:r w:rsidRPr="00280FCD">
        <w:rPr>
          <w:bCs/>
        </w:rPr>
        <w:t>a</w:t>
      </w:r>
      <w:r w:rsidRPr="00280FCD">
        <w:rPr>
          <w:bCs/>
        </w:rPr>
        <w:t>na</w:t>
      </w:r>
      <w:r w:rsidRPr="00280FCD">
        <w:rPr>
          <w:rStyle w:val="Appelnotedebasdep"/>
          <w:bCs/>
        </w:rPr>
        <w:footnoteReference w:id="4"/>
      </w:r>
      <w:r w:rsidR="00280FCD" w:rsidRPr="00280FCD">
        <w:rPr>
          <w:bCs/>
        </w:rPr>
        <w:t>.</w:t>
      </w:r>
    </w:p>
    <w:p w14:paraId="2F623529" w14:textId="77777777" w:rsidR="00280FCD" w:rsidRDefault="007A4B5B" w:rsidP="00280FCD">
      <w:pPr>
        <w:ind w:firstLine="0"/>
        <w:jc w:val="center"/>
      </w:pPr>
      <w:r w:rsidRPr="00280FCD">
        <w:rPr>
          <w:bCs/>
          <w:i/>
          <w:iCs/>
        </w:rPr>
        <w:t>Elle rit</w:t>
      </w:r>
      <w:r w:rsidR="00280FCD" w:rsidRPr="00280FCD">
        <w:rPr>
          <w:bCs/>
          <w:i/>
          <w:iCs/>
        </w:rPr>
        <w:t xml:space="preserve">. </w:t>
      </w:r>
      <w:proofErr w:type="spellStart"/>
      <w:r w:rsidRPr="00280FCD">
        <w:rPr>
          <w:bCs/>
          <w:i/>
          <w:iCs/>
        </w:rPr>
        <w:t>Khirine</w:t>
      </w:r>
      <w:proofErr w:type="spellEnd"/>
      <w:r w:rsidRPr="00280FCD">
        <w:rPr>
          <w:bCs/>
          <w:i/>
          <w:iCs/>
        </w:rPr>
        <w:t xml:space="preserve"> tousse furieusement</w:t>
      </w:r>
      <w:r w:rsidR="00280FCD" w:rsidRPr="00280FCD">
        <w:rPr>
          <w:bCs/>
          <w:i/>
          <w:iCs/>
        </w:rPr>
        <w:t>.</w:t>
      </w:r>
    </w:p>
    <w:p w14:paraId="023C69C4" w14:textId="77777777" w:rsidR="00280FCD" w:rsidRDefault="007A4B5B" w:rsidP="00280FCD">
      <w:proofErr w:type="spellStart"/>
      <w:r w:rsidRPr="00B647A6">
        <w:rPr>
          <w:bCs/>
        </w:rPr>
        <w:t>CHIPOUTCHINE</w:t>
      </w:r>
      <w:proofErr w:type="spellEnd"/>
      <w:r w:rsidR="00280FCD">
        <w:t xml:space="preserve">. – </w:t>
      </w:r>
      <w:proofErr w:type="spellStart"/>
      <w:r w:rsidRPr="00B647A6">
        <w:t>Tanioucha</w:t>
      </w:r>
      <w:proofErr w:type="spellEnd"/>
      <w:r>
        <w:rPr>
          <w:rStyle w:val="Appelnotedebasdep"/>
        </w:rPr>
        <w:footnoteReference w:id="5"/>
      </w:r>
      <w:r w:rsidR="00280FCD">
        <w:t xml:space="preserve">, </w:t>
      </w:r>
      <w:r w:rsidRPr="00B647A6">
        <w:t>écoute</w:t>
      </w:r>
      <w:r w:rsidR="00280FCD">
        <w:t xml:space="preserve">, </w:t>
      </w:r>
      <w:r w:rsidRPr="00B647A6">
        <w:t xml:space="preserve">tu empêches </w:t>
      </w:r>
      <w:proofErr w:type="spellStart"/>
      <w:r w:rsidRPr="00B647A6">
        <w:t>Kouzma</w:t>
      </w:r>
      <w:proofErr w:type="spellEnd"/>
      <w:r w:rsidRPr="00B647A6">
        <w:t xml:space="preserve"> </w:t>
      </w:r>
      <w:proofErr w:type="spellStart"/>
      <w:r w:rsidRPr="00B647A6">
        <w:t>Nikolaïtch</w:t>
      </w:r>
      <w:proofErr w:type="spellEnd"/>
      <w:r w:rsidRPr="00B647A6">
        <w:t xml:space="preserve"> de</w:t>
      </w:r>
      <w:r w:rsidR="00280FCD">
        <w:t xml:space="preserve">… </w:t>
      </w:r>
      <w:r w:rsidRPr="00B647A6">
        <w:t>Va à la maison</w:t>
      </w:r>
      <w:r w:rsidR="00280FCD">
        <w:t xml:space="preserve">, </w:t>
      </w:r>
      <w:r w:rsidRPr="00B647A6">
        <w:t>ma chérie</w:t>
      </w:r>
      <w:r w:rsidR="00280FCD">
        <w:t xml:space="preserve"> !… </w:t>
      </w:r>
      <w:r w:rsidRPr="00B647A6">
        <w:t>Tu me r</w:t>
      </w:r>
      <w:r w:rsidRPr="00B647A6">
        <w:t>a</w:t>
      </w:r>
      <w:r w:rsidRPr="00B647A6">
        <w:t>conteras cela plus tard</w:t>
      </w:r>
      <w:r w:rsidR="00280FCD">
        <w:t>…</w:t>
      </w:r>
    </w:p>
    <w:p w14:paraId="6BBE0C7C" w14:textId="77777777" w:rsidR="00280FCD" w:rsidRDefault="007A4B5B" w:rsidP="00280FCD">
      <w:r w:rsidRPr="00B647A6">
        <w:rPr>
          <w:bCs/>
        </w:rPr>
        <w:t xml:space="preserve">TATIANA </w:t>
      </w:r>
      <w:proofErr w:type="spellStart"/>
      <w:r w:rsidRPr="00B647A6">
        <w:rPr>
          <w:bCs/>
        </w:rPr>
        <w:t>ALEKSÉÏEVNA</w:t>
      </w:r>
      <w:proofErr w:type="spellEnd"/>
      <w:r w:rsidR="00280FCD">
        <w:t xml:space="preserve">. – </w:t>
      </w:r>
      <w:r w:rsidRPr="00B647A6">
        <w:t>Ça ne fait rien</w:t>
      </w:r>
      <w:r w:rsidR="00280FCD">
        <w:t xml:space="preserve">, </w:t>
      </w:r>
      <w:r w:rsidRPr="00B647A6">
        <w:t>ça ne fait rien qu</w:t>
      </w:r>
      <w:r w:rsidR="00280FCD">
        <w:t>’</w:t>
      </w:r>
      <w:r w:rsidRPr="00B647A6">
        <w:t>il entende</w:t>
      </w:r>
      <w:r w:rsidR="00280FCD">
        <w:t xml:space="preserve"> ; </w:t>
      </w:r>
      <w:r w:rsidRPr="00B647A6">
        <w:t>c</w:t>
      </w:r>
      <w:r w:rsidR="00280FCD">
        <w:t>’</w:t>
      </w:r>
      <w:r w:rsidRPr="00B647A6">
        <w:t>est très intéressant</w:t>
      </w:r>
      <w:r w:rsidR="00280FCD">
        <w:t xml:space="preserve">, </w:t>
      </w:r>
      <w:r w:rsidRPr="00B647A6">
        <w:t>je finis tout de suite</w:t>
      </w:r>
      <w:r w:rsidR="00280FCD">
        <w:t xml:space="preserve">. </w:t>
      </w:r>
      <w:proofErr w:type="spellStart"/>
      <w:r w:rsidRPr="00B647A6">
        <w:t>Séri</w:t>
      </w:r>
      <w:r w:rsidRPr="00B647A6">
        <w:t>o</w:t>
      </w:r>
      <w:r w:rsidRPr="00B647A6">
        <w:t>ja</w:t>
      </w:r>
      <w:proofErr w:type="spellEnd"/>
      <w:r w:rsidRPr="00B647A6">
        <w:rPr>
          <w:rStyle w:val="Appelnotedebasdep"/>
        </w:rPr>
        <w:footnoteReference w:id="6"/>
      </w:r>
      <w:r w:rsidRPr="00B647A6">
        <w:t xml:space="preserve"> m</w:t>
      </w:r>
      <w:r w:rsidR="00280FCD">
        <w:t>’</w:t>
      </w:r>
      <w:r w:rsidRPr="00B647A6">
        <w:t>attendait à la gare</w:t>
      </w:r>
      <w:r w:rsidR="00280FCD">
        <w:t xml:space="preserve">. </w:t>
      </w:r>
      <w:r w:rsidRPr="00B647A6">
        <w:t>Il rencontra un jeune homme qu</w:t>
      </w:r>
      <w:r w:rsidR="00280FCD">
        <w:t>’</w:t>
      </w:r>
      <w:r w:rsidRPr="00B647A6">
        <w:t>il connaissait</w:t>
      </w:r>
      <w:r w:rsidR="00280FCD">
        <w:t xml:space="preserve">… </w:t>
      </w:r>
      <w:r w:rsidRPr="00B647A6">
        <w:t>un inspecteur des contributions</w:t>
      </w:r>
      <w:r w:rsidR="00280FCD">
        <w:t xml:space="preserve">, </w:t>
      </w:r>
      <w:r w:rsidRPr="00B647A6">
        <w:t>je crois</w:t>
      </w:r>
      <w:r w:rsidR="00280FCD">
        <w:t xml:space="preserve">… </w:t>
      </w:r>
      <w:r w:rsidRPr="00B647A6">
        <w:t>pas mal</w:t>
      </w:r>
      <w:r w:rsidR="00280FCD">
        <w:t xml:space="preserve">, </w:t>
      </w:r>
      <w:r w:rsidRPr="00B647A6">
        <w:t>gentil</w:t>
      </w:r>
      <w:r w:rsidR="00280FCD">
        <w:t xml:space="preserve">, </w:t>
      </w:r>
      <w:r w:rsidRPr="00B647A6">
        <w:t>surtout les yeux</w:t>
      </w:r>
      <w:r w:rsidR="00280FCD">
        <w:t xml:space="preserve">… </w:t>
      </w:r>
      <w:proofErr w:type="spellStart"/>
      <w:r w:rsidRPr="00B647A6">
        <w:t>Sérioja</w:t>
      </w:r>
      <w:proofErr w:type="spellEnd"/>
      <w:r w:rsidRPr="00B647A6">
        <w:t xml:space="preserve"> me le présenta</w:t>
      </w:r>
      <w:r w:rsidR="00280FCD">
        <w:t xml:space="preserve">, </w:t>
      </w:r>
      <w:r w:rsidRPr="00B647A6">
        <w:t>et nous partîmes tous trois</w:t>
      </w:r>
      <w:r w:rsidR="00280FCD">
        <w:t xml:space="preserve">. </w:t>
      </w:r>
      <w:r w:rsidRPr="00B647A6">
        <w:t>Le temps était magn</w:t>
      </w:r>
      <w:r w:rsidRPr="00B647A6">
        <w:t>i</w:t>
      </w:r>
      <w:r w:rsidRPr="00B647A6">
        <w:t>fique</w:t>
      </w:r>
      <w:r w:rsidR="00280FCD">
        <w:t>…</w:t>
      </w:r>
    </w:p>
    <w:p w14:paraId="7DBBB8DB" w14:textId="77777777" w:rsidR="00280FCD" w:rsidRDefault="00280FCD" w:rsidP="00280FCD">
      <w:r>
        <w:rPr>
          <w:bCs/>
          <w:i/>
          <w:iCs/>
        </w:rPr>
        <w:t>(</w:t>
      </w:r>
      <w:r w:rsidR="007A4B5B" w:rsidRPr="00B647A6">
        <w:rPr>
          <w:bCs/>
          <w:i/>
          <w:iCs/>
        </w:rPr>
        <w:t>Dans la coulisse on entend un bruit de voix</w:t>
      </w:r>
      <w:r>
        <w:rPr>
          <w:bCs/>
          <w:i/>
          <w:iCs/>
        </w:rPr>
        <w:t xml:space="preserve">.) </w:t>
      </w:r>
      <w:r w:rsidR="007A4B5B" w:rsidRPr="00B647A6">
        <w:t>On n</w:t>
      </w:r>
      <w:r>
        <w:t>’</w:t>
      </w:r>
      <w:r w:rsidR="007A4B5B" w:rsidRPr="00B647A6">
        <w:t>entre pas</w:t>
      </w:r>
      <w:r>
        <w:t xml:space="preserve"> ! </w:t>
      </w:r>
      <w:r w:rsidR="007A4B5B" w:rsidRPr="00B647A6">
        <w:t>On ne peut pas entrer</w:t>
      </w:r>
      <w:r>
        <w:t xml:space="preserve"> ! </w:t>
      </w:r>
      <w:r w:rsidR="007A4B5B" w:rsidRPr="00B647A6">
        <w:t>Que voulez-vous</w:t>
      </w:r>
      <w:r>
        <w:t> ?</w:t>
      </w:r>
    </w:p>
    <w:p w14:paraId="60805F08" w14:textId="77777777" w:rsidR="00280FCD" w:rsidRDefault="00280FCD" w:rsidP="00280FCD">
      <w:pPr>
        <w:ind w:firstLine="0"/>
        <w:jc w:val="center"/>
      </w:pPr>
      <w:r w:rsidRPr="00280FCD">
        <w:rPr>
          <w:bCs/>
          <w:i/>
          <w:iCs/>
        </w:rPr>
        <w:t>M</w:t>
      </w:r>
      <w:r w:rsidRPr="00280FCD">
        <w:rPr>
          <w:bCs/>
          <w:i/>
          <w:iCs/>
          <w:vertAlign w:val="superscript"/>
        </w:rPr>
        <w:t>me</w:t>
      </w:r>
      <w:r w:rsidRPr="00280FCD">
        <w:rPr>
          <w:bCs/>
          <w:i/>
          <w:iCs/>
        </w:rPr>
        <w:t> </w:t>
      </w:r>
      <w:proofErr w:type="spellStart"/>
      <w:r w:rsidR="007A4B5B" w:rsidRPr="00280FCD">
        <w:rPr>
          <w:bCs/>
          <w:i/>
          <w:iCs/>
        </w:rPr>
        <w:t>Mertchoutkina</w:t>
      </w:r>
      <w:proofErr w:type="spellEnd"/>
      <w:r w:rsidR="007A4B5B" w:rsidRPr="00280FCD">
        <w:rPr>
          <w:bCs/>
          <w:i/>
          <w:iCs/>
        </w:rPr>
        <w:t xml:space="preserve"> entre</w:t>
      </w:r>
      <w:r w:rsidRPr="00280FCD">
        <w:rPr>
          <w:bCs/>
          <w:i/>
          <w:iCs/>
        </w:rPr>
        <w:t>.</w:t>
      </w:r>
    </w:p>
    <w:p w14:paraId="73636840" w14:textId="77777777" w:rsidR="00280FCD" w:rsidRDefault="007A4B5B" w:rsidP="00280FCD">
      <w:r w:rsidRPr="00B647A6">
        <w:rPr>
          <w:bCs/>
        </w:rPr>
        <w:t xml:space="preserve">MME </w:t>
      </w:r>
      <w:proofErr w:type="spellStart"/>
      <w:r w:rsidRPr="00B647A6">
        <w:rPr>
          <w:bCs/>
        </w:rPr>
        <w:t>MERTCHOUTKINA</w:t>
      </w:r>
      <w:proofErr w:type="spellEnd"/>
      <w:r w:rsidR="00280FCD">
        <w:rPr>
          <w:bCs/>
        </w:rPr>
        <w:t xml:space="preserve">, </w:t>
      </w:r>
      <w:r w:rsidRPr="00B647A6">
        <w:rPr>
          <w:bCs/>
          <w:i/>
          <w:iCs/>
        </w:rPr>
        <w:t>à la porte</w:t>
      </w:r>
      <w:r w:rsidR="00280FCD">
        <w:rPr>
          <w:bCs/>
          <w:i/>
          <w:iCs/>
        </w:rPr>
        <w:t xml:space="preserve">, </w:t>
      </w:r>
      <w:r w:rsidRPr="00B647A6">
        <w:rPr>
          <w:bCs/>
          <w:i/>
          <w:iCs/>
        </w:rPr>
        <w:t>se dégageant</w:t>
      </w:r>
      <w:r w:rsidR="00280FCD">
        <w:rPr>
          <w:bCs/>
          <w:i/>
          <w:iCs/>
        </w:rPr>
        <w:t xml:space="preserve">. </w:t>
      </w:r>
      <w:r w:rsidR="00280FCD">
        <w:t xml:space="preserve">– </w:t>
      </w:r>
      <w:r w:rsidRPr="00B647A6">
        <w:t>Pourquoi me retenez-vous</w:t>
      </w:r>
      <w:r w:rsidR="00280FCD">
        <w:t xml:space="preserve"> ? </w:t>
      </w:r>
      <w:r w:rsidRPr="00B647A6">
        <w:t>En voilà encore</w:t>
      </w:r>
      <w:r w:rsidR="00280FCD">
        <w:t xml:space="preserve"> ! </w:t>
      </w:r>
      <w:r w:rsidRPr="00B647A6">
        <w:t>Je veux voir le p</w:t>
      </w:r>
      <w:r w:rsidRPr="00B647A6">
        <w:t>a</w:t>
      </w:r>
      <w:r w:rsidRPr="00B647A6">
        <w:t>tron</w:t>
      </w:r>
      <w:r w:rsidR="00280FCD">
        <w:t xml:space="preserve"> ! </w:t>
      </w:r>
      <w:r w:rsidR="00280FCD">
        <w:rPr>
          <w:bCs/>
          <w:i/>
          <w:iCs/>
        </w:rPr>
        <w:t>(</w:t>
      </w:r>
      <w:r w:rsidRPr="00B647A6">
        <w:rPr>
          <w:bCs/>
          <w:i/>
          <w:iCs/>
        </w:rPr>
        <w:t>Elle entre</w:t>
      </w:r>
      <w:r w:rsidR="00280FCD">
        <w:rPr>
          <w:bCs/>
          <w:i/>
          <w:iCs/>
        </w:rPr>
        <w:t xml:space="preserve">. </w:t>
      </w:r>
      <w:r w:rsidRPr="00B647A6">
        <w:rPr>
          <w:bCs/>
          <w:i/>
          <w:iCs/>
        </w:rPr>
        <w:t>S</w:t>
      </w:r>
      <w:r w:rsidR="00280FCD">
        <w:rPr>
          <w:bCs/>
          <w:i/>
          <w:iCs/>
        </w:rPr>
        <w:t>’</w:t>
      </w:r>
      <w:r w:rsidRPr="00B647A6">
        <w:rPr>
          <w:bCs/>
          <w:i/>
          <w:iCs/>
        </w:rPr>
        <w:t xml:space="preserve">adressant à </w:t>
      </w:r>
      <w:proofErr w:type="spellStart"/>
      <w:r w:rsidRPr="00B647A6">
        <w:rPr>
          <w:bCs/>
          <w:i/>
          <w:iCs/>
        </w:rPr>
        <w:t>Chipoutchine</w:t>
      </w:r>
      <w:proofErr w:type="spellEnd"/>
      <w:r w:rsidR="00280FCD">
        <w:rPr>
          <w:bCs/>
          <w:i/>
          <w:iCs/>
        </w:rPr>
        <w:t xml:space="preserve">.) </w:t>
      </w:r>
      <w:r w:rsidRPr="00B647A6">
        <w:t>J</w:t>
      </w:r>
      <w:r w:rsidR="00280FCD">
        <w:t>’</w:t>
      </w:r>
      <w:r w:rsidRPr="00B647A6">
        <w:t>ai l</w:t>
      </w:r>
      <w:r w:rsidR="00280FCD">
        <w:t>’</w:t>
      </w:r>
      <w:r w:rsidRPr="00B647A6">
        <w:t>honneur</w:t>
      </w:r>
      <w:r w:rsidR="00280FCD">
        <w:t xml:space="preserve">, </w:t>
      </w:r>
      <w:r w:rsidRPr="00B647A6">
        <w:t>Excellence</w:t>
      </w:r>
      <w:r w:rsidR="00280FCD">
        <w:t xml:space="preserve">, </w:t>
      </w:r>
      <w:r w:rsidRPr="00B647A6">
        <w:t>de me présenter</w:t>
      </w:r>
      <w:r w:rsidR="00280FCD">
        <w:t xml:space="preserve"> : </w:t>
      </w:r>
      <w:proofErr w:type="spellStart"/>
      <w:r w:rsidRPr="00B647A6">
        <w:t>Nastassia</w:t>
      </w:r>
      <w:proofErr w:type="spellEnd"/>
      <w:r w:rsidRPr="00B647A6">
        <w:t xml:space="preserve"> </w:t>
      </w:r>
      <w:proofErr w:type="spellStart"/>
      <w:r w:rsidRPr="00B647A6">
        <w:t>Fiodorovna</w:t>
      </w:r>
      <w:proofErr w:type="spellEnd"/>
      <w:r w:rsidRPr="00B647A6">
        <w:t xml:space="preserve"> </w:t>
      </w:r>
      <w:proofErr w:type="spellStart"/>
      <w:r w:rsidRPr="00B647A6">
        <w:t>Mertchou</w:t>
      </w:r>
      <w:r w:rsidRPr="00B647A6">
        <w:t>t</w:t>
      </w:r>
      <w:r w:rsidRPr="00B647A6">
        <w:t>kina</w:t>
      </w:r>
      <w:proofErr w:type="spellEnd"/>
      <w:r w:rsidR="00280FCD">
        <w:t xml:space="preserve">, </w:t>
      </w:r>
      <w:r w:rsidRPr="00B647A6">
        <w:t>femme d</w:t>
      </w:r>
      <w:r w:rsidR="00280FCD">
        <w:t>’</w:t>
      </w:r>
      <w:r w:rsidRPr="00B647A6">
        <w:t>un secrétaire de gouvernement</w:t>
      </w:r>
      <w:r w:rsidR="00280FCD">
        <w:t>.</w:t>
      </w:r>
    </w:p>
    <w:p w14:paraId="60F39DEC" w14:textId="77777777" w:rsidR="00280FCD" w:rsidRDefault="007A4B5B" w:rsidP="00280FCD">
      <w:proofErr w:type="spellStart"/>
      <w:r w:rsidRPr="00B647A6">
        <w:rPr>
          <w:bCs/>
        </w:rPr>
        <w:t>CHIPOUTCHINE</w:t>
      </w:r>
      <w:proofErr w:type="spellEnd"/>
      <w:r w:rsidR="00280FCD">
        <w:t xml:space="preserve">. – </w:t>
      </w:r>
      <w:r w:rsidRPr="00B647A6">
        <w:t>Que désirez-vous</w:t>
      </w:r>
      <w:r w:rsidR="00280FCD">
        <w:t> ?</w:t>
      </w:r>
    </w:p>
    <w:p w14:paraId="46277DB7" w14:textId="77777777" w:rsidR="00280FCD" w:rsidRDefault="007A4B5B" w:rsidP="00280FCD">
      <w:r w:rsidRPr="00B647A6">
        <w:rPr>
          <w:bCs/>
        </w:rPr>
        <w:lastRenderedPageBreak/>
        <w:t xml:space="preserve">MME </w:t>
      </w:r>
      <w:proofErr w:type="spellStart"/>
      <w:r w:rsidRPr="00B647A6">
        <w:rPr>
          <w:bCs/>
        </w:rPr>
        <w:t>MERTCHOUTKINA</w:t>
      </w:r>
      <w:proofErr w:type="spellEnd"/>
      <w:r w:rsidR="00280FCD">
        <w:t xml:space="preserve">. – </w:t>
      </w:r>
      <w:r w:rsidRPr="00B647A6">
        <w:t>Daignez savoir</w:t>
      </w:r>
      <w:r w:rsidR="00280FCD">
        <w:t xml:space="preserve">, </w:t>
      </w:r>
      <w:r w:rsidRPr="00B647A6">
        <w:t>Excellence</w:t>
      </w:r>
      <w:r w:rsidR="00280FCD">
        <w:t xml:space="preserve">, </w:t>
      </w:r>
      <w:r w:rsidRPr="00B647A6">
        <w:t>que mon mari</w:t>
      </w:r>
      <w:r w:rsidR="00280FCD">
        <w:t xml:space="preserve">, </w:t>
      </w:r>
      <w:r w:rsidRPr="00B647A6">
        <w:t xml:space="preserve">le secrétaire de gouvernement </w:t>
      </w:r>
      <w:proofErr w:type="spellStart"/>
      <w:r w:rsidRPr="00B647A6">
        <w:t>Mertchoutkina</w:t>
      </w:r>
      <w:proofErr w:type="spellEnd"/>
      <w:r w:rsidR="00280FCD">
        <w:t xml:space="preserve">, </w:t>
      </w:r>
      <w:r w:rsidRPr="00B647A6">
        <w:t>a été malade cinq mois</w:t>
      </w:r>
      <w:r w:rsidR="00280FCD">
        <w:t xml:space="preserve">, </w:t>
      </w:r>
      <w:r w:rsidRPr="00B647A6">
        <w:t>et que</w:t>
      </w:r>
      <w:r w:rsidR="00280FCD">
        <w:t xml:space="preserve">, </w:t>
      </w:r>
      <w:r w:rsidRPr="00B647A6">
        <w:t>pendant qu</w:t>
      </w:r>
      <w:r w:rsidR="00280FCD">
        <w:t>’</w:t>
      </w:r>
      <w:r w:rsidRPr="00B647A6">
        <w:t>il était au lit et se so</w:t>
      </w:r>
      <w:r w:rsidRPr="00B647A6">
        <w:t>i</w:t>
      </w:r>
      <w:r w:rsidRPr="00B647A6">
        <w:t>gnait</w:t>
      </w:r>
      <w:r w:rsidR="00280FCD">
        <w:t xml:space="preserve">, </w:t>
      </w:r>
      <w:r w:rsidRPr="00B647A6">
        <w:t>on l</w:t>
      </w:r>
      <w:r w:rsidR="00280FCD">
        <w:t>’</w:t>
      </w:r>
      <w:r w:rsidRPr="00B647A6">
        <w:t>a remplacé sans aucune raison</w:t>
      </w:r>
      <w:r w:rsidR="00280FCD">
        <w:t xml:space="preserve">, </w:t>
      </w:r>
      <w:r w:rsidRPr="00B647A6">
        <w:t>Excellence</w:t>
      </w:r>
      <w:r w:rsidR="00280FCD">
        <w:t xml:space="preserve">. </w:t>
      </w:r>
      <w:r w:rsidRPr="00B647A6">
        <w:t>Et quand je suis venue toucher ses appointements</w:t>
      </w:r>
      <w:r w:rsidR="00280FCD">
        <w:t xml:space="preserve">, </w:t>
      </w:r>
      <w:r w:rsidRPr="00B647A6">
        <w:t>on m</w:t>
      </w:r>
      <w:r w:rsidR="00280FCD">
        <w:t>’</w:t>
      </w:r>
      <w:r w:rsidRPr="00B647A6">
        <w:t>a</w:t>
      </w:r>
      <w:r w:rsidR="00280FCD">
        <w:t xml:space="preserve">, </w:t>
      </w:r>
      <w:r w:rsidRPr="00B647A6">
        <w:t>daignez le s</w:t>
      </w:r>
      <w:r w:rsidRPr="00B647A6">
        <w:t>a</w:t>
      </w:r>
      <w:r w:rsidRPr="00B647A6">
        <w:t>voir</w:t>
      </w:r>
      <w:r w:rsidR="00280FCD">
        <w:t xml:space="preserve">, </w:t>
      </w:r>
      <w:r w:rsidRPr="00B647A6">
        <w:t>retenu vingt-quatre roubles trente-six kopecks</w:t>
      </w:r>
      <w:r w:rsidR="00280FCD">
        <w:t xml:space="preserve">. </w:t>
      </w:r>
      <w:r w:rsidRPr="00B647A6">
        <w:t>Je dema</w:t>
      </w:r>
      <w:r w:rsidRPr="00B647A6">
        <w:t>n</w:t>
      </w:r>
      <w:r w:rsidRPr="00B647A6">
        <w:t>dai pourquoi</w:t>
      </w:r>
      <w:r w:rsidR="00280FCD">
        <w:t>. « </w:t>
      </w:r>
      <w:r w:rsidRPr="00B647A6">
        <w:t>Il a</w:t>
      </w:r>
      <w:r w:rsidR="00280FCD">
        <w:t xml:space="preserve">, </w:t>
      </w:r>
      <w:r w:rsidRPr="00B647A6">
        <w:t>répondit-on</w:t>
      </w:r>
      <w:r w:rsidR="00280FCD">
        <w:t xml:space="preserve">, </w:t>
      </w:r>
      <w:r w:rsidRPr="00B647A6">
        <w:t>emprunté de l</w:t>
      </w:r>
      <w:r w:rsidR="00280FCD">
        <w:t>’</w:t>
      </w:r>
      <w:r w:rsidRPr="00B647A6">
        <w:t>argent à la caisse amicale et les sociétaires sont responsables</w:t>
      </w:r>
      <w:r w:rsidR="00280FCD">
        <w:t>. »</w:t>
      </w:r>
      <w:r w:rsidRPr="00B647A6">
        <w:t xml:space="preserve"> Comment pouvait-il prendre de l</w:t>
      </w:r>
      <w:r w:rsidR="00280FCD">
        <w:t>’</w:t>
      </w:r>
      <w:r w:rsidRPr="00B647A6">
        <w:t>argent sans ma permission</w:t>
      </w:r>
      <w:r w:rsidR="00280FCD">
        <w:t xml:space="preserve"> ?… </w:t>
      </w:r>
      <w:r w:rsidRPr="00B647A6">
        <w:t>On ne peut pas agir ainsi</w:t>
      </w:r>
      <w:r w:rsidR="00280FCD">
        <w:t xml:space="preserve">, </w:t>
      </w:r>
      <w:r w:rsidRPr="00B647A6">
        <w:t>Excellence</w:t>
      </w:r>
      <w:r w:rsidR="00280FCD">
        <w:t xml:space="preserve"> ! </w:t>
      </w:r>
      <w:r w:rsidRPr="00B647A6">
        <w:t>Je suis une femme pauvre</w:t>
      </w:r>
      <w:r w:rsidR="00280FCD">
        <w:t xml:space="preserve"> ; </w:t>
      </w:r>
      <w:r w:rsidRPr="00B647A6">
        <w:t>je n</w:t>
      </w:r>
      <w:r w:rsidR="00280FCD">
        <w:t>’</w:t>
      </w:r>
      <w:r w:rsidRPr="00B647A6">
        <w:t>ai que mes locataires pour vivre</w:t>
      </w:r>
      <w:r w:rsidR="00280FCD">
        <w:t xml:space="preserve">. </w:t>
      </w:r>
      <w:r w:rsidRPr="00B647A6">
        <w:t>Je suis faible</w:t>
      </w:r>
      <w:r w:rsidR="00280FCD">
        <w:t xml:space="preserve">, </w:t>
      </w:r>
      <w:r w:rsidRPr="00B647A6">
        <w:t>sans défense</w:t>
      </w:r>
      <w:r w:rsidR="00280FCD">
        <w:t xml:space="preserve">… </w:t>
      </w:r>
      <w:r w:rsidRPr="00B647A6">
        <w:t>Je reçois des affronts de tous et n</w:t>
      </w:r>
      <w:r w:rsidR="00280FCD">
        <w:t>’</w:t>
      </w:r>
      <w:r w:rsidRPr="00B647A6">
        <w:t>entends de bonnes paroles de personne</w:t>
      </w:r>
      <w:r w:rsidR="00280FCD">
        <w:t>.</w:t>
      </w:r>
    </w:p>
    <w:p w14:paraId="70970369" w14:textId="77777777" w:rsidR="00280FCD" w:rsidRDefault="007A4B5B" w:rsidP="00280FCD">
      <w:proofErr w:type="spellStart"/>
      <w:r w:rsidRPr="00B647A6">
        <w:rPr>
          <w:bCs/>
        </w:rPr>
        <w:t>CHIPOUTCHINE</w:t>
      </w:r>
      <w:proofErr w:type="spellEnd"/>
      <w:r w:rsidR="00280FCD">
        <w:t xml:space="preserve">. – </w:t>
      </w:r>
      <w:r w:rsidRPr="00B647A6">
        <w:t>Vous permettez</w:t>
      </w:r>
      <w:r w:rsidR="00280FCD">
        <w:t>…</w:t>
      </w:r>
    </w:p>
    <w:p w14:paraId="55B9F76D" w14:textId="77777777" w:rsidR="00280FCD" w:rsidRDefault="007A4B5B" w:rsidP="00280FCD">
      <w:pPr>
        <w:ind w:firstLine="0"/>
        <w:jc w:val="center"/>
      </w:pPr>
      <w:r w:rsidRPr="00280FCD">
        <w:rPr>
          <w:bCs/>
          <w:i/>
          <w:iCs/>
        </w:rPr>
        <w:t>Il prend sa supplique et la lit</w:t>
      </w:r>
      <w:r w:rsidR="00280FCD" w:rsidRPr="00280FCD">
        <w:rPr>
          <w:bCs/>
          <w:i/>
          <w:iCs/>
        </w:rPr>
        <w:t xml:space="preserve">, </w:t>
      </w:r>
      <w:r w:rsidRPr="00280FCD">
        <w:rPr>
          <w:bCs/>
          <w:i/>
          <w:iCs/>
        </w:rPr>
        <w:t>resté debout</w:t>
      </w:r>
      <w:r w:rsidR="00280FCD" w:rsidRPr="00280FCD">
        <w:rPr>
          <w:bCs/>
          <w:i/>
          <w:iCs/>
        </w:rPr>
        <w:t>.</w:t>
      </w:r>
    </w:p>
    <w:p w14:paraId="31036ED6" w14:textId="77777777" w:rsidR="00280FCD" w:rsidRDefault="007A4B5B" w:rsidP="00280FCD">
      <w:r w:rsidRPr="00B647A6">
        <w:rPr>
          <w:bCs/>
        </w:rPr>
        <w:t xml:space="preserve">TATIANA </w:t>
      </w:r>
      <w:proofErr w:type="spellStart"/>
      <w:r w:rsidRPr="00B647A6">
        <w:rPr>
          <w:bCs/>
        </w:rPr>
        <w:t>ALEKSÉÏEVNA</w:t>
      </w:r>
      <w:proofErr w:type="spellEnd"/>
      <w:r w:rsidR="00280FCD">
        <w:rPr>
          <w:bCs/>
        </w:rPr>
        <w:t xml:space="preserve">, </w:t>
      </w:r>
      <w:r w:rsidRPr="00B647A6">
        <w:rPr>
          <w:bCs/>
          <w:i/>
          <w:iCs/>
        </w:rPr>
        <w:t xml:space="preserve">à </w:t>
      </w:r>
      <w:proofErr w:type="spellStart"/>
      <w:r w:rsidRPr="00B647A6">
        <w:rPr>
          <w:bCs/>
          <w:i/>
          <w:iCs/>
        </w:rPr>
        <w:t>Khirine</w:t>
      </w:r>
      <w:proofErr w:type="spellEnd"/>
      <w:r w:rsidR="00280FCD">
        <w:rPr>
          <w:bCs/>
          <w:i/>
          <w:iCs/>
        </w:rPr>
        <w:t xml:space="preserve">. </w:t>
      </w:r>
      <w:r w:rsidR="00280FCD">
        <w:t xml:space="preserve">– </w:t>
      </w:r>
      <w:r w:rsidRPr="00B647A6">
        <w:t>Reprenons les choses dès le début</w:t>
      </w:r>
      <w:r w:rsidR="00280FCD">
        <w:t xml:space="preserve">. </w:t>
      </w:r>
      <w:r w:rsidRPr="00B647A6">
        <w:t>La semaine passée</w:t>
      </w:r>
      <w:r w:rsidR="00280FCD">
        <w:t xml:space="preserve">, </w:t>
      </w:r>
      <w:r w:rsidRPr="00B647A6">
        <w:t>je reçois une lettre de maman</w:t>
      </w:r>
      <w:r w:rsidR="00280FCD">
        <w:t xml:space="preserve">. </w:t>
      </w:r>
      <w:r w:rsidRPr="00B647A6">
        <w:t>Elle m</w:t>
      </w:r>
      <w:r w:rsidR="00280FCD">
        <w:t>’</w:t>
      </w:r>
      <w:r w:rsidRPr="00B647A6">
        <w:t>écrit qu</w:t>
      </w:r>
      <w:r w:rsidR="00280FCD">
        <w:t>’</w:t>
      </w:r>
      <w:r w:rsidRPr="00B647A6">
        <w:t xml:space="preserve">un certain </w:t>
      </w:r>
      <w:proofErr w:type="spellStart"/>
      <w:r w:rsidRPr="00B647A6">
        <w:t>Grendélevski</w:t>
      </w:r>
      <w:proofErr w:type="spellEnd"/>
      <w:r w:rsidRPr="00B647A6">
        <w:t xml:space="preserve"> a demandé K</w:t>
      </w:r>
      <w:r w:rsidRPr="00B647A6">
        <w:t>a</w:t>
      </w:r>
      <w:r w:rsidRPr="00B647A6">
        <w:t>tia en mariage</w:t>
      </w:r>
      <w:r w:rsidR="00280FCD">
        <w:t xml:space="preserve">. </w:t>
      </w:r>
      <w:r w:rsidRPr="00B647A6">
        <w:t>C</w:t>
      </w:r>
      <w:r w:rsidR="00280FCD">
        <w:t>’</w:t>
      </w:r>
      <w:r w:rsidRPr="00B647A6">
        <w:t>est un charmant jeune homme</w:t>
      </w:r>
      <w:r w:rsidR="00280FCD">
        <w:t xml:space="preserve">, </w:t>
      </w:r>
      <w:r w:rsidRPr="00B647A6">
        <w:t>modeste</w:t>
      </w:r>
      <w:r w:rsidR="00280FCD">
        <w:t xml:space="preserve">, </w:t>
      </w:r>
      <w:r w:rsidRPr="00B647A6">
        <w:t>mais sans fortune et sans position assurée</w:t>
      </w:r>
      <w:r w:rsidR="00280FCD">
        <w:t xml:space="preserve">. </w:t>
      </w:r>
      <w:r w:rsidRPr="00B647A6">
        <w:t>Et figurez-vous cette ma</w:t>
      </w:r>
      <w:r w:rsidRPr="00B647A6">
        <w:t>l</w:t>
      </w:r>
      <w:r w:rsidRPr="00B647A6">
        <w:t>chance</w:t>
      </w:r>
      <w:r w:rsidR="00280FCD">
        <w:t xml:space="preserve"> : </w:t>
      </w:r>
      <w:r w:rsidRPr="00B647A6">
        <w:t>Katia s</w:t>
      </w:r>
      <w:r w:rsidR="00280FCD">
        <w:t>’</w:t>
      </w:r>
      <w:r w:rsidRPr="00B647A6">
        <w:t>en est amourachée</w:t>
      </w:r>
      <w:r w:rsidR="00280FCD">
        <w:t xml:space="preserve"> ! </w:t>
      </w:r>
      <w:r w:rsidRPr="00B647A6">
        <w:t>Que faire</w:t>
      </w:r>
      <w:r w:rsidR="00280FCD">
        <w:t xml:space="preserve"> ? </w:t>
      </w:r>
      <w:r w:rsidRPr="00B647A6">
        <w:t>Maman m</w:t>
      </w:r>
      <w:r w:rsidR="00280FCD">
        <w:t>’</w:t>
      </w:r>
      <w:r w:rsidRPr="00B647A6">
        <w:t>écrit de venir i</w:t>
      </w:r>
      <w:r w:rsidRPr="00B647A6">
        <w:t>m</w:t>
      </w:r>
      <w:r w:rsidRPr="00B647A6">
        <w:t>médiatement et d</w:t>
      </w:r>
      <w:r w:rsidR="00280FCD">
        <w:t>’</w:t>
      </w:r>
      <w:r w:rsidRPr="00B647A6">
        <w:t>agir sur Katia</w:t>
      </w:r>
      <w:r w:rsidR="00280FCD">
        <w:t>…</w:t>
      </w:r>
    </w:p>
    <w:p w14:paraId="3C409729" w14:textId="77777777" w:rsidR="00280FCD" w:rsidRDefault="007A4B5B" w:rsidP="00280FCD">
      <w:proofErr w:type="spellStart"/>
      <w:r w:rsidRPr="00B647A6">
        <w:rPr>
          <w:bCs/>
        </w:rPr>
        <w:t>KHIRINE</w:t>
      </w:r>
      <w:proofErr w:type="spellEnd"/>
      <w:r w:rsidR="00280FCD">
        <w:rPr>
          <w:bCs/>
        </w:rPr>
        <w:t xml:space="preserve">, </w:t>
      </w:r>
      <w:r w:rsidRPr="00B647A6">
        <w:rPr>
          <w:bCs/>
          <w:i/>
          <w:iCs/>
        </w:rPr>
        <w:t>sèchement</w:t>
      </w:r>
      <w:r w:rsidR="00280FCD">
        <w:rPr>
          <w:bCs/>
          <w:i/>
          <w:iCs/>
        </w:rPr>
        <w:t xml:space="preserve">. </w:t>
      </w:r>
      <w:r w:rsidR="00280FCD">
        <w:t xml:space="preserve">– </w:t>
      </w:r>
      <w:r w:rsidRPr="00B647A6">
        <w:t>Permettez</w:t>
      </w:r>
      <w:r w:rsidR="00280FCD">
        <w:t xml:space="preserve"> ! </w:t>
      </w:r>
      <w:r w:rsidRPr="00B647A6">
        <w:t xml:space="preserve">Vous me faites </w:t>
      </w:r>
      <w:proofErr w:type="gramStart"/>
      <w:r w:rsidRPr="00B647A6">
        <w:t>faire</w:t>
      </w:r>
      <w:proofErr w:type="gramEnd"/>
      <w:r w:rsidRPr="00B647A6">
        <w:t xml:space="preserve"> des erreurs</w:t>
      </w:r>
      <w:r w:rsidR="00280FCD">
        <w:t xml:space="preserve">. </w:t>
      </w:r>
      <w:r w:rsidRPr="00B647A6">
        <w:t>Vous</w:t>
      </w:r>
      <w:r w:rsidR="00280FCD">
        <w:t xml:space="preserve">, </w:t>
      </w:r>
      <w:r w:rsidRPr="00B647A6">
        <w:t>votre maman et Katia</w:t>
      </w:r>
      <w:r w:rsidR="00280FCD">
        <w:t xml:space="preserve">… </w:t>
      </w:r>
      <w:r w:rsidRPr="00B647A6">
        <w:t>je m</w:t>
      </w:r>
      <w:r w:rsidR="00280FCD">
        <w:t>’</w:t>
      </w:r>
      <w:r w:rsidRPr="00B647A6">
        <w:t>embrouille et n</w:t>
      </w:r>
      <w:r w:rsidR="00280FCD">
        <w:t>’</w:t>
      </w:r>
      <w:r w:rsidRPr="00B647A6">
        <w:t>y comprends plus rien</w:t>
      </w:r>
      <w:r w:rsidR="00280FCD">
        <w:t>…</w:t>
      </w:r>
    </w:p>
    <w:p w14:paraId="6BCC3DC2" w14:textId="77777777" w:rsidR="00280FCD" w:rsidRDefault="007A4B5B" w:rsidP="00280FCD">
      <w:r w:rsidRPr="00B647A6">
        <w:rPr>
          <w:bCs/>
        </w:rPr>
        <w:t xml:space="preserve">TATIANA </w:t>
      </w:r>
      <w:proofErr w:type="spellStart"/>
      <w:r w:rsidRPr="00B647A6">
        <w:rPr>
          <w:bCs/>
        </w:rPr>
        <w:t>ALEKSÉÏEVNA</w:t>
      </w:r>
      <w:proofErr w:type="spellEnd"/>
      <w:r w:rsidR="00280FCD">
        <w:t xml:space="preserve">. – </w:t>
      </w:r>
      <w:r w:rsidRPr="00B647A6">
        <w:t>C</w:t>
      </w:r>
      <w:r w:rsidR="00280FCD">
        <w:t>’</w:t>
      </w:r>
      <w:r w:rsidRPr="00B647A6">
        <w:t>est ça qui a de l</w:t>
      </w:r>
      <w:r w:rsidR="00280FCD">
        <w:t>’</w:t>
      </w:r>
      <w:r w:rsidRPr="00B647A6">
        <w:t>importance</w:t>
      </w:r>
      <w:r w:rsidR="00280FCD">
        <w:t xml:space="preserve"> ! </w:t>
      </w:r>
      <w:r w:rsidRPr="00B647A6">
        <w:t>Vous d</w:t>
      </w:r>
      <w:r w:rsidRPr="00B647A6">
        <w:t>e</w:t>
      </w:r>
      <w:r w:rsidRPr="00B647A6">
        <w:t>vez écouter quand une dame vous parle</w:t>
      </w:r>
      <w:r w:rsidR="00280FCD">
        <w:t xml:space="preserve">. </w:t>
      </w:r>
      <w:r w:rsidRPr="00B647A6">
        <w:t>Pourquoi êtes-vous si méchant</w:t>
      </w:r>
      <w:r w:rsidR="00280FCD">
        <w:t xml:space="preserve">, </w:t>
      </w:r>
      <w:r w:rsidRPr="00B647A6">
        <w:t>aujourd</w:t>
      </w:r>
      <w:r w:rsidR="00280FCD">
        <w:t>’</w:t>
      </w:r>
      <w:r w:rsidRPr="00B647A6">
        <w:t>hui</w:t>
      </w:r>
      <w:r w:rsidR="00280FCD">
        <w:t xml:space="preserve"> ? </w:t>
      </w:r>
      <w:r w:rsidRPr="00B647A6">
        <w:t>Êtes-vous amo</w:t>
      </w:r>
      <w:r w:rsidRPr="00B647A6">
        <w:t>u</w:t>
      </w:r>
      <w:r w:rsidRPr="00B647A6">
        <w:t>reux</w:t>
      </w:r>
      <w:r w:rsidR="00280FCD">
        <w:t> ?</w:t>
      </w:r>
    </w:p>
    <w:p w14:paraId="23E2BD9A" w14:textId="77777777" w:rsidR="00280FCD" w:rsidRDefault="007A4B5B" w:rsidP="00280FCD">
      <w:pPr>
        <w:ind w:firstLine="0"/>
        <w:jc w:val="center"/>
      </w:pPr>
      <w:r w:rsidRPr="00280FCD">
        <w:rPr>
          <w:bCs/>
          <w:i/>
          <w:iCs/>
        </w:rPr>
        <w:lastRenderedPageBreak/>
        <w:t>Elle rit</w:t>
      </w:r>
      <w:r w:rsidR="00280FCD" w:rsidRPr="00280FCD">
        <w:rPr>
          <w:bCs/>
          <w:i/>
          <w:iCs/>
        </w:rPr>
        <w:t>.</w:t>
      </w:r>
    </w:p>
    <w:p w14:paraId="6093DE99"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 xml:space="preserve">à </w:t>
      </w:r>
      <w:r w:rsidR="00280FCD">
        <w:rPr>
          <w:bCs/>
          <w:i/>
          <w:iCs/>
        </w:rPr>
        <w:t>M</w:t>
      </w:r>
      <w:r w:rsidR="00280FCD" w:rsidRPr="00280FCD">
        <w:rPr>
          <w:bCs/>
          <w:i/>
          <w:iCs/>
          <w:vertAlign w:val="superscript"/>
        </w:rPr>
        <w:t>me</w:t>
      </w:r>
      <w:r w:rsidR="00280FCD">
        <w:rPr>
          <w:bCs/>
          <w:i/>
          <w:iCs/>
        </w:rPr>
        <w:t> </w:t>
      </w:r>
      <w:proofErr w:type="spellStart"/>
      <w:r w:rsidRPr="00B647A6">
        <w:rPr>
          <w:bCs/>
          <w:i/>
          <w:iCs/>
        </w:rPr>
        <w:t>Mertchoutkina</w:t>
      </w:r>
      <w:proofErr w:type="spellEnd"/>
      <w:r w:rsidR="00280FCD">
        <w:rPr>
          <w:bCs/>
          <w:i/>
          <w:iCs/>
        </w:rPr>
        <w:t xml:space="preserve">. </w:t>
      </w:r>
      <w:r w:rsidR="00280FCD">
        <w:t xml:space="preserve">– </w:t>
      </w:r>
      <w:r w:rsidRPr="00B647A6">
        <w:t>Mais perme</w:t>
      </w:r>
      <w:r w:rsidRPr="00B647A6">
        <w:t>t</w:t>
      </w:r>
      <w:r w:rsidRPr="00B647A6">
        <w:t>tez</w:t>
      </w:r>
      <w:r w:rsidR="00280FCD">
        <w:t xml:space="preserve"> ! </w:t>
      </w:r>
      <w:r w:rsidRPr="00B647A6">
        <w:t>Qu</w:t>
      </w:r>
      <w:r w:rsidR="00280FCD">
        <w:t>’</w:t>
      </w:r>
      <w:r w:rsidRPr="00B647A6">
        <w:t>est-ce là</w:t>
      </w:r>
      <w:r w:rsidR="00280FCD">
        <w:t xml:space="preserve"> ? </w:t>
      </w:r>
      <w:r w:rsidRPr="00B647A6">
        <w:t>Je ne comprends rien</w:t>
      </w:r>
      <w:r w:rsidR="00280FCD">
        <w:t>…</w:t>
      </w:r>
    </w:p>
    <w:p w14:paraId="68CDAC95" w14:textId="77777777" w:rsidR="00280FCD" w:rsidRDefault="007A4B5B" w:rsidP="00280FCD">
      <w:r w:rsidRPr="00B647A6">
        <w:rPr>
          <w:bCs/>
        </w:rPr>
        <w:t xml:space="preserve">TATIANA </w:t>
      </w:r>
      <w:proofErr w:type="spellStart"/>
      <w:r w:rsidRPr="00B647A6">
        <w:rPr>
          <w:bCs/>
        </w:rPr>
        <w:t>ALEKSÉÏEVNA</w:t>
      </w:r>
      <w:proofErr w:type="spellEnd"/>
      <w:r w:rsidR="00280FCD">
        <w:rPr>
          <w:bCs/>
        </w:rPr>
        <w:t xml:space="preserve">, </w:t>
      </w:r>
      <w:r w:rsidRPr="00B647A6">
        <w:rPr>
          <w:bCs/>
          <w:i/>
          <w:iCs/>
        </w:rPr>
        <w:t xml:space="preserve">à </w:t>
      </w:r>
      <w:proofErr w:type="spellStart"/>
      <w:r w:rsidRPr="00B647A6">
        <w:rPr>
          <w:bCs/>
          <w:i/>
          <w:iCs/>
        </w:rPr>
        <w:t>Khirine</w:t>
      </w:r>
      <w:proofErr w:type="spellEnd"/>
      <w:r w:rsidR="00280FCD">
        <w:rPr>
          <w:bCs/>
          <w:i/>
          <w:iCs/>
        </w:rPr>
        <w:t xml:space="preserve">. </w:t>
      </w:r>
      <w:r w:rsidR="00280FCD">
        <w:t xml:space="preserve">– </w:t>
      </w:r>
      <w:r w:rsidRPr="00B647A6">
        <w:t>Vous êtes amo</w:t>
      </w:r>
      <w:r w:rsidRPr="00B647A6">
        <w:t>u</w:t>
      </w:r>
      <w:r w:rsidRPr="00B647A6">
        <w:t>reux</w:t>
      </w:r>
      <w:r w:rsidR="00280FCD">
        <w:t xml:space="preserve"> ! </w:t>
      </w:r>
      <w:r w:rsidRPr="00B647A6">
        <w:t>C</w:t>
      </w:r>
      <w:r w:rsidR="00280FCD">
        <w:t>’</w:t>
      </w:r>
      <w:r w:rsidRPr="00B647A6">
        <w:t>est ça</w:t>
      </w:r>
      <w:r w:rsidR="00280FCD">
        <w:t xml:space="preserve"> ? </w:t>
      </w:r>
      <w:r w:rsidRPr="00B647A6">
        <w:t>Il a rougi</w:t>
      </w:r>
      <w:r w:rsidR="00280FCD">
        <w:t> !</w:t>
      </w:r>
    </w:p>
    <w:p w14:paraId="2A6F0399" w14:textId="77777777" w:rsidR="00280FCD" w:rsidRDefault="007A4B5B" w:rsidP="00280FCD">
      <w:proofErr w:type="spellStart"/>
      <w:r w:rsidRPr="00B647A6">
        <w:rPr>
          <w:bCs/>
        </w:rPr>
        <w:t>CHIPOUTCHINE</w:t>
      </w:r>
      <w:proofErr w:type="spellEnd"/>
      <w:r w:rsidR="00280FCD">
        <w:t xml:space="preserve">, </w:t>
      </w:r>
      <w:r w:rsidRPr="00B647A6">
        <w:t xml:space="preserve">à </w:t>
      </w:r>
      <w:r w:rsidRPr="00B647A6">
        <w:rPr>
          <w:bCs/>
          <w:i/>
          <w:iCs/>
        </w:rPr>
        <w:t>sa femme</w:t>
      </w:r>
      <w:r w:rsidR="00280FCD">
        <w:rPr>
          <w:bCs/>
          <w:i/>
          <w:iCs/>
        </w:rPr>
        <w:t xml:space="preserve">. </w:t>
      </w:r>
      <w:r w:rsidR="00280FCD">
        <w:t xml:space="preserve">– </w:t>
      </w:r>
      <w:proofErr w:type="spellStart"/>
      <w:r w:rsidRPr="00B647A6">
        <w:t>Tanioucha</w:t>
      </w:r>
      <w:proofErr w:type="spellEnd"/>
      <w:r w:rsidR="00280FCD">
        <w:t xml:space="preserve">, </w:t>
      </w:r>
      <w:r w:rsidRPr="00B647A6">
        <w:t>ma chérie</w:t>
      </w:r>
      <w:r w:rsidR="00280FCD">
        <w:t xml:space="preserve">, </w:t>
      </w:r>
      <w:r w:rsidRPr="00B647A6">
        <w:t>passe un instant dans ce bureau</w:t>
      </w:r>
      <w:r w:rsidR="00280FCD">
        <w:t xml:space="preserve"> ; </w:t>
      </w:r>
      <w:r w:rsidRPr="00B647A6">
        <w:t>je viens tout de suite</w:t>
      </w:r>
      <w:r w:rsidR="00280FCD">
        <w:t>.</w:t>
      </w:r>
    </w:p>
    <w:p w14:paraId="454C7D5A" w14:textId="77777777" w:rsidR="00280FCD" w:rsidRDefault="007A4B5B" w:rsidP="00280FCD">
      <w:r w:rsidRPr="00B647A6">
        <w:rPr>
          <w:bCs/>
        </w:rPr>
        <w:t xml:space="preserve">TATIANA </w:t>
      </w:r>
      <w:proofErr w:type="spellStart"/>
      <w:r w:rsidRPr="00B647A6">
        <w:rPr>
          <w:bCs/>
        </w:rPr>
        <w:t>ALE</w:t>
      </w:r>
      <w:r w:rsidRPr="00B647A6">
        <w:rPr>
          <w:bCs/>
        </w:rPr>
        <w:t>K</w:t>
      </w:r>
      <w:r w:rsidRPr="00B647A6">
        <w:rPr>
          <w:bCs/>
        </w:rPr>
        <w:t>SÉÏE</w:t>
      </w:r>
      <w:r w:rsidRPr="00B647A6">
        <w:rPr>
          <w:bCs/>
        </w:rPr>
        <w:t>V</w:t>
      </w:r>
      <w:r w:rsidRPr="00B647A6">
        <w:rPr>
          <w:bCs/>
        </w:rPr>
        <w:t>NA</w:t>
      </w:r>
      <w:proofErr w:type="spellEnd"/>
      <w:r w:rsidR="00280FCD">
        <w:t xml:space="preserve">. – </w:t>
      </w:r>
      <w:r w:rsidRPr="00B647A6">
        <w:t>Bon</w:t>
      </w:r>
      <w:r w:rsidR="00280FCD">
        <w:t>.</w:t>
      </w:r>
    </w:p>
    <w:p w14:paraId="0209EE38" w14:textId="77777777" w:rsidR="00280FCD" w:rsidRDefault="007A4B5B" w:rsidP="00280FCD">
      <w:pPr>
        <w:ind w:firstLine="0"/>
        <w:jc w:val="center"/>
      </w:pPr>
      <w:r w:rsidRPr="00280FCD">
        <w:rPr>
          <w:bCs/>
          <w:i/>
          <w:iCs/>
        </w:rPr>
        <w:t>Elle sort</w:t>
      </w:r>
      <w:r w:rsidR="00280FCD" w:rsidRPr="00280FCD">
        <w:rPr>
          <w:bCs/>
          <w:i/>
          <w:iCs/>
        </w:rPr>
        <w:t>.</w:t>
      </w:r>
    </w:p>
    <w:p w14:paraId="14BE7796" w14:textId="77777777" w:rsidR="00280FCD" w:rsidRDefault="007A4B5B" w:rsidP="00280FCD">
      <w:proofErr w:type="spellStart"/>
      <w:r w:rsidRPr="00B647A6">
        <w:rPr>
          <w:bCs/>
        </w:rPr>
        <w:t>CHIPOUTC</w:t>
      </w:r>
      <w:r w:rsidRPr="00B647A6">
        <w:rPr>
          <w:bCs/>
          <w:szCs w:val="32"/>
        </w:rPr>
        <w:t>HINE</w:t>
      </w:r>
      <w:proofErr w:type="spellEnd"/>
      <w:r w:rsidR="00280FCD">
        <w:t xml:space="preserve">. – </w:t>
      </w:r>
      <w:r w:rsidRPr="00B647A6">
        <w:t>Je n</w:t>
      </w:r>
      <w:r w:rsidR="00280FCD">
        <w:t>’</w:t>
      </w:r>
      <w:r w:rsidRPr="00B647A6">
        <w:t>y comprends rien</w:t>
      </w:r>
      <w:r w:rsidR="00280FCD">
        <w:t xml:space="preserve">. </w:t>
      </w:r>
      <w:r w:rsidRPr="00B647A6">
        <w:t>Il me semble</w:t>
      </w:r>
      <w:r w:rsidR="00280FCD">
        <w:t xml:space="preserve">, </w:t>
      </w:r>
      <w:r w:rsidRPr="00B647A6">
        <w:t>m</w:t>
      </w:r>
      <w:r w:rsidRPr="00B647A6">
        <w:t>a</w:t>
      </w:r>
      <w:r w:rsidRPr="00B647A6">
        <w:t>dame</w:t>
      </w:r>
      <w:r w:rsidR="00280FCD">
        <w:t xml:space="preserve">, </w:t>
      </w:r>
      <w:r w:rsidRPr="00B647A6">
        <w:t>que vous vous trompez d</w:t>
      </w:r>
      <w:r w:rsidR="00280FCD">
        <w:t>’</w:t>
      </w:r>
      <w:r w:rsidRPr="00B647A6">
        <w:t>adresse</w:t>
      </w:r>
      <w:r w:rsidR="00280FCD">
        <w:t xml:space="preserve">. </w:t>
      </w:r>
      <w:r w:rsidRPr="00B647A6">
        <w:t>Votre demande ne nous regarde pas</w:t>
      </w:r>
      <w:r w:rsidR="00280FCD">
        <w:t xml:space="preserve">. </w:t>
      </w:r>
      <w:r w:rsidRPr="00B647A6">
        <w:t>Ayez l</w:t>
      </w:r>
      <w:r w:rsidR="00280FCD">
        <w:t>’</w:t>
      </w:r>
      <w:r w:rsidRPr="00B647A6">
        <w:t>obligeance de vous adresser à l</w:t>
      </w:r>
      <w:r w:rsidR="00280FCD">
        <w:t>’</w:t>
      </w:r>
      <w:r w:rsidRPr="00B647A6">
        <w:t>administration dont dépendait votre mari</w:t>
      </w:r>
      <w:r w:rsidR="00280FCD">
        <w:t>.</w:t>
      </w:r>
    </w:p>
    <w:p w14:paraId="60D41AD7"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J</w:t>
      </w:r>
      <w:r w:rsidR="00280FCD">
        <w:t>’</w:t>
      </w:r>
      <w:r w:rsidRPr="00B647A6">
        <w:t>ai déjà été en cinq endroits</w:t>
      </w:r>
      <w:r w:rsidR="00280FCD">
        <w:t xml:space="preserve">, </w:t>
      </w:r>
      <w:r w:rsidRPr="00B647A6">
        <w:t>monsieur</w:t>
      </w:r>
      <w:r w:rsidR="00280FCD">
        <w:t xml:space="preserve"> ; </w:t>
      </w:r>
      <w:r w:rsidRPr="00B647A6">
        <w:t>on a voulu recevoir ma requête nulle part</w:t>
      </w:r>
      <w:r w:rsidR="00280FCD">
        <w:t xml:space="preserve">. </w:t>
      </w:r>
      <w:r w:rsidRPr="00B647A6">
        <w:t>J</w:t>
      </w:r>
      <w:r w:rsidR="00280FCD">
        <w:t>’</w:t>
      </w:r>
      <w:r w:rsidRPr="00B647A6">
        <w:t>avais d</w:t>
      </w:r>
      <w:r w:rsidRPr="00B647A6">
        <w:t>é</w:t>
      </w:r>
      <w:r w:rsidRPr="00B647A6">
        <w:t>jà perdu la tête</w:t>
      </w:r>
      <w:r w:rsidR="00280FCD">
        <w:t xml:space="preserve">, </w:t>
      </w:r>
      <w:r w:rsidRPr="00B647A6">
        <w:t>mais mon gendre</w:t>
      </w:r>
      <w:r w:rsidR="00280FCD">
        <w:t xml:space="preserve">, </w:t>
      </w:r>
      <w:r w:rsidRPr="00B647A6">
        <w:t xml:space="preserve">Boris </w:t>
      </w:r>
      <w:proofErr w:type="spellStart"/>
      <w:r w:rsidRPr="00B647A6">
        <w:t>Matviéïtch</w:t>
      </w:r>
      <w:proofErr w:type="spellEnd"/>
      <w:r w:rsidR="00280FCD">
        <w:t xml:space="preserve"> – </w:t>
      </w:r>
      <w:r w:rsidRPr="00B647A6">
        <w:t>qu</w:t>
      </w:r>
      <w:r w:rsidR="00280FCD">
        <w:t>’</w:t>
      </w:r>
      <w:r w:rsidRPr="00B647A6">
        <w:t>il en soit remercié</w:t>
      </w:r>
      <w:r w:rsidR="00280FCD">
        <w:t xml:space="preserve"> ! – </w:t>
      </w:r>
      <w:r w:rsidRPr="00B647A6">
        <w:t>m</w:t>
      </w:r>
      <w:r w:rsidR="00280FCD">
        <w:t>’</w:t>
      </w:r>
      <w:r w:rsidRPr="00B647A6">
        <w:t>a conseillé de m</w:t>
      </w:r>
      <w:r w:rsidR="00280FCD">
        <w:t>’</w:t>
      </w:r>
      <w:r w:rsidRPr="00B647A6">
        <w:t>adresser à vous</w:t>
      </w:r>
      <w:r w:rsidR="00280FCD">
        <w:t>. « </w:t>
      </w:r>
      <w:r w:rsidRPr="00B647A6">
        <w:t>Adressez-vous</w:t>
      </w:r>
      <w:r w:rsidR="00280FCD">
        <w:t xml:space="preserve">, </w:t>
      </w:r>
      <w:r w:rsidRPr="00B647A6">
        <w:t>m</w:t>
      </w:r>
      <w:r w:rsidRPr="00B647A6">
        <w:t>a</w:t>
      </w:r>
      <w:r w:rsidRPr="00B647A6">
        <w:t>man</w:t>
      </w:r>
      <w:r w:rsidR="00280FCD">
        <w:t xml:space="preserve">, </w:t>
      </w:r>
      <w:r w:rsidRPr="00B647A6">
        <w:t>m</w:t>
      </w:r>
      <w:r w:rsidR="00280FCD">
        <w:t>’</w:t>
      </w:r>
      <w:r w:rsidRPr="00B647A6">
        <w:t>a-t-il dit</w:t>
      </w:r>
      <w:r w:rsidR="00280FCD">
        <w:t xml:space="preserve">, </w:t>
      </w:r>
      <w:r w:rsidRPr="00B647A6">
        <w:t xml:space="preserve">à </w:t>
      </w:r>
      <w:r w:rsidR="00280FCD">
        <w:t>M. </w:t>
      </w:r>
      <w:proofErr w:type="spellStart"/>
      <w:r w:rsidRPr="00B647A6">
        <w:t>Chipoutchine</w:t>
      </w:r>
      <w:proofErr w:type="spellEnd"/>
      <w:r w:rsidR="00280FCD">
        <w:t xml:space="preserve"> ; </w:t>
      </w:r>
      <w:r w:rsidRPr="00B647A6">
        <w:t>c</w:t>
      </w:r>
      <w:r w:rsidR="00280FCD">
        <w:t>’</w:t>
      </w:r>
      <w:r w:rsidRPr="00B647A6">
        <w:t>est un homme influent</w:t>
      </w:r>
      <w:r w:rsidR="00280FCD">
        <w:t xml:space="preserve">, </w:t>
      </w:r>
      <w:r w:rsidRPr="00B647A6">
        <w:t>il peut tout</w:t>
      </w:r>
      <w:r w:rsidR="00280FCD">
        <w:t>… »</w:t>
      </w:r>
      <w:r w:rsidRPr="00B647A6">
        <w:t xml:space="preserve"> Venez à mon aide</w:t>
      </w:r>
      <w:r w:rsidR="00280FCD">
        <w:t xml:space="preserve">, </w:t>
      </w:r>
      <w:r w:rsidRPr="00B647A6">
        <w:t>Excellence</w:t>
      </w:r>
      <w:r w:rsidR="00280FCD">
        <w:t> !</w:t>
      </w:r>
    </w:p>
    <w:p w14:paraId="3220A670" w14:textId="77777777" w:rsidR="00280FCD" w:rsidRDefault="007A4B5B" w:rsidP="00280FCD">
      <w:proofErr w:type="spellStart"/>
      <w:r w:rsidRPr="00B647A6">
        <w:rPr>
          <w:bCs/>
        </w:rPr>
        <w:t>CHIPOUTCHINE</w:t>
      </w:r>
      <w:proofErr w:type="spellEnd"/>
      <w:r w:rsidR="00280FCD">
        <w:t xml:space="preserve">. – </w:t>
      </w:r>
      <w:r w:rsidRPr="00B647A6">
        <w:t xml:space="preserve">Madame </w:t>
      </w:r>
      <w:proofErr w:type="spellStart"/>
      <w:r w:rsidRPr="00B647A6">
        <w:t>Mertchoutkina</w:t>
      </w:r>
      <w:proofErr w:type="spellEnd"/>
      <w:r w:rsidR="00280FCD">
        <w:t xml:space="preserve">, </w:t>
      </w:r>
      <w:r w:rsidRPr="00B647A6">
        <w:t>nous ne pouvons rien pour vous</w:t>
      </w:r>
      <w:r w:rsidR="00280FCD">
        <w:t xml:space="preserve">. </w:t>
      </w:r>
      <w:r w:rsidRPr="00B647A6">
        <w:t>Comprenez bien</w:t>
      </w:r>
      <w:r w:rsidR="00280FCD">
        <w:t xml:space="preserve"> : </w:t>
      </w:r>
      <w:r w:rsidRPr="00B647A6">
        <w:t>votre mari a</w:t>
      </w:r>
      <w:r w:rsidR="00280FCD">
        <w:t xml:space="preserve">, </w:t>
      </w:r>
      <w:r w:rsidRPr="00B647A6">
        <w:t>autant que j</w:t>
      </w:r>
      <w:r w:rsidR="00280FCD">
        <w:t>’</w:t>
      </w:r>
      <w:r w:rsidRPr="00B647A6">
        <w:t>en puis juger</w:t>
      </w:r>
      <w:r w:rsidR="00280FCD">
        <w:t xml:space="preserve">, </w:t>
      </w:r>
      <w:r w:rsidRPr="00B647A6">
        <w:t>dépendu du service de santé</w:t>
      </w:r>
      <w:r w:rsidR="00280FCD">
        <w:t xml:space="preserve">, </w:t>
      </w:r>
      <w:r w:rsidRPr="00B647A6">
        <w:t>et notre entr</w:t>
      </w:r>
      <w:r w:rsidRPr="00B647A6">
        <w:t>e</w:t>
      </w:r>
      <w:r w:rsidRPr="00B647A6">
        <w:t>prise est toute privée</w:t>
      </w:r>
      <w:r w:rsidR="00280FCD">
        <w:t xml:space="preserve">, </w:t>
      </w:r>
      <w:r w:rsidRPr="00B647A6">
        <w:t>commerciale</w:t>
      </w:r>
      <w:r w:rsidR="00280FCD">
        <w:t xml:space="preserve"> ; </w:t>
      </w:r>
      <w:r w:rsidRPr="00B647A6">
        <w:t>c</w:t>
      </w:r>
      <w:r w:rsidR="00280FCD">
        <w:t>’</w:t>
      </w:r>
      <w:r w:rsidRPr="00B647A6">
        <w:t>est une banque</w:t>
      </w:r>
      <w:r w:rsidR="00280FCD">
        <w:t xml:space="preserve">. </w:t>
      </w:r>
      <w:r w:rsidRPr="00B647A6">
        <w:t>Co</w:t>
      </w:r>
      <w:r w:rsidRPr="00B647A6">
        <w:t>m</w:t>
      </w:r>
      <w:r w:rsidRPr="00B647A6">
        <w:t>ment ne pas co</w:t>
      </w:r>
      <w:r w:rsidRPr="00B647A6">
        <w:t>m</w:t>
      </w:r>
      <w:r w:rsidRPr="00B647A6">
        <w:t>prendre cela</w:t>
      </w:r>
      <w:r w:rsidR="00280FCD">
        <w:t> ?</w:t>
      </w:r>
    </w:p>
    <w:p w14:paraId="27194B25"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Excellence</w:t>
      </w:r>
      <w:r w:rsidR="00280FCD">
        <w:t xml:space="preserve">, </w:t>
      </w:r>
      <w:r w:rsidRPr="00B647A6">
        <w:t>j</w:t>
      </w:r>
      <w:r w:rsidR="00280FCD">
        <w:t>’</w:t>
      </w:r>
      <w:r w:rsidRPr="00B647A6">
        <w:t>ai un certificat médical constatant que mon mari a été malade</w:t>
      </w:r>
      <w:r w:rsidR="00280FCD">
        <w:t xml:space="preserve">. </w:t>
      </w:r>
      <w:r w:rsidRPr="00B647A6">
        <w:t>Le voici</w:t>
      </w:r>
      <w:r w:rsidR="00280FCD">
        <w:t xml:space="preserve">, </w:t>
      </w:r>
      <w:r w:rsidRPr="00B647A6">
        <w:t>da</w:t>
      </w:r>
      <w:r w:rsidRPr="00B647A6">
        <w:t>i</w:t>
      </w:r>
      <w:r w:rsidRPr="00B647A6">
        <w:t>gnez le voir</w:t>
      </w:r>
      <w:r w:rsidR="00280FCD">
        <w:t>…</w:t>
      </w:r>
    </w:p>
    <w:p w14:paraId="7D6CED71" w14:textId="77777777" w:rsidR="00280FCD" w:rsidRDefault="007A4B5B" w:rsidP="00280FCD">
      <w:proofErr w:type="spellStart"/>
      <w:r w:rsidRPr="00B647A6">
        <w:rPr>
          <w:bCs/>
        </w:rPr>
        <w:lastRenderedPageBreak/>
        <w:t>CHIPOUTCHINE</w:t>
      </w:r>
      <w:proofErr w:type="spellEnd"/>
      <w:r w:rsidR="00280FCD">
        <w:rPr>
          <w:bCs/>
        </w:rPr>
        <w:t xml:space="preserve">, </w:t>
      </w:r>
      <w:r w:rsidRPr="00B647A6">
        <w:rPr>
          <w:bCs/>
          <w:i/>
          <w:iCs/>
        </w:rPr>
        <w:t>irrité</w:t>
      </w:r>
      <w:r w:rsidR="00280FCD">
        <w:rPr>
          <w:bCs/>
          <w:i/>
          <w:iCs/>
        </w:rPr>
        <w:t xml:space="preserve">. </w:t>
      </w:r>
      <w:r w:rsidR="00280FCD">
        <w:t xml:space="preserve">– </w:t>
      </w:r>
      <w:r w:rsidRPr="00B647A6">
        <w:t>Parfaitement</w:t>
      </w:r>
      <w:r w:rsidR="00280FCD">
        <w:t xml:space="preserve"> ; </w:t>
      </w:r>
      <w:r w:rsidRPr="00B647A6">
        <w:t>je vous crois</w:t>
      </w:r>
      <w:r w:rsidR="00280FCD">
        <w:t xml:space="preserve">, </w:t>
      </w:r>
      <w:r w:rsidRPr="00B647A6">
        <w:t>mais je r</w:t>
      </w:r>
      <w:r w:rsidRPr="00B647A6">
        <w:t>é</w:t>
      </w:r>
      <w:r w:rsidRPr="00B647A6">
        <w:t>pète que cela ne nous regarde pas</w:t>
      </w:r>
      <w:r w:rsidR="00280FCD">
        <w:t>.</w:t>
      </w:r>
    </w:p>
    <w:p w14:paraId="1C90F293" w14:textId="77777777" w:rsidR="00280FCD" w:rsidRDefault="007A4B5B" w:rsidP="00280FCD">
      <w:pPr>
        <w:ind w:firstLine="0"/>
        <w:jc w:val="center"/>
      </w:pPr>
      <w:r w:rsidRPr="00280FCD">
        <w:rPr>
          <w:bCs/>
          <w:i/>
          <w:iCs/>
        </w:rPr>
        <w:t>Dans la coulisse</w:t>
      </w:r>
      <w:r w:rsidR="00280FCD" w:rsidRPr="00280FCD">
        <w:rPr>
          <w:bCs/>
          <w:i/>
          <w:iCs/>
        </w:rPr>
        <w:t xml:space="preserve">, </w:t>
      </w:r>
      <w:r w:rsidRPr="00280FCD">
        <w:rPr>
          <w:bCs/>
          <w:i/>
          <w:iCs/>
        </w:rPr>
        <w:t xml:space="preserve">rire de Tatiana </w:t>
      </w:r>
      <w:proofErr w:type="spellStart"/>
      <w:r w:rsidRPr="00280FCD">
        <w:rPr>
          <w:bCs/>
          <w:i/>
          <w:iCs/>
        </w:rPr>
        <w:t>Alekséïevna</w:t>
      </w:r>
      <w:proofErr w:type="spellEnd"/>
      <w:r w:rsidR="00280FCD" w:rsidRPr="00280FCD">
        <w:rPr>
          <w:bCs/>
          <w:i/>
          <w:iCs/>
        </w:rPr>
        <w:t xml:space="preserve">, </w:t>
      </w:r>
      <w:r w:rsidRPr="00280FCD">
        <w:rPr>
          <w:bCs/>
          <w:i/>
          <w:iCs/>
        </w:rPr>
        <w:t>puis un rire d</w:t>
      </w:r>
      <w:r w:rsidR="00280FCD" w:rsidRPr="00280FCD">
        <w:rPr>
          <w:bCs/>
          <w:i/>
          <w:iCs/>
        </w:rPr>
        <w:t>’</w:t>
      </w:r>
      <w:r w:rsidRPr="00280FCD">
        <w:rPr>
          <w:bCs/>
          <w:i/>
          <w:iCs/>
        </w:rPr>
        <w:t>homme</w:t>
      </w:r>
      <w:r w:rsidR="00280FCD" w:rsidRPr="00280FCD">
        <w:rPr>
          <w:bCs/>
          <w:i/>
          <w:iCs/>
        </w:rPr>
        <w:t>.</w:t>
      </w:r>
    </w:p>
    <w:p w14:paraId="20A31217"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regardant dans la direction de la porte</w:t>
      </w:r>
      <w:r w:rsidR="00280FCD">
        <w:rPr>
          <w:bCs/>
          <w:i/>
          <w:iCs/>
        </w:rPr>
        <w:t xml:space="preserve">. </w:t>
      </w:r>
      <w:r w:rsidR="00280FCD">
        <w:t xml:space="preserve">– </w:t>
      </w:r>
      <w:r w:rsidRPr="00B647A6">
        <w:t>Elle fait</w:t>
      </w:r>
      <w:r w:rsidR="00280FCD">
        <w:t xml:space="preserve">, </w:t>
      </w:r>
      <w:r w:rsidRPr="00B647A6">
        <w:t>là-bas</w:t>
      </w:r>
      <w:r w:rsidR="00280FCD">
        <w:t xml:space="preserve">, </w:t>
      </w:r>
      <w:r w:rsidRPr="00B647A6">
        <w:t>perdre leur temps aux employés</w:t>
      </w:r>
      <w:r w:rsidR="00280FCD">
        <w:t xml:space="preserve">… </w:t>
      </w:r>
      <w:r w:rsidR="00280FCD">
        <w:rPr>
          <w:bCs/>
        </w:rPr>
        <w:t>(</w:t>
      </w:r>
      <w:r w:rsidRPr="00B647A6">
        <w:rPr>
          <w:bCs/>
        </w:rPr>
        <w:t xml:space="preserve">à </w:t>
      </w:r>
      <w:r w:rsidR="00280FCD">
        <w:rPr>
          <w:bCs/>
          <w:i/>
          <w:iCs/>
        </w:rPr>
        <w:t>M</w:t>
      </w:r>
      <w:r w:rsidR="00280FCD" w:rsidRPr="00280FCD">
        <w:rPr>
          <w:bCs/>
          <w:i/>
          <w:iCs/>
          <w:vertAlign w:val="superscript"/>
        </w:rPr>
        <w:t>me</w:t>
      </w:r>
      <w:r w:rsidR="00280FCD">
        <w:rPr>
          <w:bCs/>
          <w:i/>
          <w:iCs/>
        </w:rPr>
        <w:t> </w:t>
      </w:r>
      <w:proofErr w:type="spellStart"/>
      <w:r w:rsidRPr="00B647A6">
        <w:rPr>
          <w:bCs/>
          <w:i/>
          <w:iCs/>
        </w:rPr>
        <w:t>Mertchoutkina</w:t>
      </w:r>
      <w:proofErr w:type="spellEnd"/>
      <w:r w:rsidR="00280FCD">
        <w:rPr>
          <w:bCs/>
          <w:i/>
          <w:iCs/>
        </w:rPr>
        <w:t xml:space="preserve">.) </w:t>
      </w:r>
      <w:r w:rsidRPr="00B647A6">
        <w:t>C</w:t>
      </w:r>
      <w:r w:rsidR="00280FCD">
        <w:t>’</w:t>
      </w:r>
      <w:r w:rsidRPr="00B647A6">
        <w:t>est étrange et même ridicule</w:t>
      </w:r>
      <w:r w:rsidR="00280FCD">
        <w:t xml:space="preserve">. </w:t>
      </w:r>
      <w:r w:rsidRPr="00B647A6">
        <w:t>Est-ce que votre mari ne sait pas où il faut que vous vous adressiez</w:t>
      </w:r>
      <w:r w:rsidR="00280FCD">
        <w:t> ?</w:t>
      </w:r>
    </w:p>
    <w:p w14:paraId="47E10FCB"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Excellence</w:t>
      </w:r>
      <w:r w:rsidR="00280FCD">
        <w:t xml:space="preserve">, </w:t>
      </w:r>
      <w:r w:rsidRPr="00B647A6">
        <w:t>il ne sait rien de rien</w:t>
      </w:r>
      <w:r w:rsidR="00280FCD">
        <w:t xml:space="preserve">. </w:t>
      </w:r>
      <w:r w:rsidRPr="00B647A6">
        <w:t>Il ne fait que me répéter</w:t>
      </w:r>
      <w:r w:rsidR="00280FCD">
        <w:t> : « </w:t>
      </w:r>
      <w:r w:rsidRPr="00B647A6">
        <w:t>Ce n</w:t>
      </w:r>
      <w:r w:rsidR="00280FCD">
        <w:t>’</w:t>
      </w:r>
      <w:r w:rsidRPr="00B647A6">
        <w:t>est pas ton affaire</w:t>
      </w:r>
      <w:r w:rsidR="00280FCD">
        <w:t xml:space="preserve"> ! </w:t>
      </w:r>
      <w:r w:rsidRPr="00B647A6">
        <w:t>Va-t</w:t>
      </w:r>
      <w:r w:rsidR="00280FCD">
        <w:t>’</w:t>
      </w:r>
      <w:r w:rsidRPr="00B647A6">
        <w:t>en</w:t>
      </w:r>
      <w:r w:rsidR="00280FCD">
        <w:t> ! »</w:t>
      </w:r>
      <w:r w:rsidRPr="00B647A6">
        <w:t xml:space="preserve"> Et c</w:t>
      </w:r>
      <w:r w:rsidR="00280FCD">
        <w:t>’</w:t>
      </w:r>
      <w:r w:rsidRPr="00B647A6">
        <w:t>est tout</w:t>
      </w:r>
      <w:r w:rsidR="00280FCD">
        <w:t>…</w:t>
      </w:r>
    </w:p>
    <w:p w14:paraId="2D93B32B" w14:textId="77777777" w:rsidR="00280FCD" w:rsidRDefault="007A4B5B" w:rsidP="00280FCD">
      <w:proofErr w:type="spellStart"/>
      <w:r w:rsidRPr="00B647A6">
        <w:rPr>
          <w:bCs/>
        </w:rPr>
        <w:t>CHIPOUTCHINE</w:t>
      </w:r>
      <w:proofErr w:type="spellEnd"/>
      <w:r w:rsidR="00280FCD">
        <w:t xml:space="preserve">. – </w:t>
      </w:r>
      <w:r w:rsidRPr="00B647A6">
        <w:t>Je vous répète</w:t>
      </w:r>
      <w:r w:rsidR="00280FCD">
        <w:t xml:space="preserve">, </w:t>
      </w:r>
      <w:r w:rsidRPr="00B647A6">
        <w:t>madame</w:t>
      </w:r>
      <w:r w:rsidR="00280FCD">
        <w:t xml:space="preserve">, </w:t>
      </w:r>
      <w:r w:rsidRPr="00B647A6">
        <w:t>que votre mari dépendait du service de santé</w:t>
      </w:r>
      <w:r w:rsidR="00280FCD">
        <w:t xml:space="preserve">, </w:t>
      </w:r>
      <w:r w:rsidRPr="00B647A6">
        <w:t>et</w:t>
      </w:r>
      <w:r w:rsidR="00280FCD">
        <w:t xml:space="preserve">, </w:t>
      </w:r>
      <w:r w:rsidRPr="00B647A6">
        <w:t>ici</w:t>
      </w:r>
      <w:r w:rsidR="00280FCD">
        <w:t xml:space="preserve">, </w:t>
      </w:r>
      <w:r w:rsidRPr="00B647A6">
        <w:t>c</w:t>
      </w:r>
      <w:r w:rsidR="00280FCD">
        <w:t>’</w:t>
      </w:r>
      <w:r w:rsidRPr="00B647A6">
        <w:t>est une banque</w:t>
      </w:r>
      <w:r w:rsidR="00280FCD">
        <w:t xml:space="preserve">, </w:t>
      </w:r>
      <w:r w:rsidRPr="00B647A6">
        <w:t>une e</w:t>
      </w:r>
      <w:r w:rsidRPr="00B647A6">
        <w:t>n</w:t>
      </w:r>
      <w:r w:rsidRPr="00B647A6">
        <w:t>treprise privée</w:t>
      </w:r>
      <w:r w:rsidR="00280FCD">
        <w:t xml:space="preserve">, </w:t>
      </w:r>
      <w:r w:rsidRPr="00B647A6">
        <w:t>commerciale</w:t>
      </w:r>
      <w:r w:rsidR="00280FCD">
        <w:t>…</w:t>
      </w:r>
    </w:p>
    <w:p w14:paraId="2C36AF03"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Ah</w:t>
      </w:r>
      <w:r w:rsidR="00280FCD">
        <w:t xml:space="preserve"> ! </w:t>
      </w:r>
      <w:r w:rsidRPr="00B647A6">
        <w:t>oui</w:t>
      </w:r>
      <w:r w:rsidR="00280FCD">
        <w:t xml:space="preserve">, </w:t>
      </w:r>
      <w:r w:rsidRPr="00B647A6">
        <w:t>oui</w:t>
      </w:r>
      <w:r w:rsidR="00280FCD">
        <w:t xml:space="preserve">… </w:t>
      </w:r>
      <w:r w:rsidRPr="00B647A6">
        <w:t>Je comprends</w:t>
      </w:r>
      <w:r w:rsidR="00280FCD">
        <w:t xml:space="preserve">, </w:t>
      </w:r>
      <w:r w:rsidRPr="00B647A6">
        <w:t>cher monsieur</w:t>
      </w:r>
      <w:r w:rsidR="00280FCD">
        <w:t xml:space="preserve">. </w:t>
      </w:r>
      <w:r w:rsidRPr="00B647A6">
        <w:t>En ce cas</w:t>
      </w:r>
      <w:r w:rsidR="00280FCD">
        <w:t xml:space="preserve">, </w:t>
      </w:r>
      <w:r w:rsidRPr="00B647A6">
        <w:t>Excellence</w:t>
      </w:r>
      <w:r w:rsidR="00280FCD">
        <w:t xml:space="preserve">, </w:t>
      </w:r>
      <w:r w:rsidRPr="00B647A6">
        <w:t>ordonnez qu</w:t>
      </w:r>
      <w:r w:rsidR="00280FCD">
        <w:t>’</w:t>
      </w:r>
      <w:r w:rsidRPr="00B647A6">
        <w:t>on me r</w:t>
      </w:r>
      <w:r w:rsidRPr="00B647A6">
        <w:t>e</w:t>
      </w:r>
      <w:r w:rsidRPr="00B647A6">
        <w:t>mette</w:t>
      </w:r>
      <w:r w:rsidR="00280FCD">
        <w:t xml:space="preserve">, </w:t>
      </w:r>
      <w:r w:rsidRPr="00B647A6">
        <w:t>ne fût-ce que quinze roubles</w:t>
      </w:r>
      <w:r w:rsidR="00280FCD">
        <w:t xml:space="preserve">. </w:t>
      </w:r>
      <w:r w:rsidRPr="00B647A6">
        <w:t>Je consens à ne pas rec</w:t>
      </w:r>
      <w:r w:rsidRPr="00B647A6">
        <w:t>e</w:t>
      </w:r>
      <w:r w:rsidRPr="00B647A6">
        <w:t>voir toute la somme en une fois</w:t>
      </w:r>
      <w:r w:rsidR="00280FCD">
        <w:t>.</w:t>
      </w:r>
    </w:p>
    <w:p w14:paraId="0B4DAEBA"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soupirant</w:t>
      </w:r>
      <w:r w:rsidR="00280FCD">
        <w:rPr>
          <w:bCs/>
          <w:i/>
          <w:iCs/>
        </w:rPr>
        <w:t xml:space="preserve">. </w:t>
      </w:r>
      <w:r w:rsidR="00280FCD">
        <w:t xml:space="preserve">– </w:t>
      </w:r>
      <w:r w:rsidRPr="00B647A6">
        <w:t>Ouf</w:t>
      </w:r>
      <w:r w:rsidR="00280FCD">
        <w:t> !…</w:t>
      </w:r>
    </w:p>
    <w:p w14:paraId="0D0E40A2" w14:textId="77777777" w:rsidR="00280FCD" w:rsidRDefault="007A4B5B" w:rsidP="00280FCD">
      <w:proofErr w:type="spellStart"/>
      <w:r w:rsidRPr="00B647A6">
        <w:rPr>
          <w:bCs/>
        </w:rPr>
        <w:t>KHIRINE</w:t>
      </w:r>
      <w:proofErr w:type="spellEnd"/>
      <w:r w:rsidR="00280FCD">
        <w:t xml:space="preserve">. – </w:t>
      </w:r>
      <w:r w:rsidRPr="00B647A6">
        <w:t>Dans ces conditions</w:t>
      </w:r>
      <w:r w:rsidR="00280FCD">
        <w:t xml:space="preserve">, </w:t>
      </w:r>
      <w:r w:rsidRPr="00B647A6">
        <w:t xml:space="preserve">Andreï </w:t>
      </w:r>
      <w:proofErr w:type="spellStart"/>
      <w:r w:rsidRPr="00B647A6">
        <w:t>Andréïtch</w:t>
      </w:r>
      <w:proofErr w:type="spellEnd"/>
      <w:r w:rsidR="00280FCD">
        <w:t xml:space="preserve">, </w:t>
      </w:r>
      <w:r w:rsidRPr="00B647A6">
        <w:t>je ne pourrai j</w:t>
      </w:r>
      <w:r w:rsidRPr="00B647A6">
        <w:t>a</w:t>
      </w:r>
      <w:r w:rsidRPr="00B647A6">
        <w:t>mais terminer mon rapport</w:t>
      </w:r>
      <w:r w:rsidR="00280FCD">
        <w:t> !</w:t>
      </w:r>
    </w:p>
    <w:p w14:paraId="7C75DEC4" w14:textId="77777777" w:rsidR="00280FCD" w:rsidRDefault="007A4B5B" w:rsidP="00280FCD">
      <w:proofErr w:type="spellStart"/>
      <w:r w:rsidRPr="00B647A6">
        <w:rPr>
          <w:bCs/>
        </w:rPr>
        <w:t>CHIPOUTCHINE</w:t>
      </w:r>
      <w:proofErr w:type="spellEnd"/>
      <w:r w:rsidR="00280FCD">
        <w:t xml:space="preserve">. – </w:t>
      </w:r>
      <w:r w:rsidRPr="00B647A6">
        <w:t>Un instant</w:t>
      </w:r>
      <w:r w:rsidR="00280FCD">
        <w:t xml:space="preserve">… </w:t>
      </w:r>
      <w:r w:rsidR="00280FCD">
        <w:rPr>
          <w:bCs/>
        </w:rPr>
        <w:t>(</w:t>
      </w:r>
      <w:r w:rsidRPr="00B647A6">
        <w:rPr>
          <w:bCs/>
        </w:rPr>
        <w:t xml:space="preserve">à </w:t>
      </w:r>
      <w:r w:rsidR="00280FCD">
        <w:rPr>
          <w:bCs/>
          <w:i/>
          <w:iCs/>
        </w:rPr>
        <w:t>M</w:t>
      </w:r>
      <w:r w:rsidR="00280FCD" w:rsidRPr="00280FCD">
        <w:rPr>
          <w:bCs/>
          <w:i/>
          <w:iCs/>
          <w:vertAlign w:val="superscript"/>
        </w:rPr>
        <w:t>me</w:t>
      </w:r>
      <w:r w:rsidR="00280FCD">
        <w:rPr>
          <w:bCs/>
          <w:i/>
          <w:iCs/>
        </w:rPr>
        <w:t> </w:t>
      </w:r>
      <w:proofErr w:type="spellStart"/>
      <w:r w:rsidRPr="00B647A6">
        <w:rPr>
          <w:bCs/>
          <w:i/>
          <w:iCs/>
        </w:rPr>
        <w:t>Mertchoutkina</w:t>
      </w:r>
      <w:proofErr w:type="spellEnd"/>
      <w:r w:rsidR="00280FCD">
        <w:rPr>
          <w:bCs/>
          <w:i/>
          <w:iCs/>
        </w:rPr>
        <w:t xml:space="preserve">.) </w:t>
      </w:r>
      <w:r w:rsidRPr="00B647A6">
        <w:t>On ne peut pas vous le faire entrer dans la tête</w:t>
      </w:r>
      <w:r w:rsidR="00280FCD">
        <w:t xml:space="preserve"> ! </w:t>
      </w:r>
      <w:r w:rsidRPr="00B647A6">
        <w:t>Comprenez donc que s</w:t>
      </w:r>
      <w:r w:rsidR="00280FCD">
        <w:t>’</w:t>
      </w:r>
      <w:r w:rsidRPr="00B647A6">
        <w:t>adresser à une banque pour une pareille demande est au</w:t>
      </w:r>
      <w:r w:rsidRPr="00B647A6">
        <w:t>s</w:t>
      </w:r>
      <w:r w:rsidRPr="00B647A6">
        <w:t>si étrange que</w:t>
      </w:r>
      <w:r w:rsidR="00280FCD">
        <w:t xml:space="preserve">, </w:t>
      </w:r>
      <w:r w:rsidRPr="00B647A6">
        <w:t>par exemple</w:t>
      </w:r>
      <w:r w:rsidR="00280FCD">
        <w:t xml:space="preserve">, </w:t>
      </w:r>
      <w:r w:rsidRPr="00B647A6">
        <w:t>de présenter une demande de divorce à une pharmacie</w:t>
      </w:r>
      <w:r w:rsidR="00280FCD">
        <w:t xml:space="preserve">, </w:t>
      </w:r>
      <w:r w:rsidRPr="00B647A6">
        <w:t>ou à un bureau de garantie</w:t>
      </w:r>
      <w:r w:rsidR="00280FCD">
        <w:t xml:space="preserve">… </w:t>
      </w:r>
      <w:r w:rsidR="00280FCD">
        <w:rPr>
          <w:bCs/>
          <w:i/>
          <w:iCs/>
        </w:rPr>
        <w:t>(</w:t>
      </w:r>
      <w:r w:rsidRPr="00B647A6">
        <w:rPr>
          <w:bCs/>
          <w:i/>
          <w:iCs/>
        </w:rPr>
        <w:t>On frappe à la porte</w:t>
      </w:r>
      <w:r w:rsidR="00280FCD">
        <w:rPr>
          <w:bCs/>
          <w:i/>
          <w:iCs/>
        </w:rPr>
        <w:t xml:space="preserve">. </w:t>
      </w:r>
      <w:r w:rsidRPr="00B647A6">
        <w:rPr>
          <w:bCs/>
          <w:i/>
          <w:iCs/>
        </w:rPr>
        <w:t xml:space="preserve">Voix de Tatiana </w:t>
      </w:r>
      <w:proofErr w:type="spellStart"/>
      <w:r w:rsidRPr="00B647A6">
        <w:rPr>
          <w:bCs/>
          <w:i/>
          <w:iCs/>
        </w:rPr>
        <w:t>Alekséïevna</w:t>
      </w:r>
      <w:proofErr w:type="spellEnd"/>
      <w:r w:rsidR="00280FCD">
        <w:rPr>
          <w:bCs/>
          <w:i/>
          <w:iCs/>
        </w:rPr>
        <w:t xml:space="preserve">.) </w:t>
      </w:r>
      <w:r w:rsidRPr="00B647A6">
        <w:t>Andreï</w:t>
      </w:r>
      <w:r w:rsidR="00280FCD">
        <w:t xml:space="preserve">, </w:t>
      </w:r>
      <w:r w:rsidRPr="00B647A6">
        <w:t>on peut e</w:t>
      </w:r>
      <w:r w:rsidRPr="00B647A6">
        <w:t>n</w:t>
      </w:r>
      <w:r w:rsidRPr="00B647A6">
        <w:t>trer</w:t>
      </w:r>
      <w:r w:rsidR="00280FCD">
        <w:t> ?</w:t>
      </w:r>
    </w:p>
    <w:p w14:paraId="244E2A0C" w14:textId="77777777" w:rsidR="00280FCD" w:rsidRDefault="007A4B5B" w:rsidP="00280FCD">
      <w:proofErr w:type="spellStart"/>
      <w:r w:rsidRPr="00B647A6">
        <w:rPr>
          <w:bCs/>
        </w:rPr>
        <w:lastRenderedPageBreak/>
        <w:t>CHIPOUTCHINE</w:t>
      </w:r>
      <w:proofErr w:type="spellEnd"/>
      <w:r w:rsidR="00280FCD">
        <w:rPr>
          <w:bCs/>
        </w:rPr>
        <w:t xml:space="preserve">. </w:t>
      </w:r>
      <w:r w:rsidR="00280FCD">
        <w:t xml:space="preserve">– </w:t>
      </w:r>
      <w:r w:rsidRPr="00B647A6">
        <w:t>Attends</w:t>
      </w:r>
      <w:r w:rsidR="00280FCD">
        <w:t xml:space="preserve">, </w:t>
      </w:r>
      <w:r w:rsidRPr="00B647A6">
        <w:t>ma chérie</w:t>
      </w:r>
      <w:r w:rsidR="00280FCD">
        <w:t xml:space="preserve">, </w:t>
      </w:r>
      <w:r w:rsidRPr="00B647A6">
        <w:t>tout à l</w:t>
      </w:r>
      <w:r w:rsidR="00280FCD">
        <w:t>’</w:t>
      </w:r>
      <w:r w:rsidRPr="00B647A6">
        <w:t>heure</w:t>
      </w:r>
      <w:r w:rsidR="00280FCD">
        <w:t xml:space="preserve"> ! </w:t>
      </w:r>
      <w:r w:rsidR="00280FCD">
        <w:rPr>
          <w:bCs/>
        </w:rPr>
        <w:t>(</w:t>
      </w:r>
      <w:r w:rsidRPr="00B647A6">
        <w:rPr>
          <w:bCs/>
        </w:rPr>
        <w:t xml:space="preserve">à </w:t>
      </w:r>
      <w:r w:rsidR="00280FCD">
        <w:rPr>
          <w:bCs/>
          <w:i/>
          <w:iCs/>
        </w:rPr>
        <w:t>M</w:t>
      </w:r>
      <w:r w:rsidR="00280FCD" w:rsidRPr="00280FCD">
        <w:rPr>
          <w:bCs/>
          <w:i/>
          <w:iCs/>
          <w:vertAlign w:val="superscript"/>
        </w:rPr>
        <w:t>me</w:t>
      </w:r>
      <w:r w:rsidR="00280FCD">
        <w:rPr>
          <w:bCs/>
          <w:i/>
          <w:iCs/>
        </w:rPr>
        <w:t> </w:t>
      </w:r>
      <w:proofErr w:type="spellStart"/>
      <w:r w:rsidRPr="00B647A6">
        <w:rPr>
          <w:bCs/>
          <w:i/>
          <w:iCs/>
        </w:rPr>
        <w:t>Mertchoutkina</w:t>
      </w:r>
      <w:proofErr w:type="spellEnd"/>
      <w:r w:rsidR="00280FCD">
        <w:rPr>
          <w:bCs/>
          <w:i/>
          <w:iCs/>
        </w:rPr>
        <w:t xml:space="preserve">.) </w:t>
      </w:r>
      <w:r w:rsidRPr="00B647A6">
        <w:t>Si on vous a fait une retenue</w:t>
      </w:r>
      <w:r w:rsidR="00280FCD">
        <w:t xml:space="preserve">, </w:t>
      </w:r>
      <w:r w:rsidRPr="00B647A6">
        <w:t>y sommes-nous pour quelque chose</w:t>
      </w:r>
      <w:r w:rsidR="00280FCD">
        <w:t xml:space="preserve"> ? </w:t>
      </w:r>
      <w:r w:rsidRPr="00B647A6">
        <w:t>Et puis</w:t>
      </w:r>
      <w:r w:rsidR="00280FCD">
        <w:t xml:space="preserve">, </w:t>
      </w:r>
      <w:r w:rsidRPr="00B647A6">
        <w:t>nous avons aujourd</w:t>
      </w:r>
      <w:r w:rsidR="00280FCD">
        <w:t>’</w:t>
      </w:r>
      <w:r w:rsidRPr="00B647A6">
        <w:t>hui</w:t>
      </w:r>
      <w:r w:rsidR="00280FCD">
        <w:t xml:space="preserve">, </w:t>
      </w:r>
      <w:r w:rsidRPr="00B647A6">
        <w:t>madame</w:t>
      </w:r>
      <w:r w:rsidR="00280FCD">
        <w:t xml:space="preserve">, </w:t>
      </w:r>
      <w:r w:rsidRPr="00B647A6">
        <w:t>un anniversaire</w:t>
      </w:r>
      <w:r w:rsidR="00280FCD">
        <w:t xml:space="preserve">… </w:t>
      </w:r>
      <w:r w:rsidRPr="00B647A6">
        <w:t>Nous sommes occupés</w:t>
      </w:r>
      <w:r w:rsidR="00280FCD">
        <w:t xml:space="preserve">… </w:t>
      </w:r>
      <w:r w:rsidRPr="00B647A6">
        <w:t>On peut entrer ici d</w:t>
      </w:r>
      <w:r w:rsidR="00280FCD">
        <w:t>’</w:t>
      </w:r>
      <w:r w:rsidRPr="00B647A6">
        <w:t>un moment à l</w:t>
      </w:r>
      <w:r w:rsidR="00280FCD">
        <w:t>’</w:t>
      </w:r>
      <w:r w:rsidRPr="00B647A6">
        <w:t>autre</w:t>
      </w:r>
      <w:r w:rsidR="00280FCD">
        <w:t xml:space="preserve">. </w:t>
      </w:r>
      <w:r w:rsidRPr="00B647A6">
        <w:t>Pa</w:t>
      </w:r>
      <w:r w:rsidRPr="00B647A6">
        <w:t>r</w:t>
      </w:r>
      <w:r w:rsidRPr="00B647A6">
        <w:t>don</w:t>
      </w:r>
      <w:r w:rsidR="00280FCD">
        <w:t> !</w:t>
      </w:r>
    </w:p>
    <w:p w14:paraId="2378173C"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Excellence</w:t>
      </w:r>
      <w:r w:rsidR="00280FCD">
        <w:t xml:space="preserve">, </w:t>
      </w:r>
      <w:r w:rsidRPr="00B647A6">
        <w:t>ayez pitié de moi</w:t>
      </w:r>
      <w:r w:rsidR="00280FCD">
        <w:t xml:space="preserve">, </w:t>
      </w:r>
      <w:r w:rsidRPr="00B647A6">
        <w:t>abandonnée que je suis</w:t>
      </w:r>
      <w:r w:rsidR="00280FCD">
        <w:t xml:space="preserve"> ! </w:t>
      </w:r>
      <w:r w:rsidRPr="00B647A6">
        <w:t>Je suis une faible femme</w:t>
      </w:r>
      <w:r w:rsidR="00280FCD">
        <w:t xml:space="preserve">, </w:t>
      </w:r>
      <w:r w:rsidRPr="00B647A6">
        <w:t>sans prote</w:t>
      </w:r>
      <w:r w:rsidRPr="00B647A6">
        <w:t>c</w:t>
      </w:r>
      <w:r w:rsidRPr="00B647A6">
        <w:t>tion</w:t>
      </w:r>
      <w:r w:rsidR="00280FCD">
        <w:t xml:space="preserve">… </w:t>
      </w:r>
      <w:r w:rsidRPr="00B647A6">
        <w:t>Je suis tourmentée à l</w:t>
      </w:r>
      <w:r w:rsidR="00280FCD">
        <w:t>’</w:t>
      </w:r>
      <w:r w:rsidRPr="00B647A6">
        <w:t>excès</w:t>
      </w:r>
      <w:r w:rsidR="00280FCD">
        <w:t xml:space="preserve">… </w:t>
      </w:r>
      <w:r w:rsidRPr="00B647A6">
        <w:t>J</w:t>
      </w:r>
      <w:r w:rsidR="00280FCD">
        <w:t>’</w:t>
      </w:r>
      <w:r w:rsidRPr="00B647A6">
        <w:t>ai à plaider avec mes loc</w:t>
      </w:r>
      <w:r w:rsidRPr="00B647A6">
        <w:t>a</w:t>
      </w:r>
      <w:r w:rsidRPr="00B647A6">
        <w:t>taires</w:t>
      </w:r>
      <w:r w:rsidR="00280FCD">
        <w:t xml:space="preserve">, </w:t>
      </w:r>
      <w:r w:rsidRPr="00B647A6">
        <w:t>à faire les démarches pour mon mari</w:t>
      </w:r>
      <w:r w:rsidR="00280FCD">
        <w:t xml:space="preserve"> ; </w:t>
      </w:r>
      <w:r w:rsidRPr="00B647A6">
        <w:t>j</w:t>
      </w:r>
      <w:r w:rsidR="00280FCD">
        <w:t>’</w:t>
      </w:r>
      <w:r w:rsidRPr="00B647A6">
        <w:t>ai les soucis de mon m</w:t>
      </w:r>
      <w:r w:rsidRPr="00B647A6">
        <w:t>é</w:t>
      </w:r>
      <w:r w:rsidRPr="00B647A6">
        <w:t>nage</w:t>
      </w:r>
      <w:r w:rsidR="00280FCD">
        <w:t xml:space="preserve"> ; </w:t>
      </w:r>
      <w:r w:rsidRPr="00B647A6">
        <w:t>et</w:t>
      </w:r>
      <w:r w:rsidR="00280FCD">
        <w:t xml:space="preserve">, </w:t>
      </w:r>
      <w:r w:rsidRPr="00B647A6">
        <w:t>de plus</w:t>
      </w:r>
      <w:r w:rsidR="00280FCD">
        <w:t xml:space="preserve">, </w:t>
      </w:r>
      <w:r w:rsidRPr="00B647A6">
        <w:t>mon gendre est sans place</w:t>
      </w:r>
      <w:r w:rsidR="00280FCD">
        <w:t>.</w:t>
      </w:r>
    </w:p>
    <w:p w14:paraId="5797732D" w14:textId="77777777" w:rsidR="00280FCD" w:rsidRDefault="007A4B5B" w:rsidP="00280FCD">
      <w:proofErr w:type="spellStart"/>
      <w:r w:rsidRPr="00B647A6">
        <w:rPr>
          <w:bCs/>
        </w:rPr>
        <w:t>CHIPOUTCHINE</w:t>
      </w:r>
      <w:proofErr w:type="spellEnd"/>
      <w:r w:rsidR="00280FCD">
        <w:t>. – M</w:t>
      </w:r>
      <w:r w:rsidR="00280FCD" w:rsidRPr="00280FCD">
        <w:rPr>
          <w:vertAlign w:val="superscript"/>
        </w:rPr>
        <w:t>me</w:t>
      </w:r>
      <w:r w:rsidR="00280FCD">
        <w:t> </w:t>
      </w:r>
      <w:proofErr w:type="spellStart"/>
      <w:r w:rsidRPr="00B647A6">
        <w:t>Mertchoutkina</w:t>
      </w:r>
      <w:proofErr w:type="spellEnd"/>
      <w:r w:rsidR="00280FCD">
        <w:t xml:space="preserve">, </w:t>
      </w:r>
      <w:r w:rsidRPr="00B647A6">
        <w:t>je</w:t>
      </w:r>
      <w:r w:rsidR="00280FCD">
        <w:t xml:space="preserve">… </w:t>
      </w:r>
      <w:r w:rsidRPr="00B647A6">
        <w:t>Non</w:t>
      </w:r>
      <w:r w:rsidR="00280FCD">
        <w:t xml:space="preserve">, </w:t>
      </w:r>
      <w:r w:rsidRPr="00B647A6">
        <w:t>exc</w:t>
      </w:r>
      <w:r w:rsidRPr="00B647A6">
        <w:t>u</w:t>
      </w:r>
      <w:r w:rsidRPr="00B647A6">
        <w:t>sez-moi</w:t>
      </w:r>
      <w:r w:rsidR="00280FCD">
        <w:t xml:space="preserve">, </w:t>
      </w:r>
      <w:r w:rsidRPr="00B647A6">
        <w:t>je ne peux vous parler</w:t>
      </w:r>
      <w:r w:rsidR="00280FCD">
        <w:t xml:space="preserve"> ! </w:t>
      </w:r>
      <w:r w:rsidRPr="00B647A6">
        <w:t>J</w:t>
      </w:r>
      <w:r w:rsidR="00280FCD">
        <w:t>’</w:t>
      </w:r>
      <w:r w:rsidRPr="00B647A6">
        <w:t>en ai le vertige</w:t>
      </w:r>
      <w:r w:rsidR="00280FCD">
        <w:t xml:space="preserve"> !… </w:t>
      </w:r>
      <w:r w:rsidRPr="00B647A6">
        <w:t>Vous nous gênez</w:t>
      </w:r>
      <w:r w:rsidR="00280FCD">
        <w:t xml:space="preserve">, </w:t>
      </w:r>
      <w:r w:rsidRPr="00B647A6">
        <w:t>et vous perdez votre temps</w:t>
      </w:r>
      <w:r w:rsidR="00280FCD">
        <w:t>… (</w:t>
      </w:r>
      <w:r w:rsidRPr="00B647A6">
        <w:rPr>
          <w:i/>
        </w:rPr>
        <w:t>Il</w:t>
      </w:r>
      <w:r w:rsidRPr="00B647A6">
        <w:t xml:space="preserve"> </w:t>
      </w:r>
      <w:r w:rsidRPr="00B647A6">
        <w:rPr>
          <w:bCs/>
          <w:i/>
          <w:iCs/>
        </w:rPr>
        <w:t>soupire</w:t>
      </w:r>
      <w:r w:rsidR="00280FCD">
        <w:rPr>
          <w:bCs/>
          <w:i/>
          <w:iCs/>
        </w:rPr>
        <w:t xml:space="preserve">. </w:t>
      </w:r>
      <w:r w:rsidRPr="00B647A6">
        <w:rPr>
          <w:bCs/>
          <w:i/>
          <w:iCs/>
        </w:rPr>
        <w:t>À part</w:t>
      </w:r>
      <w:r w:rsidR="00280FCD">
        <w:rPr>
          <w:bCs/>
          <w:i/>
          <w:iCs/>
        </w:rPr>
        <w:t xml:space="preserve">.) </w:t>
      </w:r>
      <w:r w:rsidRPr="00B647A6">
        <w:t>En vo</w:t>
      </w:r>
      <w:r w:rsidRPr="00B647A6">
        <w:t>i</w:t>
      </w:r>
      <w:r w:rsidRPr="00B647A6">
        <w:t>là une femme bouchée</w:t>
      </w:r>
      <w:r w:rsidR="00280FCD">
        <w:t xml:space="preserve">, </w:t>
      </w:r>
      <w:r w:rsidRPr="00B647A6">
        <w:t xml:space="preserve">ou je ne suis pas </w:t>
      </w:r>
      <w:proofErr w:type="spellStart"/>
      <w:r w:rsidRPr="00B647A6">
        <w:t>Chipoutchine</w:t>
      </w:r>
      <w:proofErr w:type="spellEnd"/>
      <w:r w:rsidR="00280FCD">
        <w:t xml:space="preserve"> ! </w:t>
      </w:r>
      <w:r w:rsidR="00280FCD">
        <w:rPr>
          <w:bCs/>
          <w:i/>
          <w:iCs/>
        </w:rPr>
        <w:t>(</w:t>
      </w:r>
      <w:r w:rsidRPr="00B647A6">
        <w:rPr>
          <w:bCs/>
          <w:i/>
          <w:iCs/>
        </w:rPr>
        <w:t xml:space="preserve">À </w:t>
      </w:r>
      <w:proofErr w:type="spellStart"/>
      <w:r w:rsidRPr="00B647A6">
        <w:rPr>
          <w:bCs/>
          <w:i/>
          <w:iCs/>
        </w:rPr>
        <w:t>Kh</w:t>
      </w:r>
      <w:r w:rsidRPr="00B647A6">
        <w:rPr>
          <w:bCs/>
          <w:i/>
          <w:iCs/>
        </w:rPr>
        <w:t>i</w:t>
      </w:r>
      <w:r w:rsidRPr="00B647A6">
        <w:rPr>
          <w:bCs/>
          <w:i/>
          <w:iCs/>
        </w:rPr>
        <w:t>rine</w:t>
      </w:r>
      <w:proofErr w:type="spellEnd"/>
      <w:r w:rsidR="00280FCD">
        <w:rPr>
          <w:bCs/>
          <w:i/>
          <w:iCs/>
        </w:rPr>
        <w:t xml:space="preserve">.) </w:t>
      </w:r>
      <w:proofErr w:type="spellStart"/>
      <w:r w:rsidRPr="00B647A6">
        <w:t>Kouzma</w:t>
      </w:r>
      <w:proofErr w:type="spellEnd"/>
      <w:r w:rsidRPr="00B647A6">
        <w:t xml:space="preserve"> </w:t>
      </w:r>
      <w:proofErr w:type="spellStart"/>
      <w:r w:rsidRPr="00B647A6">
        <w:t>Nikolaïtch</w:t>
      </w:r>
      <w:proofErr w:type="spellEnd"/>
      <w:r w:rsidR="00280FCD">
        <w:t xml:space="preserve">, </w:t>
      </w:r>
      <w:r w:rsidRPr="00B647A6">
        <w:t>e</w:t>
      </w:r>
      <w:r w:rsidRPr="00B647A6">
        <w:t>x</w:t>
      </w:r>
      <w:r w:rsidRPr="00B647A6">
        <w:t>pliquez s</w:t>
      </w:r>
      <w:r w:rsidR="00280FCD">
        <w:t>’</w:t>
      </w:r>
      <w:r w:rsidRPr="00B647A6">
        <w:t>il vous plaît à madame</w:t>
      </w:r>
      <w:r w:rsidR="00280FCD">
        <w:t>…</w:t>
      </w:r>
    </w:p>
    <w:p w14:paraId="3D3C1E7B" w14:textId="77777777" w:rsidR="00280FCD" w:rsidRDefault="007A4B5B" w:rsidP="00280FCD">
      <w:pPr>
        <w:ind w:firstLine="0"/>
        <w:jc w:val="center"/>
      </w:pPr>
      <w:r w:rsidRPr="00280FCD">
        <w:rPr>
          <w:bCs/>
          <w:i/>
          <w:iCs/>
        </w:rPr>
        <w:t>Il laisse tomber les bras et entre dans les bureaux</w:t>
      </w:r>
      <w:r w:rsidR="00280FCD" w:rsidRPr="00280FCD">
        <w:rPr>
          <w:bCs/>
          <w:i/>
          <w:iCs/>
        </w:rPr>
        <w:t>.</w:t>
      </w:r>
    </w:p>
    <w:p w14:paraId="70851380" w14:textId="77777777" w:rsidR="00280FCD" w:rsidRDefault="007A4B5B" w:rsidP="00280FCD">
      <w:proofErr w:type="spellStart"/>
      <w:r w:rsidRPr="00B647A6">
        <w:rPr>
          <w:bCs/>
        </w:rPr>
        <w:t>KHIRINE</w:t>
      </w:r>
      <w:proofErr w:type="spellEnd"/>
      <w:r w:rsidR="00280FCD">
        <w:rPr>
          <w:bCs/>
        </w:rPr>
        <w:t xml:space="preserve">, </w:t>
      </w:r>
      <w:r w:rsidRPr="00B647A6">
        <w:rPr>
          <w:bCs/>
          <w:i/>
          <w:iCs/>
        </w:rPr>
        <w:t>s</w:t>
      </w:r>
      <w:r w:rsidR="00280FCD">
        <w:rPr>
          <w:bCs/>
          <w:i/>
          <w:iCs/>
        </w:rPr>
        <w:t>’</w:t>
      </w:r>
      <w:r w:rsidRPr="00B647A6">
        <w:rPr>
          <w:bCs/>
          <w:i/>
          <w:iCs/>
        </w:rPr>
        <w:t xml:space="preserve">approchant de </w:t>
      </w:r>
      <w:r w:rsidR="00280FCD">
        <w:rPr>
          <w:bCs/>
          <w:i/>
          <w:iCs/>
        </w:rPr>
        <w:t>M</w:t>
      </w:r>
      <w:r w:rsidR="00280FCD" w:rsidRPr="00280FCD">
        <w:rPr>
          <w:bCs/>
          <w:i/>
          <w:iCs/>
          <w:vertAlign w:val="superscript"/>
        </w:rPr>
        <w:t>me</w:t>
      </w:r>
      <w:r w:rsidR="00280FCD">
        <w:rPr>
          <w:bCs/>
          <w:i/>
          <w:iCs/>
        </w:rPr>
        <w:t> </w:t>
      </w:r>
      <w:proofErr w:type="spellStart"/>
      <w:r w:rsidRPr="00B647A6">
        <w:rPr>
          <w:bCs/>
          <w:i/>
          <w:iCs/>
        </w:rPr>
        <w:t>Mertchoutkina</w:t>
      </w:r>
      <w:proofErr w:type="spellEnd"/>
      <w:r w:rsidR="00280FCD">
        <w:rPr>
          <w:bCs/>
          <w:i/>
          <w:iCs/>
        </w:rPr>
        <w:t xml:space="preserve">. </w:t>
      </w:r>
      <w:r w:rsidRPr="00B647A6">
        <w:rPr>
          <w:bCs/>
          <w:i/>
          <w:iCs/>
        </w:rPr>
        <w:t>Rud</w:t>
      </w:r>
      <w:r w:rsidRPr="00B647A6">
        <w:rPr>
          <w:bCs/>
          <w:i/>
          <w:iCs/>
        </w:rPr>
        <w:t>e</w:t>
      </w:r>
      <w:r w:rsidRPr="00B647A6">
        <w:rPr>
          <w:bCs/>
          <w:i/>
          <w:iCs/>
        </w:rPr>
        <w:t>ment</w:t>
      </w:r>
      <w:r w:rsidR="00280FCD">
        <w:rPr>
          <w:bCs/>
          <w:i/>
          <w:iCs/>
        </w:rPr>
        <w:t xml:space="preserve">. </w:t>
      </w:r>
      <w:r w:rsidR="00280FCD">
        <w:t xml:space="preserve">– </w:t>
      </w:r>
      <w:r w:rsidRPr="00B647A6">
        <w:t>Que désirez-vous</w:t>
      </w:r>
      <w:r w:rsidR="00280FCD">
        <w:t> ?</w:t>
      </w:r>
    </w:p>
    <w:p w14:paraId="7CAEC012"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Je suis une faible femme</w:t>
      </w:r>
      <w:r w:rsidR="00280FCD">
        <w:t xml:space="preserve">, </w:t>
      </w:r>
      <w:r w:rsidRPr="00B647A6">
        <w:t>sans prote</w:t>
      </w:r>
      <w:r w:rsidRPr="00B647A6">
        <w:t>c</w:t>
      </w:r>
      <w:r w:rsidRPr="00B647A6">
        <w:t>tion</w:t>
      </w:r>
      <w:r w:rsidR="00280FCD">
        <w:t xml:space="preserve">… </w:t>
      </w:r>
      <w:r w:rsidRPr="00B647A6">
        <w:t>En apparence</w:t>
      </w:r>
      <w:r w:rsidR="00280FCD">
        <w:t xml:space="preserve">, </w:t>
      </w:r>
      <w:r w:rsidRPr="00B647A6">
        <w:t>je suis peut-être forte</w:t>
      </w:r>
      <w:r w:rsidR="00280FCD">
        <w:t xml:space="preserve">, </w:t>
      </w:r>
      <w:r w:rsidRPr="00B647A6">
        <w:t>mais</w:t>
      </w:r>
      <w:r w:rsidR="00280FCD">
        <w:t xml:space="preserve">, </w:t>
      </w:r>
      <w:r w:rsidRPr="00B647A6">
        <w:t>en fait</w:t>
      </w:r>
      <w:r w:rsidR="00280FCD">
        <w:t xml:space="preserve">, </w:t>
      </w:r>
      <w:r w:rsidRPr="00B647A6">
        <w:t>je n</w:t>
      </w:r>
      <w:r w:rsidR="00280FCD">
        <w:t>’</w:t>
      </w:r>
      <w:r w:rsidRPr="00B647A6">
        <w:t>ai pas un seul organe en bon état</w:t>
      </w:r>
      <w:r w:rsidR="00280FCD">
        <w:t xml:space="preserve">. </w:t>
      </w:r>
      <w:r w:rsidRPr="00B647A6">
        <w:t>Je tiens à peine sur pied</w:t>
      </w:r>
      <w:r w:rsidR="00280FCD">
        <w:t xml:space="preserve">. </w:t>
      </w:r>
      <w:r w:rsidRPr="00B647A6">
        <w:t>Aujourd</w:t>
      </w:r>
      <w:r w:rsidR="00280FCD">
        <w:t>’</w:t>
      </w:r>
      <w:r w:rsidRPr="00B647A6">
        <w:t>hui</w:t>
      </w:r>
      <w:r w:rsidR="00280FCD">
        <w:t xml:space="preserve">, </w:t>
      </w:r>
      <w:r w:rsidRPr="00B647A6">
        <w:t>j</w:t>
      </w:r>
      <w:r w:rsidR="00280FCD">
        <w:t>’</w:t>
      </w:r>
      <w:r w:rsidRPr="00B647A6">
        <w:t>ai même pris mon café sans aucun plaisir</w:t>
      </w:r>
      <w:r w:rsidR="00280FCD">
        <w:t>.</w:t>
      </w:r>
    </w:p>
    <w:p w14:paraId="69F37ABC" w14:textId="77777777" w:rsidR="00280FCD" w:rsidRDefault="007A4B5B" w:rsidP="00280FCD">
      <w:proofErr w:type="spellStart"/>
      <w:r w:rsidRPr="00B647A6">
        <w:rPr>
          <w:bCs/>
        </w:rPr>
        <w:t>KHIRINE</w:t>
      </w:r>
      <w:proofErr w:type="spellEnd"/>
      <w:r w:rsidR="00280FCD">
        <w:t xml:space="preserve">. – </w:t>
      </w:r>
      <w:r w:rsidRPr="00B647A6">
        <w:t>Je vous demande ce que vous désirez</w:t>
      </w:r>
      <w:r w:rsidR="00280FCD">
        <w:t>.</w:t>
      </w:r>
    </w:p>
    <w:p w14:paraId="0BD9F1AF"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Ordonnez</w:t>
      </w:r>
      <w:r w:rsidR="00280FCD">
        <w:t xml:space="preserve">, </w:t>
      </w:r>
      <w:r w:rsidRPr="00B647A6">
        <w:t>cher monsieur</w:t>
      </w:r>
      <w:r w:rsidR="00280FCD">
        <w:t xml:space="preserve">, </w:t>
      </w:r>
      <w:r w:rsidRPr="00B647A6">
        <w:t>qu</w:t>
      </w:r>
      <w:r w:rsidR="00280FCD">
        <w:t>’</w:t>
      </w:r>
      <w:r w:rsidRPr="00B647A6">
        <w:t>on me remette aujourd</w:t>
      </w:r>
      <w:r w:rsidR="00280FCD">
        <w:t>’</w:t>
      </w:r>
      <w:r w:rsidRPr="00B647A6">
        <w:t>hui quinze roubles</w:t>
      </w:r>
      <w:r w:rsidR="00280FCD">
        <w:t xml:space="preserve">, </w:t>
      </w:r>
      <w:r w:rsidRPr="00B647A6">
        <w:t>et le reste</w:t>
      </w:r>
      <w:r w:rsidR="00280FCD">
        <w:t xml:space="preserve">, </w:t>
      </w:r>
      <w:r w:rsidRPr="00B647A6">
        <w:t>même dans un mois si vous voulez</w:t>
      </w:r>
      <w:r w:rsidR="00280FCD">
        <w:t>.</w:t>
      </w:r>
    </w:p>
    <w:p w14:paraId="4693D20E" w14:textId="77777777" w:rsidR="00280FCD" w:rsidRDefault="007A4B5B" w:rsidP="00280FCD">
      <w:proofErr w:type="spellStart"/>
      <w:r w:rsidRPr="00B647A6">
        <w:rPr>
          <w:bCs/>
        </w:rPr>
        <w:lastRenderedPageBreak/>
        <w:t>KHIRIN</w:t>
      </w:r>
      <w:r w:rsidRPr="00B647A6">
        <w:rPr>
          <w:bCs/>
          <w:szCs w:val="32"/>
        </w:rPr>
        <w:t>E</w:t>
      </w:r>
      <w:proofErr w:type="spellEnd"/>
      <w:r w:rsidR="00280FCD">
        <w:t xml:space="preserve">. – </w:t>
      </w:r>
      <w:r w:rsidRPr="00B647A6">
        <w:t>Mais on vous a déjà dit</w:t>
      </w:r>
      <w:r w:rsidR="00280FCD">
        <w:t xml:space="preserve">, </w:t>
      </w:r>
      <w:r w:rsidRPr="00B647A6">
        <w:t>en bon russe</w:t>
      </w:r>
      <w:r w:rsidR="00280FCD">
        <w:t xml:space="preserve">, </w:t>
      </w:r>
      <w:r w:rsidRPr="00B647A6">
        <w:t>je crois</w:t>
      </w:r>
      <w:r w:rsidR="00280FCD">
        <w:t xml:space="preserve">, </w:t>
      </w:r>
      <w:r w:rsidRPr="00B647A6">
        <w:t>que c</w:t>
      </w:r>
      <w:r w:rsidR="00280FCD">
        <w:t>’</w:t>
      </w:r>
      <w:r w:rsidRPr="00B647A6">
        <w:t>est ici une banque</w:t>
      </w:r>
      <w:r w:rsidR="00280FCD">
        <w:t> !</w:t>
      </w:r>
    </w:p>
    <w:p w14:paraId="6081CED4"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Oui</w:t>
      </w:r>
      <w:r w:rsidR="00280FCD">
        <w:t xml:space="preserve">, </w:t>
      </w:r>
      <w:r w:rsidRPr="00B647A6">
        <w:t>je sais</w:t>
      </w:r>
      <w:r w:rsidR="00280FCD">
        <w:t xml:space="preserve">… </w:t>
      </w:r>
      <w:r w:rsidRPr="00B647A6">
        <w:t>Et s</w:t>
      </w:r>
      <w:r w:rsidR="00280FCD">
        <w:t>’</w:t>
      </w:r>
      <w:r w:rsidRPr="00B647A6">
        <w:t>il le faut</w:t>
      </w:r>
      <w:r w:rsidR="00280FCD">
        <w:t xml:space="preserve">, </w:t>
      </w:r>
      <w:r w:rsidRPr="00B647A6">
        <w:t>je puis pr</w:t>
      </w:r>
      <w:r w:rsidRPr="00B647A6">
        <w:t>é</w:t>
      </w:r>
      <w:r w:rsidRPr="00B647A6">
        <w:t>senter un certificat médical</w:t>
      </w:r>
      <w:r w:rsidR="00280FCD">
        <w:t>.</w:t>
      </w:r>
    </w:p>
    <w:p w14:paraId="6BA8EFBF" w14:textId="77777777" w:rsidR="00280FCD" w:rsidRDefault="007A4B5B" w:rsidP="00280FCD">
      <w:proofErr w:type="spellStart"/>
      <w:r w:rsidRPr="00B647A6">
        <w:rPr>
          <w:bCs/>
        </w:rPr>
        <w:t>KHIRINE</w:t>
      </w:r>
      <w:proofErr w:type="spellEnd"/>
      <w:r w:rsidR="00280FCD">
        <w:t xml:space="preserve">. – </w:t>
      </w:r>
      <w:r w:rsidRPr="00B647A6">
        <w:t>Est-ce une tête que vous avez sur les épaules</w:t>
      </w:r>
      <w:r w:rsidR="00280FCD">
        <w:t xml:space="preserve">, </w:t>
      </w:r>
      <w:r w:rsidRPr="00B647A6">
        <w:t>ou quoi d</w:t>
      </w:r>
      <w:r w:rsidR="00280FCD">
        <w:t>’</w:t>
      </w:r>
      <w:r w:rsidRPr="00B647A6">
        <w:t>autre</w:t>
      </w:r>
      <w:r w:rsidR="00280FCD">
        <w:t> ?</w:t>
      </w:r>
    </w:p>
    <w:p w14:paraId="3768E2D0"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Mon brave</w:t>
      </w:r>
      <w:r w:rsidR="00280FCD">
        <w:t xml:space="preserve">, </w:t>
      </w:r>
      <w:r w:rsidRPr="00B647A6">
        <w:t>je demande ce qui m</w:t>
      </w:r>
      <w:r w:rsidR="00280FCD">
        <w:t>’</w:t>
      </w:r>
      <w:r w:rsidRPr="00B647A6">
        <w:t>est dû</w:t>
      </w:r>
      <w:r w:rsidR="00280FCD">
        <w:t xml:space="preserve"> ; </w:t>
      </w:r>
      <w:r w:rsidRPr="00B647A6">
        <w:t>je n</w:t>
      </w:r>
      <w:r w:rsidR="00280FCD">
        <w:t>’</w:t>
      </w:r>
      <w:r w:rsidRPr="00B647A6">
        <w:t>ai pas besoin d</w:t>
      </w:r>
      <w:r w:rsidR="00280FCD">
        <w:t>’</w:t>
      </w:r>
      <w:r w:rsidRPr="00B647A6">
        <w:t>autre chose</w:t>
      </w:r>
      <w:r w:rsidR="00280FCD">
        <w:t>.</w:t>
      </w:r>
    </w:p>
    <w:p w14:paraId="0D2BD0B6" w14:textId="77777777" w:rsidR="00280FCD" w:rsidRDefault="007A4B5B" w:rsidP="00280FCD">
      <w:proofErr w:type="spellStart"/>
      <w:r w:rsidRPr="00B647A6">
        <w:rPr>
          <w:bCs/>
        </w:rPr>
        <w:t>KHIRINE</w:t>
      </w:r>
      <w:proofErr w:type="spellEnd"/>
      <w:r w:rsidR="00280FCD">
        <w:t xml:space="preserve">. – </w:t>
      </w:r>
      <w:r w:rsidRPr="00B647A6">
        <w:t>Et moi je vous demande</w:t>
      </w:r>
      <w:r w:rsidR="00280FCD">
        <w:t xml:space="preserve">, </w:t>
      </w:r>
      <w:r w:rsidRPr="00B647A6">
        <w:t>madame</w:t>
      </w:r>
      <w:r w:rsidR="00280FCD">
        <w:t xml:space="preserve"> : </w:t>
      </w:r>
      <w:r w:rsidRPr="00B647A6">
        <w:t>avez-vous une tête sur les épaules</w:t>
      </w:r>
      <w:r w:rsidR="00280FCD">
        <w:t xml:space="preserve">, </w:t>
      </w:r>
      <w:r w:rsidRPr="00B647A6">
        <w:t>ou quoi</w:t>
      </w:r>
      <w:r w:rsidR="00280FCD">
        <w:t xml:space="preserve"> ? </w:t>
      </w:r>
      <w:r w:rsidRPr="00B647A6">
        <w:t>Que le diable m</w:t>
      </w:r>
      <w:r w:rsidR="00280FCD">
        <w:t>’</w:t>
      </w:r>
      <w:r w:rsidRPr="00B647A6">
        <w:t>emporte tout entier</w:t>
      </w:r>
      <w:r w:rsidR="00280FCD">
        <w:t xml:space="preserve">, </w:t>
      </w:r>
      <w:r w:rsidRPr="00B647A6">
        <w:t>je n</w:t>
      </w:r>
      <w:r w:rsidR="00280FCD">
        <w:t>’</w:t>
      </w:r>
      <w:r w:rsidRPr="00B647A6">
        <w:t>ai pas le temps de causer avec vous</w:t>
      </w:r>
      <w:r w:rsidR="00280FCD">
        <w:t xml:space="preserve"> !… </w:t>
      </w:r>
      <w:r w:rsidRPr="00B647A6">
        <w:t>Je suis o</w:t>
      </w:r>
      <w:r w:rsidRPr="00B647A6">
        <w:t>c</w:t>
      </w:r>
      <w:r w:rsidRPr="00B647A6">
        <w:t>c</w:t>
      </w:r>
      <w:r w:rsidRPr="00B647A6">
        <w:t>u</w:t>
      </w:r>
      <w:r w:rsidRPr="00B647A6">
        <w:t>pé</w:t>
      </w:r>
      <w:r w:rsidR="00280FCD">
        <w:t xml:space="preserve">. </w:t>
      </w:r>
      <w:r w:rsidR="00280FCD">
        <w:rPr>
          <w:bCs/>
          <w:i/>
          <w:iCs/>
        </w:rPr>
        <w:t>(</w:t>
      </w:r>
      <w:r w:rsidRPr="00B647A6">
        <w:rPr>
          <w:bCs/>
          <w:i/>
          <w:iCs/>
        </w:rPr>
        <w:t>Lui montrant la porte</w:t>
      </w:r>
      <w:r w:rsidR="00280FCD">
        <w:rPr>
          <w:bCs/>
          <w:i/>
          <w:iCs/>
        </w:rPr>
        <w:t xml:space="preserve">.) </w:t>
      </w:r>
      <w:r w:rsidRPr="00B647A6">
        <w:t>Veuillez</w:t>
      </w:r>
      <w:r w:rsidR="00280FCD">
        <w:t>…</w:t>
      </w:r>
    </w:p>
    <w:p w14:paraId="47DD3AA8" w14:textId="77777777" w:rsidR="00280FCD" w:rsidRDefault="007A4B5B" w:rsidP="00280FCD">
      <w:r w:rsidRPr="00B647A6">
        <w:rPr>
          <w:bCs/>
        </w:rPr>
        <w:t xml:space="preserve">MME </w:t>
      </w:r>
      <w:proofErr w:type="spellStart"/>
      <w:r w:rsidRPr="00B647A6">
        <w:rPr>
          <w:bCs/>
        </w:rPr>
        <w:t>MERTCHOUTKINA</w:t>
      </w:r>
      <w:proofErr w:type="spellEnd"/>
      <w:r w:rsidR="00280FCD">
        <w:rPr>
          <w:bCs/>
        </w:rPr>
        <w:t xml:space="preserve">, </w:t>
      </w:r>
      <w:r w:rsidRPr="00B647A6">
        <w:rPr>
          <w:bCs/>
          <w:i/>
          <w:iCs/>
        </w:rPr>
        <w:t>étonnée</w:t>
      </w:r>
      <w:r w:rsidR="00280FCD">
        <w:rPr>
          <w:bCs/>
          <w:i/>
          <w:iCs/>
        </w:rPr>
        <w:t xml:space="preserve">. </w:t>
      </w:r>
      <w:r w:rsidR="00280FCD">
        <w:t xml:space="preserve">– </w:t>
      </w:r>
      <w:r w:rsidRPr="00B647A6">
        <w:t>Eh bien</w:t>
      </w:r>
      <w:r w:rsidR="00280FCD">
        <w:t xml:space="preserve">, </w:t>
      </w:r>
      <w:r w:rsidRPr="00B647A6">
        <w:t>et l</w:t>
      </w:r>
      <w:r w:rsidR="00280FCD">
        <w:t>’</w:t>
      </w:r>
      <w:r w:rsidRPr="00B647A6">
        <w:t>argent</w:t>
      </w:r>
      <w:r w:rsidR="00280FCD">
        <w:t> ?…</w:t>
      </w:r>
    </w:p>
    <w:p w14:paraId="252480A4" w14:textId="77777777" w:rsidR="00280FCD" w:rsidRDefault="007A4B5B" w:rsidP="00280FCD">
      <w:proofErr w:type="spellStart"/>
      <w:r w:rsidRPr="00B647A6">
        <w:rPr>
          <w:bCs/>
        </w:rPr>
        <w:t>KHIRINE</w:t>
      </w:r>
      <w:proofErr w:type="spellEnd"/>
      <w:r w:rsidR="00280FCD">
        <w:t xml:space="preserve">. – </w:t>
      </w:r>
      <w:r w:rsidRPr="00B647A6">
        <w:t>Bref</w:t>
      </w:r>
      <w:r w:rsidR="00280FCD">
        <w:t xml:space="preserve">, </w:t>
      </w:r>
      <w:r w:rsidRPr="00B647A6">
        <w:t>ce n</w:t>
      </w:r>
      <w:r w:rsidR="00280FCD">
        <w:t>’</w:t>
      </w:r>
      <w:r w:rsidRPr="00B647A6">
        <w:t>est pas une tête que vous avez sur les épa</w:t>
      </w:r>
      <w:r w:rsidRPr="00B647A6">
        <w:t>u</w:t>
      </w:r>
      <w:r w:rsidRPr="00B647A6">
        <w:t>les</w:t>
      </w:r>
      <w:r w:rsidR="00280FCD">
        <w:t xml:space="preserve">, </w:t>
      </w:r>
      <w:r w:rsidRPr="00B647A6">
        <w:t>mais ça</w:t>
      </w:r>
      <w:r w:rsidR="00280FCD">
        <w:t>…</w:t>
      </w:r>
    </w:p>
    <w:p w14:paraId="1E3D7F63" w14:textId="77777777" w:rsidR="00280FCD" w:rsidRDefault="007A4B5B" w:rsidP="00280FCD">
      <w:r w:rsidRPr="00B647A6">
        <w:rPr>
          <w:bCs/>
          <w:i/>
          <w:iCs/>
        </w:rPr>
        <w:t>Il frappe la table de son poing</w:t>
      </w:r>
      <w:r w:rsidR="00280FCD">
        <w:rPr>
          <w:bCs/>
          <w:i/>
          <w:iCs/>
        </w:rPr>
        <w:t xml:space="preserve">, </w:t>
      </w:r>
      <w:r w:rsidRPr="00B647A6">
        <w:rPr>
          <w:bCs/>
          <w:i/>
          <w:iCs/>
        </w:rPr>
        <w:t>puis se touche le front</w:t>
      </w:r>
      <w:r w:rsidR="00280FCD">
        <w:rPr>
          <w:bCs/>
          <w:i/>
          <w:iCs/>
        </w:rPr>
        <w:t>.</w:t>
      </w:r>
    </w:p>
    <w:p w14:paraId="72D341F3" w14:textId="77777777" w:rsidR="00280FCD" w:rsidRDefault="007A4B5B" w:rsidP="00280FCD">
      <w:r w:rsidRPr="00B647A6">
        <w:rPr>
          <w:bCs/>
        </w:rPr>
        <w:t xml:space="preserve">MME </w:t>
      </w:r>
      <w:proofErr w:type="spellStart"/>
      <w:r w:rsidRPr="00B647A6">
        <w:rPr>
          <w:bCs/>
        </w:rPr>
        <w:t>MERTCHOUTKINA</w:t>
      </w:r>
      <w:proofErr w:type="spellEnd"/>
      <w:r w:rsidR="00280FCD">
        <w:rPr>
          <w:bCs/>
        </w:rPr>
        <w:t xml:space="preserve">, </w:t>
      </w:r>
      <w:r w:rsidRPr="00B647A6">
        <w:rPr>
          <w:bCs/>
          <w:i/>
          <w:iCs/>
        </w:rPr>
        <w:t>blessée</w:t>
      </w:r>
      <w:r w:rsidR="00280FCD">
        <w:rPr>
          <w:bCs/>
          <w:i/>
          <w:iCs/>
        </w:rPr>
        <w:t xml:space="preserve">. </w:t>
      </w:r>
      <w:r w:rsidR="00280FCD">
        <w:t xml:space="preserve">– </w:t>
      </w:r>
      <w:r w:rsidRPr="00B647A6">
        <w:t>Quoi</w:t>
      </w:r>
      <w:r w:rsidR="00280FCD">
        <w:t xml:space="preserve"> ?… </w:t>
      </w:r>
      <w:r w:rsidRPr="00B647A6">
        <w:t>Bah</w:t>
      </w:r>
      <w:r w:rsidR="00280FCD">
        <w:t xml:space="preserve"> ! </w:t>
      </w:r>
      <w:r w:rsidRPr="00B647A6">
        <w:t>mon petit</w:t>
      </w:r>
      <w:r w:rsidR="00280FCD">
        <w:t xml:space="preserve">, </w:t>
      </w:r>
      <w:r w:rsidRPr="00B647A6">
        <w:t>n</w:t>
      </w:r>
      <w:r w:rsidR="00280FCD">
        <w:t>’</w:t>
      </w:r>
      <w:r w:rsidRPr="00B647A6">
        <w:t>essaie pas de me faire peur</w:t>
      </w:r>
      <w:r w:rsidR="00280FCD">
        <w:t xml:space="preserve"> !… </w:t>
      </w:r>
      <w:r w:rsidRPr="00B647A6">
        <w:t>Agis comme ça avec ta femme</w:t>
      </w:r>
      <w:r w:rsidR="00280FCD">
        <w:t xml:space="preserve">, </w:t>
      </w:r>
      <w:r w:rsidRPr="00B647A6">
        <w:t>si tu veux</w:t>
      </w:r>
      <w:r w:rsidR="00280FCD">
        <w:t xml:space="preserve">… </w:t>
      </w:r>
      <w:r w:rsidRPr="00B647A6">
        <w:t>Moi je suis la femme d</w:t>
      </w:r>
      <w:r w:rsidR="00280FCD">
        <w:t>’</w:t>
      </w:r>
      <w:r w:rsidRPr="00B647A6">
        <w:t>un secrétaire de go</w:t>
      </w:r>
      <w:r w:rsidRPr="00B647A6">
        <w:t>u</w:t>
      </w:r>
      <w:r w:rsidRPr="00B647A6">
        <w:t>vern</w:t>
      </w:r>
      <w:r w:rsidRPr="00B647A6">
        <w:t>e</w:t>
      </w:r>
      <w:r w:rsidRPr="00B647A6">
        <w:t>ment</w:t>
      </w:r>
      <w:r w:rsidR="00280FCD">
        <w:t xml:space="preserve">. </w:t>
      </w:r>
      <w:r w:rsidRPr="00B647A6">
        <w:t>Ne prends pas ces manières-là avec moi</w:t>
      </w:r>
      <w:r w:rsidR="00280FCD">
        <w:t> !</w:t>
      </w:r>
    </w:p>
    <w:p w14:paraId="6E3CBBC7" w14:textId="77777777" w:rsidR="00280FCD" w:rsidRDefault="007A4B5B" w:rsidP="00280FCD">
      <w:proofErr w:type="spellStart"/>
      <w:r w:rsidRPr="00B647A6">
        <w:rPr>
          <w:bCs/>
        </w:rPr>
        <w:t>KHIRINE</w:t>
      </w:r>
      <w:proofErr w:type="spellEnd"/>
      <w:r w:rsidR="00280FCD">
        <w:rPr>
          <w:bCs/>
        </w:rPr>
        <w:t xml:space="preserve">, </w:t>
      </w:r>
      <w:r w:rsidRPr="00B647A6">
        <w:rPr>
          <w:bCs/>
          <w:i/>
          <w:iCs/>
        </w:rPr>
        <w:t>s</w:t>
      </w:r>
      <w:r w:rsidR="00280FCD">
        <w:rPr>
          <w:bCs/>
          <w:i/>
          <w:iCs/>
        </w:rPr>
        <w:t>’</w:t>
      </w:r>
      <w:r w:rsidRPr="00B647A6">
        <w:rPr>
          <w:bCs/>
          <w:i/>
          <w:iCs/>
        </w:rPr>
        <w:t>emballant</w:t>
      </w:r>
      <w:r w:rsidR="00280FCD">
        <w:rPr>
          <w:bCs/>
          <w:i/>
          <w:iCs/>
        </w:rPr>
        <w:t xml:space="preserve">, </w:t>
      </w:r>
      <w:r w:rsidRPr="00B647A6">
        <w:rPr>
          <w:bCs/>
          <w:i/>
          <w:iCs/>
        </w:rPr>
        <w:t>à voix presque basse</w:t>
      </w:r>
      <w:r w:rsidR="00280FCD">
        <w:rPr>
          <w:bCs/>
          <w:i/>
          <w:iCs/>
        </w:rPr>
        <w:t xml:space="preserve">. </w:t>
      </w:r>
      <w:r w:rsidR="00280FCD">
        <w:t xml:space="preserve">– </w:t>
      </w:r>
      <w:r w:rsidRPr="00B647A6">
        <w:t>Hors d</w:t>
      </w:r>
      <w:r w:rsidR="00280FCD">
        <w:t>’</w:t>
      </w:r>
      <w:r w:rsidRPr="00B647A6">
        <w:t>ici</w:t>
      </w:r>
      <w:r w:rsidR="00280FCD">
        <w:t> !</w:t>
      </w:r>
    </w:p>
    <w:p w14:paraId="3B78AF67"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Mais</w:t>
      </w:r>
      <w:r w:rsidR="00280FCD">
        <w:t xml:space="preserve">, </w:t>
      </w:r>
      <w:r w:rsidRPr="00B647A6">
        <w:t>mais</w:t>
      </w:r>
      <w:r w:rsidR="00280FCD">
        <w:t xml:space="preserve">, </w:t>
      </w:r>
      <w:r w:rsidRPr="00B647A6">
        <w:t>mais</w:t>
      </w:r>
      <w:r w:rsidR="00280FCD">
        <w:t xml:space="preserve">… </w:t>
      </w:r>
      <w:r w:rsidRPr="00B647A6">
        <w:t>pas de p</w:t>
      </w:r>
      <w:r w:rsidRPr="00B647A6">
        <w:t>a</w:t>
      </w:r>
      <w:r w:rsidRPr="00B647A6">
        <w:t>reilles f</w:t>
      </w:r>
      <w:r w:rsidRPr="00B647A6">
        <w:t>a</w:t>
      </w:r>
      <w:r w:rsidRPr="00B647A6">
        <w:t>çons</w:t>
      </w:r>
      <w:r w:rsidR="00280FCD">
        <w:t> !</w:t>
      </w:r>
    </w:p>
    <w:p w14:paraId="012AD88B" w14:textId="77777777" w:rsidR="00280FCD" w:rsidRDefault="007A4B5B" w:rsidP="00280FCD">
      <w:proofErr w:type="spellStart"/>
      <w:r w:rsidRPr="00B647A6">
        <w:rPr>
          <w:bCs/>
        </w:rPr>
        <w:t>KHIRINE</w:t>
      </w:r>
      <w:proofErr w:type="spellEnd"/>
      <w:r w:rsidR="00280FCD">
        <w:rPr>
          <w:bCs/>
        </w:rPr>
        <w:t xml:space="preserve">, </w:t>
      </w:r>
      <w:r w:rsidRPr="00B647A6">
        <w:rPr>
          <w:bCs/>
          <w:i/>
          <w:iCs/>
        </w:rPr>
        <w:t>d</w:t>
      </w:r>
      <w:r w:rsidR="00280FCD">
        <w:rPr>
          <w:bCs/>
          <w:i/>
          <w:iCs/>
        </w:rPr>
        <w:t>’</w:t>
      </w:r>
      <w:r w:rsidRPr="00B647A6">
        <w:rPr>
          <w:bCs/>
          <w:i/>
          <w:iCs/>
        </w:rPr>
        <w:t>une voix étranglée</w:t>
      </w:r>
      <w:r w:rsidR="00280FCD">
        <w:rPr>
          <w:bCs/>
          <w:i/>
          <w:iCs/>
        </w:rPr>
        <w:t xml:space="preserve">. </w:t>
      </w:r>
      <w:r w:rsidR="00280FCD">
        <w:t xml:space="preserve">– </w:t>
      </w:r>
      <w:r w:rsidRPr="00B647A6">
        <w:t>Si tu ne sors pas d</w:t>
      </w:r>
      <w:r w:rsidR="00280FCD">
        <w:t>’</w:t>
      </w:r>
      <w:r w:rsidRPr="00B647A6">
        <w:t>ici à l</w:t>
      </w:r>
      <w:r w:rsidR="00280FCD">
        <w:t>’</w:t>
      </w:r>
      <w:r w:rsidRPr="00B647A6">
        <w:t>instant</w:t>
      </w:r>
      <w:r w:rsidR="00280FCD">
        <w:t xml:space="preserve">, </w:t>
      </w:r>
      <w:r w:rsidRPr="00B647A6">
        <w:t>j</w:t>
      </w:r>
      <w:r w:rsidR="00280FCD">
        <w:t>’</w:t>
      </w:r>
      <w:r w:rsidRPr="00B647A6">
        <w:t>envoie chercher le portier</w:t>
      </w:r>
      <w:r w:rsidR="00280FCD">
        <w:t xml:space="preserve"> ! </w:t>
      </w:r>
      <w:r w:rsidRPr="00B647A6">
        <w:t>Hors d</w:t>
      </w:r>
      <w:r w:rsidR="00280FCD">
        <w:t>’</w:t>
      </w:r>
      <w:r w:rsidRPr="00B647A6">
        <w:t>ici</w:t>
      </w:r>
      <w:r w:rsidR="00280FCD">
        <w:t> !</w:t>
      </w:r>
    </w:p>
    <w:p w14:paraId="2488A501" w14:textId="77777777" w:rsidR="00280FCD" w:rsidRDefault="007A4B5B" w:rsidP="00280FCD">
      <w:pPr>
        <w:ind w:firstLine="0"/>
        <w:jc w:val="center"/>
      </w:pPr>
      <w:r w:rsidRPr="00280FCD">
        <w:rPr>
          <w:bCs/>
          <w:i/>
          <w:iCs/>
        </w:rPr>
        <w:lastRenderedPageBreak/>
        <w:t>Il frappe du pied</w:t>
      </w:r>
      <w:r w:rsidR="00280FCD" w:rsidRPr="00280FCD">
        <w:rPr>
          <w:bCs/>
          <w:i/>
          <w:iCs/>
        </w:rPr>
        <w:t>.</w:t>
      </w:r>
    </w:p>
    <w:p w14:paraId="0430DFE2"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N</w:t>
      </w:r>
      <w:r w:rsidR="00280FCD">
        <w:t>’</w:t>
      </w:r>
      <w:r w:rsidRPr="00B647A6">
        <w:t>essaie pas de me faire peur</w:t>
      </w:r>
      <w:r w:rsidR="00280FCD">
        <w:t xml:space="preserve"> ! </w:t>
      </w:r>
      <w:r w:rsidRPr="00B647A6">
        <w:t>Je ne crains rien</w:t>
      </w:r>
      <w:r w:rsidR="00280FCD">
        <w:t xml:space="preserve"> !… </w:t>
      </w:r>
      <w:r w:rsidRPr="00B647A6">
        <w:t>Nous en avons vu d</w:t>
      </w:r>
      <w:r w:rsidR="00280FCD">
        <w:t>’</w:t>
      </w:r>
      <w:r w:rsidRPr="00B647A6">
        <w:t>autres</w:t>
      </w:r>
      <w:r w:rsidR="00280FCD">
        <w:t xml:space="preserve"> !… </w:t>
      </w:r>
      <w:r w:rsidRPr="00B647A6">
        <w:t>Vieux gr</w:t>
      </w:r>
      <w:r w:rsidRPr="00B647A6">
        <w:t>i</w:t>
      </w:r>
      <w:r w:rsidRPr="00B647A6">
        <w:t>gou</w:t>
      </w:r>
      <w:r w:rsidR="00280FCD">
        <w:t> !</w:t>
      </w:r>
    </w:p>
    <w:p w14:paraId="2530FC75" w14:textId="77777777" w:rsidR="00280FCD" w:rsidRDefault="007A4B5B" w:rsidP="00280FCD">
      <w:proofErr w:type="spellStart"/>
      <w:r w:rsidRPr="00B647A6">
        <w:rPr>
          <w:bCs/>
        </w:rPr>
        <w:t>KHIRINE</w:t>
      </w:r>
      <w:proofErr w:type="spellEnd"/>
      <w:r w:rsidR="00280FCD">
        <w:t xml:space="preserve">. – </w:t>
      </w:r>
      <w:r w:rsidRPr="00B647A6">
        <w:t>Je crois que</w:t>
      </w:r>
      <w:r w:rsidR="00280FCD">
        <w:t xml:space="preserve">, </w:t>
      </w:r>
      <w:r w:rsidRPr="00B647A6">
        <w:t>de toute ma vie</w:t>
      </w:r>
      <w:r w:rsidR="00280FCD">
        <w:t xml:space="preserve">, </w:t>
      </w:r>
      <w:r w:rsidRPr="00B647A6">
        <w:t>je n</w:t>
      </w:r>
      <w:r w:rsidR="00280FCD">
        <w:t>’</w:t>
      </w:r>
      <w:r w:rsidRPr="00B647A6">
        <w:t>ai vu rien de plus rép</w:t>
      </w:r>
      <w:r w:rsidRPr="00B647A6">
        <w:t>u</w:t>
      </w:r>
      <w:r w:rsidRPr="00B647A6">
        <w:t>gnant que</w:t>
      </w:r>
      <w:r w:rsidR="00280FCD">
        <w:t xml:space="preserve">… </w:t>
      </w:r>
      <w:r w:rsidRPr="00B647A6">
        <w:t>Ouf</w:t>
      </w:r>
      <w:r w:rsidR="00280FCD">
        <w:t xml:space="preserve"> !… </w:t>
      </w:r>
      <w:r w:rsidRPr="00B647A6">
        <w:t>Ça m</w:t>
      </w:r>
      <w:r w:rsidR="00280FCD">
        <w:t>’</w:t>
      </w:r>
      <w:r w:rsidRPr="00B647A6">
        <w:t>en fait même monter le sang à la tête</w:t>
      </w:r>
      <w:r w:rsidR="00280FCD">
        <w:t xml:space="preserve"> !… </w:t>
      </w:r>
      <w:r w:rsidR="00280FCD">
        <w:rPr>
          <w:bCs/>
          <w:i/>
          <w:iCs/>
        </w:rPr>
        <w:t>(</w:t>
      </w:r>
      <w:r w:rsidRPr="00B647A6">
        <w:rPr>
          <w:bCs/>
          <w:i/>
          <w:iCs/>
        </w:rPr>
        <w:t>Il respire avec peine</w:t>
      </w:r>
      <w:r w:rsidR="00280FCD">
        <w:rPr>
          <w:bCs/>
          <w:i/>
          <w:iCs/>
        </w:rPr>
        <w:t xml:space="preserve">) </w:t>
      </w:r>
      <w:r w:rsidRPr="00B647A6">
        <w:t>Je te le répète encore une fois</w:t>
      </w:r>
      <w:r w:rsidR="00280FCD">
        <w:t xml:space="preserve">… </w:t>
      </w:r>
      <w:r w:rsidRPr="00B647A6">
        <w:t>entends-tu</w:t>
      </w:r>
      <w:r w:rsidR="00280FCD">
        <w:t xml:space="preserve"> ?… </w:t>
      </w:r>
      <w:r w:rsidRPr="00B647A6">
        <w:t>Si tu ne sors pas d</w:t>
      </w:r>
      <w:r w:rsidR="00280FCD">
        <w:t>’</w:t>
      </w:r>
      <w:r w:rsidRPr="00B647A6">
        <w:t>ici</w:t>
      </w:r>
      <w:r w:rsidR="00280FCD">
        <w:t xml:space="preserve">, </w:t>
      </w:r>
      <w:r w:rsidRPr="00B647A6">
        <w:t>vieille sorcière</w:t>
      </w:r>
      <w:r w:rsidR="00280FCD">
        <w:t xml:space="preserve">, </w:t>
      </w:r>
      <w:r w:rsidRPr="00B647A6">
        <w:t>je te réduis en poussière</w:t>
      </w:r>
      <w:r w:rsidR="00280FCD">
        <w:t xml:space="preserve"> ! </w:t>
      </w:r>
      <w:r w:rsidRPr="00B647A6">
        <w:t>Je suis capable de t</w:t>
      </w:r>
      <w:r w:rsidR="00280FCD">
        <w:t>’</w:t>
      </w:r>
      <w:r w:rsidRPr="00B647A6">
        <w:t>écloper pour le reste de tes jours</w:t>
      </w:r>
      <w:r w:rsidR="00280FCD">
        <w:t xml:space="preserve"> ! </w:t>
      </w:r>
      <w:r w:rsidRPr="00B647A6">
        <w:t>Je puis commettre un crime</w:t>
      </w:r>
      <w:r w:rsidR="00280FCD">
        <w:t> !</w:t>
      </w:r>
    </w:p>
    <w:p w14:paraId="5485AD70"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Chien qui aboie ne mord pas</w:t>
      </w:r>
      <w:r w:rsidR="00280FCD">
        <w:t xml:space="preserve"> ; </w:t>
      </w:r>
      <w:r w:rsidRPr="00B647A6">
        <w:t>tu ne me fais pas peur</w:t>
      </w:r>
      <w:r w:rsidR="00280FCD">
        <w:t xml:space="preserve"> ! </w:t>
      </w:r>
      <w:r w:rsidRPr="00B647A6">
        <w:t>J</w:t>
      </w:r>
      <w:r w:rsidR="00280FCD">
        <w:t>’</w:t>
      </w:r>
      <w:r w:rsidRPr="00B647A6">
        <w:t>en ai vu d</w:t>
      </w:r>
      <w:r w:rsidR="00280FCD">
        <w:t>’</w:t>
      </w:r>
      <w:r w:rsidRPr="00B647A6">
        <w:t>autres</w:t>
      </w:r>
      <w:r w:rsidR="00280FCD">
        <w:t> !</w:t>
      </w:r>
    </w:p>
    <w:p w14:paraId="7F814EF7" w14:textId="77777777" w:rsidR="00280FCD" w:rsidRDefault="007A4B5B" w:rsidP="00280FCD">
      <w:proofErr w:type="spellStart"/>
      <w:r w:rsidRPr="00B647A6">
        <w:rPr>
          <w:bCs/>
        </w:rPr>
        <w:t>KHIRINE</w:t>
      </w:r>
      <w:proofErr w:type="spellEnd"/>
      <w:r w:rsidR="00280FCD">
        <w:rPr>
          <w:bCs/>
        </w:rPr>
        <w:t xml:space="preserve">, </w:t>
      </w:r>
      <w:r w:rsidRPr="00B647A6">
        <w:rPr>
          <w:bCs/>
          <w:i/>
          <w:iCs/>
        </w:rPr>
        <w:t>désespéré</w:t>
      </w:r>
      <w:r w:rsidR="00280FCD">
        <w:rPr>
          <w:bCs/>
          <w:i/>
          <w:iCs/>
        </w:rPr>
        <w:t xml:space="preserve">. </w:t>
      </w:r>
      <w:r w:rsidR="00280FCD">
        <w:t xml:space="preserve">– </w:t>
      </w:r>
      <w:r w:rsidRPr="00B647A6">
        <w:t>Je ne peux plus la voir</w:t>
      </w:r>
      <w:r w:rsidR="00280FCD">
        <w:t xml:space="preserve"> ! </w:t>
      </w:r>
      <w:r w:rsidRPr="00B647A6">
        <w:t>Je me trouve mal</w:t>
      </w:r>
      <w:r w:rsidR="00280FCD">
        <w:t xml:space="preserve"> ! </w:t>
      </w:r>
      <w:r w:rsidRPr="00B647A6">
        <w:t>Je n</w:t>
      </w:r>
      <w:r w:rsidR="00280FCD">
        <w:t>’</w:t>
      </w:r>
      <w:r w:rsidRPr="00B647A6">
        <w:t>en peux plus</w:t>
      </w:r>
      <w:r w:rsidR="00280FCD">
        <w:t> ! (</w:t>
      </w:r>
      <w:r w:rsidRPr="00B647A6">
        <w:rPr>
          <w:i/>
        </w:rPr>
        <w:t>Il</w:t>
      </w:r>
      <w:r w:rsidRPr="00B647A6">
        <w:t xml:space="preserve"> </w:t>
      </w:r>
      <w:r w:rsidRPr="00B647A6">
        <w:rPr>
          <w:bCs/>
          <w:i/>
          <w:iCs/>
        </w:rPr>
        <w:t>va à sa table et s</w:t>
      </w:r>
      <w:r w:rsidR="00280FCD">
        <w:rPr>
          <w:bCs/>
          <w:i/>
          <w:iCs/>
        </w:rPr>
        <w:t>’</w:t>
      </w:r>
      <w:r w:rsidRPr="00B647A6">
        <w:rPr>
          <w:bCs/>
          <w:i/>
          <w:iCs/>
        </w:rPr>
        <w:t>assied</w:t>
      </w:r>
      <w:r w:rsidR="00280FCD">
        <w:rPr>
          <w:bCs/>
          <w:i/>
          <w:iCs/>
        </w:rPr>
        <w:t xml:space="preserve">.) </w:t>
      </w:r>
      <w:r w:rsidRPr="00B647A6">
        <w:t>On a re</w:t>
      </w:r>
      <w:r w:rsidRPr="00B647A6">
        <w:t>m</w:t>
      </w:r>
      <w:r w:rsidRPr="00B647A6">
        <w:t>pli toute la banque de femmes</w:t>
      </w:r>
      <w:r w:rsidR="00280FCD">
        <w:t xml:space="preserve">, </w:t>
      </w:r>
      <w:r w:rsidRPr="00B647A6">
        <w:t>et je ne peux pas terminer mon ra</w:t>
      </w:r>
      <w:r w:rsidRPr="00B647A6">
        <w:t>p</w:t>
      </w:r>
      <w:r w:rsidRPr="00B647A6">
        <w:t>port</w:t>
      </w:r>
      <w:r w:rsidR="00280FCD">
        <w:t xml:space="preserve">. </w:t>
      </w:r>
      <w:r w:rsidRPr="00B647A6">
        <w:t>Je ne le puis pas</w:t>
      </w:r>
      <w:r w:rsidR="00280FCD">
        <w:t> !</w:t>
      </w:r>
    </w:p>
    <w:p w14:paraId="2CE18378"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Je ne demande pas ce qui ne m</w:t>
      </w:r>
      <w:r w:rsidR="00280FCD">
        <w:t>’</w:t>
      </w:r>
      <w:r w:rsidRPr="00B647A6">
        <w:t>appartient pas</w:t>
      </w:r>
      <w:r w:rsidR="00280FCD">
        <w:t xml:space="preserve">, </w:t>
      </w:r>
      <w:r w:rsidRPr="00B647A6">
        <w:t>mais ce qui me revient d</w:t>
      </w:r>
      <w:r w:rsidR="00280FCD">
        <w:t>’</w:t>
      </w:r>
      <w:r w:rsidRPr="00B647A6">
        <w:t>après la loi</w:t>
      </w:r>
      <w:r w:rsidR="00280FCD">
        <w:t xml:space="preserve">. </w:t>
      </w:r>
      <w:r w:rsidRPr="00B647A6">
        <w:t>Voyez ce m</w:t>
      </w:r>
      <w:r w:rsidRPr="00B647A6">
        <w:t>a</w:t>
      </w:r>
      <w:r w:rsidRPr="00B647A6">
        <w:t>lappris</w:t>
      </w:r>
      <w:r w:rsidR="00280FCD">
        <w:t xml:space="preserve"> ! </w:t>
      </w:r>
      <w:r w:rsidRPr="00B647A6">
        <w:t>En bottes de feutre dans un bureau</w:t>
      </w:r>
      <w:r w:rsidR="00280FCD">
        <w:t xml:space="preserve">… </w:t>
      </w:r>
      <w:r w:rsidRPr="00B647A6">
        <w:t>Rustre</w:t>
      </w:r>
      <w:r w:rsidR="00280FCD">
        <w:t> !</w:t>
      </w:r>
    </w:p>
    <w:p w14:paraId="01034C82" w14:textId="77777777" w:rsidR="00280FCD" w:rsidRDefault="007A4B5B" w:rsidP="00280FCD">
      <w:pPr>
        <w:ind w:firstLine="0"/>
        <w:jc w:val="center"/>
      </w:pPr>
      <w:proofErr w:type="spellStart"/>
      <w:r w:rsidRPr="00280FCD">
        <w:rPr>
          <w:bCs/>
          <w:i/>
          <w:iCs/>
        </w:rPr>
        <w:t>Chipoutchine</w:t>
      </w:r>
      <w:proofErr w:type="spellEnd"/>
      <w:r w:rsidRPr="00280FCD">
        <w:rPr>
          <w:bCs/>
          <w:i/>
          <w:iCs/>
        </w:rPr>
        <w:t xml:space="preserve"> et Tatiana </w:t>
      </w:r>
      <w:proofErr w:type="spellStart"/>
      <w:r w:rsidRPr="00280FCD">
        <w:rPr>
          <w:bCs/>
          <w:i/>
          <w:iCs/>
        </w:rPr>
        <w:t>Alekséïevna</w:t>
      </w:r>
      <w:proofErr w:type="spellEnd"/>
      <w:r w:rsidRPr="00280FCD">
        <w:rPr>
          <w:bCs/>
          <w:i/>
          <w:iCs/>
        </w:rPr>
        <w:t xml:space="preserve"> entrent</w:t>
      </w:r>
      <w:r w:rsidR="00280FCD" w:rsidRPr="00280FCD">
        <w:rPr>
          <w:bCs/>
          <w:i/>
          <w:iCs/>
        </w:rPr>
        <w:t>.</w:t>
      </w:r>
    </w:p>
    <w:p w14:paraId="2BE0873F" w14:textId="77777777" w:rsidR="00280FCD" w:rsidRDefault="007A4B5B" w:rsidP="00280FCD">
      <w:r w:rsidRPr="00B647A6">
        <w:rPr>
          <w:bCs/>
        </w:rPr>
        <w:t xml:space="preserve">TATIANA </w:t>
      </w:r>
      <w:proofErr w:type="spellStart"/>
      <w:r w:rsidRPr="00B647A6">
        <w:rPr>
          <w:bCs/>
        </w:rPr>
        <w:t>ALEKSÉÏEVNA</w:t>
      </w:r>
      <w:proofErr w:type="spellEnd"/>
      <w:r w:rsidR="00280FCD">
        <w:rPr>
          <w:bCs/>
        </w:rPr>
        <w:t xml:space="preserve">, </w:t>
      </w:r>
      <w:r w:rsidRPr="00B647A6">
        <w:rPr>
          <w:bCs/>
          <w:i/>
          <w:iCs/>
        </w:rPr>
        <w:t>suivant son mari</w:t>
      </w:r>
      <w:r w:rsidR="00280FCD">
        <w:rPr>
          <w:bCs/>
          <w:i/>
          <w:iCs/>
        </w:rPr>
        <w:t xml:space="preserve">. </w:t>
      </w:r>
      <w:r w:rsidR="00280FCD">
        <w:t xml:space="preserve">– </w:t>
      </w:r>
      <w:r w:rsidRPr="00B647A6">
        <w:t>Nous sommes a</w:t>
      </w:r>
      <w:r w:rsidRPr="00B647A6">
        <w:t>l</w:t>
      </w:r>
      <w:r w:rsidRPr="00B647A6">
        <w:t xml:space="preserve">lés à une soirée chez les </w:t>
      </w:r>
      <w:proofErr w:type="spellStart"/>
      <w:r w:rsidRPr="00B647A6">
        <w:t>Béréjnitski</w:t>
      </w:r>
      <w:proofErr w:type="spellEnd"/>
      <w:r w:rsidR="00280FCD">
        <w:t xml:space="preserve"> ; </w:t>
      </w:r>
      <w:r w:rsidRPr="00B647A6">
        <w:t>Katia avait une robe de foulard bleu pâle avec une légère dentelle</w:t>
      </w:r>
      <w:r w:rsidR="00280FCD">
        <w:t xml:space="preserve">, </w:t>
      </w:r>
      <w:r w:rsidRPr="00B647A6">
        <w:t>décolletée</w:t>
      </w:r>
      <w:r w:rsidR="00280FCD">
        <w:t xml:space="preserve">… </w:t>
      </w:r>
      <w:r w:rsidRPr="00B647A6">
        <w:t>La coi</w:t>
      </w:r>
      <w:r w:rsidRPr="00B647A6">
        <w:t>f</w:t>
      </w:r>
      <w:r w:rsidRPr="00B647A6">
        <w:t>fure haute lui va très bien</w:t>
      </w:r>
      <w:r w:rsidR="00280FCD">
        <w:t xml:space="preserve"> ; </w:t>
      </w:r>
      <w:r w:rsidRPr="00B647A6">
        <w:t>je l</w:t>
      </w:r>
      <w:r w:rsidR="00280FCD">
        <w:t>’</w:t>
      </w:r>
      <w:r w:rsidRPr="00B647A6">
        <w:t>avais coiffée moi-même</w:t>
      </w:r>
      <w:r w:rsidR="00280FCD">
        <w:t xml:space="preserve">… </w:t>
      </w:r>
      <w:r w:rsidRPr="00B647A6">
        <w:t>Quand elle a été habillée et coiffée</w:t>
      </w:r>
      <w:r w:rsidR="00280FCD">
        <w:t xml:space="preserve">, </w:t>
      </w:r>
      <w:r w:rsidRPr="00B647A6">
        <w:t>c</w:t>
      </w:r>
      <w:r w:rsidR="00280FCD">
        <w:t>’</w:t>
      </w:r>
      <w:r w:rsidRPr="00B647A6">
        <w:t>était un vrai délice</w:t>
      </w:r>
      <w:r w:rsidR="00280FCD">
        <w:t> !</w:t>
      </w:r>
    </w:p>
    <w:p w14:paraId="2E137632"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qui a déjà la migraine</w:t>
      </w:r>
      <w:r w:rsidR="00280FCD">
        <w:rPr>
          <w:bCs/>
          <w:i/>
          <w:iCs/>
        </w:rPr>
        <w:t xml:space="preserve">. </w:t>
      </w:r>
      <w:r w:rsidR="00280FCD">
        <w:t xml:space="preserve">– </w:t>
      </w:r>
      <w:r w:rsidRPr="00B647A6">
        <w:t>Oui</w:t>
      </w:r>
      <w:r w:rsidR="00280FCD">
        <w:t xml:space="preserve">, </w:t>
      </w:r>
      <w:r w:rsidRPr="00B647A6">
        <w:rPr>
          <w:bCs/>
        </w:rPr>
        <w:t>oui</w:t>
      </w:r>
      <w:r w:rsidR="00280FCD">
        <w:rPr>
          <w:bCs/>
        </w:rPr>
        <w:t xml:space="preserve">… </w:t>
      </w:r>
      <w:r w:rsidRPr="00B647A6">
        <w:rPr>
          <w:bCs/>
        </w:rPr>
        <w:t xml:space="preserve">Un </w:t>
      </w:r>
      <w:r w:rsidRPr="00B647A6">
        <w:t>d</w:t>
      </w:r>
      <w:r w:rsidRPr="00B647A6">
        <w:t>é</w:t>
      </w:r>
      <w:r w:rsidRPr="00B647A6">
        <w:t>l</w:t>
      </w:r>
      <w:r w:rsidRPr="00B647A6">
        <w:t>i</w:t>
      </w:r>
      <w:r w:rsidRPr="00B647A6">
        <w:t>ce</w:t>
      </w:r>
      <w:r w:rsidR="00280FCD">
        <w:t xml:space="preserve">… </w:t>
      </w:r>
      <w:r w:rsidRPr="00B647A6">
        <w:t>Le Conseil peut arriver d</w:t>
      </w:r>
      <w:r w:rsidR="00280FCD">
        <w:t>’</w:t>
      </w:r>
      <w:r w:rsidRPr="00B647A6">
        <w:t>un moment à l</w:t>
      </w:r>
      <w:r w:rsidR="00280FCD">
        <w:t>’</w:t>
      </w:r>
      <w:r w:rsidRPr="00B647A6">
        <w:t>autre</w:t>
      </w:r>
      <w:r w:rsidR="00280FCD">
        <w:t>.</w:t>
      </w:r>
    </w:p>
    <w:p w14:paraId="0B0C1FDE" w14:textId="77777777" w:rsidR="00280FCD" w:rsidRDefault="007A4B5B" w:rsidP="00280FCD">
      <w:r w:rsidRPr="00B647A6">
        <w:rPr>
          <w:bCs/>
        </w:rPr>
        <w:lastRenderedPageBreak/>
        <w:t xml:space="preserve">MME </w:t>
      </w:r>
      <w:proofErr w:type="spellStart"/>
      <w:r w:rsidRPr="00B647A6">
        <w:rPr>
          <w:bCs/>
        </w:rPr>
        <w:t>MER</w:t>
      </w:r>
      <w:r w:rsidRPr="00B647A6">
        <w:rPr>
          <w:bCs/>
        </w:rPr>
        <w:t>T</w:t>
      </w:r>
      <w:r w:rsidRPr="00B647A6">
        <w:rPr>
          <w:bCs/>
        </w:rPr>
        <w:t>CHOUTK</w:t>
      </w:r>
      <w:r w:rsidRPr="00B647A6">
        <w:rPr>
          <w:bCs/>
        </w:rPr>
        <w:t>I</w:t>
      </w:r>
      <w:r w:rsidRPr="00B647A6">
        <w:rPr>
          <w:bCs/>
        </w:rPr>
        <w:t>NA</w:t>
      </w:r>
      <w:proofErr w:type="spellEnd"/>
      <w:r w:rsidR="00280FCD">
        <w:t xml:space="preserve">. – </w:t>
      </w:r>
      <w:r w:rsidRPr="00B647A6">
        <w:t>Excellence</w:t>
      </w:r>
      <w:r w:rsidR="00280FCD">
        <w:t> !…</w:t>
      </w:r>
    </w:p>
    <w:p w14:paraId="0EDC4236" w14:textId="77777777" w:rsidR="00280FCD" w:rsidRDefault="007A4B5B" w:rsidP="00280FCD">
      <w:proofErr w:type="spellStart"/>
      <w:r w:rsidRPr="00B647A6">
        <w:rPr>
          <w:bCs/>
        </w:rPr>
        <w:t>CHIPOU</w:t>
      </w:r>
      <w:r w:rsidRPr="00B647A6">
        <w:rPr>
          <w:bCs/>
          <w:szCs w:val="32"/>
        </w:rPr>
        <w:t>TCHINE</w:t>
      </w:r>
      <w:proofErr w:type="spellEnd"/>
      <w:r w:rsidR="00280FCD">
        <w:rPr>
          <w:bCs/>
        </w:rPr>
        <w:t xml:space="preserve">, </w:t>
      </w:r>
      <w:r w:rsidRPr="00B647A6">
        <w:rPr>
          <w:bCs/>
          <w:i/>
          <w:iCs/>
        </w:rPr>
        <w:t>accablé</w:t>
      </w:r>
      <w:r w:rsidR="00280FCD">
        <w:rPr>
          <w:bCs/>
          <w:i/>
          <w:iCs/>
        </w:rPr>
        <w:t xml:space="preserve">. </w:t>
      </w:r>
      <w:r w:rsidR="00280FCD">
        <w:t xml:space="preserve">– </w:t>
      </w:r>
      <w:r w:rsidRPr="00B647A6">
        <w:t>Quoi</w:t>
      </w:r>
      <w:r w:rsidR="00280FCD">
        <w:t xml:space="preserve">, </w:t>
      </w:r>
      <w:r w:rsidRPr="00B647A6">
        <w:t>vous êtes encore là</w:t>
      </w:r>
      <w:r w:rsidR="00280FCD">
        <w:t xml:space="preserve"> ! </w:t>
      </w:r>
      <w:r w:rsidRPr="00B647A6">
        <w:t>Que vous faut-il</w:t>
      </w:r>
      <w:r w:rsidR="00280FCD">
        <w:t> ?</w:t>
      </w:r>
    </w:p>
    <w:p w14:paraId="10EAD30B" w14:textId="77777777" w:rsidR="00280FCD" w:rsidRDefault="007A4B5B" w:rsidP="00280FCD">
      <w:r w:rsidRPr="00B647A6">
        <w:rPr>
          <w:bCs/>
        </w:rPr>
        <w:t xml:space="preserve">MME </w:t>
      </w:r>
      <w:proofErr w:type="spellStart"/>
      <w:r w:rsidRPr="00B647A6">
        <w:rPr>
          <w:bCs/>
        </w:rPr>
        <w:t>MERTCHOUTKINA</w:t>
      </w:r>
      <w:proofErr w:type="spellEnd"/>
      <w:r w:rsidR="00280FCD">
        <w:rPr>
          <w:bCs/>
        </w:rPr>
        <w:t xml:space="preserve">. </w:t>
      </w:r>
      <w:r w:rsidR="00280FCD">
        <w:t xml:space="preserve">– </w:t>
      </w:r>
      <w:r w:rsidRPr="00B647A6">
        <w:t>Excellence</w:t>
      </w:r>
      <w:r w:rsidR="00280FCD">
        <w:t xml:space="preserve"> ! </w:t>
      </w:r>
      <w:r w:rsidR="00280FCD">
        <w:rPr>
          <w:bCs/>
          <w:i/>
          <w:iCs/>
        </w:rPr>
        <w:t>(</w:t>
      </w:r>
      <w:r w:rsidRPr="00B647A6">
        <w:rPr>
          <w:bCs/>
          <w:i/>
          <w:iCs/>
        </w:rPr>
        <w:t xml:space="preserve">Elle montre </w:t>
      </w:r>
      <w:proofErr w:type="spellStart"/>
      <w:r w:rsidRPr="00B647A6">
        <w:rPr>
          <w:bCs/>
          <w:i/>
          <w:iCs/>
        </w:rPr>
        <w:t>Khirine</w:t>
      </w:r>
      <w:proofErr w:type="spellEnd"/>
      <w:r w:rsidR="00280FCD">
        <w:rPr>
          <w:bCs/>
          <w:i/>
          <w:iCs/>
        </w:rPr>
        <w:t xml:space="preserve">.) </w:t>
      </w:r>
      <w:r w:rsidRPr="00B647A6">
        <w:t>Cet homme</w:t>
      </w:r>
      <w:r w:rsidR="00280FCD">
        <w:t xml:space="preserve">… </w:t>
      </w:r>
      <w:r w:rsidRPr="00B647A6">
        <w:t>Celui-ci</w:t>
      </w:r>
      <w:r w:rsidR="00280FCD">
        <w:t xml:space="preserve">… </w:t>
      </w:r>
      <w:r w:rsidRPr="00B647A6">
        <w:t>celui-là même</w:t>
      </w:r>
      <w:r w:rsidR="00280FCD">
        <w:t xml:space="preserve">, </w:t>
      </w:r>
      <w:r w:rsidRPr="00B647A6">
        <w:t>s</w:t>
      </w:r>
      <w:r w:rsidR="00280FCD">
        <w:t>’</w:t>
      </w:r>
      <w:r w:rsidRPr="00B647A6">
        <w:t>est frappé comme ça le front</w:t>
      </w:r>
      <w:r w:rsidR="00280FCD">
        <w:t xml:space="preserve">, </w:t>
      </w:r>
      <w:r w:rsidRPr="00B647A6">
        <w:t>puis a frappé la table</w:t>
      </w:r>
      <w:r w:rsidR="00280FCD">
        <w:t xml:space="preserve">… </w:t>
      </w:r>
      <w:r w:rsidRPr="00B647A6">
        <w:t>Vous lui avez ordo</w:t>
      </w:r>
      <w:r w:rsidRPr="00B647A6">
        <w:t>n</w:t>
      </w:r>
      <w:r w:rsidRPr="00B647A6">
        <w:t>né d</w:t>
      </w:r>
      <w:r w:rsidR="00280FCD">
        <w:t>’</w:t>
      </w:r>
      <w:r w:rsidRPr="00B647A6">
        <w:t>examiner mon affaire</w:t>
      </w:r>
      <w:r w:rsidR="00280FCD">
        <w:t xml:space="preserve">, </w:t>
      </w:r>
      <w:r w:rsidRPr="00B647A6">
        <w:t>et il s</w:t>
      </w:r>
      <w:r w:rsidR="00280FCD">
        <w:t>’</w:t>
      </w:r>
      <w:r w:rsidRPr="00B647A6">
        <w:t>est moqué de moi</w:t>
      </w:r>
      <w:r w:rsidR="00280FCD">
        <w:t xml:space="preserve">, </w:t>
      </w:r>
      <w:r w:rsidRPr="00B647A6">
        <w:t>m</w:t>
      </w:r>
      <w:r w:rsidR="00280FCD">
        <w:t>’</w:t>
      </w:r>
      <w:r w:rsidRPr="00B647A6">
        <w:t>a dit toute sorte de grossièretés</w:t>
      </w:r>
      <w:r w:rsidR="00280FCD">
        <w:t xml:space="preserve">. </w:t>
      </w:r>
      <w:r w:rsidRPr="00B647A6">
        <w:t>Je suis une femme faible</w:t>
      </w:r>
      <w:r w:rsidR="00280FCD">
        <w:t xml:space="preserve">, </w:t>
      </w:r>
      <w:r w:rsidRPr="00B647A6">
        <w:t>sans pr</w:t>
      </w:r>
      <w:r w:rsidRPr="00B647A6">
        <w:t>o</w:t>
      </w:r>
      <w:r w:rsidRPr="00B647A6">
        <w:t>tection</w:t>
      </w:r>
      <w:r w:rsidR="00280FCD">
        <w:t>…</w:t>
      </w:r>
    </w:p>
    <w:p w14:paraId="26699455" w14:textId="77777777" w:rsidR="00280FCD" w:rsidRDefault="007A4B5B" w:rsidP="00280FCD">
      <w:proofErr w:type="spellStart"/>
      <w:r w:rsidRPr="00B647A6">
        <w:rPr>
          <w:bCs/>
        </w:rPr>
        <w:t>CHIPOUTCHINE</w:t>
      </w:r>
      <w:proofErr w:type="spellEnd"/>
      <w:r w:rsidR="00280FCD">
        <w:t xml:space="preserve">. – </w:t>
      </w:r>
      <w:r w:rsidRPr="00B647A6">
        <w:t>Bien</w:t>
      </w:r>
      <w:r w:rsidR="00280FCD">
        <w:t xml:space="preserve">, </w:t>
      </w:r>
      <w:r w:rsidRPr="00B647A6">
        <w:t>madame</w:t>
      </w:r>
      <w:r w:rsidR="00280FCD">
        <w:t xml:space="preserve">, </w:t>
      </w:r>
      <w:r w:rsidRPr="00B647A6">
        <w:t>j</w:t>
      </w:r>
      <w:r w:rsidR="00280FCD">
        <w:t>’</w:t>
      </w:r>
      <w:r w:rsidRPr="00B647A6">
        <w:t>examinerai</w:t>
      </w:r>
      <w:r w:rsidR="00280FCD">
        <w:t xml:space="preserve">… </w:t>
      </w:r>
      <w:r w:rsidRPr="00B647A6">
        <w:t>Je prendrai des mesures</w:t>
      </w:r>
      <w:r w:rsidR="00280FCD">
        <w:t xml:space="preserve">… </w:t>
      </w:r>
      <w:r w:rsidRPr="00B647A6">
        <w:t>Partez</w:t>
      </w:r>
      <w:r w:rsidR="00280FCD">
        <w:t xml:space="preserve">… </w:t>
      </w:r>
      <w:r w:rsidRPr="00B647A6">
        <w:t>nous verrons ensuite</w:t>
      </w:r>
      <w:r w:rsidR="00280FCD">
        <w:t xml:space="preserve">… </w:t>
      </w:r>
      <w:r w:rsidR="00280FCD">
        <w:rPr>
          <w:bCs/>
          <w:i/>
          <w:iCs/>
        </w:rPr>
        <w:t>(</w:t>
      </w:r>
      <w:r w:rsidRPr="00B647A6">
        <w:rPr>
          <w:bCs/>
          <w:i/>
          <w:iCs/>
        </w:rPr>
        <w:t>À part</w:t>
      </w:r>
      <w:r w:rsidR="00280FCD">
        <w:rPr>
          <w:bCs/>
          <w:i/>
          <w:iCs/>
        </w:rPr>
        <w:t xml:space="preserve">.) </w:t>
      </w:r>
      <w:r w:rsidRPr="00B647A6">
        <w:t>Je sens la goutte qui me reprend</w:t>
      </w:r>
      <w:r w:rsidR="00280FCD">
        <w:t> !</w:t>
      </w:r>
    </w:p>
    <w:p w14:paraId="46D59708" w14:textId="77777777" w:rsidR="00280FCD" w:rsidRDefault="007A4B5B" w:rsidP="00280FCD">
      <w:proofErr w:type="spellStart"/>
      <w:r w:rsidRPr="00B647A6">
        <w:rPr>
          <w:bCs/>
        </w:rPr>
        <w:t>KHIRINE</w:t>
      </w:r>
      <w:proofErr w:type="spellEnd"/>
      <w:r w:rsidR="00280FCD">
        <w:rPr>
          <w:bCs/>
        </w:rPr>
        <w:t xml:space="preserve">, </w:t>
      </w:r>
      <w:r w:rsidRPr="00B647A6">
        <w:rPr>
          <w:bCs/>
          <w:i/>
          <w:iCs/>
        </w:rPr>
        <w:t>s</w:t>
      </w:r>
      <w:r w:rsidR="00280FCD">
        <w:rPr>
          <w:bCs/>
          <w:i/>
          <w:iCs/>
        </w:rPr>
        <w:t>’</w:t>
      </w:r>
      <w:r w:rsidRPr="00B647A6">
        <w:rPr>
          <w:bCs/>
          <w:i/>
          <w:iCs/>
        </w:rPr>
        <w:t xml:space="preserve">approchant de </w:t>
      </w:r>
      <w:proofErr w:type="spellStart"/>
      <w:r w:rsidRPr="00B647A6">
        <w:rPr>
          <w:bCs/>
          <w:i/>
          <w:iCs/>
        </w:rPr>
        <w:t>Chipoutchine</w:t>
      </w:r>
      <w:proofErr w:type="spellEnd"/>
      <w:r w:rsidR="00280FCD">
        <w:rPr>
          <w:bCs/>
          <w:i/>
          <w:iCs/>
        </w:rPr>
        <w:t xml:space="preserve">, </w:t>
      </w:r>
      <w:r w:rsidRPr="00B647A6">
        <w:rPr>
          <w:bCs/>
          <w:i/>
          <w:iCs/>
        </w:rPr>
        <w:t>bas</w:t>
      </w:r>
      <w:r w:rsidR="00280FCD">
        <w:rPr>
          <w:bCs/>
          <w:i/>
          <w:iCs/>
        </w:rPr>
        <w:t xml:space="preserve">. </w:t>
      </w:r>
      <w:r w:rsidR="00280FCD">
        <w:t xml:space="preserve">– </w:t>
      </w:r>
      <w:r w:rsidRPr="00B647A6">
        <w:t xml:space="preserve">Andreï </w:t>
      </w:r>
      <w:proofErr w:type="spellStart"/>
      <w:r w:rsidRPr="00B647A6">
        <w:t>Andréïtch</w:t>
      </w:r>
      <w:proofErr w:type="spellEnd"/>
      <w:r w:rsidR="00280FCD">
        <w:t xml:space="preserve">, </w:t>
      </w:r>
      <w:r w:rsidRPr="00B647A6">
        <w:t>dites qu</w:t>
      </w:r>
      <w:r w:rsidR="00280FCD">
        <w:t>’</w:t>
      </w:r>
      <w:r w:rsidRPr="00B647A6">
        <w:t>on fasse venir le suisse et qu</w:t>
      </w:r>
      <w:r w:rsidR="00280FCD">
        <w:t>’</w:t>
      </w:r>
      <w:r w:rsidRPr="00B647A6">
        <w:t>on la jette d</w:t>
      </w:r>
      <w:r w:rsidRPr="00B647A6">
        <w:t>e</w:t>
      </w:r>
      <w:r w:rsidRPr="00B647A6">
        <w:t>hors</w:t>
      </w:r>
      <w:r w:rsidR="00280FCD">
        <w:t xml:space="preserve"> ! </w:t>
      </w:r>
      <w:r w:rsidRPr="00B647A6">
        <w:t>Voyons</w:t>
      </w:r>
      <w:r w:rsidR="00280FCD">
        <w:t xml:space="preserve">, </w:t>
      </w:r>
      <w:r w:rsidRPr="00B647A6">
        <w:t>qu</w:t>
      </w:r>
      <w:r w:rsidR="00280FCD">
        <w:t>’</w:t>
      </w:r>
      <w:r w:rsidRPr="00B647A6">
        <w:t>est-ce que c</w:t>
      </w:r>
      <w:r w:rsidR="00280FCD">
        <w:t>’</w:t>
      </w:r>
      <w:r w:rsidRPr="00B647A6">
        <w:t>est que ces manières-là</w:t>
      </w:r>
      <w:r w:rsidR="00280FCD">
        <w:t> ?</w:t>
      </w:r>
    </w:p>
    <w:p w14:paraId="7EA18061"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effrayé</w:t>
      </w:r>
      <w:r w:rsidR="00280FCD">
        <w:rPr>
          <w:bCs/>
          <w:i/>
          <w:iCs/>
        </w:rPr>
        <w:t xml:space="preserve">. </w:t>
      </w:r>
      <w:r w:rsidR="00280FCD">
        <w:t xml:space="preserve">– </w:t>
      </w:r>
      <w:r w:rsidRPr="00B647A6">
        <w:t>Non</w:t>
      </w:r>
      <w:r w:rsidR="00280FCD">
        <w:t xml:space="preserve">, </w:t>
      </w:r>
      <w:r w:rsidRPr="00B647A6">
        <w:t>non</w:t>
      </w:r>
      <w:r w:rsidR="00280FCD">
        <w:t xml:space="preserve"> ! </w:t>
      </w:r>
      <w:r w:rsidRPr="00B647A6">
        <w:t>Elle va pousser des hurlements</w:t>
      </w:r>
      <w:r w:rsidR="00280FCD">
        <w:t xml:space="preserve">, </w:t>
      </w:r>
      <w:r w:rsidRPr="00B647A6">
        <w:t>et</w:t>
      </w:r>
      <w:r w:rsidR="00280FCD">
        <w:t xml:space="preserve">, </w:t>
      </w:r>
      <w:r w:rsidRPr="00B647A6">
        <w:t>dans la maison</w:t>
      </w:r>
      <w:r w:rsidR="00280FCD">
        <w:t xml:space="preserve">, </w:t>
      </w:r>
      <w:r w:rsidRPr="00B647A6">
        <w:t>il y a beaucoup de loc</w:t>
      </w:r>
      <w:r w:rsidRPr="00B647A6">
        <w:t>a</w:t>
      </w:r>
      <w:r w:rsidRPr="00B647A6">
        <w:t>ta</w:t>
      </w:r>
      <w:r w:rsidRPr="00B647A6">
        <w:t>i</w:t>
      </w:r>
      <w:r w:rsidRPr="00B647A6">
        <w:t>res</w:t>
      </w:r>
      <w:r w:rsidR="00280FCD">
        <w:t>.</w:t>
      </w:r>
    </w:p>
    <w:p w14:paraId="32C205CC"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Excellence</w:t>
      </w:r>
      <w:r w:rsidR="00280FCD">
        <w:t> !…</w:t>
      </w:r>
    </w:p>
    <w:p w14:paraId="3FDA1CB3" w14:textId="77777777" w:rsidR="00280FCD" w:rsidRDefault="007A4B5B" w:rsidP="00280FCD">
      <w:proofErr w:type="spellStart"/>
      <w:r w:rsidRPr="00B647A6">
        <w:rPr>
          <w:bCs/>
        </w:rPr>
        <w:t>KHIRINE</w:t>
      </w:r>
      <w:proofErr w:type="spellEnd"/>
      <w:r w:rsidR="00280FCD">
        <w:rPr>
          <w:bCs/>
        </w:rPr>
        <w:t xml:space="preserve">, </w:t>
      </w:r>
      <w:r w:rsidRPr="00B647A6">
        <w:rPr>
          <w:bCs/>
          <w:i/>
          <w:iCs/>
        </w:rPr>
        <w:t>d</w:t>
      </w:r>
      <w:r w:rsidR="00280FCD">
        <w:rPr>
          <w:bCs/>
          <w:i/>
          <w:iCs/>
        </w:rPr>
        <w:t>’</w:t>
      </w:r>
      <w:r w:rsidRPr="00B647A6">
        <w:rPr>
          <w:bCs/>
          <w:i/>
          <w:iCs/>
        </w:rPr>
        <w:t>une voix larmoyante</w:t>
      </w:r>
      <w:r w:rsidR="00280FCD">
        <w:rPr>
          <w:bCs/>
          <w:i/>
          <w:iCs/>
        </w:rPr>
        <w:t xml:space="preserve">. </w:t>
      </w:r>
      <w:r w:rsidR="00280FCD">
        <w:t xml:space="preserve">– </w:t>
      </w:r>
      <w:r w:rsidRPr="00B647A6">
        <w:t>Il faut que je finisse mon rapport</w:t>
      </w:r>
      <w:r w:rsidR="00280FCD">
        <w:t xml:space="preserve"> ! </w:t>
      </w:r>
      <w:r w:rsidRPr="00B647A6">
        <w:t>Je n</w:t>
      </w:r>
      <w:r w:rsidR="00280FCD">
        <w:t>’</w:t>
      </w:r>
      <w:r w:rsidRPr="00B647A6">
        <w:t>y arriverai pas</w:t>
      </w:r>
      <w:r w:rsidR="00280FCD">
        <w:t xml:space="preserve"> !… </w:t>
      </w:r>
      <w:r w:rsidR="00280FCD">
        <w:rPr>
          <w:i/>
        </w:rPr>
        <w:t>(</w:t>
      </w:r>
      <w:r w:rsidRPr="00B647A6">
        <w:rPr>
          <w:i/>
        </w:rPr>
        <w:t>Il</w:t>
      </w:r>
      <w:r w:rsidRPr="00B647A6">
        <w:t xml:space="preserve"> </w:t>
      </w:r>
      <w:r w:rsidRPr="00B647A6">
        <w:rPr>
          <w:bCs/>
          <w:i/>
          <w:iCs/>
        </w:rPr>
        <w:t>revient à sa table</w:t>
      </w:r>
      <w:r w:rsidR="00280FCD">
        <w:rPr>
          <w:bCs/>
          <w:i/>
          <w:iCs/>
        </w:rPr>
        <w:t xml:space="preserve">.) </w:t>
      </w:r>
      <w:r w:rsidRPr="00B647A6">
        <w:t>Je ne le peux pas</w:t>
      </w:r>
      <w:r w:rsidR="00280FCD">
        <w:t> !</w:t>
      </w:r>
    </w:p>
    <w:p w14:paraId="66FD85FC"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Excellence</w:t>
      </w:r>
      <w:r w:rsidR="00280FCD">
        <w:t xml:space="preserve">, </w:t>
      </w:r>
      <w:r w:rsidRPr="00B647A6">
        <w:t>quand toucherai-je</w:t>
      </w:r>
      <w:r w:rsidR="00280FCD">
        <w:t xml:space="preserve"> ? </w:t>
      </w:r>
      <w:r w:rsidRPr="00B647A6">
        <w:t>J</w:t>
      </w:r>
      <w:r w:rsidR="00280FCD">
        <w:t>’</w:t>
      </w:r>
      <w:r w:rsidRPr="00B647A6">
        <w:t>ai besoin de l</w:t>
      </w:r>
      <w:r w:rsidR="00280FCD">
        <w:t>’</w:t>
      </w:r>
      <w:r w:rsidRPr="00B647A6">
        <w:t>argent aujourd</w:t>
      </w:r>
      <w:r w:rsidR="00280FCD">
        <w:t>’</w:t>
      </w:r>
      <w:r w:rsidRPr="00B647A6">
        <w:t>hui même</w:t>
      </w:r>
      <w:r w:rsidR="00280FCD">
        <w:t>.</w:t>
      </w:r>
    </w:p>
    <w:p w14:paraId="46C292D4"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à part</w:t>
      </w:r>
      <w:r w:rsidR="00280FCD">
        <w:rPr>
          <w:bCs/>
          <w:i/>
          <w:iCs/>
        </w:rPr>
        <w:t xml:space="preserve">. </w:t>
      </w:r>
      <w:r w:rsidR="00280FCD">
        <w:t xml:space="preserve">– </w:t>
      </w:r>
      <w:r w:rsidRPr="00B647A6">
        <w:t>C</w:t>
      </w:r>
      <w:r w:rsidR="00280FCD">
        <w:t>’</w:t>
      </w:r>
      <w:r w:rsidRPr="00B647A6">
        <w:t>est une femme extrêmement ignoble</w:t>
      </w:r>
      <w:r w:rsidR="00280FCD">
        <w:t xml:space="preserve"> !… </w:t>
      </w:r>
      <w:r w:rsidR="00280FCD">
        <w:rPr>
          <w:bCs/>
        </w:rPr>
        <w:t>(</w:t>
      </w:r>
      <w:r w:rsidRPr="00B647A6">
        <w:rPr>
          <w:bCs/>
        </w:rPr>
        <w:t xml:space="preserve">à </w:t>
      </w:r>
      <w:r w:rsidR="00280FCD">
        <w:rPr>
          <w:bCs/>
          <w:i/>
          <w:iCs/>
        </w:rPr>
        <w:t>M</w:t>
      </w:r>
      <w:r w:rsidR="00280FCD" w:rsidRPr="00280FCD">
        <w:rPr>
          <w:bCs/>
          <w:i/>
          <w:iCs/>
          <w:vertAlign w:val="superscript"/>
        </w:rPr>
        <w:t>me</w:t>
      </w:r>
      <w:r w:rsidR="00280FCD">
        <w:rPr>
          <w:bCs/>
          <w:i/>
          <w:iCs/>
        </w:rPr>
        <w:t> </w:t>
      </w:r>
      <w:proofErr w:type="spellStart"/>
      <w:r w:rsidRPr="00B647A6">
        <w:rPr>
          <w:bCs/>
          <w:i/>
          <w:iCs/>
        </w:rPr>
        <w:t>Mertchoutkina</w:t>
      </w:r>
      <w:proofErr w:type="spellEnd"/>
      <w:r w:rsidR="00280FCD">
        <w:rPr>
          <w:bCs/>
          <w:i/>
          <w:iCs/>
        </w:rPr>
        <w:t xml:space="preserve">, </w:t>
      </w:r>
      <w:r w:rsidRPr="00B647A6">
        <w:rPr>
          <w:bCs/>
          <w:i/>
          <w:iCs/>
        </w:rPr>
        <w:t>doucement</w:t>
      </w:r>
      <w:r w:rsidR="00280FCD">
        <w:rPr>
          <w:bCs/>
          <w:i/>
          <w:iCs/>
        </w:rPr>
        <w:t xml:space="preserve">.) </w:t>
      </w:r>
      <w:r w:rsidRPr="00B647A6">
        <w:t>Madame</w:t>
      </w:r>
      <w:r w:rsidR="00280FCD">
        <w:t xml:space="preserve">, </w:t>
      </w:r>
      <w:r w:rsidRPr="00B647A6">
        <w:t>je vous l</w:t>
      </w:r>
      <w:r w:rsidR="00280FCD">
        <w:t>’</w:t>
      </w:r>
      <w:r w:rsidRPr="00B647A6">
        <w:t>ai déjà dit</w:t>
      </w:r>
      <w:r w:rsidR="00280FCD">
        <w:t xml:space="preserve"> : </w:t>
      </w:r>
      <w:r w:rsidRPr="00B647A6">
        <w:t>ici</w:t>
      </w:r>
      <w:r w:rsidR="00280FCD">
        <w:t xml:space="preserve">, </w:t>
      </w:r>
      <w:r w:rsidRPr="00B647A6">
        <w:t>c</w:t>
      </w:r>
      <w:r w:rsidR="00280FCD">
        <w:t>’</w:t>
      </w:r>
      <w:r w:rsidRPr="00B647A6">
        <w:t>est une banque</w:t>
      </w:r>
      <w:r w:rsidR="00280FCD">
        <w:t xml:space="preserve">, </w:t>
      </w:r>
      <w:r w:rsidRPr="00B647A6">
        <w:t>une entreprise privée</w:t>
      </w:r>
      <w:r w:rsidR="00280FCD">
        <w:t xml:space="preserve">, </w:t>
      </w:r>
      <w:r w:rsidRPr="00B647A6">
        <w:t>comme</w:t>
      </w:r>
      <w:r w:rsidRPr="00B647A6">
        <w:t>r</w:t>
      </w:r>
      <w:r w:rsidRPr="00B647A6">
        <w:t>ciale</w:t>
      </w:r>
      <w:r w:rsidR="00280FCD">
        <w:t>.</w:t>
      </w:r>
    </w:p>
    <w:p w14:paraId="3EE0EEA6" w14:textId="77777777" w:rsidR="00280FCD" w:rsidRDefault="007A4B5B" w:rsidP="00280FCD">
      <w:r w:rsidRPr="00B647A6">
        <w:rPr>
          <w:bCs/>
        </w:rPr>
        <w:lastRenderedPageBreak/>
        <w:t xml:space="preserve">MME </w:t>
      </w:r>
      <w:proofErr w:type="spellStart"/>
      <w:r w:rsidRPr="00B647A6">
        <w:rPr>
          <w:bCs/>
        </w:rPr>
        <w:t>MERTCHOUTKINA</w:t>
      </w:r>
      <w:proofErr w:type="spellEnd"/>
      <w:r w:rsidR="00280FCD">
        <w:t xml:space="preserve">. – </w:t>
      </w:r>
      <w:r w:rsidRPr="00B647A6">
        <w:t>Excellence</w:t>
      </w:r>
      <w:r w:rsidR="00280FCD">
        <w:t xml:space="preserve">, </w:t>
      </w:r>
      <w:r w:rsidRPr="00B647A6">
        <w:t>soyez mon bie</w:t>
      </w:r>
      <w:r w:rsidRPr="00B647A6">
        <w:t>n</w:t>
      </w:r>
      <w:r w:rsidRPr="00B647A6">
        <w:t>faiteur</w:t>
      </w:r>
      <w:r w:rsidR="00280FCD">
        <w:t xml:space="preserve">. </w:t>
      </w:r>
      <w:r w:rsidRPr="00B647A6">
        <w:t>Soyez pour moi comme un père</w:t>
      </w:r>
      <w:r w:rsidR="00280FCD">
        <w:t xml:space="preserve">… </w:t>
      </w:r>
      <w:r w:rsidRPr="00B647A6">
        <w:t>Si le certificat médical ne suffit pas</w:t>
      </w:r>
      <w:r w:rsidR="00280FCD">
        <w:t xml:space="preserve">, </w:t>
      </w:r>
      <w:r w:rsidRPr="00B647A6">
        <w:t>je peux fournir une attestation du commissariat</w:t>
      </w:r>
      <w:r w:rsidR="00280FCD">
        <w:t xml:space="preserve">. </w:t>
      </w:r>
      <w:r w:rsidRPr="00B647A6">
        <w:t>Donnez l</w:t>
      </w:r>
      <w:r w:rsidR="00280FCD">
        <w:t>’</w:t>
      </w:r>
      <w:r w:rsidRPr="00B647A6">
        <w:t>ordre de me payer</w:t>
      </w:r>
      <w:r w:rsidR="00280FCD">
        <w:t> !</w:t>
      </w:r>
    </w:p>
    <w:p w14:paraId="1320DCB1"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soupirant profondément</w:t>
      </w:r>
      <w:r w:rsidR="00280FCD">
        <w:rPr>
          <w:bCs/>
          <w:i/>
          <w:iCs/>
        </w:rPr>
        <w:t xml:space="preserve">. </w:t>
      </w:r>
      <w:r w:rsidR="00280FCD">
        <w:t xml:space="preserve">– </w:t>
      </w:r>
      <w:r w:rsidRPr="00B647A6">
        <w:t>Ouf</w:t>
      </w:r>
      <w:r w:rsidR="00280FCD">
        <w:t> !</w:t>
      </w:r>
    </w:p>
    <w:p w14:paraId="3815DE13" w14:textId="77777777" w:rsidR="00280FCD" w:rsidRDefault="007A4B5B" w:rsidP="00280FCD">
      <w:r w:rsidRPr="00B647A6">
        <w:rPr>
          <w:bCs/>
        </w:rPr>
        <w:t xml:space="preserve">TATIANA </w:t>
      </w:r>
      <w:proofErr w:type="spellStart"/>
      <w:r w:rsidRPr="00B647A6">
        <w:rPr>
          <w:bCs/>
        </w:rPr>
        <w:t>ALEKSÉÏEVNA</w:t>
      </w:r>
      <w:proofErr w:type="spellEnd"/>
      <w:r w:rsidR="00280FCD">
        <w:rPr>
          <w:bCs/>
        </w:rPr>
        <w:t xml:space="preserve">, </w:t>
      </w:r>
      <w:r w:rsidRPr="00B647A6">
        <w:t xml:space="preserve">à </w:t>
      </w:r>
      <w:r w:rsidR="00280FCD">
        <w:rPr>
          <w:bCs/>
          <w:i/>
          <w:iCs/>
        </w:rPr>
        <w:t>M</w:t>
      </w:r>
      <w:r w:rsidR="00280FCD" w:rsidRPr="00280FCD">
        <w:rPr>
          <w:bCs/>
          <w:i/>
          <w:iCs/>
          <w:vertAlign w:val="superscript"/>
        </w:rPr>
        <w:t>me</w:t>
      </w:r>
      <w:r w:rsidR="00280FCD">
        <w:rPr>
          <w:bCs/>
          <w:i/>
          <w:iCs/>
        </w:rPr>
        <w:t> </w:t>
      </w:r>
      <w:proofErr w:type="spellStart"/>
      <w:r w:rsidRPr="00B647A6">
        <w:rPr>
          <w:bCs/>
          <w:i/>
          <w:iCs/>
        </w:rPr>
        <w:t>Mertchoutkina</w:t>
      </w:r>
      <w:proofErr w:type="spellEnd"/>
      <w:r w:rsidR="00280FCD">
        <w:rPr>
          <w:bCs/>
          <w:i/>
          <w:iCs/>
        </w:rPr>
        <w:t xml:space="preserve">. </w:t>
      </w:r>
      <w:r w:rsidR="00280FCD">
        <w:t xml:space="preserve">– </w:t>
      </w:r>
      <w:r w:rsidRPr="00B647A6">
        <w:t>Vén</w:t>
      </w:r>
      <w:r w:rsidRPr="00B647A6">
        <w:t>é</w:t>
      </w:r>
      <w:r w:rsidRPr="00B647A6">
        <w:t>rable dame</w:t>
      </w:r>
      <w:r w:rsidR="00280FCD">
        <w:t xml:space="preserve">, </w:t>
      </w:r>
      <w:r w:rsidRPr="00B647A6">
        <w:t>mais on vous dit que vous gênez</w:t>
      </w:r>
      <w:r w:rsidR="00280FCD">
        <w:t xml:space="preserve"> ! </w:t>
      </w:r>
      <w:r w:rsidRPr="00B647A6">
        <w:t>Quelle femme vous êtes</w:t>
      </w:r>
      <w:r w:rsidR="00280FCD">
        <w:t xml:space="preserve">, </w:t>
      </w:r>
      <w:r w:rsidRPr="00B647A6">
        <w:t>vraiment</w:t>
      </w:r>
      <w:r w:rsidR="00280FCD">
        <w:t> !</w:t>
      </w:r>
    </w:p>
    <w:p w14:paraId="1437C440"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Ma belle</w:t>
      </w:r>
      <w:r w:rsidR="00280FCD">
        <w:t xml:space="preserve">, </w:t>
      </w:r>
      <w:r w:rsidRPr="00B647A6">
        <w:t>ma bonne dame</w:t>
      </w:r>
      <w:r w:rsidR="00280FCD">
        <w:t xml:space="preserve">, </w:t>
      </w:r>
      <w:r w:rsidRPr="00B647A6">
        <w:t>je n</w:t>
      </w:r>
      <w:r w:rsidR="00280FCD">
        <w:t>’</w:t>
      </w:r>
      <w:r w:rsidRPr="00B647A6">
        <w:t>ai personne pour faire des démarches à ma place</w:t>
      </w:r>
      <w:r w:rsidR="00280FCD">
        <w:t xml:space="preserve"> ! </w:t>
      </w:r>
      <w:r w:rsidRPr="00B647A6">
        <w:t>C</w:t>
      </w:r>
      <w:r w:rsidR="00280FCD">
        <w:t>’</w:t>
      </w:r>
      <w:r w:rsidRPr="00B647A6">
        <w:t>est tout juste si je bois</w:t>
      </w:r>
      <w:r w:rsidR="00280FCD">
        <w:t xml:space="preserve">, </w:t>
      </w:r>
      <w:r w:rsidRPr="00B647A6">
        <w:t>si je mange</w:t>
      </w:r>
      <w:r w:rsidR="00280FCD">
        <w:t xml:space="preserve">, </w:t>
      </w:r>
      <w:r w:rsidRPr="00B647A6">
        <w:t>et</w:t>
      </w:r>
      <w:r w:rsidR="00280FCD">
        <w:t xml:space="preserve">, </w:t>
      </w:r>
      <w:r w:rsidRPr="00B647A6">
        <w:t>même</w:t>
      </w:r>
      <w:r w:rsidR="00280FCD">
        <w:t xml:space="preserve">, </w:t>
      </w:r>
      <w:r w:rsidRPr="00B647A6">
        <w:t>aujourd</w:t>
      </w:r>
      <w:r w:rsidR="00280FCD">
        <w:t>’</w:t>
      </w:r>
      <w:r w:rsidRPr="00B647A6">
        <w:t>hui</w:t>
      </w:r>
      <w:r w:rsidR="00280FCD">
        <w:t xml:space="preserve">, </w:t>
      </w:r>
      <w:r w:rsidRPr="00B647A6">
        <w:t>j</w:t>
      </w:r>
      <w:r w:rsidR="00280FCD">
        <w:t>’</w:t>
      </w:r>
      <w:r w:rsidRPr="00B647A6">
        <w:t>ai bu mon café sans aucun plaisir</w:t>
      </w:r>
      <w:r w:rsidR="00280FCD">
        <w:t>.</w:t>
      </w:r>
    </w:p>
    <w:p w14:paraId="0A52A4E2"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à bout de forces</w:t>
      </w:r>
      <w:r w:rsidR="00280FCD">
        <w:rPr>
          <w:bCs/>
          <w:i/>
          <w:iCs/>
        </w:rPr>
        <w:t xml:space="preserve">, </w:t>
      </w:r>
      <w:r w:rsidRPr="00B647A6">
        <w:rPr>
          <w:bCs/>
          <w:i/>
          <w:iCs/>
        </w:rPr>
        <w:t xml:space="preserve">à </w:t>
      </w:r>
      <w:r w:rsidR="00280FCD">
        <w:rPr>
          <w:bCs/>
          <w:i/>
          <w:iCs/>
        </w:rPr>
        <w:t>M</w:t>
      </w:r>
      <w:r w:rsidR="00280FCD" w:rsidRPr="00280FCD">
        <w:rPr>
          <w:bCs/>
          <w:i/>
          <w:iCs/>
          <w:vertAlign w:val="superscript"/>
        </w:rPr>
        <w:t>me</w:t>
      </w:r>
      <w:r w:rsidR="00280FCD">
        <w:rPr>
          <w:bCs/>
          <w:i/>
          <w:iCs/>
        </w:rPr>
        <w:t> </w:t>
      </w:r>
      <w:proofErr w:type="spellStart"/>
      <w:r w:rsidRPr="00B647A6">
        <w:rPr>
          <w:bCs/>
          <w:i/>
          <w:iCs/>
        </w:rPr>
        <w:t>Mertchoutkina</w:t>
      </w:r>
      <w:proofErr w:type="spellEnd"/>
      <w:r w:rsidR="00280FCD">
        <w:rPr>
          <w:bCs/>
          <w:i/>
          <w:iCs/>
        </w:rPr>
        <w:t xml:space="preserve">. </w:t>
      </w:r>
      <w:r w:rsidR="00280FCD">
        <w:t xml:space="preserve">– </w:t>
      </w:r>
      <w:r w:rsidRPr="00B647A6">
        <w:t>Quelle somme vous faut-il</w:t>
      </w:r>
      <w:r w:rsidR="00280FCD">
        <w:t> ?</w:t>
      </w:r>
    </w:p>
    <w:p w14:paraId="5D038206"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Vingt-quatre roubles</w:t>
      </w:r>
      <w:r w:rsidR="00280FCD">
        <w:t xml:space="preserve">, </w:t>
      </w:r>
      <w:r w:rsidRPr="00B647A6">
        <w:t>trente-six kopecks</w:t>
      </w:r>
      <w:r w:rsidR="00280FCD">
        <w:t>.</w:t>
      </w:r>
    </w:p>
    <w:p w14:paraId="19B6FBEB" w14:textId="77777777" w:rsidR="00280FCD" w:rsidRDefault="007A4B5B" w:rsidP="00280FCD">
      <w:proofErr w:type="spellStart"/>
      <w:r w:rsidRPr="00B647A6">
        <w:rPr>
          <w:bCs/>
        </w:rPr>
        <w:t>CHIPOUTCHINE</w:t>
      </w:r>
      <w:proofErr w:type="spellEnd"/>
      <w:r w:rsidR="00280FCD">
        <w:rPr>
          <w:bCs/>
        </w:rPr>
        <w:t xml:space="preserve">. </w:t>
      </w:r>
      <w:r w:rsidR="00280FCD">
        <w:t xml:space="preserve">– </w:t>
      </w:r>
      <w:r w:rsidRPr="00B647A6">
        <w:t>Bien</w:t>
      </w:r>
      <w:r w:rsidR="00280FCD">
        <w:t xml:space="preserve"> !… </w:t>
      </w:r>
      <w:r w:rsidR="00280FCD">
        <w:rPr>
          <w:bCs/>
          <w:i/>
          <w:iCs/>
        </w:rPr>
        <w:t>(</w:t>
      </w:r>
      <w:r w:rsidRPr="00B647A6">
        <w:rPr>
          <w:bCs/>
          <w:i/>
          <w:iCs/>
        </w:rPr>
        <w:t>Il sort vingt-cinq roubles de son port</w:t>
      </w:r>
      <w:r w:rsidRPr="00B647A6">
        <w:rPr>
          <w:bCs/>
          <w:i/>
          <w:iCs/>
        </w:rPr>
        <w:t>e</w:t>
      </w:r>
      <w:r w:rsidRPr="00B647A6">
        <w:rPr>
          <w:bCs/>
          <w:i/>
          <w:iCs/>
        </w:rPr>
        <w:t>feuille et les lui tend</w:t>
      </w:r>
      <w:r w:rsidR="00280FCD">
        <w:rPr>
          <w:bCs/>
          <w:i/>
          <w:iCs/>
        </w:rPr>
        <w:t xml:space="preserve">.) </w:t>
      </w:r>
      <w:r w:rsidRPr="00B647A6">
        <w:t>Voici vingt-cinq roubles</w:t>
      </w:r>
      <w:r w:rsidR="00280FCD">
        <w:t xml:space="preserve">. </w:t>
      </w:r>
      <w:r w:rsidRPr="00B647A6">
        <w:t>Pr</w:t>
      </w:r>
      <w:r w:rsidRPr="00B647A6">
        <w:t>e</w:t>
      </w:r>
      <w:r w:rsidRPr="00B647A6">
        <w:t>nez-les</w:t>
      </w:r>
      <w:r w:rsidR="00280FCD">
        <w:t xml:space="preserve">, </w:t>
      </w:r>
      <w:r w:rsidRPr="00B647A6">
        <w:t>et</w:t>
      </w:r>
      <w:r w:rsidR="00280FCD">
        <w:t xml:space="preserve">… </w:t>
      </w:r>
      <w:r w:rsidRPr="00B647A6">
        <w:t>partez</w:t>
      </w:r>
      <w:r w:rsidR="00280FCD">
        <w:t> !</w:t>
      </w:r>
    </w:p>
    <w:p w14:paraId="25F7E3BF" w14:textId="77777777" w:rsidR="00280FCD" w:rsidRDefault="007A4B5B" w:rsidP="00280FCD">
      <w:pPr>
        <w:ind w:firstLine="0"/>
        <w:jc w:val="center"/>
      </w:pPr>
      <w:proofErr w:type="spellStart"/>
      <w:r w:rsidRPr="00280FCD">
        <w:rPr>
          <w:bCs/>
          <w:i/>
          <w:iCs/>
        </w:rPr>
        <w:t>Khirine</w:t>
      </w:r>
      <w:proofErr w:type="spellEnd"/>
      <w:r w:rsidRPr="00280FCD">
        <w:rPr>
          <w:bCs/>
          <w:i/>
          <w:iCs/>
        </w:rPr>
        <w:t xml:space="preserve"> tousse furieusement</w:t>
      </w:r>
      <w:r w:rsidR="00280FCD" w:rsidRPr="00280FCD">
        <w:rPr>
          <w:bCs/>
          <w:i/>
          <w:iCs/>
        </w:rPr>
        <w:t>.</w:t>
      </w:r>
    </w:p>
    <w:p w14:paraId="4DB41101"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Mes humbles remerciements</w:t>
      </w:r>
      <w:r w:rsidR="00280FCD">
        <w:t xml:space="preserve">, </w:t>
      </w:r>
      <w:r w:rsidRPr="00B647A6">
        <w:t>E</w:t>
      </w:r>
      <w:r w:rsidRPr="00B647A6">
        <w:t>x</w:t>
      </w:r>
      <w:r w:rsidRPr="00B647A6">
        <w:t>cellence</w:t>
      </w:r>
      <w:r w:rsidR="00280FCD">
        <w:t>.</w:t>
      </w:r>
    </w:p>
    <w:p w14:paraId="7F73ED48" w14:textId="77777777" w:rsidR="00280FCD" w:rsidRDefault="007A4B5B" w:rsidP="00280FCD">
      <w:pPr>
        <w:ind w:firstLine="0"/>
        <w:jc w:val="center"/>
      </w:pPr>
      <w:r w:rsidRPr="00280FCD">
        <w:rPr>
          <w:bCs/>
          <w:i/>
          <w:iCs/>
        </w:rPr>
        <w:t>Elle serre l</w:t>
      </w:r>
      <w:r w:rsidR="00280FCD" w:rsidRPr="00280FCD">
        <w:rPr>
          <w:bCs/>
          <w:i/>
          <w:iCs/>
        </w:rPr>
        <w:t>’</w:t>
      </w:r>
      <w:r w:rsidRPr="00280FCD">
        <w:rPr>
          <w:bCs/>
          <w:i/>
          <w:iCs/>
        </w:rPr>
        <w:t>argent</w:t>
      </w:r>
      <w:r w:rsidR="00280FCD" w:rsidRPr="00280FCD">
        <w:rPr>
          <w:bCs/>
          <w:i/>
          <w:iCs/>
        </w:rPr>
        <w:t>.</w:t>
      </w:r>
    </w:p>
    <w:p w14:paraId="765FCAAA" w14:textId="77777777" w:rsidR="00280FCD" w:rsidRDefault="007A4B5B" w:rsidP="00280FCD">
      <w:r w:rsidRPr="00B647A6">
        <w:rPr>
          <w:bCs/>
        </w:rPr>
        <w:t>TAT</w:t>
      </w:r>
      <w:r w:rsidRPr="00B647A6">
        <w:rPr>
          <w:bCs/>
          <w:szCs w:val="32"/>
        </w:rPr>
        <w:t xml:space="preserve">IANA </w:t>
      </w:r>
      <w:proofErr w:type="spellStart"/>
      <w:r w:rsidRPr="00B647A6">
        <w:rPr>
          <w:bCs/>
          <w:szCs w:val="32"/>
        </w:rPr>
        <w:t>ALEKSÉÏEVNA</w:t>
      </w:r>
      <w:proofErr w:type="spellEnd"/>
      <w:r w:rsidR="00280FCD">
        <w:rPr>
          <w:bCs/>
        </w:rPr>
        <w:t xml:space="preserve">, </w:t>
      </w:r>
      <w:r w:rsidRPr="00B647A6">
        <w:rPr>
          <w:bCs/>
          <w:i/>
          <w:iCs/>
        </w:rPr>
        <w:t>s</w:t>
      </w:r>
      <w:r w:rsidR="00280FCD">
        <w:rPr>
          <w:bCs/>
          <w:i/>
          <w:iCs/>
        </w:rPr>
        <w:t>’</w:t>
      </w:r>
      <w:r w:rsidRPr="00B647A6">
        <w:rPr>
          <w:bCs/>
          <w:i/>
          <w:iCs/>
        </w:rPr>
        <w:t>asseyant à côté de son mari</w:t>
      </w:r>
      <w:r w:rsidR="00280FCD">
        <w:rPr>
          <w:bCs/>
          <w:i/>
          <w:iCs/>
        </w:rPr>
        <w:t xml:space="preserve">. </w:t>
      </w:r>
      <w:r w:rsidR="00280FCD">
        <w:t xml:space="preserve">– </w:t>
      </w:r>
      <w:r w:rsidRPr="00B647A6">
        <w:t>Tout de même</w:t>
      </w:r>
      <w:r w:rsidR="00280FCD">
        <w:t xml:space="preserve">, </w:t>
      </w:r>
      <w:r w:rsidRPr="00B647A6">
        <w:t>il faut que j</w:t>
      </w:r>
      <w:r w:rsidR="00280FCD">
        <w:t>’</w:t>
      </w:r>
      <w:r w:rsidRPr="00B647A6">
        <w:t>aille à la maison</w:t>
      </w:r>
      <w:r w:rsidR="00280FCD">
        <w:t xml:space="preserve">. </w:t>
      </w:r>
      <w:r w:rsidR="00280FCD">
        <w:rPr>
          <w:i/>
        </w:rPr>
        <w:t>(</w:t>
      </w:r>
      <w:r w:rsidRPr="00B647A6">
        <w:rPr>
          <w:bCs/>
          <w:i/>
          <w:iCs/>
        </w:rPr>
        <w:t>Elle regarde sa mo</w:t>
      </w:r>
      <w:r w:rsidRPr="00B647A6">
        <w:rPr>
          <w:bCs/>
          <w:i/>
          <w:iCs/>
        </w:rPr>
        <w:t>n</w:t>
      </w:r>
      <w:r w:rsidRPr="00B647A6">
        <w:rPr>
          <w:bCs/>
          <w:i/>
          <w:iCs/>
        </w:rPr>
        <w:t>tre</w:t>
      </w:r>
      <w:r w:rsidR="00280FCD">
        <w:rPr>
          <w:bCs/>
          <w:i/>
          <w:iCs/>
        </w:rPr>
        <w:t xml:space="preserve">.) </w:t>
      </w:r>
      <w:r w:rsidRPr="00B647A6">
        <w:t>Mais je n</w:t>
      </w:r>
      <w:r w:rsidR="00280FCD">
        <w:t>’</w:t>
      </w:r>
      <w:r w:rsidRPr="00B647A6">
        <w:t>ai pas encore terminé mon histoire</w:t>
      </w:r>
      <w:r w:rsidR="00280FCD">
        <w:t xml:space="preserve">… </w:t>
      </w:r>
      <w:r w:rsidRPr="00B647A6">
        <w:t>Je finis en une minute et je pars</w:t>
      </w:r>
      <w:r w:rsidR="00280FCD">
        <w:t xml:space="preserve">… </w:t>
      </w:r>
      <w:r w:rsidRPr="00B647A6">
        <w:t>Ah</w:t>
      </w:r>
      <w:r w:rsidR="00280FCD">
        <w:t xml:space="preserve"> ! </w:t>
      </w:r>
      <w:r w:rsidRPr="00B647A6">
        <w:t>ce qui s</w:t>
      </w:r>
      <w:r w:rsidR="00280FCD">
        <w:t>’</w:t>
      </w:r>
      <w:r w:rsidRPr="00B647A6">
        <w:t>est passé</w:t>
      </w:r>
      <w:r w:rsidR="00280FCD">
        <w:t xml:space="preserve">… </w:t>
      </w:r>
      <w:r w:rsidRPr="00B647A6">
        <w:t xml:space="preserve">Nous </w:t>
      </w:r>
      <w:r w:rsidRPr="00B647A6">
        <w:lastRenderedPageBreak/>
        <w:t>pa</w:t>
      </w:r>
      <w:r w:rsidRPr="00B647A6">
        <w:t>r</w:t>
      </w:r>
      <w:r w:rsidRPr="00B647A6">
        <w:t>t</w:t>
      </w:r>
      <w:r w:rsidRPr="00B647A6">
        <w:t>î</w:t>
      </w:r>
      <w:r w:rsidRPr="00B647A6">
        <w:t>mes donc pour la so</w:t>
      </w:r>
      <w:r w:rsidRPr="00B647A6">
        <w:t>i</w:t>
      </w:r>
      <w:r w:rsidRPr="00B647A6">
        <w:t xml:space="preserve">rée des </w:t>
      </w:r>
      <w:proofErr w:type="spellStart"/>
      <w:r w:rsidRPr="00B647A6">
        <w:t>Béréjnitski</w:t>
      </w:r>
      <w:proofErr w:type="spellEnd"/>
      <w:r w:rsidR="00280FCD">
        <w:t xml:space="preserve">… </w:t>
      </w:r>
      <w:r w:rsidRPr="00B647A6">
        <w:t>pas mal</w:t>
      </w:r>
      <w:r w:rsidR="00280FCD">
        <w:t xml:space="preserve">, </w:t>
      </w:r>
      <w:r w:rsidRPr="00B647A6">
        <w:t>assez gai</w:t>
      </w:r>
      <w:r w:rsidR="00280FCD">
        <w:t xml:space="preserve">, </w:t>
      </w:r>
      <w:r w:rsidRPr="00B647A6">
        <w:t>mais pas follement</w:t>
      </w:r>
      <w:r w:rsidR="00280FCD">
        <w:t xml:space="preserve">… </w:t>
      </w:r>
      <w:proofErr w:type="spellStart"/>
      <w:r w:rsidRPr="00B647A6">
        <w:t>Grendélevski</w:t>
      </w:r>
      <w:proofErr w:type="spellEnd"/>
      <w:r w:rsidR="00280FCD">
        <w:t xml:space="preserve">, </w:t>
      </w:r>
      <w:r w:rsidRPr="00B647A6">
        <w:t>le soupirant de Katia</w:t>
      </w:r>
      <w:r w:rsidR="00280FCD">
        <w:t xml:space="preserve">, </w:t>
      </w:r>
      <w:r w:rsidRPr="00B647A6">
        <w:t>y était</w:t>
      </w:r>
      <w:r w:rsidR="00280FCD">
        <w:t xml:space="preserve">, </w:t>
      </w:r>
      <w:r w:rsidRPr="00B647A6">
        <w:t>naturellement</w:t>
      </w:r>
      <w:r w:rsidR="00280FCD">
        <w:t xml:space="preserve">… </w:t>
      </w:r>
      <w:r w:rsidRPr="00B647A6">
        <w:t>Bon</w:t>
      </w:r>
      <w:r w:rsidR="00280FCD">
        <w:t xml:space="preserve">, </w:t>
      </w:r>
      <w:r w:rsidRPr="00B647A6">
        <w:t>je parlai avec Katia</w:t>
      </w:r>
      <w:r w:rsidR="00280FCD">
        <w:t xml:space="preserve"> ; </w:t>
      </w:r>
      <w:r w:rsidRPr="00B647A6">
        <w:t>je pleurai</w:t>
      </w:r>
      <w:r w:rsidR="00280FCD">
        <w:t xml:space="preserve">, </w:t>
      </w:r>
      <w:r w:rsidRPr="00B647A6">
        <w:t>j</w:t>
      </w:r>
      <w:r w:rsidR="00280FCD">
        <w:t>’</w:t>
      </w:r>
      <w:r w:rsidRPr="00B647A6">
        <w:t>agis sur elle</w:t>
      </w:r>
      <w:r w:rsidR="00280FCD">
        <w:t xml:space="preserve"> ; </w:t>
      </w:r>
      <w:r w:rsidRPr="00B647A6">
        <w:t>elle s</w:t>
      </w:r>
      <w:r w:rsidR="00280FCD">
        <w:t>’</w:t>
      </w:r>
      <w:r w:rsidRPr="00B647A6">
        <w:t>expliqua avec lui à la soirée même</w:t>
      </w:r>
      <w:r w:rsidR="00280FCD">
        <w:t xml:space="preserve">, </w:t>
      </w:r>
      <w:r w:rsidRPr="00B647A6">
        <w:t>et le refusa</w:t>
      </w:r>
      <w:r w:rsidR="00280FCD">
        <w:t xml:space="preserve">… </w:t>
      </w:r>
      <w:r w:rsidRPr="00B647A6">
        <w:t>A</w:t>
      </w:r>
      <w:r w:rsidRPr="00B647A6">
        <w:t>l</w:t>
      </w:r>
      <w:r w:rsidRPr="00B647A6">
        <w:t>lons</w:t>
      </w:r>
      <w:r w:rsidR="00280FCD">
        <w:t xml:space="preserve">, </w:t>
      </w:r>
      <w:r w:rsidRPr="00B647A6">
        <w:t>pe</w:t>
      </w:r>
      <w:r w:rsidRPr="00B647A6">
        <w:t>n</w:t>
      </w:r>
      <w:r w:rsidRPr="00B647A6">
        <w:t>sais-je</w:t>
      </w:r>
      <w:r w:rsidR="00280FCD">
        <w:t xml:space="preserve">, </w:t>
      </w:r>
      <w:r w:rsidRPr="00B647A6">
        <w:t>tout est arrangé pour le mieux</w:t>
      </w:r>
      <w:r w:rsidR="00280FCD">
        <w:t xml:space="preserve"> ; </w:t>
      </w:r>
      <w:r w:rsidRPr="00B647A6">
        <w:t>j</w:t>
      </w:r>
      <w:r w:rsidR="00280FCD">
        <w:t>’</w:t>
      </w:r>
      <w:r w:rsidRPr="00B647A6">
        <w:t>ai tranquillisé maman</w:t>
      </w:r>
      <w:r w:rsidR="00280FCD">
        <w:t xml:space="preserve"> ; </w:t>
      </w:r>
      <w:r w:rsidRPr="00B647A6">
        <w:t>j</w:t>
      </w:r>
      <w:r w:rsidR="00280FCD">
        <w:t>’</w:t>
      </w:r>
      <w:r w:rsidRPr="00B647A6">
        <w:t>ai sauvé Katia et je peux être tranquille à mon tour</w:t>
      </w:r>
      <w:r w:rsidR="00280FCD">
        <w:t xml:space="preserve"> !… </w:t>
      </w:r>
      <w:r w:rsidRPr="00B647A6">
        <w:t>Et que crois-tu</w:t>
      </w:r>
      <w:r w:rsidR="00280FCD">
        <w:t xml:space="preserve"> ?… </w:t>
      </w:r>
      <w:r w:rsidRPr="00B647A6">
        <w:t>Juste avant le souper</w:t>
      </w:r>
      <w:r w:rsidR="00280FCD">
        <w:t xml:space="preserve">, </w:t>
      </w:r>
      <w:r w:rsidRPr="00B647A6">
        <w:t>nous passons avec K</w:t>
      </w:r>
      <w:r w:rsidRPr="00B647A6">
        <w:t>a</w:t>
      </w:r>
      <w:r w:rsidRPr="00B647A6">
        <w:t xml:space="preserve">tia dans une allée du jardin des </w:t>
      </w:r>
      <w:proofErr w:type="spellStart"/>
      <w:r w:rsidRPr="00B647A6">
        <w:t>Béréjnitski</w:t>
      </w:r>
      <w:proofErr w:type="spellEnd"/>
      <w:r w:rsidR="00280FCD">
        <w:t xml:space="preserve">, </w:t>
      </w:r>
      <w:r w:rsidRPr="00B647A6">
        <w:t>et tout à coup</w:t>
      </w:r>
      <w:r w:rsidR="00280FCD">
        <w:t xml:space="preserve">… </w:t>
      </w:r>
      <w:r w:rsidR="00280FCD">
        <w:rPr>
          <w:bCs/>
          <w:i/>
          <w:iCs/>
        </w:rPr>
        <w:t>(</w:t>
      </w:r>
      <w:r w:rsidRPr="00B647A6">
        <w:rPr>
          <w:bCs/>
          <w:i/>
          <w:iCs/>
        </w:rPr>
        <w:t>agitée</w:t>
      </w:r>
      <w:r w:rsidR="00280FCD">
        <w:rPr>
          <w:bCs/>
          <w:i/>
          <w:iCs/>
        </w:rPr>
        <w:t xml:space="preserve">) </w:t>
      </w:r>
      <w:r w:rsidRPr="00B647A6">
        <w:t>et tout à coup</w:t>
      </w:r>
      <w:r w:rsidR="00280FCD">
        <w:t xml:space="preserve">, </w:t>
      </w:r>
      <w:r w:rsidRPr="00B647A6">
        <w:t>nous entendons un coup de feu</w:t>
      </w:r>
      <w:r w:rsidR="00280FCD">
        <w:t xml:space="preserve">… </w:t>
      </w:r>
      <w:r w:rsidRPr="00B647A6">
        <w:t>Non</w:t>
      </w:r>
      <w:r w:rsidR="00280FCD">
        <w:t xml:space="preserve">, </w:t>
      </w:r>
      <w:r w:rsidRPr="00B647A6">
        <w:t>je ne peux pas parler de cela avec sang-froid</w:t>
      </w:r>
      <w:r w:rsidR="00280FCD">
        <w:t xml:space="preserve"> !… </w:t>
      </w:r>
      <w:r w:rsidR="00280FCD">
        <w:rPr>
          <w:bCs/>
          <w:i/>
          <w:iCs/>
        </w:rPr>
        <w:t>(</w:t>
      </w:r>
      <w:r w:rsidRPr="00B647A6">
        <w:rPr>
          <w:bCs/>
          <w:i/>
          <w:iCs/>
        </w:rPr>
        <w:t>Elle s</w:t>
      </w:r>
      <w:r w:rsidR="00280FCD">
        <w:rPr>
          <w:bCs/>
          <w:i/>
          <w:iCs/>
        </w:rPr>
        <w:t>’</w:t>
      </w:r>
      <w:r w:rsidRPr="00B647A6">
        <w:rPr>
          <w:bCs/>
          <w:i/>
          <w:iCs/>
        </w:rPr>
        <w:t>évente avec son mouchoir</w:t>
      </w:r>
      <w:r w:rsidR="00280FCD">
        <w:rPr>
          <w:bCs/>
          <w:i/>
          <w:iCs/>
        </w:rPr>
        <w:t xml:space="preserve">.) </w:t>
      </w:r>
      <w:r w:rsidRPr="00B647A6">
        <w:t>Non</w:t>
      </w:r>
      <w:r w:rsidR="00280FCD">
        <w:t xml:space="preserve">, </w:t>
      </w:r>
      <w:r w:rsidRPr="00B647A6">
        <w:t>je ne le peux pas</w:t>
      </w:r>
      <w:r w:rsidR="00280FCD">
        <w:t>.</w:t>
      </w:r>
    </w:p>
    <w:p w14:paraId="0D20220D"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soupirant</w:t>
      </w:r>
      <w:r w:rsidR="00280FCD">
        <w:rPr>
          <w:bCs/>
          <w:i/>
          <w:iCs/>
        </w:rPr>
        <w:t xml:space="preserve">. </w:t>
      </w:r>
      <w:r w:rsidR="00280FCD">
        <w:t xml:space="preserve">– </w:t>
      </w:r>
      <w:r w:rsidRPr="00B647A6">
        <w:t>Ouf</w:t>
      </w:r>
      <w:r w:rsidR="00280FCD">
        <w:t> !</w:t>
      </w:r>
    </w:p>
    <w:p w14:paraId="03340120" w14:textId="77777777" w:rsidR="00280FCD" w:rsidRDefault="007A4B5B" w:rsidP="00280FCD">
      <w:r w:rsidRPr="00B647A6">
        <w:rPr>
          <w:bCs/>
        </w:rPr>
        <w:t xml:space="preserve">TATIANA </w:t>
      </w:r>
      <w:proofErr w:type="spellStart"/>
      <w:r w:rsidRPr="00B647A6">
        <w:rPr>
          <w:bCs/>
        </w:rPr>
        <w:t>ALEKSÉÏEVNA</w:t>
      </w:r>
      <w:proofErr w:type="spellEnd"/>
      <w:r w:rsidR="00280FCD">
        <w:rPr>
          <w:bCs/>
        </w:rPr>
        <w:t xml:space="preserve">, </w:t>
      </w:r>
      <w:r w:rsidRPr="00B647A6">
        <w:rPr>
          <w:bCs/>
          <w:i/>
          <w:iCs/>
        </w:rPr>
        <w:t>pleurant</w:t>
      </w:r>
      <w:r w:rsidR="00280FCD">
        <w:rPr>
          <w:bCs/>
          <w:i/>
          <w:iCs/>
        </w:rPr>
        <w:t xml:space="preserve">. </w:t>
      </w:r>
      <w:r w:rsidR="00280FCD">
        <w:t xml:space="preserve">– </w:t>
      </w:r>
      <w:r w:rsidRPr="00B647A6">
        <w:t>Nous courons vers la to</w:t>
      </w:r>
      <w:r w:rsidRPr="00B647A6">
        <w:t>n</w:t>
      </w:r>
      <w:r w:rsidRPr="00B647A6">
        <w:t>nelle</w:t>
      </w:r>
      <w:r w:rsidR="00280FCD">
        <w:t xml:space="preserve">, </w:t>
      </w:r>
      <w:r w:rsidRPr="00B647A6">
        <w:t>et là</w:t>
      </w:r>
      <w:r w:rsidR="00280FCD">
        <w:t xml:space="preserve">… </w:t>
      </w:r>
      <w:r w:rsidRPr="00B647A6">
        <w:t>là</w:t>
      </w:r>
      <w:r w:rsidR="00280FCD">
        <w:t xml:space="preserve">, </w:t>
      </w:r>
      <w:r w:rsidRPr="00B647A6">
        <w:t xml:space="preserve">gît le pauvre </w:t>
      </w:r>
      <w:proofErr w:type="spellStart"/>
      <w:r w:rsidRPr="00B647A6">
        <w:t>Grendélevski</w:t>
      </w:r>
      <w:proofErr w:type="spellEnd"/>
      <w:r w:rsidR="00280FCD">
        <w:t xml:space="preserve">… </w:t>
      </w:r>
      <w:r w:rsidRPr="00B647A6">
        <w:t>un pistolet à la main</w:t>
      </w:r>
      <w:r w:rsidR="00280FCD">
        <w:t>…</w:t>
      </w:r>
    </w:p>
    <w:p w14:paraId="2DD825A7" w14:textId="77777777" w:rsidR="00280FCD" w:rsidRDefault="00280FCD" w:rsidP="00280FCD">
      <w:pPr>
        <w:ind w:firstLine="0"/>
        <w:jc w:val="center"/>
      </w:pPr>
      <w:r w:rsidRPr="00280FCD">
        <w:rPr>
          <w:bCs/>
          <w:i/>
          <w:iCs/>
        </w:rPr>
        <w:t>M</w:t>
      </w:r>
      <w:r w:rsidRPr="00280FCD">
        <w:rPr>
          <w:bCs/>
          <w:i/>
          <w:iCs/>
          <w:vertAlign w:val="superscript"/>
        </w:rPr>
        <w:t>me</w:t>
      </w:r>
      <w:r w:rsidRPr="00280FCD">
        <w:rPr>
          <w:bCs/>
          <w:i/>
          <w:iCs/>
        </w:rPr>
        <w:t> </w:t>
      </w:r>
      <w:proofErr w:type="spellStart"/>
      <w:r w:rsidR="007A4B5B" w:rsidRPr="00280FCD">
        <w:rPr>
          <w:bCs/>
          <w:i/>
          <w:iCs/>
        </w:rPr>
        <w:t>Mertchoutkina</w:t>
      </w:r>
      <w:proofErr w:type="spellEnd"/>
      <w:r w:rsidR="007A4B5B" w:rsidRPr="00280FCD">
        <w:rPr>
          <w:bCs/>
          <w:i/>
          <w:iCs/>
        </w:rPr>
        <w:t xml:space="preserve"> réapparaît</w:t>
      </w:r>
      <w:r w:rsidRPr="00280FCD">
        <w:rPr>
          <w:bCs/>
          <w:i/>
          <w:iCs/>
        </w:rPr>
        <w:t>.</w:t>
      </w:r>
    </w:p>
    <w:p w14:paraId="3FF5AA44" w14:textId="77777777" w:rsidR="00280FCD" w:rsidRDefault="007A4B5B" w:rsidP="00280FCD">
      <w:proofErr w:type="spellStart"/>
      <w:r w:rsidRPr="00B647A6">
        <w:rPr>
          <w:bCs/>
        </w:rPr>
        <w:t>CHIPOUTCHINE</w:t>
      </w:r>
      <w:proofErr w:type="spellEnd"/>
      <w:r w:rsidR="00280FCD">
        <w:t xml:space="preserve">. – </w:t>
      </w:r>
      <w:r w:rsidRPr="00B647A6">
        <w:t>Non</w:t>
      </w:r>
      <w:r w:rsidR="00280FCD">
        <w:t xml:space="preserve">, </w:t>
      </w:r>
      <w:r w:rsidRPr="00B647A6">
        <w:t>je ne supporterai pas cela</w:t>
      </w:r>
      <w:r w:rsidR="00280FCD">
        <w:t xml:space="preserve"> ! </w:t>
      </w:r>
      <w:r w:rsidRPr="00B647A6">
        <w:t>Je ne le supporterai pas</w:t>
      </w:r>
      <w:r w:rsidR="00280FCD">
        <w:t xml:space="preserve"> ! </w:t>
      </w:r>
      <w:r w:rsidR="00280FCD">
        <w:rPr>
          <w:bCs/>
        </w:rPr>
        <w:t>(</w:t>
      </w:r>
      <w:r w:rsidRPr="00B647A6">
        <w:rPr>
          <w:bCs/>
        </w:rPr>
        <w:t xml:space="preserve">à </w:t>
      </w:r>
      <w:r w:rsidR="00280FCD">
        <w:rPr>
          <w:bCs/>
          <w:i/>
          <w:iCs/>
        </w:rPr>
        <w:t>M</w:t>
      </w:r>
      <w:r w:rsidR="00280FCD" w:rsidRPr="00280FCD">
        <w:rPr>
          <w:bCs/>
          <w:i/>
          <w:iCs/>
          <w:vertAlign w:val="superscript"/>
        </w:rPr>
        <w:t>me</w:t>
      </w:r>
      <w:r w:rsidR="00280FCD">
        <w:rPr>
          <w:bCs/>
          <w:i/>
          <w:iCs/>
        </w:rPr>
        <w:t> </w:t>
      </w:r>
      <w:proofErr w:type="spellStart"/>
      <w:r w:rsidRPr="00B647A6">
        <w:rPr>
          <w:bCs/>
          <w:i/>
          <w:iCs/>
        </w:rPr>
        <w:t>Mertchoutkina</w:t>
      </w:r>
      <w:proofErr w:type="spellEnd"/>
      <w:r w:rsidR="00280FCD">
        <w:rPr>
          <w:bCs/>
          <w:i/>
          <w:iCs/>
        </w:rPr>
        <w:t xml:space="preserve">.) </w:t>
      </w:r>
      <w:r w:rsidRPr="00B647A6">
        <w:t>Que vous faut-il e</w:t>
      </w:r>
      <w:r w:rsidRPr="00B647A6">
        <w:t>n</w:t>
      </w:r>
      <w:r w:rsidRPr="00B647A6">
        <w:t>core</w:t>
      </w:r>
      <w:r w:rsidR="00280FCD">
        <w:t> ?</w:t>
      </w:r>
    </w:p>
    <w:p w14:paraId="4B52374E"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Excellence</w:t>
      </w:r>
      <w:r w:rsidR="00280FCD">
        <w:t xml:space="preserve">, </w:t>
      </w:r>
      <w:r w:rsidRPr="00B647A6">
        <w:t>mon mari ne pourrait-il r</w:t>
      </w:r>
      <w:r w:rsidRPr="00B647A6">
        <w:t>e</w:t>
      </w:r>
      <w:r w:rsidRPr="00B647A6">
        <w:t>prendre son service</w:t>
      </w:r>
      <w:r w:rsidR="00280FCD">
        <w:t> ?</w:t>
      </w:r>
    </w:p>
    <w:p w14:paraId="766E2358" w14:textId="77777777" w:rsidR="00280FCD" w:rsidRDefault="007A4B5B" w:rsidP="00280FCD">
      <w:r w:rsidRPr="00B647A6">
        <w:rPr>
          <w:bCs/>
        </w:rPr>
        <w:t xml:space="preserve">TATIANA </w:t>
      </w:r>
      <w:proofErr w:type="spellStart"/>
      <w:r w:rsidRPr="00B647A6">
        <w:rPr>
          <w:bCs/>
        </w:rPr>
        <w:t>ALEKSÉÏEVNA</w:t>
      </w:r>
      <w:proofErr w:type="spellEnd"/>
      <w:r w:rsidR="00280FCD">
        <w:rPr>
          <w:bCs/>
        </w:rPr>
        <w:t xml:space="preserve">, </w:t>
      </w:r>
      <w:r w:rsidRPr="00B647A6">
        <w:rPr>
          <w:bCs/>
          <w:i/>
          <w:iCs/>
        </w:rPr>
        <w:t>pleurant</w:t>
      </w:r>
      <w:r w:rsidR="00280FCD">
        <w:rPr>
          <w:bCs/>
          <w:i/>
          <w:iCs/>
        </w:rPr>
        <w:t xml:space="preserve">. </w:t>
      </w:r>
      <w:r w:rsidR="00280FCD">
        <w:t xml:space="preserve">– </w:t>
      </w:r>
      <w:r w:rsidRPr="00B647A6">
        <w:t>Il s</w:t>
      </w:r>
      <w:r w:rsidR="00280FCD">
        <w:t>’</w:t>
      </w:r>
      <w:r w:rsidRPr="00B647A6">
        <w:t>est tiré un coup</w:t>
      </w:r>
      <w:r w:rsidR="00280FCD">
        <w:t xml:space="preserve">, </w:t>
      </w:r>
      <w:r w:rsidRPr="00B647A6">
        <w:t>ici</w:t>
      </w:r>
      <w:r w:rsidR="00280FCD">
        <w:t xml:space="preserve">, </w:t>
      </w:r>
      <w:r w:rsidRPr="00B647A6">
        <w:t>en plein cœur</w:t>
      </w:r>
      <w:r w:rsidR="00280FCD">
        <w:t xml:space="preserve">… </w:t>
      </w:r>
      <w:r w:rsidRPr="00B647A6">
        <w:t>Katia</w:t>
      </w:r>
      <w:r w:rsidR="00280FCD">
        <w:t xml:space="preserve">, </w:t>
      </w:r>
      <w:r w:rsidRPr="00B647A6">
        <w:t>la pauvrette</w:t>
      </w:r>
      <w:r w:rsidR="00280FCD">
        <w:t xml:space="preserve">, </w:t>
      </w:r>
      <w:r w:rsidRPr="00B647A6">
        <w:t>perdit connaissance</w:t>
      </w:r>
      <w:r w:rsidR="00280FCD">
        <w:t xml:space="preserve">… </w:t>
      </w:r>
      <w:r w:rsidRPr="00B647A6">
        <w:t>Et lui-même</w:t>
      </w:r>
      <w:r w:rsidR="00280FCD">
        <w:t xml:space="preserve">, </w:t>
      </w:r>
      <w:r w:rsidRPr="00B647A6">
        <w:t>horriblement effrayé</w:t>
      </w:r>
      <w:r w:rsidR="00280FCD">
        <w:t xml:space="preserve">, </w:t>
      </w:r>
      <w:r w:rsidRPr="00B647A6">
        <w:t>était là</w:t>
      </w:r>
      <w:r w:rsidR="00280FCD">
        <w:t xml:space="preserve">, </w:t>
      </w:r>
      <w:r w:rsidRPr="00B647A6">
        <w:t>couché</w:t>
      </w:r>
      <w:r w:rsidR="00280FCD">
        <w:t xml:space="preserve">, </w:t>
      </w:r>
      <w:r w:rsidRPr="00B647A6">
        <w:t>demandant qu</w:t>
      </w:r>
      <w:r w:rsidR="00280FCD">
        <w:t>’</w:t>
      </w:r>
      <w:r w:rsidRPr="00B647A6">
        <w:t>on envoyât chercher un médecin</w:t>
      </w:r>
      <w:r w:rsidR="00280FCD">
        <w:t xml:space="preserve">. </w:t>
      </w:r>
      <w:r w:rsidRPr="00B647A6">
        <w:t>Le docteur a</w:t>
      </w:r>
      <w:r w:rsidRPr="00B647A6">
        <w:t>r</w:t>
      </w:r>
      <w:r w:rsidRPr="00B647A6">
        <w:t>riva vite et</w:t>
      </w:r>
      <w:r w:rsidR="00280FCD">
        <w:t xml:space="preserve">… </w:t>
      </w:r>
      <w:r w:rsidRPr="00B647A6">
        <w:t>sauva le malheureux</w:t>
      </w:r>
      <w:r w:rsidR="00280FCD">
        <w:t>…</w:t>
      </w:r>
    </w:p>
    <w:p w14:paraId="3F9459E8"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Excellence</w:t>
      </w:r>
      <w:r w:rsidR="00280FCD">
        <w:t xml:space="preserve">, </w:t>
      </w:r>
      <w:r w:rsidRPr="00B647A6">
        <w:t>mon mari ne pourrait-il r</w:t>
      </w:r>
      <w:r w:rsidRPr="00B647A6">
        <w:t>e</w:t>
      </w:r>
      <w:r w:rsidRPr="00B647A6">
        <w:t>prendre son service</w:t>
      </w:r>
      <w:r w:rsidR="00280FCD">
        <w:t> ?</w:t>
      </w:r>
    </w:p>
    <w:p w14:paraId="61F2E11C" w14:textId="77777777" w:rsidR="00280FCD" w:rsidRDefault="007A4B5B" w:rsidP="00280FCD">
      <w:proofErr w:type="spellStart"/>
      <w:r w:rsidRPr="00B647A6">
        <w:rPr>
          <w:bCs/>
        </w:rPr>
        <w:lastRenderedPageBreak/>
        <w:t>CHIPOUTCHINE</w:t>
      </w:r>
      <w:proofErr w:type="spellEnd"/>
      <w:r w:rsidR="00280FCD">
        <w:t xml:space="preserve">. – </w:t>
      </w:r>
      <w:r w:rsidRPr="00B647A6">
        <w:t>Non</w:t>
      </w:r>
      <w:r w:rsidR="00280FCD">
        <w:t xml:space="preserve">, </w:t>
      </w:r>
      <w:r w:rsidRPr="00B647A6">
        <w:t>c</w:t>
      </w:r>
      <w:r w:rsidR="00280FCD">
        <w:t>’</w:t>
      </w:r>
      <w:r w:rsidRPr="00B647A6">
        <w:t>en est assez</w:t>
      </w:r>
      <w:r w:rsidR="00280FCD">
        <w:t xml:space="preserve"> ! </w:t>
      </w:r>
      <w:r w:rsidR="00280FCD">
        <w:rPr>
          <w:bCs/>
          <w:i/>
          <w:iCs/>
        </w:rPr>
        <w:t>(</w:t>
      </w:r>
      <w:r w:rsidRPr="00B647A6">
        <w:rPr>
          <w:bCs/>
          <w:i/>
          <w:iCs/>
        </w:rPr>
        <w:t>Prêt à pleurer</w:t>
      </w:r>
      <w:r w:rsidR="00280FCD">
        <w:rPr>
          <w:bCs/>
          <w:i/>
          <w:iCs/>
        </w:rPr>
        <w:t xml:space="preserve">.) </w:t>
      </w:r>
      <w:r w:rsidRPr="00B647A6">
        <w:t>Je ne le supporterai pas</w:t>
      </w:r>
      <w:r w:rsidR="00280FCD">
        <w:t> ! (</w:t>
      </w:r>
      <w:r w:rsidRPr="00B647A6">
        <w:rPr>
          <w:i/>
        </w:rPr>
        <w:t>Il</w:t>
      </w:r>
      <w:r w:rsidRPr="00B647A6">
        <w:t xml:space="preserve"> </w:t>
      </w:r>
      <w:r w:rsidRPr="00B647A6">
        <w:rPr>
          <w:bCs/>
          <w:i/>
          <w:iCs/>
        </w:rPr>
        <w:t xml:space="preserve">tend les deux bras vers </w:t>
      </w:r>
      <w:proofErr w:type="spellStart"/>
      <w:r w:rsidRPr="00B647A6">
        <w:rPr>
          <w:bCs/>
          <w:i/>
          <w:iCs/>
        </w:rPr>
        <w:t>Khirine</w:t>
      </w:r>
      <w:proofErr w:type="spellEnd"/>
      <w:r w:rsidR="00280FCD">
        <w:rPr>
          <w:bCs/>
          <w:i/>
          <w:iCs/>
        </w:rPr>
        <w:t xml:space="preserve">. </w:t>
      </w:r>
      <w:r w:rsidRPr="00B647A6">
        <w:rPr>
          <w:bCs/>
          <w:i/>
          <w:iCs/>
        </w:rPr>
        <w:t>Au d</w:t>
      </w:r>
      <w:r w:rsidRPr="00B647A6">
        <w:rPr>
          <w:bCs/>
          <w:i/>
          <w:iCs/>
        </w:rPr>
        <w:t>é</w:t>
      </w:r>
      <w:r w:rsidRPr="00B647A6">
        <w:rPr>
          <w:bCs/>
          <w:i/>
          <w:iCs/>
        </w:rPr>
        <w:t>sespoir</w:t>
      </w:r>
      <w:r w:rsidR="00280FCD">
        <w:rPr>
          <w:bCs/>
          <w:i/>
          <w:iCs/>
        </w:rPr>
        <w:t xml:space="preserve">.) </w:t>
      </w:r>
      <w:r w:rsidRPr="00B647A6">
        <w:t>Chassez-la</w:t>
      </w:r>
      <w:r w:rsidR="00280FCD">
        <w:t xml:space="preserve"> ! </w:t>
      </w:r>
      <w:r w:rsidRPr="00B647A6">
        <w:t>Chassez-la</w:t>
      </w:r>
      <w:r w:rsidR="00280FCD">
        <w:t xml:space="preserve">, </w:t>
      </w:r>
      <w:r w:rsidRPr="00B647A6">
        <w:t>je vous en supplie</w:t>
      </w:r>
      <w:r w:rsidR="00280FCD">
        <w:t> !</w:t>
      </w:r>
    </w:p>
    <w:p w14:paraId="1006FC0E" w14:textId="77777777" w:rsidR="00280FCD" w:rsidRDefault="007A4B5B" w:rsidP="00280FCD">
      <w:proofErr w:type="spellStart"/>
      <w:r w:rsidRPr="00B647A6">
        <w:rPr>
          <w:bCs/>
        </w:rPr>
        <w:t>KHIRINE</w:t>
      </w:r>
      <w:proofErr w:type="spellEnd"/>
      <w:r w:rsidR="00280FCD">
        <w:rPr>
          <w:bCs/>
        </w:rPr>
        <w:t xml:space="preserve">, </w:t>
      </w:r>
      <w:r w:rsidRPr="00B647A6">
        <w:rPr>
          <w:bCs/>
          <w:i/>
          <w:iCs/>
        </w:rPr>
        <w:t>s</w:t>
      </w:r>
      <w:r w:rsidR="00280FCD">
        <w:rPr>
          <w:bCs/>
          <w:i/>
          <w:iCs/>
        </w:rPr>
        <w:t>’</w:t>
      </w:r>
      <w:r w:rsidRPr="00B647A6">
        <w:rPr>
          <w:bCs/>
          <w:i/>
          <w:iCs/>
        </w:rPr>
        <w:t xml:space="preserve">approchant de Tatiana </w:t>
      </w:r>
      <w:proofErr w:type="spellStart"/>
      <w:r w:rsidRPr="00B647A6">
        <w:rPr>
          <w:bCs/>
          <w:i/>
          <w:iCs/>
        </w:rPr>
        <w:t>Alekséïevna</w:t>
      </w:r>
      <w:proofErr w:type="spellEnd"/>
      <w:r w:rsidR="00280FCD">
        <w:rPr>
          <w:bCs/>
          <w:i/>
          <w:iCs/>
        </w:rPr>
        <w:t xml:space="preserve">. </w:t>
      </w:r>
      <w:r w:rsidR="00280FCD">
        <w:t xml:space="preserve">– </w:t>
      </w:r>
      <w:r w:rsidRPr="00B647A6">
        <w:t>Hors d</w:t>
      </w:r>
      <w:r w:rsidR="00280FCD">
        <w:t>’</w:t>
      </w:r>
      <w:r w:rsidRPr="00B647A6">
        <w:t>ici</w:t>
      </w:r>
      <w:r w:rsidR="00280FCD">
        <w:t> !</w:t>
      </w:r>
    </w:p>
    <w:p w14:paraId="66C7B626" w14:textId="77777777" w:rsidR="00280FCD" w:rsidRDefault="007A4B5B" w:rsidP="00280FCD">
      <w:proofErr w:type="spellStart"/>
      <w:r w:rsidRPr="00B647A6">
        <w:rPr>
          <w:bCs/>
        </w:rPr>
        <w:t>CHIPOUTCHINE</w:t>
      </w:r>
      <w:proofErr w:type="spellEnd"/>
      <w:r w:rsidR="00280FCD">
        <w:t xml:space="preserve">. – </w:t>
      </w:r>
      <w:r w:rsidRPr="00B647A6">
        <w:t>Pas elle</w:t>
      </w:r>
      <w:r w:rsidR="00280FCD">
        <w:t xml:space="preserve"> ! </w:t>
      </w:r>
      <w:r w:rsidRPr="00B647A6">
        <w:t>Celle-ci</w:t>
      </w:r>
      <w:r w:rsidR="00280FCD">
        <w:t xml:space="preserve">… </w:t>
      </w:r>
      <w:r w:rsidRPr="00B647A6">
        <w:t>Voilà</w:t>
      </w:r>
      <w:r w:rsidR="00280FCD">
        <w:t xml:space="preserve">, </w:t>
      </w:r>
      <w:r w:rsidRPr="00B647A6">
        <w:t>celle-ci</w:t>
      </w:r>
      <w:r w:rsidR="00280FCD">
        <w:t xml:space="preserve">, </w:t>
      </w:r>
      <w:r w:rsidRPr="00B647A6">
        <w:t>l</w:t>
      </w:r>
      <w:r w:rsidR="00280FCD">
        <w:t>’</w:t>
      </w:r>
      <w:r w:rsidRPr="00B647A6">
        <w:t>horreur</w:t>
      </w:r>
      <w:r w:rsidR="00280FCD">
        <w:t> ! (</w:t>
      </w:r>
      <w:r w:rsidRPr="00B647A6">
        <w:rPr>
          <w:i/>
        </w:rPr>
        <w:t>Il</w:t>
      </w:r>
      <w:r w:rsidRPr="00B647A6">
        <w:t xml:space="preserve"> </w:t>
      </w:r>
      <w:r w:rsidRPr="00B647A6">
        <w:rPr>
          <w:bCs/>
          <w:i/>
          <w:iCs/>
        </w:rPr>
        <w:t xml:space="preserve">montre </w:t>
      </w:r>
      <w:r w:rsidR="00280FCD">
        <w:rPr>
          <w:bCs/>
          <w:i/>
          <w:iCs/>
        </w:rPr>
        <w:t>M</w:t>
      </w:r>
      <w:r w:rsidR="00280FCD" w:rsidRPr="00280FCD">
        <w:rPr>
          <w:bCs/>
          <w:i/>
          <w:iCs/>
          <w:vertAlign w:val="superscript"/>
        </w:rPr>
        <w:t>me</w:t>
      </w:r>
      <w:r w:rsidR="00280FCD">
        <w:rPr>
          <w:bCs/>
          <w:i/>
          <w:iCs/>
        </w:rPr>
        <w:t> </w:t>
      </w:r>
      <w:proofErr w:type="spellStart"/>
      <w:r w:rsidRPr="00B647A6">
        <w:rPr>
          <w:bCs/>
          <w:i/>
          <w:iCs/>
        </w:rPr>
        <w:t>Mertchoutkina</w:t>
      </w:r>
      <w:proofErr w:type="spellEnd"/>
      <w:r w:rsidR="00280FCD">
        <w:rPr>
          <w:bCs/>
          <w:i/>
          <w:iCs/>
        </w:rPr>
        <w:t xml:space="preserve">.) </w:t>
      </w:r>
      <w:r w:rsidRPr="00B647A6">
        <w:t>Celle-ci</w:t>
      </w:r>
      <w:r w:rsidR="00280FCD">
        <w:t> !</w:t>
      </w:r>
    </w:p>
    <w:p w14:paraId="24E5B49C" w14:textId="77777777" w:rsidR="00280FCD" w:rsidRDefault="007A4B5B" w:rsidP="00280FCD">
      <w:proofErr w:type="spellStart"/>
      <w:r w:rsidRPr="00B647A6">
        <w:rPr>
          <w:bCs/>
        </w:rPr>
        <w:t>KHIRINE</w:t>
      </w:r>
      <w:proofErr w:type="spellEnd"/>
      <w:r w:rsidR="00280FCD">
        <w:rPr>
          <w:bCs/>
        </w:rPr>
        <w:t xml:space="preserve">, </w:t>
      </w:r>
      <w:r w:rsidRPr="00B647A6">
        <w:rPr>
          <w:bCs/>
          <w:i/>
          <w:iCs/>
        </w:rPr>
        <w:t>n</w:t>
      </w:r>
      <w:r w:rsidR="00280FCD">
        <w:rPr>
          <w:bCs/>
          <w:i/>
          <w:iCs/>
        </w:rPr>
        <w:t>’</w:t>
      </w:r>
      <w:r w:rsidRPr="00B647A6">
        <w:rPr>
          <w:bCs/>
          <w:i/>
          <w:iCs/>
        </w:rPr>
        <w:t>ayant pas compris</w:t>
      </w:r>
      <w:r w:rsidR="00280FCD">
        <w:rPr>
          <w:bCs/>
          <w:i/>
          <w:iCs/>
        </w:rPr>
        <w:t xml:space="preserve">, </w:t>
      </w:r>
      <w:r w:rsidRPr="00B647A6">
        <w:rPr>
          <w:bCs/>
          <w:i/>
          <w:iCs/>
        </w:rPr>
        <w:t xml:space="preserve">à Tatiana </w:t>
      </w:r>
      <w:proofErr w:type="spellStart"/>
      <w:r w:rsidRPr="00B647A6">
        <w:rPr>
          <w:bCs/>
          <w:i/>
          <w:iCs/>
        </w:rPr>
        <w:t>Alekséïevna</w:t>
      </w:r>
      <w:proofErr w:type="spellEnd"/>
      <w:r w:rsidR="00280FCD">
        <w:rPr>
          <w:bCs/>
          <w:i/>
          <w:iCs/>
        </w:rPr>
        <w:t xml:space="preserve">. </w:t>
      </w:r>
      <w:r w:rsidR="00280FCD">
        <w:t xml:space="preserve">– </w:t>
      </w:r>
      <w:r w:rsidRPr="00B647A6">
        <w:t>Hors d</w:t>
      </w:r>
      <w:r w:rsidR="00280FCD">
        <w:t>’</w:t>
      </w:r>
      <w:r w:rsidRPr="00B647A6">
        <w:t>ici</w:t>
      </w:r>
      <w:r w:rsidR="00280FCD">
        <w:t xml:space="preserve"> ! </w:t>
      </w:r>
      <w:r w:rsidR="00280FCD">
        <w:rPr>
          <w:bCs/>
          <w:i/>
          <w:iCs/>
        </w:rPr>
        <w:t>(</w:t>
      </w:r>
      <w:r w:rsidRPr="00B647A6">
        <w:rPr>
          <w:bCs/>
          <w:i/>
          <w:iCs/>
        </w:rPr>
        <w:t>Il frappe des pieds</w:t>
      </w:r>
      <w:r w:rsidR="00280FCD">
        <w:rPr>
          <w:bCs/>
          <w:i/>
          <w:iCs/>
        </w:rPr>
        <w:t xml:space="preserve">.) </w:t>
      </w:r>
      <w:r w:rsidRPr="00B647A6">
        <w:t>Sors d</w:t>
      </w:r>
      <w:r w:rsidR="00280FCD">
        <w:t>’</w:t>
      </w:r>
      <w:r w:rsidRPr="00B647A6">
        <w:t>ici</w:t>
      </w:r>
      <w:r w:rsidR="00280FCD">
        <w:t> !</w:t>
      </w:r>
    </w:p>
    <w:p w14:paraId="2D38D1E8" w14:textId="77777777" w:rsidR="00280FCD" w:rsidRDefault="007A4B5B" w:rsidP="00280FCD">
      <w:r w:rsidRPr="00B647A6">
        <w:rPr>
          <w:bCs/>
        </w:rPr>
        <w:t xml:space="preserve">TATIANA </w:t>
      </w:r>
      <w:proofErr w:type="spellStart"/>
      <w:r w:rsidRPr="00B647A6">
        <w:rPr>
          <w:bCs/>
        </w:rPr>
        <w:t>ALEKSÉÏEVNA</w:t>
      </w:r>
      <w:proofErr w:type="spellEnd"/>
      <w:r w:rsidR="00280FCD">
        <w:t xml:space="preserve">. – </w:t>
      </w:r>
      <w:r w:rsidRPr="00B647A6">
        <w:t>Quoi</w:t>
      </w:r>
      <w:r w:rsidR="00280FCD">
        <w:t xml:space="preserve"> ? </w:t>
      </w:r>
      <w:r w:rsidRPr="00B647A6">
        <w:t>Quoi donc</w:t>
      </w:r>
      <w:r w:rsidR="00280FCD">
        <w:t xml:space="preserve"> ? </w:t>
      </w:r>
      <w:r w:rsidRPr="00B647A6">
        <w:t>Vous êtes fou</w:t>
      </w:r>
      <w:r w:rsidR="00280FCD">
        <w:t> ?</w:t>
      </w:r>
    </w:p>
    <w:p w14:paraId="6FF47358" w14:textId="77777777" w:rsidR="00280FCD" w:rsidRDefault="007A4B5B" w:rsidP="00280FCD">
      <w:proofErr w:type="spellStart"/>
      <w:r w:rsidRPr="00B647A6">
        <w:rPr>
          <w:bCs/>
        </w:rPr>
        <w:t>CHIPOUTCHINE</w:t>
      </w:r>
      <w:proofErr w:type="spellEnd"/>
      <w:r w:rsidR="00280FCD">
        <w:t xml:space="preserve">. – </w:t>
      </w:r>
      <w:r w:rsidRPr="00B647A6">
        <w:t>C</w:t>
      </w:r>
      <w:r w:rsidR="00280FCD">
        <w:t>’</w:t>
      </w:r>
      <w:r w:rsidRPr="00B647A6">
        <w:t>est affreux</w:t>
      </w:r>
      <w:r w:rsidR="00280FCD">
        <w:t xml:space="preserve"> ! </w:t>
      </w:r>
      <w:r w:rsidRPr="00B647A6">
        <w:t>C</w:t>
      </w:r>
      <w:r w:rsidR="00280FCD">
        <w:t>’</w:t>
      </w:r>
      <w:r w:rsidRPr="00B647A6">
        <w:t>est un malheur</w:t>
      </w:r>
      <w:r w:rsidR="00280FCD">
        <w:t xml:space="preserve"> ! </w:t>
      </w:r>
      <w:r w:rsidRPr="00B647A6">
        <w:t>Cha</w:t>
      </w:r>
      <w:r w:rsidRPr="00B647A6">
        <w:t>s</w:t>
      </w:r>
      <w:r w:rsidRPr="00B647A6">
        <w:t>sez-la</w:t>
      </w:r>
      <w:r w:rsidR="00280FCD">
        <w:t xml:space="preserve"> ! </w:t>
      </w:r>
      <w:r w:rsidRPr="00B647A6">
        <w:t>Cha</w:t>
      </w:r>
      <w:r w:rsidRPr="00B647A6">
        <w:t>s</w:t>
      </w:r>
      <w:r w:rsidRPr="00B647A6">
        <w:t>sez-la d</w:t>
      </w:r>
      <w:r w:rsidR="00280FCD">
        <w:t>’</w:t>
      </w:r>
      <w:r w:rsidRPr="00B647A6">
        <w:t>ici</w:t>
      </w:r>
      <w:r w:rsidR="00280FCD">
        <w:t> !</w:t>
      </w:r>
    </w:p>
    <w:p w14:paraId="02A62F15" w14:textId="77777777" w:rsidR="00280FCD" w:rsidRDefault="007A4B5B" w:rsidP="00280FCD">
      <w:proofErr w:type="spellStart"/>
      <w:r w:rsidRPr="00B647A6">
        <w:rPr>
          <w:bCs/>
        </w:rPr>
        <w:t>KHIRINE</w:t>
      </w:r>
      <w:proofErr w:type="spellEnd"/>
      <w:r w:rsidR="00280FCD">
        <w:rPr>
          <w:bCs/>
        </w:rPr>
        <w:t xml:space="preserve">, </w:t>
      </w:r>
      <w:r w:rsidRPr="00B647A6">
        <w:rPr>
          <w:bCs/>
          <w:i/>
          <w:iCs/>
        </w:rPr>
        <w:t xml:space="preserve">à Tatiana </w:t>
      </w:r>
      <w:proofErr w:type="spellStart"/>
      <w:r w:rsidRPr="00B647A6">
        <w:rPr>
          <w:bCs/>
          <w:i/>
          <w:iCs/>
        </w:rPr>
        <w:t>Alekséïevna</w:t>
      </w:r>
      <w:proofErr w:type="spellEnd"/>
      <w:r w:rsidR="00280FCD">
        <w:rPr>
          <w:bCs/>
          <w:i/>
          <w:iCs/>
        </w:rPr>
        <w:t xml:space="preserve">. </w:t>
      </w:r>
      <w:r w:rsidR="00280FCD">
        <w:t xml:space="preserve">– </w:t>
      </w:r>
      <w:r w:rsidRPr="00B647A6">
        <w:t>Hors d</w:t>
      </w:r>
      <w:r w:rsidR="00280FCD">
        <w:t>’</w:t>
      </w:r>
      <w:r w:rsidRPr="00B647A6">
        <w:t>ici</w:t>
      </w:r>
      <w:r w:rsidR="00280FCD">
        <w:t xml:space="preserve"> ! </w:t>
      </w:r>
      <w:r w:rsidRPr="00B647A6">
        <w:t>Je vais t</w:t>
      </w:r>
      <w:r w:rsidR="00280FCD">
        <w:t>’</w:t>
      </w:r>
      <w:r w:rsidRPr="00B647A6">
        <w:t>estropier</w:t>
      </w:r>
      <w:r w:rsidR="00280FCD">
        <w:t xml:space="preserve"> ! </w:t>
      </w:r>
      <w:r w:rsidRPr="00B647A6">
        <w:t>Je t</w:t>
      </w:r>
      <w:r w:rsidR="00280FCD">
        <w:t>’</w:t>
      </w:r>
      <w:proofErr w:type="spellStart"/>
      <w:r w:rsidRPr="00B647A6">
        <w:t>escrabouille</w:t>
      </w:r>
      <w:proofErr w:type="spellEnd"/>
      <w:r w:rsidR="00280FCD">
        <w:t xml:space="preserve"> ! </w:t>
      </w:r>
      <w:r w:rsidRPr="00B647A6">
        <w:t>Je vais commettre un crime</w:t>
      </w:r>
      <w:r w:rsidR="00280FCD">
        <w:t> !</w:t>
      </w:r>
    </w:p>
    <w:p w14:paraId="1EDAC922" w14:textId="77777777" w:rsidR="00280FCD" w:rsidRDefault="007A4B5B" w:rsidP="00280FCD">
      <w:r w:rsidRPr="00B647A6">
        <w:rPr>
          <w:bCs/>
        </w:rPr>
        <w:t xml:space="preserve">TATIANA </w:t>
      </w:r>
      <w:proofErr w:type="spellStart"/>
      <w:r w:rsidRPr="00B647A6">
        <w:rPr>
          <w:bCs/>
        </w:rPr>
        <w:t>ALEKSÉÏEVNA</w:t>
      </w:r>
      <w:proofErr w:type="spellEnd"/>
      <w:r w:rsidR="00280FCD">
        <w:rPr>
          <w:bCs/>
        </w:rPr>
        <w:t xml:space="preserve">, </w:t>
      </w:r>
      <w:r w:rsidRPr="00B647A6">
        <w:rPr>
          <w:bCs/>
          <w:i/>
          <w:iCs/>
        </w:rPr>
        <w:t>elle se sauve</w:t>
      </w:r>
      <w:r w:rsidR="00280FCD">
        <w:rPr>
          <w:bCs/>
          <w:i/>
          <w:iCs/>
        </w:rPr>
        <w:t xml:space="preserve"> ; </w:t>
      </w:r>
      <w:proofErr w:type="spellStart"/>
      <w:r w:rsidRPr="00B647A6">
        <w:rPr>
          <w:bCs/>
          <w:i/>
          <w:iCs/>
        </w:rPr>
        <w:t>Khirine</w:t>
      </w:r>
      <w:proofErr w:type="spellEnd"/>
      <w:r w:rsidRPr="00B647A6">
        <w:rPr>
          <w:bCs/>
          <w:i/>
          <w:iCs/>
        </w:rPr>
        <w:t xml:space="preserve"> la suit</w:t>
      </w:r>
      <w:r w:rsidR="00280FCD">
        <w:rPr>
          <w:bCs/>
          <w:i/>
          <w:iCs/>
        </w:rPr>
        <w:t xml:space="preserve">. </w:t>
      </w:r>
      <w:r w:rsidR="00280FCD">
        <w:t xml:space="preserve">– </w:t>
      </w:r>
      <w:r w:rsidRPr="00B647A6">
        <w:t>Co</w:t>
      </w:r>
      <w:r w:rsidRPr="00B647A6">
        <w:t>m</w:t>
      </w:r>
      <w:r w:rsidRPr="00B647A6">
        <w:t>ment osez-vous</w:t>
      </w:r>
      <w:r w:rsidR="00280FCD">
        <w:t xml:space="preserve"> ? </w:t>
      </w:r>
      <w:r w:rsidRPr="00B647A6">
        <w:t>Vous êtes un insolent</w:t>
      </w:r>
      <w:r w:rsidR="00280FCD">
        <w:t xml:space="preserve"> ! </w:t>
      </w:r>
      <w:r w:rsidR="00280FCD">
        <w:rPr>
          <w:bCs/>
          <w:i/>
          <w:iCs/>
        </w:rPr>
        <w:t>(</w:t>
      </w:r>
      <w:r w:rsidRPr="00B647A6">
        <w:rPr>
          <w:bCs/>
          <w:i/>
          <w:iCs/>
        </w:rPr>
        <w:t>Elle crie</w:t>
      </w:r>
      <w:r w:rsidR="00280FCD">
        <w:rPr>
          <w:bCs/>
          <w:i/>
          <w:iCs/>
        </w:rPr>
        <w:t xml:space="preserve">.) </w:t>
      </w:r>
      <w:r w:rsidRPr="00B647A6">
        <w:t>Andreï</w:t>
      </w:r>
      <w:r w:rsidR="00280FCD">
        <w:t xml:space="preserve">, </w:t>
      </w:r>
      <w:r w:rsidRPr="00B647A6">
        <w:t>sauve-moi</w:t>
      </w:r>
      <w:r w:rsidR="00280FCD">
        <w:t xml:space="preserve"> ! </w:t>
      </w:r>
      <w:r w:rsidRPr="00B647A6">
        <w:t>Andreï</w:t>
      </w:r>
      <w:r w:rsidR="00280FCD">
        <w:t> !</w:t>
      </w:r>
    </w:p>
    <w:p w14:paraId="4F507FE4" w14:textId="77777777" w:rsidR="00280FCD" w:rsidRDefault="007A4B5B" w:rsidP="00280FCD">
      <w:pPr>
        <w:ind w:firstLine="0"/>
        <w:jc w:val="center"/>
      </w:pPr>
      <w:r w:rsidRPr="00280FCD">
        <w:rPr>
          <w:bCs/>
          <w:i/>
          <w:iCs/>
        </w:rPr>
        <w:t>Elle hurle</w:t>
      </w:r>
      <w:r w:rsidR="00280FCD" w:rsidRPr="00280FCD">
        <w:rPr>
          <w:bCs/>
          <w:i/>
          <w:iCs/>
        </w:rPr>
        <w:t>.</w:t>
      </w:r>
    </w:p>
    <w:p w14:paraId="696AEC92"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courant après eux</w:t>
      </w:r>
      <w:r w:rsidR="00280FCD">
        <w:rPr>
          <w:bCs/>
          <w:i/>
          <w:iCs/>
        </w:rPr>
        <w:t xml:space="preserve">. </w:t>
      </w:r>
      <w:r w:rsidR="00280FCD">
        <w:t xml:space="preserve">– </w:t>
      </w:r>
      <w:r w:rsidRPr="00B647A6">
        <w:t>Cessez</w:t>
      </w:r>
      <w:r w:rsidR="00280FCD">
        <w:t xml:space="preserve"> ! </w:t>
      </w:r>
      <w:r w:rsidRPr="00B647A6">
        <w:t>Je vous en supplie</w:t>
      </w:r>
      <w:r w:rsidR="00280FCD">
        <w:t xml:space="preserve"> ! </w:t>
      </w:r>
      <w:r w:rsidRPr="00B647A6">
        <w:t>Doucement</w:t>
      </w:r>
      <w:r w:rsidR="00280FCD">
        <w:t xml:space="preserve"> ! </w:t>
      </w:r>
      <w:r w:rsidRPr="00B647A6">
        <w:t>Épargnez-moi</w:t>
      </w:r>
      <w:r w:rsidR="00280FCD">
        <w:t> !</w:t>
      </w:r>
    </w:p>
    <w:p w14:paraId="68216133" w14:textId="77777777" w:rsidR="00280FCD" w:rsidRDefault="007A4B5B" w:rsidP="00280FCD">
      <w:proofErr w:type="spellStart"/>
      <w:r w:rsidRPr="00B647A6">
        <w:rPr>
          <w:bCs/>
        </w:rPr>
        <w:t>KHIRINE</w:t>
      </w:r>
      <w:proofErr w:type="spellEnd"/>
      <w:r w:rsidR="00280FCD">
        <w:rPr>
          <w:bCs/>
        </w:rPr>
        <w:t xml:space="preserve">, </w:t>
      </w:r>
      <w:r w:rsidRPr="00B647A6">
        <w:rPr>
          <w:bCs/>
          <w:i/>
          <w:iCs/>
        </w:rPr>
        <w:t xml:space="preserve">poursuivant </w:t>
      </w:r>
      <w:r w:rsidR="00280FCD">
        <w:rPr>
          <w:bCs/>
          <w:i/>
          <w:iCs/>
        </w:rPr>
        <w:t>M</w:t>
      </w:r>
      <w:r w:rsidR="00280FCD" w:rsidRPr="00280FCD">
        <w:rPr>
          <w:bCs/>
          <w:i/>
          <w:iCs/>
          <w:vertAlign w:val="superscript"/>
        </w:rPr>
        <w:t>me</w:t>
      </w:r>
      <w:r w:rsidR="00280FCD">
        <w:rPr>
          <w:bCs/>
          <w:i/>
          <w:iCs/>
        </w:rPr>
        <w:t> </w:t>
      </w:r>
      <w:proofErr w:type="spellStart"/>
      <w:r w:rsidRPr="00B647A6">
        <w:rPr>
          <w:bCs/>
          <w:i/>
          <w:iCs/>
        </w:rPr>
        <w:t>Mertchoutkina</w:t>
      </w:r>
      <w:proofErr w:type="spellEnd"/>
      <w:r w:rsidR="00280FCD">
        <w:rPr>
          <w:bCs/>
          <w:i/>
          <w:iCs/>
        </w:rPr>
        <w:t xml:space="preserve">. </w:t>
      </w:r>
      <w:r w:rsidR="00280FCD">
        <w:t xml:space="preserve">– </w:t>
      </w:r>
      <w:r w:rsidRPr="00B647A6">
        <w:t>Hors d</w:t>
      </w:r>
      <w:r w:rsidR="00280FCD">
        <w:t>’</w:t>
      </w:r>
      <w:r w:rsidRPr="00B647A6">
        <w:t>ici</w:t>
      </w:r>
      <w:r w:rsidR="00280FCD">
        <w:t xml:space="preserve"> ! </w:t>
      </w:r>
      <w:r w:rsidRPr="00B647A6">
        <w:t>Attr</w:t>
      </w:r>
      <w:r w:rsidRPr="00B647A6">
        <w:t>a</w:t>
      </w:r>
      <w:r w:rsidRPr="00B647A6">
        <w:t>pez-la</w:t>
      </w:r>
      <w:r w:rsidR="00280FCD">
        <w:t xml:space="preserve"> ! </w:t>
      </w:r>
      <w:r w:rsidRPr="00B647A6">
        <w:t>Tapez dessus</w:t>
      </w:r>
      <w:r w:rsidR="00280FCD">
        <w:t xml:space="preserve"> ! </w:t>
      </w:r>
      <w:r w:rsidRPr="00B647A6">
        <w:t>Égorgez-la</w:t>
      </w:r>
      <w:r w:rsidR="00280FCD">
        <w:t> !</w:t>
      </w:r>
    </w:p>
    <w:p w14:paraId="46DB5FBA" w14:textId="77777777" w:rsidR="00280FCD" w:rsidRDefault="007A4B5B" w:rsidP="00280FCD">
      <w:proofErr w:type="spellStart"/>
      <w:r w:rsidRPr="00B647A6">
        <w:rPr>
          <w:bCs/>
        </w:rPr>
        <w:t>CHIPOUTCHINE</w:t>
      </w:r>
      <w:proofErr w:type="spellEnd"/>
      <w:r w:rsidR="00280FCD">
        <w:rPr>
          <w:bCs/>
        </w:rPr>
        <w:t xml:space="preserve">, </w:t>
      </w:r>
      <w:r w:rsidRPr="00B647A6">
        <w:rPr>
          <w:bCs/>
          <w:i/>
          <w:iCs/>
        </w:rPr>
        <w:t>criant</w:t>
      </w:r>
      <w:r w:rsidR="00280FCD">
        <w:rPr>
          <w:bCs/>
          <w:i/>
          <w:iCs/>
        </w:rPr>
        <w:t xml:space="preserve">. </w:t>
      </w:r>
      <w:r w:rsidR="00280FCD">
        <w:t xml:space="preserve">– </w:t>
      </w:r>
      <w:r w:rsidRPr="00B647A6">
        <w:t>Cessez</w:t>
      </w:r>
      <w:r w:rsidR="00280FCD">
        <w:t xml:space="preserve"> ! </w:t>
      </w:r>
      <w:r w:rsidRPr="00B647A6">
        <w:t>Je vous en prie</w:t>
      </w:r>
      <w:r w:rsidR="00280FCD">
        <w:t xml:space="preserve"> ! </w:t>
      </w:r>
      <w:r w:rsidRPr="00B647A6">
        <w:t>Je vous en supplie</w:t>
      </w:r>
      <w:r w:rsidR="00280FCD">
        <w:t> !</w:t>
      </w:r>
    </w:p>
    <w:p w14:paraId="7E0BCAD0" w14:textId="77777777" w:rsidR="00280FCD" w:rsidRDefault="007A4B5B" w:rsidP="00280FCD">
      <w:r w:rsidRPr="00B647A6">
        <w:rPr>
          <w:bCs/>
        </w:rPr>
        <w:lastRenderedPageBreak/>
        <w:t xml:space="preserve">MME </w:t>
      </w:r>
      <w:proofErr w:type="spellStart"/>
      <w:r w:rsidRPr="00B647A6">
        <w:rPr>
          <w:bCs/>
        </w:rPr>
        <w:t>MERTCHOUTKINA</w:t>
      </w:r>
      <w:proofErr w:type="spellEnd"/>
      <w:r w:rsidR="00280FCD">
        <w:t xml:space="preserve">. – </w:t>
      </w:r>
      <w:r w:rsidRPr="00B647A6">
        <w:t>Saints du paradis</w:t>
      </w:r>
      <w:r w:rsidR="00280FCD">
        <w:t xml:space="preserve"> ! </w:t>
      </w:r>
      <w:r w:rsidRPr="00B647A6">
        <w:t>saints du par</w:t>
      </w:r>
      <w:r w:rsidRPr="00B647A6">
        <w:t>a</w:t>
      </w:r>
      <w:r w:rsidRPr="00B647A6">
        <w:t>dis</w:t>
      </w:r>
      <w:r w:rsidR="00280FCD">
        <w:t xml:space="preserve"> !… </w:t>
      </w:r>
      <w:r w:rsidR="00280FCD">
        <w:rPr>
          <w:bCs/>
          <w:i/>
          <w:iCs/>
        </w:rPr>
        <w:t>(</w:t>
      </w:r>
      <w:r w:rsidRPr="00B647A6">
        <w:rPr>
          <w:bCs/>
          <w:i/>
          <w:iCs/>
        </w:rPr>
        <w:t>Elle hurle</w:t>
      </w:r>
      <w:r w:rsidR="00280FCD">
        <w:rPr>
          <w:bCs/>
          <w:i/>
          <w:iCs/>
        </w:rPr>
        <w:t xml:space="preserve">.) </w:t>
      </w:r>
      <w:r w:rsidRPr="00B647A6">
        <w:t>Tous les saints</w:t>
      </w:r>
      <w:r w:rsidR="00280FCD">
        <w:t> !…</w:t>
      </w:r>
    </w:p>
    <w:p w14:paraId="6743C93F" w14:textId="77777777" w:rsidR="00280FCD" w:rsidRDefault="007A4B5B" w:rsidP="00280FCD">
      <w:r w:rsidRPr="00B647A6">
        <w:rPr>
          <w:bCs/>
        </w:rPr>
        <w:t xml:space="preserve">TATIANA </w:t>
      </w:r>
      <w:proofErr w:type="spellStart"/>
      <w:r w:rsidRPr="00B647A6">
        <w:rPr>
          <w:bCs/>
        </w:rPr>
        <w:t>ALEKSÉÏEVNA</w:t>
      </w:r>
      <w:proofErr w:type="spellEnd"/>
      <w:r w:rsidR="00280FCD">
        <w:rPr>
          <w:bCs/>
        </w:rPr>
        <w:t xml:space="preserve">, </w:t>
      </w:r>
      <w:r w:rsidRPr="00B647A6">
        <w:rPr>
          <w:bCs/>
          <w:i/>
          <w:iCs/>
        </w:rPr>
        <w:t>criant</w:t>
      </w:r>
      <w:r w:rsidR="00280FCD">
        <w:rPr>
          <w:bCs/>
          <w:i/>
          <w:iCs/>
        </w:rPr>
        <w:t xml:space="preserve">. </w:t>
      </w:r>
      <w:r w:rsidR="00280FCD">
        <w:t xml:space="preserve">– </w:t>
      </w:r>
      <w:r w:rsidRPr="00B647A6">
        <w:t>Sauvez-moi</w:t>
      </w:r>
      <w:r w:rsidR="00280FCD">
        <w:t xml:space="preserve"> ! </w:t>
      </w:r>
      <w:r w:rsidRPr="00B647A6">
        <w:t>Sauvez-moi</w:t>
      </w:r>
      <w:r w:rsidR="00280FCD">
        <w:t xml:space="preserve"> !… </w:t>
      </w:r>
      <w:r w:rsidRPr="00B647A6">
        <w:t>Ah</w:t>
      </w:r>
      <w:r w:rsidR="00280FCD">
        <w:t xml:space="preserve"> ! </w:t>
      </w:r>
      <w:r w:rsidRPr="00B647A6">
        <w:t>ah</w:t>
      </w:r>
      <w:r w:rsidR="00280FCD">
        <w:t xml:space="preserve"> ! </w:t>
      </w:r>
      <w:r w:rsidRPr="00B647A6">
        <w:t>Je me sens mal</w:t>
      </w:r>
      <w:r w:rsidR="00280FCD">
        <w:t xml:space="preserve"> ! </w:t>
      </w:r>
      <w:r w:rsidRPr="00B647A6">
        <w:t>Je me trouve mal</w:t>
      </w:r>
      <w:r w:rsidR="00280FCD">
        <w:t> !</w:t>
      </w:r>
    </w:p>
    <w:p w14:paraId="58CFB940" w14:textId="77777777" w:rsidR="00280FCD" w:rsidRDefault="007A4B5B" w:rsidP="00280FCD">
      <w:r w:rsidRPr="00B647A6">
        <w:rPr>
          <w:bCs/>
          <w:i/>
          <w:iCs/>
        </w:rPr>
        <w:t>Elle saute sur une chaise</w:t>
      </w:r>
      <w:r w:rsidR="00280FCD">
        <w:rPr>
          <w:bCs/>
          <w:i/>
          <w:iCs/>
        </w:rPr>
        <w:t xml:space="preserve">, </w:t>
      </w:r>
      <w:r w:rsidRPr="00B647A6">
        <w:rPr>
          <w:bCs/>
          <w:i/>
          <w:iCs/>
        </w:rPr>
        <w:t>puis tombe sur le divan et gémit</w:t>
      </w:r>
      <w:r w:rsidR="00280FCD">
        <w:rPr>
          <w:bCs/>
          <w:i/>
          <w:iCs/>
        </w:rPr>
        <w:t xml:space="preserve">, </w:t>
      </w:r>
      <w:r w:rsidRPr="00B647A6">
        <w:rPr>
          <w:bCs/>
          <w:i/>
          <w:iCs/>
        </w:rPr>
        <w:t>comme évanouie</w:t>
      </w:r>
      <w:r w:rsidR="00280FCD">
        <w:rPr>
          <w:bCs/>
          <w:i/>
          <w:iCs/>
        </w:rPr>
        <w:t>.</w:t>
      </w:r>
    </w:p>
    <w:p w14:paraId="63D8BB77" w14:textId="77777777" w:rsidR="00280FCD" w:rsidRDefault="007A4B5B" w:rsidP="00280FCD">
      <w:proofErr w:type="spellStart"/>
      <w:r w:rsidRPr="00B647A6">
        <w:rPr>
          <w:bCs/>
        </w:rPr>
        <w:t>KHIRINE</w:t>
      </w:r>
      <w:proofErr w:type="spellEnd"/>
      <w:r w:rsidR="00280FCD">
        <w:rPr>
          <w:bCs/>
        </w:rPr>
        <w:t xml:space="preserve">, </w:t>
      </w:r>
      <w:r w:rsidRPr="00B647A6">
        <w:rPr>
          <w:bCs/>
          <w:i/>
          <w:iCs/>
        </w:rPr>
        <w:t xml:space="preserve">poursuivant </w:t>
      </w:r>
      <w:r w:rsidR="00280FCD">
        <w:rPr>
          <w:bCs/>
          <w:i/>
          <w:iCs/>
        </w:rPr>
        <w:t>M</w:t>
      </w:r>
      <w:r w:rsidR="00280FCD" w:rsidRPr="00280FCD">
        <w:rPr>
          <w:bCs/>
          <w:i/>
          <w:iCs/>
          <w:vertAlign w:val="superscript"/>
        </w:rPr>
        <w:t>me</w:t>
      </w:r>
      <w:r w:rsidR="00280FCD">
        <w:rPr>
          <w:bCs/>
          <w:i/>
          <w:iCs/>
        </w:rPr>
        <w:t> </w:t>
      </w:r>
      <w:proofErr w:type="spellStart"/>
      <w:r w:rsidRPr="00B647A6">
        <w:rPr>
          <w:bCs/>
          <w:i/>
          <w:iCs/>
        </w:rPr>
        <w:t>Mertchoutkina</w:t>
      </w:r>
      <w:proofErr w:type="spellEnd"/>
      <w:r w:rsidR="00280FCD">
        <w:rPr>
          <w:bCs/>
          <w:i/>
          <w:iCs/>
        </w:rPr>
        <w:t xml:space="preserve">. </w:t>
      </w:r>
      <w:r w:rsidR="00280FCD">
        <w:t xml:space="preserve">– </w:t>
      </w:r>
      <w:r w:rsidRPr="00B647A6">
        <w:t>Frappez-la</w:t>
      </w:r>
      <w:r w:rsidR="00280FCD">
        <w:t xml:space="preserve"> ! </w:t>
      </w:r>
      <w:r w:rsidRPr="00B647A6">
        <w:t>Assommez-la</w:t>
      </w:r>
      <w:r w:rsidR="00280FCD">
        <w:t xml:space="preserve"> ! </w:t>
      </w:r>
      <w:r w:rsidRPr="00B647A6">
        <w:t>Égorgez-la</w:t>
      </w:r>
      <w:r w:rsidR="00280FCD">
        <w:t> !</w:t>
      </w:r>
    </w:p>
    <w:p w14:paraId="742E933F" w14:textId="77777777" w:rsidR="00280FCD" w:rsidRDefault="007A4B5B" w:rsidP="00280FCD">
      <w:r w:rsidRPr="00B647A6">
        <w:rPr>
          <w:bCs/>
        </w:rPr>
        <w:t xml:space="preserve">MME </w:t>
      </w:r>
      <w:proofErr w:type="spellStart"/>
      <w:r w:rsidRPr="00B647A6">
        <w:rPr>
          <w:bCs/>
        </w:rPr>
        <w:t>MERTCHOUTKINA</w:t>
      </w:r>
      <w:proofErr w:type="spellEnd"/>
      <w:r w:rsidR="00280FCD">
        <w:t xml:space="preserve">. – </w:t>
      </w:r>
      <w:r w:rsidRPr="00B647A6">
        <w:t>Ah</w:t>
      </w:r>
      <w:r w:rsidR="00280FCD">
        <w:t xml:space="preserve"> ! </w:t>
      </w:r>
      <w:r w:rsidRPr="00B647A6">
        <w:t>ah</w:t>
      </w:r>
      <w:r w:rsidR="00280FCD">
        <w:t xml:space="preserve"> !… </w:t>
      </w:r>
      <w:r w:rsidRPr="00B647A6">
        <w:t>Saints du paradis</w:t>
      </w:r>
      <w:r w:rsidR="00280FCD">
        <w:t xml:space="preserve">, </w:t>
      </w:r>
      <w:r w:rsidRPr="00B647A6">
        <w:t>je n</w:t>
      </w:r>
      <w:r w:rsidR="00280FCD">
        <w:t>’</w:t>
      </w:r>
      <w:r w:rsidRPr="00B647A6">
        <w:t>y vois plus</w:t>
      </w:r>
      <w:r w:rsidR="00280FCD">
        <w:t xml:space="preserve"> ! </w:t>
      </w:r>
      <w:r w:rsidRPr="00B647A6">
        <w:t>Ah</w:t>
      </w:r>
      <w:r w:rsidR="00280FCD">
        <w:t> !</w:t>
      </w:r>
    </w:p>
    <w:p w14:paraId="0B418848" w14:textId="77777777" w:rsidR="00280FCD" w:rsidRDefault="007A4B5B" w:rsidP="00280FCD">
      <w:r w:rsidRPr="00B647A6">
        <w:rPr>
          <w:bCs/>
          <w:i/>
          <w:iCs/>
        </w:rPr>
        <w:t xml:space="preserve">Elle tombe sans connaissance dans les bras de </w:t>
      </w:r>
      <w:proofErr w:type="spellStart"/>
      <w:r w:rsidRPr="00B647A6">
        <w:rPr>
          <w:bCs/>
          <w:i/>
          <w:iCs/>
        </w:rPr>
        <w:t>Chipou</w:t>
      </w:r>
      <w:r w:rsidRPr="00B647A6">
        <w:rPr>
          <w:bCs/>
          <w:i/>
          <w:iCs/>
        </w:rPr>
        <w:t>t</w:t>
      </w:r>
      <w:r w:rsidRPr="00B647A6">
        <w:rPr>
          <w:bCs/>
          <w:i/>
          <w:iCs/>
        </w:rPr>
        <w:t>chine</w:t>
      </w:r>
      <w:proofErr w:type="spellEnd"/>
      <w:r w:rsidR="00280FCD">
        <w:rPr>
          <w:bCs/>
          <w:i/>
          <w:iCs/>
        </w:rPr>
        <w:t xml:space="preserve">. </w:t>
      </w:r>
      <w:r w:rsidRPr="00B647A6">
        <w:rPr>
          <w:bCs/>
          <w:i/>
          <w:iCs/>
        </w:rPr>
        <w:t>On frappe à la porte et une voix au loin</w:t>
      </w:r>
      <w:r w:rsidR="00280FCD">
        <w:rPr>
          <w:bCs/>
          <w:i/>
          <w:iCs/>
        </w:rPr>
        <w:t xml:space="preserve">, </w:t>
      </w:r>
      <w:r w:rsidRPr="00B647A6">
        <w:rPr>
          <w:bCs/>
          <w:i/>
          <w:iCs/>
        </w:rPr>
        <w:t>dans la coulisse</w:t>
      </w:r>
      <w:r w:rsidR="00280FCD">
        <w:rPr>
          <w:bCs/>
          <w:i/>
          <w:iCs/>
        </w:rPr>
        <w:t xml:space="preserve">, </w:t>
      </w:r>
      <w:r w:rsidRPr="00B647A6">
        <w:rPr>
          <w:bCs/>
          <w:i/>
          <w:iCs/>
        </w:rPr>
        <w:t>a</w:t>
      </w:r>
      <w:r w:rsidRPr="00B647A6">
        <w:rPr>
          <w:bCs/>
          <w:i/>
          <w:iCs/>
        </w:rPr>
        <w:t>n</w:t>
      </w:r>
      <w:r w:rsidRPr="00B647A6">
        <w:rPr>
          <w:bCs/>
          <w:i/>
          <w:iCs/>
        </w:rPr>
        <w:t>nonce</w:t>
      </w:r>
      <w:r w:rsidR="00280FCD">
        <w:rPr>
          <w:bCs/>
          <w:i/>
          <w:iCs/>
        </w:rPr>
        <w:t xml:space="preserve"> : </w:t>
      </w:r>
      <w:r w:rsidRPr="00B647A6">
        <w:rPr>
          <w:bCs/>
        </w:rPr>
        <w:t>La délégation</w:t>
      </w:r>
      <w:r w:rsidR="00280FCD">
        <w:rPr>
          <w:bCs/>
        </w:rPr>
        <w:t> !</w:t>
      </w:r>
    </w:p>
    <w:p w14:paraId="1EFD6AB1" w14:textId="77777777" w:rsidR="00280FCD" w:rsidRDefault="007A4B5B" w:rsidP="00280FCD">
      <w:proofErr w:type="spellStart"/>
      <w:r w:rsidRPr="00B647A6">
        <w:rPr>
          <w:bCs/>
        </w:rPr>
        <w:t>CHIPOUTCHINE</w:t>
      </w:r>
      <w:proofErr w:type="spellEnd"/>
      <w:r w:rsidR="00280FCD">
        <w:t xml:space="preserve">. – </w:t>
      </w:r>
      <w:r w:rsidRPr="00B647A6">
        <w:t>Délégation</w:t>
      </w:r>
      <w:r w:rsidR="00280FCD">
        <w:t xml:space="preserve">… </w:t>
      </w:r>
      <w:r w:rsidRPr="00B647A6">
        <w:t>réputation</w:t>
      </w:r>
      <w:r w:rsidR="00280FCD">
        <w:t xml:space="preserve">… </w:t>
      </w:r>
      <w:r w:rsidRPr="00B647A6">
        <w:t>occup</w:t>
      </w:r>
      <w:r w:rsidRPr="00B647A6">
        <w:t>a</w:t>
      </w:r>
      <w:r w:rsidRPr="00B647A6">
        <w:t>tion</w:t>
      </w:r>
      <w:r w:rsidR="00280FCD">
        <w:t>…</w:t>
      </w:r>
    </w:p>
    <w:p w14:paraId="4CDB55CF" w14:textId="77777777" w:rsidR="00280FCD" w:rsidRDefault="007A4B5B" w:rsidP="00280FCD">
      <w:proofErr w:type="spellStart"/>
      <w:r w:rsidRPr="00B647A6">
        <w:rPr>
          <w:bCs/>
        </w:rPr>
        <w:t>KHIRINE</w:t>
      </w:r>
      <w:proofErr w:type="spellEnd"/>
      <w:r w:rsidR="00280FCD">
        <w:rPr>
          <w:bCs/>
        </w:rPr>
        <w:t xml:space="preserve">, </w:t>
      </w:r>
      <w:r w:rsidRPr="00B647A6">
        <w:rPr>
          <w:bCs/>
          <w:i/>
          <w:iCs/>
        </w:rPr>
        <w:t>trépignant</w:t>
      </w:r>
      <w:r w:rsidR="00280FCD">
        <w:rPr>
          <w:bCs/>
          <w:i/>
          <w:iCs/>
        </w:rPr>
        <w:t xml:space="preserve">. </w:t>
      </w:r>
      <w:r w:rsidR="00280FCD">
        <w:t xml:space="preserve">– </w:t>
      </w:r>
      <w:r w:rsidRPr="00B647A6">
        <w:t>Hors d</w:t>
      </w:r>
      <w:r w:rsidR="00280FCD">
        <w:t>’</w:t>
      </w:r>
      <w:r w:rsidRPr="00B647A6">
        <w:t>ici</w:t>
      </w:r>
      <w:r w:rsidR="00280FCD">
        <w:t xml:space="preserve"> ! </w:t>
      </w:r>
      <w:r w:rsidRPr="00B647A6">
        <w:t>que le diable m</w:t>
      </w:r>
      <w:r w:rsidR="00280FCD">
        <w:t>’</w:t>
      </w:r>
      <w:r w:rsidRPr="00B647A6">
        <w:t>emporte</w:t>
      </w:r>
      <w:r w:rsidR="00280FCD">
        <w:t> ! (</w:t>
      </w:r>
      <w:r w:rsidRPr="00B647A6">
        <w:rPr>
          <w:i/>
        </w:rPr>
        <w:t>Il</w:t>
      </w:r>
      <w:r w:rsidRPr="00B647A6">
        <w:t xml:space="preserve"> </w:t>
      </w:r>
      <w:r w:rsidRPr="00B647A6">
        <w:rPr>
          <w:bCs/>
          <w:i/>
          <w:iCs/>
        </w:rPr>
        <w:t>relève ses manches</w:t>
      </w:r>
      <w:r w:rsidR="00280FCD">
        <w:rPr>
          <w:bCs/>
          <w:i/>
          <w:iCs/>
        </w:rPr>
        <w:t xml:space="preserve">.) </w:t>
      </w:r>
      <w:r w:rsidRPr="00B647A6">
        <w:t>Donnez-la-moi</w:t>
      </w:r>
      <w:r w:rsidR="00280FCD">
        <w:t xml:space="preserve"> ! </w:t>
      </w:r>
      <w:r w:rsidRPr="00B647A6">
        <w:t>Je vais commettre un crime</w:t>
      </w:r>
      <w:r w:rsidR="00280FCD">
        <w:t> !</w:t>
      </w:r>
    </w:p>
    <w:p w14:paraId="30147A07" w14:textId="77777777" w:rsidR="00280FCD" w:rsidRDefault="007A4B5B" w:rsidP="00280FCD">
      <w:pPr>
        <w:ind w:firstLine="0"/>
        <w:jc w:val="center"/>
      </w:pPr>
      <w:r w:rsidRPr="00280FCD">
        <w:rPr>
          <w:bCs/>
          <w:i/>
          <w:iCs/>
        </w:rPr>
        <w:t>La délégation entre</w:t>
      </w:r>
      <w:r w:rsidR="00280FCD" w:rsidRPr="00280FCD">
        <w:rPr>
          <w:bCs/>
          <w:i/>
          <w:iCs/>
        </w:rPr>
        <w:t xml:space="preserve"> ; </w:t>
      </w:r>
      <w:r w:rsidRPr="00280FCD">
        <w:rPr>
          <w:bCs/>
          <w:i/>
          <w:iCs/>
        </w:rPr>
        <w:t>cinq messieurs en habit</w:t>
      </w:r>
      <w:r w:rsidR="00280FCD" w:rsidRPr="00280FCD">
        <w:rPr>
          <w:bCs/>
          <w:i/>
          <w:iCs/>
        </w:rPr>
        <w:t xml:space="preserve">. </w:t>
      </w:r>
      <w:r w:rsidRPr="00280FCD">
        <w:rPr>
          <w:bCs/>
          <w:i/>
          <w:iCs/>
        </w:rPr>
        <w:t>L</w:t>
      </w:r>
      <w:r w:rsidR="00280FCD" w:rsidRPr="00280FCD">
        <w:rPr>
          <w:bCs/>
          <w:i/>
          <w:iCs/>
        </w:rPr>
        <w:t>’</w:t>
      </w:r>
      <w:r w:rsidRPr="00280FCD">
        <w:rPr>
          <w:bCs/>
          <w:i/>
          <w:iCs/>
        </w:rPr>
        <w:t>un d</w:t>
      </w:r>
      <w:r w:rsidR="00280FCD" w:rsidRPr="00280FCD">
        <w:rPr>
          <w:bCs/>
          <w:i/>
          <w:iCs/>
        </w:rPr>
        <w:t>’</w:t>
      </w:r>
      <w:r w:rsidRPr="00280FCD">
        <w:rPr>
          <w:bCs/>
          <w:i/>
          <w:iCs/>
        </w:rPr>
        <w:t>eux tient l</w:t>
      </w:r>
      <w:r w:rsidR="00280FCD" w:rsidRPr="00280FCD">
        <w:rPr>
          <w:bCs/>
          <w:i/>
          <w:iCs/>
        </w:rPr>
        <w:t>’</w:t>
      </w:r>
      <w:r w:rsidRPr="00280FCD">
        <w:rPr>
          <w:bCs/>
          <w:i/>
          <w:iCs/>
        </w:rPr>
        <w:t>adresse reliée en velours</w:t>
      </w:r>
      <w:r w:rsidR="00280FCD" w:rsidRPr="00280FCD">
        <w:rPr>
          <w:bCs/>
          <w:i/>
          <w:iCs/>
        </w:rPr>
        <w:t xml:space="preserve"> ; </w:t>
      </w:r>
      <w:r w:rsidRPr="00280FCD">
        <w:rPr>
          <w:bCs/>
          <w:i/>
          <w:iCs/>
        </w:rPr>
        <w:t>un autre tient la coupe</w:t>
      </w:r>
      <w:r w:rsidR="00280FCD" w:rsidRPr="00280FCD">
        <w:rPr>
          <w:bCs/>
          <w:i/>
          <w:iCs/>
        </w:rPr>
        <w:t xml:space="preserve">. </w:t>
      </w:r>
      <w:r w:rsidRPr="00280FCD">
        <w:rPr>
          <w:bCs/>
          <w:i/>
          <w:iCs/>
        </w:rPr>
        <w:t>Le perso</w:t>
      </w:r>
      <w:r w:rsidRPr="00280FCD">
        <w:rPr>
          <w:bCs/>
          <w:i/>
          <w:iCs/>
        </w:rPr>
        <w:t>n</w:t>
      </w:r>
      <w:r w:rsidRPr="00280FCD">
        <w:rPr>
          <w:bCs/>
          <w:i/>
          <w:iCs/>
        </w:rPr>
        <w:t>nel de la banque regarde par la porte des bureaux</w:t>
      </w:r>
      <w:r w:rsidR="00280FCD" w:rsidRPr="00280FCD">
        <w:rPr>
          <w:bCs/>
          <w:i/>
          <w:iCs/>
        </w:rPr>
        <w:t xml:space="preserve">. </w:t>
      </w:r>
      <w:r w:rsidRPr="00280FCD">
        <w:rPr>
          <w:bCs/>
          <w:i/>
          <w:iCs/>
        </w:rPr>
        <w:t xml:space="preserve">Tatiana </w:t>
      </w:r>
      <w:proofErr w:type="spellStart"/>
      <w:r w:rsidRPr="00280FCD">
        <w:rPr>
          <w:bCs/>
          <w:i/>
          <w:iCs/>
        </w:rPr>
        <w:t>Alekséïevna</w:t>
      </w:r>
      <w:proofErr w:type="spellEnd"/>
      <w:r w:rsidRPr="00280FCD">
        <w:rPr>
          <w:bCs/>
          <w:i/>
          <w:iCs/>
        </w:rPr>
        <w:t xml:space="preserve"> est sur le divan</w:t>
      </w:r>
      <w:r w:rsidR="00280FCD" w:rsidRPr="00280FCD">
        <w:rPr>
          <w:bCs/>
          <w:i/>
          <w:iCs/>
        </w:rPr>
        <w:t> ; M</w:t>
      </w:r>
      <w:r w:rsidR="00280FCD" w:rsidRPr="00280FCD">
        <w:rPr>
          <w:bCs/>
          <w:i/>
          <w:iCs/>
          <w:vertAlign w:val="superscript"/>
        </w:rPr>
        <w:t>me</w:t>
      </w:r>
      <w:r w:rsidR="00280FCD" w:rsidRPr="00280FCD">
        <w:rPr>
          <w:bCs/>
          <w:i/>
          <w:iCs/>
        </w:rPr>
        <w:t> </w:t>
      </w:r>
      <w:proofErr w:type="spellStart"/>
      <w:r w:rsidRPr="00280FCD">
        <w:rPr>
          <w:bCs/>
          <w:i/>
          <w:iCs/>
        </w:rPr>
        <w:t>Mertchoutkina</w:t>
      </w:r>
      <w:proofErr w:type="spellEnd"/>
      <w:r w:rsidRPr="00280FCD">
        <w:rPr>
          <w:bCs/>
          <w:i/>
          <w:iCs/>
        </w:rPr>
        <w:t xml:space="preserve"> dans les bras de </w:t>
      </w:r>
      <w:proofErr w:type="spellStart"/>
      <w:r w:rsidRPr="00280FCD">
        <w:rPr>
          <w:bCs/>
          <w:i/>
          <w:iCs/>
        </w:rPr>
        <w:t>Chipoutchine</w:t>
      </w:r>
      <w:proofErr w:type="spellEnd"/>
      <w:r w:rsidR="00280FCD" w:rsidRPr="00280FCD">
        <w:rPr>
          <w:bCs/>
          <w:i/>
          <w:iCs/>
        </w:rPr>
        <w:t xml:space="preserve"> ; </w:t>
      </w:r>
      <w:r w:rsidRPr="00280FCD">
        <w:rPr>
          <w:bCs/>
          <w:i/>
          <w:iCs/>
        </w:rPr>
        <w:t>elles gémissent toutes les deux</w:t>
      </w:r>
      <w:r w:rsidR="00280FCD" w:rsidRPr="00280FCD">
        <w:rPr>
          <w:bCs/>
          <w:i/>
          <w:iCs/>
        </w:rPr>
        <w:t>.</w:t>
      </w:r>
    </w:p>
    <w:p w14:paraId="6172304B" w14:textId="77777777" w:rsidR="00280FCD" w:rsidRDefault="007A4B5B" w:rsidP="00280FCD">
      <w:r w:rsidRPr="00B647A6">
        <w:rPr>
          <w:bCs/>
        </w:rPr>
        <w:t>UN DES MEMBRES DU CONSEIL</w:t>
      </w:r>
      <w:r w:rsidR="00280FCD">
        <w:rPr>
          <w:bCs/>
        </w:rPr>
        <w:t xml:space="preserve">, </w:t>
      </w:r>
      <w:r w:rsidRPr="00B647A6">
        <w:rPr>
          <w:bCs/>
          <w:i/>
          <w:iCs/>
        </w:rPr>
        <w:t>lisant d</w:t>
      </w:r>
      <w:r w:rsidR="00280FCD">
        <w:rPr>
          <w:bCs/>
          <w:i/>
          <w:iCs/>
        </w:rPr>
        <w:t>’</w:t>
      </w:r>
      <w:r w:rsidRPr="00B647A6">
        <w:rPr>
          <w:bCs/>
          <w:i/>
          <w:iCs/>
        </w:rPr>
        <w:t>une voix forte</w:t>
      </w:r>
      <w:r w:rsidR="00280FCD">
        <w:rPr>
          <w:bCs/>
          <w:i/>
          <w:iCs/>
        </w:rPr>
        <w:t xml:space="preserve">. </w:t>
      </w:r>
      <w:r w:rsidR="00280FCD">
        <w:t xml:space="preserve">– </w:t>
      </w:r>
      <w:r w:rsidRPr="00B647A6">
        <w:t xml:space="preserve">Très estimé et cher Andreï </w:t>
      </w:r>
      <w:proofErr w:type="spellStart"/>
      <w:r w:rsidRPr="00B647A6">
        <w:t>Andréïevitch</w:t>
      </w:r>
      <w:proofErr w:type="spellEnd"/>
      <w:r w:rsidR="00280FCD">
        <w:t xml:space="preserve"> ! </w:t>
      </w:r>
      <w:r w:rsidRPr="00B647A6">
        <w:t>En jetant un regard rétrospectif sur le passé de notre entreprise financière</w:t>
      </w:r>
      <w:r w:rsidR="00280FCD">
        <w:t xml:space="preserve">, </w:t>
      </w:r>
      <w:r w:rsidRPr="00B647A6">
        <w:t>et en parco</w:t>
      </w:r>
      <w:r w:rsidRPr="00B647A6">
        <w:t>u</w:t>
      </w:r>
      <w:r w:rsidRPr="00B647A6">
        <w:t>rant de l</w:t>
      </w:r>
      <w:r w:rsidR="00280FCD">
        <w:t>’</w:t>
      </w:r>
      <w:r w:rsidRPr="00B647A6">
        <w:t>œil de l</w:t>
      </w:r>
      <w:r w:rsidR="00280FCD">
        <w:t>’</w:t>
      </w:r>
      <w:r w:rsidRPr="00B647A6">
        <w:t>esprit l</w:t>
      </w:r>
      <w:r w:rsidR="00280FCD">
        <w:t>’</w:t>
      </w:r>
      <w:r w:rsidRPr="00B647A6">
        <w:t>histoire de ses développements successifs</w:t>
      </w:r>
      <w:r w:rsidR="00280FCD">
        <w:t xml:space="preserve">, </w:t>
      </w:r>
      <w:r w:rsidRPr="00B647A6">
        <w:t xml:space="preserve">nous obtenons une impression au plus </w:t>
      </w:r>
      <w:r w:rsidRPr="00B647A6">
        <w:lastRenderedPageBreak/>
        <w:t>haut point f</w:t>
      </w:r>
      <w:r w:rsidRPr="00B647A6">
        <w:t>a</w:t>
      </w:r>
      <w:r w:rsidRPr="00B647A6">
        <w:t>vorable</w:t>
      </w:r>
      <w:r w:rsidR="00280FCD">
        <w:t xml:space="preserve">. </w:t>
      </w:r>
      <w:r w:rsidRPr="00B647A6">
        <w:t>Les premiers temps de son existence</w:t>
      </w:r>
      <w:r w:rsidR="00280FCD">
        <w:t xml:space="preserve">, </w:t>
      </w:r>
      <w:r w:rsidRPr="00B647A6">
        <w:t>il est vrai</w:t>
      </w:r>
      <w:r w:rsidR="00280FCD">
        <w:t xml:space="preserve">, </w:t>
      </w:r>
      <w:r w:rsidRPr="00B647A6">
        <w:t>la m</w:t>
      </w:r>
      <w:r w:rsidRPr="00B647A6">
        <w:t>o</w:t>
      </w:r>
      <w:r w:rsidRPr="00B647A6">
        <w:t>dicité du cap</w:t>
      </w:r>
      <w:r w:rsidRPr="00B647A6">
        <w:t>i</w:t>
      </w:r>
      <w:r w:rsidRPr="00B647A6">
        <w:t>tal de fondation</w:t>
      </w:r>
      <w:r w:rsidR="00280FCD">
        <w:t xml:space="preserve">, </w:t>
      </w:r>
      <w:r w:rsidRPr="00B647A6">
        <w:t>l</w:t>
      </w:r>
      <w:r w:rsidR="00280FCD">
        <w:t>’</w:t>
      </w:r>
      <w:r w:rsidRPr="00B647A6">
        <w:t>absence de grandes opérations et l</w:t>
      </w:r>
      <w:r w:rsidR="00280FCD">
        <w:t>’</w:t>
      </w:r>
      <w:r w:rsidRPr="00B647A6">
        <w:t>imprécision du but à atteindre posaient exactement devant nous la question de Hamlet</w:t>
      </w:r>
      <w:r w:rsidR="00280FCD">
        <w:t> : « </w:t>
      </w:r>
      <w:r w:rsidRPr="00B647A6">
        <w:t>Être ou ne pas être</w:t>
      </w:r>
      <w:r w:rsidR="00280FCD">
        <w:t> ? »</w:t>
      </w:r>
      <w:r w:rsidRPr="00B647A6">
        <w:t xml:space="preserve"> Et il y eut même</w:t>
      </w:r>
      <w:r w:rsidR="00280FCD">
        <w:t xml:space="preserve">, </w:t>
      </w:r>
      <w:r w:rsidRPr="00B647A6">
        <w:t>à un moment</w:t>
      </w:r>
      <w:r w:rsidR="00280FCD">
        <w:t xml:space="preserve">, </w:t>
      </w:r>
      <w:r w:rsidRPr="00B647A6">
        <w:t>des voix pour la liquidation de la banque</w:t>
      </w:r>
      <w:r w:rsidR="00280FCD">
        <w:t xml:space="preserve">. </w:t>
      </w:r>
      <w:r w:rsidRPr="00B647A6">
        <w:t>Mais</w:t>
      </w:r>
      <w:r w:rsidR="00280FCD">
        <w:t xml:space="preserve">, </w:t>
      </w:r>
      <w:r w:rsidRPr="00B647A6">
        <w:t>à la tête de l</w:t>
      </w:r>
      <w:r w:rsidR="00280FCD">
        <w:t>’</w:t>
      </w:r>
      <w:r w:rsidRPr="00B647A6">
        <w:t>entreprise</w:t>
      </w:r>
      <w:r w:rsidR="00280FCD">
        <w:t xml:space="preserve">, </w:t>
      </w:r>
      <w:r w:rsidRPr="00B647A6">
        <w:t>vous apparûtes</w:t>
      </w:r>
      <w:r w:rsidR="00280FCD">
        <w:t xml:space="preserve"> ! </w:t>
      </w:r>
      <w:r w:rsidRPr="00B647A6">
        <w:t>Vos lumières</w:t>
      </w:r>
      <w:r w:rsidR="00280FCD">
        <w:t xml:space="preserve">, </w:t>
      </w:r>
      <w:r w:rsidRPr="00B647A6">
        <w:t>v</w:t>
      </w:r>
      <w:r w:rsidRPr="00B647A6">
        <w:t>o</w:t>
      </w:r>
      <w:r w:rsidRPr="00B647A6">
        <w:t>tre énergie</w:t>
      </w:r>
      <w:r w:rsidR="00280FCD">
        <w:t xml:space="preserve">, </w:t>
      </w:r>
      <w:r w:rsidRPr="00B647A6">
        <w:t>votre tact inné ont été cause de l</w:t>
      </w:r>
      <w:r w:rsidR="00280FCD">
        <w:t>’</w:t>
      </w:r>
      <w:r w:rsidRPr="00B647A6">
        <w:t>extraordinaire su</w:t>
      </w:r>
      <w:r w:rsidRPr="00B647A6">
        <w:t>c</w:t>
      </w:r>
      <w:r w:rsidRPr="00B647A6">
        <w:t>cès et du rare développement de notre entreprise</w:t>
      </w:r>
      <w:r w:rsidR="00280FCD">
        <w:t xml:space="preserve">. </w:t>
      </w:r>
      <w:r w:rsidRPr="00B647A6">
        <w:t>La réput</w:t>
      </w:r>
      <w:r w:rsidRPr="00B647A6">
        <w:t>a</w:t>
      </w:r>
      <w:r w:rsidRPr="00B647A6">
        <w:t>tion de la banque</w:t>
      </w:r>
      <w:r w:rsidR="00280FCD">
        <w:t xml:space="preserve">… </w:t>
      </w:r>
      <w:r w:rsidR="00280FCD">
        <w:rPr>
          <w:bCs/>
          <w:i/>
          <w:iCs/>
        </w:rPr>
        <w:t>(</w:t>
      </w:r>
      <w:r w:rsidRPr="00B647A6">
        <w:rPr>
          <w:bCs/>
          <w:i/>
          <w:iCs/>
        </w:rPr>
        <w:t>Il tousse</w:t>
      </w:r>
      <w:r w:rsidR="00280FCD">
        <w:rPr>
          <w:bCs/>
          <w:i/>
          <w:iCs/>
        </w:rPr>
        <w:t xml:space="preserve">.) </w:t>
      </w:r>
      <w:r w:rsidRPr="00B647A6">
        <w:t>La réputation de la banque</w:t>
      </w:r>
      <w:r w:rsidR="00280FCD">
        <w:t>…</w:t>
      </w:r>
    </w:p>
    <w:p w14:paraId="26F3216C" w14:textId="77777777" w:rsidR="00280FCD" w:rsidRDefault="007A4B5B" w:rsidP="00280FCD">
      <w:r w:rsidRPr="00B647A6">
        <w:rPr>
          <w:bCs/>
        </w:rPr>
        <w:t xml:space="preserve">MME </w:t>
      </w:r>
      <w:proofErr w:type="spellStart"/>
      <w:r w:rsidRPr="00B647A6">
        <w:rPr>
          <w:bCs/>
        </w:rPr>
        <w:t>MERTCHOUTKINA</w:t>
      </w:r>
      <w:proofErr w:type="spellEnd"/>
      <w:r w:rsidR="00280FCD">
        <w:rPr>
          <w:bCs/>
        </w:rPr>
        <w:t xml:space="preserve">, </w:t>
      </w:r>
      <w:r w:rsidRPr="00B647A6">
        <w:rPr>
          <w:bCs/>
          <w:i/>
          <w:iCs/>
        </w:rPr>
        <w:t>gémissant</w:t>
      </w:r>
      <w:r w:rsidR="00280FCD">
        <w:rPr>
          <w:bCs/>
          <w:i/>
          <w:iCs/>
        </w:rPr>
        <w:t xml:space="preserve">. </w:t>
      </w:r>
      <w:r w:rsidR="00280FCD">
        <w:t xml:space="preserve">– </w:t>
      </w:r>
      <w:r w:rsidRPr="00B647A6">
        <w:t>Oh</w:t>
      </w:r>
      <w:r w:rsidR="00280FCD">
        <w:t xml:space="preserve"> ! </w:t>
      </w:r>
      <w:r w:rsidRPr="00B647A6">
        <w:t>Oh</w:t>
      </w:r>
      <w:r w:rsidR="00280FCD">
        <w:t> !</w:t>
      </w:r>
    </w:p>
    <w:p w14:paraId="77115A20" w14:textId="77777777" w:rsidR="00280FCD" w:rsidRDefault="007A4B5B" w:rsidP="00280FCD">
      <w:r w:rsidRPr="00B647A6">
        <w:rPr>
          <w:bCs/>
        </w:rPr>
        <w:t xml:space="preserve">TATIANA </w:t>
      </w:r>
      <w:proofErr w:type="spellStart"/>
      <w:r w:rsidRPr="00B647A6">
        <w:rPr>
          <w:bCs/>
        </w:rPr>
        <w:t>ALEKSÉÏEVNA</w:t>
      </w:r>
      <w:proofErr w:type="spellEnd"/>
      <w:r w:rsidR="00280FCD">
        <w:rPr>
          <w:bCs/>
        </w:rPr>
        <w:t xml:space="preserve">, </w:t>
      </w:r>
      <w:r w:rsidRPr="00B647A6">
        <w:rPr>
          <w:bCs/>
          <w:i/>
          <w:iCs/>
        </w:rPr>
        <w:t>gémissant</w:t>
      </w:r>
      <w:r w:rsidR="00280FCD">
        <w:rPr>
          <w:bCs/>
          <w:i/>
          <w:iCs/>
        </w:rPr>
        <w:t xml:space="preserve">. </w:t>
      </w:r>
      <w:r w:rsidR="00280FCD">
        <w:t xml:space="preserve">– </w:t>
      </w:r>
      <w:r w:rsidRPr="00B647A6">
        <w:t>De l</w:t>
      </w:r>
      <w:r w:rsidR="00280FCD">
        <w:t>’</w:t>
      </w:r>
      <w:r w:rsidRPr="00B647A6">
        <w:t>eau</w:t>
      </w:r>
      <w:r w:rsidR="00280FCD">
        <w:t xml:space="preserve"> ! </w:t>
      </w:r>
      <w:r w:rsidRPr="00B647A6">
        <w:t>De l</w:t>
      </w:r>
      <w:r w:rsidR="00280FCD">
        <w:t>’</w:t>
      </w:r>
      <w:r w:rsidRPr="00B647A6">
        <w:t>eau</w:t>
      </w:r>
      <w:r w:rsidR="00280FCD">
        <w:t> !</w:t>
      </w:r>
    </w:p>
    <w:p w14:paraId="02AF6F9E" w14:textId="77777777" w:rsidR="00280FCD" w:rsidRDefault="007A4B5B" w:rsidP="00280FCD">
      <w:r w:rsidRPr="00B647A6">
        <w:rPr>
          <w:bCs/>
        </w:rPr>
        <w:t>LE MEMBRE DU CONSEIL</w:t>
      </w:r>
      <w:r w:rsidR="00280FCD">
        <w:rPr>
          <w:bCs/>
        </w:rPr>
        <w:t xml:space="preserve">, </w:t>
      </w:r>
      <w:r w:rsidRPr="00B647A6">
        <w:rPr>
          <w:bCs/>
          <w:i/>
          <w:iCs/>
        </w:rPr>
        <w:t>reprenant</w:t>
      </w:r>
      <w:r w:rsidR="00280FCD">
        <w:rPr>
          <w:bCs/>
          <w:i/>
          <w:iCs/>
        </w:rPr>
        <w:t xml:space="preserve">. </w:t>
      </w:r>
      <w:r w:rsidR="00280FCD">
        <w:t xml:space="preserve">– </w:t>
      </w:r>
      <w:r w:rsidRPr="00B647A6">
        <w:t>La réputation</w:t>
      </w:r>
      <w:r w:rsidR="00280FCD">
        <w:t xml:space="preserve">… </w:t>
      </w:r>
      <w:r w:rsidR="00280FCD">
        <w:rPr>
          <w:bCs/>
          <w:i/>
          <w:iCs/>
        </w:rPr>
        <w:t>(</w:t>
      </w:r>
      <w:r w:rsidRPr="00B647A6">
        <w:rPr>
          <w:bCs/>
          <w:i/>
          <w:iCs/>
        </w:rPr>
        <w:t>il tousse</w:t>
      </w:r>
      <w:r w:rsidR="00280FCD">
        <w:rPr>
          <w:bCs/>
          <w:i/>
          <w:iCs/>
        </w:rPr>
        <w:t xml:space="preserve">), </w:t>
      </w:r>
      <w:r w:rsidRPr="00B647A6">
        <w:t>la réputation de la banque</w:t>
      </w:r>
      <w:r w:rsidR="00280FCD">
        <w:t xml:space="preserve">, </w:t>
      </w:r>
      <w:r w:rsidRPr="00B647A6">
        <w:t>vous l</w:t>
      </w:r>
      <w:r w:rsidR="00280FCD">
        <w:t>’</w:t>
      </w:r>
      <w:r w:rsidRPr="00B647A6">
        <w:t>avez portée à une telle hauteur que notre établissement peut maintenant rivaliser avec les meilleures e</w:t>
      </w:r>
      <w:r w:rsidRPr="00B647A6">
        <w:t>n</w:t>
      </w:r>
      <w:r w:rsidRPr="00B647A6">
        <w:t>treprises étrangères</w:t>
      </w:r>
      <w:r w:rsidR="00280FCD">
        <w:t>…</w:t>
      </w:r>
    </w:p>
    <w:p w14:paraId="4EDDAF7B" w14:textId="77777777" w:rsidR="00280FCD" w:rsidRDefault="007A4B5B" w:rsidP="00280FCD">
      <w:proofErr w:type="spellStart"/>
      <w:r w:rsidRPr="00B647A6">
        <w:rPr>
          <w:bCs/>
        </w:rPr>
        <w:t>CHIPOUTCHINE</w:t>
      </w:r>
      <w:proofErr w:type="spellEnd"/>
      <w:r w:rsidR="00280FCD">
        <w:t xml:space="preserve">. – </w:t>
      </w:r>
      <w:r w:rsidRPr="00B647A6">
        <w:t>Délégation</w:t>
      </w:r>
      <w:r w:rsidR="00280FCD">
        <w:t xml:space="preserve">… </w:t>
      </w:r>
      <w:r w:rsidRPr="00B647A6">
        <w:t>réputation</w:t>
      </w:r>
      <w:r w:rsidR="00280FCD">
        <w:t xml:space="preserve">… </w:t>
      </w:r>
      <w:r w:rsidRPr="00B647A6">
        <w:t>occup</w:t>
      </w:r>
      <w:r w:rsidRPr="00B647A6">
        <w:t>a</w:t>
      </w:r>
      <w:r w:rsidRPr="00B647A6">
        <w:t>tion</w:t>
      </w:r>
      <w:r w:rsidR="00280FCD">
        <w:t xml:space="preserve">… </w:t>
      </w:r>
      <w:r w:rsidRPr="00B647A6">
        <w:t>Deux amis se promenaient sur un cours</w:t>
      </w:r>
      <w:r w:rsidR="00280FCD">
        <w:t xml:space="preserve">, </w:t>
      </w:r>
      <w:r w:rsidRPr="00B647A6">
        <w:t>tenant d</w:t>
      </w:r>
      <w:r w:rsidR="00280FCD">
        <w:t>’</w:t>
      </w:r>
      <w:r w:rsidRPr="00B647A6">
        <w:t>affaires un long discours</w:t>
      </w:r>
      <w:r>
        <w:rPr>
          <w:rStyle w:val="Appelnotedebasdep"/>
        </w:rPr>
        <w:footnoteReference w:id="7"/>
      </w:r>
      <w:r w:rsidR="00280FCD">
        <w:t xml:space="preserve">. </w:t>
      </w:r>
      <w:r w:rsidRPr="00B647A6">
        <w:t>Ne dis pas que tu as perdu ta jeunesse</w:t>
      </w:r>
      <w:r w:rsidRPr="00B647A6">
        <w:rPr>
          <w:rStyle w:val="Appelnotedebasdep"/>
        </w:rPr>
        <w:footnoteReference w:id="8"/>
      </w:r>
      <w:r w:rsidR="00280FCD">
        <w:t xml:space="preserve">, </w:t>
      </w:r>
      <w:r w:rsidRPr="00B647A6">
        <w:t>su</w:t>
      </w:r>
      <w:r w:rsidRPr="00B647A6">
        <w:t>p</w:t>
      </w:r>
      <w:r w:rsidRPr="00B647A6">
        <w:t>pliciée par ma jalousie</w:t>
      </w:r>
      <w:r w:rsidR="00280FCD">
        <w:t>…</w:t>
      </w:r>
    </w:p>
    <w:p w14:paraId="42020EC2" w14:textId="77777777" w:rsidR="00280FCD" w:rsidRDefault="007A4B5B" w:rsidP="00280FCD">
      <w:r w:rsidRPr="00B647A6">
        <w:rPr>
          <w:bCs/>
        </w:rPr>
        <w:t>LE MEMBRE DU CONSEIL</w:t>
      </w:r>
      <w:r w:rsidR="00280FCD">
        <w:rPr>
          <w:bCs/>
        </w:rPr>
        <w:t xml:space="preserve">, </w:t>
      </w:r>
      <w:r w:rsidRPr="00B647A6">
        <w:rPr>
          <w:bCs/>
          <w:i/>
          <w:iCs/>
        </w:rPr>
        <w:t>reprenant</w:t>
      </w:r>
      <w:r w:rsidR="00280FCD">
        <w:rPr>
          <w:bCs/>
          <w:i/>
          <w:iCs/>
        </w:rPr>
        <w:t xml:space="preserve">. </w:t>
      </w:r>
      <w:r w:rsidR="00280FCD">
        <w:t xml:space="preserve">– </w:t>
      </w:r>
      <w:r w:rsidRPr="00B647A6">
        <w:t>Puis</w:t>
      </w:r>
      <w:r w:rsidR="00280FCD">
        <w:t xml:space="preserve">, </w:t>
      </w:r>
      <w:r w:rsidRPr="00B647A6">
        <w:t xml:space="preserve">en jetant un </w:t>
      </w:r>
      <w:r w:rsidRPr="00B647A6">
        <w:rPr>
          <w:bCs/>
        </w:rPr>
        <w:t xml:space="preserve">coup </w:t>
      </w:r>
      <w:r w:rsidRPr="00B647A6">
        <w:t>d</w:t>
      </w:r>
      <w:r w:rsidR="00280FCD">
        <w:t>’</w:t>
      </w:r>
      <w:r w:rsidRPr="00B647A6">
        <w:t>œil objectif sur le présent</w:t>
      </w:r>
      <w:r w:rsidR="00280FCD">
        <w:t xml:space="preserve">, </w:t>
      </w:r>
      <w:r w:rsidRPr="00B647A6">
        <w:t>nous pouvons</w:t>
      </w:r>
      <w:r w:rsidR="00280FCD">
        <w:t xml:space="preserve">, </w:t>
      </w:r>
      <w:r w:rsidRPr="00B647A6">
        <w:t xml:space="preserve">très estimé Andreï </w:t>
      </w:r>
      <w:proofErr w:type="spellStart"/>
      <w:r w:rsidRPr="00B647A6">
        <w:t>Andréïevitch</w:t>
      </w:r>
      <w:proofErr w:type="spellEnd"/>
      <w:r w:rsidR="00280FCD">
        <w:t xml:space="preserve">… </w:t>
      </w:r>
      <w:r w:rsidR="00280FCD">
        <w:rPr>
          <w:bCs/>
          <w:i/>
          <w:iCs/>
        </w:rPr>
        <w:t>(</w:t>
      </w:r>
      <w:r w:rsidRPr="00B647A6">
        <w:rPr>
          <w:bCs/>
          <w:i/>
          <w:iCs/>
        </w:rPr>
        <w:t>Baissant le ton</w:t>
      </w:r>
      <w:r w:rsidR="00280FCD">
        <w:rPr>
          <w:bCs/>
          <w:i/>
          <w:iCs/>
        </w:rPr>
        <w:t xml:space="preserve">.) </w:t>
      </w:r>
      <w:r w:rsidRPr="00B647A6">
        <w:t xml:space="preserve">Eu égard aux </w:t>
      </w:r>
      <w:r w:rsidRPr="00B647A6">
        <w:lastRenderedPageBreak/>
        <w:t>circon</w:t>
      </w:r>
      <w:r w:rsidRPr="00B647A6">
        <w:t>s</w:t>
      </w:r>
      <w:r w:rsidRPr="00B647A6">
        <w:t>tances</w:t>
      </w:r>
      <w:r w:rsidR="00280FCD">
        <w:t xml:space="preserve">, </w:t>
      </w:r>
      <w:r w:rsidRPr="00B647A6">
        <w:t>nous revie</w:t>
      </w:r>
      <w:r w:rsidRPr="00B647A6">
        <w:t>n</w:t>
      </w:r>
      <w:r w:rsidRPr="00B647A6">
        <w:t>drons plus tard</w:t>
      </w:r>
      <w:r w:rsidR="00280FCD">
        <w:t xml:space="preserve">… </w:t>
      </w:r>
      <w:r w:rsidRPr="00B647A6">
        <w:t>Il vaudra mieux revenir</w:t>
      </w:r>
      <w:r w:rsidR="00280FCD">
        <w:t>…</w:t>
      </w:r>
    </w:p>
    <w:p w14:paraId="797D2F8E" w14:textId="77777777" w:rsidR="00280FCD" w:rsidRDefault="007A4B5B" w:rsidP="00280FCD">
      <w:pPr>
        <w:ind w:firstLine="0"/>
        <w:jc w:val="center"/>
      </w:pPr>
      <w:r w:rsidRPr="00280FCD">
        <w:rPr>
          <w:bCs/>
          <w:i/>
          <w:iCs/>
        </w:rPr>
        <w:t>Ils sortent</w:t>
      </w:r>
      <w:r w:rsidR="00280FCD" w:rsidRPr="00280FCD">
        <w:rPr>
          <w:bCs/>
          <w:i/>
          <w:iCs/>
        </w:rPr>
        <w:t xml:space="preserve">, </w:t>
      </w:r>
      <w:r w:rsidRPr="00280FCD">
        <w:rPr>
          <w:bCs/>
          <w:i/>
          <w:iCs/>
        </w:rPr>
        <w:t>perplexes</w:t>
      </w:r>
      <w:r w:rsidR="00280FCD" w:rsidRPr="00280FCD">
        <w:rPr>
          <w:bCs/>
          <w:i/>
          <w:iCs/>
        </w:rPr>
        <w:t>.</w:t>
      </w:r>
    </w:p>
    <w:p w14:paraId="6CDDEC6F" w14:textId="77777777" w:rsidR="00280FCD" w:rsidRDefault="007A4B5B" w:rsidP="00280FCD">
      <w:pPr>
        <w:ind w:firstLine="0"/>
        <w:jc w:val="center"/>
      </w:pPr>
      <w:r w:rsidRPr="00280FCD">
        <w:t>RIDEAU</w:t>
      </w:r>
    </w:p>
    <w:p w14:paraId="1C5B8AB8" w14:textId="529658EA" w:rsidR="007A4B5B" w:rsidRDefault="007A4B5B">
      <w:pPr>
        <w:sectPr w:rsidR="007A4B5B" w:rsidSect="00280FCD">
          <w:footerReference w:type="default" r:id="rId11"/>
          <w:pgSz w:w="11906" w:h="16838" w:code="9"/>
          <w:pgMar w:top="1134" w:right="1134" w:bottom="1134" w:left="1134" w:header="709" w:footer="709" w:gutter="0"/>
          <w:cols w:space="708"/>
          <w:titlePg/>
          <w:docGrid w:linePitch="360"/>
        </w:sectPr>
      </w:pPr>
    </w:p>
    <w:p w14:paraId="7EE56FEC" w14:textId="77777777" w:rsidR="007A4B5B" w:rsidRDefault="007A4B5B" w:rsidP="00280FCD">
      <w:pPr>
        <w:pStyle w:val="Titre1"/>
        <w:spacing w:before="0"/>
      </w:pPr>
      <w:bookmarkStart w:id="1" w:name="_Toc259190515"/>
      <w:r>
        <w:lastRenderedPageBreak/>
        <w:t>À propos de cette édition électronique</w:t>
      </w:r>
      <w:bookmarkEnd w:id="1"/>
    </w:p>
    <w:p w14:paraId="4D7FF38E" w14:textId="77777777" w:rsidR="00280FCD" w:rsidRPr="00280FCD" w:rsidRDefault="00280FCD" w:rsidP="00280FCD">
      <w:pPr>
        <w:spacing w:before="180" w:after="180"/>
        <w:ind w:firstLine="0"/>
        <w:jc w:val="center"/>
        <w:rPr>
          <w:b/>
          <w:bCs/>
          <w:szCs w:val="32"/>
        </w:rPr>
      </w:pPr>
      <w:r w:rsidRPr="00280FCD">
        <w:rPr>
          <w:b/>
          <w:bCs/>
          <w:szCs w:val="32"/>
        </w:rPr>
        <w:t>Texte libre de droits</w:t>
      </w:r>
      <w:r w:rsidRPr="00280FCD">
        <w:rPr>
          <w:b/>
          <w:bCs/>
          <w:szCs w:val="32"/>
        </w:rPr>
        <w:t>.</w:t>
      </w:r>
    </w:p>
    <w:p w14:paraId="2237E6F0" w14:textId="77777777" w:rsidR="00280FCD" w:rsidRPr="00280FCD" w:rsidRDefault="00280FCD" w:rsidP="00280FCD">
      <w:pPr>
        <w:spacing w:before="180" w:after="180"/>
        <w:ind w:firstLine="0"/>
        <w:jc w:val="center"/>
        <w:rPr>
          <w:szCs w:val="20"/>
        </w:rPr>
      </w:pPr>
      <w:r w:rsidRPr="00280FCD">
        <w:rPr>
          <w:szCs w:val="20"/>
        </w:rPr>
        <w:t>Corrections</w:t>
      </w:r>
      <w:r w:rsidRPr="00280FCD">
        <w:rPr>
          <w:szCs w:val="20"/>
        </w:rPr>
        <w:t xml:space="preserve">, </w:t>
      </w:r>
      <w:r w:rsidRPr="00280FCD">
        <w:rPr>
          <w:szCs w:val="20"/>
        </w:rPr>
        <w:t>édition</w:t>
      </w:r>
      <w:r w:rsidRPr="00280FCD">
        <w:rPr>
          <w:szCs w:val="20"/>
        </w:rPr>
        <w:t xml:space="preserve">, </w:t>
      </w:r>
      <w:r w:rsidRPr="00280FCD">
        <w:rPr>
          <w:szCs w:val="20"/>
        </w:rPr>
        <w:t>conversion informatique et publication par le groupe</w:t>
      </w:r>
      <w:r w:rsidRPr="00280FCD">
        <w:rPr>
          <w:szCs w:val="20"/>
        </w:rPr>
        <w:t> :</w:t>
      </w:r>
    </w:p>
    <w:p w14:paraId="21657032" w14:textId="40AF5AB7" w:rsidR="00280FCD" w:rsidRPr="00280FCD" w:rsidRDefault="00280FCD" w:rsidP="00280FCD">
      <w:pPr>
        <w:spacing w:before="180" w:after="180"/>
        <w:ind w:firstLine="0"/>
        <w:jc w:val="center"/>
        <w:rPr>
          <w:b/>
          <w:bCs/>
          <w:i/>
          <w:iCs/>
          <w:szCs w:val="32"/>
        </w:rPr>
      </w:pPr>
      <w:proofErr w:type="gramStart"/>
      <w:r w:rsidRPr="00280FCD">
        <w:rPr>
          <w:b/>
          <w:bCs/>
          <w:i/>
          <w:iCs/>
          <w:szCs w:val="32"/>
        </w:rPr>
        <w:t>Ebooks</w:t>
      </w:r>
      <w:proofErr w:type="gramEnd"/>
      <w:r w:rsidRPr="00280FCD">
        <w:rPr>
          <w:b/>
          <w:bCs/>
          <w:i/>
          <w:iCs/>
          <w:szCs w:val="32"/>
        </w:rPr>
        <w:t xml:space="preserve"> libres et gratuits</w:t>
      </w:r>
    </w:p>
    <w:p w14:paraId="4B8DE144" w14:textId="1364F0FC" w:rsidR="00280FCD" w:rsidRPr="00280FCD" w:rsidRDefault="00E21509" w:rsidP="00280FCD">
      <w:pPr>
        <w:spacing w:before="180" w:after="180"/>
        <w:ind w:firstLine="0"/>
        <w:jc w:val="center"/>
        <w:rPr>
          <w:szCs w:val="20"/>
        </w:rPr>
      </w:pPr>
      <w:hyperlink r:id="rId12" w:history="1">
        <w:r w:rsidRPr="00280FCD">
          <w:rPr>
            <w:rStyle w:val="Lienhypertexte"/>
            <w:szCs w:val="20"/>
          </w:rPr>
          <w:t>https</w:t>
        </w:r>
        <w:r w:rsidRPr="00377782">
          <w:rPr>
            <w:rStyle w:val="Lienhypertexte"/>
            <w:szCs w:val="20"/>
          </w:rPr>
          <w:t>:</w:t>
        </w:r>
        <w:r w:rsidRPr="00280FCD">
          <w:rPr>
            <w:rStyle w:val="Lienhypertexte"/>
            <w:szCs w:val="20"/>
          </w:rPr>
          <w:t>//groups</w:t>
        </w:r>
        <w:r w:rsidRPr="00377782">
          <w:rPr>
            <w:rStyle w:val="Lienhypertexte"/>
            <w:szCs w:val="20"/>
          </w:rPr>
          <w:t>.</w:t>
        </w:r>
        <w:r w:rsidRPr="00280FCD">
          <w:rPr>
            <w:rStyle w:val="Lienhypertexte"/>
            <w:szCs w:val="20"/>
          </w:rPr>
          <w:t>google</w:t>
        </w:r>
        <w:r w:rsidRPr="00377782">
          <w:rPr>
            <w:rStyle w:val="Lienhypertexte"/>
            <w:szCs w:val="20"/>
          </w:rPr>
          <w:t>.</w:t>
        </w:r>
        <w:r w:rsidRPr="00280FCD">
          <w:rPr>
            <w:rStyle w:val="Lienhypertexte"/>
            <w:szCs w:val="20"/>
          </w:rPr>
          <w:t>com/g/ebooksgratuits</w:t>
        </w:r>
      </w:hyperlink>
    </w:p>
    <w:p w14:paraId="7579189F" w14:textId="77777777" w:rsidR="00280FCD" w:rsidRPr="00280FCD" w:rsidRDefault="00280FCD" w:rsidP="00280FCD">
      <w:pPr>
        <w:spacing w:before="180" w:after="180"/>
        <w:ind w:firstLine="0"/>
        <w:jc w:val="center"/>
        <w:rPr>
          <w:szCs w:val="20"/>
        </w:rPr>
      </w:pPr>
      <w:r w:rsidRPr="00280FCD">
        <w:rPr>
          <w:szCs w:val="20"/>
        </w:rPr>
        <w:t>Adresse du site web du groupe</w:t>
      </w:r>
      <w:r w:rsidRPr="00280FCD">
        <w:rPr>
          <w:szCs w:val="20"/>
        </w:rPr>
        <w:t> :</w:t>
      </w:r>
    </w:p>
    <w:p w14:paraId="045D9825" w14:textId="66FE7485" w:rsidR="00280FCD" w:rsidRPr="00280FCD" w:rsidRDefault="00E21509" w:rsidP="00280FCD">
      <w:pPr>
        <w:spacing w:before="180" w:after="180"/>
        <w:ind w:firstLine="0"/>
        <w:jc w:val="center"/>
        <w:rPr>
          <w:szCs w:val="20"/>
        </w:rPr>
      </w:pPr>
      <w:hyperlink r:id="rId13" w:history="1">
        <w:r w:rsidRPr="00280FCD">
          <w:rPr>
            <w:rStyle w:val="Lienhypertexte"/>
            <w:b/>
            <w:bCs/>
            <w:szCs w:val="32"/>
          </w:rPr>
          <w:t>https</w:t>
        </w:r>
        <w:r w:rsidRPr="00377782">
          <w:rPr>
            <w:rStyle w:val="Lienhypertexte"/>
            <w:b/>
            <w:bCs/>
            <w:szCs w:val="32"/>
          </w:rPr>
          <w:t>:</w:t>
        </w:r>
        <w:r w:rsidRPr="00280FCD">
          <w:rPr>
            <w:rStyle w:val="Lienhypertexte"/>
            <w:b/>
            <w:bCs/>
            <w:szCs w:val="32"/>
          </w:rPr>
          <w:t>//www</w:t>
        </w:r>
        <w:r w:rsidRPr="00377782">
          <w:rPr>
            <w:rStyle w:val="Lienhypertexte"/>
            <w:b/>
            <w:bCs/>
            <w:szCs w:val="32"/>
          </w:rPr>
          <w:t>.</w:t>
        </w:r>
        <w:r w:rsidRPr="00280FCD">
          <w:rPr>
            <w:rStyle w:val="Lienhypertexte"/>
            <w:b/>
            <w:bCs/>
            <w:szCs w:val="32"/>
          </w:rPr>
          <w:t>ebooksgratuits</w:t>
        </w:r>
        <w:r w:rsidRPr="00377782">
          <w:rPr>
            <w:rStyle w:val="Lienhypertexte"/>
            <w:b/>
            <w:bCs/>
            <w:szCs w:val="32"/>
          </w:rPr>
          <w:t>.</w:t>
        </w:r>
        <w:r w:rsidRPr="00280FCD">
          <w:rPr>
            <w:rStyle w:val="Lienhypertexte"/>
            <w:b/>
            <w:bCs/>
            <w:szCs w:val="32"/>
          </w:rPr>
          <w:t>com/</w:t>
        </w:r>
      </w:hyperlink>
    </w:p>
    <w:p w14:paraId="766BDA08" w14:textId="77777777" w:rsidR="00280FCD" w:rsidRPr="00280FCD" w:rsidRDefault="00280FCD" w:rsidP="00280FCD">
      <w:pPr>
        <w:spacing w:before="180" w:after="180"/>
        <w:ind w:firstLine="0"/>
        <w:jc w:val="center"/>
        <w:rPr>
          <w:szCs w:val="20"/>
        </w:rPr>
      </w:pPr>
      <w:r w:rsidRPr="00280FCD">
        <w:rPr>
          <w:szCs w:val="20"/>
        </w:rPr>
        <w:t>—</w:t>
      </w:r>
    </w:p>
    <w:p w14:paraId="46219ECD" w14:textId="58C67B21" w:rsidR="00280FCD" w:rsidRPr="00280FCD" w:rsidRDefault="00E21509" w:rsidP="00280FCD">
      <w:pPr>
        <w:spacing w:before="180" w:after="180"/>
        <w:ind w:firstLine="0"/>
        <w:jc w:val="center"/>
        <w:rPr>
          <w:b/>
          <w:bCs/>
          <w:szCs w:val="32"/>
        </w:rPr>
      </w:pPr>
      <w:r>
        <w:rPr>
          <w:b/>
          <w:bCs/>
          <w:szCs w:val="32"/>
        </w:rPr>
        <w:t>Mai</w:t>
      </w:r>
      <w:r w:rsidR="00280FCD" w:rsidRPr="00280FCD">
        <w:rPr>
          <w:b/>
          <w:bCs/>
          <w:szCs w:val="32"/>
        </w:rPr>
        <w:t xml:space="preserve"> 2025</w:t>
      </w:r>
    </w:p>
    <w:p w14:paraId="4CD8C492" w14:textId="77777777" w:rsidR="00280FCD" w:rsidRPr="00280FCD" w:rsidRDefault="00280FCD" w:rsidP="00280FCD">
      <w:pPr>
        <w:spacing w:before="180" w:after="180"/>
        <w:ind w:firstLine="0"/>
        <w:jc w:val="center"/>
        <w:rPr>
          <w:b/>
          <w:bCs/>
          <w:szCs w:val="32"/>
        </w:rPr>
      </w:pPr>
      <w:r w:rsidRPr="00280FCD">
        <w:rPr>
          <w:b/>
          <w:bCs/>
          <w:szCs w:val="32"/>
        </w:rPr>
        <w:t>—</w:t>
      </w:r>
    </w:p>
    <w:p w14:paraId="37A1B2AE" w14:textId="77777777" w:rsidR="00280FCD" w:rsidRDefault="00280FCD" w:rsidP="00280FCD">
      <w:pPr>
        <w:spacing w:before="180" w:after="180"/>
      </w:pPr>
      <w:r>
        <w:rPr>
          <w:szCs w:val="20"/>
        </w:rPr>
        <w:t>— </w:t>
      </w:r>
      <w:r w:rsidRPr="00280FCD">
        <w:rPr>
          <w:b/>
        </w:rPr>
        <w:t>Élaboration de ce livre électronique</w:t>
      </w:r>
      <w:r>
        <w:t> :</w:t>
      </w:r>
    </w:p>
    <w:p w14:paraId="1BB6FFC9" w14:textId="5AE90F67" w:rsidR="00280FCD" w:rsidRDefault="00280FCD" w:rsidP="00280FCD">
      <w:pPr>
        <w:spacing w:before="180" w:after="180"/>
      </w:pPr>
      <w:r w:rsidRPr="00280FCD">
        <w:t xml:space="preserve">Les membres de </w:t>
      </w:r>
      <w:proofErr w:type="gramStart"/>
      <w:r w:rsidRPr="00280FCD">
        <w:rPr>
          <w:i/>
        </w:rPr>
        <w:t>Ebooks</w:t>
      </w:r>
      <w:proofErr w:type="gramEnd"/>
      <w:r w:rsidRPr="00280FCD">
        <w:rPr>
          <w:i/>
        </w:rPr>
        <w:t xml:space="preserve"> libres et gratuits</w:t>
      </w:r>
      <w:r w:rsidRPr="00280FCD">
        <w:t xml:space="preserve"> qui ont participé à l</w:t>
      </w:r>
      <w:r>
        <w:t>’</w:t>
      </w:r>
      <w:r w:rsidRPr="00280FCD">
        <w:t>élaboration de ce livre</w:t>
      </w:r>
      <w:r>
        <w:t xml:space="preserve">, </w:t>
      </w:r>
      <w:r w:rsidRPr="00280FCD">
        <w:t>sont</w:t>
      </w:r>
      <w:r>
        <w:t xml:space="preserve"> : </w:t>
      </w:r>
      <w:proofErr w:type="spellStart"/>
      <w:r w:rsidR="00E21509" w:rsidRPr="00E21509">
        <w:t>JacquelineM</w:t>
      </w:r>
      <w:proofErr w:type="spellEnd"/>
      <w:r w:rsidR="00E21509" w:rsidRPr="00E21509">
        <w:t>, Jean-Marc</w:t>
      </w:r>
      <w:r>
        <w:t xml:space="preserve">, </w:t>
      </w:r>
      <w:proofErr w:type="spellStart"/>
      <w:r w:rsidRPr="00280FCD">
        <w:t>Coolmicro</w:t>
      </w:r>
      <w:proofErr w:type="spellEnd"/>
      <w:r>
        <w:t>.</w:t>
      </w:r>
    </w:p>
    <w:p w14:paraId="7494663E" w14:textId="77777777" w:rsidR="00280FCD" w:rsidRDefault="00280FCD" w:rsidP="00280FCD">
      <w:pPr>
        <w:spacing w:before="180" w:after="180"/>
      </w:pPr>
      <w:r>
        <w:t>— </w:t>
      </w:r>
      <w:r w:rsidRPr="00280FCD">
        <w:rPr>
          <w:b/>
        </w:rPr>
        <w:t>Dispositions</w:t>
      </w:r>
      <w:r>
        <w:t> :</w:t>
      </w:r>
    </w:p>
    <w:p w14:paraId="72888F51" w14:textId="77777777" w:rsidR="00280FCD" w:rsidRDefault="00280FCD" w:rsidP="00280FCD">
      <w:pPr>
        <w:spacing w:before="180" w:after="180"/>
      </w:pPr>
      <w:r w:rsidRPr="00280FCD">
        <w:t>Les livres que nous mettons à votre disposition</w:t>
      </w:r>
      <w:r>
        <w:t xml:space="preserve">, </w:t>
      </w:r>
      <w:r w:rsidRPr="00280FCD">
        <w:t>sont des textes libres de droits</w:t>
      </w:r>
      <w:r>
        <w:t xml:space="preserve">, </w:t>
      </w:r>
      <w:r w:rsidRPr="00280FCD">
        <w:t>que vous pouvez utiliser librement</w:t>
      </w:r>
      <w:r>
        <w:t xml:space="preserve">, </w:t>
      </w:r>
      <w:r w:rsidRPr="00280FCD">
        <w:rPr>
          <w:u w:val="single"/>
        </w:rPr>
        <w:t>à une fin non commerciale et non professionnelle</w:t>
      </w:r>
      <w:r>
        <w:t xml:space="preserve">. </w:t>
      </w:r>
      <w:r w:rsidRPr="00280FCD">
        <w:t>Tout lien vers notre site est bienvenu</w:t>
      </w:r>
      <w:r>
        <w:t>…</w:t>
      </w:r>
    </w:p>
    <w:p w14:paraId="1E7D6DA7" w14:textId="77777777" w:rsidR="00280FCD" w:rsidRDefault="00280FCD" w:rsidP="00280FCD">
      <w:pPr>
        <w:spacing w:before="180" w:after="180"/>
      </w:pPr>
      <w:r>
        <w:t>— </w:t>
      </w:r>
      <w:r w:rsidRPr="00280FCD">
        <w:rPr>
          <w:b/>
        </w:rPr>
        <w:t>Qualité</w:t>
      </w:r>
      <w:r>
        <w:t> :</w:t>
      </w:r>
    </w:p>
    <w:p w14:paraId="6E79028F" w14:textId="77777777" w:rsidR="00280FCD" w:rsidRDefault="00280FCD" w:rsidP="00280FCD">
      <w:pPr>
        <w:spacing w:before="180" w:after="180"/>
      </w:pPr>
      <w:r w:rsidRPr="00280FCD">
        <w:t>Les textes sont livrés tels quels sans garantie de leur intégrité parfaite par rapport à l</w:t>
      </w:r>
      <w:r>
        <w:t>’</w:t>
      </w:r>
      <w:r w:rsidRPr="00280FCD">
        <w:t>original</w:t>
      </w:r>
      <w:r>
        <w:t xml:space="preserve">. </w:t>
      </w:r>
      <w:r w:rsidRPr="00280FCD">
        <w:t>Nous rappelons que c</w:t>
      </w:r>
      <w:r>
        <w:t>’</w:t>
      </w:r>
      <w:r w:rsidRPr="00280FCD">
        <w:t>est un travail d</w:t>
      </w:r>
      <w:r>
        <w:t>’</w:t>
      </w:r>
      <w:r w:rsidRPr="00280FCD">
        <w:t>amateurs non rétribués et que nous essayons de promouvoir la culture littéraire avec de maigres moyens</w:t>
      </w:r>
      <w:r>
        <w:t>.</w:t>
      </w:r>
    </w:p>
    <w:p w14:paraId="22AA85D5" w14:textId="77777777" w:rsidR="00280FCD" w:rsidRPr="00280FCD" w:rsidRDefault="00280FCD" w:rsidP="00280FCD">
      <w:pPr>
        <w:spacing w:before="180" w:after="180"/>
        <w:ind w:firstLine="0"/>
        <w:jc w:val="center"/>
        <w:rPr>
          <w:i/>
          <w:iCs/>
          <w:szCs w:val="32"/>
        </w:rPr>
      </w:pPr>
      <w:r w:rsidRPr="00280FCD">
        <w:rPr>
          <w:i/>
          <w:iCs/>
          <w:szCs w:val="32"/>
        </w:rPr>
        <w:t>Votre aide est la bienvenue</w:t>
      </w:r>
      <w:r w:rsidRPr="00280FCD">
        <w:rPr>
          <w:i/>
          <w:iCs/>
          <w:szCs w:val="32"/>
        </w:rPr>
        <w:t> !</w:t>
      </w:r>
    </w:p>
    <w:p w14:paraId="78B64B4A" w14:textId="45F6E34A" w:rsidR="007A4B5B" w:rsidRPr="00280FCD" w:rsidRDefault="00280FCD" w:rsidP="000B76BB">
      <w:pPr>
        <w:ind w:firstLine="0"/>
        <w:jc w:val="center"/>
      </w:pPr>
      <w:r w:rsidRPr="00280FCD">
        <w:rPr>
          <w:szCs w:val="20"/>
        </w:rPr>
        <w:t>VOUS POUVEZ NOUS AIDER À FAIRE CONNAÎTRE CES CLASSIQUES LITTÉRAIRES</w:t>
      </w:r>
      <w:r w:rsidRPr="00280FCD">
        <w:rPr>
          <w:szCs w:val="20"/>
        </w:rPr>
        <w:t>.</w:t>
      </w:r>
    </w:p>
    <w:sectPr w:rsidR="007A4B5B" w:rsidRPr="00280FCD" w:rsidSect="00280FCD">
      <w:pgSz w:w="11906" w:h="16838" w:code="9"/>
      <w:pgMar w:top="567" w:right="567" w:bottom="567"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51B40" w14:textId="77777777" w:rsidR="00416C2C" w:rsidRDefault="00416C2C">
      <w:r>
        <w:separator/>
      </w:r>
    </w:p>
  </w:endnote>
  <w:endnote w:type="continuationSeparator" w:id="0">
    <w:p w14:paraId="464E6912" w14:textId="77777777" w:rsidR="00416C2C" w:rsidRDefault="00416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7DE06" w14:textId="77777777" w:rsidR="007A4B5B" w:rsidRDefault="007A4B5B">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087C4" w14:textId="77777777" w:rsidR="007A4B5B" w:rsidRDefault="007A4B5B">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9A7283">
      <w:rPr>
        <w:rStyle w:val="Numrodepage"/>
        <w:noProof/>
        <w:sz w:val="30"/>
        <w:szCs w:val="30"/>
      </w:rPr>
      <w:t>12</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29542" w14:textId="77777777" w:rsidR="00416C2C" w:rsidRDefault="00416C2C">
      <w:r>
        <w:separator/>
      </w:r>
    </w:p>
  </w:footnote>
  <w:footnote w:type="continuationSeparator" w:id="0">
    <w:p w14:paraId="6CB5F404" w14:textId="77777777" w:rsidR="00416C2C" w:rsidRDefault="00416C2C">
      <w:r>
        <w:continuationSeparator/>
      </w:r>
    </w:p>
  </w:footnote>
  <w:footnote w:id="1">
    <w:p w14:paraId="3D2D779F" w14:textId="4180916B" w:rsidR="007A4B5B" w:rsidRDefault="007A4B5B" w:rsidP="007A4B5B">
      <w:pPr>
        <w:pStyle w:val="Notedebasdepage"/>
      </w:pPr>
      <w:r>
        <w:rPr>
          <w:rStyle w:val="Appelnotedebasdep"/>
        </w:rPr>
        <w:footnoteRef/>
      </w:r>
      <w:r>
        <w:t xml:space="preserve"> </w:t>
      </w:r>
      <w:r w:rsidRPr="008D44FB">
        <w:rPr>
          <w:bCs/>
        </w:rPr>
        <w:t>En français dans le texte</w:t>
      </w:r>
      <w:r w:rsidR="00280FCD">
        <w:rPr>
          <w:bCs/>
        </w:rPr>
        <w:t>. (</w:t>
      </w:r>
      <w:r w:rsidRPr="008D44FB">
        <w:rPr>
          <w:bCs/>
        </w:rPr>
        <w:t>N</w:t>
      </w:r>
      <w:r w:rsidR="00280FCD">
        <w:rPr>
          <w:bCs/>
        </w:rPr>
        <w:t xml:space="preserve">. </w:t>
      </w:r>
      <w:r w:rsidRPr="008D44FB" w:rsidDel="00847ED5">
        <w:rPr>
          <w:bCs/>
        </w:rPr>
        <w:t>d</w:t>
      </w:r>
      <w:r w:rsidR="00280FCD">
        <w:rPr>
          <w:bCs/>
        </w:rPr>
        <w:t xml:space="preserve">. </w:t>
      </w:r>
      <w:r w:rsidRPr="008D44FB">
        <w:rPr>
          <w:bCs/>
        </w:rPr>
        <w:t>T</w:t>
      </w:r>
      <w:r w:rsidR="00280FCD">
        <w:rPr>
          <w:bCs/>
        </w:rPr>
        <w:t>.)</w:t>
      </w:r>
    </w:p>
  </w:footnote>
  <w:footnote w:id="2">
    <w:p w14:paraId="1452D5B9" w14:textId="7C57A01E" w:rsidR="007A4B5B" w:rsidRDefault="007A4B5B" w:rsidP="007A4B5B">
      <w:pPr>
        <w:pStyle w:val="Notedebasdepage"/>
      </w:pPr>
      <w:r>
        <w:rPr>
          <w:rStyle w:val="Appelnotedebasdep"/>
        </w:rPr>
        <w:footnoteRef/>
      </w:r>
      <w:r>
        <w:t xml:space="preserve"> </w:t>
      </w:r>
      <w:r w:rsidRPr="008D44FB">
        <w:rPr>
          <w:bCs/>
        </w:rPr>
        <w:t>Forme plus familière</w:t>
      </w:r>
      <w:r w:rsidR="00280FCD">
        <w:rPr>
          <w:bCs/>
        </w:rPr>
        <w:t xml:space="preserve">, </w:t>
      </w:r>
      <w:r w:rsidRPr="008D44FB">
        <w:rPr>
          <w:bCs/>
        </w:rPr>
        <w:t>comme va l</w:t>
      </w:r>
      <w:r w:rsidR="00280FCD">
        <w:rPr>
          <w:bCs/>
        </w:rPr>
        <w:t>’</w:t>
      </w:r>
      <w:r w:rsidRPr="008D44FB">
        <w:rPr>
          <w:bCs/>
        </w:rPr>
        <w:t xml:space="preserve">être aussi Andreï </w:t>
      </w:r>
      <w:proofErr w:type="spellStart"/>
      <w:r w:rsidRPr="008D44FB">
        <w:rPr>
          <w:bCs/>
        </w:rPr>
        <w:t>A</w:t>
      </w:r>
      <w:r w:rsidRPr="008D44FB">
        <w:rPr>
          <w:bCs/>
        </w:rPr>
        <w:t>n</w:t>
      </w:r>
      <w:r w:rsidRPr="008D44FB">
        <w:rPr>
          <w:bCs/>
        </w:rPr>
        <w:t>dréïtch</w:t>
      </w:r>
      <w:proofErr w:type="spellEnd"/>
      <w:r w:rsidR="00280FCD">
        <w:rPr>
          <w:bCs/>
        </w:rPr>
        <w:t>. (</w:t>
      </w:r>
      <w:r w:rsidRPr="008D44FB">
        <w:rPr>
          <w:bCs/>
        </w:rPr>
        <w:t>N</w:t>
      </w:r>
      <w:r w:rsidR="00280FCD">
        <w:rPr>
          <w:bCs/>
        </w:rPr>
        <w:t xml:space="preserve">. </w:t>
      </w:r>
      <w:r w:rsidRPr="008D44FB" w:rsidDel="00847ED5">
        <w:rPr>
          <w:bCs/>
        </w:rPr>
        <w:t>d</w:t>
      </w:r>
      <w:r w:rsidR="00280FCD">
        <w:rPr>
          <w:bCs/>
        </w:rPr>
        <w:t xml:space="preserve">. </w:t>
      </w:r>
      <w:r w:rsidRPr="008D44FB">
        <w:rPr>
          <w:bCs/>
        </w:rPr>
        <w:t>T</w:t>
      </w:r>
      <w:r w:rsidR="00280FCD">
        <w:rPr>
          <w:bCs/>
        </w:rPr>
        <w:t>.)</w:t>
      </w:r>
    </w:p>
  </w:footnote>
  <w:footnote w:id="3">
    <w:p w14:paraId="48DDCE35" w14:textId="48A68E77" w:rsidR="007A4B5B" w:rsidRDefault="007A4B5B" w:rsidP="007A4B5B">
      <w:pPr>
        <w:pStyle w:val="Notedebasdepage"/>
      </w:pPr>
      <w:r>
        <w:rPr>
          <w:rStyle w:val="Appelnotedebasdep"/>
        </w:rPr>
        <w:footnoteRef/>
      </w:r>
      <w:r>
        <w:t xml:space="preserve"> </w:t>
      </w:r>
      <w:r w:rsidRPr="008D44FB">
        <w:rPr>
          <w:bCs/>
        </w:rPr>
        <w:t>En français</w:t>
      </w:r>
      <w:r w:rsidR="00280FCD">
        <w:rPr>
          <w:bCs/>
        </w:rPr>
        <w:t>. (</w:t>
      </w:r>
      <w:r w:rsidRPr="008D44FB">
        <w:rPr>
          <w:bCs/>
        </w:rPr>
        <w:t>N</w:t>
      </w:r>
      <w:r w:rsidR="00280FCD">
        <w:rPr>
          <w:bCs/>
        </w:rPr>
        <w:t xml:space="preserve">. </w:t>
      </w:r>
      <w:r w:rsidRPr="008D44FB">
        <w:rPr>
          <w:bCs/>
        </w:rPr>
        <w:t>d</w:t>
      </w:r>
      <w:r w:rsidR="00280FCD">
        <w:rPr>
          <w:bCs/>
        </w:rPr>
        <w:t xml:space="preserve">. </w:t>
      </w:r>
      <w:r w:rsidRPr="008D44FB">
        <w:rPr>
          <w:bCs/>
        </w:rPr>
        <w:t>T</w:t>
      </w:r>
      <w:r w:rsidR="00280FCD">
        <w:rPr>
          <w:bCs/>
        </w:rPr>
        <w:t>.)</w:t>
      </w:r>
    </w:p>
  </w:footnote>
  <w:footnote w:id="4">
    <w:p w14:paraId="003CA358" w14:textId="38B456E7" w:rsidR="007A4B5B" w:rsidRDefault="007A4B5B" w:rsidP="007A4B5B">
      <w:pPr>
        <w:pStyle w:val="Notedebasdepage"/>
      </w:pPr>
      <w:r>
        <w:rPr>
          <w:rStyle w:val="Appelnotedebasdep"/>
        </w:rPr>
        <w:footnoteRef/>
      </w:r>
      <w:r>
        <w:t xml:space="preserve"> </w:t>
      </w:r>
      <w:r w:rsidRPr="008D44FB">
        <w:rPr>
          <w:bCs/>
        </w:rPr>
        <w:t>Passage de l</w:t>
      </w:r>
      <w:r w:rsidR="00280FCD">
        <w:rPr>
          <w:bCs/>
        </w:rPr>
        <w:t>’</w:t>
      </w:r>
      <w:r w:rsidRPr="008D44FB">
        <w:rPr>
          <w:bCs/>
        </w:rPr>
        <w:t>opéra de Tchaïkovski d</w:t>
      </w:r>
      <w:r w:rsidR="00280FCD">
        <w:rPr>
          <w:bCs/>
        </w:rPr>
        <w:t>’</w:t>
      </w:r>
      <w:r w:rsidRPr="008D44FB">
        <w:rPr>
          <w:bCs/>
        </w:rPr>
        <w:t>après le roman de Pouchk</w:t>
      </w:r>
      <w:r w:rsidRPr="008D44FB">
        <w:rPr>
          <w:bCs/>
        </w:rPr>
        <w:t>i</w:t>
      </w:r>
      <w:r w:rsidRPr="008D44FB">
        <w:rPr>
          <w:bCs/>
        </w:rPr>
        <w:t>ne</w:t>
      </w:r>
      <w:r w:rsidR="00280FCD">
        <w:rPr>
          <w:bCs/>
        </w:rPr>
        <w:t xml:space="preserve">, </w:t>
      </w:r>
      <w:r w:rsidRPr="008D44FB">
        <w:rPr>
          <w:bCs/>
          <w:i/>
          <w:iCs/>
        </w:rPr>
        <w:t xml:space="preserve">Eugène </w:t>
      </w:r>
      <w:proofErr w:type="spellStart"/>
      <w:r w:rsidRPr="008D44FB">
        <w:rPr>
          <w:bCs/>
          <w:i/>
          <w:iCs/>
        </w:rPr>
        <w:t>Oniéguine</w:t>
      </w:r>
      <w:proofErr w:type="spellEnd"/>
      <w:r w:rsidR="00280FCD">
        <w:rPr>
          <w:bCs/>
          <w:i/>
          <w:iCs/>
        </w:rPr>
        <w:t xml:space="preserve">. </w:t>
      </w:r>
      <w:r w:rsidR="00280FCD">
        <w:rPr>
          <w:bCs/>
        </w:rPr>
        <w:t>(</w:t>
      </w:r>
      <w:r w:rsidRPr="008D44FB">
        <w:rPr>
          <w:bCs/>
        </w:rPr>
        <w:t>N</w:t>
      </w:r>
      <w:r w:rsidR="00280FCD">
        <w:rPr>
          <w:bCs/>
        </w:rPr>
        <w:t xml:space="preserve">. </w:t>
      </w:r>
      <w:r w:rsidRPr="008D44FB">
        <w:rPr>
          <w:bCs/>
        </w:rPr>
        <w:t>d</w:t>
      </w:r>
      <w:r w:rsidR="00280FCD">
        <w:rPr>
          <w:bCs/>
        </w:rPr>
        <w:t xml:space="preserve">. </w:t>
      </w:r>
      <w:r w:rsidRPr="008D44FB">
        <w:rPr>
          <w:bCs/>
        </w:rPr>
        <w:t>T</w:t>
      </w:r>
      <w:r w:rsidR="00280FCD">
        <w:rPr>
          <w:bCs/>
        </w:rPr>
        <w:t>.)</w:t>
      </w:r>
    </w:p>
  </w:footnote>
  <w:footnote w:id="5">
    <w:p w14:paraId="31532383" w14:textId="7976B66E" w:rsidR="007A4B5B" w:rsidRDefault="007A4B5B" w:rsidP="007A4B5B">
      <w:pPr>
        <w:pStyle w:val="Notedebasdepage"/>
      </w:pPr>
      <w:r>
        <w:rPr>
          <w:rStyle w:val="Appelnotedebasdep"/>
        </w:rPr>
        <w:footnoteRef/>
      </w:r>
      <w:r>
        <w:t xml:space="preserve"> </w:t>
      </w:r>
      <w:r w:rsidRPr="00E93A0D">
        <w:rPr>
          <w:bCs/>
        </w:rPr>
        <w:t>Diminutif de Tatiana</w:t>
      </w:r>
      <w:r w:rsidR="00280FCD">
        <w:rPr>
          <w:bCs/>
        </w:rPr>
        <w:t xml:space="preserve"> (</w:t>
      </w:r>
      <w:r w:rsidRPr="00E93A0D">
        <w:rPr>
          <w:bCs/>
        </w:rPr>
        <w:t>ma petite Tatiana</w:t>
      </w:r>
      <w:r w:rsidR="00280FCD">
        <w:rPr>
          <w:bCs/>
        </w:rPr>
        <w:t>). (</w:t>
      </w:r>
      <w:r w:rsidRPr="00E93A0D">
        <w:rPr>
          <w:bCs/>
        </w:rPr>
        <w:t>N</w:t>
      </w:r>
      <w:r w:rsidR="00280FCD">
        <w:rPr>
          <w:bCs/>
        </w:rPr>
        <w:t xml:space="preserve">. </w:t>
      </w:r>
      <w:r w:rsidRPr="00E93A0D">
        <w:rPr>
          <w:bCs/>
        </w:rPr>
        <w:t>d</w:t>
      </w:r>
      <w:r w:rsidR="00280FCD">
        <w:rPr>
          <w:bCs/>
        </w:rPr>
        <w:t xml:space="preserve">. </w:t>
      </w:r>
      <w:r w:rsidRPr="00E93A0D">
        <w:rPr>
          <w:bCs/>
        </w:rPr>
        <w:t>T</w:t>
      </w:r>
      <w:r w:rsidR="00280FCD">
        <w:rPr>
          <w:bCs/>
        </w:rPr>
        <w:t>.)</w:t>
      </w:r>
    </w:p>
  </w:footnote>
  <w:footnote w:id="6">
    <w:p w14:paraId="5D862970" w14:textId="5A4183FC" w:rsidR="007A4B5B" w:rsidRDefault="007A4B5B" w:rsidP="007A4B5B">
      <w:pPr>
        <w:pStyle w:val="Notedebasdepage"/>
      </w:pPr>
      <w:r>
        <w:rPr>
          <w:rStyle w:val="Appelnotedebasdep"/>
        </w:rPr>
        <w:footnoteRef/>
      </w:r>
      <w:r>
        <w:t xml:space="preserve"> </w:t>
      </w:r>
      <w:r w:rsidRPr="008D44FB">
        <w:rPr>
          <w:bCs/>
        </w:rPr>
        <w:t>Diminutif de Sergueï</w:t>
      </w:r>
      <w:r w:rsidR="00280FCD">
        <w:rPr>
          <w:bCs/>
        </w:rPr>
        <w:t>. (</w:t>
      </w:r>
      <w:r w:rsidRPr="008D44FB">
        <w:rPr>
          <w:bCs/>
        </w:rPr>
        <w:t>N</w:t>
      </w:r>
      <w:r w:rsidR="00280FCD">
        <w:rPr>
          <w:bCs/>
        </w:rPr>
        <w:t xml:space="preserve">. </w:t>
      </w:r>
      <w:r w:rsidRPr="008D44FB">
        <w:rPr>
          <w:bCs/>
        </w:rPr>
        <w:t>d</w:t>
      </w:r>
      <w:r w:rsidR="00280FCD">
        <w:rPr>
          <w:bCs/>
        </w:rPr>
        <w:t xml:space="preserve">. </w:t>
      </w:r>
      <w:r w:rsidRPr="008D44FB">
        <w:rPr>
          <w:bCs/>
        </w:rPr>
        <w:t>T</w:t>
      </w:r>
      <w:r w:rsidR="00280FCD">
        <w:rPr>
          <w:bCs/>
        </w:rPr>
        <w:t>.)</w:t>
      </w:r>
    </w:p>
  </w:footnote>
  <w:footnote w:id="7">
    <w:p w14:paraId="7EF09589" w14:textId="1E71354A" w:rsidR="007A4B5B" w:rsidRDefault="007A4B5B" w:rsidP="007A4B5B">
      <w:pPr>
        <w:pStyle w:val="Notedebasdepage"/>
      </w:pPr>
      <w:r>
        <w:rPr>
          <w:rStyle w:val="Appelnotedebasdep"/>
        </w:rPr>
        <w:footnoteRef/>
      </w:r>
      <w:r>
        <w:t xml:space="preserve"> </w:t>
      </w:r>
      <w:r w:rsidRPr="00EC21DD">
        <w:rPr>
          <w:bCs/>
        </w:rPr>
        <w:t>Citation de la fable de I</w:t>
      </w:r>
      <w:r w:rsidR="00280FCD">
        <w:rPr>
          <w:bCs/>
        </w:rPr>
        <w:t xml:space="preserve">. </w:t>
      </w:r>
      <w:r w:rsidRPr="00EC21DD">
        <w:rPr>
          <w:bCs/>
        </w:rPr>
        <w:t>Krylov</w:t>
      </w:r>
      <w:r w:rsidR="00280FCD">
        <w:rPr>
          <w:bCs/>
        </w:rPr>
        <w:t xml:space="preserve">. </w:t>
      </w:r>
      <w:r w:rsidRPr="00EC21DD">
        <w:rPr>
          <w:bCs/>
          <w:i/>
          <w:iCs/>
        </w:rPr>
        <w:t>Les Passants et les Chiens</w:t>
      </w:r>
      <w:r w:rsidR="00280FCD">
        <w:rPr>
          <w:bCs/>
          <w:i/>
          <w:iCs/>
        </w:rPr>
        <w:t>.</w:t>
      </w:r>
    </w:p>
  </w:footnote>
  <w:footnote w:id="8">
    <w:p w14:paraId="6EA59F87" w14:textId="78160A15" w:rsidR="007A4B5B" w:rsidRDefault="007A4B5B" w:rsidP="007A4B5B">
      <w:pPr>
        <w:pStyle w:val="Notedebasdepage"/>
      </w:pPr>
      <w:r>
        <w:rPr>
          <w:rStyle w:val="Appelnotedebasdep"/>
        </w:rPr>
        <w:footnoteRef/>
      </w:r>
      <w:r>
        <w:rPr>
          <w:bCs/>
        </w:rPr>
        <w:t xml:space="preserve"> </w:t>
      </w:r>
      <w:r w:rsidRPr="008D44FB">
        <w:rPr>
          <w:bCs/>
        </w:rPr>
        <w:t xml:space="preserve">Romance tsigane de </w:t>
      </w:r>
      <w:proofErr w:type="spellStart"/>
      <w:r w:rsidRPr="008D44FB">
        <w:rPr>
          <w:bCs/>
        </w:rPr>
        <w:t>Ja</w:t>
      </w:r>
      <w:proofErr w:type="spellEnd"/>
      <w:r w:rsidR="00280FCD">
        <w:rPr>
          <w:bCs/>
        </w:rPr>
        <w:t xml:space="preserve">. </w:t>
      </w:r>
      <w:proofErr w:type="spellStart"/>
      <w:r w:rsidRPr="008D44FB">
        <w:rPr>
          <w:bCs/>
        </w:rPr>
        <w:t>Prigoji</w:t>
      </w:r>
      <w:proofErr w:type="spellEnd"/>
      <w:r w:rsidRPr="008D44FB">
        <w:rPr>
          <w:bCs/>
        </w:rPr>
        <w:t xml:space="preserve"> sur le poème de Nékra</w:t>
      </w:r>
      <w:r w:rsidRPr="008D44FB">
        <w:rPr>
          <w:bCs/>
        </w:rPr>
        <w:t>s</w:t>
      </w:r>
      <w:r w:rsidRPr="008D44FB">
        <w:rPr>
          <w:bCs/>
        </w:rPr>
        <w:t xml:space="preserve">sov </w:t>
      </w:r>
      <w:r w:rsidRPr="008D44FB">
        <w:rPr>
          <w:bCs/>
          <w:i/>
          <w:iCs/>
        </w:rPr>
        <w:t>Une lourde croix lui est échue en partage</w:t>
      </w:r>
      <w:r w:rsidR="00280FCD">
        <w:rPr>
          <w:bCs/>
          <w:i/>
          <w:iCs/>
        </w:rPr>
        <w:t xml:space="preserve">… </w:t>
      </w:r>
      <w:r w:rsidR="00280FCD">
        <w:rPr>
          <w:bCs/>
        </w:rPr>
        <w:t>(</w:t>
      </w:r>
      <w:r w:rsidRPr="008D44FB">
        <w:rPr>
          <w:bCs/>
        </w:rPr>
        <w:t>1856</w:t>
      </w:r>
      <w:r w:rsidR="00280FCD">
        <w:rPr>
          <w:bC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693847352">
    <w:abstractNumId w:val="10"/>
  </w:num>
  <w:num w:numId="2" w16cid:durableId="1028606161">
    <w:abstractNumId w:val="11"/>
  </w:num>
  <w:num w:numId="3" w16cid:durableId="783841453">
    <w:abstractNumId w:val="12"/>
  </w:num>
  <w:num w:numId="4" w16cid:durableId="1657294009">
    <w:abstractNumId w:val="13"/>
  </w:num>
  <w:num w:numId="5" w16cid:durableId="283659202">
    <w:abstractNumId w:val="8"/>
  </w:num>
  <w:num w:numId="6" w16cid:durableId="374813318">
    <w:abstractNumId w:val="3"/>
  </w:num>
  <w:num w:numId="7" w16cid:durableId="143090944">
    <w:abstractNumId w:val="2"/>
  </w:num>
  <w:num w:numId="8" w16cid:durableId="134640349">
    <w:abstractNumId w:val="1"/>
  </w:num>
  <w:num w:numId="9" w16cid:durableId="1782259557">
    <w:abstractNumId w:val="0"/>
  </w:num>
  <w:num w:numId="10" w16cid:durableId="796800076">
    <w:abstractNumId w:val="9"/>
  </w:num>
  <w:num w:numId="11" w16cid:durableId="398987133">
    <w:abstractNumId w:val="7"/>
  </w:num>
  <w:num w:numId="12" w16cid:durableId="1362895129">
    <w:abstractNumId w:val="6"/>
  </w:num>
  <w:num w:numId="13" w16cid:durableId="1642732606">
    <w:abstractNumId w:val="5"/>
  </w:num>
  <w:num w:numId="14" w16cid:durableId="8984399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B76BB"/>
    <w:rsid w:val="00280FCD"/>
    <w:rsid w:val="003A0C97"/>
    <w:rsid w:val="004168C5"/>
    <w:rsid w:val="00416C2C"/>
    <w:rsid w:val="007A4B5B"/>
    <w:rsid w:val="009A7283"/>
    <w:rsid w:val="00B07EF9"/>
    <w:rsid w:val="00C7786C"/>
    <w:rsid w:val="00E215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EFC7A8"/>
  <w15:chartTrackingRefBased/>
  <w15:docId w15:val="{5B5C4608-68C3-4824-9537-4D1CEE43B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8C5"/>
    <w:pPr>
      <w:spacing w:before="240" w:after="240"/>
      <w:ind w:firstLine="680"/>
      <w:jc w:val="both"/>
    </w:pPr>
    <w:rPr>
      <w:rFonts w:ascii="Amasis30" w:hAnsi="Amasis30"/>
      <w:sz w:val="36"/>
      <w:szCs w:val="24"/>
    </w:rPr>
  </w:style>
  <w:style w:type="paragraph" w:styleId="Titre1">
    <w:name w:val="heading 1"/>
    <w:basedOn w:val="Normal"/>
    <w:next w:val="Normal"/>
    <w:qFormat/>
    <w:rsid w:val="00B07EF9"/>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B07EF9"/>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B07EF9"/>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B07EF9"/>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B07EF9"/>
  </w:style>
  <w:style w:type="character" w:styleId="Lienhypertexte">
    <w:name w:val="Hyperlink"/>
    <w:uiPriority w:val="99"/>
    <w:rsid w:val="00B07EF9"/>
    <w:rPr>
      <w:rFonts w:ascii="Amasis30" w:hAnsi="Amasis30"/>
      <w:color w:val="004080"/>
      <w:u w:val="single"/>
    </w:rPr>
  </w:style>
  <w:style w:type="paragraph" w:styleId="Explorateurdedocuments">
    <w:name w:val="Document Map"/>
    <w:basedOn w:val="Normal"/>
    <w:semiHidden/>
    <w:rsid w:val="00B07EF9"/>
    <w:pPr>
      <w:shd w:val="clear" w:color="auto" w:fill="000080"/>
    </w:pPr>
    <w:rPr>
      <w:rFonts w:ascii="Tahoma" w:hAnsi="Tahoma" w:cs="Tahoma"/>
    </w:rPr>
  </w:style>
  <w:style w:type="paragraph" w:styleId="TM1">
    <w:name w:val="toc 1"/>
    <w:basedOn w:val="Normal"/>
    <w:next w:val="Normal"/>
    <w:autoRedefine/>
    <w:uiPriority w:val="39"/>
    <w:rsid w:val="00B07EF9"/>
    <w:pPr>
      <w:tabs>
        <w:tab w:val="right" w:leader="dot" w:pos="9639"/>
      </w:tabs>
      <w:spacing w:before="180" w:after="180"/>
      <w:ind w:firstLine="0"/>
      <w:jc w:val="left"/>
    </w:pPr>
    <w:rPr>
      <w:bCs/>
      <w:iCs/>
      <w:noProof/>
      <w:color w:val="000080"/>
      <w:szCs w:val="28"/>
    </w:rPr>
  </w:style>
  <w:style w:type="paragraph" w:styleId="En-tte">
    <w:name w:val="header"/>
    <w:basedOn w:val="Normal"/>
    <w:rsid w:val="00B07EF9"/>
    <w:pPr>
      <w:tabs>
        <w:tab w:val="center" w:pos="4536"/>
        <w:tab w:val="right" w:pos="9072"/>
      </w:tabs>
    </w:pPr>
  </w:style>
  <w:style w:type="paragraph" w:styleId="Pieddepage">
    <w:name w:val="footer"/>
    <w:basedOn w:val="Normal"/>
    <w:rsid w:val="00B07EF9"/>
    <w:pPr>
      <w:tabs>
        <w:tab w:val="center" w:pos="4536"/>
        <w:tab w:val="right" w:pos="9072"/>
      </w:tabs>
      <w:ind w:firstLine="0"/>
      <w:jc w:val="center"/>
    </w:pPr>
    <w:rPr>
      <w:sz w:val="32"/>
    </w:rPr>
  </w:style>
  <w:style w:type="character" w:styleId="Numrodepage">
    <w:name w:val="page number"/>
    <w:basedOn w:val="Policepardfaut"/>
    <w:rsid w:val="00B07EF9"/>
  </w:style>
  <w:style w:type="paragraph" w:styleId="TM2">
    <w:name w:val="toc 2"/>
    <w:basedOn w:val="Normal"/>
    <w:next w:val="Normal"/>
    <w:autoRedefine/>
    <w:uiPriority w:val="39"/>
    <w:rsid w:val="00B07EF9"/>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B07EF9"/>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B07EF9"/>
    <w:pPr>
      <w:ind w:left="780"/>
    </w:pPr>
  </w:style>
  <w:style w:type="paragraph" w:styleId="TM5">
    <w:name w:val="toc 5"/>
    <w:basedOn w:val="Normal"/>
    <w:next w:val="Normal"/>
    <w:autoRedefine/>
    <w:semiHidden/>
    <w:rsid w:val="00B07EF9"/>
    <w:pPr>
      <w:ind w:left="1040"/>
    </w:pPr>
  </w:style>
  <w:style w:type="paragraph" w:styleId="TM6">
    <w:name w:val="toc 6"/>
    <w:basedOn w:val="Normal"/>
    <w:next w:val="Normal"/>
    <w:autoRedefine/>
    <w:semiHidden/>
    <w:rsid w:val="00B07EF9"/>
    <w:pPr>
      <w:ind w:left="1300"/>
    </w:pPr>
  </w:style>
  <w:style w:type="paragraph" w:styleId="TM7">
    <w:name w:val="toc 7"/>
    <w:basedOn w:val="Normal"/>
    <w:next w:val="Normal"/>
    <w:autoRedefine/>
    <w:semiHidden/>
    <w:rsid w:val="00B07EF9"/>
    <w:pPr>
      <w:ind w:left="1560"/>
    </w:pPr>
  </w:style>
  <w:style w:type="paragraph" w:styleId="TM8">
    <w:name w:val="toc 8"/>
    <w:basedOn w:val="Normal"/>
    <w:next w:val="Normal"/>
    <w:autoRedefine/>
    <w:semiHidden/>
    <w:rsid w:val="00B07EF9"/>
    <w:pPr>
      <w:ind w:left="1820"/>
    </w:pPr>
  </w:style>
  <w:style w:type="paragraph" w:styleId="TM9">
    <w:name w:val="toc 9"/>
    <w:basedOn w:val="Normal"/>
    <w:next w:val="Normal"/>
    <w:autoRedefine/>
    <w:semiHidden/>
    <w:rsid w:val="00B07EF9"/>
    <w:pPr>
      <w:ind w:left="2080"/>
    </w:pPr>
  </w:style>
  <w:style w:type="paragraph" w:styleId="Retraitcorpsdetexte">
    <w:name w:val="Body Text Indent"/>
    <w:basedOn w:val="Normal"/>
    <w:pPr>
      <w:jc w:val="center"/>
    </w:pPr>
    <w:rPr>
      <w:rFonts w:ascii="Arial" w:hAnsi="Arial"/>
    </w:rPr>
  </w:style>
  <w:style w:type="character" w:styleId="Appelnotedebasdep">
    <w:name w:val="footnote reference"/>
    <w:qFormat/>
    <w:rsid w:val="00B07EF9"/>
    <w:rPr>
      <w:rFonts w:ascii="Amasis30" w:hAnsi="Amasis30"/>
      <w:b/>
      <w:sz w:val="36"/>
      <w:vertAlign w:val="superscript"/>
    </w:rPr>
  </w:style>
  <w:style w:type="paragraph" w:styleId="Notedebasdepage">
    <w:name w:val="footnote text"/>
    <w:basedOn w:val="Taille-1Normal"/>
    <w:qFormat/>
    <w:rsid w:val="00B07EF9"/>
    <w:rPr>
      <w:szCs w:val="30"/>
    </w:rPr>
  </w:style>
  <w:style w:type="paragraph" w:styleId="Retraitcorpsdetexte3">
    <w:name w:val="Body Text Indent 3"/>
    <w:basedOn w:val="Normal"/>
    <w:pPr>
      <w:ind w:left="540" w:firstLine="27"/>
    </w:pPr>
    <w:rPr>
      <w:rFonts w:ascii="Helvetica" w:hAnsi="Helvetica"/>
      <w:color w:val="000000"/>
      <w:sz w:val="20"/>
    </w:rPr>
  </w:style>
  <w:style w:type="paragraph" w:customStyle="1" w:styleId="Auteur">
    <w:name w:val="Auteur"/>
    <w:basedOn w:val="Normal"/>
    <w:rsid w:val="00B07EF9"/>
    <w:pPr>
      <w:spacing w:before="0" w:after="1800"/>
      <w:ind w:right="851" w:firstLine="0"/>
      <w:jc w:val="right"/>
    </w:pPr>
    <w:rPr>
      <w:sz w:val="48"/>
    </w:rPr>
  </w:style>
  <w:style w:type="paragraph" w:customStyle="1" w:styleId="Titrelivre">
    <w:name w:val="Titre_livre"/>
    <w:basedOn w:val="Normal"/>
    <w:rsid w:val="00B07EF9"/>
    <w:pPr>
      <w:spacing w:before="0" w:after="1200"/>
      <w:ind w:left="2268" w:right="851" w:firstLine="0"/>
      <w:jc w:val="right"/>
    </w:pPr>
    <w:rPr>
      <w:b/>
      <w:bCs/>
      <w:sz w:val="72"/>
    </w:rPr>
  </w:style>
  <w:style w:type="paragraph" w:customStyle="1" w:styleId="Soustitrelivre">
    <w:name w:val="Sous_titre_livre"/>
    <w:basedOn w:val="Normal"/>
    <w:rsid w:val="00B07EF9"/>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B07EF9"/>
    <w:pPr>
      <w:spacing w:after="1080"/>
      <w:ind w:left="2268" w:firstLine="0"/>
      <w:jc w:val="center"/>
    </w:pPr>
    <w:rPr>
      <w:noProof/>
    </w:rPr>
  </w:style>
  <w:style w:type="paragraph" w:customStyle="1" w:styleId="DateSortie">
    <w:name w:val="Date_Sortie"/>
    <w:basedOn w:val="Normal"/>
    <w:rsid w:val="00B07EF9"/>
    <w:pPr>
      <w:spacing w:before="0" w:after="0"/>
      <w:ind w:right="1418" w:firstLine="0"/>
      <w:jc w:val="right"/>
    </w:pPr>
    <w:rPr>
      <w:bCs/>
      <w:sz w:val="40"/>
    </w:rPr>
  </w:style>
  <w:style w:type="paragraph" w:customStyle="1" w:styleId="Titretablematires">
    <w:name w:val="Titre table matières"/>
    <w:basedOn w:val="Normal"/>
    <w:rsid w:val="00B07EF9"/>
    <w:pPr>
      <w:pBdr>
        <w:top w:val="single" w:sz="8" w:space="1" w:color="auto"/>
        <w:bottom w:val="single" w:sz="8" w:space="1" w:color="auto"/>
      </w:pBdr>
      <w:ind w:left="2552" w:right="2552" w:firstLine="0"/>
      <w:jc w:val="center"/>
    </w:pPr>
    <w:rPr>
      <w:bCs/>
    </w:rPr>
  </w:style>
  <w:style w:type="paragraph" w:styleId="Textedebulles">
    <w:name w:val="Balloon Text"/>
    <w:basedOn w:val="Normal"/>
    <w:semiHidden/>
    <w:rsid w:val="00FA66B1"/>
    <w:rPr>
      <w:rFonts w:ascii="Tahoma" w:hAnsi="Tahoma" w:cs="Tahoma"/>
      <w:sz w:val="16"/>
      <w:szCs w:val="16"/>
    </w:rPr>
  </w:style>
  <w:style w:type="paragraph" w:styleId="Rvision">
    <w:name w:val="Revision"/>
    <w:hidden/>
    <w:uiPriority w:val="99"/>
    <w:semiHidden/>
    <w:rsid w:val="00B07EF9"/>
    <w:rPr>
      <w:rFonts w:ascii="Georgia" w:hAnsi="Georgia"/>
      <w:sz w:val="32"/>
      <w:szCs w:val="24"/>
    </w:rPr>
  </w:style>
  <w:style w:type="paragraph" w:customStyle="1" w:styleId="Centr">
    <w:name w:val="Centré"/>
    <w:basedOn w:val="Normal"/>
    <w:rsid w:val="00B07EF9"/>
    <w:pPr>
      <w:ind w:firstLine="0"/>
      <w:jc w:val="center"/>
    </w:pPr>
    <w:rPr>
      <w:szCs w:val="20"/>
    </w:rPr>
  </w:style>
  <w:style w:type="paragraph" w:customStyle="1" w:styleId="NormalSansIndent">
    <w:name w:val="NormalSansIndent"/>
    <w:basedOn w:val="Normal"/>
    <w:rsid w:val="00B07EF9"/>
    <w:pPr>
      <w:ind w:firstLine="0"/>
    </w:pPr>
    <w:rPr>
      <w:szCs w:val="20"/>
    </w:rPr>
  </w:style>
  <w:style w:type="paragraph" w:customStyle="1" w:styleId="NormalSolidaire">
    <w:name w:val="NormalSolidaire"/>
    <w:basedOn w:val="Normal"/>
    <w:qFormat/>
    <w:rsid w:val="00B07EF9"/>
    <w:pPr>
      <w:keepNext/>
    </w:pPr>
  </w:style>
  <w:style w:type="paragraph" w:customStyle="1" w:styleId="NormalSautPageAvant">
    <w:name w:val="NormalSautPageAvant"/>
    <w:basedOn w:val="Normal"/>
    <w:qFormat/>
    <w:rsid w:val="00B07EF9"/>
    <w:pPr>
      <w:pageBreakBefore/>
    </w:pPr>
  </w:style>
  <w:style w:type="paragraph" w:customStyle="1" w:styleId="NormalEspAvtGrand">
    <w:name w:val="NormalEspAvtGrand"/>
    <w:basedOn w:val="Normal"/>
    <w:rsid w:val="00B07EF9"/>
    <w:pPr>
      <w:spacing w:before="2640"/>
    </w:pPr>
    <w:rPr>
      <w:szCs w:val="20"/>
    </w:rPr>
  </w:style>
  <w:style w:type="paragraph" w:customStyle="1" w:styleId="CentrEspAvt0">
    <w:name w:val="CentréEspAvt0"/>
    <w:basedOn w:val="Centr"/>
    <w:next w:val="CentrEspAvt0EspApr0"/>
    <w:rsid w:val="00B07EF9"/>
    <w:pPr>
      <w:spacing w:before="0"/>
    </w:pPr>
  </w:style>
  <w:style w:type="paragraph" w:customStyle="1" w:styleId="CentrEspApr0">
    <w:name w:val="CentréEspApr0"/>
    <w:basedOn w:val="Centr"/>
    <w:next w:val="Normal"/>
    <w:rsid w:val="00B07EF9"/>
    <w:pPr>
      <w:spacing w:after="0"/>
    </w:pPr>
  </w:style>
  <w:style w:type="paragraph" w:customStyle="1" w:styleId="CentrEspAvt0EspApr0">
    <w:name w:val="CentréEspAvt0EspApr0"/>
    <w:basedOn w:val="Centr"/>
    <w:rsid w:val="00B07EF9"/>
    <w:pPr>
      <w:spacing w:before="0" w:after="0"/>
    </w:pPr>
  </w:style>
  <w:style w:type="paragraph" w:customStyle="1" w:styleId="Droite">
    <w:name w:val="Droite"/>
    <w:basedOn w:val="Normal"/>
    <w:next w:val="Normal"/>
    <w:rsid w:val="00B07EF9"/>
    <w:pPr>
      <w:ind w:firstLine="0"/>
      <w:jc w:val="right"/>
    </w:pPr>
    <w:rPr>
      <w:szCs w:val="20"/>
    </w:rPr>
  </w:style>
  <w:style w:type="paragraph" w:customStyle="1" w:styleId="DroiteRetraitGauche1X">
    <w:name w:val="DroiteRetraitGauche1X"/>
    <w:basedOn w:val="Droite"/>
    <w:next w:val="Normal"/>
    <w:rsid w:val="00B07EF9"/>
    <w:pPr>
      <w:ind w:left="680"/>
    </w:pPr>
  </w:style>
  <w:style w:type="paragraph" w:customStyle="1" w:styleId="DroiteRetraitGauche2X">
    <w:name w:val="DroiteRetraitGauche2X"/>
    <w:basedOn w:val="Droite"/>
    <w:next w:val="Normal"/>
    <w:rsid w:val="00B07EF9"/>
    <w:pPr>
      <w:ind w:left="1361"/>
    </w:pPr>
  </w:style>
  <w:style w:type="paragraph" w:customStyle="1" w:styleId="DroiteRetraitGauche3X">
    <w:name w:val="DroiteRetraitGauche3X"/>
    <w:basedOn w:val="Droite"/>
    <w:next w:val="Normal"/>
    <w:rsid w:val="00B07EF9"/>
    <w:pPr>
      <w:ind w:left="2041"/>
    </w:pPr>
  </w:style>
  <w:style w:type="paragraph" w:customStyle="1" w:styleId="DroiteRetraitGauche4X">
    <w:name w:val="DroiteRetraitGauche4X"/>
    <w:basedOn w:val="Droite"/>
    <w:next w:val="Normal"/>
    <w:rsid w:val="00B07EF9"/>
    <w:pPr>
      <w:ind w:left="2722"/>
    </w:pPr>
  </w:style>
  <w:style w:type="paragraph" w:customStyle="1" w:styleId="Taille-1Normal">
    <w:name w:val="Taille-1Normal"/>
    <w:basedOn w:val="Normal"/>
    <w:rsid w:val="00B07EF9"/>
    <w:rPr>
      <w:sz w:val="32"/>
      <w:szCs w:val="28"/>
    </w:rPr>
  </w:style>
  <w:style w:type="paragraph" w:customStyle="1" w:styleId="Taille-1RetraitGauche1X">
    <w:name w:val="Taille-1RetraitGauche1X"/>
    <w:basedOn w:val="Taille-1Normal"/>
    <w:rsid w:val="00B07EF9"/>
    <w:pPr>
      <w:ind w:left="680"/>
    </w:pPr>
    <w:rPr>
      <w:szCs w:val="20"/>
    </w:rPr>
  </w:style>
  <w:style w:type="paragraph" w:customStyle="1" w:styleId="Taille-1RetraitGauche2X">
    <w:name w:val="Taille-1RetraitGauche2X"/>
    <w:basedOn w:val="Taille-1Normal"/>
    <w:rsid w:val="00B07EF9"/>
    <w:pPr>
      <w:ind w:left="1361"/>
    </w:pPr>
    <w:rPr>
      <w:szCs w:val="20"/>
    </w:rPr>
  </w:style>
  <w:style w:type="paragraph" w:customStyle="1" w:styleId="Taille-1RetraitGauche3X">
    <w:name w:val="Taille-1RetraitGauche3X"/>
    <w:basedOn w:val="Taille-1Normal"/>
    <w:rsid w:val="00B07EF9"/>
    <w:pPr>
      <w:ind w:left="2041"/>
    </w:pPr>
    <w:rPr>
      <w:szCs w:val="20"/>
    </w:rPr>
  </w:style>
  <w:style w:type="paragraph" w:customStyle="1" w:styleId="Taille-1RetraitGauche1XIndent0">
    <w:name w:val="Taille-1RetraitGauche1XIndent0"/>
    <w:basedOn w:val="Taille-1RetraitGauche1X"/>
    <w:rsid w:val="00B07EF9"/>
    <w:pPr>
      <w:ind w:firstLine="0"/>
    </w:pPr>
  </w:style>
  <w:style w:type="paragraph" w:customStyle="1" w:styleId="Taille-1RetraitGauche2XIndent0">
    <w:name w:val="Taille-1RetraitGauche2XIndent0"/>
    <w:basedOn w:val="Taille-1RetraitGauche2X"/>
    <w:rsid w:val="00B07EF9"/>
    <w:pPr>
      <w:ind w:firstLine="0"/>
    </w:pPr>
  </w:style>
  <w:style w:type="paragraph" w:customStyle="1" w:styleId="Taille-1RetraitGauche3XIndent0">
    <w:name w:val="Taille-1RetraitGauche3XIndent0"/>
    <w:basedOn w:val="Taille-1RetraitGauche3X"/>
    <w:rsid w:val="00B07EF9"/>
    <w:pPr>
      <w:ind w:firstLine="0"/>
    </w:pPr>
  </w:style>
  <w:style w:type="paragraph" w:customStyle="1" w:styleId="Taille-1RetraitGauche4XIndent0">
    <w:name w:val="Taille-1RetraitGauche4XIndent0"/>
    <w:basedOn w:val="Taille-1Normal"/>
    <w:rsid w:val="00B07EF9"/>
    <w:pPr>
      <w:ind w:left="2722" w:firstLine="0"/>
    </w:pPr>
    <w:rPr>
      <w:szCs w:val="20"/>
    </w:rPr>
  </w:style>
  <w:style w:type="paragraph" w:customStyle="1" w:styleId="NormalRetraitGauche1X">
    <w:name w:val="NormalRetraitGauche1X"/>
    <w:basedOn w:val="Normal"/>
    <w:rsid w:val="00B07EF9"/>
    <w:pPr>
      <w:ind w:left="680"/>
    </w:pPr>
    <w:rPr>
      <w:szCs w:val="20"/>
    </w:rPr>
  </w:style>
  <w:style w:type="paragraph" w:customStyle="1" w:styleId="NormalRetraitGauche2X">
    <w:name w:val="NormalRetraitGauche2X"/>
    <w:basedOn w:val="Normal"/>
    <w:rsid w:val="00B07EF9"/>
    <w:pPr>
      <w:ind w:left="1361"/>
    </w:pPr>
    <w:rPr>
      <w:szCs w:val="20"/>
    </w:rPr>
  </w:style>
  <w:style w:type="paragraph" w:customStyle="1" w:styleId="NormalRetraitGauche3X">
    <w:name w:val="NormalRetraitGauche3X"/>
    <w:basedOn w:val="Normal"/>
    <w:rsid w:val="00B07EF9"/>
    <w:pPr>
      <w:ind w:left="2041"/>
    </w:pPr>
    <w:rPr>
      <w:szCs w:val="20"/>
    </w:rPr>
  </w:style>
  <w:style w:type="paragraph" w:customStyle="1" w:styleId="NormalRetraitGauche1XIndent0">
    <w:name w:val="NormalRetraitGauche1XIndent0"/>
    <w:basedOn w:val="NormalRetraitGauche1X"/>
    <w:rsid w:val="00B07EF9"/>
    <w:pPr>
      <w:ind w:firstLine="0"/>
    </w:pPr>
  </w:style>
  <w:style w:type="paragraph" w:customStyle="1" w:styleId="NormalRetraitGauche2XIndent0">
    <w:name w:val="NormalRetraitGauche2XIndent0"/>
    <w:basedOn w:val="NormalRetraitGauche2X"/>
    <w:rsid w:val="00B07EF9"/>
    <w:pPr>
      <w:ind w:firstLine="0"/>
    </w:pPr>
  </w:style>
  <w:style w:type="paragraph" w:customStyle="1" w:styleId="NormalRetraitGauche3XIndent0">
    <w:name w:val="NormalRetraitGauche3XIndent0"/>
    <w:basedOn w:val="NormalRetraitGauche3X"/>
    <w:rsid w:val="00B07EF9"/>
    <w:pPr>
      <w:ind w:firstLine="0"/>
    </w:pPr>
  </w:style>
  <w:style w:type="paragraph" w:customStyle="1" w:styleId="NormalRetraitGauche4XIndent0">
    <w:name w:val="NormalRetraitGauche4XIndent0"/>
    <w:basedOn w:val="Normal"/>
    <w:rsid w:val="00B07EF9"/>
    <w:pPr>
      <w:ind w:left="2722" w:firstLine="0"/>
    </w:pPr>
    <w:rPr>
      <w:szCs w:val="20"/>
    </w:rPr>
  </w:style>
  <w:style w:type="paragraph" w:styleId="Notedefin">
    <w:name w:val="endnote text"/>
    <w:basedOn w:val="Taille-1Normal"/>
    <w:link w:val="NotedefinCar"/>
    <w:uiPriority w:val="99"/>
    <w:semiHidden/>
    <w:unhideWhenUsed/>
    <w:qFormat/>
    <w:rsid w:val="00B07EF9"/>
    <w:rPr>
      <w:szCs w:val="20"/>
      <w:lang w:val="x-none" w:eastAsia="x-none"/>
    </w:rPr>
  </w:style>
  <w:style w:type="character" w:customStyle="1" w:styleId="NotedefinCar">
    <w:name w:val="Note de fin Car"/>
    <w:link w:val="Notedefin"/>
    <w:uiPriority w:val="99"/>
    <w:semiHidden/>
    <w:rsid w:val="00B07EF9"/>
    <w:rPr>
      <w:rFonts w:ascii="Amasis30" w:hAnsi="Amasis30"/>
      <w:sz w:val="32"/>
      <w:lang w:val="x-none" w:eastAsia="x-none"/>
    </w:rPr>
  </w:style>
  <w:style w:type="character" w:styleId="Appeldenotedefin">
    <w:name w:val="endnote reference"/>
    <w:uiPriority w:val="99"/>
    <w:unhideWhenUsed/>
    <w:qFormat/>
    <w:rsid w:val="00B07EF9"/>
    <w:rPr>
      <w:rFonts w:ascii="Amasis30" w:hAnsi="Amasis30"/>
      <w:b/>
      <w:sz w:val="36"/>
      <w:vertAlign w:val="superscript"/>
    </w:rPr>
  </w:style>
  <w:style w:type="paragraph" w:customStyle="1" w:styleId="NormalSuspendu1X">
    <w:name w:val="NormalSuspendu1X"/>
    <w:basedOn w:val="Normal"/>
    <w:rsid w:val="00B07EF9"/>
    <w:pPr>
      <w:ind w:left="680" w:hanging="680"/>
    </w:pPr>
    <w:rPr>
      <w:szCs w:val="20"/>
    </w:rPr>
  </w:style>
  <w:style w:type="paragraph" w:customStyle="1" w:styleId="NormalSuspendu1XRetrait1X">
    <w:name w:val="NormalSuspendu1XRetrait1X"/>
    <w:basedOn w:val="Normal"/>
    <w:rsid w:val="00B07EF9"/>
    <w:pPr>
      <w:ind w:left="1360" w:hanging="680"/>
    </w:pPr>
  </w:style>
  <w:style w:type="paragraph" w:customStyle="1" w:styleId="NormalEspAvt0EspApr0">
    <w:name w:val="NormalEspAvt0EspApr0"/>
    <w:basedOn w:val="Normal"/>
    <w:rsid w:val="00B07EF9"/>
    <w:pPr>
      <w:spacing w:before="0" w:after="0"/>
    </w:pPr>
    <w:rPr>
      <w:szCs w:val="20"/>
    </w:rPr>
  </w:style>
  <w:style w:type="paragraph" w:customStyle="1" w:styleId="NormalSuspendu1XRetrait2X">
    <w:name w:val="NormalSuspendu1XRetrait2X"/>
    <w:basedOn w:val="Normal"/>
    <w:rsid w:val="00B07EF9"/>
    <w:pPr>
      <w:ind w:left="2041" w:hanging="680"/>
    </w:pPr>
  </w:style>
  <w:style w:type="paragraph" w:customStyle="1" w:styleId="NormalSuspendu1XRetrait3X">
    <w:name w:val="NormalSuspendu1XRetrait3X"/>
    <w:basedOn w:val="Normal"/>
    <w:rsid w:val="00B07EF9"/>
    <w:pPr>
      <w:ind w:left="2721" w:hanging="680"/>
    </w:pPr>
    <w:rPr>
      <w:szCs w:val="20"/>
    </w:rPr>
  </w:style>
  <w:style w:type="paragraph" w:customStyle="1" w:styleId="NormalSuspendu1XRetrait4X">
    <w:name w:val="NormalSuspendu1XRetrait4X"/>
    <w:basedOn w:val="Normal"/>
    <w:rsid w:val="00B07EF9"/>
    <w:pPr>
      <w:ind w:left="3402" w:hanging="680"/>
    </w:pPr>
    <w:rPr>
      <w:szCs w:val="20"/>
    </w:rPr>
  </w:style>
  <w:style w:type="character" w:customStyle="1" w:styleId="Taille-1Caracteres">
    <w:name w:val="Taille-1Caracteres"/>
    <w:qFormat/>
    <w:rsid w:val="00B07EF9"/>
    <w:rPr>
      <w:sz w:val="32"/>
      <w:szCs w:val="20"/>
    </w:rPr>
  </w:style>
  <w:style w:type="paragraph" w:customStyle="1" w:styleId="Etoile">
    <w:name w:val="Etoile"/>
    <w:basedOn w:val="Normal"/>
    <w:qFormat/>
    <w:rsid w:val="00B07EF9"/>
    <w:pPr>
      <w:ind w:firstLine="0"/>
      <w:jc w:val="center"/>
    </w:pPr>
    <w:rPr>
      <w:b/>
      <w:sz w:val="40"/>
      <w:szCs w:val="28"/>
    </w:rPr>
  </w:style>
  <w:style w:type="paragraph" w:customStyle="1" w:styleId="Taille-1Suspendu1XRetrait1XEsp0">
    <w:name w:val="Taille-1Suspendu1XRetrait1XEsp0"/>
    <w:basedOn w:val="Taille-1RetraitGauche1X"/>
    <w:qFormat/>
    <w:rsid w:val="00B07EF9"/>
    <w:pPr>
      <w:spacing w:before="0" w:after="0"/>
      <w:ind w:left="1360" w:hanging="680"/>
    </w:pPr>
  </w:style>
  <w:style w:type="character" w:styleId="Mentionnonrsolue">
    <w:name w:val="Unresolved Mention"/>
    <w:uiPriority w:val="99"/>
    <w:semiHidden/>
    <w:unhideWhenUsed/>
    <w:rsid w:val="00B07EF9"/>
    <w:rPr>
      <w:color w:val="605E5C"/>
      <w:shd w:val="clear" w:color="auto" w:fill="E1DFDD"/>
    </w:rPr>
  </w:style>
  <w:style w:type="paragraph" w:customStyle="1" w:styleId="Taille-1Suspendu1XRetrait2XEsp0">
    <w:name w:val="Taille-1Suspendu1XRetrait2XEsp0"/>
    <w:basedOn w:val="Taille-1RetraitGauche2X"/>
    <w:qFormat/>
    <w:rsid w:val="00B07EF9"/>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B07EF9"/>
    <w:pPr>
      <w:spacing w:before="0" w:after="0"/>
    </w:pPr>
  </w:style>
  <w:style w:type="paragraph" w:customStyle="1" w:styleId="NormalSuspendu1XEsp0">
    <w:name w:val="NormalSuspendu1XEsp0"/>
    <w:basedOn w:val="NormalSuspendu1X"/>
    <w:qFormat/>
    <w:rsid w:val="00B07EF9"/>
    <w:pPr>
      <w:spacing w:before="0" w:after="0"/>
    </w:pPr>
  </w:style>
  <w:style w:type="paragraph" w:customStyle="1" w:styleId="NormalSuspendu1XRetrait2XEsp0">
    <w:name w:val="NormalSuspendu1XRetrait2XEsp0"/>
    <w:basedOn w:val="NormalSuspendu1XRetrait2X"/>
    <w:qFormat/>
    <w:rsid w:val="00B07EF9"/>
    <w:pPr>
      <w:spacing w:before="0" w:after="0"/>
    </w:pPr>
  </w:style>
  <w:style w:type="paragraph" w:customStyle="1" w:styleId="ParagrapheVideNormal">
    <w:name w:val="ParagrapheVideNormal"/>
    <w:basedOn w:val="Normal"/>
    <w:next w:val="Normal"/>
    <w:qFormat/>
    <w:rsid w:val="00B07EF9"/>
  </w:style>
  <w:style w:type="paragraph" w:customStyle="1" w:styleId="ParagrapheVideNormal2">
    <w:name w:val="ParagrapheVideNormal2"/>
    <w:basedOn w:val="ParagrapheVideNormal"/>
    <w:next w:val="Normal"/>
    <w:qFormat/>
    <w:rsid w:val="00B07EF9"/>
  </w:style>
  <w:style w:type="paragraph" w:customStyle="1" w:styleId="Image">
    <w:name w:val="Image"/>
    <w:basedOn w:val="Centr"/>
    <w:next w:val="Normal"/>
    <w:qFormat/>
    <w:rsid w:val="00B07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55D64-84D9-44EA-B39D-3433A8101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17</TotalTime>
  <Pages>25</Pages>
  <Words>4797</Words>
  <Characters>26386</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Le Jubilé</vt:lpstr>
    </vt:vector>
  </TitlesOfParts>
  <Company>Ebooks libres et gratuits</Company>
  <LinksUpToDate>false</LinksUpToDate>
  <CharactersWithSpaces>31121</CharactersWithSpaces>
  <SharedDoc>false</SharedDoc>
  <HLinks>
    <vt:vector size="24" baseType="variant">
      <vt:variant>
        <vt:i4>2293820</vt:i4>
      </vt:variant>
      <vt:variant>
        <vt:i4>18</vt:i4>
      </vt:variant>
      <vt:variant>
        <vt:i4>0</vt:i4>
      </vt:variant>
      <vt:variant>
        <vt:i4>5</vt:i4>
      </vt:variant>
      <vt:variant>
        <vt:lpwstr>http://www.ebooksgratuits.com/</vt:lpwstr>
      </vt:variant>
      <vt:variant>
        <vt:lpwstr/>
      </vt:variant>
      <vt:variant>
        <vt:i4>7929972</vt:i4>
      </vt:variant>
      <vt:variant>
        <vt:i4>15</vt:i4>
      </vt:variant>
      <vt:variant>
        <vt:i4>0</vt:i4>
      </vt:variant>
      <vt:variant>
        <vt:i4>5</vt:i4>
      </vt:variant>
      <vt:variant>
        <vt:lpwstr>http://fr.groups.yahoo.com/group/ebooksgratuits</vt:lpwstr>
      </vt:variant>
      <vt:variant>
        <vt:lpwstr/>
      </vt:variant>
      <vt:variant>
        <vt:i4>1179703</vt:i4>
      </vt:variant>
      <vt:variant>
        <vt:i4>8</vt:i4>
      </vt:variant>
      <vt:variant>
        <vt:i4>0</vt:i4>
      </vt:variant>
      <vt:variant>
        <vt:i4>5</vt:i4>
      </vt:variant>
      <vt:variant>
        <vt:lpwstr/>
      </vt:variant>
      <vt:variant>
        <vt:lpwstr>_Toc259190515</vt:lpwstr>
      </vt:variant>
      <vt:variant>
        <vt:i4>1179703</vt:i4>
      </vt:variant>
      <vt:variant>
        <vt:i4>2</vt:i4>
      </vt:variant>
      <vt:variant>
        <vt:i4>0</vt:i4>
      </vt:variant>
      <vt:variant>
        <vt:i4>5</vt:i4>
      </vt:variant>
      <vt:variant>
        <vt:lpwstr/>
      </vt:variant>
      <vt:variant>
        <vt:lpwstr>_Toc259190514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Jubilé</dc:title>
  <dc:subject>Théâtre - Humour</dc:subject>
  <dc:creator>Anton Pavlovitch Tchekhov</dc:creator>
  <cp:keywords/>
  <dc:description>La pièce a été écrite, en décembre 1891, à partir du récit de 1887, «Une créature sans défense». Le «général» Chipoutchine du récit garde son nom mais change de profession. C'est donc le monde de la banque qui devient la toile de fond, avec apparition des actionnaires, la venue inattendue de la femme de Chipoutchine, etc.
Tchékhov n'inclura la pièce dans ses oeuvres qu'en 1902, après l'avoir corrigée, renonçant, en particulier, au découpage en scènes. Elle fut représentée lors de la «soirée Tchékhov» de la Société moscovite d'art et de littérature le 28 novembre 1900, puis en tournées. Le prestigieux théâtre Alexandra en acquit l'exclusivité pour deux ans. À l'étonnement de l'auteur, la pièce y eut un franc succès, même si les délicats en trouvaient le comique quelque peu grossier.</dc:description>
  <cp:lastModifiedBy>Cool Micro</cp:lastModifiedBy>
  <cp:revision>4</cp:revision>
  <cp:lastPrinted>2008-07-10T16:25:00Z</cp:lastPrinted>
  <dcterms:created xsi:type="dcterms:W3CDTF">2025-04-24T13:08:00Z</dcterms:created>
  <dcterms:modified xsi:type="dcterms:W3CDTF">2025-04-24T13:25:00Z</dcterms:modified>
  <cp:category>Théâtre - Humour</cp:category>
</cp:coreProperties>
</file>