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54656" w14:textId="6661DBF6" w:rsidR="00C92886" w:rsidRPr="00E22158" w:rsidRDefault="00744A74" w:rsidP="003D0170">
      <w:pPr>
        <w:pStyle w:val="Photoauteur"/>
      </w:pPr>
      <w:r>
        <w:drawing>
          <wp:anchor distT="0" distB="0" distL="114300" distR="114300" simplePos="0" relativeHeight="251657728" behindDoc="0" locked="0" layoutInCell="1" allowOverlap="1" wp14:anchorId="43432BB8" wp14:editId="36834E5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A92">
        <w:drawing>
          <wp:inline distT="0" distB="0" distL="0" distR="0" wp14:anchorId="77C7434A" wp14:editId="09A7690F">
            <wp:extent cx="3045460" cy="380873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8345F" w14:textId="77777777" w:rsidR="00C92886" w:rsidRPr="00E22158" w:rsidRDefault="00C92886" w:rsidP="00C92886">
      <w:pPr>
        <w:pStyle w:val="Auteur"/>
      </w:pPr>
      <w:r>
        <w:t>Luigi Pirandello</w:t>
      </w:r>
    </w:p>
    <w:p w14:paraId="62CE0643" w14:textId="77777777" w:rsidR="00033562" w:rsidRPr="007C1C6B" w:rsidRDefault="00C92886" w:rsidP="007C1C6B">
      <w:pPr>
        <w:pStyle w:val="Titrelivre"/>
      </w:pPr>
      <w:r>
        <w:t>À LA SORTIE</w:t>
      </w:r>
    </w:p>
    <w:p w14:paraId="1D9C758D" w14:textId="77777777" w:rsidR="003D0170" w:rsidRDefault="00C92886">
      <w:pPr>
        <w:pStyle w:val="Soustitrelivre"/>
      </w:pPr>
      <w:r>
        <w:t>Pièce en un acte</w:t>
      </w:r>
    </w:p>
    <w:p w14:paraId="36D222D3" w14:textId="2B0AF51B" w:rsidR="003D0170" w:rsidRDefault="004D1A6D" w:rsidP="007C1C6B">
      <w:pPr>
        <w:pStyle w:val="DateSortie"/>
      </w:pPr>
      <w:r>
        <w:t>1916</w:t>
      </w:r>
    </w:p>
    <w:p w14:paraId="28EA1362" w14:textId="11745449" w:rsidR="00C92886" w:rsidRDefault="00C92886" w:rsidP="007C1C6B">
      <w:pPr>
        <w:pStyle w:val="DateSortie"/>
      </w:pPr>
    </w:p>
    <w:p w14:paraId="21D80F30" w14:textId="200411C9" w:rsidR="00033562" w:rsidRDefault="00C92886" w:rsidP="003D0170">
      <w:pPr>
        <w:pStyle w:val="DateSortie"/>
      </w:pPr>
      <w:r>
        <w:t xml:space="preserve">Version française de Marie-Anne </w:t>
      </w:r>
      <w:proofErr w:type="spellStart"/>
      <w:r>
        <w:t>Commène</w:t>
      </w:r>
      <w:proofErr w:type="spellEnd"/>
    </w:p>
    <w:p w14:paraId="78CB7967" w14:textId="77777777" w:rsidR="00033562" w:rsidRDefault="00033562" w:rsidP="007C1C6B">
      <w:pPr>
        <w:sectPr w:rsidR="00033562">
          <w:footerReference w:type="default" r:id="rId9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1F135406" w14:textId="77777777" w:rsidR="00AA53A8" w:rsidRDefault="00AA53A8" w:rsidP="003D0170">
      <w:pPr>
        <w:pStyle w:val="NormalEspAvtGrand"/>
        <w:pageBreakBefore/>
        <w:ind w:firstLine="0"/>
        <w:jc w:val="center"/>
      </w:pPr>
      <w:r>
        <w:lastRenderedPageBreak/>
        <w:t>APPARENCES</w:t>
      </w:r>
    </w:p>
    <w:p w14:paraId="21A3ACA3" w14:textId="77777777" w:rsidR="003D0170" w:rsidRDefault="00AA53A8" w:rsidP="00AA53A8">
      <w:pPr>
        <w:spacing w:before="0" w:after="0"/>
      </w:pPr>
      <w:r>
        <w:t>D</w:t>
      </w:r>
      <w:r>
        <w:rPr>
          <w:rStyle w:val="Taille-1NormalCar"/>
        </w:rPr>
        <w:t>E L</w:t>
      </w:r>
      <w:r w:rsidR="003D0170">
        <w:rPr>
          <w:rStyle w:val="Taille-1NormalCar"/>
        </w:rPr>
        <w:t>’</w:t>
      </w:r>
      <w:r>
        <w:rPr>
          <w:rStyle w:val="Taille-1NormalCar"/>
        </w:rPr>
        <w:t>HOMME GRAS</w:t>
      </w:r>
      <w:r w:rsidR="003D0170">
        <w:t>.</w:t>
      </w:r>
    </w:p>
    <w:p w14:paraId="0E04826D" w14:textId="77777777" w:rsidR="003D0170" w:rsidRDefault="00AA53A8" w:rsidP="00AA53A8">
      <w:pPr>
        <w:spacing w:before="0" w:after="0"/>
      </w:pPr>
      <w:r>
        <w:t>D</w:t>
      </w:r>
      <w:r>
        <w:rPr>
          <w:rStyle w:val="Taille-1NormalCar"/>
        </w:rPr>
        <w:t>U PHILOSOPHE</w:t>
      </w:r>
      <w:r w:rsidR="003D0170">
        <w:t>.</w:t>
      </w:r>
    </w:p>
    <w:p w14:paraId="15BB557E" w14:textId="77777777" w:rsidR="003D0170" w:rsidRDefault="00AA53A8" w:rsidP="00AA53A8">
      <w:pPr>
        <w:spacing w:before="0" w:after="0"/>
      </w:pPr>
      <w:r>
        <w:t>D</w:t>
      </w:r>
      <w:r>
        <w:rPr>
          <w:rStyle w:val="Taille-1NormalCar"/>
        </w:rPr>
        <w:t>E LA FEMME TUÉE</w:t>
      </w:r>
      <w:r w:rsidR="003D0170">
        <w:t>.</w:t>
      </w:r>
    </w:p>
    <w:p w14:paraId="719223BE" w14:textId="77777777" w:rsidR="003D0170" w:rsidRDefault="00AA53A8" w:rsidP="00AA53A8">
      <w:pPr>
        <w:spacing w:before="0" w:after="0"/>
      </w:pPr>
      <w:r>
        <w:t>D</w:t>
      </w:r>
      <w:r>
        <w:rPr>
          <w:rStyle w:val="Taille-1NormalCar"/>
        </w:rPr>
        <w:t>E L</w:t>
      </w:r>
      <w:r w:rsidR="003D0170">
        <w:rPr>
          <w:rStyle w:val="Taille-1NormalCar"/>
        </w:rPr>
        <w:t>’</w:t>
      </w:r>
      <w:r>
        <w:rPr>
          <w:rStyle w:val="Taille-1NormalCar"/>
        </w:rPr>
        <w:t>ENFANT À LA GRENADE</w:t>
      </w:r>
      <w:r w:rsidR="003D0170">
        <w:t>.</w:t>
      </w:r>
    </w:p>
    <w:p w14:paraId="7DB47617" w14:textId="4ECB8AA1" w:rsidR="00AA53A8" w:rsidRDefault="00AA53A8" w:rsidP="003D0170">
      <w:pPr>
        <w:pStyle w:val="NormalEspAvtGrand"/>
        <w:ind w:firstLine="0"/>
        <w:jc w:val="center"/>
      </w:pPr>
      <w:r>
        <w:t>ASPECTS DE LA VIE</w:t>
      </w:r>
    </w:p>
    <w:p w14:paraId="4C5DC214" w14:textId="77777777" w:rsidR="003D0170" w:rsidRDefault="00AA53A8" w:rsidP="00AA53A8">
      <w:pPr>
        <w:spacing w:before="0" w:after="0"/>
      </w:pPr>
      <w:r>
        <w:t>U</w:t>
      </w:r>
      <w:r>
        <w:rPr>
          <w:rStyle w:val="Taille-1NormalCar"/>
        </w:rPr>
        <w:t>N PAYSAN</w:t>
      </w:r>
      <w:r w:rsidR="003D0170">
        <w:t>.</w:t>
      </w:r>
    </w:p>
    <w:p w14:paraId="34FCEEB3" w14:textId="77777777" w:rsidR="003D0170" w:rsidRDefault="00AA53A8" w:rsidP="00AA53A8">
      <w:pPr>
        <w:spacing w:before="0" w:after="0"/>
      </w:pPr>
      <w:r>
        <w:t>U</w:t>
      </w:r>
      <w:r>
        <w:rPr>
          <w:rStyle w:val="Taille-1NormalCar"/>
        </w:rPr>
        <w:t>NE PAYSANNE</w:t>
      </w:r>
      <w:r w:rsidR="003D0170">
        <w:t>.</w:t>
      </w:r>
    </w:p>
    <w:p w14:paraId="4167331C" w14:textId="77777777" w:rsidR="003D0170" w:rsidRDefault="00AA53A8" w:rsidP="00AA53A8">
      <w:pPr>
        <w:spacing w:before="0" w:after="0"/>
      </w:pPr>
      <w:r>
        <w:t>U</w:t>
      </w:r>
      <w:r>
        <w:rPr>
          <w:rStyle w:val="Taille-1NormalCar"/>
        </w:rPr>
        <w:t>N VIEUX PETIT ÂNE CHARGÉ D</w:t>
      </w:r>
      <w:r w:rsidR="003D0170">
        <w:rPr>
          <w:rStyle w:val="Taille-1NormalCar"/>
        </w:rPr>
        <w:t>’</w:t>
      </w:r>
      <w:r>
        <w:rPr>
          <w:rStyle w:val="Taille-1NormalCar"/>
        </w:rPr>
        <w:t>UN FAGOT D</w:t>
      </w:r>
      <w:r w:rsidR="003D0170">
        <w:rPr>
          <w:rStyle w:val="Taille-1NormalCar"/>
        </w:rPr>
        <w:t>’</w:t>
      </w:r>
      <w:r>
        <w:rPr>
          <w:rStyle w:val="Taille-1NormalCar"/>
        </w:rPr>
        <w:t>HERBE</w:t>
      </w:r>
      <w:r w:rsidR="003D0170">
        <w:t>.</w:t>
      </w:r>
    </w:p>
    <w:p w14:paraId="0F0B1365" w14:textId="77777777" w:rsidR="003D0170" w:rsidRDefault="00AA53A8" w:rsidP="00AA53A8">
      <w:pPr>
        <w:spacing w:before="0" w:after="0"/>
      </w:pPr>
      <w:r>
        <w:t>U</w:t>
      </w:r>
      <w:r>
        <w:rPr>
          <w:rStyle w:val="Taille-1NormalCar"/>
        </w:rPr>
        <w:t>NE PETITE FILLE</w:t>
      </w:r>
      <w:r w:rsidR="003D0170">
        <w:t>.</w:t>
      </w:r>
    </w:p>
    <w:p w14:paraId="418CF6B2" w14:textId="77777777" w:rsidR="003D0170" w:rsidRPr="009A1830" w:rsidRDefault="00AA53A8" w:rsidP="00AA53A8">
      <w:pPr>
        <w:pStyle w:val="NormalEspAvtGrand"/>
        <w:pageBreakBefore/>
        <w:rPr>
          <w:rStyle w:val="Taille-1Caracteres"/>
        </w:rPr>
      </w:pPr>
      <w:r w:rsidRPr="009A1830">
        <w:rPr>
          <w:rStyle w:val="Taille-1Caracteres"/>
        </w:rPr>
        <w:lastRenderedPageBreak/>
        <w:t>Un mur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une porte</w:t>
      </w:r>
      <w:r w:rsidR="003D0170" w:rsidRPr="009A1830">
        <w:rPr>
          <w:rStyle w:val="Taille-1Caracteres"/>
        </w:rPr>
        <w:t xml:space="preserve">. </w:t>
      </w:r>
      <w:r w:rsidRPr="009A1830">
        <w:rPr>
          <w:rStyle w:val="Taille-1Caracteres"/>
        </w:rPr>
        <w:t>D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un côté la campagne à la sortie d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un cimetière</w:t>
      </w:r>
      <w:r w:rsidR="003D0170" w:rsidRPr="009A1830">
        <w:rPr>
          <w:rStyle w:val="Taille-1Caracteres"/>
        </w:rPr>
        <w:t xml:space="preserve"> ; </w:t>
      </w:r>
      <w:r w:rsidRPr="009A1830">
        <w:rPr>
          <w:rStyle w:val="Taille-1Caracteres"/>
        </w:rPr>
        <w:t>de l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autre côté du mur</w:t>
      </w:r>
      <w:r w:rsidR="003D0170" w:rsidRPr="009A1830">
        <w:rPr>
          <w:rStyle w:val="Taille-1Caracteres"/>
        </w:rPr>
        <w:t xml:space="preserve"> – </w:t>
      </w:r>
      <w:r w:rsidRPr="009A1830">
        <w:rPr>
          <w:rStyle w:val="Taille-1Caracteres"/>
        </w:rPr>
        <w:t>rêche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blanc</w:t>
      </w:r>
      <w:r w:rsidR="003D0170" w:rsidRPr="009A1830">
        <w:rPr>
          <w:rStyle w:val="Taille-1Caracteres"/>
        </w:rPr>
        <w:t xml:space="preserve"> – </w:t>
      </w:r>
      <w:r w:rsidRPr="009A1830">
        <w:rPr>
          <w:rStyle w:val="Taille-1Caracteres"/>
        </w:rPr>
        <w:t>on aperçoit dans une transparence colorée d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une humide lueur crépusculaire de hauts cyprès sombres</w:t>
      </w:r>
      <w:r w:rsidR="003D0170" w:rsidRPr="009A1830">
        <w:rPr>
          <w:rStyle w:val="Taille-1Caracteres"/>
        </w:rPr>
        <w:t>.</w:t>
      </w:r>
    </w:p>
    <w:p w14:paraId="69F2D74D" w14:textId="77777777" w:rsidR="003D0170" w:rsidRPr="009A1830" w:rsidRDefault="00AA53A8" w:rsidP="00AA53A8">
      <w:pPr>
        <w:rPr>
          <w:rStyle w:val="Taille-1Caracteres"/>
        </w:rPr>
      </w:pPr>
      <w:r w:rsidRPr="009A1830">
        <w:rPr>
          <w:rStyle w:val="Taille-1Caracteres"/>
        </w:rPr>
        <w:t>Les morts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ayant laissé dans les fosses leurs corps inertes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sortent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légers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par la porte avec ces vaines apparences qu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ils se donnaient dans la vie</w:t>
      </w:r>
      <w:r w:rsidR="003D0170" w:rsidRPr="009A1830">
        <w:rPr>
          <w:rStyle w:val="Taille-1Caracteres"/>
        </w:rPr>
        <w:t>.</w:t>
      </w:r>
    </w:p>
    <w:p w14:paraId="74DD4F30" w14:textId="77777777" w:rsidR="003D0170" w:rsidRPr="009A1830" w:rsidRDefault="00AA53A8" w:rsidP="00AA53A8">
      <w:pPr>
        <w:rPr>
          <w:rStyle w:val="Taille-1Caracteres"/>
        </w:rPr>
      </w:pPr>
      <w:r w:rsidRPr="009A1830">
        <w:rPr>
          <w:rStyle w:val="Taille-1Caracteres"/>
        </w:rPr>
        <w:t>L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apparence de l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homme gras est assise sur un très vieux banc au pied d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un grand arbre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ses mains appuyées sur un bâton et son menton appuyé sur ses mains</w:t>
      </w:r>
      <w:r w:rsidR="003D0170" w:rsidRPr="009A1830">
        <w:rPr>
          <w:rStyle w:val="Taille-1Caracteres"/>
        </w:rPr>
        <w:t>.</w:t>
      </w:r>
    </w:p>
    <w:p w14:paraId="0308C518" w14:textId="77777777" w:rsidR="003D0170" w:rsidRPr="009A1830" w:rsidRDefault="00AA53A8" w:rsidP="00AA53A8">
      <w:pPr>
        <w:rPr>
          <w:rStyle w:val="Taille-1Caracteres"/>
        </w:rPr>
      </w:pPr>
      <w:r w:rsidRPr="009A1830">
        <w:rPr>
          <w:rStyle w:val="Taille-1Caracteres"/>
        </w:rPr>
        <w:t>Sorti depuis plusieurs jours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il ne sait pas se décider à se mouvoir et il assiste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sans plaisir visible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à la stupeur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à l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effroi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à la déception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à la nausée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que les autres apparences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sortant de temps en temps de la porte du cimetière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laissent apparaître et à la manière dont elles se dirigent en sortant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indécises et tristes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dégoûtées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troublées</w:t>
      </w:r>
      <w:r w:rsidR="003D0170" w:rsidRPr="009A1830">
        <w:rPr>
          <w:rStyle w:val="Taille-1Caracteres"/>
        </w:rPr>
        <w:t>.</w:t>
      </w:r>
    </w:p>
    <w:p w14:paraId="33EE9E12" w14:textId="77777777" w:rsidR="003D0170" w:rsidRPr="009A1830" w:rsidRDefault="00AA53A8" w:rsidP="00AA53A8">
      <w:pPr>
        <w:rPr>
          <w:rStyle w:val="Taille-1Caracteres"/>
        </w:rPr>
      </w:pPr>
      <w:r w:rsidRPr="009A1830">
        <w:rPr>
          <w:rStyle w:val="Taille-1Caracteres"/>
        </w:rPr>
        <w:t>L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apparence du philosophe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maigre et chevelue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bien que chauve au sommet de la tête vient de sortir</w:t>
      </w:r>
      <w:r w:rsidR="003D0170" w:rsidRPr="009A1830">
        <w:rPr>
          <w:rStyle w:val="Taille-1Caracteres"/>
        </w:rPr>
        <w:t xml:space="preserve">. </w:t>
      </w:r>
      <w:r w:rsidRPr="009A1830">
        <w:rPr>
          <w:rStyle w:val="Taille-1Caracteres"/>
        </w:rPr>
        <w:t>Elle manifeste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elle aussi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une grande stupeur</w:t>
      </w:r>
      <w:r w:rsidR="003D0170" w:rsidRPr="009A1830">
        <w:rPr>
          <w:rStyle w:val="Taille-1Caracteres"/>
        </w:rPr>
        <w:t xml:space="preserve">. </w:t>
      </w:r>
      <w:r w:rsidRPr="009A1830">
        <w:rPr>
          <w:rStyle w:val="Taille-1Caracteres"/>
        </w:rPr>
        <w:t>Elle a regardé autour d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elle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égarée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puis ayant aperçu de loin l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homme gras au pied de l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arbre</w:t>
      </w:r>
      <w:r w:rsidR="003D0170" w:rsidRPr="009A1830">
        <w:rPr>
          <w:rStyle w:val="Taille-1Caracteres"/>
        </w:rPr>
        <w:t xml:space="preserve">, </w:t>
      </w:r>
      <w:r w:rsidRPr="009A1830">
        <w:rPr>
          <w:rStyle w:val="Taille-1Caracteres"/>
        </w:rPr>
        <w:t>elle retrouve sa dignité et s</w:t>
      </w:r>
      <w:r w:rsidR="003D0170" w:rsidRPr="009A1830">
        <w:rPr>
          <w:rStyle w:val="Taille-1Caracteres"/>
        </w:rPr>
        <w:t>’</w:t>
      </w:r>
      <w:r w:rsidRPr="009A1830">
        <w:rPr>
          <w:rStyle w:val="Taille-1Caracteres"/>
        </w:rPr>
        <w:t>avance vers lui</w:t>
      </w:r>
      <w:r w:rsidR="003D0170" w:rsidRPr="009A1830">
        <w:rPr>
          <w:rStyle w:val="Taille-1Caracteres"/>
        </w:rPr>
        <w:t>.</w:t>
      </w:r>
    </w:p>
    <w:p w14:paraId="4667BB8C" w14:textId="027DECB5" w:rsidR="00AA53A8" w:rsidRDefault="00AA53A8" w:rsidP="009A1830">
      <w:pPr>
        <w:pageBreakBefore/>
      </w:pPr>
    </w:p>
    <w:p w14:paraId="0DCEC1D8" w14:textId="77777777" w:rsidR="003D0170" w:rsidRDefault="00AA53A8" w:rsidP="009A1830">
      <w:pPr>
        <w:pStyle w:val="NormalEspAvtGrand"/>
      </w:pPr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Quelle surprise</w:t>
      </w:r>
      <w:r w:rsidR="003D0170">
        <w:t xml:space="preserve">, </w:t>
      </w:r>
      <w:r>
        <w:t>mon brave</w:t>
      </w:r>
      <w:r w:rsidR="003D0170">
        <w:t xml:space="preserve">, </w:t>
      </w:r>
      <w:r>
        <w:t>quelle su</w:t>
      </w:r>
      <w:r>
        <w:t>r</w:t>
      </w:r>
      <w:r>
        <w:t>prise</w:t>
      </w:r>
      <w:r w:rsidR="003D0170">
        <w:t xml:space="preserve"> ! </w:t>
      </w:r>
      <w:r w:rsidR="003D0170">
        <w:rPr>
          <w:i/>
          <w:iCs/>
        </w:rPr>
        <w:t>(</w:t>
      </w:r>
      <w:r>
        <w:rPr>
          <w:i/>
          <w:iCs/>
        </w:rPr>
        <w:t>Comme se parlant à lui-même</w:t>
      </w:r>
      <w:r w:rsidR="003D0170">
        <w:rPr>
          <w:i/>
          <w:iCs/>
        </w:rPr>
        <w:t xml:space="preserve">.) </w:t>
      </w:r>
      <w:r>
        <w:t>Voilà</w:t>
      </w:r>
      <w:r w:rsidR="003D0170">
        <w:t xml:space="preserve">. </w:t>
      </w:r>
      <w:r>
        <w:t>Très naturel</w:t>
      </w:r>
      <w:r w:rsidR="003D0170">
        <w:t>.</w:t>
      </w:r>
    </w:p>
    <w:p w14:paraId="26A0C350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Que me dites-vous</w:t>
      </w:r>
      <w:r w:rsidR="003D0170">
        <w:t xml:space="preserve"> ? </w:t>
      </w:r>
      <w:r>
        <w:t>Par exemple</w:t>
      </w:r>
      <w:r w:rsidR="003D0170">
        <w:t xml:space="preserve"> ! </w:t>
      </w:r>
      <w:r>
        <w:t>Vous êtes peut-être encore étonné</w:t>
      </w:r>
      <w:r w:rsidR="003D0170">
        <w:t xml:space="preserve"> ? </w:t>
      </w:r>
      <w:r>
        <w:t>Moi plus du tout</w:t>
      </w:r>
      <w:r w:rsidR="003D0170">
        <w:t>.</w:t>
      </w:r>
    </w:p>
    <w:p w14:paraId="1F10434E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Mais non</w:t>
      </w:r>
      <w:r w:rsidR="003D0170">
        <w:t xml:space="preserve">. </w:t>
      </w:r>
      <w:r>
        <w:t>Moi</w:t>
      </w:r>
      <w:r w:rsidR="003D0170">
        <w:t xml:space="preserve"> ? </w:t>
      </w:r>
      <w:r>
        <w:t>De quoi serais-je éto</w:t>
      </w:r>
      <w:r>
        <w:t>n</w:t>
      </w:r>
      <w:r>
        <w:t>né</w:t>
      </w:r>
      <w:r w:rsidR="003D0170">
        <w:t xml:space="preserve"> ? </w:t>
      </w:r>
      <w:r>
        <w:t>Puisque je vous dis</w:t>
      </w:r>
      <w:r w:rsidR="003D0170">
        <w:t xml:space="preserve"> : </w:t>
      </w:r>
      <w:r>
        <w:t>très naturel</w:t>
      </w:r>
      <w:r w:rsidR="003D0170">
        <w:t>.</w:t>
      </w:r>
    </w:p>
    <w:p w14:paraId="7850E88E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J</w:t>
      </w:r>
      <w:r w:rsidR="003D0170">
        <w:t>’</w:t>
      </w:r>
      <w:r>
        <w:t>ai compris</w:t>
      </w:r>
      <w:r w:rsidR="003D0170">
        <w:t xml:space="preserve">. </w:t>
      </w:r>
      <w:r>
        <w:t>Mais vous voudriez nous faire croire que vous l</w:t>
      </w:r>
      <w:r w:rsidR="003D0170">
        <w:t>’</w:t>
      </w:r>
      <w:r>
        <w:t>aviez prévu</w:t>
      </w:r>
      <w:r w:rsidR="003D0170">
        <w:t xml:space="preserve">. </w:t>
      </w:r>
      <w:r>
        <w:t>Que vous nous retrouveriez</w:t>
      </w:r>
      <w:r w:rsidR="003D0170">
        <w:t xml:space="preserve">, </w:t>
      </w:r>
      <w:r>
        <w:t>ici</w:t>
      </w:r>
      <w:r w:rsidR="003D0170">
        <w:t xml:space="preserve">, </w:t>
      </w:r>
      <w:r>
        <w:t>encore</w:t>
      </w:r>
      <w:r w:rsidR="003D0170">
        <w:t>.</w:t>
      </w:r>
    </w:p>
    <w:p w14:paraId="562DFE9E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Non</w:t>
      </w:r>
      <w:r w:rsidR="003D0170">
        <w:t xml:space="preserve">, </w:t>
      </w:r>
      <w:r>
        <w:t>pas du tout</w:t>
      </w:r>
      <w:r w:rsidR="003D0170">
        <w:t xml:space="preserve">. </w:t>
      </w:r>
      <w:r>
        <w:t>Au contraire</w:t>
      </w:r>
      <w:r w:rsidR="003D0170">
        <w:t xml:space="preserve">, </w:t>
      </w:r>
      <w:r>
        <w:t>ma su</w:t>
      </w:r>
      <w:r>
        <w:t>r</w:t>
      </w:r>
      <w:r>
        <w:t>prise</w:t>
      </w:r>
      <w:r w:rsidR="003D0170">
        <w:t xml:space="preserve">, </w:t>
      </w:r>
      <w:r>
        <w:t>si j</w:t>
      </w:r>
      <w:r w:rsidR="003D0170">
        <w:t>’</w:t>
      </w:r>
      <w:r>
        <w:t>ai quelque peu montré d</w:t>
      </w:r>
      <w:r w:rsidR="003D0170">
        <w:t>’</w:t>
      </w:r>
      <w:r>
        <w:t>être surpris</w:t>
      </w:r>
      <w:r w:rsidR="003D0170">
        <w:t xml:space="preserve">, </w:t>
      </w:r>
      <w:r>
        <w:t>venait précis</w:t>
      </w:r>
      <w:r>
        <w:t>é</w:t>
      </w:r>
      <w:r>
        <w:t>ment</w:t>
      </w:r>
      <w:r w:rsidR="003D0170">
        <w:t xml:space="preserve">, </w:t>
      </w:r>
      <w:r>
        <w:t>et je vous prie de me croire</w:t>
      </w:r>
      <w:r w:rsidR="003D0170">
        <w:t xml:space="preserve">, </w:t>
      </w:r>
      <w:r>
        <w:t>de ce que je n</w:t>
      </w:r>
      <w:r w:rsidR="003D0170">
        <w:t>’</w:t>
      </w:r>
      <w:r>
        <w:t>avais rien pr</w:t>
      </w:r>
      <w:r>
        <w:t>é</w:t>
      </w:r>
      <w:r>
        <w:t>vu</w:t>
      </w:r>
      <w:r w:rsidR="003D0170">
        <w:t>.</w:t>
      </w:r>
    </w:p>
    <w:p w14:paraId="046C0A4F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Mais puisque vous trouvez la chose si naturelle</w:t>
      </w:r>
      <w:r w:rsidR="003D0170">
        <w:t>…</w:t>
      </w:r>
    </w:p>
    <w:p w14:paraId="4AFFDCE3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Je peux vous le démontrer en deux mots si vous le voulez bien</w:t>
      </w:r>
      <w:r w:rsidR="003D0170">
        <w:t>.</w:t>
      </w:r>
    </w:p>
    <w:p w14:paraId="5ECCE833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Non</w:t>
      </w:r>
      <w:r w:rsidR="003D0170">
        <w:t xml:space="preserve">, </w:t>
      </w:r>
      <w:r>
        <w:t>je vous en prie</w:t>
      </w:r>
      <w:r w:rsidR="003D0170">
        <w:t xml:space="preserve">. </w:t>
      </w:r>
      <w:r>
        <w:t>Dispensez-vous en</w:t>
      </w:r>
      <w:r w:rsidR="003D0170">
        <w:t xml:space="preserve">. </w:t>
      </w:r>
      <w:r>
        <w:t>Quel réconfort voulez-vous que m</w:t>
      </w:r>
      <w:r w:rsidR="003D0170">
        <w:t>’</w:t>
      </w:r>
      <w:r>
        <w:t>apporte cet exercice po</w:t>
      </w:r>
      <w:r>
        <w:t>s</w:t>
      </w:r>
      <w:r>
        <w:t>thume de votre raison</w:t>
      </w:r>
      <w:r w:rsidR="003D0170">
        <w:t> ?</w:t>
      </w:r>
    </w:p>
    <w:p w14:paraId="4F8C7AB8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Posthume</w:t>
      </w:r>
      <w:r w:rsidR="003D0170">
        <w:t xml:space="preserve"> ? </w:t>
      </w:r>
      <w:r>
        <w:t>Qu</w:t>
      </w:r>
      <w:r w:rsidR="003D0170">
        <w:t>’</w:t>
      </w:r>
      <w:r>
        <w:t>est-ce à dire</w:t>
      </w:r>
      <w:r w:rsidR="003D0170">
        <w:t xml:space="preserve"> ? </w:t>
      </w:r>
      <w:r>
        <w:t>Je cont</w:t>
      </w:r>
      <w:r>
        <w:t>i</w:t>
      </w:r>
      <w:r>
        <w:t>nue à raisonner</w:t>
      </w:r>
      <w:r w:rsidR="003D0170">
        <w:t xml:space="preserve">, </w:t>
      </w:r>
      <w:r>
        <w:t>comme vous continuez à être gras</w:t>
      </w:r>
      <w:r w:rsidR="003D0170">
        <w:t xml:space="preserve">, </w:t>
      </w:r>
      <w:r>
        <w:t>mon ami</w:t>
      </w:r>
      <w:r w:rsidR="003D0170">
        <w:t xml:space="preserve">. </w:t>
      </w:r>
      <w:r>
        <w:t>Et par le seul fait que vous et moi nous soyons encore ici</w:t>
      </w:r>
      <w:r w:rsidR="003D0170">
        <w:t xml:space="preserve">, </w:t>
      </w:r>
      <w:r>
        <w:t>je cont</w:t>
      </w:r>
      <w:r>
        <w:t>i</w:t>
      </w:r>
      <w:r>
        <w:t>nue à voir en vous et en moi deux formes vaines de la raison</w:t>
      </w:r>
      <w:r w:rsidR="003D0170">
        <w:t xml:space="preserve">. </w:t>
      </w:r>
      <w:r>
        <w:t>N</w:t>
      </w:r>
      <w:r w:rsidR="003D0170">
        <w:t>’</w:t>
      </w:r>
      <w:r>
        <w:t>en êtes-vous pas réconforté</w:t>
      </w:r>
      <w:r w:rsidR="003D0170">
        <w:t> ?</w:t>
      </w:r>
    </w:p>
    <w:p w14:paraId="29A697F9" w14:textId="77777777" w:rsidR="003D0170" w:rsidRDefault="00AA53A8" w:rsidP="00AA53A8">
      <w:r>
        <w:lastRenderedPageBreak/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Vous ne sauriez croire combien j</w:t>
      </w:r>
      <w:r w:rsidR="003D0170">
        <w:t>’</w:t>
      </w:r>
      <w:r>
        <w:t>en suis</w:t>
      </w:r>
      <w:r w:rsidR="003D0170">
        <w:t xml:space="preserve">, </w:t>
      </w:r>
      <w:r>
        <w:t>au contraire</w:t>
      </w:r>
      <w:r w:rsidR="003D0170">
        <w:t xml:space="preserve">, </w:t>
      </w:r>
      <w:r>
        <w:t>humilié</w:t>
      </w:r>
      <w:r w:rsidR="003D0170">
        <w:t>.</w:t>
      </w:r>
    </w:p>
    <w:p w14:paraId="46626279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Sans doute parce que vous vous êtes f</w:t>
      </w:r>
      <w:r>
        <w:t>i</w:t>
      </w:r>
      <w:r>
        <w:t>guré</w:t>
      </w:r>
      <w:r w:rsidR="003D0170">
        <w:t xml:space="preserve">, </w:t>
      </w:r>
      <w:r>
        <w:t>mon pauvre homme</w:t>
      </w:r>
      <w:r w:rsidR="003D0170">
        <w:t xml:space="preserve">, </w:t>
      </w:r>
      <w:r>
        <w:t>que dans la vie ces choses que vous voyiez et que vous touchiez étaient des choses vraies</w:t>
      </w:r>
      <w:r w:rsidR="003D0170">
        <w:t xml:space="preserve">, </w:t>
      </w:r>
      <w:r>
        <w:t>alors que c</w:t>
      </w:r>
      <w:r w:rsidR="003D0170">
        <w:t>’</w:t>
      </w:r>
      <w:r>
        <w:t>étaient seulement des illusions</w:t>
      </w:r>
      <w:r w:rsidR="003D0170">
        <w:t xml:space="preserve">, </w:t>
      </w:r>
      <w:r>
        <w:t>nécessaires à votre existence comme à la mienne qui pour s</w:t>
      </w:r>
      <w:r w:rsidR="003D0170">
        <w:t>’</w:t>
      </w:r>
      <w:r>
        <w:t>appuyer sur quelque chose</w:t>
      </w:r>
      <w:r w:rsidR="003D0170">
        <w:t xml:space="preserve">, </w:t>
      </w:r>
      <w:r>
        <w:t>co</w:t>
      </w:r>
      <w:r>
        <w:t>m</w:t>
      </w:r>
      <w:r>
        <w:t>prenez-vous</w:t>
      </w:r>
      <w:r w:rsidR="003D0170">
        <w:t xml:space="preserve">, </w:t>
      </w:r>
      <w:r>
        <w:t>avait et aura toujours besoin de les créer</w:t>
      </w:r>
      <w:r w:rsidR="003D0170">
        <w:t xml:space="preserve">, </w:t>
      </w:r>
      <w:r>
        <w:t>de les forger</w:t>
      </w:r>
      <w:r w:rsidR="003D0170">
        <w:t xml:space="preserve">, </w:t>
      </w:r>
      <w:r>
        <w:t>ces illusions</w:t>
      </w:r>
      <w:r w:rsidR="003D0170">
        <w:t xml:space="preserve"> ! </w:t>
      </w:r>
      <w:r>
        <w:t>Vous ne comprenez vraiment pas</w:t>
      </w:r>
      <w:r w:rsidR="003D0170">
        <w:t> ?</w:t>
      </w:r>
    </w:p>
    <w:p w14:paraId="149D69E2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Comment voulez-vous que je co</w:t>
      </w:r>
      <w:r>
        <w:t>m</w:t>
      </w:r>
      <w:r>
        <w:t>prenne</w:t>
      </w:r>
      <w:r w:rsidR="003D0170">
        <w:t xml:space="preserve"> ? </w:t>
      </w:r>
      <w:r>
        <w:t>C</w:t>
      </w:r>
      <w:r w:rsidR="003D0170">
        <w:t>’</w:t>
      </w:r>
      <w:r>
        <w:t>est bien subtil tout cela et bien compliqué pour un homme gras comme moi</w:t>
      </w:r>
      <w:r w:rsidR="003D0170">
        <w:t> !</w:t>
      </w:r>
    </w:p>
    <w:p w14:paraId="2564B2C3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Écoutez-moi bien</w:t>
      </w:r>
      <w:r w:rsidR="003D0170">
        <w:t xml:space="preserve">. </w:t>
      </w:r>
      <w:r>
        <w:t>Je vais tout vous e</w:t>
      </w:r>
      <w:r>
        <w:t>x</w:t>
      </w:r>
      <w:r>
        <w:t>pliquer avec exemples à l</w:t>
      </w:r>
      <w:r w:rsidR="003D0170">
        <w:t>’</w:t>
      </w:r>
      <w:r>
        <w:t>appui</w:t>
      </w:r>
      <w:r w:rsidR="003D0170">
        <w:t xml:space="preserve">. </w:t>
      </w:r>
      <w:r>
        <w:t>Prenons ce cimetière</w:t>
      </w:r>
      <w:r w:rsidR="003D0170">
        <w:t xml:space="preserve">. </w:t>
      </w:r>
      <w:r>
        <w:t>Dans votre vie</w:t>
      </w:r>
      <w:r w:rsidR="003D0170">
        <w:t xml:space="preserve">, </w:t>
      </w:r>
      <w:r>
        <w:t>qui sait combien de fois vous l</w:t>
      </w:r>
      <w:r w:rsidR="003D0170">
        <w:t>’</w:t>
      </w:r>
      <w:r>
        <w:t>avez vu</w:t>
      </w:r>
      <w:r w:rsidR="003D0170">
        <w:t> ?</w:t>
      </w:r>
    </w:p>
    <w:p w14:paraId="36EECF68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Oui</w:t>
      </w:r>
      <w:r w:rsidR="003D0170">
        <w:t xml:space="preserve">, </w:t>
      </w:r>
      <w:r>
        <w:t>quelquefois je venais tristement m</w:t>
      </w:r>
      <w:r w:rsidR="003D0170">
        <w:t>’</w:t>
      </w:r>
      <w:r>
        <w:t>y promener</w:t>
      </w:r>
      <w:r w:rsidR="003D0170">
        <w:t>.</w:t>
      </w:r>
    </w:p>
    <w:p w14:paraId="0A7AEB26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Et il ne vous est jamais venu à l</w:t>
      </w:r>
      <w:r w:rsidR="003D0170">
        <w:t>’</w:t>
      </w:r>
      <w:r>
        <w:t>esprit que les tombes étaient faites pour les vivants</w:t>
      </w:r>
      <w:r w:rsidR="003D0170">
        <w:t xml:space="preserve">, </w:t>
      </w:r>
      <w:r>
        <w:t>non pour les morts</w:t>
      </w:r>
      <w:r w:rsidR="003D0170">
        <w:t> ?</w:t>
      </w:r>
    </w:p>
    <w:p w14:paraId="7C7AD329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Vous voulez parler de la vanité des ép</w:t>
      </w:r>
      <w:r>
        <w:t>i</w:t>
      </w:r>
      <w:r>
        <w:t>graphes</w:t>
      </w:r>
      <w:r w:rsidR="003D0170">
        <w:t> ?</w:t>
      </w:r>
    </w:p>
    <w:p w14:paraId="1FE07B1F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Non</w:t>
      </w:r>
      <w:r w:rsidR="003D0170">
        <w:t xml:space="preserve">. </w:t>
      </w:r>
      <w:r>
        <w:t>Ça</w:t>
      </w:r>
      <w:r w:rsidR="003D0170">
        <w:t xml:space="preserve">, </w:t>
      </w:r>
      <w:r>
        <w:t>c</w:t>
      </w:r>
      <w:r w:rsidR="003D0170">
        <w:t>’</w:t>
      </w:r>
      <w:r>
        <w:t>est de l</w:t>
      </w:r>
      <w:r w:rsidR="003D0170">
        <w:t>’</w:t>
      </w:r>
      <w:r>
        <w:t>histoire ancienne</w:t>
      </w:r>
      <w:r w:rsidR="003D0170">
        <w:t xml:space="preserve">. </w:t>
      </w:r>
      <w:r>
        <w:t>Je veux parler du besoin qu</w:t>
      </w:r>
      <w:r w:rsidR="003D0170">
        <w:t>’</w:t>
      </w:r>
      <w:r>
        <w:t>a la vie de fabriquer une demeure pour ses sentiments</w:t>
      </w:r>
      <w:r w:rsidR="003D0170">
        <w:t xml:space="preserve">. </w:t>
      </w:r>
      <w:r>
        <w:t>Les vivants ne se contentent pas de les avoir dans leur cœur ces sentiments</w:t>
      </w:r>
      <w:r w:rsidR="003D0170">
        <w:t xml:space="preserve"> : </w:t>
      </w:r>
      <w:r>
        <w:t>ils veulent aussi les loger à l</w:t>
      </w:r>
      <w:r w:rsidR="003D0170">
        <w:t>’</w:t>
      </w:r>
      <w:r>
        <w:t>extérieur</w:t>
      </w:r>
      <w:r w:rsidR="003D0170">
        <w:t xml:space="preserve">, </w:t>
      </w:r>
      <w:r>
        <w:t xml:space="preserve">pouvoir les toucher et ils leur construisent </w:t>
      </w:r>
      <w:r>
        <w:lastRenderedPageBreak/>
        <w:t>une ma</w:t>
      </w:r>
      <w:r>
        <w:t>i</w:t>
      </w:r>
      <w:r>
        <w:t>son</w:t>
      </w:r>
      <w:r w:rsidR="003D0170">
        <w:t xml:space="preserve">. </w:t>
      </w:r>
      <w:r>
        <w:t>Or</w:t>
      </w:r>
      <w:r w:rsidR="003D0170">
        <w:t xml:space="preserve">, </w:t>
      </w:r>
      <w:r>
        <w:t>dans cet extérieur</w:t>
      </w:r>
      <w:r w:rsidR="003D0170">
        <w:t xml:space="preserve"> – </w:t>
      </w:r>
      <w:r>
        <w:t>naturellement</w:t>
      </w:r>
      <w:r w:rsidR="003D0170">
        <w:t xml:space="preserve"> – </w:t>
      </w:r>
      <w:r>
        <w:t>personne n</w:t>
      </w:r>
      <w:r w:rsidR="003D0170">
        <w:t>’</w:t>
      </w:r>
      <w:r>
        <w:t>y h</w:t>
      </w:r>
      <w:r>
        <w:t>a</w:t>
      </w:r>
      <w:r>
        <w:t>bite jamais</w:t>
      </w:r>
      <w:r w:rsidR="003D0170">
        <w:t> !</w:t>
      </w:r>
    </w:p>
    <w:p w14:paraId="0F3E99AA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Comment</w:t>
      </w:r>
      <w:r w:rsidR="003D0170">
        <w:t xml:space="preserve">, </w:t>
      </w:r>
      <w:r>
        <w:t>personne</w:t>
      </w:r>
      <w:r w:rsidR="003D0170">
        <w:t xml:space="preserve"> ? </w:t>
      </w:r>
      <w:r>
        <w:t>Les morts y hab</w:t>
      </w:r>
      <w:r>
        <w:t>i</w:t>
      </w:r>
      <w:r>
        <w:t>tent</w:t>
      </w:r>
      <w:r w:rsidR="003D0170">
        <w:t>.</w:t>
      </w:r>
    </w:p>
    <w:p w14:paraId="7B162570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Mais non</w:t>
      </w:r>
      <w:r w:rsidR="003D0170">
        <w:t xml:space="preserve">, </w:t>
      </w:r>
      <w:r>
        <w:t>mon brave homme</w:t>
      </w:r>
      <w:r w:rsidR="003D0170">
        <w:t xml:space="preserve"> ; </w:t>
      </w:r>
      <w:r>
        <w:t>de nous autres</w:t>
      </w:r>
      <w:r w:rsidR="003D0170">
        <w:t xml:space="preserve">, </w:t>
      </w:r>
      <w:r>
        <w:t>pauvres morts</w:t>
      </w:r>
      <w:r w:rsidR="003D0170">
        <w:t xml:space="preserve">, </w:t>
      </w:r>
      <w:r>
        <w:t>après un peu de temps que voulez-vous qu</w:t>
      </w:r>
      <w:r w:rsidR="003D0170">
        <w:t>’</w:t>
      </w:r>
      <w:r>
        <w:t>il reste dans ces tombes</w:t>
      </w:r>
      <w:r w:rsidR="003D0170">
        <w:t xml:space="preserve"> ? </w:t>
      </w:r>
      <w:r>
        <w:t>Tout au plus un peu de poussière</w:t>
      </w:r>
      <w:r w:rsidR="003D0170">
        <w:t xml:space="preserve">. </w:t>
      </w:r>
      <w:r>
        <w:t>Rien</w:t>
      </w:r>
      <w:r w:rsidR="003D0170">
        <w:t xml:space="preserve">. </w:t>
      </w:r>
      <w:r>
        <w:t>Et alors que signifient les tombes</w:t>
      </w:r>
      <w:r w:rsidR="003D0170">
        <w:t xml:space="preserve"> ? </w:t>
      </w:r>
      <w:r>
        <w:t>Le souvenir</w:t>
      </w:r>
      <w:r w:rsidR="003D0170">
        <w:t xml:space="preserve">, </w:t>
      </w:r>
      <w:r>
        <w:t>l</w:t>
      </w:r>
      <w:r w:rsidR="003D0170">
        <w:t>’</w:t>
      </w:r>
      <w:r>
        <w:t>affection</w:t>
      </w:r>
      <w:r w:rsidR="003D0170">
        <w:t xml:space="preserve">, </w:t>
      </w:r>
      <w:r>
        <w:t>le respect</w:t>
      </w:r>
      <w:r w:rsidR="003D0170">
        <w:t xml:space="preserve">, </w:t>
      </w:r>
      <w:r>
        <w:t>le dévouement</w:t>
      </w:r>
      <w:r w:rsidR="003D0170">
        <w:t xml:space="preserve"> (</w:t>
      </w:r>
      <w:r>
        <w:t>rien que des sentiments comme vous voyez</w:t>
      </w:r>
      <w:r w:rsidR="003D0170">
        <w:t xml:space="preserve">), </w:t>
      </w:r>
      <w:r>
        <w:t>sentiments de vivants qui</w:t>
      </w:r>
      <w:r w:rsidR="003D0170">
        <w:t xml:space="preserve">, </w:t>
      </w:r>
      <w:r>
        <w:t>non contents d</w:t>
      </w:r>
      <w:r w:rsidR="003D0170">
        <w:t>’</w:t>
      </w:r>
      <w:r>
        <w:t>être cultivés à l</w:t>
      </w:r>
      <w:r w:rsidR="003D0170">
        <w:t>’</w:t>
      </w:r>
      <w:r>
        <w:t>intérieur et doutant peut-être de leur durée</w:t>
      </w:r>
      <w:r w:rsidR="003D0170">
        <w:t xml:space="preserve">, </w:t>
      </w:r>
      <w:r>
        <w:t>se sont offert le luxe d</w:t>
      </w:r>
      <w:r w:rsidR="003D0170">
        <w:t>’</w:t>
      </w:r>
      <w:r>
        <w:t>une maisonnette à l</w:t>
      </w:r>
      <w:r w:rsidR="003D0170">
        <w:t>’</w:t>
      </w:r>
      <w:r>
        <w:t>extérieur</w:t>
      </w:r>
      <w:r w:rsidR="003D0170">
        <w:t xml:space="preserve">. </w:t>
      </w:r>
      <w:r>
        <w:t>Qui donc y habite</w:t>
      </w:r>
      <w:r w:rsidR="003D0170">
        <w:t xml:space="preserve"> ? </w:t>
      </w:r>
      <w:r>
        <w:t>Si les vivants les portent encore en eux ces sentiments</w:t>
      </w:r>
      <w:r w:rsidR="003D0170">
        <w:t xml:space="preserve"> : </w:t>
      </w:r>
      <w:r>
        <w:t>le souvenir</w:t>
      </w:r>
      <w:r w:rsidR="003D0170">
        <w:t xml:space="preserve">, </w:t>
      </w:r>
      <w:r>
        <w:t>l</w:t>
      </w:r>
      <w:r w:rsidR="003D0170">
        <w:t>’</w:t>
      </w:r>
      <w:r>
        <w:t>affection</w:t>
      </w:r>
      <w:r w:rsidR="003D0170">
        <w:t xml:space="preserve">, </w:t>
      </w:r>
      <w:r>
        <w:t>le respect</w:t>
      </w:r>
      <w:r w:rsidR="003D0170">
        <w:t xml:space="preserve">, </w:t>
      </w:r>
      <w:r>
        <w:t>le dévouement</w:t>
      </w:r>
      <w:r w:rsidR="003D0170">
        <w:t xml:space="preserve">, </w:t>
      </w:r>
      <w:r>
        <w:t>alors ce sont eux</w:t>
      </w:r>
      <w:r w:rsidR="003D0170">
        <w:t xml:space="preserve">. </w:t>
      </w:r>
      <w:r>
        <w:t>Sinon</w:t>
      </w:r>
      <w:r w:rsidR="003D0170">
        <w:t xml:space="preserve">, </w:t>
      </w:r>
      <w:r>
        <w:t>personne</w:t>
      </w:r>
      <w:r w:rsidR="003D0170">
        <w:t xml:space="preserve">. </w:t>
      </w:r>
      <w:r>
        <w:rPr>
          <w:bCs/>
        </w:rPr>
        <w:t xml:space="preserve">La </w:t>
      </w:r>
      <w:r>
        <w:t>vanité</w:t>
      </w:r>
      <w:r w:rsidR="003D0170">
        <w:t xml:space="preserve">, </w:t>
      </w:r>
      <w:r>
        <w:t>comme vous l</w:t>
      </w:r>
      <w:r w:rsidR="003D0170">
        <w:t>’</w:t>
      </w:r>
      <w:r>
        <w:t>avez dit just</w:t>
      </w:r>
      <w:r>
        <w:t>e</w:t>
      </w:r>
      <w:r>
        <w:t>ment</w:t>
      </w:r>
      <w:r w:rsidR="003D0170">
        <w:t xml:space="preserve">, </w:t>
      </w:r>
      <w:r>
        <w:t>qui d</w:t>
      </w:r>
      <w:r w:rsidR="003D0170">
        <w:t>’</w:t>
      </w:r>
      <w:r>
        <w:t>ailleurs</w:t>
      </w:r>
      <w:r w:rsidR="003D0170">
        <w:t xml:space="preserve">, </w:t>
      </w:r>
      <w:r>
        <w:t>est</w:t>
      </w:r>
      <w:r w:rsidR="003D0170">
        <w:t xml:space="preserve">, </w:t>
      </w:r>
      <w:r>
        <w:t>elle aussi un sentiment</w:t>
      </w:r>
      <w:r w:rsidR="003D0170">
        <w:t xml:space="preserve">, </w:t>
      </w:r>
      <w:r>
        <w:t>remarquez</w:t>
      </w:r>
      <w:r w:rsidR="003D0170">
        <w:t xml:space="preserve">. </w:t>
      </w:r>
      <w:r>
        <w:t>Bah</w:t>
      </w:r>
      <w:r w:rsidR="003D0170">
        <w:t xml:space="preserve"> ! </w:t>
      </w:r>
      <w:r>
        <w:t>continuons</w:t>
      </w:r>
      <w:r w:rsidR="003D0170">
        <w:t xml:space="preserve">. </w:t>
      </w:r>
      <w:r>
        <w:t>Écoutez-moi</w:t>
      </w:r>
      <w:r w:rsidR="003D0170">
        <w:t xml:space="preserve">. </w:t>
      </w:r>
      <w:r>
        <w:t>Dans la vie j</w:t>
      </w:r>
      <w:r w:rsidR="003D0170">
        <w:t>’</w:t>
      </w:r>
      <w:r>
        <w:t>avais un amour de petit chien</w:t>
      </w:r>
      <w:r w:rsidR="003D0170">
        <w:t>.</w:t>
      </w:r>
    </w:p>
    <w:p w14:paraId="7B251D66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Vous lui avez construit un tombeau</w:t>
      </w:r>
      <w:r w:rsidR="003D0170">
        <w:t> ?</w:t>
      </w:r>
    </w:p>
    <w:p w14:paraId="5D5EC6B9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Mais pas du tout</w:t>
      </w:r>
      <w:r w:rsidR="003D0170">
        <w:t xml:space="preserve">. </w:t>
      </w:r>
      <w:r>
        <w:t>Il est encore vivant</w:t>
      </w:r>
      <w:r w:rsidR="003D0170">
        <w:t xml:space="preserve">, </w:t>
      </w:r>
      <w:r>
        <w:t>lui</w:t>
      </w:r>
      <w:r w:rsidR="003D0170">
        <w:t xml:space="preserve">. </w:t>
      </w:r>
      <w:r>
        <w:t>Un si beau toutou blanc et noir et si vif</w:t>
      </w:r>
      <w:r w:rsidR="003D0170">
        <w:t xml:space="preserve">, </w:t>
      </w:r>
      <w:r>
        <w:t>un vrai petit diable</w:t>
      </w:r>
      <w:r w:rsidR="003D0170">
        <w:t xml:space="preserve">. </w:t>
      </w:r>
      <w:r>
        <w:t>Je le promenais chaque jour avec son joli collier à clochettes d</w:t>
      </w:r>
      <w:r w:rsidR="003D0170">
        <w:t>’</w:t>
      </w:r>
      <w:r>
        <w:t>argent</w:t>
      </w:r>
      <w:r w:rsidR="003D0170">
        <w:t xml:space="preserve"> ; </w:t>
      </w:r>
      <w:r>
        <w:t>il n</w:t>
      </w:r>
      <w:r w:rsidR="003D0170">
        <w:t>’</w:t>
      </w:r>
      <w:r>
        <w:t>avait pas l</w:t>
      </w:r>
      <w:r w:rsidR="003D0170">
        <w:t>’</w:t>
      </w:r>
      <w:r>
        <w:t>air de toucher terre avec ses quatre p</w:t>
      </w:r>
      <w:r>
        <w:t>e</w:t>
      </w:r>
      <w:r>
        <w:t>tites pattes frétillantes</w:t>
      </w:r>
      <w:r w:rsidR="003D0170">
        <w:t xml:space="preserve">. </w:t>
      </w:r>
      <w:r>
        <w:t>Mais il m</w:t>
      </w:r>
      <w:r w:rsidR="003D0170">
        <w:t>’</w:t>
      </w:r>
      <w:r>
        <w:t>en faisait voir avec sa manie de vouloir toujours entrer dans les églises</w:t>
      </w:r>
      <w:r w:rsidR="003D0170">
        <w:t xml:space="preserve">. </w:t>
      </w:r>
      <w:r>
        <w:t>Je lui courais après</w:t>
      </w:r>
      <w:r w:rsidR="003D0170">
        <w:t xml:space="preserve"> : </w:t>
      </w:r>
      <w:r>
        <w:t>B</w:t>
      </w:r>
      <w:r>
        <w:t>i</w:t>
      </w:r>
      <w:r>
        <w:t>bi</w:t>
      </w:r>
      <w:r w:rsidR="003D0170">
        <w:t xml:space="preserve">, </w:t>
      </w:r>
      <w:r>
        <w:t>Bibi</w:t>
      </w:r>
      <w:r w:rsidR="003D0170">
        <w:t xml:space="preserve">, </w:t>
      </w:r>
      <w:r>
        <w:t>Bibi</w:t>
      </w:r>
      <w:r w:rsidR="003D0170">
        <w:t xml:space="preserve">, </w:t>
      </w:r>
      <w:r>
        <w:t>ici Bibi</w:t>
      </w:r>
      <w:r w:rsidR="003D0170">
        <w:t xml:space="preserve"> (</w:t>
      </w:r>
      <w:r>
        <w:t>il s</w:t>
      </w:r>
      <w:r w:rsidR="003D0170">
        <w:t>’</w:t>
      </w:r>
      <w:r>
        <w:t>appelait</w:t>
      </w:r>
      <w:r w:rsidR="003D0170">
        <w:t xml:space="preserve">, </w:t>
      </w:r>
      <w:r>
        <w:t>ou plutôt je l</w:t>
      </w:r>
      <w:r w:rsidR="003D0170">
        <w:t>’</w:t>
      </w:r>
      <w:r>
        <w:t>appelais Bibi</w:t>
      </w:r>
      <w:r w:rsidR="003D0170">
        <w:t xml:space="preserve">). </w:t>
      </w:r>
      <w:r>
        <w:t>Il n</w:t>
      </w:r>
      <w:r w:rsidR="003D0170">
        <w:t>’</w:t>
      </w:r>
      <w:r>
        <w:t>arrivait pas à comprendre comment à un si joli petit caniche il ne fût pas permis d</w:t>
      </w:r>
      <w:r w:rsidR="003D0170">
        <w:t>’</w:t>
      </w:r>
      <w:r>
        <w:t>entrer à l</w:t>
      </w:r>
      <w:r w:rsidR="003D0170">
        <w:t>’</w:t>
      </w:r>
      <w:r>
        <w:t>église</w:t>
      </w:r>
      <w:r w:rsidR="003D0170">
        <w:t xml:space="preserve">. </w:t>
      </w:r>
      <w:r>
        <w:t>Quand je le grondais</w:t>
      </w:r>
      <w:r w:rsidR="003D0170">
        <w:t xml:space="preserve">, </w:t>
      </w:r>
      <w:r>
        <w:t>il r</w:t>
      </w:r>
      <w:r>
        <w:t>e</w:t>
      </w:r>
      <w:r>
        <w:t>culait</w:t>
      </w:r>
      <w:r w:rsidR="003D0170">
        <w:t xml:space="preserve">, </w:t>
      </w:r>
      <w:r>
        <w:t>levait une de ses petites pattes de devant</w:t>
      </w:r>
      <w:r w:rsidR="003D0170">
        <w:t xml:space="preserve">, </w:t>
      </w:r>
      <w:r>
        <w:t>éternuait puis</w:t>
      </w:r>
      <w:r w:rsidR="003D0170">
        <w:t xml:space="preserve">, </w:t>
      </w:r>
      <w:r>
        <w:t>une oreille baissée et l</w:t>
      </w:r>
      <w:r w:rsidR="003D0170">
        <w:t>’</w:t>
      </w:r>
      <w:r>
        <w:t>autre levée</w:t>
      </w:r>
      <w:r w:rsidR="003D0170">
        <w:t xml:space="preserve">, </w:t>
      </w:r>
      <w:r>
        <w:t>il restait à me regarder avec l</w:t>
      </w:r>
      <w:r w:rsidR="003D0170">
        <w:t>’</w:t>
      </w:r>
      <w:r>
        <w:t>air de croire que là-bas</w:t>
      </w:r>
      <w:r w:rsidR="003D0170">
        <w:t xml:space="preserve">, </w:t>
      </w:r>
      <w:r>
        <w:t xml:space="preserve">dans ces </w:t>
      </w:r>
      <w:r>
        <w:lastRenderedPageBreak/>
        <w:t>églises</w:t>
      </w:r>
      <w:r w:rsidR="003D0170">
        <w:t xml:space="preserve">, </w:t>
      </w:r>
      <w:r>
        <w:t>personne n</w:t>
      </w:r>
      <w:r w:rsidR="003D0170">
        <w:t>’</w:t>
      </w:r>
      <w:r>
        <w:t>y habitait et qu</w:t>
      </w:r>
      <w:r w:rsidR="003D0170">
        <w:t>’</w:t>
      </w:r>
      <w:r>
        <w:t>il devait donc être permis à Bibi d</w:t>
      </w:r>
      <w:r w:rsidR="003D0170">
        <w:t>’</w:t>
      </w:r>
      <w:r>
        <w:t>y aller</w:t>
      </w:r>
      <w:r w:rsidR="003D0170">
        <w:t>.</w:t>
      </w:r>
    </w:p>
    <w:p w14:paraId="04266DA4" w14:textId="77777777" w:rsidR="003D0170" w:rsidRDefault="003D0170" w:rsidP="00AA53A8">
      <w:r>
        <w:t>« </w:t>
      </w:r>
      <w:r w:rsidR="00AA53A8">
        <w:t>Mais comment</w:t>
      </w:r>
      <w:r>
        <w:t xml:space="preserve">, </w:t>
      </w:r>
      <w:r w:rsidR="00AA53A8">
        <w:t>personne n</w:t>
      </w:r>
      <w:r>
        <w:t>’</w:t>
      </w:r>
      <w:r w:rsidR="00AA53A8">
        <w:t>y habite</w:t>
      </w:r>
      <w:r>
        <w:t xml:space="preserve">, </w:t>
      </w:r>
      <w:r w:rsidR="00AA53A8">
        <w:t>Bibi</w:t>
      </w:r>
      <w:r>
        <w:t xml:space="preserve"> ? </w:t>
      </w:r>
      <w:r w:rsidR="00AA53A8">
        <w:t>lui disais-je en le caressant</w:t>
      </w:r>
      <w:r>
        <w:t xml:space="preserve">. </w:t>
      </w:r>
      <w:r w:rsidR="00AA53A8">
        <w:t>Il y habite le plus respectable des sentiments humains</w:t>
      </w:r>
      <w:r>
        <w:t xml:space="preserve">, </w:t>
      </w:r>
      <w:r w:rsidR="00AA53A8">
        <w:t>mon Bibi</w:t>
      </w:r>
      <w:r>
        <w:t xml:space="preserve">, </w:t>
      </w:r>
      <w:r w:rsidR="00AA53A8">
        <w:t>lequel non content lui non plus d</w:t>
      </w:r>
      <w:r>
        <w:t>’</w:t>
      </w:r>
      <w:r w:rsidR="00AA53A8">
        <w:t>habiter dans le cœur des hommes a voulu se fabriquer une maison au dehors</w:t>
      </w:r>
      <w:r>
        <w:t xml:space="preserve">. </w:t>
      </w:r>
      <w:r w:rsidR="00AA53A8">
        <w:t>Et quelle maison</w:t>
      </w:r>
      <w:r>
        <w:t> ! »</w:t>
      </w:r>
      <w:r w:rsidR="00AA53A8">
        <w:t xml:space="preserve"> Des coupoles</w:t>
      </w:r>
      <w:r>
        <w:t xml:space="preserve">, </w:t>
      </w:r>
      <w:r w:rsidR="00AA53A8">
        <w:t>des nefs</w:t>
      </w:r>
      <w:r>
        <w:t xml:space="preserve">, </w:t>
      </w:r>
      <w:r w:rsidR="00AA53A8">
        <w:t>des c</w:t>
      </w:r>
      <w:r w:rsidR="00AA53A8">
        <w:t>o</w:t>
      </w:r>
      <w:r w:rsidR="00AA53A8">
        <w:t>lonnes</w:t>
      </w:r>
      <w:r>
        <w:t xml:space="preserve">, </w:t>
      </w:r>
      <w:r w:rsidR="00AA53A8">
        <w:t>de l</w:t>
      </w:r>
      <w:r>
        <w:t>’</w:t>
      </w:r>
      <w:r w:rsidR="00AA53A8">
        <w:t>or</w:t>
      </w:r>
      <w:r>
        <w:t xml:space="preserve">, </w:t>
      </w:r>
      <w:r w:rsidR="00AA53A8">
        <w:t>du marbre</w:t>
      </w:r>
      <w:r>
        <w:t xml:space="preserve">, </w:t>
      </w:r>
      <w:r w:rsidR="00AA53A8">
        <w:t>des étoffes précieuses</w:t>
      </w:r>
      <w:r>
        <w:t xml:space="preserve">. </w:t>
      </w:r>
      <w:r w:rsidR="00AA53A8">
        <w:t>Alors maint</w:t>
      </w:r>
      <w:r w:rsidR="00AA53A8">
        <w:t>e</w:t>
      </w:r>
      <w:r w:rsidR="00AA53A8">
        <w:t>nant</w:t>
      </w:r>
      <w:r>
        <w:t xml:space="preserve">, </w:t>
      </w:r>
      <w:r w:rsidR="00AA53A8">
        <w:t>mon brave homme</w:t>
      </w:r>
      <w:r>
        <w:t xml:space="preserve">, </w:t>
      </w:r>
      <w:r w:rsidR="00AA53A8">
        <w:t>êtes-vous en état de comprendre</w:t>
      </w:r>
      <w:r>
        <w:t xml:space="preserve"> ? </w:t>
      </w:r>
      <w:r w:rsidR="00AA53A8">
        <w:t>Comme maison de Dieu</w:t>
      </w:r>
      <w:r>
        <w:t xml:space="preserve">, </w:t>
      </w:r>
      <w:r w:rsidR="00AA53A8">
        <w:t>l</w:t>
      </w:r>
      <w:r>
        <w:t>’</w:t>
      </w:r>
      <w:r w:rsidR="00AA53A8">
        <w:t>univers est infiniment plus vaste et plus riche qu</w:t>
      </w:r>
      <w:r>
        <w:t>’</w:t>
      </w:r>
      <w:r w:rsidR="00AA53A8">
        <w:t>une église</w:t>
      </w:r>
      <w:r>
        <w:t xml:space="preserve">, </w:t>
      </w:r>
      <w:r w:rsidR="00AA53A8">
        <w:t>et l</w:t>
      </w:r>
      <w:r>
        <w:t>’</w:t>
      </w:r>
      <w:r w:rsidR="00AA53A8">
        <w:t>esprit de l</w:t>
      </w:r>
      <w:r>
        <w:t>’</w:t>
      </w:r>
      <w:r w:rsidR="00AA53A8">
        <w:t>homme</w:t>
      </w:r>
      <w:r>
        <w:t xml:space="preserve">, </w:t>
      </w:r>
      <w:r w:rsidR="00AA53A8">
        <w:t>en adoration d</w:t>
      </w:r>
      <w:r w:rsidR="00AA53A8">
        <w:t>e</w:t>
      </w:r>
      <w:r w:rsidR="00AA53A8">
        <w:t>vant le mystère divin</w:t>
      </w:r>
      <w:r>
        <w:t xml:space="preserve">, </w:t>
      </w:r>
      <w:r w:rsidR="00AA53A8">
        <w:t>est incomparablement plus noble et plus précieux que tous les autels</w:t>
      </w:r>
      <w:r>
        <w:t xml:space="preserve">. </w:t>
      </w:r>
      <w:r w:rsidR="00AA53A8">
        <w:t>Mais c</w:t>
      </w:r>
      <w:r>
        <w:t>’</w:t>
      </w:r>
      <w:r w:rsidR="00AA53A8">
        <w:t>est là le sort de tous les se</w:t>
      </w:r>
      <w:r w:rsidR="00AA53A8">
        <w:t>n</w:t>
      </w:r>
      <w:r w:rsidR="00AA53A8">
        <w:t>timents qui veulent se construire une maison</w:t>
      </w:r>
      <w:r>
        <w:t xml:space="preserve">. </w:t>
      </w:r>
      <w:r w:rsidR="00AA53A8">
        <w:t>Ils ne peuvent que se rapetisser et devenir même un peu puérils à cause de leur vanité</w:t>
      </w:r>
      <w:r>
        <w:t xml:space="preserve">. </w:t>
      </w:r>
      <w:r w:rsidR="00AA53A8">
        <w:t>Et c</w:t>
      </w:r>
      <w:r>
        <w:t>’</w:t>
      </w:r>
      <w:r w:rsidR="00AA53A8">
        <w:t>est aussi le sort de cet infini que nous portons en nous quand pour un certain temps il se loge dans cette app</w:t>
      </w:r>
      <w:r w:rsidR="00AA53A8">
        <w:t>a</w:t>
      </w:r>
      <w:r w:rsidR="00AA53A8">
        <w:t>rence qui s</w:t>
      </w:r>
      <w:r>
        <w:t>’</w:t>
      </w:r>
      <w:r w:rsidR="00AA53A8">
        <w:t>appelle un homme</w:t>
      </w:r>
      <w:r>
        <w:t xml:space="preserve">, </w:t>
      </w:r>
      <w:r w:rsidR="00AA53A8">
        <w:t>forme vaine posée sur ce grain de terre vagabond perdu dans l</w:t>
      </w:r>
      <w:r>
        <w:t>’</w:t>
      </w:r>
      <w:r w:rsidR="00AA53A8">
        <w:t>espace</w:t>
      </w:r>
      <w:r>
        <w:t>.</w:t>
      </w:r>
    </w:p>
    <w:p w14:paraId="75691801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Mais alors</w:t>
      </w:r>
      <w:r w:rsidR="003D0170">
        <w:t xml:space="preserve">, </w:t>
      </w:r>
      <w:r>
        <w:t>vous</w:t>
      </w:r>
      <w:r w:rsidR="003D0170">
        <w:t xml:space="preserve">, </w:t>
      </w:r>
      <w:r>
        <w:t xml:space="preserve">moi et tous ceux qui sortent par cette </w:t>
      </w:r>
      <w:proofErr w:type="spellStart"/>
      <w:r>
        <w:t>porte-là</w:t>
      </w:r>
      <w:proofErr w:type="spellEnd"/>
      <w:r>
        <w:t xml:space="preserve"> que sommes-nous donc</w:t>
      </w:r>
      <w:r w:rsidR="003D0170">
        <w:t xml:space="preserve"> ? </w:t>
      </w:r>
      <w:r>
        <w:t>Peut-on s</w:t>
      </w:r>
      <w:r>
        <w:t>a</w:t>
      </w:r>
      <w:r>
        <w:t>voir</w:t>
      </w:r>
      <w:r w:rsidR="003D0170">
        <w:t xml:space="preserve"> ? </w:t>
      </w:r>
      <w:r>
        <w:t>Des apparences d</w:t>
      </w:r>
      <w:r w:rsidR="003D0170">
        <w:t>’</w:t>
      </w:r>
      <w:r>
        <w:t>apparences</w:t>
      </w:r>
      <w:r w:rsidR="003D0170">
        <w:t> ?</w:t>
      </w:r>
    </w:p>
    <w:p w14:paraId="0D67F96E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Non</w:t>
      </w:r>
      <w:r w:rsidR="003D0170">
        <w:t xml:space="preserve">, </w:t>
      </w:r>
      <w:r>
        <w:t>pourquoi</w:t>
      </w:r>
      <w:r w:rsidR="003D0170">
        <w:t xml:space="preserve"> ? </w:t>
      </w:r>
      <w:r>
        <w:t>La même apparence</w:t>
      </w:r>
      <w:r w:rsidR="003D0170">
        <w:t xml:space="preserve">, </w:t>
      </w:r>
      <w:r>
        <w:t>mais avec cette distinction que celle que les autres nous do</w:t>
      </w:r>
      <w:r>
        <w:t>n</w:t>
      </w:r>
      <w:r>
        <w:t>naient est là-bas</w:t>
      </w:r>
      <w:r w:rsidR="003D0170">
        <w:t xml:space="preserve">, </w:t>
      </w:r>
      <w:r>
        <w:t>dans la fosse</w:t>
      </w:r>
      <w:r w:rsidR="003D0170">
        <w:t xml:space="preserve"> ; </w:t>
      </w:r>
      <w:r>
        <w:t>et celle que nous nous donnions nous-mêmes est ici encore pour un peu de temps en vous et en moi</w:t>
      </w:r>
      <w:r w:rsidR="003D0170">
        <w:t xml:space="preserve">. </w:t>
      </w:r>
      <w:r>
        <w:t>Nous en représentons la vanité</w:t>
      </w:r>
      <w:r w:rsidR="003D0170">
        <w:t xml:space="preserve">, </w:t>
      </w:r>
      <w:r>
        <w:t>une vanité qui s</w:t>
      </w:r>
      <w:r w:rsidR="003D0170">
        <w:t>’</w:t>
      </w:r>
      <w:r>
        <w:t>attarde quelques heures</w:t>
      </w:r>
      <w:r w:rsidR="003D0170">
        <w:t xml:space="preserve">. </w:t>
      </w:r>
      <w:r>
        <w:t>La dernière ombre de l</w:t>
      </w:r>
      <w:r w:rsidR="003D0170">
        <w:t>’</w:t>
      </w:r>
      <w:r>
        <w:t>illusion qui persiste e</w:t>
      </w:r>
      <w:r>
        <w:t>n</w:t>
      </w:r>
      <w:r>
        <w:t>core en nous</w:t>
      </w:r>
      <w:r w:rsidR="003D0170">
        <w:t xml:space="preserve">. </w:t>
      </w:r>
      <w:r>
        <w:t>Nous sommes si attachés encore à notre vaine a</w:t>
      </w:r>
      <w:r>
        <w:t>p</w:t>
      </w:r>
      <w:r>
        <w:t>parence</w:t>
      </w:r>
      <w:r w:rsidR="003D0170">
        <w:t xml:space="preserve">, </w:t>
      </w:r>
      <w:r>
        <w:t>qu</w:t>
      </w:r>
      <w:r w:rsidR="003D0170">
        <w:t>’</w:t>
      </w:r>
      <w:r>
        <w:t>il nous faut attendre pour nous en libérer qu</w:t>
      </w:r>
      <w:r w:rsidR="003D0170">
        <w:t>’</w:t>
      </w:r>
      <w:r>
        <w:t>elle s</w:t>
      </w:r>
      <w:r w:rsidR="003D0170">
        <w:t>’</w:t>
      </w:r>
      <w:r>
        <w:t>efface et s</w:t>
      </w:r>
      <w:r w:rsidR="003D0170">
        <w:t>’</w:t>
      </w:r>
      <w:r>
        <w:t>évanouisse</w:t>
      </w:r>
      <w:r w:rsidR="003D0170">
        <w:t xml:space="preserve">. </w:t>
      </w:r>
      <w:r>
        <w:t>Vous</w:t>
      </w:r>
      <w:r w:rsidR="003D0170">
        <w:t xml:space="preserve">, </w:t>
      </w:r>
      <w:r>
        <w:t>par exemple</w:t>
      </w:r>
      <w:r w:rsidR="003D0170">
        <w:t xml:space="preserve">, </w:t>
      </w:r>
      <w:r>
        <w:t xml:space="preserve">et </w:t>
      </w:r>
      <w:r>
        <w:lastRenderedPageBreak/>
        <w:t>c</w:t>
      </w:r>
      <w:r w:rsidR="003D0170">
        <w:t>’</w:t>
      </w:r>
      <w:r>
        <w:t>est peut-être la conséquence de ces raisonnements</w:t>
      </w:r>
      <w:r w:rsidR="003D0170">
        <w:t xml:space="preserve">, </w:t>
      </w:r>
      <w:r>
        <w:t>vous me paraissez déjà plus transparent</w:t>
      </w:r>
      <w:r w:rsidR="003D0170">
        <w:t>.</w:t>
      </w:r>
    </w:p>
    <w:p w14:paraId="585A632E" w14:textId="77777777" w:rsidR="003D0170" w:rsidRDefault="00AA53A8" w:rsidP="00AA53A8">
      <w:r>
        <w:t>Ah</w:t>
      </w:r>
      <w:r w:rsidR="003D0170">
        <w:t xml:space="preserve"> ! </w:t>
      </w:r>
      <w:r>
        <w:t>voilà</w:t>
      </w:r>
      <w:r w:rsidR="003D0170">
        <w:t xml:space="preserve">… </w:t>
      </w:r>
      <w:r>
        <w:t>Il a suffi que je le remarque</w:t>
      </w:r>
      <w:r w:rsidR="003D0170">
        <w:t xml:space="preserve">. </w:t>
      </w:r>
      <w:r>
        <w:t>Vous voilà qui vous ramassez</w:t>
      </w:r>
      <w:r w:rsidR="003D0170">
        <w:t xml:space="preserve">, </w:t>
      </w:r>
      <w:r>
        <w:t>pauvre ombre</w:t>
      </w:r>
      <w:r w:rsidR="003D0170">
        <w:t xml:space="preserve">. </w:t>
      </w:r>
      <w:r>
        <w:t>Qui vous retient ici</w:t>
      </w:r>
      <w:r w:rsidR="003D0170">
        <w:t xml:space="preserve"> ? </w:t>
      </w:r>
      <w:r>
        <w:t>Vous êtes gras mais vous avez l</w:t>
      </w:r>
      <w:r w:rsidR="003D0170">
        <w:t>’</w:t>
      </w:r>
      <w:r>
        <w:t>air si mélancolique</w:t>
      </w:r>
      <w:r w:rsidR="003D0170">
        <w:t>.</w:t>
      </w:r>
    </w:p>
    <w:p w14:paraId="58318124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Une nostalgie</w:t>
      </w:r>
      <w:r w:rsidR="003D0170">
        <w:t xml:space="preserve">. </w:t>
      </w:r>
      <w:r>
        <w:t>Je ne sais</w:t>
      </w:r>
      <w:r w:rsidR="003D0170">
        <w:t xml:space="preserve">. </w:t>
      </w:r>
      <w:r>
        <w:t>Je vois encore le petit jardin de ma maison au soleil</w:t>
      </w:r>
      <w:r w:rsidR="003D0170">
        <w:t xml:space="preserve">. </w:t>
      </w:r>
      <w:r>
        <w:t>Un petit tapis vert à la f</w:t>
      </w:r>
      <w:r>
        <w:t>e</w:t>
      </w:r>
      <w:r>
        <w:t>nêtre</w:t>
      </w:r>
      <w:r w:rsidR="003D0170">
        <w:t xml:space="preserve">. </w:t>
      </w:r>
      <w:r>
        <w:t>La vasque avec son miroir d</w:t>
      </w:r>
      <w:r w:rsidR="003D0170">
        <w:t>’</w:t>
      </w:r>
      <w:r>
        <w:t>eau à l</w:t>
      </w:r>
      <w:r w:rsidR="003D0170">
        <w:t>’</w:t>
      </w:r>
      <w:r>
        <w:t>ombre</w:t>
      </w:r>
      <w:r w:rsidR="003D0170">
        <w:t xml:space="preserve">. </w:t>
      </w:r>
      <w:r>
        <w:t>Et les petits poissons rouges qui remuaient sur l</w:t>
      </w:r>
      <w:r w:rsidR="003D0170">
        <w:t>’</w:t>
      </w:r>
      <w:r>
        <w:t>eau comme pour mordre</w:t>
      </w:r>
      <w:r w:rsidR="003D0170">
        <w:t xml:space="preserve">. </w:t>
      </w:r>
      <w:r>
        <w:t>Les plantes tout autour regardent surprises les petits cercles qui s</w:t>
      </w:r>
      <w:r w:rsidR="003D0170">
        <w:t>’</w:t>
      </w:r>
      <w:r>
        <w:t>élargissent en silence dans l</w:t>
      </w:r>
      <w:r w:rsidR="003D0170">
        <w:t>’</w:t>
      </w:r>
      <w:r>
        <w:t>eau</w:t>
      </w:r>
      <w:r w:rsidR="003D0170">
        <w:t xml:space="preserve">. </w:t>
      </w:r>
      <w:r>
        <w:t>Je suis encore là-bas</w:t>
      </w:r>
      <w:r w:rsidR="003D0170">
        <w:t xml:space="preserve">, </w:t>
      </w:r>
      <w:r>
        <w:t>au m</w:t>
      </w:r>
      <w:r>
        <w:t>i</w:t>
      </w:r>
      <w:r>
        <w:t>lieu du frais soupir des petites feuilles naissantes comme une vieille feuille morte qui ne sait pas se détacher</w:t>
      </w:r>
      <w:r w:rsidR="003D0170">
        <w:t xml:space="preserve">. </w:t>
      </w:r>
      <w:r>
        <w:t>Je la vois</w:t>
      </w:r>
      <w:r w:rsidR="003D0170">
        <w:t xml:space="preserve"> : </w:t>
      </w:r>
      <w:r>
        <w:t>elle est vraiment là cette feuille morte</w:t>
      </w:r>
      <w:r w:rsidR="003D0170">
        <w:t xml:space="preserve"> ; </w:t>
      </w:r>
      <w:r>
        <w:t>j</w:t>
      </w:r>
      <w:r w:rsidR="003D0170">
        <w:t>’</w:t>
      </w:r>
      <w:r>
        <w:t>attends qu</w:t>
      </w:r>
      <w:r w:rsidR="003D0170">
        <w:t>’</w:t>
      </w:r>
      <w:r>
        <w:t>un souffle la fasse tomber</w:t>
      </w:r>
      <w:r w:rsidR="003D0170">
        <w:t xml:space="preserve"> ; </w:t>
      </w:r>
      <w:r>
        <w:t>alors peut-être</w:t>
      </w:r>
      <w:r w:rsidR="003D0170">
        <w:t xml:space="preserve">, </w:t>
      </w:r>
      <w:r>
        <w:t>comme vous dites</w:t>
      </w:r>
      <w:r w:rsidR="003D0170">
        <w:t xml:space="preserve">, </w:t>
      </w:r>
      <w:r>
        <w:t>je disparaîtrai</w:t>
      </w:r>
      <w:r w:rsidR="003D0170">
        <w:t>.</w:t>
      </w:r>
    </w:p>
    <w:p w14:paraId="327E5CC2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Mais seulement pour ce petit jardin tant de regrets</w:t>
      </w:r>
      <w:r w:rsidR="003D0170">
        <w:t> ?</w:t>
      </w:r>
    </w:p>
    <w:p w14:paraId="419B59D8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Non</w:t>
      </w:r>
      <w:r w:rsidR="003D0170">
        <w:t xml:space="preserve">. </w:t>
      </w:r>
      <w:r>
        <w:t>Bien que les fleurs m</w:t>
      </w:r>
      <w:r w:rsidR="003D0170">
        <w:t>’</w:t>
      </w:r>
      <w:r>
        <w:t>aient to</w:t>
      </w:r>
      <w:r>
        <w:t>u</w:t>
      </w:r>
      <w:r>
        <w:t>jours émerveillé et plus encore que la terre ait pu les produire</w:t>
      </w:r>
      <w:r w:rsidR="003D0170">
        <w:t xml:space="preserve"> ! </w:t>
      </w:r>
      <w:r>
        <w:t>Vous avez beau parler d</w:t>
      </w:r>
      <w:r w:rsidR="003D0170">
        <w:t>’</w:t>
      </w:r>
      <w:r>
        <w:t>illusions</w:t>
      </w:r>
      <w:r w:rsidR="003D0170">
        <w:t xml:space="preserve"> ! </w:t>
      </w:r>
      <w:r>
        <w:t>Toutes les nuits un rossignol venait chanter dans mon jardin</w:t>
      </w:r>
      <w:r w:rsidR="003D0170">
        <w:t xml:space="preserve"> ; </w:t>
      </w:r>
      <w:r>
        <w:t>il était tout riant mon jardin et en mai tout éclatant de roses jaunes</w:t>
      </w:r>
      <w:r w:rsidR="003D0170">
        <w:t xml:space="preserve">, </w:t>
      </w:r>
      <w:r>
        <w:t>de roses blanches</w:t>
      </w:r>
      <w:r w:rsidR="003D0170">
        <w:t xml:space="preserve">, </w:t>
      </w:r>
      <w:r>
        <w:t>de roses rouges et d</w:t>
      </w:r>
      <w:r w:rsidR="003D0170">
        <w:t>’</w:t>
      </w:r>
      <w:r>
        <w:t>œillets et de géraniums</w:t>
      </w:r>
      <w:r w:rsidR="003D0170">
        <w:t xml:space="preserve">. </w:t>
      </w:r>
      <w:r>
        <w:t>Toute votre philosophie</w:t>
      </w:r>
      <w:r w:rsidR="003D0170">
        <w:t xml:space="preserve">, </w:t>
      </w:r>
      <w:r>
        <w:t>voyez-vous</w:t>
      </w:r>
      <w:r w:rsidR="003D0170">
        <w:t xml:space="preserve">, </w:t>
      </w:r>
      <w:r>
        <w:t>n</w:t>
      </w:r>
      <w:r w:rsidR="003D0170">
        <w:t>’</w:t>
      </w:r>
      <w:r>
        <w:t>aurait pas empêché ce rossignol de chanter</w:t>
      </w:r>
      <w:r w:rsidR="003D0170">
        <w:t xml:space="preserve">, </w:t>
      </w:r>
      <w:r>
        <w:t>ni ces roses d</w:t>
      </w:r>
      <w:r w:rsidR="003D0170">
        <w:t>’</w:t>
      </w:r>
      <w:r>
        <w:t>éclore et d</w:t>
      </w:r>
      <w:r w:rsidR="003D0170">
        <w:t>’</w:t>
      </w:r>
      <w:r>
        <w:t>embaumer</w:t>
      </w:r>
      <w:r w:rsidR="003D0170">
        <w:t xml:space="preserve">, </w:t>
      </w:r>
      <w:r>
        <w:t>et d</w:t>
      </w:r>
      <w:r w:rsidR="003D0170">
        <w:t>’</w:t>
      </w:r>
      <w:r>
        <w:t>enivrer de leurs parfums tout le jardin</w:t>
      </w:r>
      <w:r w:rsidR="003D0170">
        <w:t xml:space="preserve">. </w:t>
      </w:r>
      <w:r>
        <w:t>Vous pouviez chasser le rossignol et arracher toutes les roses</w:t>
      </w:r>
      <w:r w:rsidR="003D0170">
        <w:t xml:space="preserve">. </w:t>
      </w:r>
      <w:r>
        <w:t>Le rossignol se serait envolé dans le jardin d</w:t>
      </w:r>
      <w:r w:rsidR="003D0170">
        <w:t>’</w:t>
      </w:r>
      <w:r>
        <w:t>à côté et il aurait continué à chanter sur un autre arbre chaque nuit sous les étoiles</w:t>
      </w:r>
      <w:r w:rsidR="003D0170">
        <w:t xml:space="preserve">. </w:t>
      </w:r>
      <w:r>
        <w:t>Et toutes les roses de mai et tous les jardins vous n</w:t>
      </w:r>
      <w:r w:rsidR="003D0170">
        <w:t>’</w:t>
      </w:r>
      <w:r>
        <w:t>auriez pu les saccager</w:t>
      </w:r>
      <w:r w:rsidR="003D0170">
        <w:t xml:space="preserve">. </w:t>
      </w:r>
      <w:r>
        <w:lastRenderedPageBreak/>
        <w:t>Ce sont choses passagères</w:t>
      </w:r>
      <w:r w:rsidR="003D0170">
        <w:t xml:space="preserve">, </w:t>
      </w:r>
      <w:r>
        <w:t>bien sûr</w:t>
      </w:r>
      <w:r w:rsidR="003D0170">
        <w:t xml:space="preserve">. </w:t>
      </w:r>
      <w:r>
        <w:t>Mais mon grand regret</w:t>
      </w:r>
      <w:r w:rsidR="003D0170">
        <w:t xml:space="preserve">, </w:t>
      </w:r>
      <w:r>
        <w:t>maintenant</w:t>
      </w:r>
      <w:r w:rsidR="003D0170">
        <w:t xml:space="preserve">, </w:t>
      </w:r>
      <w:r>
        <w:t>est de n</w:t>
      </w:r>
      <w:r w:rsidR="003D0170">
        <w:t>’</w:t>
      </w:r>
      <w:r>
        <w:t>avoir pas su en profiter</w:t>
      </w:r>
      <w:r w:rsidR="003D0170">
        <w:t xml:space="preserve">. </w:t>
      </w:r>
      <w:r>
        <w:t>Monsieur</w:t>
      </w:r>
      <w:r w:rsidR="003D0170">
        <w:t xml:space="preserve">, </w:t>
      </w:r>
      <w:r>
        <w:t>je respirais cet air qui ne me faisait jamais remarquer que je vivais pendant que je le respirais</w:t>
      </w:r>
      <w:r w:rsidR="003D0170">
        <w:t xml:space="preserve"> ; </w:t>
      </w:r>
      <w:r>
        <w:t>j</w:t>
      </w:r>
      <w:r w:rsidR="003D0170">
        <w:t>’</w:t>
      </w:r>
      <w:r>
        <w:t>entendais le gazouillis des oiseaux nés avec mai dans mon jardin et dans tous les jardins qui fleurissaient autour de ma maison</w:t>
      </w:r>
      <w:r w:rsidR="003D0170">
        <w:t xml:space="preserve">, </w:t>
      </w:r>
      <w:r>
        <w:t>je les e</w:t>
      </w:r>
      <w:r>
        <w:t>n</w:t>
      </w:r>
      <w:r>
        <w:t>tendais et ni ces oiseaux ni ces fleurs ne me disaient que je v</w:t>
      </w:r>
      <w:r>
        <w:t>i</w:t>
      </w:r>
      <w:r>
        <w:t>vais quand je les entendais gazouiller et quand je respirais le parfum des fleurs</w:t>
      </w:r>
      <w:r w:rsidR="003D0170">
        <w:t xml:space="preserve"> ; </w:t>
      </w:r>
      <w:r>
        <w:t>un misérable souci m</w:t>
      </w:r>
      <w:r w:rsidR="003D0170">
        <w:t>’</w:t>
      </w:r>
      <w:r>
        <w:t>absorbait</w:t>
      </w:r>
      <w:r w:rsidR="003D0170">
        <w:t xml:space="preserve">, </w:t>
      </w:r>
      <w:r>
        <w:t>me fermait à tout ce qui n</w:t>
      </w:r>
      <w:r w:rsidR="003D0170">
        <w:t>’</w:t>
      </w:r>
      <w:r>
        <w:t>était pas lui</w:t>
      </w:r>
      <w:r w:rsidR="003D0170">
        <w:t xml:space="preserve">. </w:t>
      </w:r>
      <w:r>
        <w:t>De toute cette vie qui pourtant e</w:t>
      </w:r>
      <w:r>
        <w:t>n</w:t>
      </w:r>
      <w:r>
        <w:t>trait en moi par tous mes sens ouverts</w:t>
      </w:r>
      <w:r w:rsidR="003D0170">
        <w:t xml:space="preserve">, </w:t>
      </w:r>
      <w:r>
        <w:t>je ne faisais aucun cas</w:t>
      </w:r>
      <w:r w:rsidR="003D0170">
        <w:t xml:space="preserve">. </w:t>
      </w:r>
      <w:r>
        <w:t>Et je me plaignais</w:t>
      </w:r>
      <w:r w:rsidR="003D0170">
        <w:t xml:space="preserve">. </w:t>
      </w:r>
      <w:r>
        <w:t>De quoi me plaignais-je</w:t>
      </w:r>
      <w:r w:rsidR="003D0170">
        <w:t xml:space="preserve"> ? </w:t>
      </w:r>
      <w:r>
        <w:t>De ce misérable souci</w:t>
      </w:r>
      <w:r w:rsidR="003D0170">
        <w:t xml:space="preserve">, </w:t>
      </w:r>
      <w:r>
        <w:t>d</w:t>
      </w:r>
      <w:r w:rsidR="003D0170">
        <w:t>’</w:t>
      </w:r>
      <w:r>
        <w:t>un désir insatisfait</w:t>
      </w:r>
      <w:r w:rsidR="003D0170">
        <w:t xml:space="preserve">, </w:t>
      </w:r>
      <w:r>
        <w:t>d</w:t>
      </w:r>
      <w:r w:rsidR="003D0170">
        <w:t>’</w:t>
      </w:r>
      <w:r>
        <w:t>une histoire fâcheuse et déjà finie</w:t>
      </w:r>
      <w:r w:rsidR="003D0170">
        <w:t xml:space="preserve">. </w:t>
      </w:r>
      <w:r>
        <w:t>Et</w:t>
      </w:r>
      <w:r w:rsidR="003D0170">
        <w:t xml:space="preserve">, </w:t>
      </w:r>
      <w:r>
        <w:t>en attendant</w:t>
      </w:r>
      <w:r w:rsidR="003D0170">
        <w:t xml:space="preserve">, </w:t>
      </w:r>
      <w:r>
        <w:t>je perdais tout le plaisir de vivre</w:t>
      </w:r>
      <w:r w:rsidR="003D0170">
        <w:t xml:space="preserve">. </w:t>
      </w:r>
      <w:r>
        <w:t>Mais non</w:t>
      </w:r>
      <w:r w:rsidR="003D0170">
        <w:t xml:space="preserve">, </w:t>
      </w:r>
      <w:r>
        <w:t>je le sais maintenant</w:t>
      </w:r>
      <w:r w:rsidR="003D0170">
        <w:t xml:space="preserve">. </w:t>
      </w:r>
      <w:r>
        <w:t>Le plaisir de vivre ne me fuyait pas</w:t>
      </w:r>
      <w:r w:rsidR="003D0170">
        <w:t xml:space="preserve">, </w:t>
      </w:r>
      <w:r>
        <w:t>il écha</w:t>
      </w:r>
      <w:r>
        <w:t>p</w:t>
      </w:r>
      <w:r>
        <w:t>pait à ma conscience mais non pas à mon corps qui le déco</w:t>
      </w:r>
      <w:r>
        <w:t>u</w:t>
      </w:r>
      <w:r>
        <w:t>vrait</w:t>
      </w:r>
      <w:r w:rsidR="003D0170">
        <w:t xml:space="preserve">, </w:t>
      </w:r>
      <w:r>
        <w:t>ce goût de la vie sans le savoir</w:t>
      </w:r>
      <w:r w:rsidR="003D0170">
        <w:t xml:space="preserve"> ! </w:t>
      </w:r>
      <w:r>
        <w:t>et c</w:t>
      </w:r>
      <w:r w:rsidR="003D0170">
        <w:t>’</w:t>
      </w:r>
      <w:r>
        <w:t>est pourquoi je suis encore là comme un mendiant devant une porte qu</w:t>
      </w:r>
      <w:r w:rsidR="003D0170">
        <w:t>’</w:t>
      </w:r>
      <w:r>
        <w:t>il ne lui est pas permis d</w:t>
      </w:r>
      <w:r w:rsidR="003D0170">
        <w:t>’</w:t>
      </w:r>
      <w:r>
        <w:t>ouvrir</w:t>
      </w:r>
      <w:r w:rsidR="003D0170">
        <w:t xml:space="preserve"> ; </w:t>
      </w:r>
      <w:r>
        <w:t>ce goût de la vie qui me faisait supporter toutes les contrariétés et toutes les conditions que la pensée stupidement estimait humiliantes et insupportables</w:t>
      </w:r>
      <w:r w:rsidR="003D0170">
        <w:t xml:space="preserve">. </w:t>
      </w:r>
      <w:r>
        <w:t>Certains dimanches</w:t>
      </w:r>
      <w:r w:rsidR="003D0170">
        <w:t xml:space="preserve">, </w:t>
      </w:r>
      <w:r>
        <w:t>par exemple</w:t>
      </w:r>
      <w:r w:rsidR="003D0170">
        <w:t xml:space="preserve">, </w:t>
      </w:r>
      <w:r>
        <w:t>quand ma femme me disait aller à la messe alors qu</w:t>
      </w:r>
      <w:r w:rsidR="003D0170">
        <w:t>’</w:t>
      </w:r>
      <w:r>
        <w:t>elle s</w:t>
      </w:r>
      <w:r w:rsidR="003D0170">
        <w:t>’</w:t>
      </w:r>
      <w:r>
        <w:t>en allait tout droit chez son amant</w:t>
      </w:r>
      <w:r w:rsidR="003D0170">
        <w:t>.</w:t>
      </w:r>
    </w:p>
    <w:p w14:paraId="4C69D706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Pauvre ami</w:t>
      </w:r>
      <w:r w:rsidR="003D0170">
        <w:t xml:space="preserve">, </w:t>
      </w:r>
      <w:r>
        <w:t>et vous le saviez</w:t>
      </w:r>
      <w:r w:rsidR="003D0170">
        <w:t> ?</w:t>
      </w:r>
    </w:p>
    <w:p w14:paraId="07AB861C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proofErr w:type="gramStart"/>
      <w:r>
        <w:t>Et</w:t>
      </w:r>
      <w:proofErr w:type="gramEnd"/>
      <w:r>
        <w:t xml:space="preserve"> oui</w:t>
      </w:r>
      <w:r w:rsidR="003D0170">
        <w:t xml:space="preserve">, </w:t>
      </w:r>
      <w:r>
        <w:t>voyez-vous</w:t>
      </w:r>
      <w:r w:rsidR="003D0170">
        <w:t xml:space="preserve"> ! </w:t>
      </w:r>
      <w:r>
        <w:t>Une réalité qui n</w:t>
      </w:r>
      <w:r w:rsidR="003D0170">
        <w:t>’</w:t>
      </w:r>
      <w:r>
        <w:t>était pas une illusion</w:t>
      </w:r>
      <w:r w:rsidR="003D0170">
        <w:t>.</w:t>
      </w:r>
    </w:p>
    <w:p w14:paraId="144E5411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Mais non</w:t>
      </w:r>
      <w:r w:rsidR="003D0170">
        <w:t xml:space="preserve"> ! </w:t>
      </w:r>
      <w:r>
        <w:t>Je pourrais</w:t>
      </w:r>
      <w:r w:rsidR="003D0170">
        <w:t xml:space="preserve">, </w:t>
      </w:r>
      <w:r>
        <w:t>mon cher</w:t>
      </w:r>
      <w:r w:rsidR="003D0170">
        <w:t xml:space="preserve">, </w:t>
      </w:r>
      <w:r>
        <w:t>vous démontrer que c</w:t>
      </w:r>
      <w:r w:rsidR="003D0170">
        <w:t>’</w:t>
      </w:r>
      <w:r>
        <w:t>était une illusion comme tout le reste</w:t>
      </w:r>
      <w:r w:rsidR="003D0170">
        <w:t>.</w:t>
      </w:r>
    </w:p>
    <w:p w14:paraId="2403B58D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Que ma femme me trompait</w:t>
      </w:r>
      <w:r w:rsidR="003D0170">
        <w:t xml:space="preserve"> ? </w:t>
      </w:r>
      <w:r>
        <w:t>C</w:t>
      </w:r>
      <w:r w:rsidR="003D0170">
        <w:t>’</w:t>
      </w:r>
      <w:r>
        <w:t>était un fait</w:t>
      </w:r>
      <w:r w:rsidR="003D0170">
        <w:t>.</w:t>
      </w:r>
    </w:p>
    <w:p w14:paraId="0B487C22" w14:textId="77777777" w:rsidR="003D0170" w:rsidRDefault="00AA53A8" w:rsidP="00AA53A8">
      <w:r>
        <w:lastRenderedPageBreak/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Bien</w:t>
      </w:r>
      <w:r w:rsidR="003D0170">
        <w:t xml:space="preserve">. </w:t>
      </w:r>
      <w:r>
        <w:t>Un fait auquel vous donniez une réalité</w:t>
      </w:r>
      <w:r w:rsidR="003D0170">
        <w:t>.</w:t>
      </w:r>
    </w:p>
    <w:p w14:paraId="78742F19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Mais comment pouvais-je ne pas la lui donner puisqu</w:t>
      </w:r>
      <w:r w:rsidR="003D0170">
        <w:t>’</w:t>
      </w:r>
      <w:r>
        <w:t>il était sûr que ma femme me trompait</w:t>
      </w:r>
      <w:r w:rsidR="003D0170">
        <w:t> ?</w:t>
      </w:r>
    </w:p>
    <w:p w14:paraId="568D169C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Eh</w:t>
      </w:r>
      <w:r w:rsidR="003D0170">
        <w:t xml:space="preserve"> ! </w:t>
      </w:r>
      <w:r>
        <w:t>bien</w:t>
      </w:r>
      <w:r w:rsidR="003D0170">
        <w:t xml:space="preserve">, </w:t>
      </w:r>
      <w:r>
        <w:t>voilà</w:t>
      </w:r>
      <w:r w:rsidR="003D0170">
        <w:t xml:space="preserve"> : </w:t>
      </w:r>
      <w:r>
        <w:t>ce que vous appelez un fait</w:t>
      </w:r>
      <w:r w:rsidR="003D0170">
        <w:t xml:space="preserve">, </w:t>
      </w:r>
      <w:r>
        <w:t>ce plaisir que votre femme prenait avec un homme qui n</w:t>
      </w:r>
      <w:r w:rsidR="003D0170">
        <w:t>’</w:t>
      </w:r>
      <w:r>
        <w:t>était pas vous</w:t>
      </w:r>
      <w:r w:rsidR="003D0170">
        <w:t xml:space="preserve">, </w:t>
      </w:r>
      <w:r>
        <w:t>il vous semble que cela avait pour elle la même réalité que pour vous</w:t>
      </w:r>
      <w:r w:rsidR="003D0170">
        <w:t xml:space="preserve">. </w:t>
      </w:r>
      <w:r>
        <w:t>Ce fait qui lui donnait du plaisir et à vous de la douleur</w:t>
      </w:r>
      <w:r w:rsidR="003D0170">
        <w:t xml:space="preserve">. </w:t>
      </w:r>
      <w:r>
        <w:t>Et d</w:t>
      </w:r>
      <w:r w:rsidR="003D0170">
        <w:t>’</w:t>
      </w:r>
      <w:r>
        <w:t>où venait votre douleur sinon de l</w:t>
      </w:r>
      <w:r w:rsidR="003D0170">
        <w:t>’</w:t>
      </w:r>
      <w:r>
        <w:t>illusion que vous vous étiez faite que votre femme vous appartenait vraiment</w:t>
      </w:r>
      <w:r w:rsidR="003D0170">
        <w:t xml:space="preserve"> ? </w:t>
      </w:r>
      <w:r>
        <w:t>Ce sont là des idées vaines</w:t>
      </w:r>
      <w:r w:rsidR="003D0170">
        <w:t xml:space="preserve">, </w:t>
      </w:r>
      <w:r>
        <w:t>mon cher</w:t>
      </w:r>
      <w:r w:rsidR="003D0170">
        <w:t xml:space="preserve">. </w:t>
      </w:r>
      <w:r>
        <w:t>Aussi vaines que l</w:t>
      </w:r>
      <w:r w:rsidR="003D0170">
        <w:t>’</w:t>
      </w:r>
      <w:r>
        <w:t>idée que nous avons de toute notre vie</w:t>
      </w:r>
      <w:r w:rsidR="003D0170">
        <w:t xml:space="preserve"> : </w:t>
      </w:r>
      <w:r>
        <w:t>une idée vaine</w:t>
      </w:r>
      <w:r w:rsidR="003D0170">
        <w:t xml:space="preserve"> : </w:t>
      </w:r>
      <w:r>
        <w:t>votre femme</w:t>
      </w:r>
      <w:r w:rsidR="003D0170">
        <w:t xml:space="preserve"> ; </w:t>
      </w:r>
      <w:r>
        <w:t>une idée vaine</w:t>
      </w:r>
      <w:r w:rsidR="003D0170">
        <w:t xml:space="preserve"> : </w:t>
      </w:r>
      <w:r>
        <w:t>sa trahison</w:t>
      </w:r>
      <w:r w:rsidR="003D0170">
        <w:t xml:space="preserve"> ; </w:t>
      </w:r>
      <w:r>
        <w:t>une idée vaine</w:t>
      </w:r>
      <w:r w:rsidR="003D0170">
        <w:t xml:space="preserve">, </w:t>
      </w:r>
      <w:r>
        <w:t>votre douleur</w:t>
      </w:r>
      <w:r w:rsidR="003D0170">
        <w:t xml:space="preserve">. </w:t>
      </w:r>
      <w:r>
        <w:t>Le malheur c</w:t>
      </w:r>
      <w:r w:rsidR="003D0170">
        <w:t>’</w:t>
      </w:r>
      <w:r>
        <w:t>est que la vie n</w:t>
      </w:r>
      <w:r w:rsidR="003D0170">
        <w:t>’</w:t>
      </w:r>
      <w:r>
        <w:t>est possible qu</w:t>
      </w:r>
      <w:r w:rsidR="003D0170">
        <w:t>’</w:t>
      </w:r>
      <w:r>
        <w:t>à condition de donner une réalité à toutes nos idées vaines</w:t>
      </w:r>
      <w:r w:rsidR="003D0170">
        <w:t xml:space="preserve">. </w:t>
      </w:r>
      <w:r>
        <w:t>Il faudrait ne pas vivre</w:t>
      </w:r>
      <w:r w:rsidR="003D0170">
        <w:t xml:space="preserve">, </w:t>
      </w:r>
      <w:r>
        <w:t>mon brave homme</w:t>
      </w:r>
      <w:r w:rsidR="003D0170">
        <w:t>.</w:t>
      </w:r>
    </w:p>
    <w:p w14:paraId="644DB8B2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Vous avez peut-être raison</w:t>
      </w:r>
      <w:r w:rsidR="003D0170">
        <w:t xml:space="preserve">. </w:t>
      </w:r>
      <w:r>
        <w:t>Et le goût que je prenais à la vie dépendait peut-être du peu de souci que je me donnais pour mes histoires personnelles et du peu d</w:t>
      </w:r>
      <w:r w:rsidR="003D0170">
        <w:t>’</w:t>
      </w:r>
      <w:r>
        <w:t>illusions que je me faisais</w:t>
      </w:r>
      <w:r w:rsidR="003D0170">
        <w:t xml:space="preserve">. </w:t>
      </w:r>
      <w:r>
        <w:t>Ne croyez pas au fond que j</w:t>
      </w:r>
      <w:r w:rsidR="003D0170">
        <w:t>’</w:t>
      </w:r>
      <w:r>
        <w:t>aie beaucoup souffert de la trahison de ma femme</w:t>
      </w:r>
      <w:r w:rsidR="003D0170">
        <w:t xml:space="preserve">. </w:t>
      </w:r>
      <w:r>
        <w:t>Je soupirais</w:t>
      </w:r>
      <w:r w:rsidR="003D0170">
        <w:t xml:space="preserve">, </w:t>
      </w:r>
      <w:r>
        <w:t>c</w:t>
      </w:r>
      <w:r w:rsidR="003D0170">
        <w:t>’</w:t>
      </w:r>
      <w:r>
        <w:t>est vrai</w:t>
      </w:r>
      <w:r w:rsidR="003D0170">
        <w:t xml:space="preserve">. </w:t>
      </w:r>
      <w:r>
        <w:t>Je me disais superficiellement que c</w:t>
      </w:r>
      <w:r w:rsidR="003D0170">
        <w:t>’</w:t>
      </w:r>
      <w:r>
        <w:t>était de chagrin</w:t>
      </w:r>
      <w:r w:rsidR="003D0170">
        <w:t xml:space="preserve">, </w:t>
      </w:r>
      <w:r>
        <w:t>mais au dedans de moi je devais convenir que c</w:t>
      </w:r>
      <w:r w:rsidR="003D0170">
        <w:t>’</w:t>
      </w:r>
      <w:r>
        <w:t>était un soupir de soulagement</w:t>
      </w:r>
      <w:r w:rsidR="003D0170">
        <w:t xml:space="preserve">, </w:t>
      </w:r>
      <w:r>
        <w:t>jamais tout à fait complet pourtant</w:t>
      </w:r>
      <w:r w:rsidR="003D0170">
        <w:t xml:space="preserve">… </w:t>
      </w:r>
      <w:r>
        <w:t>car il faut que vous sachiez qu</w:t>
      </w:r>
      <w:r w:rsidR="003D0170">
        <w:t>’</w:t>
      </w:r>
      <w:r>
        <w:t>elle n</w:t>
      </w:r>
      <w:r w:rsidR="003D0170">
        <w:t>’</w:t>
      </w:r>
      <w:r>
        <w:t>était pas contente non plus de son amant</w:t>
      </w:r>
      <w:r w:rsidR="003D0170">
        <w:t xml:space="preserve">, </w:t>
      </w:r>
      <w:r>
        <w:t>comme elle n</w:t>
      </w:r>
      <w:r w:rsidR="003D0170">
        <w:t>’</w:t>
      </w:r>
      <w:r>
        <w:t>était contente de rien</w:t>
      </w:r>
      <w:r w:rsidR="003D0170">
        <w:t xml:space="preserve">, </w:t>
      </w:r>
      <w:r>
        <w:t>ni de personne</w:t>
      </w:r>
      <w:r w:rsidR="003D0170">
        <w:t xml:space="preserve">. </w:t>
      </w:r>
      <w:r>
        <w:t>Cela finira mal certainement</w:t>
      </w:r>
      <w:r w:rsidR="003D0170">
        <w:t xml:space="preserve">. </w:t>
      </w:r>
      <w:r>
        <w:t>Et c</w:t>
      </w:r>
      <w:r w:rsidR="003D0170">
        <w:t>’</w:t>
      </w:r>
      <w:r>
        <w:t>est aussi pourquoi je ne peux me détacher d</w:t>
      </w:r>
      <w:r w:rsidR="003D0170">
        <w:t>’</w:t>
      </w:r>
      <w:r>
        <w:t>ici</w:t>
      </w:r>
      <w:r w:rsidR="003D0170">
        <w:t>.</w:t>
      </w:r>
    </w:p>
    <w:p w14:paraId="402C0D50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Vous l</w:t>
      </w:r>
      <w:r w:rsidR="003D0170">
        <w:t>’</w:t>
      </w:r>
      <w:r>
        <w:t>attendez</w:t>
      </w:r>
      <w:r w:rsidR="003D0170">
        <w:t> ?</w:t>
      </w:r>
    </w:p>
    <w:p w14:paraId="3C0BFAE7" w14:textId="77777777" w:rsidR="003D0170" w:rsidRDefault="00AA53A8" w:rsidP="00AA53A8">
      <w:r>
        <w:lastRenderedPageBreak/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Oui</w:t>
      </w:r>
      <w:r w:rsidR="003D0170">
        <w:t xml:space="preserve">, </w:t>
      </w:r>
      <w:r>
        <w:t>bientôt</w:t>
      </w:r>
      <w:r w:rsidR="003D0170">
        <w:t xml:space="preserve">. </w:t>
      </w:r>
      <w:r>
        <w:t>Elle sera tuée</w:t>
      </w:r>
      <w:r w:rsidR="003D0170">
        <w:t xml:space="preserve">, </w:t>
      </w:r>
      <w:r>
        <w:t>j</w:t>
      </w:r>
      <w:r w:rsidR="003D0170">
        <w:t>’</w:t>
      </w:r>
      <w:r>
        <w:t>en suis sûr</w:t>
      </w:r>
      <w:r w:rsidR="003D0170">
        <w:t xml:space="preserve">. </w:t>
      </w:r>
      <w:r>
        <w:t>Son amant la tuera un jour ou l</w:t>
      </w:r>
      <w:r w:rsidR="003D0170">
        <w:t>’</w:t>
      </w:r>
      <w:r>
        <w:t>autre</w:t>
      </w:r>
      <w:r w:rsidR="003D0170">
        <w:t xml:space="preserve">. </w:t>
      </w:r>
      <w:r>
        <w:t>Peut-être en ce moment même où je suis en train de vous le dire</w:t>
      </w:r>
      <w:r w:rsidR="003D0170">
        <w:t xml:space="preserve">. </w:t>
      </w:r>
      <w:r w:rsidR="003D0170">
        <w:rPr>
          <w:i/>
          <w:iCs/>
        </w:rPr>
        <w:t>(</w:t>
      </w:r>
      <w:r>
        <w:rPr>
          <w:i/>
          <w:iCs/>
        </w:rPr>
        <w:t>Silence</w:t>
      </w:r>
      <w:r w:rsidR="003D0170">
        <w:rPr>
          <w:i/>
          <w:iCs/>
        </w:rPr>
        <w:t xml:space="preserve">. </w:t>
      </w:r>
      <w:r>
        <w:rPr>
          <w:i/>
          <w:iCs/>
        </w:rPr>
        <w:t>Il regarde d</w:t>
      </w:r>
      <w:r>
        <w:rPr>
          <w:i/>
          <w:iCs/>
        </w:rPr>
        <w:t>e</w:t>
      </w:r>
      <w:r>
        <w:rPr>
          <w:i/>
          <w:iCs/>
        </w:rPr>
        <w:t>vant lui avec des yeux absents</w:t>
      </w:r>
      <w:r w:rsidR="003D0170">
        <w:rPr>
          <w:i/>
          <w:iCs/>
        </w:rPr>
        <w:t xml:space="preserve">. </w:t>
      </w:r>
      <w:r>
        <w:rPr>
          <w:i/>
          <w:iCs/>
        </w:rPr>
        <w:t>Puis il reprend</w:t>
      </w:r>
      <w:r w:rsidR="003D0170">
        <w:rPr>
          <w:i/>
          <w:iCs/>
        </w:rPr>
        <w:t xml:space="preserve">.) </w:t>
      </w:r>
      <w:r>
        <w:t>J</w:t>
      </w:r>
      <w:r w:rsidR="003D0170">
        <w:t>’</w:t>
      </w:r>
      <w:r>
        <w:t>en ai la cert</w:t>
      </w:r>
      <w:r>
        <w:t>i</w:t>
      </w:r>
      <w:r>
        <w:t>tude en repensant à la joie que dans mes derniers moments elle n</w:t>
      </w:r>
      <w:r w:rsidR="003D0170">
        <w:t>’</w:t>
      </w:r>
      <w:r>
        <w:t>eut même pas la pudeur de me cacher</w:t>
      </w:r>
      <w:r w:rsidR="003D0170">
        <w:t xml:space="preserve">, </w:t>
      </w:r>
      <w:r>
        <w:t>et à la douleur pr</w:t>
      </w:r>
      <w:r>
        <w:t>o</w:t>
      </w:r>
      <w:r>
        <w:t>fonde de son amant qui était à mon lit de mort</w:t>
      </w:r>
      <w:r w:rsidR="003D0170">
        <w:t xml:space="preserve">, </w:t>
      </w:r>
      <w:r>
        <w:t>si désespéré de ne plus savoir que faire pour me rattacher à la vie</w:t>
      </w:r>
      <w:r w:rsidR="003D0170">
        <w:t>.</w:t>
      </w:r>
    </w:p>
    <w:p w14:paraId="0B1F5CBD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Comment</w:t>
      </w:r>
      <w:r w:rsidR="003D0170">
        <w:t xml:space="preserve"> ? </w:t>
      </w:r>
      <w:r>
        <w:t>Il ne désirait pas votre mort</w:t>
      </w:r>
      <w:r w:rsidR="003D0170">
        <w:t> ?</w:t>
      </w:r>
    </w:p>
    <w:p w14:paraId="148B4FDC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Vous êtes peut-être un grand savant</w:t>
      </w:r>
      <w:r w:rsidR="003D0170">
        <w:t xml:space="preserve">, </w:t>
      </w:r>
      <w:r>
        <w:t>mais je vois que vous comprenez bien peu les choses de la vie</w:t>
      </w:r>
      <w:r w:rsidR="003D0170">
        <w:t xml:space="preserve">. </w:t>
      </w:r>
      <w:r>
        <w:t>Il ne pouvait pas ne pas m</w:t>
      </w:r>
      <w:r w:rsidR="003D0170">
        <w:t>’</w:t>
      </w:r>
      <w:r>
        <w:t>aimer</w:t>
      </w:r>
      <w:r w:rsidR="003D0170">
        <w:t xml:space="preserve">, </w:t>
      </w:r>
      <w:r>
        <w:t>et je vous assure que j</w:t>
      </w:r>
      <w:r w:rsidR="003D0170">
        <w:t>’</w:t>
      </w:r>
      <w:r>
        <w:t>éprouvai moi très vite une grande pitié pour cet homme</w:t>
      </w:r>
      <w:r w:rsidR="003D0170">
        <w:t xml:space="preserve">, </w:t>
      </w:r>
      <w:r>
        <w:t>parce que</w:t>
      </w:r>
      <w:r w:rsidR="003D0170">
        <w:t xml:space="preserve">, </w:t>
      </w:r>
      <w:r>
        <w:t>tout de suite après m</w:t>
      </w:r>
      <w:r w:rsidR="003D0170">
        <w:t>’</w:t>
      </w:r>
      <w:r>
        <w:t>avoir trompé</w:t>
      </w:r>
      <w:r w:rsidR="003D0170">
        <w:t xml:space="preserve">, </w:t>
      </w:r>
      <w:r>
        <w:t>ma femme déversa sur lui toute sa haine de féroce ennemie qu</w:t>
      </w:r>
      <w:r w:rsidR="003D0170">
        <w:t>’</w:t>
      </w:r>
      <w:r>
        <w:t>elle avait contre moi</w:t>
      </w:r>
      <w:r w:rsidR="003D0170">
        <w:t xml:space="preserve"> ; </w:t>
      </w:r>
      <w:r>
        <w:t>et pour moi</w:t>
      </w:r>
      <w:r w:rsidR="003D0170">
        <w:t xml:space="preserve">, </w:t>
      </w:r>
      <w:r>
        <w:t>au contraire</w:t>
      </w:r>
      <w:r w:rsidR="003D0170">
        <w:t xml:space="preserve">, </w:t>
      </w:r>
      <w:r>
        <w:t>elle recommença à me porter ce sentiment d</w:t>
      </w:r>
      <w:r w:rsidR="003D0170">
        <w:t>’</w:t>
      </w:r>
      <w:r>
        <w:t>affection légère</w:t>
      </w:r>
      <w:r w:rsidR="003D0170">
        <w:t xml:space="preserve">, </w:t>
      </w:r>
      <w:r>
        <w:t>plaisantine</w:t>
      </w:r>
      <w:r w:rsidR="003D0170">
        <w:t xml:space="preserve">, </w:t>
      </w:r>
      <w:r>
        <w:t>un peu mordante des premiers temps de nos fiançailles</w:t>
      </w:r>
      <w:r w:rsidR="003D0170">
        <w:t xml:space="preserve">, </w:t>
      </w:r>
      <w:r>
        <w:t>quand elle me jetait une fleur sur la bouche en me disant</w:t>
      </w:r>
      <w:r w:rsidR="003D0170">
        <w:t> : « </w:t>
      </w:r>
      <w:r>
        <w:t>Mon bouffon</w:t>
      </w:r>
      <w:r w:rsidR="003D0170">
        <w:t xml:space="preserve">, </w:t>
      </w:r>
      <w:r>
        <w:t>assassin</w:t>
      </w:r>
      <w:r w:rsidR="003D0170">
        <w:t> ! »</w:t>
      </w:r>
      <w:r>
        <w:t xml:space="preserve"> Il ne me fa</w:t>
      </w:r>
      <w:r>
        <w:t>l</w:t>
      </w:r>
      <w:r>
        <w:t>lut que peu de temps pour acquérir cette certitude</w:t>
      </w:r>
      <w:r w:rsidR="003D0170">
        <w:t xml:space="preserve"> : </w:t>
      </w:r>
      <w:r>
        <w:t>que l</w:t>
      </w:r>
      <w:r w:rsidR="003D0170">
        <w:t>’</w:t>
      </w:r>
      <w:r>
        <w:t>homme</w:t>
      </w:r>
      <w:r w:rsidR="003D0170">
        <w:t xml:space="preserve">, </w:t>
      </w:r>
      <w:r>
        <w:t>qui avait cru faire mon malheur en me trompant</w:t>
      </w:r>
      <w:r w:rsidR="003D0170">
        <w:t xml:space="preserve">, </w:t>
      </w:r>
      <w:r>
        <w:t>souffrait le même martyre que moi-même</w:t>
      </w:r>
      <w:r w:rsidR="003D0170">
        <w:t xml:space="preserve">. </w:t>
      </w:r>
      <w:r>
        <w:t>Et qu</w:t>
      </w:r>
      <w:r w:rsidR="003D0170">
        <w:t>’</w:t>
      </w:r>
      <w:r>
        <w:t>à ce martyre s</w:t>
      </w:r>
      <w:r w:rsidR="003D0170">
        <w:t>’</w:t>
      </w:r>
      <w:r>
        <w:t>ajoutait un sincère et très cruel remords</w:t>
      </w:r>
      <w:r w:rsidR="003D0170">
        <w:t xml:space="preserve">. </w:t>
      </w:r>
      <w:r>
        <w:t>Pour cet homme</w:t>
      </w:r>
      <w:r w:rsidR="003D0170">
        <w:t xml:space="preserve">, </w:t>
      </w:r>
      <w:r>
        <w:t>voyez-vous</w:t>
      </w:r>
      <w:r w:rsidR="003D0170">
        <w:t xml:space="preserve">, </w:t>
      </w:r>
      <w:r>
        <w:t>ma mort a été le plus grand des malheurs</w:t>
      </w:r>
      <w:r w:rsidR="003D0170">
        <w:t xml:space="preserve">. </w:t>
      </w:r>
      <w:r>
        <w:t>Grâce à elle ma femme avait espéré se libérer non seulement de moi mais aussi de lui qui était comme l</w:t>
      </w:r>
      <w:r w:rsidR="003D0170">
        <w:t>’</w:t>
      </w:r>
      <w:r>
        <w:t>ombre de mon corps</w:t>
      </w:r>
      <w:r w:rsidR="003D0170">
        <w:t xml:space="preserve"> ; </w:t>
      </w:r>
      <w:r>
        <w:t>non qu</w:t>
      </w:r>
      <w:r w:rsidR="003D0170">
        <w:t>’</w:t>
      </w:r>
      <w:r>
        <w:t>il fût toujours à mes côtés</w:t>
      </w:r>
      <w:r w:rsidR="003D0170">
        <w:t xml:space="preserve">, </w:t>
      </w:r>
      <w:r>
        <w:t>mais pour cette raison que</w:t>
      </w:r>
      <w:r w:rsidR="003D0170">
        <w:t xml:space="preserve"> – </w:t>
      </w:r>
      <w:r>
        <w:t>vous devez le savoir</w:t>
      </w:r>
      <w:r w:rsidR="003D0170">
        <w:t xml:space="preserve"> – </w:t>
      </w:r>
      <w:r>
        <w:t>un certain type de mari produit un certain type d</w:t>
      </w:r>
      <w:r w:rsidR="003D0170">
        <w:t>’</w:t>
      </w:r>
      <w:r>
        <w:t>amant</w:t>
      </w:r>
      <w:r w:rsidR="003D0170">
        <w:t xml:space="preserve">. </w:t>
      </w:r>
      <w:r>
        <w:t>Si le corps disparaît</w:t>
      </w:r>
      <w:r w:rsidR="003D0170">
        <w:t xml:space="preserve">, </w:t>
      </w:r>
      <w:r>
        <w:t>l</w:t>
      </w:r>
      <w:r w:rsidR="003D0170">
        <w:t>’</w:t>
      </w:r>
      <w:r>
        <w:t>ombre n</w:t>
      </w:r>
      <w:r w:rsidR="003D0170">
        <w:t>’</w:t>
      </w:r>
      <w:r>
        <w:t>existe plus</w:t>
      </w:r>
      <w:r w:rsidR="003D0170">
        <w:t xml:space="preserve">. </w:t>
      </w:r>
      <w:r>
        <w:t>Tant que j</w:t>
      </w:r>
      <w:r w:rsidR="003D0170">
        <w:t>’</w:t>
      </w:r>
      <w:r>
        <w:t>existais</w:t>
      </w:r>
      <w:r w:rsidR="003D0170">
        <w:t xml:space="preserve">, </w:t>
      </w:r>
      <w:r>
        <w:t>il était l</w:t>
      </w:r>
      <w:r w:rsidR="003D0170">
        <w:t>’</w:t>
      </w:r>
      <w:r>
        <w:t>amant</w:t>
      </w:r>
      <w:r w:rsidR="003D0170">
        <w:t xml:space="preserve">. </w:t>
      </w:r>
      <w:r>
        <w:t xml:space="preserve">Mais </w:t>
      </w:r>
      <w:r>
        <w:lastRenderedPageBreak/>
        <w:t>maintenant</w:t>
      </w:r>
      <w:r w:rsidR="003D0170">
        <w:t xml:space="preserve"> ? </w:t>
      </w:r>
      <w:r>
        <w:t>En pleine liberté</w:t>
      </w:r>
      <w:r w:rsidR="003D0170">
        <w:t xml:space="preserve">, </w:t>
      </w:r>
      <w:r>
        <w:t>pourquoi un seul</w:t>
      </w:r>
      <w:r w:rsidR="003D0170">
        <w:t xml:space="preserve"> ? </w:t>
      </w:r>
      <w:r>
        <w:t>Et surtout celui-là</w:t>
      </w:r>
      <w:r w:rsidR="003D0170">
        <w:t xml:space="preserve">, </w:t>
      </w:r>
      <w:r>
        <w:t>ombre fâcheuse d</w:t>
      </w:r>
      <w:r w:rsidR="003D0170">
        <w:t>’</w:t>
      </w:r>
      <w:r>
        <w:t>un corps qui n</w:t>
      </w:r>
      <w:r w:rsidR="003D0170">
        <w:t>’</w:t>
      </w:r>
      <w:r>
        <w:t>est plus</w:t>
      </w:r>
      <w:r w:rsidR="003D0170">
        <w:t xml:space="preserve">. </w:t>
      </w:r>
      <w:r>
        <w:t>Elle en voudra un autre</w:t>
      </w:r>
      <w:r w:rsidR="003D0170">
        <w:t xml:space="preserve">, </w:t>
      </w:r>
      <w:r>
        <w:t>beaucoup d</w:t>
      </w:r>
      <w:r w:rsidR="003D0170">
        <w:t>’</w:t>
      </w:r>
      <w:r>
        <w:t>autres peut-être</w:t>
      </w:r>
      <w:r w:rsidR="003D0170">
        <w:t>.</w:t>
      </w:r>
    </w:p>
    <w:p w14:paraId="2CC0CCA0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Et alors vous croyez qu</w:t>
      </w:r>
      <w:r w:rsidR="003D0170">
        <w:t>’</w:t>
      </w:r>
      <w:r>
        <w:t>il la tuera</w:t>
      </w:r>
      <w:r w:rsidR="003D0170">
        <w:t> ?</w:t>
      </w:r>
    </w:p>
    <w:p w14:paraId="1C22F0F1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Pour ne pas l</w:t>
      </w:r>
      <w:r w:rsidR="003D0170">
        <w:t>’</w:t>
      </w:r>
      <w:r>
        <w:t>entendre rire</w:t>
      </w:r>
      <w:r w:rsidR="003D0170">
        <w:t xml:space="preserve">. </w:t>
      </w:r>
      <w:r>
        <w:t>À son pr</w:t>
      </w:r>
      <w:r>
        <w:t>e</w:t>
      </w:r>
      <w:r>
        <w:t>mier éclat de rire</w:t>
      </w:r>
      <w:r w:rsidR="003D0170">
        <w:t xml:space="preserve">, </w:t>
      </w:r>
      <w:r>
        <w:t>il la tuera</w:t>
      </w:r>
      <w:r w:rsidR="003D0170">
        <w:t xml:space="preserve">. </w:t>
      </w:r>
      <w:r>
        <w:t>Pour l</w:t>
      </w:r>
      <w:r w:rsidR="003D0170">
        <w:t>’</w:t>
      </w:r>
      <w:r>
        <w:t>instant</w:t>
      </w:r>
      <w:r w:rsidR="003D0170">
        <w:t xml:space="preserve">, </w:t>
      </w:r>
      <w:r>
        <w:t>elle se retient</w:t>
      </w:r>
      <w:r w:rsidR="003D0170">
        <w:t xml:space="preserve">, </w:t>
      </w:r>
      <w:r>
        <w:t>à cause de l</w:t>
      </w:r>
      <w:r w:rsidR="003D0170">
        <w:t>’</w:t>
      </w:r>
      <w:r>
        <w:t>apparence de deuil qu</w:t>
      </w:r>
      <w:r w:rsidR="003D0170">
        <w:t>’</w:t>
      </w:r>
      <w:r>
        <w:t>elle doit se donner</w:t>
      </w:r>
      <w:r w:rsidR="003D0170">
        <w:t xml:space="preserve">. </w:t>
      </w:r>
      <w:r>
        <w:t>Mais moi je le sens déjà gargouiller dans ses entrailles son fameux rire hy</w:t>
      </w:r>
      <w:r>
        <w:t>s</w:t>
      </w:r>
      <w:r>
        <w:t>térique et elle ne tardera pas à le lui jeter à la figure</w:t>
      </w:r>
      <w:r w:rsidR="003D0170">
        <w:t xml:space="preserve">, </w:t>
      </w:r>
      <w:r>
        <w:t>tout éclaté de ses féroces lèvres rouges et de ses brillantes dents bien aigu</w:t>
      </w:r>
      <w:r>
        <w:t>i</w:t>
      </w:r>
      <w:r>
        <w:t>sées</w:t>
      </w:r>
      <w:r w:rsidR="003D0170">
        <w:t xml:space="preserve">. </w:t>
      </w:r>
      <w:r>
        <w:t>Elle rit comme une folle</w:t>
      </w:r>
      <w:r w:rsidR="003D0170">
        <w:t xml:space="preserve">. </w:t>
      </w:r>
      <w:r>
        <w:t>Je vous ai dit</w:t>
      </w:r>
      <w:r w:rsidR="003D0170">
        <w:t xml:space="preserve">, </w:t>
      </w:r>
      <w:r>
        <w:t>n</w:t>
      </w:r>
      <w:r w:rsidR="003D0170">
        <w:t>’</w:t>
      </w:r>
      <w:r>
        <w:t>est-ce pas</w:t>
      </w:r>
      <w:r w:rsidR="003D0170">
        <w:t xml:space="preserve">, </w:t>
      </w:r>
      <w:r>
        <w:t>que toute votre philosophie ne pouvait arracher les roses de mon jardin</w:t>
      </w:r>
      <w:r w:rsidR="003D0170">
        <w:t xml:space="preserve"> ; </w:t>
      </w:r>
      <w:r>
        <w:t>mais le rire de cette femme pouvait plus que cela</w:t>
      </w:r>
      <w:r w:rsidR="003D0170">
        <w:t xml:space="preserve">. </w:t>
      </w:r>
      <w:r>
        <w:t>Toutes les fois que je l</w:t>
      </w:r>
      <w:r w:rsidR="003D0170">
        <w:t>’</w:t>
      </w:r>
      <w:r>
        <w:t>entendais rire</w:t>
      </w:r>
      <w:r w:rsidR="003D0170">
        <w:t xml:space="preserve">, </w:t>
      </w:r>
      <w:r>
        <w:t>il me semblait que la terre se mettait à trembler</w:t>
      </w:r>
      <w:r w:rsidR="003D0170">
        <w:t xml:space="preserve">, </w:t>
      </w:r>
      <w:r>
        <w:t>que le ciel se renversait et que mon petit jardin devenait brusquement aride et rempli seulement de chardons épineux</w:t>
      </w:r>
      <w:r w:rsidR="003D0170">
        <w:t xml:space="preserve">. </w:t>
      </w:r>
      <w:r>
        <w:t>C</w:t>
      </w:r>
      <w:r w:rsidR="003D0170">
        <w:t>’</w:t>
      </w:r>
      <w:r>
        <w:t>est un rire qui la prend au ventre</w:t>
      </w:r>
      <w:r w:rsidR="003D0170">
        <w:t xml:space="preserve">. </w:t>
      </w:r>
      <w:r>
        <w:t>Comme une rage frénétique de destruction</w:t>
      </w:r>
      <w:r w:rsidR="003D0170">
        <w:t xml:space="preserve">. </w:t>
      </w:r>
      <w:r>
        <w:t>Terrible cet éclat de rire pour quelqu</w:t>
      </w:r>
      <w:r w:rsidR="003D0170">
        <w:t>’</w:t>
      </w:r>
      <w:r>
        <w:t>un qui souffre</w:t>
      </w:r>
      <w:r w:rsidR="003D0170">
        <w:t xml:space="preserve">. </w:t>
      </w:r>
      <w:r>
        <w:t>Certainement il la tuera</w:t>
      </w:r>
      <w:r w:rsidR="003D0170">
        <w:t xml:space="preserve">. </w:t>
      </w:r>
      <w:r w:rsidR="003D0170">
        <w:rPr>
          <w:i/>
          <w:iCs/>
        </w:rPr>
        <w:t>(</w:t>
      </w:r>
      <w:r>
        <w:rPr>
          <w:i/>
          <w:iCs/>
        </w:rPr>
        <w:t>Silence</w:t>
      </w:r>
      <w:r w:rsidR="003D0170">
        <w:rPr>
          <w:i/>
          <w:iCs/>
        </w:rPr>
        <w:t xml:space="preserve">. </w:t>
      </w:r>
      <w:r>
        <w:rPr>
          <w:i/>
          <w:iCs/>
        </w:rPr>
        <w:t>Il a l</w:t>
      </w:r>
      <w:r w:rsidR="003D0170">
        <w:rPr>
          <w:i/>
          <w:iCs/>
        </w:rPr>
        <w:t>’</w:t>
      </w:r>
      <w:r>
        <w:rPr>
          <w:i/>
          <w:iCs/>
        </w:rPr>
        <w:t>air d</w:t>
      </w:r>
      <w:r w:rsidR="003D0170">
        <w:rPr>
          <w:i/>
          <w:iCs/>
        </w:rPr>
        <w:t>’</w:t>
      </w:r>
      <w:r>
        <w:rPr>
          <w:i/>
          <w:iCs/>
        </w:rPr>
        <w:t>écouter</w:t>
      </w:r>
      <w:r w:rsidR="003D0170">
        <w:rPr>
          <w:i/>
          <w:iCs/>
        </w:rPr>
        <w:t xml:space="preserve">, </w:t>
      </w:r>
      <w:r>
        <w:rPr>
          <w:i/>
          <w:iCs/>
        </w:rPr>
        <w:t>une main levée</w:t>
      </w:r>
      <w:r w:rsidR="003D0170">
        <w:rPr>
          <w:i/>
          <w:iCs/>
        </w:rPr>
        <w:t xml:space="preserve">, </w:t>
      </w:r>
      <w:r>
        <w:rPr>
          <w:i/>
          <w:iCs/>
        </w:rPr>
        <w:t>les yeux fixés dans le vide</w:t>
      </w:r>
      <w:r w:rsidR="003D0170">
        <w:rPr>
          <w:i/>
          <w:iCs/>
        </w:rPr>
        <w:t xml:space="preserve">.) </w:t>
      </w:r>
      <w:r>
        <w:t>Peut-être l</w:t>
      </w:r>
      <w:r w:rsidR="003D0170">
        <w:t>’</w:t>
      </w:r>
      <w:r>
        <w:t>a-t-il déjà tuée</w:t>
      </w:r>
      <w:r w:rsidR="003D0170">
        <w:t xml:space="preserve">. </w:t>
      </w:r>
      <w:r>
        <w:t>Bientôt nous la verrons sortir de là</w:t>
      </w:r>
      <w:r w:rsidR="003D0170">
        <w:t xml:space="preserve">. </w:t>
      </w:r>
      <w:r>
        <w:t>La voici</w:t>
      </w:r>
      <w:r w:rsidR="003D0170">
        <w:t xml:space="preserve"> ! </w:t>
      </w:r>
      <w:r>
        <w:t>Oh</w:t>
      </w:r>
      <w:r w:rsidR="003D0170">
        <w:t xml:space="preserve"> ! </w:t>
      </w:r>
      <w:r>
        <w:t>mon Dieu vous la voyez</w:t>
      </w:r>
      <w:r w:rsidR="003D0170">
        <w:t xml:space="preserve"> ! </w:t>
      </w:r>
      <w:r>
        <w:t>elle danse</w:t>
      </w:r>
      <w:r w:rsidR="003D0170">
        <w:t xml:space="preserve">, </w:t>
      </w:r>
      <w:r>
        <w:t>elle tourne comme une toupie</w:t>
      </w:r>
      <w:r w:rsidR="003D0170">
        <w:t xml:space="preserve">. </w:t>
      </w:r>
      <w:r>
        <w:t>C</w:t>
      </w:r>
      <w:r w:rsidR="003D0170">
        <w:t>’</w:t>
      </w:r>
      <w:r>
        <w:t>est elle</w:t>
      </w:r>
      <w:r w:rsidR="003D0170">
        <w:t xml:space="preserve"> ! </w:t>
      </w:r>
      <w:r>
        <w:t>Elle rit</w:t>
      </w:r>
      <w:r w:rsidR="003D0170">
        <w:t xml:space="preserve">, </w:t>
      </w:r>
      <w:r>
        <w:t>mon Dieu</w:t>
      </w:r>
      <w:r w:rsidR="003D0170">
        <w:t xml:space="preserve">, </w:t>
      </w:r>
      <w:r>
        <w:t>elle rit</w:t>
      </w:r>
      <w:r w:rsidR="003D0170">
        <w:t xml:space="preserve"> ! </w:t>
      </w:r>
      <w:r>
        <w:t>tout échevelée</w:t>
      </w:r>
      <w:r w:rsidR="003D0170">
        <w:t xml:space="preserve"> ! </w:t>
      </w:r>
      <w:r>
        <w:t>et sur le sein gauche</w:t>
      </w:r>
      <w:r w:rsidR="003D0170">
        <w:t xml:space="preserve">, </w:t>
      </w:r>
      <w:r>
        <w:t>voyez</w:t>
      </w:r>
      <w:r w:rsidR="003D0170">
        <w:t xml:space="preserve"> ! </w:t>
      </w:r>
      <w:r>
        <w:t>du sang</w:t>
      </w:r>
      <w:r w:rsidR="003D0170">
        <w:t xml:space="preserve">. </w:t>
      </w:r>
      <w:r>
        <w:t>Il gicle de pa</w:t>
      </w:r>
      <w:r>
        <w:t>r</w:t>
      </w:r>
      <w:r>
        <w:t>tout</w:t>
      </w:r>
      <w:r w:rsidR="003D0170">
        <w:t xml:space="preserve"> !… </w:t>
      </w:r>
      <w:r>
        <w:t>Ici</w:t>
      </w:r>
      <w:r w:rsidR="003D0170">
        <w:t xml:space="preserve">, </w:t>
      </w:r>
      <w:r>
        <w:t>ici</w:t>
      </w:r>
      <w:r w:rsidR="003D0170">
        <w:t xml:space="preserve">. </w:t>
      </w:r>
      <w:r>
        <w:t>Viens là</w:t>
      </w:r>
      <w:r w:rsidR="003D0170">
        <w:t xml:space="preserve">. </w:t>
      </w:r>
      <w:r>
        <w:t>Ne tourne plus</w:t>
      </w:r>
      <w:r w:rsidR="003D0170">
        <w:t xml:space="preserve">. </w:t>
      </w:r>
      <w:r>
        <w:t>Viens t</w:t>
      </w:r>
      <w:r w:rsidR="003D0170">
        <w:t>’</w:t>
      </w:r>
      <w:r>
        <w:t>asseoir</w:t>
      </w:r>
      <w:r w:rsidR="003D0170">
        <w:t>.</w:t>
      </w:r>
    </w:p>
    <w:p w14:paraId="2DE1360B" w14:textId="77777777" w:rsidR="003D0170" w:rsidRDefault="00AA53A8" w:rsidP="00AA53A8">
      <w:r>
        <w:t>L</w:t>
      </w:r>
      <w:r>
        <w:rPr>
          <w:rStyle w:val="Taille-1NormalCar"/>
        </w:rPr>
        <w:t>A FEMME TUÉE</w:t>
      </w:r>
      <w:r w:rsidR="003D0170">
        <w:t xml:space="preserve">, </w:t>
      </w:r>
      <w:r>
        <w:rPr>
          <w:i/>
          <w:iCs/>
        </w:rPr>
        <w:t>se laissant tomber sur un banc</w:t>
      </w:r>
      <w:r w:rsidR="003D0170">
        <w:rPr>
          <w:i/>
          <w:iCs/>
        </w:rPr>
        <w:t xml:space="preserve">. – </w:t>
      </w:r>
      <w:r>
        <w:t>Ah</w:t>
      </w:r>
      <w:r w:rsidR="003D0170">
        <w:t xml:space="preserve">, </w:t>
      </w:r>
      <w:r>
        <w:t>ici</w:t>
      </w:r>
      <w:r w:rsidR="003D0170">
        <w:t xml:space="preserve">… </w:t>
      </w:r>
      <w:r>
        <w:t>Toi</w:t>
      </w:r>
      <w:r w:rsidR="003D0170">
        <w:t xml:space="preserve"> ? </w:t>
      </w:r>
      <w:r>
        <w:t>Oh</w:t>
      </w:r>
      <w:r w:rsidR="003D0170">
        <w:t xml:space="preserve"> ! </w:t>
      </w:r>
      <w:r>
        <w:t>mon Dieu</w:t>
      </w:r>
      <w:r w:rsidR="003D0170">
        <w:t xml:space="preserve"> ! </w:t>
      </w:r>
      <w:r>
        <w:t>Qu</w:t>
      </w:r>
      <w:r w:rsidR="003D0170">
        <w:t>’</w:t>
      </w:r>
      <w:r>
        <w:t>est-ce qui arrive</w:t>
      </w:r>
      <w:r w:rsidR="003D0170">
        <w:t xml:space="preserve"> ? </w:t>
      </w:r>
      <w:r>
        <w:t>Non</w:t>
      </w:r>
      <w:r w:rsidR="003D0170">
        <w:t xml:space="preserve">, </w:t>
      </w:r>
      <w:r>
        <w:t>non</w:t>
      </w:r>
      <w:r w:rsidR="003D0170">
        <w:t xml:space="preserve">. </w:t>
      </w:r>
      <w:r>
        <w:t>Mais comment</w:t>
      </w:r>
      <w:r w:rsidR="003D0170">
        <w:t xml:space="preserve"> ? </w:t>
      </w:r>
      <w:r>
        <w:t>je suis de nouveau avec toi</w:t>
      </w:r>
      <w:r w:rsidR="003D0170">
        <w:t xml:space="preserve"> ? </w:t>
      </w:r>
      <w:r>
        <w:t>Ah</w:t>
      </w:r>
      <w:r w:rsidR="003D0170">
        <w:t xml:space="preserve">, </w:t>
      </w:r>
      <w:r>
        <w:t>ah</w:t>
      </w:r>
      <w:r w:rsidR="003D0170">
        <w:t xml:space="preserve">, </w:t>
      </w:r>
      <w:r>
        <w:t>ah</w:t>
      </w:r>
      <w:r w:rsidR="003D0170">
        <w:t> !</w:t>
      </w:r>
    </w:p>
    <w:p w14:paraId="293640D9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HOMME GRAS</w:t>
      </w:r>
      <w:r w:rsidR="003D0170">
        <w:t xml:space="preserve">. – </w:t>
      </w:r>
      <w:r>
        <w:t>Ne ris pas</w:t>
      </w:r>
      <w:r w:rsidR="003D0170">
        <w:t xml:space="preserve"> ! </w:t>
      </w:r>
      <w:r>
        <w:t>Ne ris plus ainsi</w:t>
      </w:r>
      <w:r w:rsidR="003D0170">
        <w:t> !</w:t>
      </w:r>
    </w:p>
    <w:p w14:paraId="5F3480BE" w14:textId="77777777" w:rsidR="003D0170" w:rsidRDefault="00AA53A8" w:rsidP="00AA53A8">
      <w:r>
        <w:lastRenderedPageBreak/>
        <w:t>L</w:t>
      </w:r>
      <w:r>
        <w:rPr>
          <w:rStyle w:val="Taille-1NormalCar"/>
        </w:rPr>
        <w:t>A FEMME TUÉE</w:t>
      </w:r>
      <w:r w:rsidR="003D0170">
        <w:t xml:space="preserve">. – </w:t>
      </w:r>
      <w:r>
        <w:t>Quel imbécile</w:t>
      </w:r>
      <w:r w:rsidR="003D0170">
        <w:t xml:space="preserve"> ! </w:t>
      </w:r>
      <w:r>
        <w:t>Il m</w:t>
      </w:r>
      <w:r w:rsidR="003D0170">
        <w:t>’</w:t>
      </w:r>
      <w:r>
        <w:t>a renvoyée chez toi</w:t>
      </w:r>
      <w:r w:rsidR="003D0170">
        <w:t xml:space="preserve">. </w:t>
      </w:r>
      <w:r>
        <w:t>Il viendra aussi lui</w:t>
      </w:r>
      <w:r w:rsidR="003D0170">
        <w:t xml:space="preserve">, </w:t>
      </w:r>
      <w:r>
        <w:t>tu sais</w:t>
      </w:r>
      <w:r w:rsidR="003D0170">
        <w:t xml:space="preserve">. </w:t>
      </w:r>
      <w:r>
        <w:t>Il s</w:t>
      </w:r>
      <w:r w:rsidR="003D0170">
        <w:t>’</w:t>
      </w:r>
      <w:r>
        <w:t>est blessé mortellement après m</w:t>
      </w:r>
      <w:r w:rsidR="003D0170">
        <w:t>’</w:t>
      </w:r>
      <w:r>
        <w:t>avoir blessée</w:t>
      </w:r>
      <w:r w:rsidR="003D0170">
        <w:t xml:space="preserve"> ; </w:t>
      </w:r>
      <w:r>
        <w:t>ici regarde</w:t>
      </w:r>
      <w:r w:rsidR="003D0170">
        <w:t xml:space="preserve">… </w:t>
      </w:r>
      <w:r>
        <w:t>Oh</w:t>
      </w:r>
      <w:r w:rsidR="003D0170">
        <w:t xml:space="preserve">, </w:t>
      </w:r>
      <w:r>
        <w:t>vous pouvez aussi regarder</w:t>
      </w:r>
      <w:r w:rsidR="003D0170">
        <w:t xml:space="preserve">, </w:t>
      </w:r>
      <w:r>
        <w:t>monsieur</w:t>
      </w:r>
      <w:r w:rsidR="003D0170">
        <w:t xml:space="preserve">, </w:t>
      </w:r>
      <w:r>
        <w:t>maintenant mon sein peut se soulever</w:t>
      </w:r>
      <w:r w:rsidR="003D0170">
        <w:t xml:space="preserve">, </w:t>
      </w:r>
      <w:r>
        <w:t>il ne vous troublera pas</w:t>
      </w:r>
      <w:r w:rsidR="003D0170">
        <w:t xml:space="preserve">. </w:t>
      </w:r>
      <w:r>
        <w:t>Ah</w:t>
      </w:r>
      <w:r w:rsidR="003D0170">
        <w:t xml:space="preserve">, </w:t>
      </w:r>
      <w:r>
        <w:t>ah</w:t>
      </w:r>
      <w:r w:rsidR="003D0170">
        <w:t xml:space="preserve">, </w:t>
      </w:r>
      <w:r>
        <w:t>ah</w:t>
      </w:r>
      <w:r w:rsidR="003D0170">
        <w:t xml:space="preserve"> ! </w:t>
      </w:r>
      <w:r>
        <w:t>Voyez</w:t>
      </w:r>
      <w:r w:rsidR="003D0170">
        <w:t xml:space="preserve">, </w:t>
      </w:r>
      <w:r>
        <w:t>cher monsieur</w:t>
      </w:r>
      <w:r w:rsidR="003D0170">
        <w:t xml:space="preserve">, </w:t>
      </w:r>
      <w:r>
        <w:t>comme mon mari est attristé</w:t>
      </w:r>
      <w:r w:rsidR="003D0170">
        <w:t xml:space="preserve">. </w:t>
      </w:r>
      <w:r>
        <w:t>Mais</w:t>
      </w:r>
      <w:r w:rsidR="003D0170">
        <w:t xml:space="preserve">, </w:t>
      </w:r>
      <w:r>
        <w:t>mon chéri</w:t>
      </w:r>
      <w:r w:rsidR="003D0170">
        <w:t xml:space="preserve">, </w:t>
      </w:r>
      <w:r>
        <w:t>que dis-tu</w:t>
      </w:r>
      <w:r w:rsidR="003D0170">
        <w:t xml:space="preserve"> ? </w:t>
      </w:r>
      <w:r>
        <w:t>Tu crois que je dois encore respecter la pudeur</w:t>
      </w:r>
      <w:r w:rsidR="003D0170">
        <w:t xml:space="preserve"> ? </w:t>
      </w:r>
      <w:r>
        <w:t>Voilà</w:t>
      </w:r>
      <w:r w:rsidR="003D0170">
        <w:t xml:space="preserve">, </w:t>
      </w:r>
      <w:r>
        <w:t>je cache ce sein avec mes cheveux</w:t>
      </w:r>
      <w:r w:rsidR="003D0170">
        <w:t xml:space="preserve">, </w:t>
      </w:r>
      <w:r>
        <w:t>voilà</w:t>
      </w:r>
      <w:r w:rsidR="003D0170">
        <w:t xml:space="preserve">. </w:t>
      </w:r>
      <w:r>
        <w:t>Si vous me donniez un peigne pour me coi</w:t>
      </w:r>
      <w:r>
        <w:t>f</w:t>
      </w:r>
      <w:r>
        <w:t>fer</w:t>
      </w:r>
      <w:r w:rsidR="003D0170">
        <w:t xml:space="preserve">, </w:t>
      </w:r>
      <w:r>
        <w:t>je suis tout ébouriffée</w:t>
      </w:r>
      <w:r w:rsidR="003D0170">
        <w:t xml:space="preserve">. </w:t>
      </w:r>
      <w:r>
        <w:t>Mais tu sais</w:t>
      </w:r>
      <w:r w:rsidR="003D0170">
        <w:t xml:space="preserve">, </w:t>
      </w:r>
      <w:r>
        <w:t>mon cher</w:t>
      </w:r>
      <w:r w:rsidR="003D0170">
        <w:t xml:space="preserve">, </w:t>
      </w:r>
      <w:r>
        <w:t>il m</w:t>
      </w:r>
      <w:r w:rsidR="003D0170">
        <w:t>’</w:t>
      </w:r>
      <w:r>
        <w:t>a laissée toute une matinée renversée sur le lit</w:t>
      </w:r>
      <w:r w:rsidR="003D0170">
        <w:t xml:space="preserve">, </w:t>
      </w:r>
      <w:r>
        <w:t>comme ça</w:t>
      </w:r>
      <w:r w:rsidR="003D0170">
        <w:t xml:space="preserve">, </w:t>
      </w:r>
      <w:r>
        <w:t>regarde</w:t>
      </w:r>
      <w:r w:rsidR="003D0170">
        <w:t xml:space="preserve"> : </w:t>
      </w:r>
      <w:r>
        <w:t>le sein découvert</w:t>
      </w:r>
      <w:r w:rsidR="003D0170">
        <w:t xml:space="preserve">, </w:t>
      </w:r>
      <w:r>
        <w:t>comme ça et tout le monde entrait pour me voir</w:t>
      </w:r>
      <w:r w:rsidR="003D0170">
        <w:t xml:space="preserve"> ; </w:t>
      </w:r>
      <w:r>
        <w:t>et je crains fort qu</w:t>
      </w:r>
      <w:r w:rsidR="003D0170">
        <w:t>’</w:t>
      </w:r>
      <w:r>
        <w:t>on ait vu aussi mes jambes</w:t>
      </w:r>
      <w:r w:rsidR="003D0170">
        <w:t xml:space="preserve">, </w:t>
      </w:r>
      <w:r>
        <w:t>oui</w:t>
      </w:r>
      <w:r w:rsidR="003D0170">
        <w:t xml:space="preserve">. </w:t>
      </w:r>
      <w:r>
        <w:t>Ah</w:t>
      </w:r>
      <w:r w:rsidR="003D0170">
        <w:t xml:space="preserve">, </w:t>
      </w:r>
      <w:r>
        <w:t>ah</w:t>
      </w:r>
      <w:r w:rsidR="003D0170">
        <w:t xml:space="preserve">, </w:t>
      </w:r>
      <w:r>
        <w:t>ah</w:t>
      </w:r>
      <w:r w:rsidR="003D0170">
        <w:t xml:space="preserve"> ! </w:t>
      </w:r>
      <w:r>
        <w:t>Mais quel imbécile</w:t>
      </w:r>
      <w:r w:rsidR="003D0170">
        <w:t xml:space="preserve"> ! </w:t>
      </w:r>
      <w:r>
        <w:t>Il croyait me faire très mal</w:t>
      </w:r>
      <w:r w:rsidR="003D0170">
        <w:t xml:space="preserve">, </w:t>
      </w:r>
      <w:r>
        <w:t>et moi au</w:t>
      </w:r>
      <w:r>
        <w:t>s</w:t>
      </w:r>
      <w:r>
        <w:t>si je l</w:t>
      </w:r>
      <w:r w:rsidR="003D0170">
        <w:t>’</w:t>
      </w:r>
      <w:r>
        <w:t>avoue</w:t>
      </w:r>
      <w:r w:rsidR="003D0170">
        <w:t xml:space="preserve">, </w:t>
      </w:r>
      <w:r>
        <w:t>j</w:t>
      </w:r>
      <w:r w:rsidR="003D0170">
        <w:t>’</w:t>
      </w:r>
      <w:r>
        <w:t xml:space="preserve">ai </w:t>
      </w:r>
      <w:proofErr w:type="gramStart"/>
      <w:r>
        <w:t>eu peur</w:t>
      </w:r>
      <w:proofErr w:type="gramEnd"/>
      <w:r>
        <w:t xml:space="preserve"> d</w:t>
      </w:r>
      <w:r w:rsidR="003D0170">
        <w:t>’</w:t>
      </w:r>
      <w:r>
        <w:t>avoir très mal</w:t>
      </w:r>
      <w:r w:rsidR="003D0170">
        <w:t xml:space="preserve">. </w:t>
      </w:r>
      <w:r>
        <w:t>Il voulait me saisir</w:t>
      </w:r>
      <w:r w:rsidR="003D0170">
        <w:t xml:space="preserve">. </w:t>
      </w:r>
      <w:r>
        <w:t>Je lui échappais</w:t>
      </w:r>
      <w:r w:rsidR="003D0170">
        <w:t xml:space="preserve">. </w:t>
      </w:r>
      <w:r>
        <w:t>Je lui dansais autour</w:t>
      </w:r>
      <w:r w:rsidR="003D0170">
        <w:t xml:space="preserve">, </w:t>
      </w:r>
      <w:r>
        <w:t>en tournant vite comme une folle</w:t>
      </w:r>
      <w:r w:rsidR="003D0170">
        <w:t xml:space="preserve">. </w:t>
      </w:r>
      <w:r>
        <w:t>Vous m</w:t>
      </w:r>
      <w:r w:rsidR="003D0170">
        <w:t>’</w:t>
      </w:r>
      <w:r>
        <w:t>avez vue</w:t>
      </w:r>
      <w:r w:rsidR="003D0170">
        <w:t xml:space="preserve"> ? </w:t>
      </w:r>
      <w:r>
        <w:t>Comme ça</w:t>
      </w:r>
      <w:r w:rsidR="003D0170">
        <w:t xml:space="preserve"> ! </w:t>
      </w:r>
      <w:r>
        <w:t>tout à coup</w:t>
      </w:r>
      <w:r w:rsidR="003D0170">
        <w:t xml:space="preserve">. </w:t>
      </w:r>
      <w:r>
        <w:t>Ah</w:t>
      </w:r>
      <w:r w:rsidR="003D0170">
        <w:t xml:space="preserve"> ! </w:t>
      </w:r>
      <w:r>
        <w:t>un coup ici</w:t>
      </w:r>
      <w:r w:rsidR="003D0170">
        <w:t xml:space="preserve">, </w:t>
      </w:r>
      <w:r>
        <w:t>froid</w:t>
      </w:r>
      <w:r w:rsidR="003D0170">
        <w:t xml:space="preserve">. </w:t>
      </w:r>
      <w:r>
        <w:t>Je suis tombée</w:t>
      </w:r>
      <w:r w:rsidR="003D0170">
        <w:t xml:space="preserve">. </w:t>
      </w:r>
      <w:r>
        <w:t>Il m</w:t>
      </w:r>
      <w:r w:rsidR="003D0170">
        <w:t>’</w:t>
      </w:r>
      <w:r>
        <w:t>a relevée et m</w:t>
      </w:r>
      <w:r w:rsidR="003D0170">
        <w:t>’</w:t>
      </w:r>
      <w:r>
        <w:t>a jetée sur le lit</w:t>
      </w:r>
      <w:r w:rsidR="003D0170">
        <w:t xml:space="preserve"> ; </w:t>
      </w:r>
      <w:r>
        <w:t>il m</w:t>
      </w:r>
      <w:r w:rsidR="003D0170">
        <w:t>’</w:t>
      </w:r>
      <w:r>
        <w:t>embrassait</w:t>
      </w:r>
      <w:r w:rsidR="003D0170">
        <w:t xml:space="preserve">, </w:t>
      </w:r>
      <w:r>
        <w:t>m</w:t>
      </w:r>
      <w:r w:rsidR="003D0170">
        <w:t>’</w:t>
      </w:r>
      <w:r>
        <w:t>embrassait</w:t>
      </w:r>
      <w:r w:rsidR="003D0170">
        <w:t xml:space="preserve"> ; </w:t>
      </w:r>
      <w:r>
        <w:t>puis</w:t>
      </w:r>
      <w:r w:rsidR="003D0170">
        <w:t xml:space="preserve">, </w:t>
      </w:r>
      <w:r>
        <w:t>avec le même revolver</w:t>
      </w:r>
      <w:r w:rsidR="003D0170">
        <w:t xml:space="preserve">, </w:t>
      </w:r>
      <w:r>
        <w:t>il s</w:t>
      </w:r>
      <w:r w:rsidR="003D0170">
        <w:t>’</w:t>
      </w:r>
      <w:r>
        <w:t>est blessé sur moi</w:t>
      </w:r>
      <w:r w:rsidR="003D0170">
        <w:t xml:space="preserve"> ; </w:t>
      </w:r>
      <w:r>
        <w:t>je l</w:t>
      </w:r>
      <w:r w:rsidR="003D0170">
        <w:t>’</w:t>
      </w:r>
      <w:r>
        <w:t>ai entendu tomber lourdement à terre et gémir</w:t>
      </w:r>
      <w:r w:rsidR="003D0170">
        <w:t xml:space="preserve">, </w:t>
      </w:r>
      <w:r>
        <w:t>gémir à mes pieds</w:t>
      </w:r>
      <w:r w:rsidR="003D0170">
        <w:t xml:space="preserve">. </w:t>
      </w:r>
      <w:r>
        <w:t>Et jusqu</w:t>
      </w:r>
      <w:r w:rsidR="003D0170">
        <w:t>’</w:t>
      </w:r>
      <w:r>
        <w:t>au bout je gardai sur mes lèvres la chaleur de son baiser</w:t>
      </w:r>
      <w:r w:rsidR="003D0170">
        <w:t xml:space="preserve">. </w:t>
      </w:r>
      <w:r>
        <w:t>Mais c</w:t>
      </w:r>
      <w:r w:rsidR="003D0170">
        <w:t>’</w:t>
      </w:r>
      <w:r>
        <w:t>était peut-être du sang</w:t>
      </w:r>
      <w:r w:rsidR="003D0170">
        <w:t>.</w:t>
      </w:r>
    </w:p>
    <w:p w14:paraId="1EDE70E8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En effet</w:t>
      </w:r>
      <w:r w:rsidR="003D0170">
        <w:t xml:space="preserve">, </w:t>
      </w:r>
      <w:r>
        <w:t>vous avez encore un filet de sang sur le menton</w:t>
      </w:r>
      <w:r w:rsidR="003D0170">
        <w:t>.</w:t>
      </w:r>
    </w:p>
    <w:p w14:paraId="0F19F01D" w14:textId="77777777" w:rsidR="003D0170" w:rsidRDefault="00AA53A8" w:rsidP="00AA53A8">
      <w:r>
        <w:t>L</w:t>
      </w:r>
      <w:r>
        <w:rPr>
          <w:rStyle w:val="Taille-1NormalCar"/>
        </w:rPr>
        <w:t>A FEMME TUÉE</w:t>
      </w:r>
      <w:r w:rsidR="003D0170">
        <w:t xml:space="preserve">, </w:t>
      </w:r>
      <w:r>
        <w:rPr>
          <w:i/>
        </w:rPr>
        <w:t>l</w:t>
      </w:r>
      <w:r w:rsidR="003D0170">
        <w:rPr>
          <w:i/>
        </w:rPr>
        <w:t>’</w:t>
      </w:r>
      <w:r>
        <w:rPr>
          <w:i/>
          <w:iCs/>
        </w:rPr>
        <w:t>enlevant tout de suite avec la main</w:t>
      </w:r>
      <w:r w:rsidR="003D0170">
        <w:rPr>
          <w:i/>
          <w:iCs/>
        </w:rPr>
        <w:t xml:space="preserve">. – </w:t>
      </w:r>
      <w:r>
        <w:t>Ah</w:t>
      </w:r>
      <w:r w:rsidR="003D0170">
        <w:t xml:space="preserve">, </w:t>
      </w:r>
      <w:r>
        <w:t>voilà</w:t>
      </w:r>
      <w:r w:rsidR="003D0170">
        <w:t xml:space="preserve">. </w:t>
      </w:r>
      <w:r w:rsidR="003D0170">
        <w:rPr>
          <w:i/>
          <w:iCs/>
        </w:rPr>
        <w:t>(</w:t>
      </w:r>
      <w:r>
        <w:rPr>
          <w:i/>
          <w:iCs/>
        </w:rPr>
        <w:t>Puis</w:t>
      </w:r>
      <w:r w:rsidR="003D0170">
        <w:rPr>
          <w:i/>
          <w:iCs/>
        </w:rPr>
        <w:t xml:space="preserve">.) </w:t>
      </w:r>
      <w:r>
        <w:t>C</w:t>
      </w:r>
      <w:r w:rsidR="003D0170">
        <w:t>’</w:t>
      </w:r>
      <w:r>
        <w:t>était du sang</w:t>
      </w:r>
      <w:r w:rsidR="003D0170">
        <w:t xml:space="preserve">. </w:t>
      </w:r>
      <w:r>
        <w:t>J</w:t>
      </w:r>
      <w:r w:rsidR="003D0170">
        <w:t>’</w:t>
      </w:r>
      <w:r>
        <w:t>aurais dû m</w:t>
      </w:r>
      <w:r w:rsidR="003D0170">
        <w:t>’</w:t>
      </w:r>
      <w:r>
        <w:t>en douter</w:t>
      </w:r>
      <w:r w:rsidR="003D0170">
        <w:t xml:space="preserve">. </w:t>
      </w:r>
      <w:r>
        <w:t>Parce que jamais aucun baiser ne m</w:t>
      </w:r>
      <w:r w:rsidR="003D0170">
        <w:t>’</w:t>
      </w:r>
      <w:r>
        <w:t>avait ainsi brûlée</w:t>
      </w:r>
      <w:r w:rsidR="003D0170">
        <w:t xml:space="preserve"> ! </w:t>
      </w:r>
      <w:r>
        <w:t>Renversée sur le lit pendant que je croyais voir le plafond s</w:t>
      </w:r>
      <w:r w:rsidR="003D0170">
        <w:t>’</w:t>
      </w:r>
      <w:r>
        <w:t>écrouler sur moi et que tout s</w:t>
      </w:r>
      <w:r w:rsidR="003D0170">
        <w:t>’</w:t>
      </w:r>
      <w:r>
        <w:t>obscurcissait</w:t>
      </w:r>
      <w:r w:rsidR="003D0170">
        <w:t xml:space="preserve">, </w:t>
      </w:r>
      <w:r>
        <w:t>j</w:t>
      </w:r>
      <w:r w:rsidR="003D0170">
        <w:t>’</w:t>
      </w:r>
      <w:r>
        <w:t>avais espéré un moment que ce de</w:t>
      </w:r>
      <w:r>
        <w:t>r</w:t>
      </w:r>
      <w:r>
        <w:t>nier baiser m</w:t>
      </w:r>
      <w:r w:rsidR="003D0170">
        <w:t>’</w:t>
      </w:r>
      <w:r>
        <w:t>avait enfin</w:t>
      </w:r>
      <w:r w:rsidR="003D0170">
        <w:t xml:space="preserve">, </w:t>
      </w:r>
      <w:r>
        <w:t>oh</w:t>
      </w:r>
      <w:r w:rsidR="003D0170">
        <w:t xml:space="preserve">, </w:t>
      </w:r>
      <w:r>
        <w:t>mon Dieu</w:t>
      </w:r>
      <w:r w:rsidR="003D0170">
        <w:t xml:space="preserve"> ! </w:t>
      </w:r>
      <w:r>
        <w:t>apporté cette chaleur que tout mon corps avide</w:t>
      </w:r>
      <w:r w:rsidR="003D0170">
        <w:t xml:space="preserve">, </w:t>
      </w:r>
      <w:r>
        <w:t>insatisfait</w:t>
      </w:r>
      <w:r w:rsidR="003D0170">
        <w:t xml:space="preserve">, </w:t>
      </w:r>
      <w:r>
        <w:t>avait toujours si vain</w:t>
      </w:r>
      <w:r>
        <w:t>e</w:t>
      </w:r>
      <w:r>
        <w:t>ment désirée</w:t>
      </w:r>
      <w:r w:rsidR="003D0170">
        <w:t xml:space="preserve">, </w:t>
      </w:r>
      <w:r>
        <w:t>et qu</w:t>
      </w:r>
      <w:r w:rsidR="003D0170">
        <w:t>’</w:t>
      </w:r>
      <w:r>
        <w:t>avec cette chaleur j</w:t>
      </w:r>
      <w:r w:rsidR="003D0170">
        <w:t>’</w:t>
      </w:r>
      <w:r>
        <w:t xml:space="preserve">allais </w:t>
      </w:r>
      <w:r>
        <w:lastRenderedPageBreak/>
        <w:t>pouvoir revivre</w:t>
      </w:r>
      <w:r w:rsidR="003D0170">
        <w:t xml:space="preserve">, </w:t>
      </w:r>
      <w:r>
        <w:t>guérir</w:t>
      </w:r>
      <w:r w:rsidR="003D0170">
        <w:t xml:space="preserve">. </w:t>
      </w:r>
      <w:r>
        <w:t>Et c</w:t>
      </w:r>
      <w:r w:rsidR="003D0170">
        <w:t>’</w:t>
      </w:r>
      <w:r>
        <w:t>était mon sang</w:t>
      </w:r>
      <w:r w:rsidR="003D0170">
        <w:t xml:space="preserve">. </w:t>
      </w:r>
      <w:r>
        <w:t>Ce n</w:t>
      </w:r>
      <w:r w:rsidR="003D0170">
        <w:t>’</w:t>
      </w:r>
      <w:r>
        <w:t>était que cette brûlure inutile de mon propre sang</w:t>
      </w:r>
      <w:r w:rsidR="003D0170">
        <w:t> !</w:t>
      </w:r>
    </w:p>
    <w:p w14:paraId="0AC4C30F" w14:textId="77777777" w:rsidR="003D0170" w:rsidRDefault="00AA53A8" w:rsidP="00AA53A8">
      <w:pPr>
        <w:pStyle w:val="Taille-1RetraitGauche2X"/>
        <w:rPr>
          <w:i/>
        </w:rPr>
      </w:pPr>
      <w:r>
        <w:rPr>
          <w:i/>
        </w:rPr>
        <w:t>Silence</w:t>
      </w:r>
      <w:r w:rsidR="003D0170">
        <w:rPr>
          <w:i/>
        </w:rPr>
        <w:t xml:space="preserve">. </w:t>
      </w:r>
      <w:r>
        <w:rPr>
          <w:i/>
        </w:rPr>
        <w:t>L</w:t>
      </w:r>
      <w:r w:rsidR="003D0170">
        <w:rPr>
          <w:i/>
        </w:rPr>
        <w:t>’</w:t>
      </w:r>
      <w:r>
        <w:rPr>
          <w:i/>
        </w:rPr>
        <w:t>apparence de l</w:t>
      </w:r>
      <w:r w:rsidR="003D0170">
        <w:rPr>
          <w:i/>
        </w:rPr>
        <w:t>’</w:t>
      </w:r>
      <w:r>
        <w:rPr>
          <w:i/>
        </w:rPr>
        <w:t>homme gras balance amèr</w:t>
      </w:r>
      <w:r>
        <w:rPr>
          <w:i/>
        </w:rPr>
        <w:t>e</w:t>
      </w:r>
      <w:r>
        <w:rPr>
          <w:i/>
        </w:rPr>
        <w:t>ment la tête puis d</w:t>
      </w:r>
      <w:r w:rsidR="003D0170">
        <w:rPr>
          <w:i/>
        </w:rPr>
        <w:t>’</w:t>
      </w:r>
      <w:r>
        <w:rPr>
          <w:i/>
        </w:rPr>
        <w:t>un air plus sombre et douloureux l</w:t>
      </w:r>
      <w:r w:rsidR="003D0170">
        <w:rPr>
          <w:i/>
        </w:rPr>
        <w:t>’</w:t>
      </w:r>
      <w:proofErr w:type="spellStart"/>
      <w:r>
        <w:rPr>
          <w:i/>
        </w:rPr>
        <w:t>appuie</w:t>
      </w:r>
      <w:proofErr w:type="spellEnd"/>
      <w:r>
        <w:rPr>
          <w:i/>
        </w:rPr>
        <w:t xml:space="preserve"> de nouveau sur ses mains croisées sur son bâton pendant que l</w:t>
      </w:r>
      <w:r w:rsidR="003D0170">
        <w:rPr>
          <w:i/>
        </w:rPr>
        <w:t>’</w:t>
      </w:r>
      <w:r>
        <w:rPr>
          <w:i/>
        </w:rPr>
        <w:t>apparence du philosophe demeure préoccupée et tout ab</w:t>
      </w:r>
      <w:r>
        <w:rPr>
          <w:i/>
        </w:rPr>
        <w:t>a</w:t>
      </w:r>
      <w:r>
        <w:rPr>
          <w:i/>
        </w:rPr>
        <w:t>sourdie à regarder la femme tuée qui tout à coup regardant vers la sortie du cimetière</w:t>
      </w:r>
      <w:r w:rsidR="003D0170">
        <w:rPr>
          <w:i/>
        </w:rPr>
        <w:t xml:space="preserve">, </w:t>
      </w:r>
      <w:r>
        <w:rPr>
          <w:i/>
        </w:rPr>
        <w:t>est prise d</w:t>
      </w:r>
      <w:r w:rsidR="003D0170">
        <w:rPr>
          <w:i/>
        </w:rPr>
        <w:t>’</w:t>
      </w:r>
      <w:r>
        <w:rPr>
          <w:i/>
        </w:rPr>
        <w:t>une sorte de convulsion de rire et crie</w:t>
      </w:r>
      <w:r w:rsidR="003D0170">
        <w:rPr>
          <w:i/>
        </w:rPr>
        <w:t>.</w:t>
      </w:r>
    </w:p>
    <w:p w14:paraId="5AB3F527" w14:textId="77777777" w:rsidR="003D0170" w:rsidRDefault="00AA53A8" w:rsidP="00AA53A8">
      <w:r>
        <w:t>L</w:t>
      </w:r>
      <w:r>
        <w:rPr>
          <w:rStyle w:val="Taille-1NormalCar"/>
        </w:rPr>
        <w:t>A FEMME TUÉE</w:t>
      </w:r>
      <w:r w:rsidR="003D0170">
        <w:t xml:space="preserve">. – </w:t>
      </w:r>
      <w:r>
        <w:t>Oh</w:t>
      </w:r>
      <w:r w:rsidR="003D0170">
        <w:t xml:space="preserve"> ! </w:t>
      </w:r>
      <w:r>
        <w:t>regardez</w:t>
      </w:r>
      <w:r w:rsidR="003D0170">
        <w:t xml:space="preserve">, </w:t>
      </w:r>
      <w:r>
        <w:t>regardez</w:t>
      </w:r>
      <w:r w:rsidR="003D0170">
        <w:t xml:space="preserve"> ! </w:t>
      </w:r>
      <w:r>
        <w:t>Regarde là aussi</w:t>
      </w:r>
      <w:r w:rsidR="003D0170">
        <w:t xml:space="preserve">, </w:t>
      </w:r>
      <w:r>
        <w:t>bouge un peu</w:t>
      </w:r>
      <w:r w:rsidR="003D0170">
        <w:t xml:space="preserve">. </w:t>
      </w:r>
      <w:r>
        <w:t>Fais que ton menton quitte un instant son appui</w:t>
      </w:r>
      <w:r w:rsidR="003D0170">
        <w:t xml:space="preserve">, </w:t>
      </w:r>
      <w:r>
        <w:t>voyez qui nous arrive par ici courant</w:t>
      </w:r>
      <w:r w:rsidR="003D0170">
        <w:t xml:space="preserve">, </w:t>
      </w:r>
      <w:r>
        <w:t>léger sur ses petits pieds roses</w:t>
      </w:r>
      <w:r w:rsidR="003D0170">
        <w:t>.</w:t>
      </w:r>
    </w:p>
    <w:p w14:paraId="14E06BDE" w14:textId="77777777" w:rsidR="003D0170" w:rsidRDefault="00AA53A8" w:rsidP="00AA53A8"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t>Un enfant</w:t>
      </w:r>
      <w:r w:rsidR="003D0170">
        <w:t>.</w:t>
      </w:r>
    </w:p>
    <w:p w14:paraId="37D8A080" w14:textId="77777777" w:rsidR="003D0170" w:rsidRDefault="00AA53A8" w:rsidP="00AA53A8">
      <w:r>
        <w:t>L</w:t>
      </w:r>
      <w:r>
        <w:rPr>
          <w:rStyle w:val="Taille-1NormalCar"/>
        </w:rPr>
        <w:t>A FEMME TUÉE</w:t>
      </w:r>
      <w:r w:rsidR="003D0170">
        <w:t xml:space="preserve">. – </w:t>
      </w:r>
      <w:r>
        <w:t>Oh</w:t>
      </w:r>
      <w:r w:rsidR="003D0170">
        <w:t xml:space="preserve"> ! </w:t>
      </w:r>
      <w:r>
        <w:t>l</w:t>
      </w:r>
      <w:r w:rsidR="003D0170">
        <w:t>’</w:t>
      </w:r>
      <w:r>
        <w:t>amour d</w:t>
      </w:r>
      <w:r w:rsidR="003D0170">
        <w:t>’</w:t>
      </w:r>
      <w:r>
        <w:t>enfant</w:t>
      </w:r>
      <w:r w:rsidR="003D0170">
        <w:t xml:space="preserve"> ! </w:t>
      </w:r>
      <w:r>
        <w:t>Et que tient-il entre ses mains</w:t>
      </w:r>
      <w:r w:rsidR="003D0170">
        <w:t xml:space="preserve"> ? </w:t>
      </w:r>
      <w:r>
        <w:t>Une grenade</w:t>
      </w:r>
      <w:r w:rsidR="003D0170">
        <w:t xml:space="preserve">. </w:t>
      </w:r>
      <w:r>
        <w:t>Oh</w:t>
      </w:r>
      <w:r w:rsidR="003D0170">
        <w:t xml:space="preserve"> ! </w:t>
      </w:r>
      <w:r>
        <w:t>regardez</w:t>
      </w:r>
      <w:r w:rsidR="003D0170">
        <w:t xml:space="preserve">, </w:t>
      </w:r>
      <w:r>
        <w:t>une grenade</w:t>
      </w:r>
      <w:r w:rsidR="003D0170">
        <w:t xml:space="preserve">. </w:t>
      </w:r>
      <w:r>
        <w:t>Viens</w:t>
      </w:r>
      <w:r w:rsidR="003D0170">
        <w:t xml:space="preserve">, </w:t>
      </w:r>
      <w:r>
        <w:t>viens par ici</w:t>
      </w:r>
      <w:r w:rsidR="003D0170">
        <w:t xml:space="preserve">, </w:t>
      </w:r>
      <w:r>
        <w:t>mon tout petit</w:t>
      </w:r>
      <w:r w:rsidR="003D0170">
        <w:t xml:space="preserve">, </w:t>
      </w:r>
      <w:r>
        <w:t>vers moi</w:t>
      </w:r>
      <w:r w:rsidR="003D0170">
        <w:t xml:space="preserve">, </w:t>
      </w:r>
      <w:r>
        <w:t>viens</w:t>
      </w:r>
      <w:r w:rsidR="003D0170">
        <w:t> !</w:t>
      </w:r>
    </w:p>
    <w:p w14:paraId="5F6A1FFF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ENFANT À LA GRENADE</w:t>
      </w:r>
      <w:r w:rsidR="003D0170">
        <w:t xml:space="preserve">. – </w:t>
      </w:r>
      <w:r>
        <w:t>Elle est à moi</w:t>
      </w:r>
      <w:r w:rsidR="003D0170">
        <w:t xml:space="preserve">. </w:t>
      </w:r>
      <w:r>
        <w:t>Toute</w:t>
      </w:r>
      <w:r w:rsidR="003D0170">
        <w:t xml:space="preserve">, </w:t>
      </w:r>
      <w:r>
        <w:t>toute pour moi</w:t>
      </w:r>
      <w:r w:rsidR="003D0170">
        <w:t>.</w:t>
      </w:r>
    </w:p>
    <w:p w14:paraId="7851FDAF" w14:textId="77777777" w:rsidR="003D0170" w:rsidRDefault="00AA53A8" w:rsidP="00AA53A8">
      <w:r>
        <w:t>L</w:t>
      </w:r>
      <w:r>
        <w:rPr>
          <w:rStyle w:val="Taille-1NormalCar"/>
        </w:rPr>
        <w:t>A FEMME TUÉE</w:t>
      </w:r>
      <w:r w:rsidR="003D0170">
        <w:t xml:space="preserve">. – </w:t>
      </w:r>
      <w:r>
        <w:t>Oui</w:t>
      </w:r>
      <w:r w:rsidR="003D0170">
        <w:t xml:space="preserve">, </w:t>
      </w:r>
      <w:r>
        <w:t>mon mignon</w:t>
      </w:r>
      <w:r w:rsidR="003D0170">
        <w:t xml:space="preserve">. </w:t>
      </w:r>
      <w:r>
        <w:t>Donne</w:t>
      </w:r>
      <w:r w:rsidR="003D0170">
        <w:t xml:space="preserve">, </w:t>
      </w:r>
      <w:r>
        <w:t>tu vois</w:t>
      </w:r>
      <w:r w:rsidR="003D0170">
        <w:t xml:space="preserve">, </w:t>
      </w:r>
      <w:r>
        <w:t>l</w:t>
      </w:r>
      <w:r w:rsidR="003D0170">
        <w:t>’</w:t>
      </w:r>
      <w:r>
        <w:t>écorce est très dure</w:t>
      </w:r>
      <w:r w:rsidR="003D0170">
        <w:t xml:space="preserve"> ; </w:t>
      </w:r>
      <w:r>
        <w:t>je vais te l</w:t>
      </w:r>
      <w:r w:rsidR="003D0170">
        <w:t>’</w:t>
      </w:r>
      <w:r>
        <w:t>ouvrir et te l</w:t>
      </w:r>
      <w:r w:rsidR="003D0170">
        <w:t>’</w:t>
      </w:r>
      <w:r>
        <w:t>égrener</w:t>
      </w:r>
      <w:r w:rsidR="003D0170">
        <w:t xml:space="preserve">. </w:t>
      </w:r>
      <w:r>
        <w:t>Toi</w:t>
      </w:r>
      <w:r w:rsidR="003D0170">
        <w:t xml:space="preserve">, </w:t>
      </w:r>
      <w:r>
        <w:t>tu la mangeras</w:t>
      </w:r>
      <w:r w:rsidR="003D0170">
        <w:t xml:space="preserve">… </w:t>
      </w:r>
      <w:r>
        <w:t>toute</w:t>
      </w:r>
      <w:r w:rsidR="003D0170">
        <w:t xml:space="preserve">, </w:t>
      </w:r>
      <w:r>
        <w:t>bien sûr</w:t>
      </w:r>
      <w:r w:rsidR="003D0170">
        <w:t xml:space="preserve">. </w:t>
      </w:r>
      <w:r>
        <w:t>Attends</w:t>
      </w:r>
      <w:r w:rsidR="003D0170">
        <w:t xml:space="preserve">. </w:t>
      </w:r>
      <w:r>
        <w:t>Ici dans ma main</w:t>
      </w:r>
      <w:r w:rsidR="003D0170">
        <w:t xml:space="preserve">. </w:t>
      </w:r>
      <w:r>
        <w:t>Tu vois</w:t>
      </w:r>
      <w:r w:rsidR="003D0170">
        <w:t xml:space="preserve"> ? </w:t>
      </w:r>
      <w:r>
        <w:t>Comme elle est rouge</w:t>
      </w:r>
      <w:r w:rsidR="003D0170">
        <w:t> ?</w:t>
      </w:r>
    </w:p>
    <w:p w14:paraId="0C17B47E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ENFANT À LA GRENADE</w:t>
      </w:r>
      <w:r w:rsidR="003D0170">
        <w:t xml:space="preserve">. – </w:t>
      </w:r>
      <w:r>
        <w:t>Oui</w:t>
      </w:r>
      <w:r w:rsidR="003D0170">
        <w:t xml:space="preserve">, </w:t>
      </w:r>
      <w:r>
        <w:t>oui</w:t>
      </w:r>
      <w:r w:rsidR="003D0170">
        <w:t xml:space="preserve">, </w:t>
      </w:r>
      <w:r>
        <w:t>elle est à moi</w:t>
      </w:r>
      <w:r w:rsidR="003D0170">
        <w:t xml:space="preserve">, </w:t>
      </w:r>
      <w:r>
        <w:t>toute pour moi</w:t>
      </w:r>
      <w:r w:rsidR="003D0170">
        <w:t>.</w:t>
      </w:r>
    </w:p>
    <w:p w14:paraId="6FD1E20F" w14:textId="77777777" w:rsidR="003D0170" w:rsidRDefault="00AA53A8" w:rsidP="00AA53A8">
      <w:r>
        <w:t>L</w:t>
      </w:r>
      <w:r>
        <w:rPr>
          <w:rStyle w:val="Taille-1NormalCar"/>
        </w:rPr>
        <w:t>A FEMME TUÉE</w:t>
      </w:r>
      <w:r w:rsidR="003D0170">
        <w:t xml:space="preserve">. – </w:t>
      </w:r>
      <w:r>
        <w:t>Oui</w:t>
      </w:r>
      <w:r w:rsidR="003D0170">
        <w:t xml:space="preserve">, </w:t>
      </w:r>
      <w:r>
        <w:t>toute</w:t>
      </w:r>
      <w:r w:rsidR="003D0170">
        <w:t xml:space="preserve">. </w:t>
      </w:r>
      <w:r>
        <w:t>Attends</w:t>
      </w:r>
      <w:r w:rsidR="003D0170">
        <w:t xml:space="preserve">. </w:t>
      </w:r>
      <w:r>
        <w:t>D</w:t>
      </w:r>
      <w:r w:rsidR="003D0170">
        <w:t>’</w:t>
      </w:r>
      <w:r>
        <w:t>abord</w:t>
      </w:r>
      <w:r w:rsidR="003D0170">
        <w:t xml:space="preserve">, </w:t>
      </w:r>
      <w:r>
        <w:t>mange ces grains-là</w:t>
      </w:r>
      <w:r w:rsidR="003D0170">
        <w:t xml:space="preserve">. </w:t>
      </w:r>
      <w:r>
        <w:t>Ah</w:t>
      </w:r>
      <w:r w:rsidR="003D0170">
        <w:t xml:space="preserve"> ! </w:t>
      </w:r>
      <w:r>
        <w:t>tes petites lèvres</w:t>
      </w:r>
      <w:r w:rsidR="003D0170">
        <w:t xml:space="preserve">, </w:t>
      </w:r>
      <w:r>
        <w:t>mon chéri</w:t>
      </w:r>
      <w:r w:rsidR="003D0170">
        <w:t xml:space="preserve">, </w:t>
      </w:r>
      <w:r>
        <w:t>comme elles me chatouillent la main</w:t>
      </w:r>
      <w:r w:rsidR="003D0170">
        <w:t xml:space="preserve"> ! </w:t>
      </w:r>
      <w:r>
        <w:t>Voilà</w:t>
      </w:r>
      <w:r w:rsidR="003D0170">
        <w:t xml:space="preserve">, </w:t>
      </w:r>
      <w:r>
        <w:t>oui</w:t>
      </w:r>
      <w:r w:rsidR="003D0170">
        <w:t xml:space="preserve">, </w:t>
      </w:r>
      <w:r>
        <w:t>ce qui reste</w:t>
      </w:r>
      <w:r w:rsidR="003D0170">
        <w:t xml:space="preserve">, </w:t>
      </w:r>
      <w:r>
        <w:t>tout pour toi</w:t>
      </w:r>
      <w:r w:rsidR="003D0170">
        <w:t xml:space="preserve">. </w:t>
      </w:r>
      <w:r>
        <w:t>Tu ne voudrais pas que nous en donnions un grain</w:t>
      </w:r>
      <w:r w:rsidR="003D0170">
        <w:t xml:space="preserve">, </w:t>
      </w:r>
      <w:r>
        <w:t xml:space="preserve">un seul </w:t>
      </w:r>
      <w:r>
        <w:lastRenderedPageBreak/>
        <w:t>petit grain à ce pauvre homme qui nous regarde appuyé sur son b</w:t>
      </w:r>
      <w:r>
        <w:t>â</w:t>
      </w:r>
      <w:r>
        <w:t>ton</w:t>
      </w:r>
      <w:r w:rsidR="003D0170">
        <w:t xml:space="preserve"> ? </w:t>
      </w:r>
      <w:r>
        <w:t>Non</w:t>
      </w:r>
      <w:r w:rsidR="003D0170">
        <w:t xml:space="preserve"> ? </w:t>
      </w:r>
      <w:r>
        <w:t>Rien</w:t>
      </w:r>
      <w:r w:rsidR="003D0170">
        <w:t xml:space="preserve">. </w:t>
      </w:r>
      <w:r>
        <w:t>Alors</w:t>
      </w:r>
      <w:r w:rsidR="003D0170">
        <w:t xml:space="preserve">, </w:t>
      </w:r>
      <w:r>
        <w:t>tout pour toi</w:t>
      </w:r>
      <w:r w:rsidR="003D0170">
        <w:t xml:space="preserve"> ! </w:t>
      </w:r>
      <w:r>
        <w:t>Voilà</w:t>
      </w:r>
      <w:r w:rsidR="003D0170">
        <w:t xml:space="preserve">, </w:t>
      </w:r>
      <w:r>
        <w:t>mange</w:t>
      </w:r>
      <w:r w:rsidR="003D0170">
        <w:t xml:space="preserve">. </w:t>
      </w:r>
      <w:r>
        <w:t>Oh</w:t>
      </w:r>
      <w:r w:rsidR="003D0170">
        <w:t xml:space="preserve"> ! </w:t>
      </w:r>
      <w:r>
        <w:t>comme tu as noirci ton petit visage</w:t>
      </w:r>
      <w:r w:rsidR="003D0170">
        <w:t>.</w:t>
      </w:r>
    </w:p>
    <w:p w14:paraId="0D611371" w14:textId="77777777" w:rsidR="003D0170" w:rsidRDefault="00AA53A8" w:rsidP="00AA53A8">
      <w:r>
        <w:t>L</w:t>
      </w:r>
      <w:r w:rsidR="003D0170">
        <w:t>’</w:t>
      </w:r>
      <w:r>
        <w:rPr>
          <w:rStyle w:val="Taille-1NormalCar"/>
        </w:rPr>
        <w:t>ENFANT À LA GRENADE</w:t>
      </w:r>
      <w:r w:rsidR="003D0170">
        <w:t xml:space="preserve">. – </w:t>
      </w:r>
      <w:r>
        <w:t>Encore</w:t>
      </w:r>
      <w:r w:rsidR="003D0170">
        <w:t xml:space="preserve">, </w:t>
      </w:r>
      <w:r>
        <w:t>encore pour moi</w:t>
      </w:r>
      <w:r w:rsidR="003D0170">
        <w:t>.</w:t>
      </w:r>
    </w:p>
    <w:p w14:paraId="32C2C224" w14:textId="77777777" w:rsidR="003D0170" w:rsidRDefault="00AA53A8" w:rsidP="00AA53A8">
      <w:r>
        <w:t>L</w:t>
      </w:r>
      <w:r>
        <w:rPr>
          <w:rStyle w:val="Taille-1NormalCar"/>
        </w:rPr>
        <w:t>A FEMME TUÉE</w:t>
      </w:r>
      <w:r w:rsidR="003D0170">
        <w:t xml:space="preserve">. – </w:t>
      </w:r>
      <w:r>
        <w:t>Voilà les derniers grains</w:t>
      </w:r>
      <w:r w:rsidR="003D0170">
        <w:t xml:space="preserve">, </w:t>
      </w:r>
      <w:r>
        <w:t>mon petit tu vois</w:t>
      </w:r>
      <w:r w:rsidR="003D0170">
        <w:t xml:space="preserve"> ? </w:t>
      </w:r>
      <w:r>
        <w:t>Et voilà l</w:t>
      </w:r>
      <w:r w:rsidR="003D0170">
        <w:t>’</w:t>
      </w:r>
      <w:r>
        <w:t>écorce</w:t>
      </w:r>
      <w:r w:rsidR="003D0170">
        <w:t xml:space="preserve">… </w:t>
      </w:r>
      <w:r>
        <w:t>Ah</w:t>
      </w:r>
      <w:r w:rsidR="003D0170">
        <w:t> !</w:t>
      </w:r>
    </w:p>
    <w:p w14:paraId="0609997D" w14:textId="77777777" w:rsidR="003D0170" w:rsidRDefault="00AA53A8" w:rsidP="00AA53A8">
      <w:pPr>
        <w:pStyle w:val="Taille-1RetraitGauche2X"/>
        <w:rPr>
          <w:i/>
        </w:rPr>
      </w:pPr>
      <w:r>
        <w:rPr>
          <w:i/>
        </w:rPr>
        <w:t>La femme pousse un cri</w:t>
      </w:r>
      <w:r w:rsidR="003D0170">
        <w:rPr>
          <w:i/>
        </w:rPr>
        <w:t xml:space="preserve">. </w:t>
      </w:r>
      <w:r>
        <w:rPr>
          <w:i/>
        </w:rPr>
        <w:t>Ayant mangé les derniers grains</w:t>
      </w:r>
      <w:r w:rsidR="003D0170">
        <w:rPr>
          <w:i/>
        </w:rPr>
        <w:t xml:space="preserve">, </w:t>
      </w:r>
      <w:r>
        <w:rPr>
          <w:i/>
        </w:rPr>
        <w:t>au creux de sa main</w:t>
      </w:r>
      <w:r w:rsidR="003D0170">
        <w:rPr>
          <w:i/>
        </w:rPr>
        <w:t xml:space="preserve">, </w:t>
      </w:r>
      <w:r>
        <w:rPr>
          <w:i/>
        </w:rPr>
        <w:t>l</w:t>
      </w:r>
      <w:r w:rsidR="003D0170">
        <w:rPr>
          <w:i/>
        </w:rPr>
        <w:t>’</w:t>
      </w:r>
      <w:r>
        <w:rPr>
          <w:i/>
        </w:rPr>
        <w:t>enfant s</w:t>
      </w:r>
      <w:r w:rsidR="003D0170">
        <w:rPr>
          <w:i/>
        </w:rPr>
        <w:t>’</w:t>
      </w:r>
      <w:r>
        <w:rPr>
          <w:i/>
        </w:rPr>
        <w:t>est évanoui dans l</w:t>
      </w:r>
      <w:r w:rsidR="003D0170">
        <w:rPr>
          <w:i/>
        </w:rPr>
        <w:t>’</w:t>
      </w:r>
      <w:r>
        <w:rPr>
          <w:i/>
        </w:rPr>
        <w:t>air</w:t>
      </w:r>
      <w:r w:rsidR="003D0170">
        <w:rPr>
          <w:i/>
        </w:rPr>
        <w:t xml:space="preserve">. </w:t>
      </w:r>
      <w:r>
        <w:rPr>
          <w:i/>
        </w:rPr>
        <w:t>Par terre restent des morceaux d</w:t>
      </w:r>
      <w:r w:rsidR="003D0170">
        <w:rPr>
          <w:i/>
        </w:rPr>
        <w:t>’</w:t>
      </w:r>
      <w:r>
        <w:rPr>
          <w:i/>
        </w:rPr>
        <w:t>écorce de la grenade</w:t>
      </w:r>
      <w:r w:rsidR="003D0170">
        <w:rPr>
          <w:i/>
        </w:rPr>
        <w:t xml:space="preserve"> ; </w:t>
      </w:r>
      <w:r>
        <w:rPr>
          <w:i/>
        </w:rPr>
        <w:t>les derniers morceaux encore dans l</w:t>
      </w:r>
      <w:r w:rsidR="003D0170">
        <w:rPr>
          <w:i/>
        </w:rPr>
        <w:t>’</w:t>
      </w:r>
      <w:r>
        <w:rPr>
          <w:i/>
        </w:rPr>
        <w:t>autre main de la femme glissent à terre</w:t>
      </w:r>
      <w:r w:rsidR="003D0170">
        <w:rPr>
          <w:i/>
        </w:rPr>
        <w:t>.</w:t>
      </w:r>
    </w:p>
    <w:p w14:paraId="1C1B19BE" w14:textId="77777777" w:rsidR="003D0170" w:rsidRDefault="00AA53A8" w:rsidP="00AA53A8">
      <w:pPr>
        <w:rPr>
          <w:bCs/>
        </w:rPr>
      </w:pPr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r>
        <w:rPr>
          <w:bCs/>
        </w:rPr>
        <w:t>Cette grenade était son dernier désir sur la terre</w:t>
      </w:r>
      <w:r w:rsidR="003D0170">
        <w:rPr>
          <w:bCs/>
        </w:rPr>
        <w:t xml:space="preserve">. </w:t>
      </w:r>
      <w:r>
        <w:rPr>
          <w:bCs/>
        </w:rPr>
        <w:t>Il s</w:t>
      </w:r>
      <w:r w:rsidR="003D0170">
        <w:rPr>
          <w:bCs/>
        </w:rPr>
        <w:t>’</w:t>
      </w:r>
      <w:r>
        <w:rPr>
          <w:bCs/>
        </w:rPr>
        <w:t>accrochait à elle avec ses deux petites mains</w:t>
      </w:r>
      <w:r w:rsidR="003D0170">
        <w:rPr>
          <w:bCs/>
        </w:rPr>
        <w:t xml:space="preserve">. </w:t>
      </w:r>
      <w:r>
        <w:rPr>
          <w:bCs/>
        </w:rPr>
        <w:t>Il était là tout entier dans ces grains de rubis auxquels il n</w:t>
      </w:r>
      <w:r w:rsidR="003D0170">
        <w:rPr>
          <w:bCs/>
        </w:rPr>
        <w:t>’</w:t>
      </w:r>
      <w:r>
        <w:rPr>
          <w:bCs/>
        </w:rPr>
        <w:t>avait pu go</w:t>
      </w:r>
      <w:r>
        <w:rPr>
          <w:bCs/>
        </w:rPr>
        <w:t>û</w:t>
      </w:r>
      <w:r>
        <w:rPr>
          <w:bCs/>
        </w:rPr>
        <w:t>ter</w:t>
      </w:r>
      <w:r w:rsidR="003D0170">
        <w:rPr>
          <w:bCs/>
        </w:rPr>
        <w:t>.</w:t>
      </w:r>
    </w:p>
    <w:p w14:paraId="4EA0A573" w14:textId="77777777" w:rsidR="003D0170" w:rsidRDefault="00AA53A8" w:rsidP="00AA53A8">
      <w:pPr>
        <w:rPr>
          <w:bCs/>
        </w:rPr>
      </w:pPr>
      <w:r>
        <w:t>L</w:t>
      </w:r>
      <w:r>
        <w:rPr>
          <w:rStyle w:val="Taille-1NormalCar"/>
        </w:rPr>
        <w:t>A FEMME TUÉE</w:t>
      </w:r>
      <w:r w:rsidR="003D0170">
        <w:t xml:space="preserve">. – </w:t>
      </w:r>
      <w:r>
        <w:rPr>
          <w:bCs/>
        </w:rPr>
        <w:t>Et moi</w:t>
      </w:r>
      <w:r w:rsidR="003D0170">
        <w:rPr>
          <w:bCs/>
        </w:rPr>
        <w:t xml:space="preserve"> ? </w:t>
      </w:r>
      <w:r>
        <w:rPr>
          <w:bCs/>
        </w:rPr>
        <w:t>mon désir</w:t>
      </w:r>
      <w:r w:rsidR="003D0170">
        <w:rPr>
          <w:bCs/>
        </w:rPr>
        <w:t xml:space="preserve"> ? </w:t>
      </w:r>
      <w:r>
        <w:rPr>
          <w:bCs/>
        </w:rPr>
        <w:t>Ah</w:t>
      </w:r>
      <w:r w:rsidR="003D0170">
        <w:rPr>
          <w:bCs/>
        </w:rPr>
        <w:t> !</w:t>
      </w:r>
    </w:p>
    <w:p w14:paraId="5C59761F" w14:textId="77777777" w:rsidR="003D0170" w:rsidRDefault="00AA53A8" w:rsidP="00AA53A8">
      <w:pPr>
        <w:pStyle w:val="Taille-1RetraitGauche2X"/>
        <w:rPr>
          <w:i/>
        </w:rPr>
      </w:pPr>
      <w:r>
        <w:rPr>
          <w:i/>
        </w:rPr>
        <w:t>Elle baisse la tête</w:t>
      </w:r>
      <w:r w:rsidR="003D0170">
        <w:rPr>
          <w:i/>
        </w:rPr>
        <w:t xml:space="preserve">, </w:t>
      </w:r>
      <w:r>
        <w:rPr>
          <w:i/>
        </w:rPr>
        <w:t>son visage dans ses mains et</w:t>
      </w:r>
      <w:r w:rsidR="003D0170">
        <w:rPr>
          <w:i/>
        </w:rPr>
        <w:t xml:space="preserve">, </w:t>
      </w:r>
      <w:r>
        <w:rPr>
          <w:i/>
        </w:rPr>
        <w:t>tout e</w:t>
      </w:r>
      <w:r>
        <w:rPr>
          <w:i/>
        </w:rPr>
        <w:t>n</w:t>
      </w:r>
      <w:r>
        <w:rPr>
          <w:i/>
        </w:rPr>
        <w:t>veloppée dans la flamme de ses cheveux épars</w:t>
      </w:r>
      <w:r w:rsidR="003D0170">
        <w:rPr>
          <w:i/>
        </w:rPr>
        <w:t xml:space="preserve">, </w:t>
      </w:r>
      <w:r>
        <w:rPr>
          <w:i/>
        </w:rPr>
        <w:t>elle pleure d</w:t>
      </w:r>
      <w:r>
        <w:rPr>
          <w:i/>
        </w:rPr>
        <w:t>é</w:t>
      </w:r>
      <w:r>
        <w:rPr>
          <w:i/>
        </w:rPr>
        <w:t>sespérément</w:t>
      </w:r>
      <w:r w:rsidR="003D0170">
        <w:rPr>
          <w:i/>
        </w:rPr>
        <w:t xml:space="preserve">. </w:t>
      </w:r>
      <w:r>
        <w:rPr>
          <w:i/>
        </w:rPr>
        <w:t>Alors à ces pleurs dans le silence on entend tomber le lourd bâton sur lequel l</w:t>
      </w:r>
      <w:r w:rsidR="003D0170">
        <w:rPr>
          <w:i/>
        </w:rPr>
        <w:t>’</w:t>
      </w:r>
      <w:r>
        <w:rPr>
          <w:i/>
        </w:rPr>
        <w:t>apparence de l</w:t>
      </w:r>
      <w:r w:rsidR="003D0170">
        <w:rPr>
          <w:i/>
        </w:rPr>
        <w:t>’</w:t>
      </w:r>
      <w:r>
        <w:rPr>
          <w:i/>
        </w:rPr>
        <w:t>homme gras tenait appuyées ses mains sous son menton</w:t>
      </w:r>
      <w:r w:rsidR="003D0170">
        <w:rPr>
          <w:i/>
        </w:rPr>
        <w:t>.</w:t>
      </w:r>
    </w:p>
    <w:p w14:paraId="248CDE7F" w14:textId="77777777" w:rsidR="003D0170" w:rsidRDefault="00AA53A8" w:rsidP="00AA53A8">
      <w:pPr>
        <w:pStyle w:val="Taille-1RetraitGauche2X"/>
        <w:rPr>
          <w:i/>
        </w:rPr>
      </w:pPr>
      <w:r>
        <w:rPr>
          <w:i/>
        </w:rPr>
        <w:t>Le visage atterré de la femme</w:t>
      </w:r>
      <w:r w:rsidR="003D0170">
        <w:rPr>
          <w:i/>
        </w:rPr>
        <w:t xml:space="preserve">, </w:t>
      </w:r>
      <w:r>
        <w:rPr>
          <w:i/>
        </w:rPr>
        <w:t>au bruit de ce bâton</w:t>
      </w:r>
      <w:r w:rsidR="003D0170">
        <w:rPr>
          <w:i/>
        </w:rPr>
        <w:t xml:space="preserve">, </w:t>
      </w:r>
      <w:r>
        <w:rPr>
          <w:i/>
        </w:rPr>
        <w:t>surgit d</w:t>
      </w:r>
      <w:r w:rsidR="003D0170">
        <w:rPr>
          <w:i/>
        </w:rPr>
        <w:t>’</w:t>
      </w:r>
      <w:r>
        <w:rPr>
          <w:i/>
        </w:rPr>
        <w:t>entre ses cheveux qu</w:t>
      </w:r>
      <w:r w:rsidR="003D0170">
        <w:rPr>
          <w:i/>
        </w:rPr>
        <w:t>’</w:t>
      </w:r>
      <w:r>
        <w:rPr>
          <w:i/>
        </w:rPr>
        <w:t>elle écarte avec ses mains et r</w:t>
      </w:r>
      <w:r>
        <w:rPr>
          <w:i/>
        </w:rPr>
        <w:t>e</w:t>
      </w:r>
      <w:r>
        <w:rPr>
          <w:i/>
        </w:rPr>
        <w:t>garde autour d</w:t>
      </w:r>
      <w:r w:rsidR="003D0170">
        <w:rPr>
          <w:i/>
        </w:rPr>
        <w:t>’</w:t>
      </w:r>
      <w:r>
        <w:rPr>
          <w:i/>
        </w:rPr>
        <w:t>elle</w:t>
      </w:r>
      <w:r w:rsidR="003D0170">
        <w:rPr>
          <w:i/>
        </w:rPr>
        <w:t xml:space="preserve"> : </w:t>
      </w:r>
      <w:r>
        <w:rPr>
          <w:i/>
        </w:rPr>
        <w:t>le vide</w:t>
      </w:r>
      <w:r w:rsidR="003D0170">
        <w:rPr>
          <w:i/>
        </w:rPr>
        <w:t xml:space="preserve">. </w:t>
      </w:r>
      <w:r>
        <w:rPr>
          <w:i/>
        </w:rPr>
        <w:t>L</w:t>
      </w:r>
      <w:r w:rsidR="003D0170">
        <w:rPr>
          <w:i/>
        </w:rPr>
        <w:t>’</w:t>
      </w:r>
      <w:r>
        <w:rPr>
          <w:i/>
        </w:rPr>
        <w:t>autre apparence</w:t>
      </w:r>
      <w:r w:rsidR="003D0170">
        <w:rPr>
          <w:i/>
        </w:rPr>
        <w:t xml:space="preserve">, </w:t>
      </w:r>
      <w:r>
        <w:rPr>
          <w:i/>
        </w:rPr>
        <w:t>se reculant derrière le banc et s</w:t>
      </w:r>
      <w:r w:rsidR="003D0170">
        <w:rPr>
          <w:i/>
        </w:rPr>
        <w:t>’</w:t>
      </w:r>
      <w:r>
        <w:rPr>
          <w:i/>
        </w:rPr>
        <w:t>appuyant au tronc de l</w:t>
      </w:r>
      <w:r w:rsidR="003D0170">
        <w:rPr>
          <w:i/>
        </w:rPr>
        <w:t>’</w:t>
      </w:r>
      <w:r>
        <w:rPr>
          <w:i/>
        </w:rPr>
        <w:t>arbre</w:t>
      </w:r>
      <w:r w:rsidR="003D0170">
        <w:rPr>
          <w:i/>
        </w:rPr>
        <w:t xml:space="preserve">, </w:t>
      </w:r>
      <w:r>
        <w:rPr>
          <w:i/>
        </w:rPr>
        <w:t>lui fait signe de considérer non pas celui qui n</w:t>
      </w:r>
      <w:r w:rsidR="003D0170">
        <w:rPr>
          <w:i/>
        </w:rPr>
        <w:t>’</w:t>
      </w:r>
      <w:r>
        <w:rPr>
          <w:i/>
        </w:rPr>
        <w:t>est plus là</w:t>
      </w:r>
      <w:r w:rsidR="003D0170">
        <w:rPr>
          <w:i/>
        </w:rPr>
        <w:t xml:space="preserve">, </w:t>
      </w:r>
      <w:r>
        <w:rPr>
          <w:i/>
        </w:rPr>
        <w:t>mais plutôt certains aspects robustes de la vie qui arrivent de la ca</w:t>
      </w:r>
      <w:r>
        <w:rPr>
          <w:i/>
        </w:rPr>
        <w:t>m</w:t>
      </w:r>
      <w:r>
        <w:rPr>
          <w:i/>
        </w:rPr>
        <w:t>pagne</w:t>
      </w:r>
      <w:r w:rsidR="003D0170">
        <w:rPr>
          <w:i/>
        </w:rPr>
        <w:t xml:space="preserve"> : </w:t>
      </w:r>
      <w:r>
        <w:rPr>
          <w:i/>
        </w:rPr>
        <w:t>un paysan</w:t>
      </w:r>
      <w:r w:rsidR="003D0170">
        <w:rPr>
          <w:i/>
        </w:rPr>
        <w:t xml:space="preserve">, </w:t>
      </w:r>
      <w:r>
        <w:rPr>
          <w:i/>
        </w:rPr>
        <w:t>une paysanne</w:t>
      </w:r>
      <w:r w:rsidR="003D0170">
        <w:rPr>
          <w:i/>
        </w:rPr>
        <w:t xml:space="preserve">, </w:t>
      </w:r>
      <w:r>
        <w:rPr>
          <w:i/>
        </w:rPr>
        <w:t>un vieux petit âne avec un grand fagot d</w:t>
      </w:r>
      <w:r w:rsidR="003D0170">
        <w:rPr>
          <w:i/>
        </w:rPr>
        <w:t>’</w:t>
      </w:r>
      <w:r>
        <w:rPr>
          <w:i/>
        </w:rPr>
        <w:t>herbe sur son bât et au-dessus de l</w:t>
      </w:r>
      <w:r w:rsidR="003D0170">
        <w:rPr>
          <w:i/>
        </w:rPr>
        <w:t>’</w:t>
      </w:r>
      <w:r>
        <w:rPr>
          <w:i/>
        </w:rPr>
        <w:t>herbe une fillette</w:t>
      </w:r>
      <w:r w:rsidR="003D0170">
        <w:rPr>
          <w:i/>
        </w:rPr>
        <w:t xml:space="preserve">. </w:t>
      </w:r>
      <w:r>
        <w:rPr>
          <w:i/>
        </w:rPr>
        <w:t>Celle-ci d</w:t>
      </w:r>
      <w:r w:rsidR="003D0170">
        <w:rPr>
          <w:i/>
        </w:rPr>
        <w:t>’</w:t>
      </w:r>
      <w:r>
        <w:rPr>
          <w:i/>
        </w:rPr>
        <w:t>instinct</w:t>
      </w:r>
      <w:r w:rsidR="003D0170">
        <w:rPr>
          <w:i/>
        </w:rPr>
        <w:t xml:space="preserve">, </w:t>
      </w:r>
      <w:r>
        <w:rPr>
          <w:i/>
        </w:rPr>
        <w:t>comme si elle apercevait dans l</w:t>
      </w:r>
      <w:r w:rsidR="003D0170">
        <w:rPr>
          <w:i/>
        </w:rPr>
        <w:t>’</w:t>
      </w:r>
      <w:r>
        <w:rPr>
          <w:i/>
        </w:rPr>
        <w:t>ombre les yeux terribles de l</w:t>
      </w:r>
      <w:r w:rsidR="003D0170">
        <w:rPr>
          <w:i/>
        </w:rPr>
        <w:t>’</w:t>
      </w:r>
      <w:r>
        <w:rPr>
          <w:i/>
        </w:rPr>
        <w:t>apparence de la femme tuée qui la fixent</w:t>
      </w:r>
      <w:r w:rsidR="003D0170">
        <w:rPr>
          <w:i/>
        </w:rPr>
        <w:t xml:space="preserve">, </w:t>
      </w:r>
      <w:r>
        <w:rPr>
          <w:i/>
        </w:rPr>
        <w:t>cache son visage dans ses petites mains pendant que l</w:t>
      </w:r>
      <w:r w:rsidR="003D0170">
        <w:rPr>
          <w:i/>
        </w:rPr>
        <w:t>’</w:t>
      </w:r>
      <w:r>
        <w:rPr>
          <w:i/>
        </w:rPr>
        <w:t>âne s</w:t>
      </w:r>
      <w:r w:rsidR="003D0170">
        <w:rPr>
          <w:i/>
        </w:rPr>
        <w:t>’</w:t>
      </w:r>
      <w:r>
        <w:rPr>
          <w:i/>
        </w:rPr>
        <w:t>arrête à flairer l</w:t>
      </w:r>
      <w:r w:rsidR="003D0170">
        <w:rPr>
          <w:i/>
        </w:rPr>
        <w:t>’</w:t>
      </w:r>
      <w:r>
        <w:rPr>
          <w:i/>
        </w:rPr>
        <w:t>écorce de grenade restée par terre</w:t>
      </w:r>
      <w:r w:rsidR="003D0170">
        <w:rPr>
          <w:i/>
        </w:rPr>
        <w:t>.</w:t>
      </w:r>
    </w:p>
    <w:p w14:paraId="00499193" w14:textId="77777777" w:rsidR="003D0170" w:rsidRDefault="00AA53A8" w:rsidP="00AA53A8">
      <w:r>
        <w:lastRenderedPageBreak/>
        <w:t>L</w:t>
      </w:r>
      <w:r>
        <w:rPr>
          <w:rStyle w:val="Taille-1NormalCar"/>
        </w:rPr>
        <w:t>E PAYSAN</w:t>
      </w:r>
      <w:r w:rsidR="003D0170">
        <w:t xml:space="preserve">. – </w:t>
      </w:r>
      <w:r>
        <w:t>Tiens</w:t>
      </w:r>
      <w:r w:rsidR="003D0170">
        <w:t xml:space="preserve">, </w:t>
      </w:r>
      <w:r>
        <w:t>un bâton</w:t>
      </w:r>
      <w:r w:rsidR="003D0170">
        <w:t xml:space="preserve">. </w:t>
      </w:r>
      <w:r>
        <w:t>Quelqu</w:t>
      </w:r>
      <w:r w:rsidR="003D0170">
        <w:t>’</w:t>
      </w:r>
      <w:r>
        <w:t>un l</w:t>
      </w:r>
      <w:r w:rsidR="003D0170">
        <w:t>’</w:t>
      </w:r>
      <w:r>
        <w:t>aura perdu</w:t>
      </w:r>
      <w:r w:rsidR="003D0170">
        <w:t>.</w:t>
      </w:r>
    </w:p>
    <w:p w14:paraId="54A2D228" w14:textId="77777777" w:rsidR="003D0170" w:rsidRDefault="00AA53A8" w:rsidP="00AA53A8">
      <w:pPr>
        <w:rPr>
          <w:bCs/>
        </w:rPr>
      </w:pPr>
      <w:r>
        <w:rPr>
          <w:bCs/>
        </w:rPr>
        <w:t>L</w:t>
      </w:r>
      <w:r>
        <w:rPr>
          <w:rStyle w:val="Taille-1NormalCar"/>
        </w:rPr>
        <w:t>A PAYSANNE</w:t>
      </w:r>
      <w:r w:rsidR="003D0170">
        <w:t xml:space="preserve">. – </w:t>
      </w:r>
      <w:r>
        <w:rPr>
          <w:bCs/>
        </w:rPr>
        <w:t>Et toi pourquoi caches-tu tes yeux dans tes mains</w:t>
      </w:r>
      <w:r w:rsidR="003D0170">
        <w:rPr>
          <w:bCs/>
        </w:rPr>
        <w:t> ?</w:t>
      </w:r>
    </w:p>
    <w:p w14:paraId="144BE388" w14:textId="77777777" w:rsidR="003D0170" w:rsidRDefault="00AA53A8" w:rsidP="00AA53A8">
      <w:r>
        <w:t>L</w:t>
      </w:r>
      <w:r>
        <w:rPr>
          <w:rStyle w:val="Taille-1NormalCar"/>
        </w:rPr>
        <w:t>A PETITE FILLE</w:t>
      </w:r>
      <w:r w:rsidR="003D0170">
        <w:t xml:space="preserve">. – </w:t>
      </w:r>
      <w:r>
        <w:rPr>
          <w:bCs/>
        </w:rPr>
        <w:t>J</w:t>
      </w:r>
      <w:r w:rsidR="003D0170">
        <w:rPr>
          <w:bCs/>
        </w:rPr>
        <w:t>’</w:t>
      </w:r>
      <w:r>
        <w:rPr>
          <w:bCs/>
        </w:rPr>
        <w:t xml:space="preserve">ai </w:t>
      </w:r>
      <w:r>
        <w:t>peur</w:t>
      </w:r>
      <w:r w:rsidR="003D0170">
        <w:t>.</w:t>
      </w:r>
    </w:p>
    <w:p w14:paraId="330966C2" w14:textId="77777777" w:rsidR="003D0170" w:rsidRDefault="00AA53A8" w:rsidP="00AA53A8">
      <w:pPr>
        <w:rPr>
          <w:bCs/>
        </w:rPr>
      </w:pPr>
      <w:r>
        <w:t>L</w:t>
      </w:r>
      <w:r>
        <w:rPr>
          <w:rStyle w:val="Taille-1NormalCar"/>
        </w:rPr>
        <w:t>E PAYSAN</w:t>
      </w:r>
      <w:r w:rsidR="003D0170">
        <w:t xml:space="preserve">. – </w:t>
      </w:r>
      <w:r>
        <w:rPr>
          <w:bCs/>
        </w:rPr>
        <w:t>Allons</w:t>
      </w:r>
      <w:r w:rsidR="003D0170">
        <w:rPr>
          <w:bCs/>
        </w:rPr>
        <w:t xml:space="preserve">, </w:t>
      </w:r>
      <w:r>
        <w:rPr>
          <w:bCs/>
        </w:rPr>
        <w:t>allons</w:t>
      </w:r>
      <w:r w:rsidR="003D0170">
        <w:rPr>
          <w:bCs/>
        </w:rPr>
        <w:t xml:space="preserve">, </w:t>
      </w:r>
      <w:r>
        <w:t xml:space="preserve">nous </w:t>
      </w:r>
      <w:r>
        <w:rPr>
          <w:bCs/>
        </w:rPr>
        <w:t xml:space="preserve">sommes </w:t>
      </w:r>
      <w:r>
        <w:t xml:space="preserve">en </w:t>
      </w:r>
      <w:r>
        <w:rPr>
          <w:bCs/>
        </w:rPr>
        <w:t>retard</w:t>
      </w:r>
      <w:r w:rsidR="003D0170">
        <w:rPr>
          <w:bCs/>
        </w:rPr>
        <w:t>.</w:t>
      </w:r>
    </w:p>
    <w:p w14:paraId="4B2DF396" w14:textId="77777777" w:rsidR="003D0170" w:rsidRDefault="00AA53A8" w:rsidP="00AA53A8">
      <w:pPr>
        <w:rPr>
          <w:bCs/>
        </w:rPr>
      </w:pPr>
      <w:r>
        <w:rPr>
          <w:bCs/>
        </w:rPr>
        <w:t>L</w:t>
      </w:r>
      <w:r>
        <w:rPr>
          <w:rStyle w:val="Taille-1NormalCar"/>
        </w:rPr>
        <w:t>A PAYSANNE</w:t>
      </w:r>
      <w:r w:rsidR="003D0170">
        <w:t xml:space="preserve">. – </w:t>
      </w:r>
      <w:r>
        <w:rPr>
          <w:bCs/>
        </w:rPr>
        <w:t>Dis une prière avec moi pour les pauvres morts</w:t>
      </w:r>
      <w:r w:rsidR="003D0170">
        <w:rPr>
          <w:bCs/>
        </w:rPr>
        <w:t>.</w:t>
      </w:r>
    </w:p>
    <w:p w14:paraId="758BA16D" w14:textId="77777777" w:rsidR="003D0170" w:rsidRDefault="00AA53A8" w:rsidP="00AA53A8">
      <w:pPr>
        <w:pStyle w:val="Taille-1RetraitGauche2X"/>
        <w:rPr>
          <w:i/>
        </w:rPr>
      </w:pPr>
      <w:r>
        <w:rPr>
          <w:i/>
        </w:rPr>
        <w:t>Le paysan excite l</w:t>
      </w:r>
      <w:r w:rsidR="003D0170">
        <w:rPr>
          <w:i/>
        </w:rPr>
        <w:t>’</w:t>
      </w:r>
      <w:r>
        <w:rPr>
          <w:i/>
        </w:rPr>
        <w:t>âne avec le bâton trouvé</w:t>
      </w:r>
      <w:r w:rsidR="003D0170">
        <w:rPr>
          <w:i/>
        </w:rPr>
        <w:t xml:space="preserve">. </w:t>
      </w:r>
      <w:r>
        <w:rPr>
          <w:i/>
        </w:rPr>
        <w:t>Ils repre</w:t>
      </w:r>
      <w:r>
        <w:rPr>
          <w:i/>
        </w:rPr>
        <w:t>n</w:t>
      </w:r>
      <w:r>
        <w:rPr>
          <w:i/>
        </w:rPr>
        <w:t>nent leur route</w:t>
      </w:r>
      <w:r w:rsidR="003D0170">
        <w:rPr>
          <w:i/>
        </w:rPr>
        <w:t xml:space="preserve">. </w:t>
      </w:r>
      <w:r>
        <w:rPr>
          <w:i/>
        </w:rPr>
        <w:t>L</w:t>
      </w:r>
      <w:r w:rsidR="003D0170">
        <w:rPr>
          <w:i/>
        </w:rPr>
        <w:t>’</w:t>
      </w:r>
      <w:r>
        <w:rPr>
          <w:i/>
        </w:rPr>
        <w:t>apparence de la femme tuée se met debout</w:t>
      </w:r>
      <w:r w:rsidR="003D0170">
        <w:rPr>
          <w:i/>
        </w:rPr>
        <w:t xml:space="preserve">, </w:t>
      </w:r>
      <w:r>
        <w:rPr>
          <w:i/>
        </w:rPr>
        <w:t>secoue sa tête échevelée</w:t>
      </w:r>
      <w:r w:rsidR="003D0170">
        <w:rPr>
          <w:i/>
        </w:rPr>
        <w:t xml:space="preserve">, </w:t>
      </w:r>
      <w:r>
        <w:rPr>
          <w:i/>
        </w:rPr>
        <w:t>lève les bras désespérément et se sauve comme une folle dans la direction de la petite fille di</w:t>
      </w:r>
      <w:r>
        <w:rPr>
          <w:i/>
        </w:rPr>
        <w:t>s</w:t>
      </w:r>
      <w:r>
        <w:rPr>
          <w:i/>
        </w:rPr>
        <w:t>parue</w:t>
      </w:r>
      <w:r w:rsidR="003D0170">
        <w:rPr>
          <w:i/>
        </w:rPr>
        <w:t xml:space="preserve">. </w:t>
      </w:r>
      <w:r>
        <w:rPr>
          <w:i/>
        </w:rPr>
        <w:t>L</w:t>
      </w:r>
      <w:r w:rsidR="003D0170">
        <w:rPr>
          <w:i/>
        </w:rPr>
        <w:t>’</w:t>
      </w:r>
      <w:r>
        <w:rPr>
          <w:i/>
        </w:rPr>
        <w:t>apparence du philosophe demeure</w:t>
      </w:r>
      <w:r w:rsidR="003D0170">
        <w:rPr>
          <w:i/>
        </w:rPr>
        <w:t xml:space="preserve">, </w:t>
      </w:r>
      <w:r>
        <w:rPr>
          <w:i/>
        </w:rPr>
        <w:t>haute</w:t>
      </w:r>
      <w:r w:rsidR="003D0170">
        <w:rPr>
          <w:i/>
        </w:rPr>
        <w:t xml:space="preserve">, </w:t>
      </w:r>
      <w:r>
        <w:rPr>
          <w:i/>
        </w:rPr>
        <w:t>droite dans l</w:t>
      </w:r>
      <w:r w:rsidR="003D0170">
        <w:rPr>
          <w:i/>
        </w:rPr>
        <w:t>’</w:t>
      </w:r>
      <w:r>
        <w:rPr>
          <w:i/>
        </w:rPr>
        <w:t>ombre</w:t>
      </w:r>
      <w:r w:rsidR="003D0170">
        <w:rPr>
          <w:i/>
        </w:rPr>
        <w:t xml:space="preserve">, </w:t>
      </w:r>
      <w:r>
        <w:rPr>
          <w:i/>
        </w:rPr>
        <w:t>toute collée au tronc du vieil arbre</w:t>
      </w:r>
      <w:r w:rsidR="003D0170">
        <w:rPr>
          <w:i/>
        </w:rPr>
        <w:t>.</w:t>
      </w:r>
    </w:p>
    <w:p w14:paraId="50264640" w14:textId="77777777" w:rsidR="003D0170" w:rsidRDefault="00AA53A8" w:rsidP="00AA53A8">
      <w:pPr>
        <w:rPr>
          <w:bCs/>
        </w:rPr>
      </w:pPr>
      <w:r>
        <w:t>L</w:t>
      </w:r>
      <w:r>
        <w:rPr>
          <w:rStyle w:val="Taille-1NormalCar"/>
        </w:rPr>
        <w:t>E PHILOSOPHE</w:t>
      </w:r>
      <w:r w:rsidR="003D0170">
        <w:t xml:space="preserve">. – </w:t>
      </w:r>
      <w:proofErr w:type="gramStart"/>
      <w:r>
        <w:rPr>
          <w:bCs/>
        </w:rPr>
        <w:t>J</w:t>
      </w:r>
      <w:r w:rsidR="003D0170">
        <w:rPr>
          <w:bCs/>
        </w:rPr>
        <w:t>’</w:t>
      </w:r>
      <w:r>
        <w:rPr>
          <w:bCs/>
        </w:rPr>
        <w:t>ai bien peur</w:t>
      </w:r>
      <w:proofErr w:type="gramEnd"/>
      <w:r>
        <w:rPr>
          <w:bCs/>
        </w:rPr>
        <w:t xml:space="preserve"> que je serai le seul à re</w:t>
      </w:r>
      <w:r>
        <w:rPr>
          <w:bCs/>
        </w:rPr>
        <w:t>s</w:t>
      </w:r>
      <w:r>
        <w:rPr>
          <w:bCs/>
        </w:rPr>
        <w:t>ter toujours ici à continuer mes raisonnements</w:t>
      </w:r>
      <w:r w:rsidR="003D0170">
        <w:rPr>
          <w:bCs/>
        </w:rPr>
        <w:t>.</w:t>
      </w:r>
    </w:p>
    <w:p w14:paraId="33FCC165" w14:textId="77777777" w:rsidR="003D0170" w:rsidRDefault="00AA53A8" w:rsidP="003D0170">
      <w:pPr>
        <w:pStyle w:val="Centr"/>
      </w:pPr>
      <w:bookmarkStart w:id="0" w:name="bookmark13"/>
      <w:bookmarkEnd w:id="0"/>
      <w:r>
        <w:rPr>
          <w:i/>
        </w:rPr>
        <w:t>Rideau</w:t>
      </w:r>
      <w:r w:rsidR="003D0170">
        <w:t>.</w:t>
      </w:r>
    </w:p>
    <w:p w14:paraId="307F08E3" w14:textId="6761F4E4" w:rsidR="00033562" w:rsidRDefault="00033562">
      <w:pPr>
        <w:sectPr w:rsidR="00033562" w:rsidSect="009A1830">
          <w:footerReference w:type="default" r:id="rId10"/>
          <w:endnotePr>
            <w:numFmt w:val="lowerLetter"/>
          </w:endnotePr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484A783" w14:textId="77777777" w:rsidR="00033562" w:rsidRDefault="00033562" w:rsidP="009A1830">
      <w:pPr>
        <w:pStyle w:val="Titre1"/>
        <w:spacing w:before="0" w:after="480"/>
      </w:pPr>
      <w:bookmarkStart w:id="1" w:name="_Toc331162902"/>
      <w:r>
        <w:lastRenderedPageBreak/>
        <w:t xml:space="preserve">À propos de cette </w:t>
      </w:r>
      <w:r w:rsidRPr="007C1C6B">
        <w:t>édition</w:t>
      </w:r>
      <w:r>
        <w:t xml:space="preserve"> électronique</w:t>
      </w:r>
      <w:bookmarkEnd w:id="1"/>
    </w:p>
    <w:p w14:paraId="485D0B2D" w14:textId="77777777" w:rsidR="009A1830" w:rsidRPr="00633842" w:rsidRDefault="009A1830" w:rsidP="009A1830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3482874E" w14:textId="77777777" w:rsidR="009A1830" w:rsidRPr="00633842" w:rsidRDefault="009A1830" w:rsidP="009A1830">
      <w:pPr>
        <w:pStyle w:val="Centr"/>
        <w:spacing w:before="180" w:after="180"/>
      </w:pPr>
      <w:r w:rsidRPr="00633842">
        <w:t>Corrections, édition, conversion informatique et public</w:t>
      </w:r>
      <w:r w:rsidRPr="00633842">
        <w:t>a</w:t>
      </w:r>
      <w:r w:rsidRPr="00633842">
        <w:t>tion par le groupe :</w:t>
      </w:r>
    </w:p>
    <w:p w14:paraId="0E8D7988" w14:textId="77777777" w:rsidR="009A1830" w:rsidRPr="00633842" w:rsidRDefault="009A1830" w:rsidP="009A1830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647C00BD" w14:textId="77777777" w:rsidR="009A1830" w:rsidRPr="00633842" w:rsidRDefault="009A1830" w:rsidP="009A1830">
      <w:pPr>
        <w:pStyle w:val="Centr"/>
        <w:spacing w:before="180" w:after="180"/>
      </w:pPr>
      <w:hyperlink r:id="rId11" w:history="1">
        <w:r w:rsidRPr="00F74CD6">
          <w:rPr>
            <w:rStyle w:val="Lienhypertexte"/>
          </w:rPr>
          <w:t>https://groups.google.com/g/ebooksgratuits</w:t>
        </w:r>
      </w:hyperlink>
    </w:p>
    <w:p w14:paraId="0435448E" w14:textId="56432737" w:rsidR="009A1830" w:rsidRPr="00633842" w:rsidRDefault="009A1830" w:rsidP="009A1830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2" w:history="1">
        <w:r w:rsidRPr="00B55873">
          <w:rPr>
            <w:rStyle w:val="Lienhypertexte"/>
            <w:b/>
            <w:bCs/>
            <w:szCs w:val="32"/>
          </w:rPr>
          <w:t>http</w:t>
        </w:r>
        <w:r w:rsidRPr="00B55873">
          <w:rPr>
            <w:rStyle w:val="Lienhypertexte"/>
            <w:b/>
            <w:bCs/>
            <w:szCs w:val="32"/>
          </w:rPr>
          <w:t>s</w:t>
        </w:r>
        <w:r w:rsidRPr="00B55873">
          <w:rPr>
            <w:rStyle w:val="Lienhypertexte"/>
            <w:b/>
            <w:bCs/>
            <w:szCs w:val="32"/>
          </w:rPr>
          <w:t>://www.ebooksgratuits.com/</w:t>
        </w:r>
      </w:hyperlink>
    </w:p>
    <w:p w14:paraId="0A93B2A9" w14:textId="77777777" w:rsidR="009A1830" w:rsidRPr="00633842" w:rsidRDefault="009A1830" w:rsidP="009A1830">
      <w:pPr>
        <w:pStyle w:val="Centr"/>
        <w:spacing w:before="180" w:after="180"/>
      </w:pPr>
      <w:r w:rsidRPr="00633842">
        <w:t>—</w:t>
      </w:r>
    </w:p>
    <w:p w14:paraId="5F39C446" w14:textId="7457596F" w:rsidR="009A1830" w:rsidRPr="00633842" w:rsidRDefault="009A1830" w:rsidP="009A1830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Mai</w:t>
      </w:r>
      <w:r>
        <w:rPr>
          <w:b/>
          <w:bCs/>
          <w:szCs w:val="32"/>
        </w:rPr>
        <w:t xml:space="preserve"> 20</w:t>
      </w:r>
      <w:r>
        <w:rPr>
          <w:b/>
          <w:bCs/>
          <w:szCs w:val="32"/>
        </w:rPr>
        <w:t>2</w:t>
      </w:r>
      <w:r>
        <w:rPr>
          <w:b/>
          <w:bCs/>
          <w:szCs w:val="32"/>
        </w:rPr>
        <w:t>5</w:t>
      </w:r>
    </w:p>
    <w:p w14:paraId="462BAB30" w14:textId="77777777" w:rsidR="009A1830" w:rsidRPr="00633842" w:rsidRDefault="009A1830" w:rsidP="009A1830">
      <w:pPr>
        <w:pStyle w:val="Centr"/>
        <w:spacing w:before="180" w:after="180"/>
      </w:pPr>
      <w:r w:rsidRPr="00633842">
        <w:t>—</w:t>
      </w:r>
    </w:p>
    <w:p w14:paraId="145330A6" w14:textId="77777777" w:rsidR="009A1830" w:rsidRPr="00633842" w:rsidRDefault="009A1830" w:rsidP="009A1830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567E0C79" w14:textId="7B56C422" w:rsidR="009A1830" w:rsidRPr="00633842" w:rsidRDefault="009A1830" w:rsidP="009A1830">
      <w:pPr>
        <w:suppressAutoHyphens/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proofErr w:type="spellStart"/>
      <w:r w:rsidRPr="009A1830">
        <w:t>YvetteT</w:t>
      </w:r>
      <w:proofErr w:type="spellEnd"/>
      <w:r w:rsidRPr="009A1830">
        <w:t xml:space="preserve">, Jean-Marc, </w:t>
      </w:r>
      <w:proofErr w:type="spellStart"/>
      <w:r w:rsidRPr="009A1830">
        <w:t>Jean-LucT</w:t>
      </w:r>
      <w:proofErr w:type="spellEnd"/>
      <w:r>
        <w:t xml:space="preserve">, </w:t>
      </w:r>
      <w:proofErr w:type="spellStart"/>
      <w:r>
        <w:t>Coolmicro</w:t>
      </w:r>
      <w:proofErr w:type="spellEnd"/>
      <w:r>
        <w:t>.</w:t>
      </w:r>
    </w:p>
    <w:p w14:paraId="3CB15254" w14:textId="77777777" w:rsidR="009A1830" w:rsidRPr="00633842" w:rsidRDefault="009A1830" w:rsidP="009A1830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79B02838" w14:textId="77777777" w:rsidR="009A1830" w:rsidRPr="00633842" w:rsidRDefault="009A1830" w:rsidP="009A1830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7603E606" w14:textId="77777777" w:rsidR="009A1830" w:rsidRPr="00633842" w:rsidRDefault="009A1830" w:rsidP="009A1830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0E9C73C9" w14:textId="77777777" w:rsidR="009A1830" w:rsidRPr="00633842" w:rsidRDefault="009A1830" w:rsidP="009A1830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l'original. Nous rappelons que c'est un travail d'amateurs non rétribués et que nous essayons de promouvoir la culture littéraire avec de maigres moyens.</w:t>
      </w:r>
    </w:p>
    <w:p w14:paraId="2312A663" w14:textId="77777777" w:rsidR="009A1830" w:rsidRPr="00633842" w:rsidRDefault="009A1830" w:rsidP="009A1830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5C805B80" w14:textId="03599FE8" w:rsidR="00033562" w:rsidRPr="007C1C6B" w:rsidRDefault="009A1830" w:rsidP="009A1830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033562" w:rsidRPr="007C1C6B" w:rsidSect="009A1830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6958E" w14:textId="77777777" w:rsidR="00571AB7" w:rsidRDefault="00571AB7">
      <w:r>
        <w:separator/>
      </w:r>
    </w:p>
  </w:endnote>
  <w:endnote w:type="continuationSeparator" w:id="0">
    <w:p w14:paraId="4F5B2DA1" w14:textId="77777777" w:rsidR="00571AB7" w:rsidRDefault="0057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AA9C" w14:textId="77777777" w:rsidR="000F3482" w:rsidRDefault="000F3482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27C8" w14:textId="77777777" w:rsidR="000F3482" w:rsidRDefault="000F3482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PAGE </w:instrText>
    </w:r>
    <w:r>
      <w:rPr>
        <w:rStyle w:val="Numrodepage"/>
        <w:sz w:val="30"/>
        <w:szCs w:val="30"/>
      </w:rPr>
      <w:fldChar w:fldCharType="separate"/>
    </w:r>
    <w:r w:rsidR="00AA53A8">
      <w:rPr>
        <w:rStyle w:val="Numrodepage"/>
        <w:noProof/>
        <w:sz w:val="30"/>
        <w:szCs w:val="30"/>
      </w:rPr>
      <w:t>16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BD4DD" w14:textId="77777777" w:rsidR="00571AB7" w:rsidRDefault="00571AB7">
      <w:r>
        <w:separator/>
      </w:r>
    </w:p>
  </w:footnote>
  <w:footnote w:type="continuationSeparator" w:id="0">
    <w:p w14:paraId="19D69F6A" w14:textId="77777777" w:rsidR="00571AB7" w:rsidRDefault="00571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1294181">
    <w:abstractNumId w:val="10"/>
  </w:num>
  <w:num w:numId="2" w16cid:durableId="1123883275">
    <w:abstractNumId w:val="11"/>
  </w:num>
  <w:num w:numId="3" w16cid:durableId="1888561696">
    <w:abstractNumId w:val="12"/>
  </w:num>
  <w:num w:numId="4" w16cid:durableId="1208836353">
    <w:abstractNumId w:val="13"/>
  </w:num>
  <w:num w:numId="5" w16cid:durableId="1082485962">
    <w:abstractNumId w:val="8"/>
  </w:num>
  <w:num w:numId="6" w16cid:durableId="1120805216">
    <w:abstractNumId w:val="3"/>
  </w:num>
  <w:num w:numId="7" w16cid:durableId="471220061">
    <w:abstractNumId w:val="2"/>
  </w:num>
  <w:num w:numId="8" w16cid:durableId="29650238">
    <w:abstractNumId w:val="1"/>
  </w:num>
  <w:num w:numId="9" w16cid:durableId="761487908">
    <w:abstractNumId w:val="0"/>
  </w:num>
  <w:num w:numId="10" w16cid:durableId="1509634899">
    <w:abstractNumId w:val="9"/>
  </w:num>
  <w:num w:numId="11" w16cid:durableId="565840432">
    <w:abstractNumId w:val="7"/>
  </w:num>
  <w:num w:numId="12" w16cid:durableId="380057767">
    <w:abstractNumId w:val="6"/>
  </w:num>
  <w:num w:numId="13" w16cid:durableId="494499081">
    <w:abstractNumId w:val="5"/>
  </w:num>
  <w:num w:numId="14" w16cid:durableId="681130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001285"/>
    <w:rsid w:val="000119AC"/>
    <w:rsid w:val="00021C38"/>
    <w:rsid w:val="00033562"/>
    <w:rsid w:val="00035C3A"/>
    <w:rsid w:val="00045F75"/>
    <w:rsid w:val="000624DA"/>
    <w:rsid w:val="00066E2D"/>
    <w:rsid w:val="00067167"/>
    <w:rsid w:val="00077531"/>
    <w:rsid w:val="000F3482"/>
    <w:rsid w:val="000F7F4B"/>
    <w:rsid w:val="0010298A"/>
    <w:rsid w:val="001635FE"/>
    <w:rsid w:val="00176FA6"/>
    <w:rsid w:val="00203135"/>
    <w:rsid w:val="00276BA2"/>
    <w:rsid w:val="00284AF2"/>
    <w:rsid w:val="002E4734"/>
    <w:rsid w:val="0032506F"/>
    <w:rsid w:val="003325F4"/>
    <w:rsid w:val="00335365"/>
    <w:rsid w:val="00336E88"/>
    <w:rsid w:val="00367258"/>
    <w:rsid w:val="003A5C71"/>
    <w:rsid w:val="003D0170"/>
    <w:rsid w:val="003F6FF9"/>
    <w:rsid w:val="00431C66"/>
    <w:rsid w:val="004618A4"/>
    <w:rsid w:val="00466185"/>
    <w:rsid w:val="004856F7"/>
    <w:rsid w:val="004C3D05"/>
    <w:rsid w:val="004D1A6D"/>
    <w:rsid w:val="0051085B"/>
    <w:rsid w:val="00554C93"/>
    <w:rsid w:val="00571AB7"/>
    <w:rsid w:val="00576E04"/>
    <w:rsid w:val="005C4D38"/>
    <w:rsid w:val="0061214E"/>
    <w:rsid w:val="00640C4F"/>
    <w:rsid w:val="00703D4D"/>
    <w:rsid w:val="00705271"/>
    <w:rsid w:val="00722EA0"/>
    <w:rsid w:val="00744A74"/>
    <w:rsid w:val="007549CD"/>
    <w:rsid w:val="0076257B"/>
    <w:rsid w:val="0076513E"/>
    <w:rsid w:val="0078241C"/>
    <w:rsid w:val="007841D8"/>
    <w:rsid w:val="007A353A"/>
    <w:rsid w:val="007B6898"/>
    <w:rsid w:val="007C1C6B"/>
    <w:rsid w:val="007C56AC"/>
    <w:rsid w:val="007E0F7B"/>
    <w:rsid w:val="007F5860"/>
    <w:rsid w:val="00825620"/>
    <w:rsid w:val="00832B35"/>
    <w:rsid w:val="00856DF4"/>
    <w:rsid w:val="00863B07"/>
    <w:rsid w:val="00866290"/>
    <w:rsid w:val="00881326"/>
    <w:rsid w:val="008840CC"/>
    <w:rsid w:val="008F106B"/>
    <w:rsid w:val="00930A77"/>
    <w:rsid w:val="00946EE4"/>
    <w:rsid w:val="00951E57"/>
    <w:rsid w:val="009A1830"/>
    <w:rsid w:val="009B3DDD"/>
    <w:rsid w:val="00AA53A8"/>
    <w:rsid w:val="00AB5337"/>
    <w:rsid w:val="00AD4BBC"/>
    <w:rsid w:val="00AF0A3E"/>
    <w:rsid w:val="00B1136E"/>
    <w:rsid w:val="00B241D4"/>
    <w:rsid w:val="00B909AE"/>
    <w:rsid w:val="00BA67CE"/>
    <w:rsid w:val="00BA7596"/>
    <w:rsid w:val="00BD0C07"/>
    <w:rsid w:val="00BF29E4"/>
    <w:rsid w:val="00C323C1"/>
    <w:rsid w:val="00C43D20"/>
    <w:rsid w:val="00C51E70"/>
    <w:rsid w:val="00C55CA7"/>
    <w:rsid w:val="00C82075"/>
    <w:rsid w:val="00C82867"/>
    <w:rsid w:val="00C877F6"/>
    <w:rsid w:val="00C92886"/>
    <w:rsid w:val="00D02BDE"/>
    <w:rsid w:val="00D47BCF"/>
    <w:rsid w:val="00D57E8F"/>
    <w:rsid w:val="00D80434"/>
    <w:rsid w:val="00D9756D"/>
    <w:rsid w:val="00DB636B"/>
    <w:rsid w:val="00DD7BB4"/>
    <w:rsid w:val="00DF43DD"/>
    <w:rsid w:val="00E30FAD"/>
    <w:rsid w:val="00E35EE1"/>
    <w:rsid w:val="00E847C9"/>
    <w:rsid w:val="00E90A7B"/>
    <w:rsid w:val="00F42B6E"/>
    <w:rsid w:val="00F74495"/>
    <w:rsid w:val="00FD5C53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60D25"/>
  <w15:chartTrackingRefBased/>
  <w15:docId w15:val="{5D6E3831-046E-4985-9E19-90E0A360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830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3D0170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3D0170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3D0170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3D0170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3D0170"/>
  </w:style>
  <w:style w:type="character" w:styleId="Lienhypertexte">
    <w:name w:val="Hyperlink"/>
    <w:uiPriority w:val="99"/>
    <w:rsid w:val="003D0170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3D0170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3D0170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3D01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D0170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3D0170"/>
  </w:style>
  <w:style w:type="paragraph" w:styleId="TM2">
    <w:name w:val="toc 2"/>
    <w:basedOn w:val="Normal"/>
    <w:next w:val="Normal"/>
    <w:autoRedefine/>
    <w:uiPriority w:val="39"/>
    <w:rsid w:val="003D0170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3D0170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3D0170"/>
    <w:pPr>
      <w:ind w:left="780"/>
    </w:pPr>
  </w:style>
  <w:style w:type="paragraph" w:styleId="TM5">
    <w:name w:val="toc 5"/>
    <w:basedOn w:val="Normal"/>
    <w:next w:val="Normal"/>
    <w:autoRedefine/>
    <w:semiHidden/>
    <w:rsid w:val="003D0170"/>
    <w:pPr>
      <w:ind w:left="1040"/>
    </w:pPr>
  </w:style>
  <w:style w:type="paragraph" w:styleId="TM6">
    <w:name w:val="toc 6"/>
    <w:basedOn w:val="Normal"/>
    <w:next w:val="Normal"/>
    <w:autoRedefine/>
    <w:semiHidden/>
    <w:rsid w:val="003D0170"/>
    <w:pPr>
      <w:ind w:left="1300"/>
    </w:pPr>
  </w:style>
  <w:style w:type="paragraph" w:styleId="TM7">
    <w:name w:val="toc 7"/>
    <w:basedOn w:val="Normal"/>
    <w:next w:val="Normal"/>
    <w:autoRedefine/>
    <w:semiHidden/>
    <w:rsid w:val="003D0170"/>
    <w:pPr>
      <w:ind w:left="1560"/>
    </w:pPr>
  </w:style>
  <w:style w:type="paragraph" w:styleId="TM8">
    <w:name w:val="toc 8"/>
    <w:basedOn w:val="Normal"/>
    <w:next w:val="Normal"/>
    <w:autoRedefine/>
    <w:semiHidden/>
    <w:rsid w:val="003D0170"/>
    <w:pPr>
      <w:ind w:left="1820"/>
    </w:pPr>
  </w:style>
  <w:style w:type="paragraph" w:styleId="TM9">
    <w:name w:val="toc 9"/>
    <w:basedOn w:val="Normal"/>
    <w:next w:val="Normal"/>
    <w:autoRedefine/>
    <w:semiHidden/>
    <w:rsid w:val="003D0170"/>
    <w:pPr>
      <w:ind w:left="2080"/>
    </w:pPr>
  </w:style>
  <w:style w:type="character" w:styleId="Appelnotedebasdep">
    <w:name w:val="footnote reference"/>
    <w:qFormat/>
    <w:rsid w:val="003D0170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3D0170"/>
    <w:rPr>
      <w:szCs w:val="30"/>
    </w:rPr>
  </w:style>
  <w:style w:type="paragraph" w:customStyle="1" w:styleId="Auteur">
    <w:name w:val="Auteur"/>
    <w:basedOn w:val="Normal"/>
    <w:rsid w:val="003D0170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3D0170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3D0170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3D0170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3D0170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3D0170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3D0170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3D0170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3D0170"/>
    <w:pPr>
      <w:keepNext/>
    </w:pPr>
  </w:style>
  <w:style w:type="paragraph" w:customStyle="1" w:styleId="NormalSautPageAvant">
    <w:name w:val="NormalSautPageAvant"/>
    <w:basedOn w:val="Normal"/>
    <w:qFormat/>
    <w:rsid w:val="003D0170"/>
    <w:pPr>
      <w:pageBreakBefore/>
    </w:pPr>
  </w:style>
  <w:style w:type="paragraph" w:customStyle="1" w:styleId="NormalEspAvtGrand">
    <w:name w:val="NormalEspAvtGrand"/>
    <w:basedOn w:val="Normal"/>
    <w:rsid w:val="009A1830"/>
    <w:pPr>
      <w:spacing w:before="120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3D0170"/>
    <w:pPr>
      <w:spacing w:before="0"/>
    </w:pPr>
  </w:style>
  <w:style w:type="paragraph" w:customStyle="1" w:styleId="CentrEspApr0">
    <w:name w:val="CentréEspApr0"/>
    <w:basedOn w:val="Centr"/>
    <w:next w:val="Normal"/>
    <w:rsid w:val="003D0170"/>
    <w:pPr>
      <w:spacing w:after="0"/>
    </w:pPr>
  </w:style>
  <w:style w:type="paragraph" w:customStyle="1" w:styleId="CentrEspAvt0EspApr0">
    <w:name w:val="CentréEspAvt0EspApr0"/>
    <w:basedOn w:val="Centr"/>
    <w:rsid w:val="003D0170"/>
    <w:pPr>
      <w:spacing w:before="0" w:after="0"/>
    </w:pPr>
  </w:style>
  <w:style w:type="paragraph" w:customStyle="1" w:styleId="Droite">
    <w:name w:val="Droite"/>
    <w:basedOn w:val="Normal"/>
    <w:next w:val="Normal"/>
    <w:rsid w:val="003D0170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3D0170"/>
    <w:pPr>
      <w:ind w:left="680"/>
    </w:pPr>
  </w:style>
  <w:style w:type="paragraph" w:customStyle="1" w:styleId="DroiteRetraitGauche2X">
    <w:name w:val="DroiteRetraitGauche2X"/>
    <w:basedOn w:val="Droite"/>
    <w:next w:val="Normal"/>
    <w:rsid w:val="003D0170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3D0170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3D0170"/>
    <w:pPr>
      <w:ind w:left="2722"/>
    </w:pPr>
  </w:style>
  <w:style w:type="paragraph" w:customStyle="1" w:styleId="Taille-1Normal">
    <w:name w:val="Taille-1Normal"/>
    <w:basedOn w:val="Normal"/>
    <w:link w:val="Taille-1NormalCar"/>
    <w:rsid w:val="003D0170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3D0170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3D0170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3D0170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3D0170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3D0170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3D0170"/>
    <w:pPr>
      <w:ind w:firstLine="0"/>
    </w:pPr>
  </w:style>
  <w:style w:type="paragraph" w:customStyle="1" w:styleId="Taille-1RetraitGauche4XIndent0">
    <w:name w:val="Taille-1RetraitGauche4XIndent0"/>
    <w:basedOn w:val="Taille-1Normal"/>
    <w:rsid w:val="003D0170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3D0170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3D0170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3D0170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3D0170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3D0170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3D0170"/>
    <w:pPr>
      <w:ind w:firstLine="0"/>
    </w:pPr>
  </w:style>
  <w:style w:type="paragraph" w:customStyle="1" w:styleId="NormalRetraitGauche4XIndent0">
    <w:name w:val="NormalRetraitGauche4XIndent0"/>
    <w:basedOn w:val="Normal"/>
    <w:rsid w:val="003D0170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3D0170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3D0170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3D0170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3D0170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3D0170"/>
    <w:pPr>
      <w:ind w:left="1360" w:hanging="680"/>
    </w:pPr>
  </w:style>
  <w:style w:type="paragraph" w:customStyle="1" w:styleId="NormalEspAvt0EspApr0">
    <w:name w:val="NormalEspAvt0EspApr0"/>
    <w:basedOn w:val="Normal"/>
    <w:rsid w:val="003D0170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3D0170"/>
    <w:pPr>
      <w:ind w:left="2041" w:hanging="680"/>
    </w:pPr>
  </w:style>
  <w:style w:type="paragraph" w:customStyle="1" w:styleId="NormalSuspendu1XRetrait3X">
    <w:name w:val="NormalSuspendu1XRetrait3X"/>
    <w:basedOn w:val="Normal"/>
    <w:rsid w:val="003D0170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3D0170"/>
    <w:pPr>
      <w:ind w:left="3402" w:hanging="680"/>
    </w:pPr>
    <w:rPr>
      <w:szCs w:val="20"/>
    </w:rPr>
  </w:style>
  <w:style w:type="character" w:customStyle="1" w:styleId="Taille-1NormalCar">
    <w:name w:val="Taille-1Normal Car"/>
    <w:link w:val="Taille-1Normal"/>
    <w:rsid w:val="00881326"/>
    <w:rPr>
      <w:rFonts w:ascii="Amasis30" w:hAnsi="Amasis30"/>
      <w:sz w:val="32"/>
      <w:szCs w:val="28"/>
    </w:rPr>
  </w:style>
  <w:style w:type="paragraph" w:styleId="Textedebulles">
    <w:name w:val="Balloon Text"/>
    <w:basedOn w:val="Normal"/>
    <w:semiHidden/>
    <w:rsid w:val="000F3482"/>
    <w:rPr>
      <w:rFonts w:ascii="Tahoma" w:hAnsi="Tahoma" w:cs="Tahoma"/>
      <w:sz w:val="16"/>
      <w:szCs w:val="16"/>
    </w:rPr>
  </w:style>
  <w:style w:type="character" w:customStyle="1" w:styleId="Taille-1Caracteres">
    <w:name w:val="Taille-1Caracteres"/>
    <w:qFormat/>
    <w:rsid w:val="003D0170"/>
    <w:rPr>
      <w:sz w:val="32"/>
      <w:szCs w:val="20"/>
    </w:rPr>
  </w:style>
  <w:style w:type="paragraph" w:customStyle="1" w:styleId="Etoile">
    <w:name w:val="Etoile"/>
    <w:basedOn w:val="Normal"/>
    <w:qFormat/>
    <w:rsid w:val="003D0170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3D0170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3D0170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3D0170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3D0170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3D0170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3D0170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3D0170"/>
  </w:style>
  <w:style w:type="paragraph" w:customStyle="1" w:styleId="ParagrapheVideNormal2">
    <w:name w:val="ParagrapheVideNormal2"/>
    <w:basedOn w:val="ParagrapheVideNormal"/>
    <w:next w:val="Normal"/>
    <w:qFormat/>
    <w:rsid w:val="003D0170"/>
  </w:style>
  <w:style w:type="paragraph" w:customStyle="1" w:styleId="Image">
    <w:name w:val="Image"/>
    <w:basedOn w:val="Centr"/>
    <w:next w:val="Normal"/>
    <w:qFormat/>
    <w:rsid w:val="003D0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ebooksgratui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roups.google.com/g/ebooksgratuit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9</TotalTime>
  <Pages>17</Pages>
  <Words>3601</Words>
  <Characters>19807</Characters>
  <Application>Microsoft Office Word</Application>
  <DocSecurity>0</DocSecurity>
  <Lines>165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À la sortie</vt:lpstr>
    </vt:vector>
  </TitlesOfParts>
  <Company>Ebooks libres et gratuits</Company>
  <LinksUpToDate>false</LinksUpToDate>
  <CharactersWithSpaces>23362</CharactersWithSpaces>
  <SharedDoc>false</SharedDoc>
  <HLinks>
    <vt:vector size="18" baseType="variant">
      <vt:variant>
        <vt:i4>2293820</vt:i4>
      </vt:variant>
      <vt:variant>
        <vt:i4>12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9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_Toc331162902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À la sortie</dc:title>
  <dc:subject>Théâtre</dc:subject>
  <dc:creator>Luigi Pirandello</dc:creator>
  <cp:keywords/>
  <dc:description>Deux «apparences» de morts s'entretiennent sur la vie à la porte d'un cimetière...</dc:description>
  <cp:lastModifiedBy>Cool Micro</cp:lastModifiedBy>
  <cp:revision>4</cp:revision>
  <cp:lastPrinted>2008-07-10T16:25:00Z</cp:lastPrinted>
  <dcterms:created xsi:type="dcterms:W3CDTF">2025-05-06T19:42:00Z</dcterms:created>
  <dcterms:modified xsi:type="dcterms:W3CDTF">2025-05-06T19:52:00Z</dcterms:modified>
  <cp:category>Théâtre</cp:category>
</cp:coreProperties>
</file>